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B99" w:rsidRDefault="00E243D8" w:rsidP="00060B99">
      <w:pPr>
        <w:pStyle w:val="libCenterBold1"/>
        <w:rPr>
          <w:rtl/>
          <w:lang w:bidi="fa-IR"/>
        </w:rPr>
      </w:pPr>
      <w:r w:rsidRPr="00E243D8">
        <w:rPr>
          <w:rtl/>
          <w:lang w:bidi="fa-IR"/>
        </w:rPr>
        <w:t>نشاط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</w:p>
    <w:p w:rsidR="00060B99" w:rsidRDefault="00060B99" w:rsidP="00060B99">
      <w:pPr>
        <w:pStyle w:val="libNormal"/>
        <w:rPr>
          <w:rtl/>
          <w:lang w:bidi="fa-IR"/>
        </w:rPr>
      </w:pPr>
    </w:p>
    <w:p w:rsidR="00E243D8" w:rsidRPr="00E243D8" w:rsidRDefault="00060B99" w:rsidP="00060B99">
      <w:pPr>
        <w:pStyle w:val="libCenterBold2"/>
        <w:rPr>
          <w:rtl/>
          <w:lang w:bidi="fa-IR"/>
        </w:rPr>
      </w:pPr>
      <w:r>
        <w:rPr>
          <w:rFonts w:hint="cs"/>
          <w:rtl/>
          <w:lang w:bidi="fa-IR"/>
        </w:rPr>
        <w:t>نویسنده:</w:t>
      </w:r>
      <w:r w:rsidR="00E243D8" w:rsidRPr="00E243D8">
        <w:rPr>
          <w:rtl/>
          <w:lang w:bidi="fa-IR"/>
        </w:rPr>
        <w:t xml:space="preserve"> حب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ب</w:t>
      </w:r>
      <w:r w:rsidR="00E243D8" w:rsidRPr="00E243D8">
        <w:rPr>
          <w:rtl/>
          <w:lang w:bidi="fa-IR"/>
        </w:rPr>
        <w:t xml:space="preserve"> الله فرحزاد.</w:t>
      </w:r>
    </w:p>
    <w:p w:rsidR="002015B2" w:rsidRDefault="002015B2" w:rsidP="002015B2">
      <w:pPr>
        <w:pStyle w:val="libCenterBold2"/>
        <w:bidi w:val="0"/>
      </w:pPr>
      <w:r>
        <w:rPr>
          <w:rtl/>
        </w:rPr>
        <w:t>تذکراین کتاب توسط مؤسسه فرهنگی - اسلامی شبکة الامامین الحسنین</w:t>
      </w:r>
      <w:r>
        <w:rPr>
          <w:rFonts w:hint="cs"/>
          <w:rtl/>
        </w:rPr>
        <w:t xml:space="preserve"> </w:t>
      </w:r>
      <w:r w:rsidRPr="00A4127B">
        <w:rPr>
          <w:rStyle w:val="libAlaemChar"/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t>.</w:t>
      </w:r>
    </w:p>
    <w:p w:rsidR="002015B2" w:rsidRDefault="002015B2" w:rsidP="002015B2">
      <w:pPr>
        <w:pStyle w:val="libCenterBold2"/>
        <w:rPr>
          <w:rFonts w:hint="cs"/>
          <w:rtl/>
          <w:lang w:bidi="fa-IR"/>
        </w:rPr>
      </w:pPr>
      <w:r>
        <w:rPr>
          <w:rtl/>
        </w:rPr>
        <w:t>لازم به ذکر است تصحیح اشتباهات تایپی احتمالی، روی این کتاب انجام گردیده است</w:t>
      </w:r>
    </w:p>
    <w:p w:rsidR="00E243D8" w:rsidRPr="00E243D8" w:rsidRDefault="00060B99" w:rsidP="00060B99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0" w:name="_Toc67344683"/>
      <w:r w:rsidR="00E243D8" w:rsidRPr="00E243D8">
        <w:rPr>
          <w:rFonts w:hint="eastAsia"/>
          <w:rtl/>
          <w:lang w:bidi="fa-IR"/>
        </w:rPr>
        <w:lastRenderedPageBreak/>
        <w:t>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شگفتار</w:t>
      </w:r>
      <w:bookmarkEnd w:id="0"/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بسم</w:t>
      </w:r>
      <w:r w:rsidRPr="00E243D8">
        <w:rPr>
          <w:rtl/>
          <w:lang w:bidi="fa-IR"/>
        </w:rPr>
        <w:t xml:space="preserve"> الله الرحمن الرح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</w:t>
      </w:r>
      <w:r w:rsidRPr="00E243D8">
        <w:rPr>
          <w:rtl/>
          <w:lang w:bidi="fa-IR"/>
        </w:rPr>
        <w:t xml:space="preserve"> صل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الله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محمد و آله الطاهر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 لعنه الله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اعدائهم اجمع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شکر</w:t>
      </w:r>
      <w:r w:rsidRPr="00E243D8">
        <w:rPr>
          <w:rtl/>
          <w:lang w:bidi="fa-IR"/>
        </w:rPr>
        <w:t xml:space="preserve"> و سپاس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نها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حضرت حق که نعمت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معنو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ماد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بر همه موجودات، به 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ژه</w:t>
      </w:r>
      <w:r w:rsidRPr="00E243D8">
        <w:rPr>
          <w:rtl/>
          <w:lang w:bidi="fa-IR"/>
        </w:rPr>
        <w:t xml:space="preserve"> انسان ها فرو بار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در کنف لطف خود همه را پرورش داد و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قتاً</w:t>
      </w:r>
      <w:r w:rsidRPr="00E243D8">
        <w:rPr>
          <w:rtl/>
          <w:lang w:bidi="fa-IR"/>
        </w:rPr>
        <w:t xml:space="preserve"> اگر به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انصاف بنگر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کمِ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مخلوق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نگذاشته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C12670" w:rsidP="00C12670">
      <w:pPr>
        <w:pStyle w:val="libNormal"/>
        <w:rPr>
          <w:rtl/>
          <w:lang w:bidi="fa-IR"/>
        </w:rPr>
      </w:pPr>
      <w:r w:rsidRPr="00C12670">
        <w:rPr>
          <w:rStyle w:val="libAlaemChar"/>
          <w:rFonts w:hint="cs"/>
          <w:rtl/>
        </w:rPr>
        <w:t>(</w:t>
      </w:r>
      <w:r w:rsidR="00E243D8" w:rsidRPr="00C12670">
        <w:rPr>
          <w:rStyle w:val="libAieChar"/>
          <w:rFonts w:hint="eastAsia"/>
          <w:rtl/>
        </w:rPr>
        <w:t>اَلَّذ</w:t>
      </w:r>
      <w:r w:rsidR="00E243D8" w:rsidRPr="00C12670">
        <w:rPr>
          <w:rStyle w:val="libAieChar"/>
          <w:rFonts w:hint="cs"/>
          <w:rtl/>
        </w:rPr>
        <w:t>ی</w:t>
      </w:r>
      <w:r w:rsidR="00E243D8" w:rsidRPr="00C12670">
        <w:rPr>
          <w:rStyle w:val="libAieChar"/>
          <w:rtl/>
        </w:rPr>
        <w:t xml:space="preserve"> اَحْسَنَ کُلَّ شَ</w:t>
      </w:r>
      <w:r w:rsidR="00E243D8" w:rsidRPr="00C12670">
        <w:rPr>
          <w:rStyle w:val="libAieChar"/>
          <w:rFonts w:hint="cs"/>
          <w:rtl/>
        </w:rPr>
        <w:t>ی</w:t>
      </w:r>
      <w:r w:rsidR="00E243D8" w:rsidRPr="00C12670">
        <w:rPr>
          <w:rStyle w:val="libAieChar"/>
          <w:rFonts w:hint="eastAsia"/>
          <w:rtl/>
        </w:rPr>
        <w:t>ءٍ</w:t>
      </w:r>
      <w:r w:rsidR="00E243D8" w:rsidRPr="00C12670">
        <w:rPr>
          <w:rStyle w:val="libAieChar"/>
          <w:rtl/>
        </w:rPr>
        <w:t xml:space="preserve"> خَلَقَهُ</w:t>
      </w:r>
      <w:r w:rsidRPr="00C12670">
        <w:rPr>
          <w:rStyle w:val="libAlaemChar"/>
          <w:rFonts w:hint="cs"/>
          <w:rtl/>
        </w:rPr>
        <w:t>)</w:t>
      </w:r>
      <w:r w:rsidR="00E243D8" w:rsidRPr="00C12670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خداوند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هر 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را که آفر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د،</w:t>
      </w:r>
      <w:r w:rsidR="00E243D8" w:rsidRPr="00E243D8">
        <w:rPr>
          <w:rtl/>
          <w:lang w:bidi="fa-IR"/>
        </w:rPr>
        <w:t xml:space="preserve"> 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کو</w:t>
      </w:r>
      <w:r w:rsidR="00E243D8" w:rsidRPr="00E243D8">
        <w:rPr>
          <w:rtl/>
          <w:lang w:bidi="fa-IR"/>
        </w:rPr>
        <w:t xml:space="preserve"> آفر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ده</w:t>
      </w:r>
      <w:r w:rsidR="00E243D8" w:rsidRPr="00E243D8">
        <w:rPr>
          <w:rtl/>
          <w:lang w:bidi="fa-IR"/>
        </w:rPr>
        <w:t xml:space="preserve">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C12670" w:rsidP="00E243D8">
      <w:pPr>
        <w:pStyle w:val="libNormal"/>
        <w:rPr>
          <w:rtl/>
          <w:lang w:bidi="fa-IR"/>
        </w:rPr>
      </w:pPr>
      <w:r w:rsidRPr="00C12670">
        <w:rPr>
          <w:rStyle w:val="libAlaemChar"/>
          <w:rFonts w:hint="cs"/>
          <w:rtl/>
        </w:rPr>
        <w:t>(</w:t>
      </w:r>
      <w:r w:rsidR="00E243D8" w:rsidRPr="00C12670">
        <w:rPr>
          <w:rStyle w:val="libAieChar"/>
          <w:rFonts w:hint="eastAsia"/>
          <w:rtl/>
        </w:rPr>
        <w:t>وَ</w:t>
      </w:r>
      <w:r w:rsidR="00E243D8" w:rsidRPr="00C12670">
        <w:rPr>
          <w:rStyle w:val="libAieChar"/>
          <w:rtl/>
        </w:rPr>
        <w:t xml:space="preserve"> اِنْ تَعُدُّوا نِعْمَهَ اللهِ لا تُحْصُوها</w:t>
      </w:r>
      <w:r w:rsidRPr="00C12670">
        <w:rPr>
          <w:rStyle w:val="libAlaemChar"/>
          <w:rFonts w:hint="cs"/>
          <w:rtl/>
        </w:rPr>
        <w:t>)</w:t>
      </w:r>
      <w:r w:rsidR="00E243D8" w:rsidRPr="00E243D8">
        <w:rPr>
          <w:rtl/>
          <w:lang w:bidi="fa-IR"/>
        </w:rPr>
        <w:t>؛</w:t>
      </w:r>
      <w:r w:rsidR="00E243D8" w:rsidRPr="00C12670">
        <w:rPr>
          <w:rStyle w:val="libFootnotenumChar"/>
          <w:rtl/>
        </w:rPr>
        <w:t>(2)</w:t>
      </w:r>
      <w:r w:rsidR="00E243D8" w:rsidRPr="00E243D8">
        <w:rPr>
          <w:rtl/>
          <w:lang w:bidi="fa-IR"/>
        </w:rPr>
        <w:t xml:space="preserve"> و اگر نعمت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خدا را شماره کن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د،</w:t>
      </w:r>
      <w:r w:rsidR="00E243D8" w:rsidRPr="00E243D8">
        <w:rPr>
          <w:rtl/>
          <w:lang w:bidi="fa-IR"/>
        </w:rPr>
        <w:t xml:space="preserve"> نم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توان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آن ها را بشمار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بنابرا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وظ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فه</w:t>
      </w:r>
      <w:r w:rsidRPr="00E243D8">
        <w:rPr>
          <w:rtl/>
          <w:lang w:bidi="fa-IR"/>
        </w:rPr>
        <w:t xml:space="preserve"> ماست که به ادا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شکر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کمر همت ببند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و در حد</w:t>
      </w:r>
    </w:p>
    <w:p w:rsidR="00E243D8" w:rsidRPr="00E243D8" w:rsidRDefault="00C12670" w:rsidP="00C1267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</w:t>
      </w:r>
    </w:p>
    <w:p w:rsidR="00E243D8" w:rsidRPr="00E243D8" w:rsidRDefault="00E243D8" w:rsidP="00C12670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سوره سجده،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7.</w:t>
      </w:r>
    </w:p>
    <w:p w:rsidR="00E243D8" w:rsidRPr="00E243D8" w:rsidRDefault="00E243D8" w:rsidP="00C12670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سوره نحل،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18.</w:t>
      </w:r>
    </w:p>
    <w:p w:rsidR="00E243D8" w:rsidRPr="00E243D8" w:rsidRDefault="00C12670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توان</w:t>
      </w:r>
      <w:r w:rsidR="00E243D8" w:rsidRPr="00E243D8">
        <w:rPr>
          <w:rtl/>
          <w:lang w:bidi="fa-IR"/>
        </w:rPr>
        <w:t xml:space="preserve"> سپاسگزار الطاف و نعمت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کران آن محبوب حق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ق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باش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</w:t>
      </w:r>
      <w:r w:rsidR="00E243D8"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هر</w:t>
      </w:r>
      <w:r w:rsidRPr="00E243D8">
        <w:rPr>
          <w:rtl/>
          <w:lang w:bidi="fa-IR"/>
        </w:rPr>
        <w:t xml:space="preserve"> انسان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جست وجو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کمال است. و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رشد و کمال خود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ازمند</w:t>
      </w:r>
      <w:r w:rsidRPr="00E243D8">
        <w:rPr>
          <w:rtl/>
          <w:lang w:bidi="fa-IR"/>
        </w:rPr>
        <w:t xml:space="preserve"> نقشه راه و الگو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مناسب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بتواند او را به مقصد برساند؛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</w:t>
      </w:r>
      <w:r w:rsidRPr="00E243D8">
        <w:rPr>
          <w:rtl/>
          <w:lang w:bidi="fa-IR"/>
        </w:rPr>
        <w:t xml:space="preserve"> بدون نقشه و الگو، انحراف قطع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خواهد بود.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تنها</w:t>
      </w:r>
      <w:r w:rsidRPr="00E243D8">
        <w:rPr>
          <w:rtl/>
          <w:lang w:bidi="fa-IR"/>
        </w:rPr>
        <w:t xml:space="preserve"> نقشه راه کتاب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آسمان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تنها الگو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کمال که انسان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تواند به سر منزل مقصود برساند، حضرات انب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اء</w:t>
      </w:r>
      <w:r w:rsidRPr="00E243D8">
        <w:rPr>
          <w:rtl/>
          <w:lang w:bidi="fa-IR"/>
        </w:rPr>
        <w:t xml:space="preserve"> و امامان معصوم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هستند.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معصوم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ترب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افتگان</w:t>
      </w:r>
      <w:r w:rsidRPr="00E243D8">
        <w:rPr>
          <w:rtl/>
          <w:lang w:bidi="fa-IR"/>
        </w:rPr>
        <w:t xml:space="preserve"> حق تعال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هستند و از هر خطا و لغزش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محفوظ اند.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 بهتر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الگو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هدا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انسان ها و چراغ روشنگر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جهان بشر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باشند.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مکتب</w:t>
      </w:r>
      <w:r w:rsidRPr="00E243D8">
        <w:rPr>
          <w:rtl/>
          <w:lang w:bidi="fa-IR"/>
        </w:rPr>
        <w:t xml:space="preserve"> اسلام کامل 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 جامع 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مکاتب عصر حاضر است و کمال آن در مذهب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تجل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افته</w:t>
      </w:r>
      <w:r w:rsidRPr="00E243D8">
        <w:rPr>
          <w:rtl/>
          <w:lang w:bidi="fa-IR"/>
        </w:rPr>
        <w:t xml:space="preserve"> و به ظهور 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است.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ره</w:t>
      </w:r>
      <w:r w:rsidRPr="00E243D8">
        <w:rPr>
          <w:rtl/>
          <w:lang w:bidi="fa-IR"/>
        </w:rPr>
        <w:t xml:space="preserve"> 250 ساله از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رفتار معصومان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در دسترس ماست که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تواند بهتر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راهگشا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اداره تمام شئونات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انسان ها باش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پس</w:t>
      </w:r>
      <w:r w:rsidRPr="00E243D8">
        <w:rPr>
          <w:rtl/>
          <w:lang w:bidi="fa-IR"/>
        </w:rPr>
        <w:t xml:space="preserve"> از انتشار سه جلد از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ره</w:t>
      </w:r>
      <w:r w:rsidRPr="00E243D8">
        <w:rPr>
          <w:rtl/>
          <w:lang w:bidi="fa-IR"/>
        </w:rPr>
        <w:t xml:space="preserve">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و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در باب «محبت و رحمت»، «محبت زنان و کودکان» و «س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ره</w:t>
      </w:r>
      <w:r w:rsidRPr="00E243D8">
        <w:rPr>
          <w:rtl/>
          <w:lang w:bidi="fa-IR"/>
        </w:rPr>
        <w:t xml:space="preserve"> اخلاق» که با استقبال خوب دوستداران نبو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علو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روبه رو شد، بر آن شد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که موضوع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جامعه ما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ازمند</w:t>
      </w:r>
      <w:r w:rsidRPr="00E243D8">
        <w:rPr>
          <w:rtl/>
          <w:lang w:bidi="fa-IR"/>
        </w:rPr>
        <w:t xml:space="preserve"> آن است و شا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کمتر به آن پرداخته شده را ب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قلم آور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lastRenderedPageBreak/>
        <w:t>نگاه</w:t>
      </w:r>
      <w:r w:rsidRPr="00E243D8">
        <w:rPr>
          <w:rtl/>
          <w:lang w:bidi="fa-IR"/>
        </w:rPr>
        <w:t xml:space="preserve"> متعال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مکتب ما نگاه جامع و کامل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همه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معنو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ماد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انسان ها را تأم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همان</w:t>
      </w:r>
      <w:r w:rsidRPr="00E243D8">
        <w:rPr>
          <w:rtl/>
          <w:lang w:bidi="fa-IR"/>
        </w:rPr>
        <w:t xml:space="preserve"> طور که در مکتب ما از هرزگ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بزهکار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لودگ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پوچگرا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و خشک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ستن</w:t>
      </w:r>
      <w:r w:rsidRPr="00E243D8">
        <w:rPr>
          <w:rtl/>
          <w:lang w:bidi="fa-IR"/>
        </w:rPr>
        <w:t xml:space="preserve"> و لذت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حرام نه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شده،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و ورزش و لذت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ماندگار و سالم را امر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ضرور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دانسته و به آن سفارش نموده است. به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حد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در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 xml:space="preserve"> ما فرموده اند: با لذائذ حلال و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حات</w:t>
      </w:r>
      <w:r w:rsidRPr="00E243D8">
        <w:rPr>
          <w:rtl/>
          <w:lang w:bidi="fa-IR"/>
        </w:rPr>
        <w:t xml:space="preserve"> سالم است که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به سه بخش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عبادات و کار و استراحت باشد توف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F10AE1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هر</w:t>
      </w:r>
      <w:r w:rsidRPr="00E243D8">
        <w:rPr>
          <w:rtl/>
          <w:lang w:bidi="fa-IR"/>
        </w:rPr>
        <w:t xml:space="preserve"> انسان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فطرتاً دنبال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نشاط است. دوست دارد که هم خود شاد باشد و هم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را شاد بب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>. در حال نشاط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همه کارها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عباد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اجتماع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 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و اعتدال انجام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</w:t>
      </w:r>
      <w:r w:rsidR="00F10AE1" w:rsidRPr="00E243D8">
        <w:rPr>
          <w:rFonts w:hint="eastAsia"/>
          <w:rtl/>
          <w:lang w:bidi="fa-IR"/>
        </w:rPr>
        <w:t xml:space="preserve"> </w:t>
      </w:r>
      <w:r w:rsidRPr="00E243D8">
        <w:rPr>
          <w:rFonts w:hint="eastAsia"/>
          <w:rtl/>
          <w:lang w:bidi="fa-IR"/>
        </w:rPr>
        <w:t>انسان</w:t>
      </w:r>
      <w:r w:rsidRPr="00E243D8">
        <w:rPr>
          <w:rtl/>
          <w:lang w:bidi="fa-IR"/>
        </w:rPr>
        <w:t xml:space="preserve"> افسرده و غمگ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نه حال کار درست را دارد و نه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تواند در حال افسردگ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کار را درست به انجام برساند؛ لذا انسان و جامعه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با نشاط و آرامش و سرور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تا به اهداف عال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خود برسد.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نوشتار سع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شده است که موضوع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نشاط از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دگاه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 xml:space="preserve"> و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 xml:space="preserve"> بررس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 و راه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نشاط و فرار از غم ها و غصه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جا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شود تا جامعه ما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شه</w:t>
      </w:r>
      <w:r w:rsidRPr="00E243D8">
        <w:rPr>
          <w:rtl/>
          <w:lang w:bidi="fa-IR"/>
        </w:rPr>
        <w:t xml:space="preserve"> سرحال و با نشاط باشد. استاد بزرگوار ما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فرمودند: هر چه خواست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بخور،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غصه نخور. 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است ان</w:t>
      </w:r>
      <w:r w:rsidRPr="00E243D8">
        <w:rPr>
          <w:rFonts w:hint="eastAsia"/>
          <w:rtl/>
          <w:lang w:bidi="fa-IR"/>
        </w:rPr>
        <w:t>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خدا و چهارده معصوم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را دارد غصه بخورد. «ا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دل غم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مباش که مولا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است!» جان همه ما به فدا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مولا!</w:t>
      </w:r>
    </w:p>
    <w:tbl>
      <w:tblPr>
        <w:tblStyle w:val="TableGrid"/>
        <w:bidiVisual/>
        <w:tblW w:w="5244" w:type="pct"/>
        <w:tblInd w:w="-432" w:type="dxa"/>
        <w:tblLook w:val="01E0"/>
      </w:tblPr>
      <w:tblGrid>
        <w:gridCol w:w="4013"/>
        <w:gridCol w:w="267"/>
        <w:gridCol w:w="3677"/>
      </w:tblGrid>
      <w:tr w:rsidR="00F10AE1" w:rsidTr="00F10AE1">
        <w:trPr>
          <w:trHeight w:val="350"/>
        </w:trPr>
        <w:tc>
          <w:tcPr>
            <w:tcW w:w="4013" w:type="dxa"/>
            <w:shd w:val="clear" w:color="auto" w:fill="auto"/>
          </w:tcPr>
          <w:p w:rsidR="00F10AE1" w:rsidRDefault="00F10AE1" w:rsidP="00921FE4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lastRenderedPageBreak/>
              <w:t>مست</w:t>
            </w:r>
            <w:r w:rsidRPr="00E243D8">
              <w:rPr>
                <w:rtl/>
                <w:lang w:bidi="fa-IR"/>
              </w:rPr>
              <w:t xml:space="preserve"> تولا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tl/>
                <w:lang w:bidi="fa-IR"/>
              </w:rPr>
              <w:t xml:space="preserve"> تو ام 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ا</w:t>
            </w:r>
            <w:r w:rsidRPr="00E243D8">
              <w:rPr>
                <w:rtl/>
                <w:lang w:bidi="fa-IR"/>
              </w:rPr>
              <w:t xml:space="preserve"> عل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  <w:shd w:val="clear" w:color="auto" w:fill="auto"/>
          </w:tcPr>
          <w:p w:rsidR="00F10AE1" w:rsidRDefault="00F10AE1" w:rsidP="00921FE4">
            <w:pPr>
              <w:pStyle w:val="libPoem"/>
              <w:rPr>
                <w:rtl/>
              </w:rPr>
            </w:pPr>
          </w:p>
        </w:tc>
        <w:tc>
          <w:tcPr>
            <w:tcW w:w="3677" w:type="dxa"/>
            <w:shd w:val="clear" w:color="auto" w:fill="auto"/>
          </w:tcPr>
          <w:p w:rsidR="00F10AE1" w:rsidRDefault="00F10AE1" w:rsidP="00921FE4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t>خاک</w:t>
            </w:r>
            <w:r w:rsidRPr="00E243D8">
              <w:rPr>
                <w:rtl/>
                <w:lang w:bidi="fa-IR"/>
              </w:rPr>
              <w:t xml:space="preserve"> کف پا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tl/>
                <w:lang w:bidi="fa-IR"/>
              </w:rPr>
              <w:t xml:space="preserve"> تو ام 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ا</w:t>
            </w:r>
            <w:r w:rsidRPr="00E243D8">
              <w:rPr>
                <w:rtl/>
                <w:lang w:bidi="fa-IR"/>
              </w:rPr>
              <w:t xml:space="preserve"> عل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0AE1" w:rsidTr="00F10AE1">
        <w:trPr>
          <w:trHeight w:val="350"/>
        </w:trPr>
        <w:tc>
          <w:tcPr>
            <w:tcW w:w="4013" w:type="dxa"/>
          </w:tcPr>
          <w:p w:rsidR="00F10AE1" w:rsidRDefault="00F10AE1" w:rsidP="00921FE4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t>من</w:t>
            </w:r>
            <w:r w:rsidRPr="00E243D8">
              <w:rPr>
                <w:rtl/>
                <w:lang w:bidi="fa-IR"/>
              </w:rPr>
              <w:t xml:space="preserve"> گر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ه</w:t>
            </w:r>
            <w:r w:rsidRPr="00E243D8">
              <w:rPr>
                <w:rtl/>
                <w:lang w:bidi="fa-IR"/>
              </w:rPr>
              <w:t xml:space="preserve"> کنم غبارم از دل برود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F10AE1" w:rsidRDefault="00F10AE1" w:rsidP="00921FE4">
            <w:pPr>
              <w:pStyle w:val="libPoem"/>
              <w:rPr>
                <w:rtl/>
              </w:rPr>
            </w:pPr>
          </w:p>
        </w:tc>
        <w:tc>
          <w:tcPr>
            <w:tcW w:w="3677" w:type="dxa"/>
          </w:tcPr>
          <w:p w:rsidR="00F10AE1" w:rsidRDefault="00F10AE1" w:rsidP="00921FE4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t>تو</w:t>
            </w:r>
            <w:r w:rsidRPr="00E243D8">
              <w:rPr>
                <w:rtl/>
                <w:lang w:bidi="fa-IR"/>
              </w:rPr>
              <w:t xml:space="preserve"> خنده کن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tl/>
                <w:lang w:bidi="fa-IR"/>
              </w:rPr>
              <w:t xml:space="preserve"> بهار دل باز آ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خاتمه بر خود لازم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دانم از همه عز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در آماده ساز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نشر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مجموعه زحمت کش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اند، به 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ژه</w:t>
      </w:r>
      <w:r w:rsidRPr="00E243D8">
        <w:rPr>
          <w:rtl/>
          <w:lang w:bidi="fa-IR"/>
        </w:rPr>
        <w:t xml:space="preserve"> از برادر خوب و ارجمندم جناب آقا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به حق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نوشتار را مد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</w:t>
      </w:r>
      <w:r w:rsidRPr="00E243D8">
        <w:rPr>
          <w:rtl/>
          <w:lang w:bidi="fa-IR"/>
        </w:rPr>
        <w:t xml:space="preserve"> تلاش خالصانه و مجدانه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شان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دانم، نها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تشکر را داشته باشم.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همچن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از عز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زان</w:t>
      </w:r>
      <w:r w:rsidRPr="00E243D8">
        <w:rPr>
          <w:rtl/>
          <w:lang w:bidi="fa-IR"/>
        </w:rPr>
        <w:t xml:space="preserve"> انتشارات طوبا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محبت که در نشر و چاپ کتاب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نجانب</w:t>
      </w:r>
      <w:r w:rsidRPr="00E243D8">
        <w:rPr>
          <w:rtl/>
          <w:lang w:bidi="fa-IR"/>
        </w:rPr>
        <w:t xml:space="preserve"> زحمت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کشند، صم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مانه</w:t>
      </w:r>
      <w:r w:rsidRPr="00E243D8">
        <w:rPr>
          <w:rtl/>
          <w:lang w:bidi="fa-IR"/>
        </w:rPr>
        <w:t xml:space="preserve"> سپاسگزارم و بهتر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ها را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 ها آرزو دارم.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از</w:t>
      </w:r>
      <w:r w:rsidRPr="00E243D8">
        <w:rPr>
          <w:rtl/>
          <w:lang w:bidi="fa-IR"/>
        </w:rPr>
        <w:t xml:space="preserve"> خداوند منان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سرشار از نشاط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موفق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همه خوانندگان عز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مسئلت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همزمان</w:t>
      </w:r>
      <w:r w:rsidRPr="00E243D8">
        <w:rPr>
          <w:rtl/>
          <w:lang w:bidi="fa-IR"/>
        </w:rPr>
        <w:t xml:space="preserve"> با گرام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داشت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لاد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اکرم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و امام جعفر صادق عل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السلام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رب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</w:t>
      </w:r>
      <w:r w:rsidRPr="00E243D8">
        <w:rPr>
          <w:rtl/>
          <w:lang w:bidi="fa-IR"/>
        </w:rPr>
        <w:t xml:space="preserve"> الاول 1434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حب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</w:t>
      </w:r>
      <w:r w:rsidRPr="00E243D8">
        <w:rPr>
          <w:rtl/>
          <w:lang w:bidi="fa-IR"/>
        </w:rPr>
        <w:t xml:space="preserve"> الله فرحزاد.</w:t>
      </w:r>
    </w:p>
    <w:p w:rsidR="00F10AE1" w:rsidRDefault="00F10AE1" w:rsidP="00F10AE1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" w:name="_Toc67344684"/>
      <w:r w:rsidR="00E243D8" w:rsidRPr="00E243D8">
        <w:rPr>
          <w:rFonts w:hint="eastAsia"/>
          <w:rtl/>
          <w:lang w:bidi="fa-IR"/>
        </w:rPr>
        <w:lastRenderedPageBreak/>
        <w:t>گفتار</w:t>
      </w:r>
      <w:r w:rsidR="00E243D8" w:rsidRPr="00E243D8">
        <w:rPr>
          <w:rtl/>
          <w:lang w:bidi="fa-IR"/>
        </w:rPr>
        <w:t xml:space="preserve"> اول : به سو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شادمان</w:t>
      </w:r>
      <w:r w:rsidR="00E243D8" w:rsidRPr="00E243D8">
        <w:rPr>
          <w:rFonts w:hint="cs"/>
          <w:rtl/>
          <w:lang w:bidi="fa-IR"/>
        </w:rPr>
        <w:t>ی</w:t>
      </w:r>
      <w:bookmarkEnd w:id="1"/>
      <w:r w:rsidR="00E243D8" w:rsidRPr="00E243D8">
        <w:rPr>
          <w:rtl/>
          <w:lang w:bidi="fa-IR"/>
        </w:rPr>
        <w:t xml:space="preserve"> </w:t>
      </w:r>
    </w:p>
    <w:p w:rsidR="00F10AE1" w:rsidRDefault="00F10AE1" w:rsidP="00E243D8">
      <w:pPr>
        <w:pStyle w:val="libNormal"/>
        <w:rPr>
          <w:rtl/>
          <w:lang w:bidi="fa-IR"/>
        </w:rPr>
      </w:pPr>
    </w:p>
    <w:p w:rsidR="00E243D8" w:rsidRPr="00E243D8" w:rsidRDefault="00E243D8" w:rsidP="00F10AE1">
      <w:pPr>
        <w:pStyle w:val="libBold1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اشاره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اَلسُّ</w:t>
      </w:r>
      <w:r w:rsidRPr="00E243D8">
        <w:rPr>
          <w:rtl/>
          <w:lang w:bidi="fa-IR"/>
        </w:rPr>
        <w:t xml:space="preserve">_رورُ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بْسُطُ</w:t>
      </w:r>
      <w:r w:rsidRPr="00E243D8">
        <w:rPr>
          <w:rtl/>
          <w:lang w:bidi="fa-IR"/>
        </w:rPr>
        <w:t xml:space="preserve"> النَّفْسَ وَ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ث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رُ</w:t>
      </w:r>
      <w:r w:rsidRPr="00E243D8">
        <w:rPr>
          <w:rtl/>
          <w:lang w:bidi="fa-IR"/>
        </w:rPr>
        <w:t xml:space="preserve"> النَّشاطَ وَ الغَمُّ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قْبِضُ</w:t>
      </w:r>
      <w:r w:rsidRPr="00E243D8">
        <w:rPr>
          <w:rtl/>
          <w:lang w:bidi="fa-IR"/>
        </w:rPr>
        <w:t xml:space="preserve"> النَّفْسَ وَ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طْو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الانْبِساطَ؛</w:t>
      </w:r>
      <w:r w:rsidRPr="00F10AE1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سرور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نفس را انبساط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بخشد و نشاط و شاداب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بر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زاند</w:t>
      </w:r>
      <w:r w:rsidRPr="00E243D8">
        <w:rPr>
          <w:rtl/>
          <w:lang w:bidi="fa-IR"/>
        </w:rPr>
        <w:t>. و غم و اندوه، نفس را گرفته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و نشاط و انبساط را درهم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F10AE1" w:rsidP="00F10AE1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2" w:name="_Toc67344685"/>
      <w:r w:rsidR="00E243D8" w:rsidRPr="00E243D8">
        <w:rPr>
          <w:rFonts w:hint="eastAsia"/>
          <w:rtl/>
          <w:lang w:bidi="fa-IR"/>
        </w:rPr>
        <w:lastRenderedPageBreak/>
        <w:t>عبور</w:t>
      </w:r>
      <w:r w:rsidR="00E243D8" w:rsidRPr="00E243D8">
        <w:rPr>
          <w:rtl/>
          <w:lang w:bidi="fa-IR"/>
        </w:rPr>
        <w:t xml:space="preserve"> از صراط</w:t>
      </w:r>
      <w:bookmarkEnd w:id="2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عبور</w:t>
      </w:r>
      <w:r w:rsidRPr="00E243D8">
        <w:rPr>
          <w:rtl/>
          <w:lang w:bidi="fa-IR"/>
        </w:rPr>
        <w:t xml:space="preserve"> از صراط از مهم 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مراحل سعادت بشر است. اساس عبور از صراط در آخرت، عبور از صراط در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است</w:t>
      </w:r>
      <w:r w:rsidRPr="00E243D8">
        <w:rPr>
          <w:rtl/>
          <w:lang w:bidi="fa-IR"/>
        </w:rPr>
        <w:t xml:space="preserve">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اگر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بتواند به راحت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صراط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عبور کند، از صراط آخرت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عبور کرده است. در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صراط آخرت تجسم صراط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است</w:t>
      </w:r>
      <w:r w:rsidRPr="00E243D8">
        <w:rPr>
          <w:rtl/>
          <w:lang w:bidi="fa-IR"/>
        </w:rPr>
        <w:t>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در هر نماز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دو مرتبه از خدا</w:t>
      </w:r>
      <w:r w:rsidRPr="00E243D8">
        <w:rPr>
          <w:rFonts w:hint="eastAsia"/>
          <w:rtl/>
          <w:lang w:bidi="fa-IR"/>
        </w:rPr>
        <w:t>وند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که ما را به صراط مستق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خودش که همان راه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است، هاد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رهنمون باشد.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ارتباط</w:t>
      </w:r>
      <w:r w:rsidRPr="00E243D8">
        <w:rPr>
          <w:rtl/>
          <w:lang w:bidi="fa-IR"/>
        </w:rPr>
        <w:t xml:space="preserve"> و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وند</w:t>
      </w:r>
      <w:r w:rsidRPr="00E243D8">
        <w:rPr>
          <w:rtl/>
          <w:lang w:bidi="fa-IR"/>
        </w:rPr>
        <w:t xml:space="preserve"> با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عوامل مهم عبور از صراط، بلکه خود عبور از صراط است.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قرار گرفتن در صراط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را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 آسان و روان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کند، ذکر و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آنان است.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رو، در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 xml:space="preserve"> توص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فراوان به ذکر صلوات بر محمد و آل </w:t>
      </w:r>
      <w:r w:rsidRPr="00E243D8">
        <w:rPr>
          <w:rFonts w:hint="eastAsia"/>
          <w:rtl/>
          <w:lang w:bidi="fa-IR"/>
        </w:rPr>
        <w:t>محمد</w:t>
      </w:r>
      <w:r w:rsidRPr="00E243D8">
        <w:rPr>
          <w:rtl/>
          <w:lang w:bidi="fa-IR"/>
        </w:rPr>
        <w:t xml:space="preserve"> شده است و آن را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</w:p>
    <w:p w:rsidR="00E243D8" w:rsidRPr="00E243D8" w:rsidRDefault="00F10AE1" w:rsidP="00F10AE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E243D8" w:rsidRPr="00E243D8" w:rsidRDefault="00E243D8" w:rsidP="00F10AE1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</w:t>
      </w:r>
      <w:r w:rsidRPr="00E243D8">
        <w:rPr>
          <w:rtl/>
          <w:lang w:bidi="fa-IR"/>
        </w:rPr>
        <w:t xml:space="preserve"> الحکم و المواعظ، ص 62؛ غررالحکم، ص 113.</w:t>
      </w:r>
    </w:p>
    <w:p w:rsidR="00E243D8" w:rsidRPr="00E243D8" w:rsidRDefault="00F10AE1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از</w:t>
      </w:r>
      <w:r w:rsidR="00E243D8" w:rsidRPr="00E243D8">
        <w:rPr>
          <w:rtl/>
          <w:lang w:bidi="fa-IR"/>
        </w:rPr>
        <w:t xml:space="preserve"> عوامل عبور از صراط دانسته اند.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از</w:t>
      </w:r>
      <w:r w:rsidRPr="00E243D8">
        <w:rPr>
          <w:rtl/>
          <w:lang w:bidi="fa-IR"/>
        </w:rPr>
        <w:t xml:space="preserve"> نب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مکرم اسلام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شده است: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الصَّلاهُ</w:t>
      </w:r>
      <w:r w:rsidRPr="00E243D8">
        <w:rPr>
          <w:rtl/>
          <w:lang w:bidi="fa-IR"/>
        </w:rPr>
        <w:t xml:space="preserve"> عَلَ</w:t>
      </w:r>
      <w:r w:rsidRPr="00E243D8">
        <w:rPr>
          <w:rFonts w:hint="cs"/>
          <w:rtl/>
          <w:lang w:bidi="fa-IR"/>
        </w:rPr>
        <w:t>یَّ</w:t>
      </w:r>
      <w:r w:rsidRPr="00E243D8">
        <w:rPr>
          <w:rtl/>
          <w:lang w:bidi="fa-IR"/>
        </w:rPr>
        <w:t xml:space="preserve"> نُورُ الصِّراطِ وَ مَنْ کانَ لَهُ عَلَ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الصِّراطِ مِنَ النّورِ لَمْ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کُنْ</w:t>
      </w:r>
      <w:r w:rsidRPr="00E243D8">
        <w:rPr>
          <w:rtl/>
          <w:lang w:bidi="fa-IR"/>
        </w:rPr>
        <w:t xml:space="preserve"> مِنْ اَهْلِ النّارِ؛</w:t>
      </w:r>
      <w:r w:rsidRPr="00F10AE1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صلوات بر من نور صراط است و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او بر صراط نور باشد، از اهل آتش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صلوات</w:t>
      </w:r>
      <w:r w:rsidRPr="00E243D8">
        <w:rPr>
          <w:rtl/>
          <w:lang w:bidi="fa-IR"/>
        </w:rPr>
        <w:t xml:space="preserve"> نور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راه سعادت را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انسان روشن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نور دارد، به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راهه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رود و در دره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ضلالت فرو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افتد و به لغزشگاه ها گرفتار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راه سعادت و بهشت را که روشن 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راه است، در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رد</w:t>
      </w:r>
      <w:r w:rsidRPr="00E243D8">
        <w:rPr>
          <w:rtl/>
          <w:lang w:bidi="fa-IR"/>
        </w:rPr>
        <w:t xml:space="preserve"> و سرانجام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جز بهشت نخواهد داشت.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B155C2" w:rsidP="00B155C2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3" w:name="_Toc67344686"/>
      <w:r w:rsidR="00E243D8" w:rsidRPr="00E243D8">
        <w:rPr>
          <w:rFonts w:hint="eastAsia"/>
          <w:rtl/>
          <w:lang w:bidi="fa-IR"/>
        </w:rPr>
        <w:lastRenderedPageBreak/>
        <w:t>غم</w:t>
      </w:r>
      <w:r w:rsidR="00E243D8" w:rsidRPr="00E243D8">
        <w:rPr>
          <w:rtl/>
          <w:lang w:bidi="fa-IR"/>
        </w:rPr>
        <w:t xml:space="preserve"> و شاد</w:t>
      </w:r>
      <w:r w:rsidR="00E243D8" w:rsidRPr="00E243D8">
        <w:rPr>
          <w:rFonts w:hint="cs"/>
          <w:rtl/>
          <w:lang w:bidi="fa-IR"/>
        </w:rPr>
        <w:t>ی</w:t>
      </w:r>
      <w:bookmarkEnd w:id="3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غم</w:t>
      </w:r>
      <w:r w:rsidRPr="00E243D8">
        <w:rPr>
          <w:rtl/>
          <w:lang w:bidi="fa-IR"/>
        </w:rPr>
        <w:t xml:space="preserve">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حالات انسان است که در فراز و نش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</w:t>
      </w:r>
      <w:r w:rsidRPr="00E243D8">
        <w:rPr>
          <w:rtl/>
          <w:lang w:bidi="fa-IR"/>
        </w:rPr>
        <w:t xml:space="preserve"> ها و در رو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دادها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مختلف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بانگ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او خواهد بود و از لوازم و حالاتِ جدا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ناپذ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نفس آدم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 اصلاً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بدون غم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معنا و مفهوم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ندارد.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B155C2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برخ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ها موجبات نشاط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انسان را فراهم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سازند و برخ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انسان را در غم و اندوه خو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فرو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برند.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دو حالت که در برابر هم قرار دارند و هم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را نف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کنند، نه به طور مطلق ممدوح و پسند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است و نه به طور عام مذوم و ناپسند است. حسن و قبح هر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به مورد و انگ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زه</w:t>
      </w:r>
      <w:r w:rsidRPr="00E243D8">
        <w:rPr>
          <w:rtl/>
          <w:lang w:bidi="fa-IR"/>
        </w:rPr>
        <w:t xml:space="preserve"> آن بستگ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دارد. چه بسا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منشأ آن جهالت و نادان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و سرانجام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جز شقاوت و بدبخت</w:t>
      </w:r>
      <w:r w:rsidRPr="00E243D8">
        <w:rPr>
          <w:rFonts w:hint="cs"/>
          <w:rtl/>
          <w:lang w:bidi="fa-IR"/>
        </w:rPr>
        <w:t>ی</w:t>
      </w:r>
    </w:p>
    <w:p w:rsidR="00E243D8" w:rsidRPr="00E243D8" w:rsidRDefault="00B155C2" w:rsidP="00B155C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E243D8" w:rsidRPr="00E243D8" w:rsidRDefault="00E243D8" w:rsidP="00B155C2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جامع الاخبار، ص 60؛ بحارالانوار، ج 91، ص 64.</w:t>
      </w:r>
    </w:p>
    <w:p w:rsidR="00E243D8" w:rsidRPr="00E243D8" w:rsidRDefault="00B155C2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نص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ب</w:t>
      </w:r>
      <w:r w:rsidR="00E243D8" w:rsidRPr="00E243D8">
        <w:rPr>
          <w:rtl/>
          <w:lang w:bidi="fa-IR"/>
        </w:rPr>
        <w:t xml:space="preserve"> انسان نم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سازد و چه غم ها</w:t>
      </w:r>
      <w:r w:rsidR="00E243D8" w:rsidRPr="00E243D8">
        <w:rPr>
          <w:rFonts w:hint="cs"/>
          <w:rtl/>
          <w:lang w:bidi="fa-IR"/>
        </w:rPr>
        <w:t>یی</w:t>
      </w:r>
      <w:r w:rsidR="00E243D8" w:rsidRPr="00E243D8">
        <w:rPr>
          <w:rtl/>
          <w:lang w:bidi="fa-IR"/>
        </w:rPr>
        <w:t xml:space="preserve"> که در دل خود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ک</w:t>
      </w:r>
      <w:r w:rsidR="00E243D8" w:rsidRPr="00E243D8">
        <w:rPr>
          <w:rtl/>
          <w:lang w:bidi="fa-IR"/>
        </w:rPr>
        <w:t xml:space="preserve"> دن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tl/>
          <w:lang w:bidi="fa-IR"/>
        </w:rPr>
        <w:t xml:space="preserve"> شاد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و شادکام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به همراه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آورد.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B155C2">
      <w:pPr>
        <w:pStyle w:val="Heading2"/>
        <w:rPr>
          <w:rtl/>
          <w:lang w:bidi="fa-IR"/>
        </w:rPr>
      </w:pPr>
      <w:bookmarkStart w:id="4" w:name="_Toc67344687"/>
      <w:r w:rsidRPr="00E243D8">
        <w:rPr>
          <w:rFonts w:hint="eastAsia"/>
          <w:rtl/>
          <w:lang w:bidi="fa-IR"/>
        </w:rPr>
        <w:t>اصالت</w:t>
      </w:r>
      <w:r w:rsidRPr="00E243D8">
        <w:rPr>
          <w:rtl/>
          <w:lang w:bidi="fa-IR"/>
        </w:rPr>
        <w:t xml:space="preserve"> شاد</w:t>
      </w:r>
      <w:r w:rsidRPr="00E243D8">
        <w:rPr>
          <w:rFonts w:hint="cs"/>
          <w:rtl/>
          <w:lang w:bidi="fa-IR"/>
        </w:rPr>
        <w:t>ی</w:t>
      </w:r>
      <w:bookmarkEnd w:id="4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اما</w:t>
      </w:r>
      <w:r w:rsidRPr="00E243D8">
        <w:rPr>
          <w:rtl/>
          <w:lang w:bidi="fa-IR"/>
        </w:rPr>
        <w:t xml:space="preserve"> 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آنچه اصالت و شرافت دارد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 بدان معنا که اساس خلقت و فطرت بر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بنا نهاده شده است. اگر اندوه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هم باشد، اندوه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عارض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گذراست.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هر</w:t>
      </w:r>
      <w:r w:rsidRPr="00E243D8">
        <w:rPr>
          <w:rtl/>
          <w:lang w:bidi="fa-IR"/>
        </w:rPr>
        <w:t xml:space="preserve"> چند غم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هر دو ملازم انسان اند،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آنچه اصالت دارد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 فطرت انسان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شه</w:t>
      </w:r>
      <w:r w:rsidRPr="00E243D8">
        <w:rPr>
          <w:rtl/>
          <w:lang w:bidi="fa-IR"/>
        </w:rPr>
        <w:t xml:space="preserve"> به دنبال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در جست و جو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بوده است. از آرزوها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انسان در صدد تحقق آن است، زدودن غم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B155C2" w:rsidP="00B155C2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5" w:name="_Toc67344688"/>
      <w:r w:rsidR="00E243D8" w:rsidRPr="00E243D8">
        <w:rPr>
          <w:rFonts w:hint="eastAsia"/>
          <w:rtl/>
          <w:lang w:bidi="fa-IR"/>
        </w:rPr>
        <w:lastRenderedPageBreak/>
        <w:t>نشانه</w:t>
      </w:r>
      <w:r w:rsidR="00E243D8" w:rsidRPr="00E243D8">
        <w:rPr>
          <w:rtl/>
          <w:lang w:bidi="fa-IR"/>
        </w:rPr>
        <w:t xml:space="preserve"> ها</w:t>
      </w:r>
      <w:r w:rsidR="00E243D8" w:rsidRPr="00E243D8">
        <w:rPr>
          <w:rFonts w:hint="cs"/>
          <w:rtl/>
          <w:lang w:bidi="fa-IR"/>
        </w:rPr>
        <w:t>یی</w:t>
      </w:r>
      <w:r w:rsidR="00E243D8" w:rsidRPr="00E243D8">
        <w:rPr>
          <w:rtl/>
          <w:lang w:bidi="fa-IR"/>
        </w:rPr>
        <w:t xml:space="preserve"> از اصالت شاد</w:t>
      </w:r>
      <w:r w:rsidR="00E243D8" w:rsidRPr="00E243D8">
        <w:rPr>
          <w:rFonts w:hint="cs"/>
          <w:rtl/>
          <w:lang w:bidi="fa-IR"/>
        </w:rPr>
        <w:t>ی</w:t>
      </w:r>
      <w:bookmarkEnd w:id="5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 دلائل و نشانه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اصالت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ضرورت شاد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ستن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افت</w:t>
      </w:r>
      <w:r w:rsidRPr="00E243D8">
        <w:rPr>
          <w:rtl/>
          <w:lang w:bidi="fa-IR"/>
        </w:rPr>
        <w:t xml:space="preserve"> که به بررس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آن ها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پرداز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B155C2">
      <w:pPr>
        <w:pStyle w:val="Heading2"/>
        <w:rPr>
          <w:rtl/>
          <w:lang w:bidi="fa-IR"/>
        </w:rPr>
      </w:pPr>
      <w:r w:rsidRPr="00E243D8">
        <w:rPr>
          <w:rtl/>
          <w:lang w:bidi="fa-IR"/>
        </w:rPr>
        <w:t xml:space="preserve"> </w:t>
      </w:r>
      <w:bookmarkStart w:id="6" w:name="_Toc67344689"/>
      <w:r w:rsidRPr="00E243D8">
        <w:rPr>
          <w:rtl/>
          <w:lang w:bidi="fa-IR"/>
        </w:rPr>
        <w:t>گواه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فطرت</w:t>
      </w:r>
      <w:bookmarkEnd w:id="6"/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دلا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غم و اندوه را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انسان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اساس و مقطع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داند و فرح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سرور را اساس خلقت و فطرت آدم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شمارد،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فطرت انسان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دوست دارد. آدم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همواره به دنبال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شاد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ستن</w:t>
      </w:r>
      <w:r w:rsidRPr="00E243D8">
        <w:rPr>
          <w:rtl/>
          <w:lang w:bidi="fa-IR"/>
        </w:rPr>
        <w:t xml:space="preserve"> است و از غم و اندوه 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زان</w:t>
      </w:r>
      <w:r w:rsidRPr="00E243D8">
        <w:rPr>
          <w:rtl/>
          <w:lang w:bidi="fa-IR"/>
        </w:rPr>
        <w:t xml:space="preserve">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مردم هز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نه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 تا شاد باشند، شاد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 و غم و اندوه را از خودشان بزدا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>. و بد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انسان در حالت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نشاط</w:t>
      </w:r>
      <w:r w:rsidRPr="00E243D8">
        <w:rPr>
          <w:rtl/>
          <w:lang w:bidi="fa-IR"/>
        </w:rPr>
        <w:t xml:space="preserve">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انجام امور و مسئول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ها و وظا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خو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موفق تر و جد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تر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مطالعه، در تحص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ل،</w:t>
      </w:r>
      <w:r w:rsidRPr="00E243D8">
        <w:rPr>
          <w:rtl/>
          <w:lang w:bidi="fa-IR"/>
        </w:rPr>
        <w:t xml:space="preserve"> در کار، در برنامه ها، در عبادت و در معاشرت ها، نشاط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موتور محرکه انسان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آنچه</w:t>
      </w:r>
      <w:r w:rsidRPr="00E243D8">
        <w:rPr>
          <w:rtl/>
          <w:lang w:bidi="fa-IR"/>
        </w:rPr>
        <w:t xml:space="preserve"> فطرت انسان به آن گواه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شهادت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دهد، خود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مهم 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نشانه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اصالت و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</w:t>
      </w:r>
      <w:r w:rsidRPr="00E243D8">
        <w:rPr>
          <w:rtl/>
          <w:lang w:bidi="fa-IR"/>
        </w:rPr>
        <w:t xml:space="preserve"> آدم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 و فرح و نشاط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امور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اگر</w:t>
      </w:r>
      <w:r w:rsidRPr="00E243D8">
        <w:rPr>
          <w:rtl/>
          <w:lang w:bidi="fa-IR"/>
        </w:rPr>
        <w:t xml:space="preserve"> انسان به سراغ فطرت رود و از او بپرسد که خوب است انسان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شه</w:t>
      </w:r>
      <w:r w:rsidRPr="00E243D8">
        <w:rPr>
          <w:rtl/>
          <w:lang w:bidi="fa-IR"/>
        </w:rPr>
        <w:t xml:space="preserve"> بانشاط و شاد باشد،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زانو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غم در بغل بگ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رد</w:t>
      </w:r>
      <w:r w:rsidRPr="00E243D8">
        <w:rPr>
          <w:rtl/>
          <w:lang w:bidi="fa-IR"/>
        </w:rPr>
        <w:t xml:space="preserve"> و با ناراحت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غم غصه به سر </w:t>
      </w:r>
      <w:r w:rsidRPr="00E243D8">
        <w:rPr>
          <w:rtl/>
          <w:lang w:bidi="fa-IR"/>
        </w:rPr>
        <w:lastRenderedPageBreak/>
        <w:t>ببرد، قطعاً فطرتِ انسان شاد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ستن</w:t>
      </w:r>
      <w:r w:rsidRPr="00E243D8">
        <w:rPr>
          <w:rtl/>
          <w:lang w:bidi="fa-IR"/>
        </w:rPr>
        <w:t xml:space="preserve">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پسندد و غم و اندوه را امر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ناخوشا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شمارد. غم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خوب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 xml:space="preserve"> و اساساً </w:t>
      </w:r>
      <w:r w:rsidRPr="00E243D8">
        <w:rPr>
          <w:rFonts w:hint="eastAsia"/>
          <w:rtl/>
          <w:lang w:bidi="fa-IR"/>
        </w:rPr>
        <w:t>فطرت</w:t>
      </w:r>
      <w:r w:rsidRPr="00E243D8">
        <w:rPr>
          <w:rtl/>
          <w:lang w:bidi="fa-IR"/>
        </w:rPr>
        <w:t xml:space="preserve"> انسان به دنبال غم و اندوه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ست،</w:t>
      </w:r>
      <w:r w:rsidRPr="00E243D8">
        <w:rPr>
          <w:rtl/>
          <w:lang w:bidi="fa-IR"/>
        </w:rPr>
        <w:t xml:space="preserve"> هرچند گاه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غم انسان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رد،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شامد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موجب اندوه انسان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گردد.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فطرت</w:t>
      </w:r>
      <w:r w:rsidRPr="00E243D8">
        <w:rPr>
          <w:rtl/>
          <w:lang w:bidi="fa-IR"/>
        </w:rPr>
        <w:t xml:space="preserve"> و روح انسان با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مأنوس است و شاد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ستن</w:t>
      </w:r>
      <w:r w:rsidRPr="00E243D8">
        <w:rPr>
          <w:rtl/>
          <w:lang w:bidi="fa-IR"/>
        </w:rPr>
        <w:t xml:space="preserve">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پسندد. آنچه هم از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 xml:space="preserve"> استفاده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شود،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مطلب است.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 xml:space="preserve"> اصالت را با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داند و آن را امر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ممدوح و پسند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شمارد.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B155C2">
      <w:pPr>
        <w:pStyle w:val="Heading2"/>
        <w:rPr>
          <w:rtl/>
          <w:lang w:bidi="fa-IR"/>
        </w:rPr>
      </w:pPr>
      <w:bookmarkStart w:id="7" w:name="_Toc67344690"/>
      <w:r w:rsidRPr="00E243D8">
        <w:rPr>
          <w:rFonts w:hint="eastAsia"/>
          <w:rtl/>
          <w:lang w:bidi="fa-IR"/>
        </w:rPr>
        <w:t>جنود</w:t>
      </w:r>
      <w:r w:rsidRPr="00E243D8">
        <w:rPr>
          <w:rtl/>
          <w:lang w:bidi="fa-IR"/>
        </w:rPr>
        <w:t xml:space="preserve"> عقل</w:t>
      </w:r>
      <w:bookmarkEnd w:id="7"/>
    </w:p>
    <w:p w:rsidR="00E243D8" w:rsidRPr="00E243D8" w:rsidRDefault="00E243D8" w:rsidP="00F03D70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مرحوم</w:t>
      </w:r>
      <w:r w:rsidRPr="00E243D8">
        <w:rPr>
          <w:rtl/>
          <w:lang w:bidi="fa-IR"/>
        </w:rPr>
        <w:t xml:space="preserve"> کل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آغاز کتاب «کاف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»</w:t>
      </w:r>
      <w:r w:rsidRPr="00E243D8">
        <w:rPr>
          <w:rtl/>
          <w:lang w:bidi="fa-IR"/>
        </w:rPr>
        <w:t xml:space="preserve"> در حد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ث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نکته پرداخته است و به آن تصر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دارد.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در حد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ث</w:t>
      </w:r>
      <w:r w:rsidRPr="00E243D8">
        <w:rPr>
          <w:rtl/>
          <w:lang w:bidi="fa-IR"/>
        </w:rPr>
        <w:t xml:space="preserve"> عقل و جهل، جنود و لشکر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هر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را تشر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و تب</w:t>
      </w:r>
      <w:r w:rsidRPr="00E243D8">
        <w:rPr>
          <w:rFonts w:hint="cs"/>
          <w:rtl/>
          <w:lang w:bidi="fa-IR"/>
        </w:rPr>
        <w:t>یی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فرموده و توص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به شناخت آن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>. عقل را منشأ همه خوب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دانند و آن را همانند درخت ستر</w:t>
      </w:r>
      <w:r w:rsidRPr="00E243D8">
        <w:rPr>
          <w:rFonts w:hint="eastAsia"/>
          <w:rtl/>
          <w:lang w:bidi="fa-IR"/>
        </w:rPr>
        <w:t>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دارا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شه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محکم و تنه استوار است بر شمرده، صفات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و</w:t>
      </w:r>
      <w:r w:rsidR="00F03D70">
        <w:rPr>
          <w:rFonts w:hint="cs"/>
          <w:rtl/>
          <w:lang w:bidi="fa-IR"/>
        </w:rPr>
        <w:t xml:space="preserve"> </w:t>
      </w:r>
      <w:r w:rsidRPr="00E243D8">
        <w:rPr>
          <w:rFonts w:hint="eastAsia"/>
          <w:rtl/>
          <w:lang w:bidi="fa-IR"/>
        </w:rPr>
        <w:t>پسند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همچون سخاوت،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مان،</w:t>
      </w:r>
      <w:r w:rsidRPr="00E243D8">
        <w:rPr>
          <w:rtl/>
          <w:lang w:bidi="fa-IR"/>
        </w:rPr>
        <w:t xml:space="preserve"> صله رحم و احسان به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را شاخه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دانند.</w:t>
      </w:r>
    </w:p>
    <w:p w:rsidR="00E243D8" w:rsidRPr="00E243D8" w:rsidRDefault="00E243D8" w:rsidP="00F03D70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حد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ث</w:t>
      </w:r>
      <w:r w:rsidRPr="00E243D8">
        <w:rPr>
          <w:rtl/>
          <w:lang w:bidi="fa-IR"/>
        </w:rPr>
        <w:t xml:space="preserve"> امام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هفتاد و پنج لشکر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عقل و هفتاد و پنج لشکر هم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جهل بر شمرده اند. حد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ث</w:t>
      </w:r>
      <w:r w:rsidRPr="00E243D8">
        <w:rPr>
          <w:rtl/>
          <w:lang w:bidi="fa-IR"/>
        </w:rPr>
        <w:t xml:space="preserve">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است. امام خم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حد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ث</w:t>
      </w:r>
      <w:r w:rsidRPr="00E243D8">
        <w:rPr>
          <w:rtl/>
          <w:lang w:bidi="fa-IR"/>
        </w:rPr>
        <w:t xml:space="preserve"> را شرح کرده اند، و در کتاب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نام «شرح جنود عقل و جهل» به چاپ 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است. اما متأسفانه شرح آن ناتمام مانده و به </w:t>
      </w:r>
      <w:r w:rsidRPr="00E243D8">
        <w:rPr>
          <w:rFonts w:hint="eastAsia"/>
          <w:rtl/>
          <w:lang w:bidi="fa-IR"/>
        </w:rPr>
        <w:t>آخر</w:t>
      </w:r>
      <w:r w:rsidRPr="00E243D8">
        <w:rPr>
          <w:rtl/>
          <w:lang w:bidi="fa-IR"/>
        </w:rPr>
        <w:t xml:space="preserve"> نرس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lastRenderedPageBreak/>
        <w:t>در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حد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ث</w:t>
      </w:r>
      <w:r w:rsidRPr="00E243D8">
        <w:rPr>
          <w:rtl/>
          <w:lang w:bidi="fa-IR"/>
        </w:rPr>
        <w:t xml:space="preserve">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جنود و لشکر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عقل و جهل را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ند،</w:t>
      </w:r>
      <w:r w:rsidRPr="00E243D8">
        <w:rPr>
          <w:rtl/>
          <w:lang w:bidi="fa-IR"/>
        </w:rPr>
        <w:t xml:space="preserve"> فرح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از لشکر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عقل معرف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 xml:space="preserve"> و حزن و اندوه را از لشکر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جهل، نشاط را از جنود عقل و کسالت را از جنود جهل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دانند.</w:t>
      </w:r>
      <w:r w:rsidRPr="00F03D70">
        <w:rPr>
          <w:rStyle w:val="libFootnotenumChar"/>
          <w:rtl/>
        </w:rPr>
        <w:t>(1)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خود دل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 اصالت فرح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 است، که آن را هماهنگ و همراه و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اور</w:t>
      </w:r>
      <w:r w:rsidRPr="00E243D8">
        <w:rPr>
          <w:rtl/>
          <w:lang w:bidi="fa-IR"/>
        </w:rPr>
        <w:t xml:space="preserve"> عقل بر شمرده اند. اگر فرمودند فرح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جنود و لشکر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عقل است،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عقل انسان حکم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که شادمان باشد و از غم و اندوه 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زان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نشاط</w:t>
      </w:r>
      <w:r w:rsidRPr="00E243D8">
        <w:rPr>
          <w:rtl/>
          <w:lang w:bidi="fa-IR"/>
        </w:rPr>
        <w:t xml:space="preserve">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همگام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همراه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 عقل و از لوازم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عاقلانه است. عقل آن را تأ</w:t>
      </w:r>
      <w:r w:rsidRPr="00E243D8">
        <w:rPr>
          <w:rFonts w:hint="cs"/>
          <w:rtl/>
          <w:lang w:bidi="fa-IR"/>
        </w:rPr>
        <w:t>یی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و خواهان آن است. اگر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بدون دل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موجه و در مورد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نا به جاست، غم و غصه بخورد، درباره او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>: عجب آدم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عقل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است! اگر عقل داشت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مسائل غم و غصه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</w:t>
      </w:r>
      <w:r w:rsidRPr="00E243D8">
        <w:rPr>
          <w:rFonts w:hint="eastAsia"/>
          <w:rtl/>
          <w:lang w:bidi="fa-IR"/>
        </w:rPr>
        <w:t>ورد</w:t>
      </w:r>
      <w:r w:rsidRPr="00E243D8">
        <w:rPr>
          <w:rtl/>
          <w:lang w:bidi="fa-IR"/>
        </w:rPr>
        <w:t>! عقل و عقلا او را مذمت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 و رفتار او را جاهلانه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انگارند؛ چون غم و اندوه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مورد کار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جاهلانه است.</w:t>
      </w:r>
    </w:p>
    <w:p w:rsidR="00E243D8" w:rsidRPr="00E243D8" w:rsidRDefault="00F03D70" w:rsidP="00F03D7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E243D8" w:rsidRPr="00E243D8" w:rsidRDefault="00E243D8" w:rsidP="00F03D70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1، ص 21،ح 14؛ بحارالانوار، ج 1، ص 109.</w:t>
      </w:r>
    </w:p>
    <w:p w:rsidR="00E243D8" w:rsidRPr="00E243D8" w:rsidRDefault="00F03D70" w:rsidP="00F03D70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8" w:name="_Toc67344691"/>
      <w:r w:rsidR="00E243D8" w:rsidRPr="00E243D8">
        <w:rPr>
          <w:rFonts w:hint="eastAsia"/>
          <w:rtl/>
          <w:lang w:bidi="fa-IR"/>
        </w:rPr>
        <w:lastRenderedPageBreak/>
        <w:t>زم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نه</w:t>
      </w:r>
      <w:r w:rsidR="00E243D8" w:rsidRPr="00E243D8">
        <w:rPr>
          <w:rtl/>
          <w:lang w:bidi="fa-IR"/>
        </w:rPr>
        <w:t xml:space="preserve">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اندوه</w:t>
      </w:r>
      <w:bookmarkEnd w:id="8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فرح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نشاط از لشکر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عقل است، بدان معناست که انسان عاقل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شاد باشد. اگر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دنبال غم و غصه است و زم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نه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 را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خود فراهم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کند، نشأت گرفته از جهل و نادان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اوست.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حزن و اندوه ها بر اساس جهالت است.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غصه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</w:t>
      </w:r>
      <w:r w:rsidRPr="00E243D8">
        <w:rPr>
          <w:rFonts w:hint="eastAsia"/>
          <w:rtl/>
          <w:lang w:bidi="fa-IR"/>
        </w:rPr>
        <w:t>رند</w:t>
      </w:r>
      <w:r w:rsidRPr="00E243D8">
        <w:rPr>
          <w:rtl/>
          <w:lang w:bidi="fa-IR"/>
        </w:rPr>
        <w:t xml:space="preserve"> که غصه ندارد. اما انسان عاقل همش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زم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نه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نشاط را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خودش فراهم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و به داده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خداوند و نعمت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منتها و رحمت واسعه اش دلشاد و بانشاط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از</w:t>
      </w:r>
      <w:r w:rsidRPr="00E243D8">
        <w:rPr>
          <w:rtl/>
          <w:lang w:bidi="fa-IR"/>
        </w:rPr>
        <w:t xml:space="preserve">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شده است که سه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را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امبران</w:t>
      </w:r>
      <w:r w:rsidRPr="00E243D8">
        <w:rPr>
          <w:rtl/>
          <w:lang w:bidi="fa-IR"/>
        </w:rPr>
        <w:t xml:space="preserve"> از همد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ارث بردند؛ از آدم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آغاز شده تا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به رسول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است. و آن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همواره در بامداد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دعا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خوانند: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اَللّهُمَّ</w:t>
      </w:r>
      <w:r w:rsidRPr="00E243D8">
        <w:rPr>
          <w:rtl/>
          <w:lang w:bidi="fa-IR"/>
        </w:rPr>
        <w:t xml:space="preserve"> اِنّ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اَسْأَلُکَ اِ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ماناً</w:t>
      </w:r>
      <w:r w:rsidRPr="00E243D8">
        <w:rPr>
          <w:rtl/>
          <w:lang w:bidi="fa-IR"/>
        </w:rPr>
        <w:t xml:space="preserve"> تُباشِرُ بِهِ قَلْب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ناً</w:t>
      </w:r>
      <w:r w:rsidRPr="00E243D8">
        <w:rPr>
          <w:rtl/>
          <w:lang w:bidi="fa-IR"/>
        </w:rPr>
        <w:t xml:space="preserve"> حَتّ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اَعْلَمَ اَنَّهُ لَنْ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بَن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اِلّا ما کَتَبْتَ 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 رَضِّن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مِنَ الْعَ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شِ</w:t>
      </w:r>
      <w:r w:rsidRPr="00E243D8">
        <w:rPr>
          <w:rtl/>
          <w:lang w:bidi="fa-IR"/>
        </w:rPr>
        <w:t xml:space="preserve"> بِما قَسَمْتَ لِ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؛</w:t>
      </w:r>
      <w:r w:rsidRPr="00F03D70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خداوندا، از تو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ثابت درخواست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کنم که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شه</w:t>
      </w:r>
      <w:r w:rsidRPr="00E243D8">
        <w:rPr>
          <w:rtl/>
          <w:lang w:bidi="fa-IR"/>
        </w:rPr>
        <w:t xml:space="preserve"> در قلبم برقرار باشد. و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</w:t>
      </w:r>
      <w:r w:rsidRPr="00E243D8">
        <w:rPr>
          <w:rFonts w:hint="eastAsia"/>
          <w:rtl/>
          <w:lang w:bidi="fa-IR"/>
        </w:rPr>
        <w:t>امل</w:t>
      </w:r>
      <w:r w:rsidRPr="00E243D8">
        <w:rPr>
          <w:rtl/>
          <w:lang w:bidi="fa-IR"/>
        </w:rPr>
        <w:t xml:space="preserve"> تا بدانم که جز تقد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تو به من نخواهد 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 و مرا در زندگان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هر چه قسمتم کرد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خشنود ساز!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اهم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دعا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بس که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دعا و مضمون آن در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شتر</w:t>
      </w:r>
      <w:r w:rsidRPr="00E243D8">
        <w:rPr>
          <w:rtl/>
          <w:lang w:bidi="fa-IR"/>
        </w:rPr>
        <w:t xml:space="preserve"> دعاها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شب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ماه رمضان و سحرها آمده است.</w:t>
      </w:r>
      <w:r w:rsidRPr="00F03D70">
        <w:rPr>
          <w:rStyle w:val="libFootnotenumChar"/>
          <w:rtl/>
        </w:rPr>
        <w:t>(2)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بنابرا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آنچه اصالت دارد و ارزش شمرده شده است،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نشاط</w:t>
      </w:r>
    </w:p>
    <w:p w:rsidR="00E243D8" w:rsidRPr="00E243D8" w:rsidRDefault="00F03D70" w:rsidP="00F03D7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E243D8" w:rsidRPr="00E243D8" w:rsidRDefault="00E243D8" w:rsidP="00F03D70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lastRenderedPageBreak/>
        <w:t>1- 1.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2، ص 524؛ بحارالانوار، ج 83، ص 289.</w:t>
      </w:r>
    </w:p>
    <w:p w:rsidR="00E243D8" w:rsidRPr="00E243D8" w:rsidRDefault="00E243D8" w:rsidP="00F03D70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الاقبال، ج 1، ص 76؛ مفات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الجنان، کوتاه 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دعا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سحر، دعا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ابوحمزه، دعاها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شب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دهه آخر ماه مبارک رمضان و اعمال روزها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ماه رمضان.</w:t>
      </w:r>
    </w:p>
    <w:p w:rsidR="00E243D8" w:rsidRPr="00E243D8" w:rsidRDefault="00E243D8" w:rsidP="00F03D70">
      <w:pPr>
        <w:pStyle w:val="libFootnote0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است،</w:t>
      </w:r>
      <w:r w:rsidRPr="00E243D8">
        <w:rPr>
          <w:rtl/>
          <w:lang w:bidi="fa-IR"/>
        </w:rPr>
        <w:t xml:space="preserve"> نه غم و اندوه و کسالت.</w:t>
      </w:r>
    </w:p>
    <w:p w:rsidR="00E243D8" w:rsidRPr="00E243D8" w:rsidRDefault="00F03D70" w:rsidP="00F03D70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9" w:name="_Toc67344692"/>
      <w:r w:rsidR="00E243D8" w:rsidRPr="00E243D8">
        <w:rPr>
          <w:rFonts w:hint="eastAsia"/>
          <w:rtl/>
          <w:lang w:bidi="fa-IR"/>
        </w:rPr>
        <w:lastRenderedPageBreak/>
        <w:t>انبساط</w:t>
      </w:r>
      <w:r w:rsidR="00E243D8" w:rsidRPr="00E243D8">
        <w:rPr>
          <w:rtl/>
          <w:lang w:bidi="fa-IR"/>
        </w:rPr>
        <w:t xml:space="preserve"> نفس</w:t>
      </w:r>
      <w:bookmarkEnd w:id="9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سرور</w:t>
      </w:r>
      <w:r w:rsidRPr="00E243D8">
        <w:rPr>
          <w:rtl/>
          <w:lang w:bidi="fa-IR"/>
        </w:rPr>
        <w:t xml:space="preserve">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عوامل مهم انبساط و گشا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نفس و روح انسان است. نشاط و شاداب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انسان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بخشد و او را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کوشش در امور معاش و تعال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معنو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آماده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سازد. در برابر آن غم و اندوه موجب گرفتگ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افسردگ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روح آدم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گردد و انبساط نفس را از انسان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رد</w:t>
      </w:r>
      <w:r w:rsidRPr="00E243D8">
        <w:rPr>
          <w:rtl/>
          <w:lang w:bidi="fa-IR"/>
        </w:rPr>
        <w:t xml:space="preserve"> و او را نسبت به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حرکت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معنو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دلسرد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در دو جمله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با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فرموده اند: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اَلسُّرورُ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بْسُطُ</w:t>
      </w:r>
      <w:r w:rsidRPr="00E243D8">
        <w:rPr>
          <w:rtl/>
          <w:lang w:bidi="fa-IR"/>
        </w:rPr>
        <w:t xml:space="preserve"> النَّفْسَ وَ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ث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رُ</w:t>
      </w:r>
      <w:r w:rsidRPr="00E243D8">
        <w:rPr>
          <w:rtl/>
          <w:lang w:bidi="fa-IR"/>
        </w:rPr>
        <w:t xml:space="preserve"> النَّشاطَ وَ الغَمُّ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قْبِضُ</w:t>
      </w:r>
      <w:r w:rsidRPr="00E243D8">
        <w:rPr>
          <w:rtl/>
          <w:lang w:bidi="fa-IR"/>
        </w:rPr>
        <w:t xml:space="preserve"> النَّفْسَ وَ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طْو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الانْبِساطَ؛</w:t>
      </w:r>
      <w:r w:rsidRPr="00F03D70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سرور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نفس را انبساط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بخشد و نشاط و شاداب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بر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زاند</w:t>
      </w:r>
      <w:r w:rsidRPr="00E243D8">
        <w:rPr>
          <w:rtl/>
          <w:lang w:bidi="fa-IR"/>
        </w:rPr>
        <w:t>. و غم و اندوه، نفس را گرفته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و نشاط و انبساط را درهم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بنابرا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آدم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غم و اندوه به خود راه ندهد و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شه</w:t>
      </w:r>
      <w:r w:rsidRPr="00E243D8">
        <w:rPr>
          <w:rtl/>
          <w:lang w:bidi="fa-IR"/>
        </w:rPr>
        <w:t xml:space="preserve"> خود را شاد و مسرور و سرحال نگه دارد تا امور خود را با موفق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به انجام رساند.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مهم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به دنبال عوامل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بود و در به دست آوردن آنچه نشاط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فراهم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سازد و غم و اندوه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زدا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انس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را مه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حرکت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کند،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تلاش کرد.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F03D70" w:rsidP="00F03D70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0" w:name="_Toc67344693"/>
      <w:r w:rsidR="00E243D8" w:rsidRPr="00E243D8">
        <w:rPr>
          <w:rFonts w:hint="eastAsia"/>
          <w:rtl/>
          <w:lang w:bidi="fa-IR"/>
        </w:rPr>
        <w:lastRenderedPageBreak/>
        <w:t>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از</w:t>
      </w:r>
      <w:r w:rsidR="00E243D8" w:rsidRPr="00E243D8">
        <w:rPr>
          <w:rtl/>
          <w:lang w:bidi="fa-IR"/>
        </w:rPr>
        <w:t xml:space="preserve"> به انس و نشاط</w:t>
      </w:r>
      <w:bookmarkEnd w:id="10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بزرگان</w:t>
      </w:r>
      <w:r w:rsidRPr="00E243D8">
        <w:rPr>
          <w:rtl/>
          <w:lang w:bidi="fa-IR"/>
        </w:rPr>
        <w:t xml:space="preserve"> ما در خلوت و در 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خانواده شان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بانشاط و شاد بودند.</w:t>
      </w:r>
    </w:p>
    <w:p w:rsidR="00E243D8" w:rsidRPr="00E243D8" w:rsidRDefault="00F03D70" w:rsidP="00F03D7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E243D8" w:rsidRPr="00E243D8" w:rsidRDefault="00E243D8" w:rsidP="00F03D70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</w:t>
      </w:r>
      <w:r w:rsidRPr="00E243D8">
        <w:rPr>
          <w:rtl/>
          <w:lang w:bidi="fa-IR"/>
        </w:rPr>
        <w:t xml:space="preserve"> الحکم و المواعظ، ص 62؛ غررالحکم، ص 113.</w:t>
      </w:r>
    </w:p>
    <w:p w:rsidR="00E243D8" w:rsidRPr="00E243D8" w:rsidRDefault="00F03D70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بس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ار</w:t>
      </w:r>
      <w:r w:rsidR="00E243D8" w:rsidRPr="00E243D8">
        <w:rPr>
          <w:rtl/>
          <w:lang w:bidi="fa-IR"/>
        </w:rPr>
        <w:t xml:space="preserve"> لط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فه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گفتند، شوخ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کردند و خانواده شان را بانشاط نگه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داشتند. مرحوم آ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tl/>
          <w:lang w:bidi="fa-IR"/>
        </w:rPr>
        <w:t xml:space="preserve"> الله بهاءالد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جلسات خصوص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داشتند. اگر کس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لط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فه</w:t>
      </w:r>
      <w:r w:rsidR="00E243D8" w:rsidRPr="00E243D8">
        <w:rPr>
          <w:rtl/>
          <w:lang w:bidi="fa-IR"/>
        </w:rPr>
        <w:t xml:space="preserve">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گفت، بس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ار</w:t>
      </w:r>
      <w:r w:rsidR="00E243D8" w:rsidRPr="00E243D8">
        <w:rPr>
          <w:rtl/>
          <w:lang w:bidi="fa-IR"/>
        </w:rPr>
        <w:t xml:space="preserve"> خوشحال و بانشاط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شدند.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امام و دوستان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روزها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پنجشنبه و جمعه جلسات انس داشت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و سر حال و بانشاط بود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و بعد از جلسات انس بانشاط تر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و بهتر به درس و بحث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پرداخت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مباحثات ما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بود.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از طلوع آفتاب چند درس و مباحثه داش</w:t>
      </w:r>
      <w:r w:rsidRPr="00E243D8">
        <w:rPr>
          <w:rFonts w:hint="eastAsia"/>
          <w:rtl/>
          <w:lang w:bidi="fa-IR"/>
        </w:rPr>
        <w:t>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نفس</w:t>
      </w:r>
      <w:r w:rsidRPr="00E243D8">
        <w:rPr>
          <w:rtl/>
          <w:lang w:bidi="fa-IR"/>
        </w:rPr>
        <w:t xml:space="preserve"> انسان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ازمند</w:t>
      </w:r>
      <w:r w:rsidRPr="00E243D8">
        <w:rPr>
          <w:rtl/>
          <w:lang w:bidi="fa-IR"/>
        </w:rPr>
        <w:t xml:space="preserve"> انس و نشاط است.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که گاه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بعض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جلسات که بچه ها را همراه خود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برند،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بچه خسته نشود و سرگرم باشد و بهانه نگ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رد،</w:t>
      </w:r>
      <w:r w:rsidRPr="00E243D8">
        <w:rPr>
          <w:rtl/>
          <w:lang w:bidi="fa-IR"/>
        </w:rPr>
        <w:t xml:space="preserve"> مقدار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تنقلات با خود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برند و او را سرحال و بانشاط نگه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دارند. با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پفک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سکو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اسباب باز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</w:t>
      </w:r>
      <w:r w:rsidRPr="00E243D8">
        <w:rPr>
          <w:rFonts w:hint="eastAsia"/>
          <w:rtl/>
          <w:lang w:bidi="fa-IR"/>
        </w:rPr>
        <w:t>و</w:t>
      </w:r>
      <w:r w:rsidRPr="00E243D8">
        <w:rPr>
          <w:rtl/>
          <w:lang w:bidi="fa-IR"/>
        </w:rPr>
        <w:t xml:space="preserve"> را سرگرم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نفس</w:t>
      </w:r>
      <w:r w:rsidRPr="00E243D8">
        <w:rPr>
          <w:rtl/>
          <w:lang w:bidi="fa-IR"/>
        </w:rPr>
        <w:t xml:space="preserve"> انسان هم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طور است.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ازمند</w:t>
      </w:r>
      <w:r w:rsidRPr="00E243D8">
        <w:rPr>
          <w:rtl/>
          <w:lang w:bidi="fa-IR"/>
        </w:rPr>
        <w:t xml:space="preserve"> خوش و بش و انس و الفت و سرگرم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است.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ازش</w:t>
      </w:r>
      <w:r w:rsidRPr="00E243D8">
        <w:rPr>
          <w:rtl/>
          <w:lang w:bidi="fa-IR"/>
        </w:rPr>
        <w:t xml:space="preserve"> برآورده شد، بهتر با انسان همراه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حال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کسالت از سرش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پرد و در کار و عبادت موفق تر است.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حات</w:t>
      </w:r>
      <w:r w:rsidRPr="00E243D8">
        <w:rPr>
          <w:rtl/>
          <w:lang w:bidi="fa-IR"/>
        </w:rPr>
        <w:t xml:space="preserve"> سالم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در آن معص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نباشد، از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طب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انسان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F03D70" w:rsidP="00F03D70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1" w:name="_Toc67344694"/>
      <w:r w:rsidR="00E243D8" w:rsidRPr="00E243D8">
        <w:rPr>
          <w:rFonts w:hint="eastAsia"/>
          <w:rtl/>
          <w:lang w:bidi="fa-IR"/>
        </w:rPr>
        <w:lastRenderedPageBreak/>
        <w:t>لبخند</w:t>
      </w:r>
      <w:r w:rsidR="00E243D8" w:rsidRPr="00E243D8">
        <w:rPr>
          <w:rtl/>
          <w:lang w:bidi="fa-IR"/>
        </w:rPr>
        <w:t xml:space="preserve"> به دن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bookmarkEnd w:id="11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متخصص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گفت: تمام سردردها و ناراحت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مفاصل، ناراحت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اعصاب، مربوط به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نشاط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 اگر شما سرحال و بانشاط و 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فور</w:t>
      </w:r>
      <w:r w:rsidRPr="00E243D8">
        <w:rPr>
          <w:rtl/>
          <w:lang w:bidi="fa-IR"/>
        </w:rPr>
        <w:t xml:space="preserve"> باش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به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نده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تمام خستگ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 از جان شما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رود. ناراحت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قلب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مغز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استخوان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عصب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همه به افسردگ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نشاط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گردد.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اگر</w:t>
      </w:r>
      <w:r w:rsidRPr="00E243D8">
        <w:rPr>
          <w:rtl/>
          <w:lang w:bidi="fa-IR"/>
        </w:rPr>
        <w:t xml:space="preserve"> شما به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بخند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هم به شما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خندد. بدن مَرکب ماست.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راکب سرحال و بانشاط باشد، آن را به خوب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هدا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و به مقصد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رساند. اما اگر خودِ راکب غمگ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 افسرده باشد، حق مرکب را هم ادا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 تمام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ستم</w:t>
      </w:r>
      <w:r w:rsidRPr="00E243D8">
        <w:rPr>
          <w:rtl/>
          <w:lang w:bidi="fa-IR"/>
        </w:rPr>
        <w:t xml:space="preserve"> بدن به هم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دوستان ما سرطان داشت،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سرحال و بانشاط بود. دکترها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دند</w:t>
      </w:r>
      <w:r w:rsidRPr="00E243D8">
        <w:rPr>
          <w:rtl/>
          <w:lang w:bidi="fa-IR"/>
        </w:rPr>
        <w:t xml:space="preserve"> به او بگو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 xml:space="preserve"> سرطان دار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. خودش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بو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برده بود. به دکتر گفته بود: اگر خبر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هست به من بگو</w:t>
      </w:r>
      <w:r w:rsidRPr="00E243D8">
        <w:rPr>
          <w:rFonts w:hint="cs"/>
          <w:rtl/>
          <w:lang w:bidi="fa-IR"/>
        </w:rPr>
        <w:t>یی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 گفته بود: شما نبض مرا بگ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به من بگو</w:t>
      </w:r>
      <w:r w:rsidRPr="00E243D8">
        <w:rPr>
          <w:rFonts w:hint="cs"/>
          <w:rtl/>
          <w:lang w:bidi="fa-IR"/>
        </w:rPr>
        <w:t>یی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بدتر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 را دارم. بعد بب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ضر</w:t>
      </w:r>
      <w:r w:rsidRPr="00E243D8">
        <w:rPr>
          <w:rFonts w:hint="eastAsia"/>
          <w:rtl/>
          <w:lang w:bidi="fa-IR"/>
        </w:rPr>
        <w:t>بان</w:t>
      </w:r>
      <w:r w:rsidRPr="00E243D8">
        <w:rPr>
          <w:rtl/>
          <w:lang w:bidi="fa-IR"/>
        </w:rPr>
        <w:t xml:space="preserve"> من تفاوت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نه. واقعاً هم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طور بود. تا روز آخر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فوت کرد، نه غصه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داشت و نه اندوه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.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سرحال و بانشاط بود.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386A56" w:rsidP="00386A56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2" w:name="_Toc67344695"/>
      <w:r w:rsidR="00E243D8" w:rsidRPr="00E243D8">
        <w:rPr>
          <w:rFonts w:hint="eastAsia"/>
          <w:rtl/>
          <w:lang w:bidi="fa-IR"/>
        </w:rPr>
        <w:lastRenderedPageBreak/>
        <w:t>ش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خ</w:t>
      </w:r>
      <w:r w:rsidR="00E243D8" w:rsidRPr="00E243D8">
        <w:rPr>
          <w:rtl/>
          <w:lang w:bidi="fa-IR"/>
        </w:rPr>
        <w:t xml:space="preserve"> محمد بهار</w:t>
      </w:r>
      <w:r w:rsidR="00E243D8" w:rsidRPr="00E243D8">
        <w:rPr>
          <w:rFonts w:hint="cs"/>
          <w:rtl/>
          <w:lang w:bidi="fa-IR"/>
        </w:rPr>
        <w:t>ی</w:t>
      </w:r>
      <w:bookmarkEnd w:id="12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خ</w:t>
      </w:r>
      <w:r w:rsidRPr="00E243D8">
        <w:rPr>
          <w:rtl/>
          <w:lang w:bidi="fa-IR"/>
        </w:rPr>
        <w:t xml:space="preserve"> محمد بهار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شخص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بزرگ اخلاق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عرفان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 قبر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شان</w:t>
      </w:r>
      <w:r w:rsidRPr="00E243D8">
        <w:rPr>
          <w:rtl/>
          <w:lang w:bidi="fa-IR"/>
        </w:rPr>
        <w:t xml:space="preserve"> در بهار همدان است. مرحوم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الله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خ</w:t>
      </w:r>
      <w:r w:rsidRPr="00E243D8">
        <w:rPr>
          <w:rtl/>
          <w:lang w:bidi="fa-IR"/>
        </w:rPr>
        <w:t xml:space="preserve"> محمد جواد انصار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آن عارف بزرگ فرموده بود: قبر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شان</w:t>
      </w:r>
      <w:r w:rsidRPr="00E243D8">
        <w:rPr>
          <w:rtl/>
          <w:lang w:bidi="fa-IR"/>
        </w:rPr>
        <w:t xml:space="preserve">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نوران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و من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دانستم قبرشان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قدر برکات دارد. 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شاگرد ملاحس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قل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همدان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ا</w:t>
      </w:r>
      <w:r w:rsidRPr="00E243D8">
        <w:rPr>
          <w:rFonts w:hint="eastAsia"/>
          <w:rtl/>
          <w:lang w:bidi="fa-IR"/>
        </w:rPr>
        <w:t>ستاد</w:t>
      </w:r>
      <w:r w:rsidRPr="00E243D8">
        <w:rPr>
          <w:rtl/>
          <w:lang w:bidi="fa-IR"/>
        </w:rPr>
        <w:t xml:space="preserve"> بزرگ اخلاق و عرفان بود.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مرحوم</w:t>
      </w:r>
      <w:r w:rsidRPr="00E243D8">
        <w:rPr>
          <w:rtl/>
          <w:lang w:bidi="fa-IR"/>
        </w:rPr>
        <w:t xml:space="preserve"> ملاحس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قل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همدان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فرموده بود: آنچه ما در عرفان و تزک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و تهذ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</w:t>
      </w:r>
      <w:r w:rsidRPr="00E243D8">
        <w:rPr>
          <w:rtl/>
          <w:lang w:bidi="fa-IR"/>
        </w:rPr>
        <w:t xml:space="preserve"> نفس کسب کرد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همه را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خ</w:t>
      </w:r>
      <w:r w:rsidRPr="00E243D8">
        <w:rPr>
          <w:rtl/>
          <w:lang w:bidi="fa-IR"/>
        </w:rPr>
        <w:t xml:space="preserve"> محمد بهار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برد. شاگردان مرحوم ملاحس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قل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همدان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گفتند: تا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خ</w:t>
      </w:r>
      <w:r w:rsidRPr="00E243D8">
        <w:rPr>
          <w:rtl/>
          <w:lang w:bidi="fa-IR"/>
        </w:rPr>
        <w:t xml:space="preserve"> محمد بهار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ما نبود، استادمان ملاحس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قل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همدان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مال همه شاگردان بود،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شاگرد با همت و با جد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و با نشاط آمد، ملاحس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قل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مال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شاگرد شد.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اهل</w:t>
      </w:r>
      <w:r w:rsidRPr="00E243D8">
        <w:rPr>
          <w:rtl/>
          <w:lang w:bidi="fa-IR"/>
        </w:rPr>
        <w:t xml:space="preserve"> سلوک دو دسته اند: بعض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اهل وجد و نشاط اند و برخ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اهل خوف و 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>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شان</w:t>
      </w:r>
      <w:r w:rsidRPr="00E243D8">
        <w:rPr>
          <w:rtl/>
          <w:lang w:bidi="fa-IR"/>
        </w:rPr>
        <w:t xml:space="preserve"> اهل سرور و نشاط بوده است. روز آخر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دکترها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شان</w:t>
      </w:r>
      <w:r w:rsidRPr="00E243D8">
        <w:rPr>
          <w:rtl/>
          <w:lang w:bidi="fa-IR"/>
        </w:rPr>
        <w:t xml:space="preserve"> را معا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نه</w:t>
      </w:r>
      <w:r w:rsidRPr="00E243D8">
        <w:rPr>
          <w:rtl/>
          <w:lang w:bidi="fa-IR"/>
        </w:rPr>
        <w:t xml:space="preserve"> کرده بودند،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دند</w:t>
      </w:r>
      <w:r w:rsidRPr="00E243D8">
        <w:rPr>
          <w:rtl/>
          <w:lang w:bidi="fa-IR"/>
        </w:rPr>
        <w:t xml:space="preserve"> به فرزندانش بگو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 xml:space="preserve"> که پدرتان رفتن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خودش به دکتر گفته بود: اگر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مرتبه گفتند که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خ</w:t>
      </w:r>
      <w:r w:rsidRPr="00E243D8">
        <w:rPr>
          <w:rtl/>
          <w:lang w:bidi="fa-IR"/>
        </w:rPr>
        <w:t xml:space="preserve"> محمد از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رفته است، بگو</w:t>
      </w:r>
      <w:r w:rsidRPr="00E243D8">
        <w:rPr>
          <w:rFonts w:hint="cs"/>
          <w:rtl/>
          <w:lang w:bidi="fa-IR"/>
        </w:rPr>
        <w:t>یی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 رفته که رفته.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روح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خ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مهم است. اصلاً 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خ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الش</w:t>
      </w:r>
      <w:r w:rsidRPr="00E243D8">
        <w:rPr>
          <w:rtl/>
          <w:lang w:bidi="fa-IR"/>
        </w:rPr>
        <w:t xml:space="preserve"> نبود.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بدن را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رها کرد و رفت.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مهم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>.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خواهند ما را از قفس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رون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اورند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کسان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در جبهه بودند.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شب حمله فرا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چقدر خوشحال بودند. روحشان در پرواز بود و در انتظار شهادت و بهشت به سر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بردند.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tl/>
          <w:lang w:bidi="fa-IR"/>
        </w:rPr>
        <w:lastRenderedPageBreak/>
        <w:t>خواهد از زندان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رون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سرحال و خوشحال باشد.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از قفس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کند.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اهل فرح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نشاط اند، نه تنها از مرگ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ترسند، بلکه آن را در آغوش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رند</w:t>
      </w:r>
      <w:r w:rsidRPr="00E243D8">
        <w:rPr>
          <w:rtl/>
          <w:lang w:bidi="fa-IR"/>
        </w:rPr>
        <w:t>.</w:t>
      </w:r>
    </w:p>
    <w:tbl>
      <w:tblPr>
        <w:tblStyle w:val="TableGrid"/>
        <w:bidiVisual/>
        <w:tblW w:w="5244" w:type="pct"/>
        <w:tblInd w:w="-432" w:type="dxa"/>
        <w:tblLook w:val="01E0"/>
      </w:tblPr>
      <w:tblGrid>
        <w:gridCol w:w="4036"/>
        <w:gridCol w:w="268"/>
        <w:gridCol w:w="3653"/>
      </w:tblGrid>
      <w:tr w:rsidR="00386A56" w:rsidTr="00921FE4">
        <w:trPr>
          <w:trHeight w:val="350"/>
        </w:trPr>
        <w:tc>
          <w:tcPr>
            <w:tcW w:w="4720" w:type="dxa"/>
            <w:shd w:val="clear" w:color="auto" w:fill="auto"/>
          </w:tcPr>
          <w:p w:rsidR="00386A56" w:rsidRDefault="00386A56" w:rsidP="00921FE4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t>مرگ</w:t>
            </w:r>
            <w:r w:rsidRPr="00E243D8">
              <w:rPr>
                <w:rtl/>
                <w:lang w:bidi="fa-IR"/>
              </w:rPr>
              <w:t xml:space="preserve"> اگر مرد است گو نزد من آ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386A56" w:rsidRDefault="00386A56" w:rsidP="00921FE4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386A56" w:rsidRDefault="00386A56" w:rsidP="00921FE4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t>تا</w:t>
            </w:r>
            <w:r w:rsidRPr="00E243D8">
              <w:rPr>
                <w:rtl/>
                <w:lang w:bidi="fa-IR"/>
              </w:rPr>
              <w:t xml:space="preserve"> در آغوشش بگ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رم</w:t>
            </w:r>
            <w:r w:rsidRPr="00E243D8">
              <w:rPr>
                <w:rtl/>
                <w:lang w:bidi="fa-IR"/>
              </w:rPr>
              <w:t xml:space="preserve"> تنگ تنگ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86A56" w:rsidTr="00921FE4">
        <w:trPr>
          <w:trHeight w:val="350"/>
        </w:trPr>
        <w:tc>
          <w:tcPr>
            <w:tcW w:w="4720" w:type="dxa"/>
          </w:tcPr>
          <w:p w:rsidR="00386A56" w:rsidRDefault="00386A56" w:rsidP="00921FE4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t>او</w:t>
            </w:r>
            <w:r w:rsidRPr="00E243D8">
              <w:rPr>
                <w:rtl/>
                <w:lang w:bidi="fa-IR"/>
              </w:rPr>
              <w:t xml:space="preserve"> ز من جان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tl/>
                <w:lang w:bidi="fa-IR"/>
              </w:rPr>
              <w:t xml:space="preserve"> ستاند جاودان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386A56" w:rsidRDefault="00386A56" w:rsidP="00921FE4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386A56" w:rsidRDefault="00386A56" w:rsidP="00921FE4">
            <w:pPr>
              <w:pStyle w:val="libPoem"/>
              <w:rPr>
                <w:rtl/>
              </w:rPr>
            </w:pPr>
            <w:r w:rsidRPr="00E243D8">
              <w:rPr>
                <w:rtl/>
                <w:lang w:bidi="fa-IR"/>
              </w:rPr>
              <w:t>من از او دلق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tl/>
                <w:lang w:bidi="fa-IR"/>
              </w:rPr>
              <w:t xml:space="preserve"> ستانم رنگ رنگ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86A56" w:rsidRDefault="00386A56" w:rsidP="00E243D8">
      <w:pPr>
        <w:pStyle w:val="libNormal"/>
        <w:rPr>
          <w:rtl/>
          <w:lang w:bidi="fa-IR"/>
        </w:rPr>
      </w:pPr>
    </w:p>
    <w:p w:rsidR="00E243D8" w:rsidRPr="00E243D8" w:rsidRDefault="00386A56" w:rsidP="00386A56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3" w:name="_Toc67344696"/>
      <w:r w:rsidR="00E243D8" w:rsidRPr="00E243D8">
        <w:rPr>
          <w:rFonts w:hint="eastAsia"/>
          <w:rtl/>
          <w:lang w:bidi="fa-IR"/>
        </w:rPr>
        <w:lastRenderedPageBreak/>
        <w:t>همراه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نفس</w:t>
      </w:r>
      <w:bookmarkEnd w:id="13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در اوقات شبانه روز،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به آن اختصاص داد،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حات</w:t>
      </w:r>
      <w:r w:rsidRPr="00E243D8">
        <w:rPr>
          <w:rtl/>
          <w:lang w:bidi="fa-IR"/>
        </w:rPr>
        <w:t xml:space="preserve"> سالم است. نفس انسان خوراک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تنقلات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خواهد، مطالعه و درس و بحث و کار سرش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 در ابتدا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کار هم ممکن است عبادت سرش نشود،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نفس به روح مبدل شد، با عبادت هم مأنوس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386A56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بنابرا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نفس را به گونه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صح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ارضاء کرد تا مزاحم فعال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و</w:t>
      </w:r>
      <w:r w:rsidR="00386A56">
        <w:rPr>
          <w:rFonts w:hint="cs"/>
          <w:rtl/>
          <w:lang w:bidi="fa-IR"/>
        </w:rPr>
        <w:t xml:space="preserve"> </w:t>
      </w:r>
      <w:r w:rsidRPr="00E243D8">
        <w:rPr>
          <w:rFonts w:hint="eastAsia"/>
          <w:rtl/>
          <w:lang w:bidi="fa-IR"/>
        </w:rPr>
        <w:t>رشد</w:t>
      </w:r>
      <w:r w:rsidRPr="00E243D8">
        <w:rPr>
          <w:rtl/>
          <w:lang w:bidi="fa-IR"/>
        </w:rPr>
        <w:t xml:space="preserve"> انسان نگردد. همانند مرکب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ازمند</w:t>
      </w:r>
      <w:r w:rsidRPr="00E243D8">
        <w:rPr>
          <w:rtl/>
          <w:lang w:bidi="fa-IR"/>
        </w:rPr>
        <w:t xml:space="preserve"> کاه و جو است،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به او کاه و جو داد و دست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سرش کش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به آن 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 تا با انسان همراه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و بهتر بار بدهد و به مقصود برساند.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386A56" w:rsidP="00386A56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4" w:name="_Toc67344697"/>
      <w:r w:rsidR="00E243D8" w:rsidRPr="00E243D8">
        <w:rPr>
          <w:rFonts w:hint="eastAsia"/>
          <w:rtl/>
          <w:lang w:bidi="fa-IR"/>
        </w:rPr>
        <w:lastRenderedPageBreak/>
        <w:t>سلامت</w:t>
      </w:r>
      <w:r w:rsidR="00E243D8" w:rsidRPr="00E243D8">
        <w:rPr>
          <w:rtl/>
          <w:lang w:bidi="fa-IR"/>
        </w:rPr>
        <w:t xml:space="preserve"> و موفق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tl/>
          <w:lang w:bidi="fa-IR"/>
        </w:rPr>
        <w:t xml:space="preserve"> در گرو نشاط</w:t>
      </w:r>
      <w:bookmarkEnd w:id="14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سرحال و بانشاط هستند، کارها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شان</w:t>
      </w:r>
      <w:r w:rsidRPr="00E243D8">
        <w:rPr>
          <w:rtl/>
          <w:lang w:bidi="fa-IR"/>
        </w:rPr>
        <w:t xml:space="preserve"> به خوب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انجام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رسد. و به تعب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کارها همه رد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است. عبادتش هم قشنگ تر است. آدم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افسرده و درهم و اندوهگ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در عبادت هم حواس پرت دارند. در درس و کار هم ناموفق اند. 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نشاط در 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و اشتها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انسان به غذا هم تأث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ر به سزا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دارد.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کسل و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نشاط است، 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هم به غذا ندارد.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افراد</w:t>
      </w:r>
      <w:r w:rsidRPr="00E243D8">
        <w:rPr>
          <w:rtl/>
          <w:lang w:bidi="fa-IR"/>
        </w:rPr>
        <w:t xml:space="preserve"> بانشاط کمتر به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مبتلا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شوند.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 به غم و اندوه و افسردگ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ارتباط دارند. غم و غصه که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شود، اشتها بند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 اندوه و نگران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 که به انسان رو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آورد،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مارها</w:t>
      </w:r>
      <w:r w:rsidRPr="00E243D8">
        <w:rPr>
          <w:rtl/>
          <w:lang w:bidi="fa-IR"/>
        </w:rPr>
        <w:t xml:space="preserve"> طلوع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 اما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روح بانشاط و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دوار،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تواند ب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مبارزه کند و آن را زم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بزند.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روح قو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شد، در جسم و بدن هم تأث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گذارد و در آن تصرف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تواند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صعب العلاج جسم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درمان کند. پزشکان معتقدند،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نه تنها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تواند جلو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ناش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ناملا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مات</w:t>
      </w:r>
      <w:r w:rsidRPr="00E243D8">
        <w:rPr>
          <w:rtl/>
          <w:lang w:bidi="fa-IR"/>
        </w:rPr>
        <w:t xml:space="preserve"> عصب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بگ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رد،</w:t>
      </w:r>
      <w:r w:rsidRPr="00E243D8">
        <w:rPr>
          <w:rtl/>
          <w:lang w:bidi="fa-IR"/>
        </w:rPr>
        <w:t xml:space="preserve"> بلکه قادر است جلو رشد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سرطان را بگ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386A56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مرحوم</w:t>
      </w:r>
      <w:r w:rsidRPr="00E243D8">
        <w:rPr>
          <w:rtl/>
          <w:lang w:bidi="fa-IR"/>
        </w:rPr>
        <w:t xml:space="preserve"> حاج آقا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دولاب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هفت هشت ساعت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نشستند و صحبت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 و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احساس خستگ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نداشتند.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شان</w:t>
      </w:r>
      <w:r w:rsidRPr="00E243D8">
        <w:rPr>
          <w:rtl/>
          <w:lang w:bidi="fa-IR"/>
        </w:rPr>
        <w:t xml:space="preserve"> سحرها گاه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چهار پنج ساعت دو زانو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نشستند که شا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ما طاقت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ساعت آن را هم نداشته باش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مرتبه به پا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خودشان زدند و گفتند: آرام بگ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ر،م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خواهم بنش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نم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lastRenderedPageBreak/>
        <w:t>اگر</w:t>
      </w:r>
      <w:r w:rsidRPr="00E243D8">
        <w:rPr>
          <w:rtl/>
          <w:lang w:bidi="fa-IR"/>
        </w:rPr>
        <w:t xml:space="preserve"> روح بانشاط و قو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باشد،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تواند در جسم هم تصرف کند. اگر راکب قو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بود،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تواند در مرکب خود تصرف کند و آن را هم به وجد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اورد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386A56">
      <w:pPr>
        <w:pStyle w:val="Heading2"/>
        <w:rPr>
          <w:rtl/>
          <w:lang w:bidi="fa-IR"/>
        </w:rPr>
      </w:pPr>
      <w:bookmarkStart w:id="15" w:name="_Toc67344698"/>
      <w:r w:rsidRPr="00E243D8">
        <w:rPr>
          <w:rFonts w:hint="eastAsia"/>
          <w:rtl/>
          <w:lang w:bidi="fa-IR"/>
        </w:rPr>
        <w:t>اوج</w:t>
      </w:r>
      <w:r w:rsidRPr="00E243D8">
        <w:rPr>
          <w:rtl/>
          <w:lang w:bidi="fa-IR"/>
        </w:rPr>
        <w:t xml:space="preserve"> شاد</w:t>
      </w:r>
      <w:r w:rsidRPr="00E243D8">
        <w:rPr>
          <w:rFonts w:hint="cs"/>
          <w:rtl/>
          <w:lang w:bidi="fa-IR"/>
        </w:rPr>
        <w:t>ی</w:t>
      </w:r>
      <w:bookmarkEnd w:id="15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آمده است که امام باقر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خواستند به محل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بروند، به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اصحاب فرمودند: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با هم برو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الاغ و قاطر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درخواست کردند و به او فرمودند: کدام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گفت: الاغ را. فرمود: الاغ را به من واگذار. در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مرکب بهتر را به او دادند و خود</w:t>
      </w:r>
      <w:r w:rsidRPr="00E243D8">
        <w:rPr>
          <w:rFonts w:hint="eastAsia"/>
          <w:rtl/>
          <w:lang w:bidi="fa-IR"/>
        </w:rPr>
        <w:t>شان</w:t>
      </w:r>
      <w:r w:rsidRPr="00E243D8">
        <w:rPr>
          <w:rtl/>
          <w:lang w:bidi="fa-IR"/>
        </w:rPr>
        <w:t xml:space="preserve"> الاغ سوار شدند.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راه افتادند، الاغ در راه رفتن خود به رقص آمد، به طور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شانه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حضرت به لرزه در آمد. حضرت برآمدگ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جلو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را گرفتند و خم شدند و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گفتند.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راو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 به حضرت گفتم: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از ناراحت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شکم خم شد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 فرمودند: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الاغ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داشتند که به او عُفَ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گفته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شد. هرگاه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سوار آن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شدند، از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رقص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آمد و شانه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حضرت به حرکت در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آمد و حضرت برآمدگ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جلو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گرفتند 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اللّهُمَّ</w:t>
      </w:r>
      <w:r w:rsidRPr="00E243D8">
        <w:rPr>
          <w:rtl/>
          <w:lang w:bidi="fa-IR"/>
        </w:rPr>
        <w:t xml:space="preserve"> لَ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سَ</w:t>
      </w:r>
      <w:r w:rsidRPr="00E243D8">
        <w:rPr>
          <w:rtl/>
          <w:lang w:bidi="fa-IR"/>
        </w:rPr>
        <w:t xml:space="preserve"> مِنّ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وَلکِنْ ذا مِنْ عُفَ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رٍ؛</w:t>
      </w:r>
      <w:r w:rsidRPr="00E243D8">
        <w:rPr>
          <w:rtl/>
          <w:lang w:bidi="fa-IR"/>
        </w:rPr>
        <w:t xml:space="preserve"> بار خدا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حرکت از من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ست،</w:t>
      </w:r>
      <w:r w:rsidRPr="00E243D8">
        <w:rPr>
          <w:rtl/>
          <w:lang w:bidi="fa-IR"/>
        </w:rPr>
        <w:t xml:space="preserve"> بلکه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عف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386A56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الاغ من هم از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گونه حرکت کرد و من به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نش</w:t>
      </w:r>
      <w:r w:rsidRPr="00E243D8">
        <w:rPr>
          <w:rtl/>
          <w:lang w:bidi="fa-IR"/>
        </w:rPr>
        <w:t xml:space="preserve"> چسب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دم</w:t>
      </w:r>
      <w:r w:rsidRPr="00E243D8">
        <w:rPr>
          <w:rtl/>
          <w:lang w:bidi="fa-IR"/>
        </w:rPr>
        <w:t xml:space="preserve"> و گفتم: «اللّهُمَّ هذا لَ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سَ</w:t>
      </w:r>
      <w:r w:rsidRPr="00E243D8">
        <w:rPr>
          <w:rtl/>
          <w:lang w:bidi="fa-IR"/>
        </w:rPr>
        <w:t xml:space="preserve"> مِنّ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وَلکِنْ هذا مِن حِمار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؛</w:t>
      </w:r>
      <w:r w:rsidRPr="00E243D8">
        <w:rPr>
          <w:rtl/>
          <w:lang w:bidi="fa-IR"/>
        </w:rPr>
        <w:t xml:space="preserve"> خدا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حرکت از من</w:t>
      </w:r>
      <w:r w:rsidR="00386A56">
        <w:rPr>
          <w:rFonts w:hint="cs"/>
          <w:rtl/>
          <w:lang w:bidi="fa-IR"/>
        </w:rPr>
        <w:t xml:space="preserve"> 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ست،</w:t>
      </w:r>
      <w:r w:rsidRPr="00E243D8">
        <w:rPr>
          <w:rtl/>
          <w:lang w:bidi="fa-IR"/>
        </w:rPr>
        <w:t xml:space="preserve"> بلکه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الاغ من است.»</w:t>
      </w:r>
      <w:r w:rsidRPr="00386A56">
        <w:rPr>
          <w:rStyle w:val="libFootnotenumChar"/>
          <w:rtl/>
        </w:rPr>
        <w:t>(1)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lastRenderedPageBreak/>
        <w:t>واقعاً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الاغ حق داشته است که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بر او سوار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شوند، به وجد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لطافت داشتند. جسمشان هم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لط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بود.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64549A">
      <w:pPr>
        <w:pStyle w:val="Heading2"/>
        <w:rPr>
          <w:rtl/>
          <w:lang w:bidi="fa-IR"/>
        </w:rPr>
      </w:pPr>
      <w:bookmarkStart w:id="16" w:name="_Toc67344699"/>
      <w:r w:rsidRPr="00E243D8">
        <w:rPr>
          <w:rFonts w:hint="eastAsia"/>
          <w:rtl/>
          <w:lang w:bidi="fa-IR"/>
        </w:rPr>
        <w:t>الاغ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bookmarkEnd w:id="16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الاغ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که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سوار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شدند، الاغ بهشت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بود. از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شده است که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الاغ با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به سخن آمد و گفت: پدر و مادرم فدا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شما! پدرم از پدرش و او از جدش و او از پدرش نقل کرده است که با نوح در سف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نه</w:t>
      </w:r>
      <w:r w:rsidRPr="00E243D8">
        <w:rPr>
          <w:rtl/>
          <w:lang w:bidi="fa-IR"/>
        </w:rPr>
        <w:t xml:space="preserve"> بودم. ن</w:t>
      </w:r>
      <w:r w:rsidRPr="00E243D8">
        <w:rPr>
          <w:rFonts w:hint="eastAsia"/>
          <w:rtl/>
          <w:lang w:bidi="fa-IR"/>
        </w:rPr>
        <w:t>وح</w:t>
      </w:r>
      <w:r w:rsidRPr="00E243D8">
        <w:rPr>
          <w:rtl/>
          <w:lang w:bidi="fa-IR"/>
        </w:rPr>
        <w:t xml:space="preserve"> به سو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من آمد و دست به کفل من کش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گفت: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خْرُجُ</w:t>
      </w:r>
      <w:r w:rsidRPr="00E243D8">
        <w:rPr>
          <w:rtl/>
          <w:lang w:bidi="fa-IR"/>
        </w:rPr>
        <w:t xml:space="preserve"> مِنْ صُلْبِ هذا الحِمارِ حمارٌ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رْکَبُهُ</w:t>
      </w:r>
      <w:r w:rsidRPr="00E243D8">
        <w:rPr>
          <w:rtl/>
          <w:lang w:bidi="fa-IR"/>
        </w:rPr>
        <w:t xml:space="preserve"> سَ</w:t>
      </w:r>
      <w:r w:rsidRPr="00E243D8">
        <w:rPr>
          <w:rFonts w:hint="cs"/>
          <w:rtl/>
          <w:lang w:bidi="fa-IR"/>
        </w:rPr>
        <w:t>یِّ</w:t>
      </w:r>
      <w:r w:rsidRPr="00E243D8">
        <w:rPr>
          <w:rFonts w:hint="eastAsia"/>
          <w:rtl/>
          <w:lang w:bidi="fa-IR"/>
        </w:rPr>
        <w:t>دُ</w:t>
      </w:r>
      <w:r w:rsidRPr="00E243D8">
        <w:rPr>
          <w:rtl/>
          <w:lang w:bidi="fa-IR"/>
        </w:rPr>
        <w:t xml:space="preserve"> المُرسَل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 xml:space="preserve"> وَ خاتَمُهُمْ فَالحَمْدُللهِ الَّذ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جَعَلن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ذلِکَ الْحِمارَ؛ از نسل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الاغ، الاغ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وجود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که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امبران</w:t>
      </w:r>
      <w:r w:rsidRPr="00E243D8">
        <w:rPr>
          <w:rtl/>
          <w:lang w:bidi="fa-IR"/>
        </w:rPr>
        <w:t xml:space="preserve"> و آخر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شان</w:t>
      </w:r>
      <w:r w:rsidRPr="00E243D8">
        <w:rPr>
          <w:rtl/>
          <w:lang w:bidi="fa-IR"/>
        </w:rPr>
        <w:t xml:space="preserve"> بر آن سوار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 خدا را شکر که مرا همان الاغ قرار داد.</w:t>
      </w:r>
      <w:r w:rsidRPr="0064549A">
        <w:rPr>
          <w:rStyle w:val="libFootnotenumChar"/>
          <w:rtl/>
        </w:rPr>
        <w:t>(2)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فرمودند: همان ساعت که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از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رفتند،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الاغ افسارش را پاره کرد 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تاخت تا در محله قبا بر سر چاه بن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خَطمه 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خود را در آن افکند و همان چاه قبر او گشت.</w:t>
      </w:r>
      <w:r w:rsidRPr="0064549A">
        <w:rPr>
          <w:rStyle w:val="libFootnotenumChar"/>
          <w:rtl/>
        </w:rPr>
        <w:t>(3)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64549A" w:rsidP="0064549A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7" w:name="_Toc67344700"/>
      <w:r w:rsidR="00E243D8" w:rsidRPr="00E243D8">
        <w:rPr>
          <w:rFonts w:hint="eastAsia"/>
          <w:rtl/>
          <w:lang w:bidi="fa-IR"/>
        </w:rPr>
        <w:lastRenderedPageBreak/>
        <w:t>شلوغ</w:t>
      </w:r>
      <w:r w:rsidR="00E243D8" w:rsidRPr="00E243D8">
        <w:rPr>
          <w:rtl/>
          <w:lang w:bidi="fa-IR"/>
        </w:rPr>
        <w:t xml:space="preserve"> کار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نفس</w:t>
      </w:r>
      <w:bookmarkEnd w:id="17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فرمودند: من شلوغ کار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ستم</w:t>
      </w:r>
      <w:r w:rsidRPr="00E243D8">
        <w:rPr>
          <w:rtl/>
          <w:lang w:bidi="fa-IR"/>
        </w:rPr>
        <w:t>. هر چه هست مربوط به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الاغ و مرکب من است.</w:t>
      </w:r>
    </w:p>
    <w:p w:rsidR="00E243D8" w:rsidRPr="00E243D8" w:rsidRDefault="0064549A" w:rsidP="0064549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</w:t>
      </w:r>
    </w:p>
    <w:p w:rsidR="00E243D8" w:rsidRPr="00E243D8" w:rsidRDefault="00E243D8" w:rsidP="0064549A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تفس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الع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2، ص 286؛ بحارالانوار، ج 73، ص 291.</w:t>
      </w:r>
    </w:p>
    <w:p w:rsidR="00E243D8" w:rsidRPr="00E243D8" w:rsidRDefault="00E243D8" w:rsidP="0064549A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1، ص 237؛ بحارالانوار، ج 17، ص 405.</w:t>
      </w:r>
    </w:p>
    <w:p w:rsidR="00E243D8" w:rsidRPr="00E243D8" w:rsidRDefault="00E243D8" w:rsidP="0064549A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3- 3.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1، ص 237؛ بحارالانوار، ج 17، ص 404.</w:t>
      </w:r>
    </w:p>
    <w:p w:rsidR="00E243D8" w:rsidRPr="00E243D8" w:rsidRDefault="0064549A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مثنو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گر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ز</w:t>
      </w:r>
      <w:r w:rsidR="00E243D8" w:rsidRPr="00E243D8">
        <w:rPr>
          <w:rtl/>
          <w:lang w:bidi="fa-IR"/>
        </w:rPr>
        <w:t xml:space="preserve"> قشنگ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زند و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گو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: اگر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ک</w:t>
      </w:r>
      <w:r w:rsidR="00E243D8" w:rsidRPr="00E243D8">
        <w:rPr>
          <w:rtl/>
          <w:lang w:bidi="fa-IR"/>
        </w:rPr>
        <w:t xml:space="preserve"> وقت در خودت شلوغ کار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،</w:t>
      </w:r>
      <w:r w:rsidR="00E243D8" w:rsidRPr="00E243D8">
        <w:rPr>
          <w:rtl/>
          <w:lang w:bidi="fa-IR"/>
        </w:rPr>
        <w:t xml:space="preserve"> سرت را بالا بگ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</w:t>
      </w:r>
      <w:r w:rsidR="00E243D8" w:rsidRPr="00E243D8">
        <w:rPr>
          <w:rtl/>
          <w:lang w:bidi="fa-IR"/>
        </w:rPr>
        <w:t xml:space="preserve"> و بگو: خدا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ا،</w:t>
      </w:r>
      <w:r w:rsidR="00E243D8" w:rsidRPr="00E243D8">
        <w:rPr>
          <w:rtl/>
          <w:lang w:bidi="fa-IR"/>
        </w:rPr>
        <w:t xml:space="preserve"> روح من شلوغ کار 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ست؛</w:t>
      </w:r>
      <w:r w:rsidR="00E243D8" w:rsidRPr="00E243D8">
        <w:rPr>
          <w:rtl/>
          <w:lang w:bidi="fa-IR"/>
        </w:rPr>
        <w:t xml:space="preserve">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شلوغ کار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ها مال نفس من است.</w:t>
      </w:r>
    </w:p>
    <w:tbl>
      <w:tblPr>
        <w:tblStyle w:val="TableGrid"/>
        <w:bidiVisual/>
        <w:tblW w:w="5244" w:type="pct"/>
        <w:tblInd w:w="-432" w:type="dxa"/>
        <w:tblLook w:val="01E0"/>
      </w:tblPr>
      <w:tblGrid>
        <w:gridCol w:w="4013"/>
        <w:gridCol w:w="267"/>
        <w:gridCol w:w="3677"/>
      </w:tblGrid>
      <w:tr w:rsidR="0064549A" w:rsidTr="0064549A">
        <w:trPr>
          <w:trHeight w:val="350"/>
        </w:trPr>
        <w:tc>
          <w:tcPr>
            <w:tcW w:w="4013" w:type="dxa"/>
            <w:shd w:val="clear" w:color="auto" w:fill="auto"/>
          </w:tcPr>
          <w:p w:rsidR="0064549A" w:rsidRDefault="0064549A" w:rsidP="00921FE4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t>ا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tl/>
                <w:lang w:bidi="fa-IR"/>
              </w:rPr>
              <w:t xml:space="preserve"> خداوند و شهنشاه و ام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  <w:shd w:val="clear" w:color="auto" w:fill="auto"/>
          </w:tcPr>
          <w:p w:rsidR="0064549A" w:rsidRDefault="0064549A" w:rsidP="00921FE4">
            <w:pPr>
              <w:pStyle w:val="libPoem"/>
              <w:rPr>
                <w:rtl/>
              </w:rPr>
            </w:pPr>
          </w:p>
        </w:tc>
        <w:tc>
          <w:tcPr>
            <w:tcW w:w="3677" w:type="dxa"/>
            <w:shd w:val="clear" w:color="auto" w:fill="auto"/>
          </w:tcPr>
          <w:p w:rsidR="0064549A" w:rsidRDefault="0064549A" w:rsidP="00921FE4">
            <w:pPr>
              <w:pStyle w:val="libPoem"/>
              <w:rPr>
                <w:rtl/>
              </w:rPr>
            </w:pPr>
            <w:r w:rsidRPr="00E243D8">
              <w:rPr>
                <w:rtl/>
                <w:lang w:bidi="fa-IR"/>
              </w:rPr>
              <w:t>من نکردم، نفس من کرد آن مگ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اگر</w:t>
      </w:r>
      <w:r w:rsidRPr="00E243D8">
        <w:rPr>
          <w:rtl/>
          <w:lang w:bidi="fa-IR"/>
        </w:rPr>
        <w:t xml:space="preserve"> انسان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</w:t>
      </w:r>
      <w:r w:rsidRPr="00E243D8">
        <w:rPr>
          <w:rtl/>
          <w:lang w:bidi="fa-IR"/>
        </w:rPr>
        <w:t xml:space="preserve"> کند که بتواند گناه را گردن او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ندازد،</w:t>
      </w:r>
      <w:r w:rsidRPr="00E243D8">
        <w:rPr>
          <w:rtl/>
          <w:lang w:bidi="fa-IR"/>
        </w:rPr>
        <w:t xml:space="preserve"> خوب است. حضرت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وسف</w:t>
      </w:r>
      <w:r w:rsidRPr="00E243D8">
        <w:rPr>
          <w:rtl/>
          <w:lang w:bidi="fa-IR"/>
        </w:rPr>
        <w:t xml:space="preserve"> هم درباره گناه برادرانش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گفت: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64549A" w:rsidP="0064549A">
      <w:pPr>
        <w:pStyle w:val="libNormal"/>
        <w:rPr>
          <w:rtl/>
          <w:lang w:bidi="fa-IR"/>
        </w:rPr>
      </w:pPr>
      <w:r w:rsidRPr="0064549A">
        <w:rPr>
          <w:rStyle w:val="libAlaemChar"/>
          <w:rFonts w:hint="cs"/>
          <w:rtl/>
        </w:rPr>
        <w:t>(</w:t>
      </w:r>
      <w:r w:rsidR="00E243D8" w:rsidRPr="0064549A">
        <w:rPr>
          <w:rStyle w:val="libAieChar"/>
          <w:rFonts w:hint="eastAsia"/>
          <w:rtl/>
        </w:rPr>
        <w:t>وَ</w:t>
      </w:r>
      <w:r w:rsidR="00E243D8" w:rsidRPr="0064549A">
        <w:rPr>
          <w:rStyle w:val="libAieChar"/>
          <w:rtl/>
        </w:rPr>
        <w:t xml:space="preserve"> قَدْ اَحْسَنَ ب</w:t>
      </w:r>
      <w:r w:rsidR="00E243D8" w:rsidRPr="0064549A">
        <w:rPr>
          <w:rStyle w:val="libAieChar"/>
          <w:rFonts w:hint="cs"/>
          <w:rtl/>
        </w:rPr>
        <w:t>ی</w:t>
      </w:r>
      <w:r w:rsidR="00E243D8" w:rsidRPr="0064549A">
        <w:rPr>
          <w:rStyle w:val="libAieChar"/>
          <w:rtl/>
        </w:rPr>
        <w:t xml:space="preserve"> اِذْ اَخْرَجَن</w:t>
      </w:r>
      <w:r w:rsidR="00E243D8" w:rsidRPr="0064549A">
        <w:rPr>
          <w:rStyle w:val="libAieChar"/>
          <w:rFonts w:hint="cs"/>
          <w:rtl/>
        </w:rPr>
        <w:t>ی</w:t>
      </w:r>
      <w:r w:rsidR="00E243D8" w:rsidRPr="0064549A">
        <w:rPr>
          <w:rStyle w:val="libAieChar"/>
          <w:rtl/>
        </w:rPr>
        <w:t xml:space="preserve"> مِنَ السِّجْنِ وَ جاءَ بِکُمْ مِنَ البَدْوِ مِنْ بَعْدِ اَنْ نَزَغَ الشَّ</w:t>
      </w:r>
      <w:r w:rsidR="00E243D8" w:rsidRPr="0064549A">
        <w:rPr>
          <w:rStyle w:val="libAieChar"/>
          <w:rFonts w:hint="cs"/>
          <w:rtl/>
        </w:rPr>
        <w:t>یْ</w:t>
      </w:r>
      <w:r w:rsidR="00E243D8" w:rsidRPr="0064549A">
        <w:rPr>
          <w:rStyle w:val="libAieChar"/>
          <w:rFonts w:hint="eastAsia"/>
          <w:rtl/>
        </w:rPr>
        <w:t>طانُ</w:t>
      </w:r>
      <w:r w:rsidR="00E243D8" w:rsidRPr="0064549A">
        <w:rPr>
          <w:rStyle w:val="libAieChar"/>
          <w:rtl/>
        </w:rPr>
        <w:t xml:space="preserve"> بَ</w:t>
      </w:r>
      <w:r w:rsidR="00E243D8" w:rsidRPr="0064549A">
        <w:rPr>
          <w:rStyle w:val="libAieChar"/>
          <w:rFonts w:hint="cs"/>
          <w:rtl/>
        </w:rPr>
        <w:t>ی</w:t>
      </w:r>
      <w:r w:rsidR="00E243D8" w:rsidRPr="0064549A">
        <w:rPr>
          <w:rStyle w:val="libAieChar"/>
          <w:rFonts w:hint="eastAsia"/>
          <w:rtl/>
        </w:rPr>
        <w:t>ن</w:t>
      </w:r>
      <w:r w:rsidR="00E243D8" w:rsidRPr="0064549A">
        <w:rPr>
          <w:rStyle w:val="libAieChar"/>
          <w:rFonts w:hint="cs"/>
          <w:rtl/>
        </w:rPr>
        <w:t>ی</w:t>
      </w:r>
      <w:r w:rsidR="00E243D8" w:rsidRPr="0064549A">
        <w:rPr>
          <w:rStyle w:val="libAieChar"/>
          <w:rtl/>
        </w:rPr>
        <w:t xml:space="preserve"> وَ بَ</w:t>
      </w:r>
      <w:r w:rsidR="00E243D8" w:rsidRPr="0064549A">
        <w:rPr>
          <w:rStyle w:val="libAieChar"/>
          <w:rFonts w:hint="cs"/>
          <w:rtl/>
        </w:rPr>
        <w:t>یْ</w:t>
      </w:r>
      <w:r w:rsidR="00E243D8" w:rsidRPr="0064549A">
        <w:rPr>
          <w:rStyle w:val="libAieChar"/>
          <w:rFonts w:hint="eastAsia"/>
          <w:rtl/>
        </w:rPr>
        <w:t>نَ</w:t>
      </w:r>
      <w:r w:rsidR="00E243D8" w:rsidRPr="0064549A">
        <w:rPr>
          <w:rStyle w:val="libAieChar"/>
          <w:rtl/>
        </w:rPr>
        <w:t xml:space="preserve"> اِخْوَت</w:t>
      </w:r>
      <w:r w:rsidR="00E243D8" w:rsidRPr="0064549A">
        <w:rPr>
          <w:rStyle w:val="libAieChar"/>
          <w:rFonts w:hint="cs"/>
          <w:rtl/>
        </w:rPr>
        <w:t>ی</w:t>
      </w:r>
      <w:r w:rsidRPr="0064549A">
        <w:rPr>
          <w:rStyle w:val="libAlaemChar"/>
          <w:rFonts w:hint="cs"/>
          <w:rtl/>
        </w:rPr>
        <w:t>)</w:t>
      </w:r>
      <w:r w:rsidR="00E243D8" w:rsidRPr="0064549A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در حق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قت</w:t>
      </w:r>
      <w:r w:rsidR="00E243D8" w:rsidRPr="00E243D8">
        <w:rPr>
          <w:rtl/>
          <w:lang w:bidi="fa-IR"/>
        </w:rPr>
        <w:t xml:space="preserve"> پروردگارم به من احسان کرد، آن گاه که مرا از زندان خارج ساخت و شما را از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ابان</w:t>
      </w:r>
      <w:r w:rsidR="00E243D8" w:rsidRPr="00E243D8">
        <w:rPr>
          <w:rtl/>
          <w:lang w:bidi="fa-IR"/>
        </w:rPr>
        <w:t xml:space="preserve"> کنعان به مصر باز آورد، </w:t>
      </w:r>
      <w:r w:rsidR="00E243D8" w:rsidRPr="00E243D8">
        <w:rPr>
          <w:rFonts w:hint="eastAsia"/>
          <w:rtl/>
          <w:lang w:bidi="fa-IR"/>
        </w:rPr>
        <w:t>پس</w:t>
      </w:r>
      <w:r w:rsidR="00E243D8" w:rsidRPr="00E243D8">
        <w:rPr>
          <w:rtl/>
          <w:lang w:bidi="fa-IR"/>
        </w:rPr>
        <w:t xml:space="preserve"> از آن که ش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طان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ان</w:t>
      </w:r>
      <w:r w:rsidR="00E243D8" w:rsidRPr="00E243D8">
        <w:rPr>
          <w:rtl/>
          <w:lang w:bidi="fa-IR"/>
        </w:rPr>
        <w:t xml:space="preserve"> من و برادرانم را به هم زد.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گناه را به گردن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طان</w:t>
      </w:r>
      <w:r w:rsidRPr="00E243D8">
        <w:rPr>
          <w:rtl/>
          <w:lang w:bidi="fa-IR"/>
        </w:rPr>
        <w:t xml:space="preserve"> انداخت و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برادرانش عذر آورد که شما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طور بشود، بلکه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طان</w:t>
      </w:r>
      <w:r w:rsidRPr="00E243D8">
        <w:rPr>
          <w:rtl/>
          <w:lang w:bidi="fa-IR"/>
        </w:rPr>
        <w:t xml:space="preserve"> آمد و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ما جدا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انداخت.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خ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مواقع انسان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گناه را به گردن نفس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ندازد</w:t>
      </w:r>
      <w:r w:rsidRPr="00E243D8">
        <w:rPr>
          <w:rtl/>
          <w:lang w:bidi="fa-IR"/>
        </w:rPr>
        <w:t xml:space="preserve"> و بگو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 من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خواستم شلوغ کار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بکنم،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نفس من بود که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آورد وگرنه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گناه از رو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و رغبت نبود.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همان</w:t>
      </w:r>
      <w:r w:rsidRPr="00E243D8">
        <w:rPr>
          <w:rtl/>
          <w:lang w:bidi="fa-IR"/>
        </w:rPr>
        <w:t xml:space="preserve"> گونه که امام سجاد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در دعا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ابوحمزه با خدا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راز و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لَمْ اَعْصِکَ 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 xml:space="preserve"> عَصَ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تُکَ</w:t>
      </w:r>
      <w:r w:rsidRPr="00E243D8">
        <w:rPr>
          <w:rtl/>
          <w:lang w:bidi="fa-IR"/>
        </w:rPr>
        <w:t xml:space="preserve"> وَ أنا بِرُبوبِ</w:t>
      </w:r>
      <w:r w:rsidRPr="00E243D8">
        <w:rPr>
          <w:rFonts w:hint="cs"/>
          <w:rtl/>
          <w:lang w:bidi="fa-IR"/>
        </w:rPr>
        <w:t>یَّ</w:t>
      </w:r>
      <w:r w:rsidRPr="00E243D8">
        <w:rPr>
          <w:rFonts w:hint="eastAsia"/>
          <w:rtl/>
          <w:lang w:bidi="fa-IR"/>
        </w:rPr>
        <w:t>تِکَ</w:t>
      </w:r>
      <w:r w:rsidRPr="00E243D8">
        <w:rPr>
          <w:rtl/>
          <w:lang w:bidi="fa-IR"/>
        </w:rPr>
        <w:t xml:space="preserve"> جاحدٌ وَلا بِاَمْرِکَ مُسْتَخِفٌّ وَلا لِعُقوبَتِکَ مُتَعَرِّضٌ وَلا لِوَع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دکَ</w:t>
      </w:r>
      <w:r w:rsidRPr="00E243D8">
        <w:rPr>
          <w:rtl/>
          <w:lang w:bidi="fa-IR"/>
        </w:rPr>
        <w:t xml:space="preserve"> مُتَهاوِنٌ لکنْ </w:t>
      </w:r>
      <w:r w:rsidRPr="00E243D8">
        <w:rPr>
          <w:rtl/>
          <w:lang w:bidi="fa-IR"/>
        </w:rPr>
        <w:lastRenderedPageBreak/>
        <w:t>خَط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ئهٌ</w:t>
      </w:r>
      <w:r w:rsidRPr="00E243D8">
        <w:rPr>
          <w:rtl/>
          <w:lang w:bidi="fa-IR"/>
        </w:rPr>
        <w:t xml:space="preserve"> عَرَضَتْ وَ سَوَّلَتْ لِ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نَفْس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 غَلَبَن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هَوا</w:t>
      </w:r>
      <w:r w:rsidRPr="00E243D8">
        <w:rPr>
          <w:rFonts w:hint="cs"/>
          <w:rtl/>
          <w:lang w:bidi="fa-IR"/>
        </w:rPr>
        <w:t>یَ</w:t>
      </w:r>
      <w:r w:rsidRPr="00E243D8">
        <w:rPr>
          <w:rtl/>
          <w:lang w:bidi="fa-IR"/>
        </w:rPr>
        <w:t xml:space="preserve"> وَ أعان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عَلَ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ها</w:t>
      </w:r>
      <w:r w:rsidRPr="00E243D8">
        <w:rPr>
          <w:rtl/>
          <w:lang w:bidi="fa-IR"/>
        </w:rPr>
        <w:t xml:space="preserve"> شِقْوَت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</w:t>
      </w:r>
    </w:p>
    <w:p w:rsidR="00E243D8" w:rsidRPr="00E243D8" w:rsidRDefault="0064549A" w:rsidP="0064549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E243D8" w:rsidRPr="0064549A" w:rsidRDefault="00E243D8" w:rsidP="0064549A">
      <w:pPr>
        <w:pStyle w:val="libFootnote0"/>
        <w:rPr>
          <w:rtl/>
        </w:rPr>
      </w:pPr>
      <w:r w:rsidRPr="00E243D8">
        <w:rPr>
          <w:rtl/>
          <w:lang w:bidi="fa-IR"/>
        </w:rPr>
        <w:t>1</w:t>
      </w:r>
      <w:r w:rsidRPr="0064549A">
        <w:rPr>
          <w:rtl/>
        </w:rPr>
        <w:t xml:space="preserve">- </w:t>
      </w:r>
      <w:r w:rsidRPr="0064549A">
        <w:rPr>
          <w:rFonts w:eastAsia="B Badr"/>
          <w:rtl/>
        </w:rPr>
        <w:t xml:space="preserve">1. سوره </w:t>
      </w:r>
      <w:r w:rsidRPr="0064549A">
        <w:rPr>
          <w:rFonts w:eastAsia="B Badr" w:hint="cs"/>
          <w:rtl/>
        </w:rPr>
        <w:t>ی</w:t>
      </w:r>
      <w:r w:rsidRPr="0064549A">
        <w:rPr>
          <w:rFonts w:eastAsia="B Badr" w:hint="eastAsia"/>
          <w:rtl/>
        </w:rPr>
        <w:t>وسف،</w:t>
      </w:r>
      <w:r w:rsidRPr="0064549A">
        <w:rPr>
          <w:rFonts w:eastAsia="B Badr"/>
          <w:rtl/>
        </w:rPr>
        <w:t xml:space="preserve"> آ</w:t>
      </w:r>
      <w:r w:rsidRPr="0064549A">
        <w:rPr>
          <w:rFonts w:eastAsia="B Badr" w:hint="cs"/>
          <w:rtl/>
        </w:rPr>
        <w:t>ی</w:t>
      </w:r>
      <w:r w:rsidRPr="0064549A">
        <w:rPr>
          <w:rFonts w:eastAsia="B Badr" w:hint="eastAsia"/>
          <w:rtl/>
        </w:rPr>
        <w:t>ه</w:t>
      </w:r>
      <w:r w:rsidRPr="0064549A">
        <w:rPr>
          <w:rFonts w:eastAsia="B Badr"/>
          <w:rtl/>
        </w:rPr>
        <w:t xml:space="preserve"> 100.</w:t>
      </w:r>
    </w:p>
    <w:p w:rsidR="00E243D8" w:rsidRPr="00E243D8" w:rsidRDefault="0064549A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غَرَّن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سِتْرُکَ المُرخ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عَلَ</w:t>
      </w:r>
      <w:r w:rsidR="00E243D8" w:rsidRPr="00E243D8">
        <w:rPr>
          <w:rFonts w:hint="cs"/>
          <w:rtl/>
          <w:lang w:bidi="fa-IR"/>
        </w:rPr>
        <w:t>یَّ</w:t>
      </w:r>
      <w:r w:rsidR="00E243D8" w:rsidRPr="00E243D8">
        <w:rPr>
          <w:rFonts w:hint="eastAsia"/>
          <w:rtl/>
          <w:lang w:bidi="fa-IR"/>
        </w:rPr>
        <w:t>؛</w:t>
      </w:r>
      <w:r w:rsidR="00E243D8" w:rsidRPr="0064549A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خدا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من؛ هنگام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به معص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تت</w:t>
      </w:r>
      <w:r w:rsidR="00E243D8" w:rsidRPr="00E243D8">
        <w:rPr>
          <w:rtl/>
          <w:lang w:bidi="fa-IR"/>
        </w:rPr>
        <w:t xml:space="preserve"> پرداختم، از راه عص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ان،</w:t>
      </w:r>
      <w:r w:rsidR="00E243D8" w:rsidRPr="00E243D8">
        <w:rPr>
          <w:rtl/>
          <w:lang w:bidi="fa-IR"/>
        </w:rPr>
        <w:t xml:space="preserve"> خداوند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ات را انکار نکردم. و فرمانت را سبک نشمردم. و در مقابل عقابت 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نه</w:t>
      </w:r>
      <w:r w:rsidR="00E243D8" w:rsidRPr="00E243D8">
        <w:rPr>
          <w:rtl/>
          <w:lang w:bidi="fa-IR"/>
        </w:rPr>
        <w:t xml:space="preserve"> سپر نکردم. و وعده مجازات را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اهم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tl/>
          <w:lang w:bidi="fa-IR"/>
        </w:rPr>
        <w:t xml:space="preserve"> ندانستم. بلکه عص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انم</w:t>
      </w:r>
      <w:r w:rsidR="00E243D8" w:rsidRPr="00E243D8">
        <w:rPr>
          <w:rtl/>
          <w:lang w:bidi="fa-IR"/>
        </w:rPr>
        <w:t xml:space="preserve"> خطا</w:t>
      </w:r>
      <w:r w:rsidR="00E243D8" w:rsidRPr="00E243D8">
        <w:rPr>
          <w:rFonts w:hint="cs"/>
          <w:rtl/>
          <w:lang w:bidi="fa-IR"/>
        </w:rPr>
        <w:t>یی</w:t>
      </w:r>
      <w:r w:rsidR="00E243D8" w:rsidRPr="00E243D8">
        <w:rPr>
          <w:rtl/>
          <w:lang w:bidi="fa-IR"/>
        </w:rPr>
        <w:t xml:space="preserve"> بود که عارض شد و نفس بر من شبه</w:t>
      </w:r>
      <w:r w:rsidR="00E243D8" w:rsidRPr="00E243D8">
        <w:rPr>
          <w:rFonts w:hint="eastAsia"/>
          <w:rtl/>
          <w:lang w:bidi="fa-IR"/>
        </w:rPr>
        <w:t>ه</w:t>
      </w:r>
      <w:r w:rsidR="00E243D8" w:rsidRPr="00E243D8">
        <w:rPr>
          <w:rtl/>
          <w:lang w:bidi="fa-IR"/>
        </w:rPr>
        <w:t xml:space="preserve"> کار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کرد و هو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و هوس غلبه کرد و بدبخت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کمک نمود و پرده پوش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ات مغرورم کرد.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واقعاً</w:t>
      </w:r>
      <w:r w:rsidRPr="00E243D8">
        <w:rPr>
          <w:rtl/>
          <w:lang w:bidi="fa-IR"/>
        </w:rPr>
        <w:t xml:space="preserve"> ما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گناه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اصلاً از گناه خوشمان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دام گناه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افت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نفس است که گاه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 ما غلبه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و در دام گناه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افت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چنان که ابن 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الحد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در کلمات منسوب به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آورده است: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شَ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طانُ</w:t>
      </w:r>
      <w:r w:rsidRPr="00E243D8">
        <w:rPr>
          <w:rtl/>
          <w:lang w:bidi="fa-IR"/>
        </w:rPr>
        <w:t xml:space="preserve"> کُلِّ اِنْسانٍ نَفْسُهُ؛</w:t>
      </w:r>
      <w:r w:rsidRPr="0064549A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طان</w:t>
      </w:r>
      <w:r w:rsidRPr="00E243D8">
        <w:rPr>
          <w:rtl/>
          <w:lang w:bidi="fa-IR"/>
        </w:rPr>
        <w:t xml:space="preserve"> هر انسان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نفس اوست.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طان</w:t>
      </w:r>
      <w:r w:rsidRPr="00E243D8">
        <w:rPr>
          <w:rtl/>
          <w:lang w:bidi="fa-IR"/>
        </w:rPr>
        <w:t xml:space="preserve"> اصل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همان نفس ماست.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مطلب کل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شَ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طان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اَسْلَمَ بِ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؛</w:t>
      </w:r>
      <w:r w:rsidRPr="0064549A">
        <w:rPr>
          <w:rStyle w:val="libFootnotenumChar"/>
          <w:rtl/>
        </w:rPr>
        <w:t>(3)</w:t>
      </w:r>
      <w:r w:rsidRPr="00E243D8">
        <w:rPr>
          <w:rtl/>
          <w:lang w:bidi="fa-IR"/>
        </w:rPr>
        <w:t xml:space="preserve">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طان</w:t>
      </w:r>
      <w:r w:rsidRPr="00E243D8">
        <w:rPr>
          <w:rtl/>
          <w:lang w:bidi="fa-IR"/>
        </w:rPr>
        <w:t xml:space="preserve"> من مط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</w:t>
      </w:r>
      <w:r w:rsidRPr="00E243D8">
        <w:rPr>
          <w:rtl/>
          <w:lang w:bidi="fa-IR"/>
        </w:rPr>
        <w:t xml:space="preserve"> و تسل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من گرد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به</w:t>
      </w:r>
      <w:r w:rsidRPr="00E243D8">
        <w:rPr>
          <w:rtl/>
          <w:lang w:bidi="fa-IR"/>
        </w:rPr>
        <w:t xml:space="preserve"> هر حال نشاط و شاداب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ارزش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اخلاق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آن را در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ره</w:t>
      </w:r>
      <w:r w:rsidRPr="00E243D8">
        <w:rPr>
          <w:rtl/>
          <w:lang w:bidi="fa-IR"/>
        </w:rPr>
        <w:t xml:space="preserve"> ائمه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و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طور در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روان</w:t>
      </w:r>
      <w:r w:rsidRPr="00E243D8">
        <w:rPr>
          <w:rtl/>
          <w:lang w:bidi="fa-IR"/>
        </w:rPr>
        <w:t xml:space="preserve"> مکتبشان به خوب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مشاهده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64549A" w:rsidP="0064549A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8" w:name="_Toc67344701"/>
      <w:r w:rsidR="00E243D8" w:rsidRPr="00E243D8">
        <w:rPr>
          <w:rFonts w:hint="eastAsia"/>
          <w:rtl/>
          <w:lang w:bidi="fa-IR"/>
        </w:rPr>
        <w:lastRenderedPageBreak/>
        <w:t>توص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ه</w:t>
      </w:r>
      <w:r w:rsidR="00E243D8" w:rsidRPr="00E243D8">
        <w:rPr>
          <w:rtl/>
          <w:lang w:bidi="fa-IR"/>
        </w:rPr>
        <w:t xml:space="preserve"> به غم زدا</w:t>
      </w:r>
      <w:r w:rsidR="00E243D8" w:rsidRPr="00E243D8">
        <w:rPr>
          <w:rFonts w:hint="cs"/>
          <w:rtl/>
          <w:lang w:bidi="fa-IR"/>
        </w:rPr>
        <w:t>یی</w:t>
      </w:r>
      <w:bookmarkEnd w:id="18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اصلاً</w:t>
      </w:r>
      <w:r w:rsidRPr="00E243D8">
        <w:rPr>
          <w:rtl/>
          <w:lang w:bidi="fa-IR"/>
        </w:rPr>
        <w:t xml:space="preserve"> زدودن غم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ارزش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مهم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اول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 امامان ما به آن توص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فرموده اند و آثار و پاداش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 ذکر کرده اند.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فرمودند:</w:t>
      </w:r>
    </w:p>
    <w:p w:rsidR="00E243D8" w:rsidRPr="00E243D8" w:rsidRDefault="0064549A" w:rsidP="0064549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</w:t>
      </w:r>
    </w:p>
    <w:p w:rsidR="00E243D8" w:rsidRPr="00E243D8" w:rsidRDefault="00E243D8" w:rsidP="0064549A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مصباح المتهجد، ج 2، ص 589؛ مفات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ج</w:t>
      </w:r>
      <w:r w:rsidRPr="00E243D8">
        <w:rPr>
          <w:rtl/>
          <w:lang w:bidi="fa-IR"/>
        </w:rPr>
        <w:t xml:space="preserve"> الجنان، دعا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ابوحمزه، ص 345.</w:t>
      </w:r>
    </w:p>
    <w:p w:rsidR="00E243D8" w:rsidRPr="00E243D8" w:rsidRDefault="00E243D8" w:rsidP="0064549A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شرح نهج البلاغه، ج 20، ص 257.</w:t>
      </w:r>
    </w:p>
    <w:p w:rsidR="00E243D8" w:rsidRPr="00E243D8" w:rsidRDefault="00E243D8" w:rsidP="0064549A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3- 3. الفرقان، ج 27، ص 391؛ مخزن العرفان، ج 9، ص 60.</w:t>
      </w:r>
    </w:p>
    <w:p w:rsidR="00E243D8" w:rsidRPr="00E243D8" w:rsidRDefault="0064549A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مَنْ</w:t>
      </w:r>
      <w:r w:rsidR="00E243D8" w:rsidRPr="00E243D8">
        <w:rPr>
          <w:rtl/>
          <w:lang w:bidi="fa-IR"/>
        </w:rPr>
        <w:t xml:space="preserve"> نَفَّسَ عَنْ مُؤمِنٍ کُرْبَهً نَفَّسَ اللهُ عَنْهُ کُرَبَ الآخِرَهِ وَ خَرَجَ مِنْ قَبْرِهِ ثَلَجَ الفُؤاد؛</w:t>
      </w:r>
      <w:r w:rsidR="00E243D8" w:rsidRPr="0064549A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هرکس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اندوه مؤمن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را برطرف سازد، خداوند اندوه آخرت را از او برطرف سازد و با دل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شادمان و آرام از قبر خو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ش</w:t>
      </w:r>
      <w:r w:rsidR="00E243D8" w:rsidRPr="00E243D8">
        <w:rPr>
          <w:rtl/>
          <w:lang w:bidi="fa-IR"/>
        </w:rPr>
        <w:t xml:space="preserve"> خارج شود.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پاداش</w:t>
      </w:r>
      <w:r w:rsidRPr="00E243D8">
        <w:rPr>
          <w:rtl/>
          <w:lang w:bidi="fa-IR"/>
        </w:rPr>
        <w:t xml:space="preserve"> اخرو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پاداش جاودان و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و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قابل 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اس</w:t>
      </w:r>
      <w:r w:rsidRPr="00E243D8">
        <w:rPr>
          <w:rtl/>
          <w:lang w:bidi="fa-IR"/>
        </w:rPr>
        <w:t xml:space="preserve"> با پاداش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>. همان گونه که آخرت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است، نعمت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 هم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است.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در مقابل نعمت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پا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پذ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و زودگذر است، همانند صفر در برابر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نها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است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دل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محکم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 اصالت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64549A" w:rsidP="0064549A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9" w:name="_Toc67344702"/>
      <w:r w:rsidR="00E243D8" w:rsidRPr="00E243D8">
        <w:rPr>
          <w:rFonts w:hint="eastAsia"/>
          <w:rtl/>
          <w:lang w:bidi="fa-IR"/>
        </w:rPr>
        <w:lastRenderedPageBreak/>
        <w:t>آرزو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شادمان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برا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گران</w:t>
      </w:r>
      <w:bookmarkEnd w:id="19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درخواست</w:t>
      </w:r>
      <w:r w:rsidRPr="00E243D8">
        <w:rPr>
          <w:rtl/>
          <w:lang w:bidi="fa-IR"/>
        </w:rPr>
        <w:t xml:space="preserve"> فرح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و رفع غم و اندوهشان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در فرهنگ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نما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است. به مناسبت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گوناگون و فرصت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مختلف، توص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به زدودن اندوه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و 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قالب آرزو و دعا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شده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اسلام</w:t>
      </w:r>
      <w:r w:rsidRPr="00E243D8">
        <w:rPr>
          <w:rtl/>
          <w:lang w:bidi="fa-IR"/>
        </w:rPr>
        <w:t xml:space="preserve"> در زوا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انسان رسوخ کرده و 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امور جزئ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برنامه 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نموده و دستورالعمل صادر کرده است.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همه در مس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و جهت رشد و کمال و کمال خواه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انسان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خود و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آداب معاشرت و تعامل با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که روح خ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رخواه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آرزو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تندرست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معاشرت ها موج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زند، به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شتر</w:t>
      </w:r>
      <w:r w:rsidRPr="00E243D8">
        <w:rPr>
          <w:rtl/>
          <w:lang w:bidi="fa-IR"/>
        </w:rPr>
        <w:t xml:space="preserve"> واقف خواه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شد.</w:t>
      </w:r>
    </w:p>
    <w:p w:rsidR="00E243D8" w:rsidRPr="00E243D8" w:rsidRDefault="0064549A" w:rsidP="0064549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</w:t>
      </w:r>
    </w:p>
    <w:p w:rsidR="00E243D8" w:rsidRPr="00E243D8" w:rsidRDefault="00E243D8" w:rsidP="0064549A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2، ص 199، ح 3؛ ثواب الاعمال، ص 149؛ بحارالانوار، ج 72، ص 23.</w:t>
      </w:r>
    </w:p>
    <w:p w:rsidR="00E243D8" w:rsidRPr="00E243D8" w:rsidRDefault="0064549A" w:rsidP="0064549A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20" w:name="_Toc67344703"/>
      <w:r w:rsidR="00E243D8" w:rsidRPr="00E243D8">
        <w:rPr>
          <w:rFonts w:hint="eastAsia"/>
          <w:rtl/>
          <w:lang w:bidi="fa-IR"/>
        </w:rPr>
        <w:lastRenderedPageBreak/>
        <w:t>ادب</w:t>
      </w:r>
      <w:r w:rsidR="00E243D8" w:rsidRPr="00E243D8">
        <w:rPr>
          <w:rtl/>
          <w:lang w:bidi="fa-IR"/>
        </w:rPr>
        <w:t xml:space="preserve"> عطسه</w:t>
      </w:r>
      <w:bookmarkEnd w:id="20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امور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در فرهنگ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شا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اصلاً به چشم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اهم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 تصور نشود، مسأله ادب عطسه کردن است.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عطسه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کند، چه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بکند و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در حضور اوست، چگونه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با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پد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برخورد کند و ادب آن را ادا نما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همان امور جز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است ک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اسلام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 آداب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ذکر کرده است که همه، انسان را به سو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خدا،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خدا، ذکر نعمت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ارزش ها و حرکت به سمت و سو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کمال سوق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دهد.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شگفت انگ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است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که در آداب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عطسه ساده چقدر حکمت خواب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است!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 xml:space="preserve"> آمده است که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عطسه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زند، بگو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 «اَلحَمدُ للهِ رَبِّ الْعالَم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 صَلَ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اللهُ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مُحَمَّدٍ وَ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آلِهِ وَ سَلَّمَ؛ سپاس خداوند، پروردگار عالم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را و درود بر محمد و آل او و سلام بر آنان».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خود شکر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 نعمت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خداوند است که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آن ها نعمت سلامت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 و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ادآور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نعمت 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است که خداوند به او عنا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فرموده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همچن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فرموده اند: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برادران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شما عطسه زد، به او بگو</w:t>
      </w:r>
      <w:r w:rsidRPr="00E243D8">
        <w:rPr>
          <w:rFonts w:hint="cs"/>
          <w:rtl/>
          <w:lang w:bidi="fa-IR"/>
        </w:rPr>
        <w:t>یی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 «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رْحَمُکَ</w:t>
      </w:r>
      <w:r w:rsidRPr="00E243D8">
        <w:rPr>
          <w:rtl/>
          <w:lang w:bidi="fa-IR"/>
        </w:rPr>
        <w:t xml:space="preserve"> اللهُ؛ خداوند تو را مورد رحمت خو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قرار دهد!» پاسخ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عطسه زننده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است: «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غْفِرُ</w:t>
      </w:r>
      <w:r w:rsidRPr="00E243D8">
        <w:rPr>
          <w:rtl/>
          <w:lang w:bidi="fa-IR"/>
        </w:rPr>
        <w:t xml:space="preserve"> الله لَنا وَ لَکَ؛ خداوند ما و شما را مورد مغفرت خو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قرار دهد!»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اگر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شتر</w:t>
      </w:r>
      <w:r w:rsidRPr="00E243D8">
        <w:rPr>
          <w:rtl/>
          <w:lang w:bidi="fa-IR"/>
        </w:rPr>
        <w:t xml:space="preserve"> عطسه زد که نشانه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است،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: «شَفاکَ الله؛ خداوند به تو </w:t>
      </w:r>
      <w:r w:rsidRPr="00E243D8">
        <w:rPr>
          <w:rtl/>
          <w:lang w:bidi="fa-IR"/>
        </w:rPr>
        <w:lastRenderedPageBreak/>
        <w:t>شفا عنا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فرما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!» و به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غمگ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 اندوهناک است،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گفت: «فَرَّحَکَ اللهُ؛ خداوند تو را شادمان گرداند.»</w:t>
      </w:r>
      <w:r w:rsidRPr="00921FE4">
        <w:rPr>
          <w:rStyle w:val="libFootnotenumChar"/>
          <w:rtl/>
        </w:rPr>
        <w:t>(1)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در آداب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عطسه چقدر مهر و محبت و همدل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خ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رخواه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نهفته است. رفتار ما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صبغه و رنگ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داشته باشد و بر اساس مکتب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شکل بگ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رد،</w:t>
      </w:r>
      <w:r w:rsidRPr="00E243D8">
        <w:rPr>
          <w:rtl/>
          <w:lang w:bidi="fa-IR"/>
        </w:rPr>
        <w:t xml:space="preserve"> هزاران خ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در آن پد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</w:t>
      </w:r>
      <w:r w:rsidRPr="00E243D8">
        <w:rPr>
          <w:rtl/>
          <w:lang w:bidi="fa-IR"/>
        </w:rPr>
        <w:t xml:space="preserve"> خواهد شد.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از</w:t>
      </w:r>
      <w:r w:rsidRPr="00E243D8">
        <w:rPr>
          <w:rtl/>
          <w:lang w:bidi="fa-IR"/>
        </w:rPr>
        <w:t xml:space="preserve"> هر فرصت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استفاده کرد و صفت خ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رخواه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را نما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و غم و اندوه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را چاره ساخت، 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دعا و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آرزو.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921FE4">
      <w:pPr>
        <w:pStyle w:val="Heading2"/>
        <w:rPr>
          <w:rtl/>
          <w:lang w:bidi="fa-IR"/>
        </w:rPr>
      </w:pPr>
      <w:bookmarkStart w:id="21" w:name="_Toc67344704"/>
      <w:r w:rsidRPr="00E243D8">
        <w:rPr>
          <w:rFonts w:hint="eastAsia"/>
          <w:rtl/>
          <w:lang w:bidi="fa-IR"/>
        </w:rPr>
        <w:t>درخواست</w:t>
      </w:r>
      <w:r w:rsidRPr="00E243D8">
        <w:rPr>
          <w:rtl/>
          <w:lang w:bidi="fa-IR"/>
        </w:rPr>
        <w:t xml:space="preserve"> شاد</w:t>
      </w:r>
      <w:r w:rsidRPr="00E243D8">
        <w:rPr>
          <w:rFonts w:hint="cs"/>
          <w:rtl/>
          <w:lang w:bidi="fa-IR"/>
        </w:rPr>
        <w:t>ی</w:t>
      </w:r>
      <w:bookmarkEnd w:id="21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اصالت را به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دهد و آن را ارزشمند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شمارد، دعاها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است که در آن از خداوند فرح و سرور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طلب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اگر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ارزش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نداشت، ائمه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به ما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آموختند که در دعاها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تان</w:t>
      </w:r>
      <w:r w:rsidRPr="00E243D8">
        <w:rPr>
          <w:rtl/>
          <w:lang w:bidi="fa-IR"/>
        </w:rPr>
        <w:t xml:space="preserve"> از خدا درخواست فرح و سرور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بخواه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که غم و اندوهتان ز</w:t>
      </w:r>
      <w:r w:rsidRPr="00E243D8">
        <w:rPr>
          <w:rFonts w:hint="eastAsia"/>
          <w:rtl/>
          <w:lang w:bidi="fa-IR"/>
        </w:rPr>
        <w:t>دوده</w:t>
      </w:r>
      <w:r w:rsidRPr="00E243D8">
        <w:rPr>
          <w:rtl/>
          <w:lang w:bidi="fa-IR"/>
        </w:rPr>
        <w:t xml:space="preserve"> شود.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سحرها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ماه مبارک رمضان در دعا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ابوحمزه امام سجاد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اللّهُمَّ</w:t>
      </w:r>
      <w:r w:rsidRPr="00E243D8">
        <w:rPr>
          <w:rtl/>
          <w:lang w:bidi="fa-IR"/>
        </w:rPr>
        <w:t xml:space="preserve"> فَرِّحْ قَلْب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وَاجْعَل 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مِنْ هَمّ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 کَرْب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فَرَجاً وَ مَخْرَجاً؛</w:t>
      </w:r>
      <w:r w:rsidRPr="00921FE4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خداوند، دلم را شاد گردان و از هر غم و اندوه و پر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ام گشا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و رها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بخش!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lastRenderedPageBreak/>
        <w:t>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غم و اندوه را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کن، بلکه درخواست فرح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رفع غم و اندوه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خداوندا،</w:t>
      </w:r>
      <w:r w:rsidRPr="00E243D8">
        <w:rPr>
          <w:rtl/>
          <w:lang w:bidi="fa-IR"/>
        </w:rPr>
        <w:t xml:space="preserve"> دل غمگ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ما را شاد گردان!</w:t>
      </w:r>
    </w:p>
    <w:p w:rsidR="00E243D8" w:rsidRPr="00E243D8" w:rsidRDefault="00921FE4" w:rsidP="00921FE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</w:t>
      </w:r>
    </w:p>
    <w:p w:rsidR="00E243D8" w:rsidRPr="00E243D8" w:rsidRDefault="00E243D8" w:rsidP="00921FE4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 xml:space="preserve">1- 1. الفقه المنسوب للامام الرضا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، ص 392؛ بحارالانوار، ج 73، ص 56.</w:t>
      </w:r>
    </w:p>
    <w:p w:rsidR="00E243D8" w:rsidRPr="00E243D8" w:rsidRDefault="00E243D8" w:rsidP="00921FE4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مصباح المتهجد، ج 2، ص 595؛ مفات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الجنان، ص 353، دعا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ابوحمزه ثمال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921FE4" w:rsidP="00921FE4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2" w:name="_Toc67344705"/>
      <w:r w:rsidR="00E243D8" w:rsidRPr="00E243D8">
        <w:rPr>
          <w:rFonts w:hint="eastAsia"/>
          <w:rtl/>
          <w:lang w:bidi="fa-IR"/>
        </w:rPr>
        <w:lastRenderedPageBreak/>
        <w:t>گفتار</w:t>
      </w:r>
      <w:r w:rsidR="00E243D8" w:rsidRPr="00E243D8">
        <w:rPr>
          <w:rtl/>
          <w:lang w:bidi="fa-IR"/>
        </w:rPr>
        <w:t xml:space="preserve"> دوم</w:t>
      </w:r>
      <w:r w:rsidRPr="00E243D8">
        <w:rPr>
          <w:rtl/>
          <w:lang w:bidi="fa-IR"/>
        </w:rPr>
        <w:t>:</w:t>
      </w:r>
      <w:r w:rsidR="00E243D8" w:rsidRPr="00E243D8">
        <w:rPr>
          <w:rtl/>
          <w:lang w:bidi="fa-IR"/>
        </w:rPr>
        <w:t xml:space="preserve"> به سو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شادمان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</w:t>
      </w:r>
      <w:r w:rsidR="00E243D8" w:rsidRPr="00921FE4">
        <w:rPr>
          <w:rStyle w:val="libFootnotenumChar"/>
          <w:rtl/>
        </w:rPr>
        <w:t>(2)</w:t>
      </w:r>
      <w:bookmarkEnd w:id="22"/>
    </w:p>
    <w:p w:rsidR="00921FE4" w:rsidRDefault="00921FE4" w:rsidP="00E243D8">
      <w:pPr>
        <w:pStyle w:val="libNormal"/>
        <w:rPr>
          <w:rtl/>
          <w:lang w:bidi="fa-IR"/>
        </w:rPr>
      </w:pPr>
    </w:p>
    <w:p w:rsidR="00E243D8" w:rsidRPr="00E243D8" w:rsidRDefault="00E243D8" w:rsidP="00921FE4">
      <w:pPr>
        <w:pStyle w:val="libBold1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اشاره</w:t>
      </w:r>
    </w:p>
    <w:p w:rsidR="00E243D8" w:rsidRPr="00E243D8" w:rsidRDefault="00921FE4" w:rsidP="00921FE4">
      <w:pPr>
        <w:pStyle w:val="libNormal"/>
        <w:rPr>
          <w:rtl/>
          <w:lang w:bidi="fa-IR"/>
        </w:rPr>
      </w:pPr>
      <w:r w:rsidRPr="00921FE4">
        <w:rPr>
          <w:rStyle w:val="libAlaemChar"/>
          <w:rFonts w:hint="cs"/>
          <w:rtl/>
        </w:rPr>
        <w:t>(</w:t>
      </w:r>
      <w:r w:rsidR="00E243D8" w:rsidRPr="00921FE4">
        <w:rPr>
          <w:rStyle w:val="libAieChar"/>
          <w:rFonts w:hint="eastAsia"/>
          <w:rtl/>
        </w:rPr>
        <w:t>قُلْ</w:t>
      </w:r>
      <w:r w:rsidR="00E243D8" w:rsidRPr="00921FE4">
        <w:rPr>
          <w:rStyle w:val="libAieChar"/>
          <w:rtl/>
        </w:rPr>
        <w:t xml:space="preserve"> بَفَضْلِ اللهِ وَ بِرَحْمَتِهِ فَبِذلِکَ فَلْ</w:t>
      </w:r>
      <w:r w:rsidR="00E243D8" w:rsidRPr="00921FE4">
        <w:rPr>
          <w:rStyle w:val="libAieChar"/>
          <w:rFonts w:hint="cs"/>
          <w:rtl/>
        </w:rPr>
        <w:t>یَ</w:t>
      </w:r>
      <w:r w:rsidR="00E243D8" w:rsidRPr="00921FE4">
        <w:rPr>
          <w:rStyle w:val="libAieChar"/>
          <w:rFonts w:hint="eastAsia"/>
          <w:rtl/>
        </w:rPr>
        <w:t>فْرَحُوا</w:t>
      </w:r>
      <w:r w:rsidR="00E243D8" w:rsidRPr="00921FE4">
        <w:rPr>
          <w:rStyle w:val="libAieChar"/>
          <w:rtl/>
        </w:rPr>
        <w:t xml:space="preserve"> هُوَ خَ</w:t>
      </w:r>
      <w:r w:rsidR="00E243D8" w:rsidRPr="00921FE4">
        <w:rPr>
          <w:rStyle w:val="libAieChar"/>
          <w:rFonts w:hint="cs"/>
          <w:rtl/>
        </w:rPr>
        <w:t>یْ</w:t>
      </w:r>
      <w:r w:rsidR="00E243D8" w:rsidRPr="00921FE4">
        <w:rPr>
          <w:rStyle w:val="libAieChar"/>
          <w:rFonts w:hint="eastAsia"/>
          <w:rtl/>
        </w:rPr>
        <w:t>رٌ</w:t>
      </w:r>
      <w:r w:rsidR="00E243D8" w:rsidRPr="00921FE4">
        <w:rPr>
          <w:rStyle w:val="libAieChar"/>
          <w:rtl/>
        </w:rPr>
        <w:t xml:space="preserve"> مِمّا </w:t>
      </w:r>
      <w:r w:rsidR="00E243D8" w:rsidRPr="00921FE4">
        <w:rPr>
          <w:rStyle w:val="libAieChar"/>
          <w:rFonts w:hint="cs"/>
          <w:rtl/>
        </w:rPr>
        <w:t>یَ</w:t>
      </w:r>
      <w:r w:rsidR="00E243D8" w:rsidRPr="00921FE4">
        <w:rPr>
          <w:rStyle w:val="libAieChar"/>
          <w:rFonts w:hint="eastAsia"/>
          <w:rtl/>
        </w:rPr>
        <w:t>جْمَعونَ</w:t>
      </w:r>
      <w:r w:rsidRPr="00921FE4">
        <w:rPr>
          <w:rStyle w:val="libAlaemChar"/>
          <w:rFonts w:hint="cs"/>
          <w:rtl/>
        </w:rPr>
        <w:t>)</w:t>
      </w:r>
      <w:r w:rsidR="00E243D8" w:rsidRPr="00921FE4">
        <w:rPr>
          <w:rStyle w:val="libFootnotenumChar"/>
          <w:rtl/>
        </w:rPr>
        <w:t xml:space="preserve">(1) </w:t>
      </w:r>
      <w:r w:rsidR="00E243D8" w:rsidRPr="00E243D8">
        <w:rPr>
          <w:rtl/>
          <w:lang w:bidi="fa-IR"/>
        </w:rPr>
        <w:t>بگو به فضل و رحمت خداست که مؤمنان با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شاد شوند و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از هر چه گرد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آورند بهتر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921FE4">
      <w:pPr>
        <w:pStyle w:val="Heading2"/>
        <w:rPr>
          <w:rtl/>
          <w:lang w:bidi="fa-IR"/>
        </w:rPr>
      </w:pPr>
      <w:bookmarkStart w:id="23" w:name="_Toc67344706"/>
      <w:r w:rsidRPr="00E243D8">
        <w:rPr>
          <w:rFonts w:hint="eastAsia"/>
          <w:rtl/>
          <w:lang w:bidi="fa-IR"/>
        </w:rPr>
        <w:t>دعا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فرشتگان</w:t>
      </w:r>
      <w:bookmarkEnd w:id="23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برکات صلوات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انسان مورد لطف و مغفرت خداوند قرار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رد</w:t>
      </w:r>
      <w:r w:rsidRPr="00E243D8">
        <w:rPr>
          <w:rtl/>
          <w:lang w:bidi="fa-IR"/>
        </w:rPr>
        <w:t xml:space="preserve"> و فرشتگان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او دعا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کنند. از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گرام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اسلام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درباره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سؤال کردند: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921FE4" w:rsidP="00921FE4">
      <w:pPr>
        <w:pStyle w:val="libNormal"/>
        <w:rPr>
          <w:rtl/>
          <w:lang w:bidi="fa-IR"/>
        </w:rPr>
      </w:pPr>
      <w:r w:rsidRPr="00921FE4">
        <w:rPr>
          <w:rStyle w:val="libAlaemChar"/>
          <w:rFonts w:hint="cs"/>
          <w:rtl/>
        </w:rPr>
        <w:t>(</w:t>
      </w:r>
      <w:r w:rsidR="00E243D8" w:rsidRPr="00921FE4">
        <w:rPr>
          <w:rStyle w:val="libAieChar"/>
          <w:rFonts w:hint="eastAsia"/>
          <w:rtl/>
        </w:rPr>
        <w:t>اِنَّ</w:t>
      </w:r>
      <w:r w:rsidR="00E243D8" w:rsidRPr="00921FE4">
        <w:rPr>
          <w:rStyle w:val="libAieChar"/>
          <w:rtl/>
        </w:rPr>
        <w:t xml:space="preserve"> اللهَ وَ مَلائِکَتَهُ </w:t>
      </w:r>
      <w:r w:rsidR="00E243D8" w:rsidRPr="00921FE4">
        <w:rPr>
          <w:rStyle w:val="libAieChar"/>
          <w:rFonts w:hint="cs"/>
          <w:rtl/>
        </w:rPr>
        <w:t>یُ</w:t>
      </w:r>
      <w:r w:rsidR="00E243D8" w:rsidRPr="00921FE4">
        <w:rPr>
          <w:rStyle w:val="libAieChar"/>
          <w:rFonts w:hint="eastAsia"/>
          <w:rtl/>
        </w:rPr>
        <w:t>صَلّونَ</w:t>
      </w:r>
      <w:r w:rsidR="00E243D8" w:rsidRPr="00921FE4">
        <w:rPr>
          <w:rStyle w:val="libAieChar"/>
          <w:rtl/>
        </w:rPr>
        <w:t xml:space="preserve"> عَلَ</w:t>
      </w:r>
      <w:r w:rsidR="00E243D8" w:rsidRPr="00921FE4">
        <w:rPr>
          <w:rStyle w:val="libAieChar"/>
          <w:rFonts w:hint="cs"/>
          <w:rtl/>
        </w:rPr>
        <w:t>ی</w:t>
      </w:r>
      <w:r w:rsidR="00E243D8" w:rsidRPr="00921FE4">
        <w:rPr>
          <w:rStyle w:val="libAieChar"/>
          <w:rtl/>
        </w:rPr>
        <w:t xml:space="preserve"> النَّب</w:t>
      </w:r>
      <w:r w:rsidR="00E243D8" w:rsidRPr="00921FE4">
        <w:rPr>
          <w:rStyle w:val="libAieChar"/>
          <w:rFonts w:hint="cs"/>
          <w:rtl/>
        </w:rPr>
        <w:t>ی</w:t>
      </w:r>
      <w:r w:rsidR="00E243D8" w:rsidRPr="00921FE4">
        <w:rPr>
          <w:rStyle w:val="libAieChar"/>
          <w:rtl/>
        </w:rPr>
        <w:t xml:space="preserve"> </w:t>
      </w:r>
      <w:r w:rsidR="00E243D8" w:rsidRPr="00921FE4">
        <w:rPr>
          <w:rStyle w:val="libAieChar"/>
          <w:rFonts w:hint="cs"/>
          <w:rtl/>
        </w:rPr>
        <w:t>ی</w:t>
      </w:r>
      <w:r w:rsidR="00E243D8" w:rsidRPr="00921FE4">
        <w:rPr>
          <w:rStyle w:val="libAieChar"/>
          <w:rFonts w:hint="eastAsia"/>
          <w:rtl/>
        </w:rPr>
        <w:t>ا</w:t>
      </w:r>
      <w:r w:rsidR="00E243D8" w:rsidRPr="00921FE4">
        <w:rPr>
          <w:rStyle w:val="libAieChar"/>
          <w:rtl/>
        </w:rPr>
        <w:t xml:space="preserve"> اَ</w:t>
      </w:r>
      <w:r w:rsidR="00E243D8" w:rsidRPr="00921FE4">
        <w:rPr>
          <w:rStyle w:val="libAieChar"/>
          <w:rFonts w:hint="cs"/>
          <w:rtl/>
        </w:rPr>
        <w:t>یُّ</w:t>
      </w:r>
      <w:r w:rsidR="00E243D8" w:rsidRPr="00921FE4">
        <w:rPr>
          <w:rStyle w:val="libAieChar"/>
          <w:rFonts w:hint="eastAsia"/>
          <w:rtl/>
        </w:rPr>
        <w:t>هَا</w:t>
      </w:r>
      <w:r w:rsidR="00E243D8" w:rsidRPr="00921FE4">
        <w:rPr>
          <w:rStyle w:val="libAieChar"/>
          <w:rtl/>
        </w:rPr>
        <w:t xml:space="preserve"> الَّذ</w:t>
      </w:r>
      <w:r w:rsidR="00E243D8" w:rsidRPr="00921FE4">
        <w:rPr>
          <w:rStyle w:val="libAieChar"/>
          <w:rFonts w:hint="cs"/>
          <w:rtl/>
        </w:rPr>
        <w:t>ی</w:t>
      </w:r>
      <w:r w:rsidR="00E243D8" w:rsidRPr="00921FE4">
        <w:rPr>
          <w:rStyle w:val="libAieChar"/>
          <w:rFonts w:hint="eastAsia"/>
          <w:rtl/>
        </w:rPr>
        <w:t>نَ</w:t>
      </w:r>
      <w:r w:rsidR="00E243D8" w:rsidRPr="00921FE4">
        <w:rPr>
          <w:rStyle w:val="libAieChar"/>
          <w:rtl/>
        </w:rPr>
        <w:t xml:space="preserve"> آمَنوا صَلُّوا عَلَ</w:t>
      </w:r>
      <w:r w:rsidR="00E243D8" w:rsidRPr="00921FE4">
        <w:rPr>
          <w:rStyle w:val="libAieChar"/>
          <w:rFonts w:hint="cs"/>
          <w:rtl/>
        </w:rPr>
        <w:t>ی</w:t>
      </w:r>
      <w:r w:rsidR="00E243D8" w:rsidRPr="00921FE4">
        <w:rPr>
          <w:rStyle w:val="libAieChar"/>
          <w:rFonts w:hint="eastAsia"/>
          <w:rtl/>
        </w:rPr>
        <w:t>هِ</w:t>
      </w:r>
      <w:r w:rsidR="00E243D8" w:rsidRPr="00921FE4">
        <w:rPr>
          <w:rStyle w:val="libAieChar"/>
          <w:rtl/>
        </w:rPr>
        <w:t xml:space="preserve"> وَ سَلِّمُوا تَسْل</w:t>
      </w:r>
      <w:r w:rsidR="00E243D8" w:rsidRPr="00921FE4">
        <w:rPr>
          <w:rStyle w:val="libAieChar"/>
          <w:rFonts w:hint="cs"/>
          <w:rtl/>
        </w:rPr>
        <w:t>ی</w:t>
      </w:r>
      <w:r w:rsidR="00E243D8" w:rsidRPr="00921FE4">
        <w:rPr>
          <w:rStyle w:val="libAieChar"/>
          <w:rFonts w:hint="eastAsia"/>
          <w:rtl/>
        </w:rPr>
        <w:t>ماً</w:t>
      </w:r>
      <w:r w:rsidRPr="00921FE4">
        <w:rPr>
          <w:rStyle w:val="libAlaemChar"/>
          <w:rFonts w:hint="cs"/>
          <w:rtl/>
        </w:rPr>
        <w:t>)</w:t>
      </w:r>
      <w:r w:rsidR="00E243D8" w:rsidRPr="00921FE4">
        <w:rPr>
          <w:rStyle w:val="libFootnotenumChar"/>
          <w:rtl/>
        </w:rPr>
        <w:t>(2)</w:t>
      </w:r>
      <w:r w:rsidR="00E243D8" w:rsidRPr="00E243D8">
        <w:rPr>
          <w:rtl/>
          <w:lang w:bidi="fa-IR"/>
        </w:rPr>
        <w:t xml:space="preserve"> خدا و فرشتگان بر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امبر</w:t>
      </w:r>
      <w:r w:rsidR="00E243D8" w:rsidRPr="00E243D8">
        <w:rPr>
          <w:rtl/>
          <w:lang w:bidi="fa-IR"/>
        </w:rPr>
        <w:t xml:space="preserve"> درود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فرستند،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کسان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مان</w:t>
      </w:r>
      <w:r w:rsidR="00E243D8" w:rsidRPr="00E243D8">
        <w:rPr>
          <w:rtl/>
          <w:lang w:bidi="fa-IR"/>
        </w:rPr>
        <w:t xml:space="preserve"> آورده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د،</w:t>
      </w:r>
      <w:r w:rsidR="00E243D8" w:rsidRPr="00E243D8">
        <w:rPr>
          <w:rtl/>
          <w:lang w:bidi="fa-IR"/>
        </w:rPr>
        <w:t xml:space="preserve"> بر او درود فرست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و به فرمانش به خوب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گردن نه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«هذا</w:t>
      </w:r>
      <w:r w:rsidRPr="00E243D8">
        <w:rPr>
          <w:rtl/>
          <w:lang w:bidi="fa-IR"/>
        </w:rPr>
        <w:t xml:space="preserve"> مِنَ الْعِلْمِ المَکنُونِ وَلَولا اَنَّکُمْ سَأَلْتُمون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عَنْهُ ما اَخْبَرْتُکُمْ بِهِ؛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علم مکنون و پوش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از خلق است. اگر شما درباره آن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من از آن به شما خبر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دادم و تفس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آن را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</w:p>
    <w:p w:rsidR="00921FE4" w:rsidRDefault="00921FE4" w:rsidP="00921FE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</w:t>
      </w:r>
    </w:p>
    <w:p w:rsidR="00E243D8" w:rsidRPr="00E243D8" w:rsidRDefault="00E243D8" w:rsidP="00921FE4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 xml:space="preserve">1- 1. سوره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ونس،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58.</w:t>
      </w:r>
    </w:p>
    <w:p w:rsidR="00E243D8" w:rsidRPr="00E243D8" w:rsidRDefault="00E243D8" w:rsidP="00921FE4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سوره احزاب،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56.</w:t>
      </w:r>
    </w:p>
    <w:p w:rsidR="00E243D8" w:rsidRPr="00E243D8" w:rsidRDefault="00E243D8" w:rsidP="00921FE4">
      <w:pPr>
        <w:pStyle w:val="libFootnote0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کردم.»</w:t>
      </w:r>
    </w:p>
    <w:p w:rsidR="00E243D8" w:rsidRPr="00E243D8" w:rsidRDefault="00921FE4" w:rsidP="00921FE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حق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قت</w:t>
      </w:r>
      <w:r w:rsidR="00E243D8" w:rsidRPr="00E243D8">
        <w:rPr>
          <w:rtl/>
          <w:lang w:bidi="fa-IR"/>
        </w:rPr>
        <w:t xml:space="preserve">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است که خداوند دو فرشته را مأمور کرده و همراه من اند که هرگاه از من نام برده شود و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بشود و کس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از امت من بر من صلوات بفرستد، آن دو فرشته برا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او دعا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کنند و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گو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ند</w:t>
      </w:r>
      <w:r w:rsidR="00E243D8" w:rsidRPr="00E243D8">
        <w:rPr>
          <w:rtl/>
          <w:lang w:bidi="fa-IR"/>
        </w:rPr>
        <w:t>: «غَفَر اللهُ لَکَ؛ خداوند گناهانت را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امرزد</w:t>
      </w:r>
      <w:r w:rsidR="00E243D8" w:rsidRPr="00E243D8">
        <w:rPr>
          <w:rtl/>
          <w:lang w:bidi="fa-IR"/>
        </w:rPr>
        <w:t>!» و خداوند و فرشتگان همه آم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گو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ند</w:t>
      </w:r>
      <w:r w:rsidR="00E243D8" w:rsidRPr="00E243D8">
        <w:rPr>
          <w:rtl/>
          <w:lang w:bidi="fa-IR"/>
        </w:rPr>
        <w:t>. و اگر نام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از من برده شد و بر من صلوات نفرستد، آن دو فرشته نفر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کنند و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گو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ند</w:t>
      </w:r>
      <w:r w:rsidR="00E243D8" w:rsidRPr="00E243D8">
        <w:rPr>
          <w:rtl/>
          <w:lang w:bidi="fa-IR"/>
        </w:rPr>
        <w:t>: «لاغَفَر اللهُ لَکَ؛ خداوند تو را 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امرزد</w:t>
      </w:r>
      <w:r w:rsidR="00E243D8" w:rsidRPr="00E243D8">
        <w:rPr>
          <w:rtl/>
          <w:lang w:bidi="fa-IR"/>
        </w:rPr>
        <w:t>!» و خداوند و سا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</w:t>
      </w:r>
      <w:r w:rsidR="00E243D8" w:rsidRPr="00E243D8">
        <w:rPr>
          <w:rtl/>
          <w:lang w:bidi="fa-IR"/>
        </w:rPr>
        <w:t xml:space="preserve"> فرشتگان آم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گو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ند</w:t>
      </w:r>
      <w:r w:rsidR="00E243D8" w:rsidRPr="00921FE4">
        <w:rPr>
          <w:rStyle w:val="libFootnotenumChar"/>
          <w:rtl/>
        </w:rPr>
        <w:t>.(1)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خداوند دعا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فرشتگان را اجابت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 بنابرا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اگر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خواهد دعا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خداوند و فرشتگان بالا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سر او باشد،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ذکر شر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را فراموش نکند.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921FE4" w:rsidP="00921FE4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24" w:name="_Toc67344707"/>
      <w:r w:rsidR="00E243D8" w:rsidRPr="00E243D8">
        <w:rPr>
          <w:rFonts w:hint="eastAsia"/>
          <w:rtl/>
          <w:lang w:bidi="fa-IR"/>
        </w:rPr>
        <w:lastRenderedPageBreak/>
        <w:t>برتر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حالات نفس</w:t>
      </w:r>
      <w:bookmarkEnd w:id="24"/>
    </w:p>
    <w:p w:rsidR="00E243D8" w:rsidRPr="00E243D8" w:rsidRDefault="00E243D8" w:rsidP="001D65C3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فرح</w:t>
      </w:r>
      <w:r w:rsidRPr="00E243D8">
        <w:rPr>
          <w:rtl/>
          <w:lang w:bidi="fa-IR"/>
        </w:rPr>
        <w:t xml:space="preserve">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اساس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 برتر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حالات نفسان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انسان و از جنود عقل است که انسان را در 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</w:t>
      </w:r>
      <w:r w:rsidRPr="00E243D8">
        <w:rPr>
          <w:rtl/>
          <w:lang w:bidi="fa-IR"/>
        </w:rPr>
        <w:t xml:space="preserve"> به کمال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 به خلاف غم و اندوه که از لشکر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جهل و موجب سقوط انسان و باز ماندن از کمال است.</w:t>
      </w:r>
      <w:r w:rsidRPr="00E243D8">
        <w:rPr>
          <w:rFonts w:hint="eastAsia"/>
          <w:rtl/>
          <w:lang w:bidi="fa-IR"/>
        </w:rPr>
        <w:t>اساساً</w:t>
      </w:r>
      <w:r w:rsidRPr="00E243D8">
        <w:rPr>
          <w:rtl/>
          <w:lang w:bidi="fa-IR"/>
        </w:rPr>
        <w:t xml:space="preserve"> فرح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ژگ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کسان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به بهشت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 آخرت دست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افته</w:t>
      </w:r>
      <w:r w:rsidRPr="00E243D8">
        <w:rPr>
          <w:rtl/>
          <w:lang w:bidi="fa-IR"/>
        </w:rPr>
        <w:t xml:space="preserve"> اند. و غم و اندوه مربوط به افراد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سر از ضلالت و گمراه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آورده و سرانجامشان دوزخ است.</w:t>
      </w:r>
      <w:r w:rsidRPr="00E243D8">
        <w:rPr>
          <w:rFonts w:hint="eastAsia"/>
          <w:rtl/>
          <w:lang w:bidi="fa-IR"/>
        </w:rPr>
        <w:t>البته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غ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از غم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مورد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در مص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بت</w:t>
      </w:r>
      <w:r w:rsidRPr="00E243D8">
        <w:rPr>
          <w:rtl/>
          <w:lang w:bidi="fa-IR"/>
        </w:rPr>
        <w:t xml:space="preserve"> ها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در هجران ها و</w:t>
      </w:r>
    </w:p>
    <w:p w:rsidR="00E243D8" w:rsidRPr="00E243D8" w:rsidRDefault="001D65C3" w:rsidP="001D65C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E243D8" w:rsidRPr="00E243D8" w:rsidRDefault="00E243D8" w:rsidP="001D65C3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مفتاح الفلاح، ص 39؛ مرآه العقول، ج 12، ص 109؛ بحارالانوار، ج 82، ص 279.</w:t>
      </w:r>
    </w:p>
    <w:p w:rsidR="00E243D8" w:rsidRPr="00E243D8" w:rsidRDefault="001D65C3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cs"/>
          <w:rtl/>
          <w:lang w:bidi="fa-IR"/>
        </w:rPr>
        <w:lastRenderedPageBreak/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tl/>
          <w:lang w:bidi="fa-IR"/>
        </w:rPr>
        <w:t xml:space="preserve"> بر اثر گناهان در انسان پد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دار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شود. همچن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غ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</w:t>
      </w:r>
      <w:r w:rsidR="00E243D8" w:rsidRPr="00E243D8">
        <w:rPr>
          <w:rtl/>
          <w:lang w:bidi="fa-IR"/>
        </w:rPr>
        <w:t xml:space="preserve"> از موارد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است که خداوند و اول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ش</w:t>
      </w:r>
      <w:r w:rsidR="00E243D8" w:rsidRPr="00E243D8">
        <w:rPr>
          <w:rtl/>
          <w:lang w:bidi="fa-IR"/>
        </w:rPr>
        <w:t xml:space="preserve"> غم و اندوه را ستوده اند و آن را موجب رشد و کمال شمرده اند.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1D65C3" w:rsidP="001D65C3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25" w:name="_Toc67344708"/>
      <w:r w:rsidR="00E243D8" w:rsidRPr="00E243D8">
        <w:rPr>
          <w:rFonts w:hint="eastAsia"/>
          <w:rtl/>
          <w:lang w:bidi="fa-IR"/>
        </w:rPr>
        <w:lastRenderedPageBreak/>
        <w:t>اندوه</w:t>
      </w:r>
      <w:r w:rsidR="00E243D8" w:rsidRPr="00E243D8">
        <w:rPr>
          <w:rtl/>
          <w:lang w:bidi="fa-IR"/>
        </w:rPr>
        <w:t xml:space="preserve"> زدا</w:t>
      </w:r>
      <w:r w:rsidR="00E243D8" w:rsidRPr="00E243D8">
        <w:rPr>
          <w:rFonts w:hint="cs"/>
          <w:rtl/>
          <w:lang w:bidi="fa-IR"/>
        </w:rPr>
        <w:t>یی</w:t>
      </w:r>
      <w:r w:rsidR="00E243D8" w:rsidRPr="00E243D8">
        <w:rPr>
          <w:rtl/>
          <w:lang w:bidi="fa-IR"/>
        </w:rPr>
        <w:t xml:space="preserve"> در بهشت</w:t>
      </w:r>
      <w:bookmarkEnd w:id="25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از</w:t>
      </w:r>
      <w:r w:rsidRPr="00E243D8">
        <w:rPr>
          <w:rtl/>
          <w:lang w:bidi="fa-IR"/>
        </w:rPr>
        <w:t xml:space="preserve">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بر ارزشمند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فرح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دلالت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کند، اوصاف اهل بهشت و جهنم است. بهشت 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همان</w:t>
      </w:r>
      <w:r w:rsidR="001D65C3">
        <w:rPr>
          <w:rFonts w:hint="cs"/>
          <w:rtl/>
          <w:lang w:bidi="fa-IR"/>
        </w:rPr>
        <w:t xml:space="preserve"> </w:t>
      </w:r>
      <w:r w:rsidRPr="00E243D8">
        <w:rPr>
          <w:rFonts w:hint="eastAsia"/>
          <w:rtl/>
          <w:lang w:bidi="fa-IR"/>
        </w:rPr>
        <w:t>خانه</w:t>
      </w:r>
      <w:r w:rsidRPr="00E243D8">
        <w:rPr>
          <w:rtl/>
          <w:lang w:bidi="fa-IR"/>
        </w:rPr>
        <w:t xml:space="preserve"> خداست. خداوند در آنجا از بندگانش پذ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 جهنم هم زندان خداست. جا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کفار و مشرک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 منافقان و گناهکاران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در برزخ پاک نشده اند. فرح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مال اهل بهش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است و غم و اندوه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جهنم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جهنم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وجود ندارد. همه غم ها و غصه ها و ناراحت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 و فشارها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روح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مال اهل جهنم است. کسان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دلشان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خواهد غصه بخورند، در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بخورند که در بهشت داغ غم و غصه بر دلشان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ماند. آنجا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سرور محض است.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سخن بهشت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است، هنگام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وارد بهشت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1D65C3" w:rsidP="001D65C3">
      <w:pPr>
        <w:pStyle w:val="libNormal"/>
        <w:rPr>
          <w:rtl/>
          <w:lang w:bidi="fa-IR"/>
        </w:rPr>
      </w:pPr>
      <w:r w:rsidRPr="001D65C3">
        <w:rPr>
          <w:rStyle w:val="libAlaemChar"/>
          <w:rFonts w:hint="cs"/>
          <w:rtl/>
        </w:rPr>
        <w:t>(</w:t>
      </w:r>
      <w:r w:rsidR="00E243D8" w:rsidRPr="001D65C3">
        <w:rPr>
          <w:rStyle w:val="libAieChar"/>
          <w:rFonts w:hint="eastAsia"/>
          <w:rtl/>
        </w:rPr>
        <w:t>اَلحَمدُ</w:t>
      </w:r>
      <w:r w:rsidR="00E243D8" w:rsidRPr="001D65C3">
        <w:rPr>
          <w:rStyle w:val="libAieChar"/>
          <w:rtl/>
        </w:rPr>
        <w:t xml:space="preserve"> للهِ الَّذ</w:t>
      </w:r>
      <w:r w:rsidR="00E243D8" w:rsidRPr="001D65C3">
        <w:rPr>
          <w:rStyle w:val="libAieChar"/>
          <w:rFonts w:hint="cs"/>
          <w:rtl/>
        </w:rPr>
        <w:t>ی</w:t>
      </w:r>
      <w:r w:rsidR="00E243D8" w:rsidRPr="001D65C3">
        <w:rPr>
          <w:rStyle w:val="libAieChar"/>
          <w:rtl/>
        </w:rPr>
        <w:t xml:space="preserve"> اَذْهَبَ عَنَّا الحَزَنَ اِنَّ رَبَّنا لَغَفُورٌ شکورٌ الّذ</w:t>
      </w:r>
      <w:r w:rsidR="00E243D8" w:rsidRPr="001D65C3">
        <w:rPr>
          <w:rStyle w:val="libAieChar"/>
          <w:rFonts w:hint="cs"/>
          <w:rtl/>
        </w:rPr>
        <w:t>ی</w:t>
      </w:r>
      <w:r w:rsidR="00E243D8" w:rsidRPr="001D65C3">
        <w:rPr>
          <w:rStyle w:val="libAieChar"/>
          <w:rtl/>
        </w:rPr>
        <w:t xml:space="preserve"> اَحَلَّنا دارَ المُقامَهِ مِنْ فَضْلِهِ لا </w:t>
      </w:r>
      <w:r w:rsidR="00E243D8" w:rsidRPr="001D65C3">
        <w:rPr>
          <w:rStyle w:val="libAieChar"/>
          <w:rFonts w:hint="cs"/>
          <w:rtl/>
        </w:rPr>
        <w:t>یَ</w:t>
      </w:r>
      <w:r w:rsidR="00E243D8" w:rsidRPr="001D65C3">
        <w:rPr>
          <w:rStyle w:val="libAieChar"/>
          <w:rFonts w:hint="eastAsia"/>
          <w:rtl/>
        </w:rPr>
        <w:t>مَسُّنا</w:t>
      </w:r>
      <w:r w:rsidR="00E243D8" w:rsidRPr="001D65C3">
        <w:rPr>
          <w:rStyle w:val="libAieChar"/>
          <w:rtl/>
        </w:rPr>
        <w:t xml:space="preserve"> ف</w:t>
      </w:r>
      <w:r w:rsidR="00E243D8" w:rsidRPr="001D65C3">
        <w:rPr>
          <w:rStyle w:val="libAieChar"/>
          <w:rFonts w:hint="cs"/>
          <w:rtl/>
        </w:rPr>
        <w:t>ی</w:t>
      </w:r>
      <w:r w:rsidR="00E243D8" w:rsidRPr="001D65C3">
        <w:rPr>
          <w:rStyle w:val="libAieChar"/>
          <w:rFonts w:hint="eastAsia"/>
          <w:rtl/>
        </w:rPr>
        <w:t>ها</w:t>
      </w:r>
      <w:r w:rsidR="00E243D8" w:rsidRPr="001D65C3">
        <w:rPr>
          <w:rStyle w:val="libAieChar"/>
          <w:rtl/>
        </w:rPr>
        <w:t xml:space="preserve"> نَصَبٌ وَلا </w:t>
      </w:r>
      <w:r w:rsidR="00E243D8" w:rsidRPr="001D65C3">
        <w:rPr>
          <w:rStyle w:val="libAieChar"/>
          <w:rFonts w:hint="cs"/>
          <w:rtl/>
        </w:rPr>
        <w:t>یَ</w:t>
      </w:r>
      <w:r w:rsidR="00E243D8" w:rsidRPr="001D65C3">
        <w:rPr>
          <w:rStyle w:val="libAieChar"/>
          <w:rFonts w:hint="eastAsia"/>
          <w:rtl/>
        </w:rPr>
        <w:t>مَسُّنا</w:t>
      </w:r>
      <w:r w:rsidR="00E243D8" w:rsidRPr="001D65C3">
        <w:rPr>
          <w:rStyle w:val="libAieChar"/>
          <w:rtl/>
        </w:rPr>
        <w:t xml:space="preserve"> ف</w:t>
      </w:r>
      <w:r w:rsidR="00E243D8" w:rsidRPr="001D65C3">
        <w:rPr>
          <w:rStyle w:val="libAieChar"/>
          <w:rFonts w:hint="cs"/>
          <w:rtl/>
        </w:rPr>
        <w:t>ی</w:t>
      </w:r>
      <w:r w:rsidR="00E243D8" w:rsidRPr="001D65C3">
        <w:rPr>
          <w:rStyle w:val="libAieChar"/>
          <w:rFonts w:hint="eastAsia"/>
          <w:rtl/>
        </w:rPr>
        <w:t>ها</w:t>
      </w:r>
      <w:r w:rsidR="00E243D8" w:rsidRPr="001D65C3">
        <w:rPr>
          <w:rStyle w:val="libAieChar"/>
          <w:rtl/>
        </w:rPr>
        <w:t xml:space="preserve"> لُغُوبٌ</w:t>
      </w:r>
      <w:r w:rsidRPr="001D65C3">
        <w:rPr>
          <w:rStyle w:val="libAlaemChar"/>
          <w:rFonts w:hint="cs"/>
          <w:rtl/>
        </w:rPr>
        <w:t>)</w:t>
      </w:r>
      <w:r w:rsidR="00E243D8" w:rsidRPr="001D65C3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سپاس خدا</w:t>
      </w:r>
      <w:r w:rsidR="00E243D8" w:rsidRPr="00E243D8">
        <w:rPr>
          <w:rFonts w:hint="cs"/>
          <w:rtl/>
          <w:lang w:bidi="fa-IR"/>
        </w:rPr>
        <w:t>یی</w:t>
      </w:r>
      <w:r w:rsidR="00E243D8" w:rsidRPr="00E243D8">
        <w:rPr>
          <w:rtl/>
          <w:lang w:bidi="fa-IR"/>
        </w:rPr>
        <w:t xml:space="preserve"> را که اندوه را از ما بزدود! به راست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پروردگار ما آمرزنده و حق شناس است. همان خدا</w:t>
      </w:r>
      <w:r w:rsidR="00E243D8" w:rsidRPr="00E243D8">
        <w:rPr>
          <w:rFonts w:hint="cs"/>
          <w:rtl/>
          <w:lang w:bidi="fa-IR"/>
        </w:rPr>
        <w:t>یی</w:t>
      </w:r>
      <w:r w:rsidR="00E243D8" w:rsidRPr="00E243D8">
        <w:rPr>
          <w:rtl/>
          <w:lang w:bidi="fa-IR"/>
        </w:rPr>
        <w:t xml:space="preserve"> که ما را به فضل خو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ش</w:t>
      </w:r>
      <w:r w:rsidR="00E243D8" w:rsidRPr="00E243D8">
        <w:rPr>
          <w:rtl/>
          <w:lang w:bidi="fa-IR"/>
        </w:rPr>
        <w:t xml:space="preserve"> در سرا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ابد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جا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داد. در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نجا</w:t>
      </w:r>
      <w:r w:rsidR="00E243D8" w:rsidRPr="00E243D8">
        <w:rPr>
          <w:rtl/>
          <w:lang w:bidi="fa-IR"/>
        </w:rPr>
        <w:t xml:space="preserve"> رنج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به ما نم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رسد و در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نجا</w:t>
      </w:r>
      <w:r w:rsidR="00E243D8" w:rsidRPr="00E243D8">
        <w:rPr>
          <w:rtl/>
          <w:lang w:bidi="fa-IR"/>
        </w:rPr>
        <w:t xml:space="preserve"> درماندگ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به ما دست نم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دهد.</w:t>
      </w:r>
    </w:p>
    <w:p w:rsidR="00E243D8" w:rsidRPr="00E243D8" w:rsidRDefault="001D65C3" w:rsidP="001D65C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E243D8" w:rsidRPr="00E243D8" w:rsidRDefault="00E243D8" w:rsidP="001D65C3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سوره فاطر،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34 و 35.</w:t>
      </w:r>
    </w:p>
    <w:p w:rsidR="00E243D8" w:rsidRPr="00E243D8" w:rsidRDefault="001D65C3" w:rsidP="001D65C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در</w:t>
      </w:r>
      <w:r w:rsidR="00E243D8" w:rsidRPr="00E243D8">
        <w:rPr>
          <w:rtl/>
          <w:lang w:bidi="fa-IR"/>
        </w:rPr>
        <w:t xml:space="preserve"> روا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tl/>
          <w:lang w:bidi="fa-IR"/>
        </w:rPr>
        <w:t xml:space="preserve"> آمده است که وقت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حضرت زهرا وارد بهشت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شوند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گو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ند</w:t>
      </w:r>
      <w:r w:rsidR="00E243D8"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1D65C3" w:rsidP="001D65C3">
      <w:pPr>
        <w:pStyle w:val="libNormal"/>
        <w:rPr>
          <w:rtl/>
          <w:lang w:bidi="fa-IR"/>
        </w:rPr>
      </w:pPr>
      <w:r w:rsidRPr="001D65C3">
        <w:rPr>
          <w:rStyle w:val="libAlaemChar"/>
          <w:rFonts w:hint="cs"/>
          <w:rtl/>
        </w:rPr>
        <w:t>(</w:t>
      </w:r>
      <w:r w:rsidR="00E243D8" w:rsidRPr="001D65C3">
        <w:rPr>
          <w:rStyle w:val="libAieChar"/>
          <w:rFonts w:hint="eastAsia"/>
          <w:rtl/>
        </w:rPr>
        <w:t>اَلحَمدُللهِ</w:t>
      </w:r>
      <w:r w:rsidR="00E243D8" w:rsidRPr="001D65C3">
        <w:rPr>
          <w:rStyle w:val="libAieChar"/>
          <w:rtl/>
        </w:rPr>
        <w:t xml:space="preserve"> الَّذ</w:t>
      </w:r>
      <w:r w:rsidR="00E243D8" w:rsidRPr="001D65C3">
        <w:rPr>
          <w:rStyle w:val="libAieChar"/>
          <w:rFonts w:hint="cs"/>
          <w:rtl/>
        </w:rPr>
        <w:t>ی</w:t>
      </w:r>
      <w:r w:rsidR="00E243D8" w:rsidRPr="001D65C3">
        <w:rPr>
          <w:rStyle w:val="libAieChar"/>
          <w:rtl/>
        </w:rPr>
        <w:t xml:space="preserve"> اَذْهَبَ عَنَّا الحَزَنَ و اَقَرَّ بِعَ</w:t>
      </w:r>
      <w:r w:rsidR="00E243D8" w:rsidRPr="001D65C3">
        <w:rPr>
          <w:rStyle w:val="libAieChar"/>
          <w:rFonts w:hint="cs"/>
          <w:rtl/>
        </w:rPr>
        <w:t>ی</w:t>
      </w:r>
      <w:r w:rsidR="00E243D8" w:rsidRPr="001D65C3">
        <w:rPr>
          <w:rStyle w:val="libAieChar"/>
          <w:rFonts w:hint="eastAsia"/>
          <w:rtl/>
        </w:rPr>
        <w:t>ن</w:t>
      </w:r>
      <w:r w:rsidR="00E243D8" w:rsidRPr="001D65C3">
        <w:rPr>
          <w:rStyle w:val="libAieChar"/>
          <w:rFonts w:hint="cs"/>
          <w:rtl/>
        </w:rPr>
        <w:t>ی</w:t>
      </w:r>
      <w:r w:rsidRPr="001D65C3">
        <w:rPr>
          <w:rStyle w:val="libAlaemChar"/>
          <w:rFonts w:hint="cs"/>
          <w:rtl/>
        </w:rPr>
        <w:t>)</w:t>
      </w:r>
      <w:r w:rsidR="00E243D8" w:rsidRPr="001D65C3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خداوند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را سپاس که غم و اندوه را از ما زدود و چشم مرا روشن کرد.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بهشت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اندوه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ست،</w:t>
      </w:r>
      <w:r w:rsidRPr="00E243D8">
        <w:rPr>
          <w:rtl/>
          <w:lang w:bidi="fa-IR"/>
        </w:rPr>
        <w:t xml:space="preserve"> نه اندوه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 نه اندوه آخرت. اگر حزن و اندوه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خوب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بود، خداوند با آن از بهشت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 پذ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کرد. در بهشت همه سرور است.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جهت به آن «دارالسرور؛ خانه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»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 xml:space="preserve"> و به جهنم «دارالحزن، خانه اندوه»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1D65C3" w:rsidP="001D65C3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26" w:name="_Toc67344709"/>
      <w:r w:rsidR="00E243D8" w:rsidRPr="00E243D8">
        <w:rPr>
          <w:rFonts w:hint="eastAsia"/>
          <w:rtl/>
          <w:lang w:bidi="fa-IR"/>
        </w:rPr>
        <w:lastRenderedPageBreak/>
        <w:t>چهره</w:t>
      </w:r>
      <w:r w:rsidR="00E243D8" w:rsidRPr="00E243D8">
        <w:rPr>
          <w:rtl/>
          <w:lang w:bidi="fa-IR"/>
        </w:rPr>
        <w:t xml:space="preserve">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شاداب بهشت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ان</w:t>
      </w:r>
      <w:bookmarkEnd w:id="26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بهشت</w:t>
      </w:r>
      <w:r w:rsidRPr="00E243D8">
        <w:rPr>
          <w:rtl/>
          <w:lang w:bidi="fa-IR"/>
        </w:rPr>
        <w:t xml:space="preserve"> جا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سرور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و بهشت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همه شادمان و مسرورند.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A40100" w:rsidP="00A40100">
      <w:pPr>
        <w:pStyle w:val="libNormal"/>
        <w:rPr>
          <w:rtl/>
          <w:lang w:bidi="fa-IR"/>
        </w:rPr>
      </w:pPr>
      <w:r w:rsidRPr="00A40100">
        <w:rPr>
          <w:rStyle w:val="libAlaemChar"/>
          <w:rFonts w:hint="cs"/>
          <w:rtl/>
        </w:rPr>
        <w:t>(</w:t>
      </w:r>
      <w:r w:rsidR="00E243D8" w:rsidRPr="00A40100">
        <w:rPr>
          <w:rStyle w:val="libAieChar"/>
          <w:rFonts w:hint="eastAsia"/>
          <w:rtl/>
        </w:rPr>
        <w:t>وجوهٌ</w:t>
      </w:r>
      <w:r w:rsidR="00E243D8" w:rsidRPr="00A40100">
        <w:rPr>
          <w:rStyle w:val="libAieChar"/>
          <w:rtl/>
        </w:rPr>
        <w:t xml:space="preserve"> </w:t>
      </w:r>
      <w:r w:rsidR="00E243D8" w:rsidRPr="00A40100">
        <w:rPr>
          <w:rStyle w:val="libAieChar"/>
          <w:rFonts w:hint="cs"/>
          <w:rtl/>
        </w:rPr>
        <w:t>ی</w:t>
      </w:r>
      <w:r w:rsidR="00E243D8" w:rsidRPr="00A40100">
        <w:rPr>
          <w:rStyle w:val="libAieChar"/>
          <w:rFonts w:hint="eastAsia"/>
          <w:rtl/>
        </w:rPr>
        <w:t>ومَئذٍ</w:t>
      </w:r>
      <w:r w:rsidR="00E243D8" w:rsidRPr="00A40100">
        <w:rPr>
          <w:rStyle w:val="libAieChar"/>
          <w:rtl/>
        </w:rPr>
        <w:t xml:space="preserve"> ناضِرَهٌ اِل</w:t>
      </w:r>
      <w:r w:rsidR="00E243D8" w:rsidRPr="00A40100">
        <w:rPr>
          <w:rStyle w:val="libAieChar"/>
          <w:rFonts w:hint="cs"/>
          <w:rtl/>
        </w:rPr>
        <w:t>ی</w:t>
      </w:r>
      <w:r w:rsidR="00E243D8" w:rsidRPr="00A40100">
        <w:rPr>
          <w:rStyle w:val="libAieChar"/>
          <w:rtl/>
        </w:rPr>
        <w:t xml:space="preserve"> رَبِّها ناظِرَهٌ</w:t>
      </w:r>
      <w:r w:rsidRPr="00A40100">
        <w:rPr>
          <w:rStyle w:val="libAlaemChar"/>
          <w:rFonts w:hint="cs"/>
          <w:rtl/>
        </w:rPr>
        <w:t>)</w:t>
      </w:r>
      <w:r w:rsidR="00E243D8" w:rsidRPr="00E243D8">
        <w:rPr>
          <w:rtl/>
          <w:lang w:bidi="fa-IR"/>
        </w:rPr>
        <w:t>؛</w:t>
      </w:r>
      <w:r w:rsidR="00E243D8" w:rsidRPr="00A40100">
        <w:rPr>
          <w:rStyle w:val="libFootnotenumChar"/>
          <w:rtl/>
        </w:rPr>
        <w:t xml:space="preserve">(2) </w:t>
      </w:r>
      <w:r w:rsidR="00E243D8" w:rsidRPr="00E243D8">
        <w:rPr>
          <w:rtl/>
          <w:lang w:bidi="fa-IR"/>
        </w:rPr>
        <w:t>در آن روز چهره ها</w:t>
      </w:r>
      <w:r w:rsidR="00E243D8" w:rsidRPr="00E243D8">
        <w:rPr>
          <w:rFonts w:hint="cs"/>
          <w:rtl/>
          <w:lang w:bidi="fa-IR"/>
        </w:rPr>
        <w:t>یی</w:t>
      </w:r>
      <w:r w:rsidR="00E243D8" w:rsidRPr="00E243D8">
        <w:rPr>
          <w:rtl/>
          <w:lang w:bidi="fa-IR"/>
        </w:rPr>
        <w:t xml:space="preserve"> شاداب اند و به پروردگار خود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نگرند.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طراوت</w:t>
      </w:r>
      <w:r w:rsidRPr="00E243D8">
        <w:rPr>
          <w:rtl/>
          <w:lang w:bidi="fa-IR"/>
        </w:rPr>
        <w:t xml:space="preserve"> و شاداب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نشاط در چهره بهشت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 موج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زند.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خوشحال و سرحال اند. چون به خدا نظر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کنند. چشم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نگاهش به خداوند و اول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اوست،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شه</w:t>
      </w:r>
      <w:r w:rsidRPr="00E243D8">
        <w:rPr>
          <w:rtl/>
          <w:lang w:bidi="fa-IR"/>
        </w:rPr>
        <w:t xml:space="preserve"> شاداب و با طراوت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نشاط</w:t>
      </w:r>
      <w:r w:rsidRPr="00E243D8">
        <w:rPr>
          <w:rtl/>
          <w:lang w:bidi="fa-IR"/>
        </w:rPr>
        <w:t xml:space="preserve"> و شاداب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لازمه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و ارتباط با خدا و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است.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توجهش به خدا و اول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او معطوف است، دلشاد و با طراوت است؛ چون در بهشت بر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نِ</w:t>
      </w:r>
      <w:r w:rsidRPr="00E243D8">
        <w:rPr>
          <w:rtl/>
          <w:lang w:bidi="fa-IR"/>
        </w:rPr>
        <w:t xml:space="preserve"> محبت و ولا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آنان به سر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خداوند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از فضائل بهشت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را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گونه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کند:</w:t>
      </w:r>
    </w:p>
    <w:p w:rsidR="00E243D8" w:rsidRPr="00E243D8" w:rsidRDefault="00A40100" w:rsidP="00A4010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E243D8" w:rsidRPr="00E243D8" w:rsidRDefault="00E243D8" w:rsidP="00A40100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تفس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فرات کوف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ص 443؛ بحارالانوار، ج 43، ص 225؛ عوالم العلوم، ج 11، ص 343.</w:t>
      </w:r>
    </w:p>
    <w:p w:rsidR="00E243D8" w:rsidRPr="00E243D8" w:rsidRDefault="00E243D8" w:rsidP="00A40100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سوره 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امت،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22 و 23.</w:t>
      </w:r>
    </w:p>
    <w:p w:rsidR="00E243D8" w:rsidRPr="00E243D8" w:rsidRDefault="00A40100" w:rsidP="00A4010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Pr="00A40100">
        <w:rPr>
          <w:rStyle w:val="libAlaemChar"/>
          <w:rFonts w:hint="cs"/>
          <w:rtl/>
        </w:rPr>
        <w:lastRenderedPageBreak/>
        <w:t>(</w:t>
      </w:r>
      <w:r w:rsidR="00E243D8" w:rsidRPr="00A40100">
        <w:rPr>
          <w:rStyle w:val="libAieChar"/>
          <w:rFonts w:hint="eastAsia"/>
          <w:rtl/>
        </w:rPr>
        <w:t>فَوَقاهُمُ</w:t>
      </w:r>
      <w:r w:rsidR="00E243D8" w:rsidRPr="00A40100">
        <w:rPr>
          <w:rStyle w:val="libAieChar"/>
          <w:rtl/>
        </w:rPr>
        <w:t xml:space="preserve"> اللهُ شَرَّ ذلِکَ ال</w:t>
      </w:r>
      <w:r w:rsidR="00E243D8" w:rsidRPr="00A40100">
        <w:rPr>
          <w:rStyle w:val="libAieChar"/>
          <w:rFonts w:hint="cs"/>
          <w:rtl/>
        </w:rPr>
        <w:t>یَ</w:t>
      </w:r>
      <w:r w:rsidR="00E243D8" w:rsidRPr="00A40100">
        <w:rPr>
          <w:rStyle w:val="libAieChar"/>
          <w:rFonts w:hint="eastAsia"/>
          <w:rtl/>
        </w:rPr>
        <w:t>وْمِ</w:t>
      </w:r>
      <w:r w:rsidR="00E243D8" w:rsidRPr="00A40100">
        <w:rPr>
          <w:rStyle w:val="libAieChar"/>
          <w:rtl/>
        </w:rPr>
        <w:t xml:space="preserve"> وَ لَقّاهُمْ نَضْرَهً و سُروراً</w:t>
      </w:r>
      <w:r w:rsidRPr="00A40100">
        <w:rPr>
          <w:rStyle w:val="libAlaemChar"/>
          <w:rFonts w:hint="cs"/>
          <w:rtl/>
        </w:rPr>
        <w:t>)</w:t>
      </w:r>
      <w:r w:rsidR="00E243D8" w:rsidRPr="00A40100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پس خداوند آنان را از آس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ب</w:t>
      </w:r>
      <w:r w:rsidR="00E243D8" w:rsidRPr="00E243D8">
        <w:rPr>
          <w:rtl/>
          <w:lang w:bidi="fa-IR"/>
        </w:rPr>
        <w:t xml:space="preserve"> آن روز نگاه داشت و شاداب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و شادمان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به آنان ارزان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داشت.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نضره</w:t>
      </w:r>
      <w:r w:rsidRPr="00E243D8">
        <w:rPr>
          <w:rtl/>
          <w:lang w:bidi="fa-IR"/>
        </w:rPr>
        <w:t xml:space="preserve"> و شاداب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چهره ها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شان</w:t>
      </w:r>
      <w:r w:rsidRPr="00E243D8">
        <w:rPr>
          <w:rtl/>
          <w:lang w:bidi="fa-IR"/>
        </w:rPr>
        <w:t xml:space="preserve"> نما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است و دل هاشان آکنده از سرور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پذ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است که خداوند به بهشت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القا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 انسان بهشت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سرشار از نشاط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 کسان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همانند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خالصانه در راه خدا انفاق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کنند،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Pr="00E243D8">
        <w:rPr>
          <w:rFonts w:hint="eastAsia"/>
          <w:rtl/>
          <w:lang w:bidi="fa-IR"/>
        </w:rPr>
        <w:t>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پاداش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نند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سرور</w:t>
      </w:r>
      <w:r w:rsidRPr="00E243D8">
        <w:rPr>
          <w:rtl/>
          <w:lang w:bidi="fa-IR"/>
        </w:rPr>
        <w:t xml:space="preserve">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نشاط در بهشت،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بهتر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نعمت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از خداوند درخواست نمود. چنان که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در دعا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نماز وتر خو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مطلب را از خداوند درخواست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وَ</w:t>
      </w:r>
      <w:r w:rsidRPr="00E243D8">
        <w:rPr>
          <w:rtl/>
          <w:lang w:bidi="fa-IR"/>
        </w:rPr>
        <w:t xml:space="preserve"> لَقِّن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مِنْکَ نَضْرَهً وَ سُروراً؛</w:t>
      </w:r>
      <w:r w:rsidRPr="00A40100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خداوندا، نشاط و شاداب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سرور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از سو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خودت به ما ارزان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بدار!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دعا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شب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شنبه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وَاجْعَلْ</w:t>
      </w:r>
      <w:r w:rsidRPr="00E243D8">
        <w:rPr>
          <w:rtl/>
          <w:lang w:bidi="fa-IR"/>
        </w:rPr>
        <w:t xml:space="preserve"> لَنا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لِقائِک نَضْرَهً و سُروراً؛</w:t>
      </w:r>
      <w:r w:rsidRPr="00A40100">
        <w:rPr>
          <w:rStyle w:val="libFootnotenumChar"/>
          <w:rtl/>
        </w:rPr>
        <w:t>(3)</w:t>
      </w:r>
      <w:r w:rsidRPr="00E243D8">
        <w:rPr>
          <w:rtl/>
          <w:lang w:bidi="fa-IR"/>
        </w:rPr>
        <w:t xml:space="preserve"> خداوند، هنگام ملاقات و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</w:t>
      </w:r>
      <w:r w:rsidRPr="00E243D8">
        <w:rPr>
          <w:rtl/>
          <w:lang w:bidi="fa-IR"/>
        </w:rPr>
        <w:t xml:space="preserve"> خودت شاداب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سرور به ما عنا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فرما!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A40100" w:rsidP="00A40100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27" w:name="_Toc67344710"/>
      <w:r w:rsidR="00E243D8" w:rsidRPr="00E243D8">
        <w:rPr>
          <w:rFonts w:hint="eastAsia"/>
          <w:rtl/>
          <w:lang w:bidi="fa-IR"/>
        </w:rPr>
        <w:lastRenderedPageBreak/>
        <w:t>چهره</w:t>
      </w:r>
      <w:r w:rsidR="00E243D8" w:rsidRPr="00E243D8">
        <w:rPr>
          <w:rtl/>
          <w:lang w:bidi="fa-IR"/>
        </w:rPr>
        <w:t xml:space="preserve">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شاد و چهره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اندوهگ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bookmarkEnd w:id="27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خداوند</w:t>
      </w:r>
      <w:r w:rsidRPr="00E243D8">
        <w:rPr>
          <w:rtl/>
          <w:lang w:bidi="fa-IR"/>
        </w:rPr>
        <w:t xml:space="preserve"> در جا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بهشت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و جهنم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را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گونه توص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A40100" w:rsidP="00A4010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E243D8" w:rsidRPr="00E243D8" w:rsidRDefault="00E243D8" w:rsidP="00A40100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سوره انسان،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11.</w:t>
      </w:r>
    </w:p>
    <w:p w:rsidR="00E243D8" w:rsidRPr="00E243D8" w:rsidRDefault="00E243D8" w:rsidP="00A40100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 xml:space="preserve">2- 2. من لا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حضره</w:t>
      </w:r>
      <w:r w:rsidRPr="00E243D8">
        <w:rPr>
          <w:rtl/>
          <w:lang w:bidi="fa-IR"/>
        </w:rPr>
        <w:t xml:space="preserve"> الفق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ج 1، ص 492؛ بحارالانوار، ج 84، ص 270.</w:t>
      </w:r>
    </w:p>
    <w:p w:rsidR="00E243D8" w:rsidRPr="00E243D8" w:rsidRDefault="00E243D8" w:rsidP="00A40100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3- 3. مصباح المتهجد، ج 2، ص 443؛ البلد الام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ص 105.</w:t>
      </w:r>
    </w:p>
    <w:p w:rsidR="00E243D8" w:rsidRPr="00E243D8" w:rsidRDefault="0049064C" w:rsidP="0049064C">
      <w:pPr>
        <w:pStyle w:val="libNormal"/>
        <w:rPr>
          <w:rtl/>
          <w:lang w:bidi="fa-IR"/>
        </w:rPr>
      </w:pPr>
      <w:r w:rsidRPr="00A40100">
        <w:rPr>
          <w:rStyle w:val="libAlaemChar"/>
          <w:rFonts w:hint="cs"/>
          <w:rtl/>
        </w:rPr>
        <w:t>(</w:t>
      </w:r>
      <w:r w:rsidRPr="00A40100">
        <w:rPr>
          <w:rStyle w:val="libAieChar"/>
          <w:rFonts w:hint="eastAsia"/>
          <w:rtl/>
        </w:rPr>
        <w:t>وُجُوهٌ</w:t>
      </w:r>
      <w:r w:rsidRPr="00A40100">
        <w:rPr>
          <w:rStyle w:val="libAieChar"/>
          <w:rtl/>
        </w:rPr>
        <w:t xml:space="preserve"> </w:t>
      </w:r>
      <w:r w:rsidRPr="00A40100">
        <w:rPr>
          <w:rStyle w:val="libAieChar"/>
          <w:rFonts w:hint="cs"/>
          <w:rtl/>
        </w:rPr>
        <w:t>یَ</w:t>
      </w:r>
      <w:r w:rsidRPr="00A40100">
        <w:rPr>
          <w:rStyle w:val="libAieChar"/>
          <w:rFonts w:hint="eastAsia"/>
          <w:rtl/>
        </w:rPr>
        <w:t>وْمَئِذٍ</w:t>
      </w:r>
      <w:r w:rsidRPr="00A40100">
        <w:rPr>
          <w:rStyle w:val="libAieChar"/>
          <w:rtl/>
        </w:rPr>
        <w:t xml:space="preserve"> مُسْفِرَهٌ ضاحِکَهٌ مُسْتَبْشِ_رَهٌ وَ وُجُوهٌ </w:t>
      </w:r>
      <w:r w:rsidRPr="00A40100">
        <w:rPr>
          <w:rStyle w:val="libAieChar"/>
          <w:rFonts w:hint="cs"/>
          <w:rtl/>
        </w:rPr>
        <w:t>یَ</w:t>
      </w:r>
      <w:r w:rsidRPr="00A40100">
        <w:rPr>
          <w:rStyle w:val="libAieChar"/>
          <w:rFonts w:hint="eastAsia"/>
          <w:rtl/>
        </w:rPr>
        <w:t>وْمَئِذٍ</w:t>
      </w:r>
      <w:r w:rsidRPr="00A40100">
        <w:rPr>
          <w:rStyle w:val="libAieChar"/>
          <w:rtl/>
        </w:rPr>
        <w:t xml:space="preserve"> عَلَ</w:t>
      </w:r>
      <w:r w:rsidRPr="00A40100">
        <w:rPr>
          <w:rStyle w:val="libAieChar"/>
          <w:rFonts w:hint="cs"/>
          <w:rtl/>
        </w:rPr>
        <w:t>ی</w:t>
      </w:r>
      <w:r w:rsidRPr="00A40100">
        <w:rPr>
          <w:rStyle w:val="libAieChar"/>
          <w:rFonts w:hint="eastAsia"/>
          <w:rtl/>
        </w:rPr>
        <w:t>ها</w:t>
      </w:r>
      <w:r w:rsidRPr="00A40100">
        <w:rPr>
          <w:rStyle w:val="libAieChar"/>
          <w:rtl/>
        </w:rPr>
        <w:t xml:space="preserve"> غَبَر</w:t>
      </w:r>
      <w:r w:rsidRPr="0049064C">
        <w:rPr>
          <w:rStyle w:val="libAieChar"/>
          <w:rtl/>
        </w:rPr>
        <w:t>َهٌ</w:t>
      </w:r>
      <w:r w:rsidR="00E243D8" w:rsidRPr="0049064C">
        <w:rPr>
          <w:rStyle w:val="libAieChar"/>
          <w:rFonts w:hint="eastAsia"/>
          <w:rtl/>
        </w:rPr>
        <w:t>تَرْهَقُها</w:t>
      </w:r>
      <w:r w:rsidR="00E243D8" w:rsidRPr="0049064C">
        <w:rPr>
          <w:rStyle w:val="libAieChar"/>
          <w:rtl/>
        </w:rPr>
        <w:t xml:space="preserve"> قَتَرَهٌ</w:t>
      </w:r>
      <w:r w:rsidRPr="00A40100">
        <w:rPr>
          <w:rStyle w:val="libAlaemChar"/>
          <w:rFonts w:hint="cs"/>
          <w:rtl/>
        </w:rPr>
        <w:t>)</w:t>
      </w:r>
      <w:r w:rsidRPr="0049064C">
        <w:rPr>
          <w:rStyle w:val="libFootnotenumChar"/>
          <w:rtl/>
        </w:rPr>
        <w:t xml:space="preserve"> </w:t>
      </w:r>
      <w:r w:rsidR="00E243D8" w:rsidRPr="0049064C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چهره ها</w:t>
      </w:r>
      <w:r w:rsidR="00E243D8" w:rsidRPr="00E243D8">
        <w:rPr>
          <w:rFonts w:hint="cs"/>
          <w:rtl/>
          <w:lang w:bidi="fa-IR"/>
        </w:rPr>
        <w:t>یی</w:t>
      </w:r>
      <w:r w:rsidR="00E243D8" w:rsidRPr="00E243D8">
        <w:rPr>
          <w:rtl/>
          <w:lang w:bidi="fa-IR"/>
        </w:rPr>
        <w:t xml:space="preserve"> در آن روز گشاده و درخشان و خندان و شادان اند و صورت ها</w:t>
      </w:r>
      <w:r w:rsidR="00E243D8" w:rsidRPr="00E243D8">
        <w:rPr>
          <w:rFonts w:hint="cs"/>
          <w:rtl/>
          <w:lang w:bidi="fa-IR"/>
        </w:rPr>
        <w:t>یی</w:t>
      </w:r>
      <w:r w:rsidR="00E243D8" w:rsidRPr="00E243D8">
        <w:rPr>
          <w:rtl/>
          <w:lang w:bidi="fa-IR"/>
        </w:rPr>
        <w:t xml:space="preserve"> در آن روز غبارآلوده است و تار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ک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آن ها را پوشانده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روز</w:t>
      </w:r>
      <w:r w:rsidRPr="00E243D8">
        <w:rPr>
          <w:rtl/>
          <w:lang w:bidi="fa-IR"/>
        </w:rPr>
        <w:t xml:space="preserve"> 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امت</w:t>
      </w:r>
      <w:r w:rsidRPr="00E243D8">
        <w:rPr>
          <w:rtl/>
          <w:lang w:bidi="fa-IR"/>
        </w:rPr>
        <w:t xml:space="preserve"> دوستان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دارا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چهره 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درخشان و نوران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شاداب و خندان اند، اما کفار و منافق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 دشمنان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غبار غم و اندوه چهره آنان را پوشانده است و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تار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اند و در فشار غم و غصه به سر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باز</w:t>
      </w:r>
      <w:r w:rsidRPr="00E243D8">
        <w:rPr>
          <w:rtl/>
          <w:lang w:bidi="fa-IR"/>
        </w:rPr>
        <w:t xml:space="preserve"> در ترس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چهره بهشت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49064C" w:rsidP="0049064C">
      <w:pPr>
        <w:pStyle w:val="libNormal"/>
        <w:rPr>
          <w:rtl/>
          <w:lang w:bidi="fa-IR"/>
        </w:rPr>
      </w:pPr>
      <w:r w:rsidRPr="0049064C">
        <w:rPr>
          <w:rStyle w:val="libAlaemChar"/>
          <w:rFonts w:hint="cs"/>
          <w:rtl/>
        </w:rPr>
        <w:t>(</w:t>
      </w:r>
      <w:r w:rsidR="00E243D8" w:rsidRPr="0049064C">
        <w:rPr>
          <w:rStyle w:val="libAieChar"/>
          <w:rFonts w:hint="eastAsia"/>
          <w:rtl/>
        </w:rPr>
        <w:t>وُجُوهٌ</w:t>
      </w:r>
      <w:r w:rsidR="00E243D8" w:rsidRPr="0049064C">
        <w:rPr>
          <w:rStyle w:val="libAieChar"/>
          <w:rtl/>
        </w:rPr>
        <w:t xml:space="preserve"> </w:t>
      </w:r>
      <w:r w:rsidR="00E243D8" w:rsidRPr="0049064C">
        <w:rPr>
          <w:rStyle w:val="libAieChar"/>
          <w:rFonts w:hint="cs"/>
          <w:rtl/>
        </w:rPr>
        <w:t>یَ</w:t>
      </w:r>
      <w:r w:rsidR="00E243D8" w:rsidRPr="0049064C">
        <w:rPr>
          <w:rStyle w:val="libAieChar"/>
          <w:rFonts w:hint="eastAsia"/>
          <w:rtl/>
        </w:rPr>
        <w:t>وْمَئِذٍ</w:t>
      </w:r>
      <w:r w:rsidR="00E243D8" w:rsidRPr="0049064C">
        <w:rPr>
          <w:rStyle w:val="libAieChar"/>
          <w:rtl/>
        </w:rPr>
        <w:t xml:space="preserve"> ناعِمَهٌ لِسَعْ</w:t>
      </w:r>
      <w:r w:rsidR="00E243D8" w:rsidRPr="0049064C">
        <w:rPr>
          <w:rStyle w:val="libAieChar"/>
          <w:rFonts w:hint="cs"/>
          <w:rtl/>
        </w:rPr>
        <w:t>یِ</w:t>
      </w:r>
      <w:r w:rsidR="00E243D8" w:rsidRPr="0049064C">
        <w:rPr>
          <w:rStyle w:val="libAieChar"/>
          <w:rFonts w:hint="eastAsia"/>
          <w:rtl/>
        </w:rPr>
        <w:t>ها</w:t>
      </w:r>
      <w:r w:rsidR="00E243D8" w:rsidRPr="0049064C">
        <w:rPr>
          <w:rStyle w:val="libAieChar"/>
          <w:rtl/>
        </w:rPr>
        <w:t xml:space="preserve"> راضِ</w:t>
      </w:r>
      <w:r w:rsidR="00E243D8" w:rsidRPr="0049064C">
        <w:rPr>
          <w:rStyle w:val="libAieChar"/>
          <w:rFonts w:hint="cs"/>
          <w:rtl/>
        </w:rPr>
        <w:t>یَ</w:t>
      </w:r>
      <w:r w:rsidR="00E243D8" w:rsidRPr="0049064C">
        <w:rPr>
          <w:rStyle w:val="libAieChar"/>
          <w:rFonts w:hint="eastAsia"/>
          <w:rtl/>
        </w:rPr>
        <w:t>هٌ</w:t>
      </w:r>
      <w:r w:rsidRPr="0049064C">
        <w:rPr>
          <w:rStyle w:val="libAlaemChar"/>
          <w:rFonts w:hint="cs"/>
          <w:rtl/>
        </w:rPr>
        <w:t>)</w:t>
      </w:r>
      <w:r w:rsidR="00E243D8" w:rsidRPr="0049064C">
        <w:rPr>
          <w:rStyle w:val="libFootnotenumChar"/>
          <w:rtl/>
        </w:rPr>
        <w:t>(2)</w:t>
      </w:r>
      <w:r w:rsidR="00E243D8" w:rsidRPr="00E243D8">
        <w:rPr>
          <w:rtl/>
          <w:lang w:bidi="fa-IR"/>
        </w:rPr>
        <w:t xml:space="preserve"> در آن روز چهره ها</w:t>
      </w:r>
      <w:r w:rsidR="00E243D8" w:rsidRPr="00E243D8">
        <w:rPr>
          <w:rFonts w:hint="cs"/>
          <w:rtl/>
          <w:lang w:bidi="fa-IR"/>
        </w:rPr>
        <w:t>یی</w:t>
      </w:r>
      <w:r w:rsidR="00E243D8" w:rsidRPr="00E243D8">
        <w:rPr>
          <w:rtl/>
          <w:lang w:bidi="fa-IR"/>
        </w:rPr>
        <w:t xml:space="preserve"> شاداب و از کوشش خود خشنودند.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نشاط،</w:t>
      </w:r>
      <w:r w:rsidRPr="00E243D8">
        <w:rPr>
          <w:rtl/>
          <w:lang w:bidi="fa-IR"/>
        </w:rPr>
        <w:t xml:space="preserve"> شاداب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گشاده رو</w:t>
      </w:r>
      <w:r w:rsidRPr="00E243D8">
        <w:rPr>
          <w:rFonts w:hint="cs"/>
          <w:rtl/>
          <w:lang w:bidi="fa-IR"/>
        </w:rPr>
        <w:t>یی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همه از اوصاف و 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ژگ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بهشت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است. اهل بهشت اهل نشاط و شاداب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اند. اخمو و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نشاط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ستند</w:t>
      </w:r>
      <w:r w:rsidRPr="00E243D8">
        <w:rPr>
          <w:rtl/>
          <w:lang w:bidi="fa-IR"/>
        </w:rPr>
        <w:t>. نه در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 نه در آخرت.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49064C" w:rsidP="0049064C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28" w:name="_Toc67344711"/>
      <w:r w:rsidR="00E243D8" w:rsidRPr="00E243D8">
        <w:rPr>
          <w:rFonts w:hint="eastAsia"/>
          <w:rtl/>
          <w:lang w:bidi="fa-IR"/>
        </w:rPr>
        <w:lastRenderedPageBreak/>
        <w:t>مناظره</w:t>
      </w:r>
      <w:r w:rsidR="00E243D8" w:rsidRPr="00E243D8">
        <w:rPr>
          <w:rtl/>
          <w:lang w:bidi="fa-IR"/>
        </w:rPr>
        <w:t xml:space="preserve"> دو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امبر</w:t>
      </w:r>
      <w:bookmarkEnd w:id="28"/>
    </w:p>
    <w:p w:rsidR="00E243D8" w:rsidRPr="00E243D8" w:rsidRDefault="00E243D8" w:rsidP="0049064C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بر اصالت و فض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لت</w:t>
      </w:r>
      <w:r w:rsidRPr="00E243D8">
        <w:rPr>
          <w:rtl/>
          <w:lang w:bidi="fa-IR"/>
        </w:rPr>
        <w:t xml:space="preserve"> فرح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مهر تأ</w:t>
      </w:r>
      <w:r w:rsidRPr="00E243D8">
        <w:rPr>
          <w:rFonts w:hint="cs"/>
          <w:rtl/>
          <w:lang w:bidi="fa-IR"/>
        </w:rPr>
        <w:t>یی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خداوند بر آن است. حضرت 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حضرت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</w:t>
      </w:r>
      <w:r w:rsidR="0049064C" w:rsidRPr="0049064C">
        <w:rPr>
          <w:rStyle w:val="libAlaemChar"/>
          <w:rFonts w:eastAsiaTheme="minorHAnsi"/>
          <w:rtl/>
        </w:rPr>
        <w:t>عليهما‌السلام</w:t>
      </w:r>
      <w:r w:rsidR="0049064C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E243D8">
        <w:rPr>
          <w:rtl/>
          <w:lang w:bidi="fa-IR"/>
        </w:rPr>
        <w:t>پسر خاله بودند. هر دو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بودند و در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زمان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کردند. اما حضرت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اهل حزن بود؛ حزن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 و آخرت است. و حضرت 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بهجت و سرو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داشت. برخ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افراد با حزن به طرف خدا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روند و برخ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 شوق و سرور</w:t>
      </w:r>
    </w:p>
    <w:p w:rsidR="00E243D8" w:rsidRPr="00E243D8" w:rsidRDefault="0049064C" w:rsidP="0049064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E243D8" w:rsidRPr="00E243D8" w:rsidRDefault="00E243D8" w:rsidP="0049064C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سوره عبس،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40 _ 38.</w:t>
      </w:r>
    </w:p>
    <w:p w:rsidR="00E243D8" w:rsidRPr="00E243D8" w:rsidRDefault="00E243D8" w:rsidP="0049064C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سوره غاش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8 و 9.</w:t>
      </w:r>
    </w:p>
    <w:p w:rsidR="00E243D8" w:rsidRPr="00E243D8" w:rsidRDefault="0049064C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و</w:t>
      </w:r>
      <w:r w:rsidR="00E243D8" w:rsidRPr="00E243D8">
        <w:rPr>
          <w:rtl/>
          <w:lang w:bidi="fa-IR"/>
        </w:rPr>
        <w:t xml:space="preserve"> بهجت. بر حضرت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ح</w:t>
      </w:r>
      <w:r w:rsidR="00E243D8" w:rsidRPr="00E243D8">
        <w:rPr>
          <w:rFonts w:hint="cs"/>
          <w:rtl/>
          <w:lang w:bidi="fa-IR"/>
        </w:rPr>
        <w:t>یی</w:t>
      </w:r>
      <w:r w:rsidR="00E243D8"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="00E243D8" w:rsidRPr="00E243D8">
        <w:rPr>
          <w:rtl/>
          <w:lang w:bidi="fa-IR"/>
        </w:rPr>
        <w:t>خوف حاکم بود و بر حضرت ع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="00E243D8" w:rsidRPr="00E243D8">
        <w:rPr>
          <w:rtl/>
          <w:lang w:bidi="fa-IR"/>
        </w:rPr>
        <w:t>رجاء و ام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آمده است که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دو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با هم برخورد نمودند. حضرت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مسرور و شادمان است. و خنده بر لب دارد. مناظره دو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شروع شد.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حضرت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متبسم است، گفت: مگر از مکر و عذاب خدا در امان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خ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الت</w:t>
      </w:r>
      <w:r w:rsidRPr="00E243D8">
        <w:rPr>
          <w:rtl/>
          <w:lang w:bidi="fa-IR"/>
        </w:rPr>
        <w:t xml:space="preserve"> راحت است که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قدر متبسم و خوشحال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؟</w:t>
      </w:r>
      <w:r w:rsidRPr="00E243D8">
        <w:rPr>
          <w:rtl/>
          <w:lang w:bidi="fa-IR"/>
        </w:rPr>
        <w:t>! چقدر به رحمت خدا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دوار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؟</w:t>
      </w:r>
      <w:r w:rsidRPr="00E243D8">
        <w:rPr>
          <w:rtl/>
          <w:lang w:bidi="fa-IR"/>
        </w:rPr>
        <w:t>! مؤمن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مقدار هم بترسد.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حضرت</w:t>
      </w:r>
      <w:r w:rsidRPr="00E243D8">
        <w:rPr>
          <w:rtl/>
          <w:lang w:bidi="fa-IR"/>
        </w:rPr>
        <w:t xml:space="preserve"> 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پاسخ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گفت: چقدر محزون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گرفته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! مگر از رحمت خدا مأ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وس</w:t>
      </w:r>
      <w:r w:rsidRPr="00E243D8">
        <w:rPr>
          <w:rtl/>
          <w:lang w:bidi="fa-IR"/>
        </w:rPr>
        <w:t xml:space="preserve"> هست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قدر 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؟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با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بحثشان شد.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نفر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آن ها قضاوت کند. گفتند: صبر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تا به ما وح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 و بب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خداوند چه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خداوند</w:t>
      </w:r>
      <w:r w:rsidRPr="00E243D8">
        <w:rPr>
          <w:rtl/>
          <w:lang w:bidi="fa-IR"/>
        </w:rPr>
        <w:t xml:space="preserve"> هم به آن ها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وح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فرمود: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49064C" w:rsidP="0049064C">
      <w:pPr>
        <w:pStyle w:val="libNormal"/>
        <w:rPr>
          <w:rtl/>
          <w:lang w:bidi="fa-IR"/>
        </w:rPr>
      </w:pPr>
      <w:r w:rsidRPr="0049064C">
        <w:rPr>
          <w:rStyle w:val="libAlaemChar"/>
          <w:rFonts w:hint="cs"/>
          <w:rtl/>
        </w:rPr>
        <w:t>(</w:t>
      </w:r>
      <w:r w:rsidR="00E243D8" w:rsidRPr="0049064C">
        <w:rPr>
          <w:rStyle w:val="libAieChar"/>
          <w:rFonts w:hint="eastAsia"/>
          <w:rtl/>
        </w:rPr>
        <w:t>اَحَبُّکُما</w:t>
      </w:r>
      <w:r w:rsidR="00E243D8" w:rsidRPr="0049064C">
        <w:rPr>
          <w:rStyle w:val="libAieChar"/>
          <w:rtl/>
        </w:rPr>
        <w:t xml:space="preserve"> اِلَ</w:t>
      </w:r>
      <w:r w:rsidR="00E243D8" w:rsidRPr="0049064C">
        <w:rPr>
          <w:rStyle w:val="libAieChar"/>
          <w:rFonts w:hint="cs"/>
          <w:rtl/>
        </w:rPr>
        <w:t>یَّ</w:t>
      </w:r>
      <w:r w:rsidR="00E243D8" w:rsidRPr="0049064C">
        <w:rPr>
          <w:rStyle w:val="libAieChar"/>
          <w:rtl/>
        </w:rPr>
        <w:t xml:space="preserve"> الطَّلِقُ البَسّامُ اَحْسَنُکُما ظَنّاًب</w:t>
      </w:r>
      <w:r w:rsidR="00E243D8" w:rsidRPr="0049064C">
        <w:rPr>
          <w:rStyle w:val="libAieChar"/>
          <w:rFonts w:hint="cs"/>
          <w:rtl/>
        </w:rPr>
        <w:t>ی</w:t>
      </w:r>
      <w:r w:rsidRPr="0049064C">
        <w:rPr>
          <w:rStyle w:val="libAlaemChar"/>
          <w:rFonts w:hint="cs"/>
          <w:rtl/>
        </w:rPr>
        <w:t>)</w:t>
      </w:r>
      <w:r w:rsidR="00E243D8" w:rsidRPr="0049064C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محبوب تر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شما دو نفر در نزد من کس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است که چهره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گشاده و لب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خندان دارد. و به من خوش گمان تر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49064C" w:rsidP="0049064C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29" w:name="_Toc67344712"/>
      <w:r w:rsidR="00E243D8" w:rsidRPr="00E243D8">
        <w:rPr>
          <w:rFonts w:hint="eastAsia"/>
          <w:rtl/>
          <w:lang w:bidi="fa-IR"/>
        </w:rPr>
        <w:lastRenderedPageBreak/>
        <w:t>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</w:t>
      </w:r>
      <w:r w:rsidR="00E243D8" w:rsidRPr="00E243D8">
        <w:rPr>
          <w:rtl/>
          <w:lang w:bidi="fa-IR"/>
        </w:rPr>
        <w:t xml:space="preserve"> و ام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bookmarkEnd w:id="29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انسان</w:t>
      </w:r>
      <w:r w:rsidRPr="00E243D8">
        <w:rPr>
          <w:rtl/>
          <w:lang w:bidi="fa-IR"/>
        </w:rPr>
        <w:t xml:space="preserve"> اگر از عذاب خدا و آتش جهنم بترسد و به سو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 برود خوب است. اگر از شوق بهشت و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به رحمت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هم به سو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 برود، آن هم خوب است. اما کدام بهتر است؟ البته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به فضل و رحمت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.</w:t>
      </w:r>
    </w:p>
    <w:p w:rsidR="00E243D8" w:rsidRPr="00E243D8" w:rsidRDefault="0049064C" w:rsidP="0049064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</w:t>
      </w:r>
    </w:p>
    <w:p w:rsidR="00E243D8" w:rsidRPr="00E243D8" w:rsidRDefault="00E243D8" w:rsidP="0049064C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شرح نهج البلاغه، ج 6، ص 333؛ منهاج البراعه، ج 6، ص 94.</w:t>
      </w:r>
    </w:p>
    <w:p w:rsidR="00E243D8" w:rsidRPr="00E243D8" w:rsidRDefault="0049064C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cs"/>
          <w:rtl/>
          <w:lang w:bidi="fa-IR"/>
        </w:rPr>
        <w:lastRenderedPageBreak/>
        <w:t>ی</w:t>
      </w:r>
      <w:r w:rsidR="00E243D8" w:rsidRPr="00E243D8">
        <w:rPr>
          <w:rFonts w:hint="eastAsia"/>
          <w:rtl/>
          <w:lang w:bidi="fa-IR"/>
        </w:rPr>
        <w:t>ک</w:t>
      </w:r>
      <w:r w:rsidR="00E243D8" w:rsidRPr="00E243D8">
        <w:rPr>
          <w:rtl/>
          <w:lang w:bidi="fa-IR"/>
        </w:rPr>
        <w:t xml:space="preserve"> موقع شما به فرزند خود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گو</w:t>
      </w:r>
      <w:r w:rsidR="00E243D8" w:rsidRPr="00E243D8">
        <w:rPr>
          <w:rFonts w:hint="cs"/>
          <w:rtl/>
          <w:lang w:bidi="fa-IR"/>
        </w:rPr>
        <w:t>یی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>: اگر نان نخر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،</w:t>
      </w:r>
      <w:r w:rsidR="00E243D8" w:rsidRPr="00E243D8">
        <w:rPr>
          <w:rtl/>
          <w:lang w:bidi="fa-IR"/>
        </w:rPr>
        <w:t xml:space="preserve"> تو را تنب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ه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کنم!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ک</w:t>
      </w:r>
      <w:r w:rsidR="00E243D8" w:rsidRPr="00E243D8">
        <w:rPr>
          <w:rtl/>
          <w:lang w:bidi="fa-IR"/>
        </w:rPr>
        <w:t xml:space="preserve"> مرتبه هم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گو</w:t>
      </w:r>
      <w:r w:rsidR="00E243D8" w:rsidRPr="00E243D8">
        <w:rPr>
          <w:rFonts w:hint="cs"/>
          <w:rtl/>
          <w:lang w:bidi="fa-IR"/>
        </w:rPr>
        <w:t>یی</w:t>
      </w:r>
      <w:r w:rsidR="00E243D8" w:rsidRPr="00E243D8">
        <w:rPr>
          <w:rtl/>
          <w:lang w:bidi="fa-IR"/>
        </w:rPr>
        <w:t>: اگر نان بخر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،</w:t>
      </w:r>
      <w:r w:rsidR="00E243D8" w:rsidRPr="00E243D8">
        <w:rPr>
          <w:rtl/>
          <w:lang w:bidi="fa-IR"/>
        </w:rPr>
        <w:t xml:space="preserve"> به تو جا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زه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دهم. کدام بهتر است؟ البته دوم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بهتر است. و گاه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هم بچه چون شما را دوست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دارد، فرمان شما را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برد که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از همه قشنگ تر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49064C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و 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="0049064C" w:rsidRPr="0049064C">
        <w:rPr>
          <w:rStyle w:val="libAlaemChar"/>
          <w:rFonts w:eastAsiaTheme="minorHAnsi"/>
          <w:rtl/>
        </w:rPr>
        <w:t>عليهما‌السلام</w:t>
      </w:r>
      <w:r w:rsidR="0049064C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E243D8">
        <w:rPr>
          <w:rtl/>
          <w:lang w:bidi="fa-IR"/>
        </w:rPr>
        <w:t>هر دو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بودند،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وه</w:t>
      </w:r>
      <w:r w:rsidRPr="00E243D8">
        <w:rPr>
          <w:rtl/>
          <w:lang w:bidi="fa-IR"/>
        </w:rPr>
        <w:t xml:space="preserve"> حضرت 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باتر</w:t>
      </w:r>
      <w:r w:rsidRPr="00E243D8">
        <w:rPr>
          <w:rtl/>
          <w:lang w:bidi="fa-IR"/>
        </w:rPr>
        <w:t xml:space="preserve"> و دوست داشتن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تر است. کلاس حضرت 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بالاتر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انسان</w:t>
      </w:r>
      <w:r w:rsidRPr="00E243D8">
        <w:rPr>
          <w:rtl/>
          <w:lang w:bidi="fa-IR"/>
        </w:rPr>
        <w:t xml:space="preserve"> گاه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خودش و اعمالش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 xml:space="preserve"> و نگران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شود، و گاه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لطف و رحمت خداوند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 xml:space="preserve"> و شادمان و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دوار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 اگر خدا را بب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قشنگ تر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49064C">
      <w:pPr>
        <w:pStyle w:val="Heading2"/>
        <w:rPr>
          <w:rtl/>
          <w:lang w:bidi="fa-IR"/>
        </w:rPr>
      </w:pPr>
      <w:bookmarkStart w:id="30" w:name="_Toc67344713"/>
      <w:r w:rsidRPr="00E243D8">
        <w:rPr>
          <w:rFonts w:hint="eastAsia"/>
          <w:rtl/>
          <w:lang w:bidi="fa-IR"/>
        </w:rPr>
        <w:t>از</w:t>
      </w:r>
      <w:r w:rsidRPr="00E243D8">
        <w:rPr>
          <w:rtl/>
          <w:lang w:bidi="fa-IR"/>
        </w:rPr>
        <w:t xml:space="preserve"> 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ژگ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اهل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bookmarkEnd w:id="30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رسول</w:t>
      </w:r>
      <w:r w:rsidRPr="00E243D8">
        <w:rPr>
          <w:rtl/>
          <w:lang w:bidi="fa-IR"/>
        </w:rPr>
        <w:t xml:space="preserve"> گرام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اسلام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در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کامل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کصد</w:t>
      </w:r>
      <w:r w:rsidRPr="00E243D8">
        <w:rPr>
          <w:rtl/>
          <w:lang w:bidi="fa-IR"/>
        </w:rPr>
        <w:t xml:space="preserve"> و سه خصلت بر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شمارند.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انسان تا دارا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ژگ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 نگردد،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مانش</w:t>
      </w:r>
      <w:r w:rsidRPr="00E243D8">
        <w:rPr>
          <w:rtl/>
          <w:lang w:bidi="fa-IR"/>
        </w:rPr>
        <w:t xml:space="preserve"> کامل نشده است. از جمله 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ژگ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مؤمن کامل الا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بر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شمارند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49064C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هَشّاشاً</w:t>
      </w:r>
      <w:r w:rsidRPr="00E243D8">
        <w:rPr>
          <w:rtl/>
          <w:lang w:bidi="fa-IR"/>
        </w:rPr>
        <w:t xml:space="preserve"> بَشّاشاً؛</w:t>
      </w:r>
      <w:r w:rsidRPr="0049064C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ژگ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اهل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کامل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شاد و بانشاط و خوش و خرم است.</w:t>
      </w:r>
      <w:r w:rsidR="0049064C" w:rsidRPr="00E243D8">
        <w:rPr>
          <w:rFonts w:hint="eastAsia"/>
          <w:rtl/>
          <w:lang w:bidi="fa-IR"/>
        </w:rPr>
        <w:t xml:space="preserve"> </w:t>
      </w:r>
      <w:r w:rsidRPr="00E243D8">
        <w:rPr>
          <w:rFonts w:hint="eastAsia"/>
          <w:rtl/>
          <w:lang w:bidi="fa-IR"/>
        </w:rPr>
        <w:t>و</w:t>
      </w:r>
      <w:r w:rsidRPr="00E243D8">
        <w:rPr>
          <w:rtl/>
          <w:lang w:bidi="fa-IR"/>
        </w:rPr>
        <w:t xml:space="preserve">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در وصف مؤمن به همام 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هَمّامُ المؤمِنُ ... بَع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دٌ</w:t>
      </w:r>
      <w:r w:rsidRPr="00E243D8">
        <w:rPr>
          <w:rtl/>
          <w:lang w:bidi="fa-IR"/>
        </w:rPr>
        <w:t xml:space="preserve"> کَسَلُهُ دائِمٌ نَشاطُهُ قر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بٌ</w:t>
      </w:r>
      <w:r w:rsidRPr="00E243D8">
        <w:rPr>
          <w:rtl/>
          <w:lang w:bidi="fa-IR"/>
        </w:rPr>
        <w:t xml:space="preserve"> أَمَلُهُ حَ</w:t>
      </w:r>
      <w:r w:rsidRPr="00E243D8">
        <w:rPr>
          <w:rFonts w:hint="cs"/>
          <w:rtl/>
          <w:lang w:bidi="fa-IR"/>
        </w:rPr>
        <w:t>یٌّ</w:t>
      </w:r>
      <w:r w:rsidRPr="00E243D8">
        <w:rPr>
          <w:rtl/>
          <w:lang w:bidi="fa-IR"/>
        </w:rPr>
        <w:t xml:space="preserve"> قَلْبُهُ؛</w:t>
      </w:r>
      <w:r w:rsidRPr="0049064C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همام، </w:t>
      </w:r>
      <w:r w:rsidRPr="00E243D8">
        <w:rPr>
          <w:rtl/>
          <w:lang w:bidi="fa-IR"/>
        </w:rPr>
        <w:lastRenderedPageBreak/>
        <w:t>مؤمن از تنبل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دور است؛ فعال و پرنشاط است؛ کم آرزو و زنده دل است.</w:t>
      </w:r>
    </w:p>
    <w:p w:rsidR="00E243D8" w:rsidRPr="00E243D8" w:rsidRDefault="0049064C" w:rsidP="0049064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</w:t>
      </w:r>
    </w:p>
    <w:p w:rsidR="00E243D8" w:rsidRPr="00E243D8" w:rsidRDefault="00E243D8" w:rsidP="0049064C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التمح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ص،</w:t>
      </w:r>
      <w:r w:rsidRPr="00E243D8">
        <w:rPr>
          <w:rtl/>
          <w:lang w:bidi="fa-IR"/>
        </w:rPr>
        <w:t xml:space="preserve"> ص 74؛ بحارالانوار، ج 64، ص 311.</w:t>
      </w:r>
    </w:p>
    <w:p w:rsidR="00E243D8" w:rsidRPr="00E243D8" w:rsidRDefault="00E243D8" w:rsidP="0049064C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بحارالانوار، ج 75، ص 26؛ الح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اه،</w:t>
      </w:r>
      <w:r w:rsidRPr="00E243D8">
        <w:rPr>
          <w:rtl/>
          <w:lang w:bidi="fa-IR"/>
        </w:rPr>
        <w:t xml:space="preserve"> ج 1، ص 536.</w:t>
      </w:r>
    </w:p>
    <w:p w:rsidR="00E243D8" w:rsidRPr="00E243D8" w:rsidRDefault="0049064C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اصلاً</w:t>
      </w:r>
      <w:r w:rsidR="00E243D8" w:rsidRPr="00E243D8">
        <w:rPr>
          <w:rtl/>
          <w:lang w:bidi="fa-IR"/>
        </w:rPr>
        <w:t xml:space="preserve"> شاد بودن و شاد 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ستن</w:t>
      </w:r>
      <w:r w:rsidR="00E243D8" w:rsidRPr="00E243D8">
        <w:rPr>
          <w:rtl/>
          <w:lang w:bidi="fa-IR"/>
        </w:rPr>
        <w:t xml:space="preserve"> از نشانه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سلامت نفس است. و غم و اندوه و حزن از علائم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مار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است. کسان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اندوهناک و افسرده و گرفته اند، با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خودشان را معالجه کنند. و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در غ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</w:t>
      </w:r>
      <w:r w:rsidR="00E243D8" w:rsidRPr="00E243D8">
        <w:rPr>
          <w:rtl/>
          <w:lang w:bidi="fa-IR"/>
        </w:rPr>
        <w:t xml:space="preserve"> موارد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است که اندوه پسند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ده</w:t>
      </w:r>
      <w:r w:rsidR="00E243D8" w:rsidRPr="00E243D8">
        <w:rPr>
          <w:rtl/>
          <w:lang w:bidi="fa-IR"/>
        </w:rPr>
        <w:t xml:space="preserve"> و کمال بخش است. در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موارد حزن موافق طب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عت</w:t>
      </w:r>
      <w:r w:rsidR="00E243D8" w:rsidRPr="00E243D8">
        <w:rPr>
          <w:rtl/>
          <w:lang w:bidi="fa-IR"/>
        </w:rPr>
        <w:t xml:space="preserve"> و همگام با کمال انسان است. مثل وقت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انسان به خاطر گناهانش محزون باشد،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tl/>
          <w:lang w:bidi="fa-IR"/>
        </w:rPr>
        <w:t xml:space="preserve"> در مصائب اول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اله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غمگ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باشد. حزن در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موارد نه تنها مذموم 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ست،</w:t>
      </w:r>
      <w:r w:rsidR="00E243D8" w:rsidRPr="00E243D8">
        <w:rPr>
          <w:rtl/>
          <w:lang w:bidi="fa-IR"/>
        </w:rPr>
        <w:t xml:space="preserve"> بلکه ممدوح شمرده شده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6A0E41" w:rsidP="006A0E41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31" w:name="_Toc67344714"/>
      <w:r w:rsidR="00E243D8" w:rsidRPr="00E243D8">
        <w:rPr>
          <w:rFonts w:hint="eastAsia"/>
          <w:rtl/>
          <w:lang w:bidi="fa-IR"/>
        </w:rPr>
        <w:lastRenderedPageBreak/>
        <w:t>شاد</w:t>
      </w:r>
      <w:r w:rsidR="00E243D8" w:rsidRPr="00E243D8">
        <w:rPr>
          <w:rtl/>
          <w:lang w:bidi="fa-IR"/>
        </w:rPr>
        <w:t xml:space="preserve"> بودن به فضل و رحمت خداوند</w:t>
      </w:r>
      <w:bookmarkEnd w:id="31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 xml:space="preserve"> قرآن فرح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به عنوان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پد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و حالت پسند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و مثبت ارز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و در موارد متعدد آن را خصلت و فض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خوبان برشمرده است. خداوند خطاب به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امبرش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B31B1E" w:rsidP="00B31B1E">
      <w:pPr>
        <w:pStyle w:val="libNormal"/>
        <w:rPr>
          <w:rtl/>
          <w:lang w:bidi="fa-IR"/>
        </w:rPr>
      </w:pPr>
      <w:r w:rsidRPr="00B31B1E">
        <w:rPr>
          <w:rStyle w:val="libAlaemChar"/>
          <w:rFonts w:hint="cs"/>
          <w:rtl/>
        </w:rPr>
        <w:t>(</w:t>
      </w:r>
      <w:r w:rsidR="00E243D8" w:rsidRPr="00B31B1E">
        <w:rPr>
          <w:rStyle w:val="libAieChar"/>
          <w:rFonts w:hint="eastAsia"/>
          <w:rtl/>
        </w:rPr>
        <w:t>قُلْ</w:t>
      </w:r>
      <w:r w:rsidR="00E243D8" w:rsidRPr="00B31B1E">
        <w:rPr>
          <w:rStyle w:val="libAieChar"/>
          <w:rtl/>
        </w:rPr>
        <w:t xml:space="preserve"> بَفَضْلِ اللهِ وَ بِرَحْمَتِهِ فَبِذلِکَ فَلْ</w:t>
      </w:r>
      <w:r w:rsidR="00E243D8" w:rsidRPr="00B31B1E">
        <w:rPr>
          <w:rStyle w:val="libAieChar"/>
          <w:rFonts w:hint="cs"/>
          <w:rtl/>
        </w:rPr>
        <w:t>یَ</w:t>
      </w:r>
      <w:r w:rsidR="00E243D8" w:rsidRPr="00B31B1E">
        <w:rPr>
          <w:rStyle w:val="libAieChar"/>
          <w:rFonts w:hint="eastAsia"/>
          <w:rtl/>
        </w:rPr>
        <w:t>فْرحُوا</w:t>
      </w:r>
      <w:r w:rsidR="00E243D8" w:rsidRPr="00B31B1E">
        <w:rPr>
          <w:rStyle w:val="libAieChar"/>
          <w:rtl/>
        </w:rPr>
        <w:t xml:space="preserve"> هُوَ خَ</w:t>
      </w:r>
      <w:r w:rsidR="00E243D8" w:rsidRPr="00B31B1E">
        <w:rPr>
          <w:rStyle w:val="libAieChar"/>
          <w:rFonts w:hint="cs"/>
          <w:rtl/>
        </w:rPr>
        <w:t>یْ</w:t>
      </w:r>
      <w:r w:rsidR="00E243D8" w:rsidRPr="00B31B1E">
        <w:rPr>
          <w:rStyle w:val="libAieChar"/>
          <w:rFonts w:hint="eastAsia"/>
          <w:rtl/>
        </w:rPr>
        <w:t>رٌ</w:t>
      </w:r>
      <w:r w:rsidR="00E243D8" w:rsidRPr="00B31B1E">
        <w:rPr>
          <w:rStyle w:val="libAieChar"/>
          <w:rtl/>
        </w:rPr>
        <w:t xml:space="preserve"> مِمّا </w:t>
      </w:r>
      <w:r w:rsidR="00E243D8" w:rsidRPr="00B31B1E">
        <w:rPr>
          <w:rStyle w:val="libAieChar"/>
          <w:rFonts w:hint="cs"/>
          <w:rtl/>
        </w:rPr>
        <w:t>یَ</w:t>
      </w:r>
      <w:r w:rsidR="00E243D8" w:rsidRPr="00B31B1E">
        <w:rPr>
          <w:rStyle w:val="libAieChar"/>
          <w:rFonts w:hint="eastAsia"/>
          <w:rtl/>
        </w:rPr>
        <w:t>جْمَعونَ</w:t>
      </w:r>
      <w:r w:rsidRPr="00B31B1E">
        <w:rPr>
          <w:rStyle w:val="libAlaemChar"/>
          <w:rFonts w:hint="cs"/>
          <w:rtl/>
        </w:rPr>
        <w:t>)</w:t>
      </w:r>
      <w:r w:rsidR="00E243D8" w:rsidRPr="00B31B1E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بگو به فضل و رحمت خداست که مؤمنان با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شاد شوند و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از هر چه گرد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آورند بهتر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اگر انسان فضل و رحمت خداوند را بب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ند،</w:t>
      </w:r>
      <w:r w:rsidRPr="00E243D8">
        <w:rPr>
          <w:rtl/>
          <w:lang w:bidi="fa-IR"/>
        </w:rPr>
        <w:t xml:space="preserve">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شاد باشد.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تفس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از امام باقر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شده است: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فَضْلُ</w:t>
      </w:r>
      <w:r w:rsidRPr="00E243D8">
        <w:rPr>
          <w:rtl/>
          <w:lang w:bidi="fa-IR"/>
        </w:rPr>
        <w:t xml:space="preserve"> اللهِ نُبُوَّهُ نَب</w:t>
      </w:r>
      <w:r w:rsidRPr="00E243D8">
        <w:rPr>
          <w:rFonts w:hint="cs"/>
          <w:rtl/>
          <w:lang w:bidi="fa-IR"/>
        </w:rPr>
        <w:t>یِّ</w:t>
      </w:r>
      <w:r w:rsidRPr="00E243D8">
        <w:rPr>
          <w:rFonts w:hint="eastAsia"/>
          <w:rtl/>
          <w:lang w:bidi="fa-IR"/>
        </w:rPr>
        <w:t>کُمْ</w:t>
      </w:r>
      <w:r w:rsidRPr="00E243D8">
        <w:rPr>
          <w:rtl/>
          <w:lang w:bidi="fa-IR"/>
        </w:rPr>
        <w:t xml:space="preserve"> وَ رَحْمَتُهُ وِلا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هُ</w:t>
      </w:r>
      <w:r w:rsidRPr="00E243D8">
        <w:rPr>
          <w:rtl/>
          <w:lang w:bidi="fa-IR"/>
        </w:rPr>
        <w:t xml:space="preserve"> عَلِ</w:t>
      </w:r>
      <w:r w:rsidRPr="00E243D8">
        <w:rPr>
          <w:rFonts w:hint="cs"/>
          <w:rtl/>
          <w:lang w:bidi="fa-IR"/>
        </w:rPr>
        <w:t>یِّ</w:t>
      </w:r>
      <w:r w:rsidRPr="00E243D8">
        <w:rPr>
          <w:rtl/>
          <w:lang w:bidi="fa-IR"/>
        </w:rPr>
        <w:t xml:space="preserve"> بن 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طالب؛ فضل خداوند، نبوت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شماست و رحمتش ولا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بن 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طالب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است.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بهتر از هر آن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مخالف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جمع کنند، از اهل و مال</w:t>
      </w:r>
    </w:p>
    <w:p w:rsidR="00E243D8" w:rsidRPr="00E243D8" w:rsidRDefault="00B31B1E" w:rsidP="00B31B1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</w:t>
      </w:r>
    </w:p>
    <w:p w:rsidR="00E243D8" w:rsidRPr="00E243D8" w:rsidRDefault="00E243D8" w:rsidP="00B31B1E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 xml:space="preserve">1- 1. سوره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ونس،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58.</w:t>
      </w:r>
    </w:p>
    <w:p w:rsidR="00E243D8" w:rsidRPr="00E243D8" w:rsidRDefault="00B31B1E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و</w:t>
      </w:r>
      <w:r w:rsidR="00E243D8" w:rsidRPr="00E243D8">
        <w:rPr>
          <w:rtl/>
          <w:lang w:bidi="fa-IR"/>
        </w:rPr>
        <w:t xml:space="preserve"> فرزند در دار دن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tl/>
          <w:lang w:bidi="fa-IR"/>
        </w:rPr>
        <w:t>.</w:t>
      </w:r>
      <w:r w:rsidR="00E243D8" w:rsidRPr="00B31B1E">
        <w:rPr>
          <w:rStyle w:val="libFootnotenumChar"/>
          <w:rtl/>
        </w:rPr>
        <w:t>(1)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به نبوت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و ولا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بن 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طالب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شاد باشند. کسان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خدا و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و ولا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را ندارند،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زانو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غم در بغل بگ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رند</w:t>
      </w:r>
      <w:r w:rsidRPr="00E243D8">
        <w:rPr>
          <w:rtl/>
          <w:lang w:bidi="fa-IR"/>
        </w:rPr>
        <w:t xml:space="preserve"> و غصه بخورند.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رو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اوصاف اهل تقو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Pr="00E243D8">
        <w:rPr>
          <w:rFonts w:hint="eastAsia"/>
          <w:rtl/>
          <w:lang w:bidi="fa-IR"/>
        </w:rPr>
        <w:t>بر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شمارد: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تُ</w:t>
      </w:r>
      <w:r w:rsidRPr="00E243D8">
        <w:rPr>
          <w:rtl/>
          <w:lang w:bidi="fa-IR"/>
        </w:rPr>
        <w:t xml:space="preserve"> حَذِراً وَ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صْبِحُ</w:t>
      </w:r>
      <w:r w:rsidRPr="00E243D8">
        <w:rPr>
          <w:rtl/>
          <w:lang w:bidi="fa-IR"/>
        </w:rPr>
        <w:t xml:space="preserve"> فَرِحاً حَذِراً لِما حُذِّرَ مِنَ الْغَفْلَهِ وَ فَرِحاً بما اَصابَ مِنَ الْفَضْلِ وَ الرَّحْمَهِ؛</w:t>
      </w:r>
      <w:r w:rsidRPr="00B31B1E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شب را به پره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بگذراند و شادمانه به صبح آرد. از غفلت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از آن پره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زش</w:t>
      </w:r>
      <w:r w:rsidRPr="00E243D8">
        <w:rPr>
          <w:rtl/>
          <w:lang w:bidi="fa-IR"/>
        </w:rPr>
        <w:t xml:space="preserve"> داده اند بپره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زد</w:t>
      </w:r>
      <w:r w:rsidRPr="00E243D8">
        <w:rPr>
          <w:rtl/>
          <w:lang w:bidi="fa-IR"/>
        </w:rPr>
        <w:t xml:space="preserve"> و به فضل و رحمت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به او بخش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اند شاد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B31B1E">
      <w:pPr>
        <w:pStyle w:val="Heading2"/>
        <w:rPr>
          <w:rtl/>
          <w:lang w:bidi="fa-IR"/>
        </w:rPr>
      </w:pPr>
      <w:bookmarkStart w:id="32" w:name="_Toc67344715"/>
      <w:r w:rsidRPr="00E243D8">
        <w:rPr>
          <w:rFonts w:hint="eastAsia"/>
          <w:rtl/>
          <w:lang w:bidi="fa-IR"/>
        </w:rPr>
        <w:t>منبع</w:t>
      </w:r>
      <w:r w:rsidRPr="00E243D8">
        <w:rPr>
          <w:rtl/>
          <w:lang w:bidi="fa-IR"/>
        </w:rPr>
        <w:t xml:space="preserve"> فرح و شاد</w:t>
      </w:r>
      <w:r w:rsidRPr="00E243D8">
        <w:rPr>
          <w:rFonts w:hint="cs"/>
          <w:rtl/>
          <w:lang w:bidi="fa-IR"/>
        </w:rPr>
        <w:t>ی</w:t>
      </w:r>
      <w:bookmarkEnd w:id="32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مولا و سرپرست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ندارند،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به حال خودشان 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کنند. اگر همه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را هم جمع کنند،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توانند کمبود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جبران کنند.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فرح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با ارتباط با خدا و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و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تش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انسان پد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به فرموده خداوند، بهتر و لذت بخش تر از ه</w:t>
      </w:r>
      <w:r w:rsidRPr="00E243D8">
        <w:rPr>
          <w:rFonts w:hint="eastAsia"/>
          <w:rtl/>
          <w:lang w:bidi="fa-IR"/>
        </w:rPr>
        <w:t>مه</w:t>
      </w:r>
      <w:r w:rsidRPr="00E243D8">
        <w:rPr>
          <w:rtl/>
          <w:lang w:bidi="fa-IR"/>
        </w:rPr>
        <w:t xml:space="preserve"> متاع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خدا و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و ولا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را دارد، نبا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غمگ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 اندوهناک باشد؛ چون به منبع فرح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متصل است. نبا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همچون آدم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صاحب غمگ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باش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نبا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خودمان را طور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نشان بده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که بگو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ها از خدا و امامان راض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ستند</w:t>
      </w:r>
      <w:r w:rsidRPr="00E243D8">
        <w:rPr>
          <w:rtl/>
          <w:lang w:bidi="fa-IR"/>
        </w:rPr>
        <w:t xml:space="preserve"> و</w:t>
      </w:r>
    </w:p>
    <w:p w:rsidR="00B31B1E" w:rsidRPr="00E243D8" w:rsidRDefault="00B31B1E" w:rsidP="00B31B1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</w:t>
      </w:r>
    </w:p>
    <w:p w:rsidR="00E243D8" w:rsidRPr="00E243D8" w:rsidRDefault="00E243D8" w:rsidP="00B31B1E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الامال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للصدوق، ص 495؛ تفس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الصاف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2، ص 407؛ بحارالانوار، ج 35، ص 426.</w:t>
      </w:r>
    </w:p>
    <w:p w:rsidR="00E243D8" w:rsidRPr="00E243D8" w:rsidRDefault="00E243D8" w:rsidP="00B31B1E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lastRenderedPageBreak/>
        <w:t>2- 2. تحف العقول، ص 161؛ نهج البلاغه، خطبه 193.</w:t>
      </w:r>
    </w:p>
    <w:p w:rsidR="00E243D8" w:rsidRPr="00E243D8" w:rsidRDefault="00B31B1E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اهل</w:t>
      </w:r>
      <w:r w:rsidR="00E243D8" w:rsidRPr="00E243D8">
        <w:rPr>
          <w:rtl/>
          <w:lang w:bidi="fa-IR"/>
        </w:rPr>
        <w:t xml:space="preserve">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="00E243D8" w:rsidRPr="00E243D8">
        <w:rPr>
          <w:rtl/>
          <w:lang w:bidi="fa-IR"/>
        </w:rPr>
        <w:t>به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ها نظر ندارند.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بازگشت غم و اندوه، به بدب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خدا و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است.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غصه روز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خورد، در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سوء ظن به خدا دارد. خداوند کمِ بندگانش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گذارد. خدا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 به فضل و رحمت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شاد باش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 امر به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به</w:t>
      </w:r>
      <w:r w:rsidRPr="00E243D8">
        <w:rPr>
          <w:rtl/>
          <w:lang w:bidi="fa-IR"/>
        </w:rPr>
        <w:t xml:space="preserve"> منزل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بزرگان رفته بودم،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دم</w:t>
      </w:r>
      <w:r w:rsidRPr="00E243D8">
        <w:rPr>
          <w:rtl/>
          <w:lang w:bidi="fa-IR"/>
        </w:rPr>
        <w:t xml:space="preserve"> تابلو بزرگ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بالا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سرش زده است که «ا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دل غم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مباش که مولا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است!»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ندارد،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از غصه دق کند.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B31B1E" w:rsidP="00B31B1E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33" w:name="_Toc67344716"/>
      <w:r w:rsidR="00E243D8" w:rsidRPr="00E243D8">
        <w:rPr>
          <w:rFonts w:hint="eastAsia"/>
          <w:rtl/>
          <w:lang w:bidi="fa-IR"/>
        </w:rPr>
        <w:lastRenderedPageBreak/>
        <w:t>در</w:t>
      </w:r>
      <w:r w:rsidR="00E243D8" w:rsidRPr="00E243D8">
        <w:rPr>
          <w:rtl/>
          <w:lang w:bidi="fa-IR"/>
        </w:rPr>
        <w:t xml:space="preserve"> پرتو ولا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bookmarkEnd w:id="33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اهل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گذارند دوستان و اهل ولا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آن</w:t>
      </w:r>
      <w:r w:rsidRPr="00E243D8">
        <w:rPr>
          <w:rFonts w:hint="cs"/>
          <w:rtl/>
          <w:lang w:bidi="fa-IR"/>
        </w:rPr>
        <w:t>ها در آتش بروند. اگر کسانی</w:t>
      </w:r>
      <w:r w:rsidRPr="00E243D8">
        <w:rPr>
          <w:rtl/>
          <w:lang w:bidi="fa-IR"/>
        </w:rPr>
        <w:t xml:space="preserve"> هم باشند که وضعشان بد است و جهنم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هستند، نجاتشان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دهند.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باره 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اَنْتُمْ</w:t>
      </w:r>
      <w:r w:rsidRPr="00E243D8">
        <w:rPr>
          <w:rtl/>
          <w:lang w:bidi="fa-IR"/>
        </w:rPr>
        <w:t xml:space="preserve">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الجَنَّهِ تُحْبَرونَ وَ بَ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 xml:space="preserve"> اَطْباقِ النّارِ تُطْلَبونَ فَلا تُوجَدونَ وَ اللهِ لا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جْتَمِعُ</w:t>
      </w:r>
      <w:r w:rsidRPr="00E243D8">
        <w:rPr>
          <w:rtl/>
          <w:lang w:bidi="fa-IR"/>
        </w:rPr>
        <w:t xml:space="preserve">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النّارِ مِنْکُمْ اثنانِ وَ لا وَاللهِ وَ لا واحدٌ؛</w:t>
      </w:r>
      <w:r w:rsidRPr="00B31B1E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شما در بهشت نعمت داده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در 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طبقه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آتش جست و جو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</w:t>
      </w:r>
      <w:r w:rsidRPr="00E243D8">
        <w:rPr>
          <w:rtl/>
          <w:lang w:bidi="fa-IR"/>
        </w:rPr>
        <w:t xml:space="preserve">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گرد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 به خدا سوگند، دو نفر از شما در آتش جمع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! نه، به خدا سوگند، 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نفر از شما در آتش نخواهد بود!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البته</w:t>
      </w:r>
      <w:r w:rsidRPr="00E243D8">
        <w:rPr>
          <w:rtl/>
          <w:lang w:bidi="fa-IR"/>
        </w:rPr>
        <w:t xml:space="preserve"> کسان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ولا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خلفا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ناحق را پذ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رفته</w:t>
      </w:r>
      <w:r w:rsidRPr="00E243D8">
        <w:rPr>
          <w:rtl/>
          <w:lang w:bidi="fa-IR"/>
        </w:rPr>
        <w:t xml:space="preserve"> اند، به جهنم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روند. الآن هم در جهنم هستند. محبت دشمنان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جهنم محض است.</w:t>
      </w:r>
    </w:p>
    <w:p w:rsidR="00E243D8" w:rsidRPr="00E243D8" w:rsidRDefault="00B31B1E" w:rsidP="00B31B1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E243D8" w:rsidRPr="00E243D8" w:rsidRDefault="00E243D8" w:rsidP="00B31B1E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مختصر البصائر، ص 311؛ الخرائج و الجرائح، ج 2، ص 827.</w:t>
      </w:r>
    </w:p>
    <w:p w:rsidR="00E243D8" w:rsidRPr="00E243D8" w:rsidRDefault="00B31B1E" w:rsidP="00B31B1E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34" w:name="_Toc67344717"/>
      <w:r w:rsidR="00E243D8" w:rsidRPr="00E243D8">
        <w:rPr>
          <w:rFonts w:hint="eastAsia"/>
          <w:rtl/>
          <w:lang w:bidi="fa-IR"/>
        </w:rPr>
        <w:lastRenderedPageBreak/>
        <w:t>بهشت</w:t>
      </w:r>
      <w:r w:rsidR="00E243D8" w:rsidRPr="00E243D8">
        <w:rPr>
          <w:rtl/>
          <w:lang w:bidi="fa-IR"/>
        </w:rPr>
        <w:t xml:space="preserve"> حاضر</w:t>
      </w:r>
      <w:bookmarkEnd w:id="34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بهشت حاضر.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ولا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را دارد، در بهشت است. الآن هم در بهشت است. بعد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هم در بهشت است. راو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محضر مبارک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بود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شخص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مجلس گفت: «اَسْأَل اللهَ الجَنَّهَ؛ از خداوند درخواست بهشت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کنم؟»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فرمودند: «اَنْتُمْ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الجَنَّهِ فَاسْأَلوا اللهَ اَنْ لا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خْرِجَکُمْ</w:t>
      </w:r>
      <w:r w:rsidRPr="00E243D8">
        <w:rPr>
          <w:rtl/>
          <w:lang w:bidi="fa-IR"/>
        </w:rPr>
        <w:t xml:space="preserve"> مِنها؛ شما در بهشت هست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از خداوند بخواه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</w:t>
      </w:r>
      <w:r w:rsidRPr="00E243D8">
        <w:rPr>
          <w:rFonts w:hint="eastAsia"/>
          <w:rtl/>
          <w:lang w:bidi="fa-IR"/>
        </w:rPr>
        <w:t>که</w:t>
      </w:r>
      <w:r w:rsidRPr="00E243D8">
        <w:rPr>
          <w:rtl/>
          <w:lang w:bidi="fa-IR"/>
        </w:rPr>
        <w:t xml:space="preserve"> شما را از آن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رون</w:t>
      </w:r>
      <w:r w:rsidRPr="00E243D8">
        <w:rPr>
          <w:rtl/>
          <w:lang w:bidi="fa-IR"/>
        </w:rPr>
        <w:t xml:space="preserve"> نکند.» حاضران گفتند: «جُعِلْنا فِداکَ نَحنُ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الدُّن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ا؛</w:t>
      </w:r>
      <w:r w:rsidRPr="00E243D8">
        <w:rPr>
          <w:rtl/>
          <w:lang w:bidi="fa-IR"/>
        </w:rPr>
        <w:t xml:space="preserve"> ما به فدا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شما شو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ما الآن در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هست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.» حضرت فرمودند: «اَلَسْتُمْ تُقِرُّونَ بِاِمامَتِنا؛ مگر شما به امامت ما اعتراف ندار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د؟</w:t>
      </w:r>
      <w:r w:rsidRPr="00E243D8">
        <w:rPr>
          <w:rtl/>
          <w:lang w:bidi="fa-IR"/>
        </w:rPr>
        <w:t>!» گفتند: بله. فرمودند: «هذا مَعن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الجَنَّهِ ا</w:t>
      </w:r>
      <w:r w:rsidRPr="00E243D8">
        <w:rPr>
          <w:rFonts w:hint="eastAsia"/>
          <w:rtl/>
          <w:lang w:bidi="fa-IR"/>
        </w:rPr>
        <w:t>لَّذ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مَنْ اَقَرَّ بِهِ کانَ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الجَنَّهَ فَاسْألُوا اللهَ اَنْ لا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سْلُبَکُمْ؛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معنا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بهشت است.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به آن اعتقاد داشته باشد و به آن اعتراف کند، در بهشت است. بنابرا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از خدا بخواه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که آن را از شما نگ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رد</w:t>
      </w:r>
      <w:r w:rsidRPr="00E243D8">
        <w:rPr>
          <w:rtl/>
          <w:lang w:bidi="fa-IR"/>
        </w:rPr>
        <w:t>.»</w:t>
      </w:r>
      <w:r w:rsidRPr="00B31B1E">
        <w:rPr>
          <w:rStyle w:val="libFootnotenumChar"/>
          <w:rtl/>
        </w:rPr>
        <w:t>(1)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معلوم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 کسان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سؤال را کرده اند،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مقدار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معرفت بوده اند. در محضر امام زمان است. به چهره امام زمان خودش نگاه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کند، امام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بهشت آفر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است،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بهشت و فوق بهشت است، اما به دنبال بهشت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گردد.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B31B1E" w:rsidP="00B31B1E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35" w:name="_Toc67344718"/>
      <w:r w:rsidR="00E243D8" w:rsidRPr="00E243D8">
        <w:rPr>
          <w:rFonts w:hint="eastAsia"/>
          <w:rtl/>
          <w:lang w:bidi="fa-IR"/>
        </w:rPr>
        <w:lastRenderedPageBreak/>
        <w:t>بهشت</w:t>
      </w:r>
      <w:r w:rsidR="00E243D8" w:rsidRPr="00E243D8">
        <w:rPr>
          <w:rtl/>
          <w:lang w:bidi="fa-IR"/>
        </w:rPr>
        <w:t xml:space="preserve"> و بهشت آفر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bookmarkEnd w:id="35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بهشت را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جاد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کند، مهم تر از خود بهشت است.</w:t>
      </w:r>
    </w:p>
    <w:p w:rsidR="00E243D8" w:rsidRPr="00E243D8" w:rsidRDefault="00B31B1E" w:rsidP="00B31B1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E243D8" w:rsidRPr="00E243D8" w:rsidRDefault="00E243D8" w:rsidP="00B31B1E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المحاسن، ج 1، ص 161؛ بحارالانوار، ج 65، ص 102.</w:t>
      </w:r>
    </w:p>
    <w:p w:rsidR="00E243D8" w:rsidRPr="00E243D8" w:rsidRDefault="00B31B1E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ام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رالمؤمن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="00E243D8"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فاعِلُ</w:t>
      </w:r>
      <w:r w:rsidRPr="00E243D8">
        <w:rPr>
          <w:rtl/>
          <w:lang w:bidi="fa-IR"/>
        </w:rPr>
        <w:t xml:space="preserve"> الخَ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رِ</w:t>
      </w:r>
      <w:r w:rsidRPr="00E243D8">
        <w:rPr>
          <w:rtl/>
          <w:lang w:bidi="fa-IR"/>
        </w:rPr>
        <w:t xml:space="preserve"> خَ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رٌ</w:t>
      </w:r>
      <w:r w:rsidRPr="00E243D8">
        <w:rPr>
          <w:rtl/>
          <w:lang w:bidi="fa-IR"/>
        </w:rPr>
        <w:t xml:space="preserve"> مِنْهُ و فاعِلُ الشَّرِّ شَرٌّ مِنْهُ؛</w:t>
      </w:r>
      <w:r w:rsidRPr="00B31B1E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کار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انجام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دهد، خودش از آن کار بهتر است و انجام دهنده کار شر از آن کار بدتر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کار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انجام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دهد، مسلم در ذات و صفاتش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از آن کار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وجود دارد و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کار بد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انجام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دهد، در ذات و صفاتش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آنچه انجام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دهد، بد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وجود دارد.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مؤمن</w:t>
      </w:r>
      <w:r w:rsidRPr="00E243D8">
        <w:rPr>
          <w:rtl/>
          <w:lang w:bidi="fa-IR"/>
        </w:rPr>
        <w:t xml:space="preserve"> بهشت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سازد و کافر جهنم. بهشت</w:t>
      </w:r>
      <w:r w:rsidRPr="00E243D8">
        <w:rPr>
          <w:rFonts w:hint="cs"/>
          <w:rtl/>
          <w:lang w:bidi="fa-IR"/>
        </w:rPr>
        <w:t>ساز بهتر از بهشت است و جهنمساز بدتر از جهنم است. حاکمان جور از جهنم بدترند. 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گلوله آتش اند. آتش 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ره</w:t>
      </w:r>
      <w:r w:rsidRPr="00E243D8">
        <w:rPr>
          <w:rtl/>
          <w:lang w:bidi="fa-IR"/>
        </w:rPr>
        <w:t xml:space="preserve"> و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زم</w:t>
      </w:r>
      <w:r w:rsidRPr="00E243D8">
        <w:rPr>
          <w:rtl/>
          <w:lang w:bidi="fa-IR"/>
        </w:rPr>
        <w:t xml:space="preserve"> جهنم هستند. رفقا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ناباب از جهنم بدترند؛ چون جهنم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سازند.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از آن ها فرار کرد. و رفقا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خوب بهشت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سازند </w:t>
      </w:r>
      <w:r w:rsidRPr="00E243D8">
        <w:rPr>
          <w:rFonts w:hint="eastAsia"/>
          <w:rtl/>
          <w:lang w:bidi="fa-IR"/>
        </w:rPr>
        <w:t>و</w:t>
      </w:r>
      <w:r w:rsidRPr="00E243D8">
        <w:rPr>
          <w:rtl/>
          <w:lang w:bidi="fa-IR"/>
        </w:rPr>
        <w:t xml:space="preserve"> از بهشت برترند.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AD6B8F">
      <w:pPr>
        <w:pStyle w:val="Heading2"/>
        <w:rPr>
          <w:rtl/>
          <w:lang w:bidi="fa-IR"/>
        </w:rPr>
      </w:pPr>
      <w:bookmarkStart w:id="36" w:name="_Toc67344719"/>
      <w:r w:rsidRPr="00E243D8">
        <w:rPr>
          <w:rFonts w:hint="eastAsia"/>
          <w:rtl/>
          <w:lang w:bidi="fa-IR"/>
        </w:rPr>
        <w:t>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اعتنا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به بهشت</w:t>
      </w:r>
      <w:bookmarkEnd w:id="36"/>
    </w:p>
    <w:p w:rsidR="00E243D8" w:rsidRPr="00E243D8" w:rsidRDefault="00E243D8" w:rsidP="00AD6B8F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ها در محضر امام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بودند و به دنبال بهشت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گشتند و بهشت طلب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کردند. اما دوستان و ارادتمندان و 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کنندگان بر مصائب امام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در روز 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امت</w:t>
      </w:r>
      <w:r w:rsidRPr="00E243D8">
        <w:rPr>
          <w:rtl/>
          <w:lang w:bidi="fa-IR"/>
        </w:rPr>
        <w:t xml:space="preserve"> به عکس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ها عمل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کنند. دور امام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حلقه زده اند و محو جمال آن حضرت اند. اعتنا و توجه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بهشت و حور ندارند.</w:t>
      </w:r>
      <w:r w:rsidRPr="00E243D8">
        <w:rPr>
          <w:rFonts w:hint="eastAsia"/>
          <w:rtl/>
          <w:lang w:bidi="fa-IR"/>
        </w:rPr>
        <w:t>به</w:t>
      </w:r>
      <w:r w:rsidRPr="00E243D8">
        <w:rPr>
          <w:rtl/>
          <w:lang w:bidi="fa-IR"/>
        </w:rPr>
        <w:t xml:space="preserve"> آن ها گفته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شود: وارد بهشت شو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اما آنان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پذ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رند،</w:t>
      </w:r>
      <w:r w:rsidRPr="00E243D8">
        <w:rPr>
          <w:rtl/>
          <w:lang w:bidi="fa-IR"/>
        </w:rPr>
        <w:t xml:space="preserve"> بلکه مجلس گفت و گو با امام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را بر بهشت ترج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دهند. حور الع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</w:p>
    <w:p w:rsidR="00E243D8" w:rsidRPr="00E243D8" w:rsidRDefault="00AD6B8F" w:rsidP="00AD6B8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AD6B8F" w:rsidRDefault="00E243D8" w:rsidP="00AD6B8F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تحف العقول، ص 57؛ نهج البلاغه، حکمت 32؛ بحارالانوار، ج 68، ص 217.</w:t>
      </w:r>
    </w:p>
    <w:p w:rsidR="00E243D8" w:rsidRPr="00E243D8" w:rsidRDefault="00AD6B8F" w:rsidP="00AD6B8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نزد</w:t>
      </w:r>
      <w:r w:rsidR="00E243D8" w:rsidRPr="00E243D8">
        <w:rPr>
          <w:rtl/>
          <w:lang w:bidi="fa-IR"/>
        </w:rPr>
        <w:t xml:space="preserve"> آنان فرستاده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شوند و به آن ها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گو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ند</w:t>
      </w:r>
      <w:r w:rsidR="00E243D8" w:rsidRPr="00E243D8">
        <w:rPr>
          <w:rtl/>
          <w:lang w:bidi="fa-IR"/>
        </w:rPr>
        <w:t>: ما و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غلمان بهشت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مشتاق شما</w:t>
      </w:r>
      <w:r w:rsidR="00E243D8" w:rsidRPr="00E243D8">
        <w:rPr>
          <w:rFonts w:hint="cs"/>
          <w:rtl/>
          <w:lang w:bidi="fa-IR"/>
        </w:rPr>
        <w:t>یی</w:t>
      </w:r>
      <w:r w:rsidR="00E243D8" w:rsidRPr="00E243D8">
        <w:rPr>
          <w:rFonts w:hint="eastAsia"/>
          <w:rtl/>
          <w:lang w:bidi="fa-IR"/>
        </w:rPr>
        <w:t>م</w:t>
      </w:r>
      <w:r w:rsidR="00E243D8" w:rsidRPr="00E243D8">
        <w:rPr>
          <w:rtl/>
          <w:lang w:bidi="fa-IR"/>
        </w:rPr>
        <w:t>! ول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آنان برا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آن سرور و کرامت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در مجلس امام حس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="00E243D8" w:rsidRPr="00E243D8">
        <w:rPr>
          <w:rtl/>
          <w:lang w:bidi="fa-IR"/>
        </w:rPr>
        <w:t>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نند،</w:t>
      </w:r>
      <w:r w:rsidR="00E243D8" w:rsidRPr="00E243D8">
        <w:rPr>
          <w:rtl/>
          <w:lang w:bidi="fa-IR"/>
        </w:rPr>
        <w:t xml:space="preserve"> سر به سو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حورالع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بلند نم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کنند.</w:t>
      </w:r>
      <w:r w:rsidR="00E243D8" w:rsidRPr="00AD6B8F">
        <w:rPr>
          <w:rStyle w:val="libFootnotenumChar"/>
          <w:rtl/>
        </w:rPr>
        <w:t>(1)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AD6B8F">
      <w:pPr>
        <w:pStyle w:val="Heading2"/>
        <w:rPr>
          <w:rtl/>
          <w:lang w:bidi="fa-IR"/>
        </w:rPr>
      </w:pPr>
      <w:bookmarkStart w:id="37" w:name="_Toc67344720"/>
      <w:r w:rsidRPr="00E243D8">
        <w:rPr>
          <w:rFonts w:hint="eastAsia"/>
          <w:rtl/>
          <w:lang w:bidi="fa-IR"/>
        </w:rPr>
        <w:t>محضر</w:t>
      </w:r>
      <w:r w:rsidRPr="00E243D8">
        <w:rPr>
          <w:rtl/>
          <w:lang w:bidi="fa-IR"/>
        </w:rPr>
        <w:t xml:space="preserve"> بهشت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AD6B8F" w:rsidRPr="00AD6B8F">
        <w:rPr>
          <w:rStyle w:val="libAlaemChar"/>
          <w:rFonts w:eastAsiaTheme="minorHAnsi"/>
          <w:rtl/>
        </w:rPr>
        <w:t>عليهم‌السلام</w:t>
      </w:r>
      <w:bookmarkEnd w:id="37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امام</w:t>
      </w:r>
      <w:r w:rsidRPr="00E243D8">
        <w:rPr>
          <w:rtl/>
          <w:lang w:bidi="fa-IR"/>
        </w:rPr>
        <w:t xml:space="preserve">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اطرافشان بودند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معنا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بلند را درک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کرد، به ناچار سخن خودشان را تأو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کردند و مطلب را تنز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دادند و فرمودند: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اعتقاد به ولا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ما دارد، در بهشت است. وگرنه محضر امام خود بهشت و برتر و بالاتر از بهشت است.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eastAsia"/>
          <w:rtl/>
          <w:lang w:bidi="fa-IR"/>
        </w:rPr>
        <w:t>رتبط</w:t>
      </w:r>
      <w:r w:rsidRPr="00E243D8">
        <w:rPr>
          <w:rtl/>
          <w:lang w:bidi="fa-IR"/>
        </w:rPr>
        <w:t xml:space="preserve"> و متصل به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است و اهل ولا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و محبت آنان است، در بهشت است و جا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غم و اندوه و خوف و حزن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>. آنجا فرح و سرور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محض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بِفَضْلِ</w:t>
      </w:r>
      <w:r w:rsidRPr="00E243D8">
        <w:rPr>
          <w:rtl/>
          <w:lang w:bidi="fa-IR"/>
        </w:rPr>
        <w:t xml:space="preserve"> اللهِ وَ بِرَحْمَتِهِ فَبِذلِکَ فَلْ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فْرحوا؛</w:t>
      </w:r>
      <w:r w:rsidRPr="00AD6B8F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به فضل و رحمت خداست که اهل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شاد باشند.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</w:t>
      </w:r>
      <w:r w:rsidRPr="00E243D8">
        <w:rPr>
          <w:rtl/>
          <w:lang w:bidi="fa-IR"/>
        </w:rPr>
        <w:t xml:space="preserve"> فضل و رحمت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جز محبت محمد و آل محمد و ولا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>. آنان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بهشت اند و اتصال به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بهشت و سرور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. «ا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دل غم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مباش که مولا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است!»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امام زمان و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او هستند،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شاد باشد.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برتر و بهتر از همه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 لذائذ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 آنچه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است،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تواند سرور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به انسان عرضه کند.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AD6B8F" w:rsidP="00AD6B8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</w:t>
      </w:r>
    </w:p>
    <w:p w:rsidR="00E243D8" w:rsidRPr="00E243D8" w:rsidRDefault="00E243D8" w:rsidP="00AD6B8F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lastRenderedPageBreak/>
        <w:t>1- 1. کامل الز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ارات،</w:t>
      </w:r>
      <w:r w:rsidRPr="00E243D8">
        <w:rPr>
          <w:rtl/>
          <w:lang w:bidi="fa-IR"/>
        </w:rPr>
        <w:t xml:space="preserve"> ص 81؛ بحارالانوار، ج 45، ص 207.</w:t>
      </w:r>
    </w:p>
    <w:p w:rsidR="00E243D8" w:rsidRPr="00E243D8" w:rsidRDefault="00E243D8" w:rsidP="00AD6B8F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 xml:space="preserve">2- 2. سوره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ونس،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58.</w:t>
      </w:r>
    </w:p>
    <w:p w:rsidR="00E243D8" w:rsidRPr="00E243D8" w:rsidRDefault="00AD6B8F" w:rsidP="00AD6B8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38" w:name="_Toc67344721"/>
      <w:r w:rsidR="00E243D8" w:rsidRPr="00E243D8">
        <w:rPr>
          <w:rFonts w:hint="eastAsia"/>
          <w:rtl/>
          <w:lang w:bidi="fa-IR"/>
        </w:rPr>
        <w:lastRenderedPageBreak/>
        <w:t>در</w:t>
      </w:r>
      <w:r w:rsidR="00E243D8" w:rsidRPr="00E243D8">
        <w:rPr>
          <w:rtl/>
          <w:lang w:bidi="fa-IR"/>
        </w:rPr>
        <w:t xml:space="preserve"> عالم محبت و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گانگ</w:t>
      </w:r>
      <w:r w:rsidR="00E243D8" w:rsidRPr="00E243D8">
        <w:rPr>
          <w:rFonts w:hint="cs"/>
          <w:rtl/>
          <w:lang w:bidi="fa-IR"/>
        </w:rPr>
        <w:t>ی</w:t>
      </w:r>
      <w:bookmarkEnd w:id="38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اخم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کند،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از قضا و قدر خدا ناراحت است،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از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خدا به او داده،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نداده است پکر است. چرا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پکر باشد؟ از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خداوند به او عنا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فرموده است،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خوشحال باشد.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AD6B8F" w:rsidP="00E243D8">
      <w:pPr>
        <w:pStyle w:val="libNormal"/>
        <w:rPr>
          <w:rtl/>
          <w:lang w:bidi="fa-IR"/>
        </w:rPr>
      </w:pPr>
      <w:r w:rsidRPr="00AD6B8F">
        <w:rPr>
          <w:rStyle w:val="libAlaemChar"/>
          <w:rFonts w:hint="cs"/>
          <w:rtl/>
        </w:rPr>
        <w:t>(</w:t>
      </w:r>
      <w:r w:rsidR="00E243D8" w:rsidRPr="00AD6B8F">
        <w:rPr>
          <w:rStyle w:val="libAieChar"/>
          <w:rFonts w:hint="eastAsia"/>
          <w:rtl/>
        </w:rPr>
        <w:t>قُلْ</w:t>
      </w:r>
      <w:r w:rsidR="00E243D8" w:rsidRPr="00AD6B8F">
        <w:rPr>
          <w:rStyle w:val="libAieChar"/>
          <w:rtl/>
        </w:rPr>
        <w:t xml:space="preserve"> بِفَضْلِ اللهِ وَ بِرَحْمَتِهِ فَلْ</w:t>
      </w:r>
      <w:r w:rsidR="00E243D8" w:rsidRPr="00AD6B8F">
        <w:rPr>
          <w:rStyle w:val="libAieChar"/>
          <w:rFonts w:hint="cs"/>
          <w:rtl/>
        </w:rPr>
        <w:t>یَ</w:t>
      </w:r>
      <w:r w:rsidR="00E243D8" w:rsidRPr="00AD6B8F">
        <w:rPr>
          <w:rStyle w:val="libAieChar"/>
          <w:rFonts w:hint="eastAsia"/>
          <w:rtl/>
        </w:rPr>
        <w:t>فْرحُوا</w:t>
      </w:r>
      <w:r w:rsidRPr="00AD6B8F">
        <w:rPr>
          <w:rStyle w:val="libAlaemChar"/>
          <w:rFonts w:hint="cs"/>
          <w:rtl/>
        </w:rPr>
        <w:t>)</w:t>
      </w:r>
      <w:r w:rsidR="00E243D8" w:rsidRPr="00E243D8">
        <w:rPr>
          <w:rFonts w:hint="eastAsia"/>
          <w:rtl/>
          <w:lang w:bidi="fa-IR"/>
        </w:rPr>
        <w:t>؛</w:t>
      </w:r>
      <w:r w:rsidR="00E243D8" w:rsidRPr="00AD6B8F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به فضل و رحمت خداوند است که اهل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مان</w:t>
      </w:r>
      <w:r w:rsidR="00E243D8" w:rsidRPr="00E243D8">
        <w:rPr>
          <w:rtl/>
          <w:lang w:bidi="fa-IR"/>
        </w:rPr>
        <w:t xml:space="preserve"> با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شاد شوند.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امام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 مظهر فضل و رحمت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هستند،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به آن ها، به ولا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و ارتباط با آن ها شادمان بود. اصحاب امام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 xml:space="preserve">چقدر شاد و بانشاط بودند. با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کردند.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گاه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 سلمان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کردند،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با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و اصحاب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کردند. اصحاب هم با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کردند. عالم محبت و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گانگ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نشاط و شاداب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آورد.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AD6B8F" w:rsidP="00AD6B8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39" w:name="_Toc67344722"/>
      <w:r w:rsidR="00E243D8" w:rsidRPr="00E243D8">
        <w:rPr>
          <w:rFonts w:hint="eastAsia"/>
          <w:rtl/>
          <w:lang w:bidi="fa-IR"/>
        </w:rPr>
        <w:lastRenderedPageBreak/>
        <w:t>قدر</w:t>
      </w:r>
      <w:r w:rsidR="00E243D8" w:rsidRPr="00E243D8">
        <w:rPr>
          <w:rtl/>
          <w:lang w:bidi="fa-IR"/>
        </w:rPr>
        <w:t xml:space="preserve"> نعمت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اله</w:t>
      </w:r>
      <w:r w:rsidR="00E243D8" w:rsidRPr="00E243D8">
        <w:rPr>
          <w:rFonts w:hint="cs"/>
          <w:rtl/>
          <w:lang w:bidi="fa-IR"/>
        </w:rPr>
        <w:t>ی</w:t>
      </w:r>
      <w:bookmarkEnd w:id="39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با دستگاه خداوند و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ارتباط و آشنا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دارند و نعمت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خداوند را قدر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دانند، به آنچه خداوند به آنان عنا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فرموده است، شادمان اند.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ما</w:t>
      </w:r>
      <w:r w:rsidRPr="00E243D8">
        <w:rPr>
          <w:rtl/>
          <w:lang w:bidi="fa-IR"/>
        </w:rPr>
        <w:t xml:space="preserve">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خدا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دار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چرا شادمان نباش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م؟</w:t>
      </w:r>
      <w:r w:rsidRPr="00E243D8">
        <w:rPr>
          <w:rtl/>
          <w:lang w:bidi="fa-IR"/>
        </w:rPr>
        <w:t>! خدا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«ارحم الرحم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ن؛</w:t>
      </w:r>
      <w:r w:rsidRPr="00E243D8">
        <w:rPr>
          <w:rtl/>
          <w:lang w:bidi="fa-IR"/>
        </w:rPr>
        <w:t xml:space="preserve"> مهربان 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مهربانان» است، خدا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«اجود الاجود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ن؛</w:t>
      </w:r>
      <w:r w:rsidRPr="00E243D8">
        <w:rPr>
          <w:rtl/>
          <w:lang w:bidi="fa-IR"/>
        </w:rPr>
        <w:t xml:space="preserve"> بخشنده 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بخشنده ها» است، خدا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«اکرم الاکر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م؛</w:t>
      </w:r>
      <w:r w:rsidRPr="00E243D8">
        <w:rPr>
          <w:rtl/>
          <w:lang w:bidi="fa-IR"/>
        </w:rPr>
        <w:t xml:space="preserve"> کر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ها» است، خدا</w:t>
      </w:r>
      <w:r w:rsidRPr="00E243D8">
        <w:rPr>
          <w:rFonts w:hint="cs"/>
          <w:rtl/>
          <w:lang w:bidi="fa-IR"/>
        </w:rPr>
        <w:t>یی</w:t>
      </w:r>
    </w:p>
    <w:p w:rsidR="00E243D8" w:rsidRPr="00E243D8" w:rsidRDefault="00AD6B8F" w:rsidP="00AD6B8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E243D8" w:rsidRPr="00E243D8" w:rsidRDefault="00E243D8" w:rsidP="00AD6B8F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 xml:space="preserve">1- 1. سوره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ونس،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58.</w:t>
      </w:r>
    </w:p>
    <w:p w:rsidR="00E243D8" w:rsidRPr="00E243D8" w:rsidRDefault="00AD6B8F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که</w:t>
      </w:r>
      <w:r w:rsidR="00E243D8" w:rsidRPr="00E243D8">
        <w:rPr>
          <w:rtl/>
          <w:lang w:bidi="fa-IR"/>
        </w:rPr>
        <w:t xml:space="preserve"> «غفار الذُّنوب؛ بخشنده گناهان» است، خدا</w:t>
      </w:r>
      <w:r w:rsidR="00E243D8" w:rsidRPr="00E243D8">
        <w:rPr>
          <w:rFonts w:hint="cs"/>
          <w:rtl/>
          <w:lang w:bidi="fa-IR"/>
        </w:rPr>
        <w:t>یی</w:t>
      </w:r>
      <w:r w:rsidR="00E243D8" w:rsidRPr="00E243D8">
        <w:rPr>
          <w:rtl/>
          <w:lang w:bidi="fa-IR"/>
        </w:rPr>
        <w:t xml:space="preserve"> که «ستار الع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وب؛</w:t>
      </w:r>
      <w:r w:rsidR="00E243D8" w:rsidRPr="00E243D8">
        <w:rPr>
          <w:rtl/>
          <w:lang w:bidi="fa-IR"/>
        </w:rPr>
        <w:t xml:space="preserve"> پوشاننده ع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ب</w:t>
      </w:r>
      <w:r w:rsidR="00E243D8" w:rsidRPr="00E243D8">
        <w:rPr>
          <w:rtl/>
          <w:lang w:bidi="fa-IR"/>
        </w:rPr>
        <w:t xml:space="preserve"> ها» است، خدا</w:t>
      </w:r>
      <w:r w:rsidR="00E243D8" w:rsidRPr="00E243D8">
        <w:rPr>
          <w:rFonts w:hint="cs"/>
          <w:rtl/>
          <w:lang w:bidi="fa-IR"/>
        </w:rPr>
        <w:t>یی</w:t>
      </w:r>
      <w:r w:rsidR="00E243D8" w:rsidRPr="00E243D8">
        <w:rPr>
          <w:rtl/>
          <w:lang w:bidi="fa-IR"/>
        </w:rPr>
        <w:t xml:space="preserve"> که «ملجأ الهارب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ن؛</w:t>
      </w:r>
      <w:r w:rsidR="00E243D8" w:rsidRPr="00E243D8">
        <w:rPr>
          <w:rtl/>
          <w:lang w:bidi="fa-IR"/>
        </w:rPr>
        <w:t xml:space="preserve"> پناه گر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زندگان»</w:t>
      </w:r>
      <w:r w:rsidR="00E243D8" w:rsidRPr="00E243D8">
        <w:rPr>
          <w:rtl/>
          <w:lang w:bidi="fa-IR"/>
        </w:rPr>
        <w:t xml:space="preserve"> است. آ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tl/>
          <w:lang w:bidi="fa-IR"/>
        </w:rPr>
        <w:t xml:space="preserve">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با وجود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خدا، نبا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شاداب و بانشاط باش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م؟</w:t>
      </w:r>
      <w:r w:rsidR="00E243D8" w:rsidRPr="00E243D8">
        <w:rPr>
          <w:rtl/>
          <w:lang w:bidi="fa-IR"/>
        </w:rPr>
        <w:t>!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انسان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خدا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دارد، چرا شاد نباشد! با وجود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«رحمه للعالم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ن؛</w:t>
      </w:r>
      <w:r w:rsidRPr="00E243D8">
        <w:rPr>
          <w:rtl/>
          <w:lang w:bidi="fa-IR"/>
        </w:rPr>
        <w:t xml:space="preserve"> رحمت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همه جهان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ان»</w:t>
      </w:r>
      <w:r w:rsidRPr="00E243D8">
        <w:rPr>
          <w:rtl/>
          <w:lang w:bidi="fa-IR"/>
        </w:rPr>
        <w:t xml:space="preserve"> است، چرا شاد نباش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خداوند فرموده است: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اَلا</w:t>
      </w:r>
      <w:r w:rsidRPr="00E243D8">
        <w:rPr>
          <w:rtl/>
          <w:lang w:bidi="fa-IR"/>
        </w:rPr>
        <w:t xml:space="preserve"> اِنَّ اَوْل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اءَ</w:t>
      </w:r>
      <w:r w:rsidRPr="00E243D8">
        <w:rPr>
          <w:rtl/>
          <w:lang w:bidi="fa-IR"/>
        </w:rPr>
        <w:t xml:space="preserve"> اللهِ لاخَوْفٌ عَلَ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هِم</w:t>
      </w:r>
      <w:r w:rsidRPr="00E243D8">
        <w:rPr>
          <w:rtl/>
          <w:lang w:bidi="fa-IR"/>
        </w:rPr>
        <w:t xml:space="preserve"> وَلا هُمْ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حْزنونَ؛</w:t>
      </w:r>
      <w:r w:rsidRPr="00AD6B8F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آگاه باش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که بر دوستان خدا نه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و نه آنان اندوهگ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اندوه</w:t>
      </w:r>
      <w:r w:rsidRPr="00E243D8">
        <w:rPr>
          <w:rtl/>
          <w:lang w:bidi="fa-IR"/>
        </w:rPr>
        <w:t xml:space="preserve"> در دوستان خدا راه ندارد. جز نشاط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خرم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وجودشان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. چون با سرچشمه همه خوب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 ارتباط و اتصال دارند، نه اندوه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دارند و نه خوف و ترس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AD6B8F" w:rsidP="00AD6B8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40" w:name="_Toc67344723"/>
      <w:r w:rsidR="00E243D8" w:rsidRPr="00E243D8">
        <w:rPr>
          <w:rFonts w:hint="eastAsia"/>
          <w:rtl/>
          <w:lang w:bidi="fa-IR"/>
        </w:rPr>
        <w:lastRenderedPageBreak/>
        <w:t>غم</w:t>
      </w:r>
      <w:r w:rsidR="00E243D8" w:rsidRPr="00E243D8">
        <w:rPr>
          <w:rtl/>
          <w:lang w:bidi="fa-IR"/>
        </w:rPr>
        <w:t xml:space="preserve"> و شاد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اهل دن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bookmarkEnd w:id="40"/>
    </w:p>
    <w:p w:rsidR="00E243D8" w:rsidRPr="00E243D8" w:rsidRDefault="00E243D8" w:rsidP="00AD6B8F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ارتباط</w:t>
      </w:r>
      <w:r w:rsidRPr="00E243D8">
        <w:rPr>
          <w:rtl/>
          <w:lang w:bidi="fa-IR"/>
        </w:rPr>
        <w:t xml:space="preserve"> با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و حضور در مجالس آنان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بخش است. شما دعا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بعد از آن احساس سبک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فرح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 حاج آقا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دولاب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فرمودند: اهل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غمشان غم است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 ها هم غم است.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غم و اندوه در آن نهفته </w:t>
      </w:r>
      <w:r w:rsidRPr="00E243D8">
        <w:rPr>
          <w:rFonts w:hint="eastAsia"/>
          <w:rtl/>
          <w:lang w:bidi="fa-IR"/>
        </w:rPr>
        <w:t>است</w:t>
      </w:r>
      <w:r w:rsidRPr="00E243D8">
        <w:rPr>
          <w:rtl/>
          <w:lang w:bidi="fa-IR"/>
        </w:rPr>
        <w:t>. کسان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به دنبال پول و مقام و شهرت اند، به دنبال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صرف اند،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شان غم است، چون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 ها اساس ندارد و پا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ست،</w:t>
      </w:r>
      <w:r w:rsidRPr="00E243D8">
        <w:rPr>
          <w:rtl/>
          <w:lang w:bidi="fa-IR"/>
        </w:rPr>
        <w:t xml:space="preserve"> بلکه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شه</w:t>
      </w:r>
      <w:r w:rsidRPr="00E243D8">
        <w:rPr>
          <w:rtl/>
          <w:lang w:bidi="fa-IR"/>
        </w:rPr>
        <w:t xml:space="preserve"> در معرض آفت و تمام شدن است.</w:t>
      </w:r>
      <w:r w:rsidRPr="00E243D8">
        <w:rPr>
          <w:rFonts w:hint="eastAsia"/>
          <w:rtl/>
          <w:lang w:bidi="fa-IR"/>
        </w:rPr>
        <w:t>اگر</w:t>
      </w:r>
      <w:r w:rsidRPr="00E243D8">
        <w:rPr>
          <w:rtl/>
          <w:lang w:bidi="fa-IR"/>
        </w:rPr>
        <w:t xml:space="preserve"> پول 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اورد،</w:t>
      </w:r>
      <w:r w:rsidRPr="00E243D8">
        <w:rPr>
          <w:rtl/>
          <w:lang w:bidi="fa-IR"/>
        </w:rPr>
        <w:t xml:space="preserve"> غصه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خورد که چرا کم است. اگر به مقام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دست</w:t>
      </w:r>
    </w:p>
    <w:p w:rsidR="00E243D8" w:rsidRPr="00E243D8" w:rsidRDefault="00AD6B8F" w:rsidP="00AD6B8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E243D8" w:rsidRPr="00E243D8" w:rsidRDefault="00E243D8" w:rsidP="00AD6B8F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 xml:space="preserve">1- 1. سوره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ونس،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62.</w:t>
      </w:r>
    </w:p>
    <w:p w:rsidR="00E243D8" w:rsidRPr="00E243D8" w:rsidRDefault="00AD6B8F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دا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کند، نگران است که به آن آفت نخورد و آن را از دست ندهد.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اسات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گفت: در نجف اشرف در کنار حرم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درس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و خوش بود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در کنار قبر آن حضرت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سرور خواب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است. حرم حضرت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همه سرور و بهجت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روز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تاجر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</w:t>
      </w:r>
      <w:r w:rsidRPr="00E243D8">
        <w:rPr>
          <w:rtl/>
          <w:lang w:bidi="fa-IR"/>
        </w:rPr>
        <w:t xml:space="preserve"> ما آمد. ما هم غذا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ساده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داشت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به من گفت: حاج آقا، من به حال شما غبطه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خورم. شما 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نجا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با غذا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ساده گذران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خوش و خرم هست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من با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پول و ثروت فراوان دارم و همه امکانات ر</w:t>
      </w:r>
      <w:r w:rsidRPr="00E243D8">
        <w:rPr>
          <w:rFonts w:hint="eastAsia"/>
          <w:rtl/>
          <w:lang w:bidi="fa-IR"/>
        </w:rPr>
        <w:t>فاه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اخت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من است، بدبختم.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نمونه آن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من در تهران تجارت مفصل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دارم.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روز شخص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من زنگ زد که صد تن پنبه دارم، شما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د؟</w:t>
      </w:r>
      <w:r w:rsidRPr="00E243D8">
        <w:rPr>
          <w:rtl/>
          <w:lang w:bidi="fa-IR"/>
        </w:rPr>
        <w:t xml:space="preserve"> گفتم: صد تن خ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است. ده تن آن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خواهم. با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تلفن ده تن پنبه خر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دم</w:t>
      </w:r>
      <w:r w:rsidRPr="00E243D8">
        <w:rPr>
          <w:rtl/>
          <w:lang w:bidi="fa-IR"/>
        </w:rPr>
        <w:t>. بعد از چند روز 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مت</w:t>
      </w:r>
      <w:r w:rsidRPr="00E243D8">
        <w:rPr>
          <w:rtl/>
          <w:lang w:bidi="fa-IR"/>
        </w:rPr>
        <w:t xml:space="preserve"> پنبه دو برابر شد.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اتفاق شب خوابم نبرد و تا صبح قدم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زدم.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گفتم: چرا نود تن بق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را نخر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دم؟</w:t>
      </w:r>
      <w:r w:rsidRPr="00E243D8">
        <w:rPr>
          <w:rtl/>
          <w:lang w:bidi="fa-IR"/>
        </w:rPr>
        <w:t>!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در ده تن چقدر سود کرده است. اصلاً اعتنا و توجه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آن ندارد. دنبال بق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آن است.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 چرا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شتر</w:t>
      </w:r>
      <w:r w:rsidRPr="00E243D8">
        <w:rPr>
          <w:rtl/>
          <w:lang w:bidi="fa-IR"/>
        </w:rPr>
        <w:t xml:space="preserve">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پول 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رم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امده</w:t>
      </w:r>
      <w:r w:rsidRPr="00E243D8">
        <w:rPr>
          <w:rtl/>
          <w:lang w:bidi="fa-IR"/>
        </w:rPr>
        <w:t xml:space="preserve">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غم</w:t>
      </w:r>
      <w:r w:rsidRPr="00E243D8">
        <w:rPr>
          <w:rtl/>
          <w:lang w:bidi="fa-IR"/>
        </w:rPr>
        <w:t xml:space="preserve"> اهل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غم است، شاد</w:t>
      </w:r>
      <w:r w:rsidRPr="00E243D8">
        <w:rPr>
          <w:rFonts w:hint="cs"/>
          <w:rtl/>
          <w:lang w:bidi="fa-IR"/>
        </w:rPr>
        <w:t>یشان</w:t>
      </w:r>
      <w:r w:rsidRPr="00E243D8">
        <w:rPr>
          <w:rtl/>
          <w:lang w:bidi="fa-IR"/>
        </w:rPr>
        <w:t xml:space="preserve"> هم غم است. اگر سود کرده است، باز به سرش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tl/>
          <w:lang w:bidi="fa-IR"/>
        </w:rPr>
        <w:lastRenderedPageBreak/>
        <w:t>زند که چرا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شتر</w:t>
      </w:r>
      <w:r w:rsidRPr="00E243D8">
        <w:rPr>
          <w:rtl/>
          <w:lang w:bidi="fa-IR"/>
        </w:rPr>
        <w:t xml:space="preserve"> سود نکرده است. ظاهرشان 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بنده</w:t>
      </w:r>
      <w:r w:rsidRPr="00E243D8">
        <w:rPr>
          <w:rtl/>
          <w:lang w:bidi="fa-IR"/>
        </w:rPr>
        <w:t xml:space="preserve"> است. در باطنِ کارشان که فرو رو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چه غم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سنگ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سرِ دلشان هست.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9C2F64" w:rsidP="009C2F64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41" w:name="_Toc67344724"/>
      <w:r w:rsidR="00E243D8" w:rsidRPr="00E243D8">
        <w:rPr>
          <w:rFonts w:hint="eastAsia"/>
          <w:rtl/>
          <w:lang w:bidi="fa-IR"/>
        </w:rPr>
        <w:lastRenderedPageBreak/>
        <w:t>غم</w:t>
      </w:r>
      <w:r w:rsidR="00E243D8" w:rsidRPr="00E243D8">
        <w:rPr>
          <w:rtl/>
          <w:lang w:bidi="fa-IR"/>
        </w:rPr>
        <w:t xml:space="preserve"> و شاد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اهل آخرت</w:t>
      </w:r>
      <w:bookmarkEnd w:id="41"/>
    </w:p>
    <w:p w:rsidR="00E243D8" w:rsidRPr="00E243D8" w:rsidRDefault="00E243D8" w:rsidP="009C2F64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اما</w:t>
      </w:r>
      <w:r w:rsidRPr="00E243D8">
        <w:rPr>
          <w:rtl/>
          <w:lang w:bidi="fa-IR"/>
        </w:rPr>
        <w:t xml:space="preserve"> اهل آخرت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امام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کنند. و بعد از 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احساس سرور و فرح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ها اخت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>. 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امام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9C2F64" w:rsidRPr="00B155C2">
        <w:rPr>
          <w:rStyle w:val="libAlaemChar"/>
          <w:rtl/>
        </w:rPr>
        <w:t>عليه‌السلام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گناهان</w:t>
      </w:r>
      <w:r w:rsidRPr="00E243D8">
        <w:rPr>
          <w:rtl/>
          <w:lang w:bidi="fa-IR"/>
        </w:rPr>
        <w:t xml:space="preserve"> را شست و شو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دهد و انسان را سبک و روح را آزاد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ارتباط</w:t>
      </w:r>
      <w:r w:rsidRPr="00E243D8">
        <w:rPr>
          <w:rtl/>
          <w:lang w:bidi="fa-IR"/>
        </w:rPr>
        <w:t xml:space="preserve"> با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موجب سرور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 همه مجالس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است. در مجالس سرورشان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و در مجالس عزا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شان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نهفته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خاص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ارت</w:t>
      </w:r>
      <w:r w:rsidRPr="00E243D8">
        <w:rPr>
          <w:rtl/>
          <w:lang w:bidi="fa-IR"/>
        </w:rPr>
        <w:t xml:space="preserve"> امام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هم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انسان پس از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ارت</w:t>
      </w:r>
      <w:r w:rsidRPr="00E243D8">
        <w:rPr>
          <w:rtl/>
          <w:lang w:bidi="fa-IR"/>
        </w:rPr>
        <w:t xml:space="preserve"> با دل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شاد به وطن خو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باز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گردد.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خاص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ارتباط با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خود</w:t>
      </w:r>
      <w:r w:rsidRPr="00E243D8">
        <w:rPr>
          <w:rtl/>
          <w:lang w:bidi="fa-IR"/>
        </w:rPr>
        <w:t xml:space="preserve"> امام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اَنَا</w:t>
      </w:r>
      <w:r w:rsidRPr="00E243D8">
        <w:rPr>
          <w:rtl/>
          <w:lang w:bidi="fa-IR"/>
        </w:rPr>
        <w:t xml:space="preserve"> قَت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لُ</w:t>
      </w:r>
      <w:r w:rsidRPr="00E243D8">
        <w:rPr>
          <w:rtl/>
          <w:lang w:bidi="fa-IR"/>
        </w:rPr>
        <w:t xml:space="preserve"> الْعَبَرهٍ قُتِلْتُ مَکْرُوباً وَ حَق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قٌ</w:t>
      </w:r>
      <w:r w:rsidRPr="00E243D8">
        <w:rPr>
          <w:rtl/>
          <w:lang w:bidi="fa-IR"/>
        </w:rPr>
        <w:t xml:space="preserve"> عَلَ</w:t>
      </w:r>
      <w:r w:rsidRPr="00E243D8">
        <w:rPr>
          <w:rFonts w:hint="cs"/>
          <w:rtl/>
          <w:lang w:bidi="fa-IR"/>
        </w:rPr>
        <w:t>یَّ</w:t>
      </w:r>
      <w:r w:rsidRPr="00E243D8">
        <w:rPr>
          <w:rtl/>
          <w:lang w:bidi="fa-IR"/>
        </w:rPr>
        <w:t xml:space="preserve"> اَنْ لا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أت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مَکروبٌ قَطُّ اِلّا رَدَّهُ اللهُ وَ اَقْلَبَهُ اِل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اَهْلِهِ مُسْ_روراً؛</w:t>
      </w:r>
      <w:r w:rsidRPr="009C2F64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من کشته 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ام، در اندوه به شهادت 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دم</w:t>
      </w:r>
      <w:r w:rsidRPr="00E243D8">
        <w:rPr>
          <w:rtl/>
          <w:lang w:bidi="fa-IR"/>
        </w:rPr>
        <w:t xml:space="preserve"> و سزاوار و شا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سته</w:t>
      </w:r>
      <w:r w:rsidRPr="00E243D8">
        <w:rPr>
          <w:rtl/>
          <w:lang w:bidi="fa-IR"/>
        </w:rPr>
        <w:t xml:space="preserve"> خداوند است که هر اندوهگ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که به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ارت</w:t>
      </w:r>
      <w:r w:rsidRPr="00E243D8">
        <w:rPr>
          <w:rtl/>
          <w:lang w:bidi="fa-IR"/>
        </w:rPr>
        <w:t xml:space="preserve"> </w:t>
      </w:r>
      <w:r w:rsidRPr="00E243D8">
        <w:rPr>
          <w:rFonts w:hint="eastAsia"/>
          <w:rtl/>
          <w:lang w:bidi="fa-IR"/>
        </w:rPr>
        <w:t>من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با دل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شاد و خوشحال به اهلش باز گرداند.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خاص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اشک بر حضرت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الشهدا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و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ارت</w:t>
      </w:r>
      <w:r w:rsidRPr="00E243D8">
        <w:rPr>
          <w:rtl/>
          <w:lang w:bidi="fa-IR"/>
        </w:rPr>
        <w:t xml:space="preserve"> آن حضرت سرور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 خداوند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خواسته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9C2F64" w:rsidP="009C2F64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42" w:name="_Toc67344725"/>
      <w:r w:rsidR="00E243D8" w:rsidRPr="00E243D8">
        <w:rPr>
          <w:rFonts w:hint="eastAsia"/>
          <w:rtl/>
          <w:lang w:bidi="fa-IR"/>
        </w:rPr>
        <w:lastRenderedPageBreak/>
        <w:t>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ک</w:t>
      </w:r>
      <w:r w:rsidR="00E243D8" w:rsidRPr="00E243D8">
        <w:rPr>
          <w:rtl/>
          <w:lang w:bidi="fa-IR"/>
        </w:rPr>
        <w:t xml:space="preserve"> خدا</w:t>
      </w:r>
      <w:bookmarkEnd w:id="42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اهل</w:t>
      </w:r>
      <w:r w:rsidRPr="00E243D8">
        <w:rPr>
          <w:rtl/>
          <w:lang w:bidi="fa-IR"/>
        </w:rPr>
        <w:t xml:space="preserve"> آخرت در غمشان هم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نهفته است. به قول حافظ:</w:t>
      </w:r>
    </w:p>
    <w:tbl>
      <w:tblPr>
        <w:tblStyle w:val="TableGrid"/>
        <w:bidiVisual/>
        <w:tblW w:w="5244" w:type="pct"/>
        <w:tblInd w:w="-432" w:type="dxa"/>
        <w:tblLook w:val="01E0"/>
      </w:tblPr>
      <w:tblGrid>
        <w:gridCol w:w="4018"/>
        <w:gridCol w:w="268"/>
        <w:gridCol w:w="3671"/>
      </w:tblGrid>
      <w:tr w:rsidR="009C2F64" w:rsidTr="0004539A">
        <w:trPr>
          <w:trHeight w:val="350"/>
        </w:trPr>
        <w:tc>
          <w:tcPr>
            <w:tcW w:w="4720" w:type="dxa"/>
            <w:shd w:val="clear" w:color="auto" w:fill="auto"/>
          </w:tcPr>
          <w:p w:rsidR="009C2F64" w:rsidRDefault="009C2F64" w:rsidP="0004539A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t>چون</w:t>
            </w:r>
            <w:r w:rsidRPr="00E243D8">
              <w:rPr>
                <w:rtl/>
                <w:lang w:bidi="fa-IR"/>
              </w:rPr>
              <w:t xml:space="preserve"> غمت را نتوان 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افت</w:t>
            </w:r>
            <w:r w:rsidRPr="00E243D8">
              <w:rPr>
                <w:rtl/>
                <w:lang w:bidi="fa-IR"/>
              </w:rPr>
              <w:t xml:space="preserve"> مگر در دل شاد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9C2F64" w:rsidRDefault="009C2F64" w:rsidP="0004539A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9C2F64" w:rsidRDefault="009C2F64" w:rsidP="0004539A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t>م</w:t>
            </w:r>
            <w:r w:rsidRPr="00E243D8">
              <w:rPr>
                <w:rtl/>
                <w:lang w:bidi="fa-IR"/>
              </w:rPr>
              <w:t>ا به ام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د</w:t>
            </w:r>
            <w:r w:rsidRPr="00E243D8">
              <w:rPr>
                <w:rtl/>
                <w:lang w:bidi="fa-IR"/>
              </w:rPr>
              <w:t xml:space="preserve"> غمت خاطر شاد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tl/>
                <w:lang w:bidi="fa-IR"/>
              </w:rPr>
              <w:t xml:space="preserve"> دار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دل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از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 گناه کنده شده است، شاد است. غم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ما را به خدا برساند،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خداست.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دل ما را جمع کند تا ببرد. آن خاطر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</w:t>
      </w:r>
    </w:p>
    <w:p w:rsidR="00E243D8" w:rsidRPr="00E243D8" w:rsidRDefault="009C2F64" w:rsidP="009C2F6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  <w:r w:rsidR="00E243D8" w:rsidRPr="00E243D8">
        <w:rPr>
          <w:rtl/>
          <w:lang w:bidi="fa-IR"/>
        </w:rPr>
        <w:t xml:space="preserve"> </w:t>
      </w:r>
    </w:p>
    <w:p w:rsidR="00E243D8" w:rsidRPr="00E243D8" w:rsidRDefault="00E243D8" w:rsidP="009C2F64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کامل الز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ارات،</w:t>
      </w:r>
      <w:r w:rsidRPr="00E243D8">
        <w:rPr>
          <w:rtl/>
          <w:lang w:bidi="fa-IR"/>
        </w:rPr>
        <w:t xml:space="preserve"> ص 109؛ ثواب الاعمال، ص 98؛ بحارالانوار، ج 44، ص 279.</w:t>
      </w:r>
    </w:p>
    <w:p w:rsidR="00E243D8" w:rsidRPr="00E243D8" w:rsidRDefault="009C2F64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از</w:t>
      </w:r>
      <w:r w:rsidR="00E243D8" w:rsidRPr="00E243D8">
        <w:rPr>
          <w:rtl/>
          <w:lang w:bidi="fa-IR"/>
        </w:rPr>
        <w:t xml:space="preserve"> دن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tl/>
          <w:lang w:bidi="fa-IR"/>
        </w:rPr>
        <w:t xml:space="preserve"> و پول و مقام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رون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آ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د،</w:t>
      </w:r>
      <w:r w:rsidR="00E243D8" w:rsidRPr="00E243D8">
        <w:rPr>
          <w:rtl/>
          <w:lang w:bidi="fa-IR"/>
        </w:rPr>
        <w:t xml:space="preserve"> شاد است. ف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ض</w:t>
      </w:r>
      <w:r w:rsidR="00E243D8" w:rsidRPr="00E243D8">
        <w:rPr>
          <w:rtl/>
          <w:lang w:bidi="fa-IR"/>
        </w:rPr>
        <w:t xml:space="preserve"> کاشان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چه 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با</w:t>
      </w:r>
      <w:r w:rsidR="00E243D8" w:rsidRPr="00E243D8">
        <w:rPr>
          <w:rtl/>
          <w:lang w:bidi="fa-IR"/>
        </w:rPr>
        <w:t xml:space="preserve"> سروده است:</w:t>
      </w:r>
    </w:p>
    <w:tbl>
      <w:tblPr>
        <w:tblStyle w:val="TableGrid"/>
        <w:bidiVisual/>
        <w:tblW w:w="5244" w:type="pct"/>
        <w:tblInd w:w="-432" w:type="dxa"/>
        <w:tblLook w:val="01E0"/>
      </w:tblPr>
      <w:tblGrid>
        <w:gridCol w:w="4035"/>
        <w:gridCol w:w="267"/>
        <w:gridCol w:w="3655"/>
      </w:tblGrid>
      <w:tr w:rsidR="009C2F64" w:rsidTr="0004539A">
        <w:trPr>
          <w:trHeight w:val="350"/>
        </w:trPr>
        <w:tc>
          <w:tcPr>
            <w:tcW w:w="4720" w:type="dxa"/>
            <w:shd w:val="clear" w:color="auto" w:fill="auto"/>
          </w:tcPr>
          <w:p w:rsidR="009C2F64" w:rsidRDefault="009C2F64" w:rsidP="0004539A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t>گفتم</w:t>
            </w:r>
            <w:r w:rsidRPr="00E243D8">
              <w:rPr>
                <w:rtl/>
                <w:lang w:bidi="fa-IR"/>
              </w:rPr>
              <w:t xml:space="preserve"> مرا غم تو بهتر ز شادمان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tl/>
                <w:lang w:bidi="fa-IR"/>
              </w:rPr>
              <w:t xml:space="preserve">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9C2F64" w:rsidRDefault="009C2F64" w:rsidP="0004539A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9C2F64" w:rsidRDefault="009C2F64" w:rsidP="0004539A">
            <w:pPr>
              <w:pStyle w:val="libPoem"/>
              <w:rPr>
                <w:rtl/>
              </w:rPr>
            </w:pPr>
            <w:r w:rsidRPr="00E243D8">
              <w:rPr>
                <w:rtl/>
                <w:lang w:bidi="fa-IR"/>
              </w:rPr>
              <w:t>گفتا که در ره ما غم ن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ز</w:t>
            </w:r>
            <w:r w:rsidRPr="00E243D8">
              <w:rPr>
                <w:rtl/>
                <w:lang w:bidi="fa-IR"/>
              </w:rPr>
              <w:t xml:space="preserve"> شادمان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غم خدا و امام زمان هزاران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است. در غم آخرت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است.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همان غم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بنده</w:t>
      </w:r>
      <w:r w:rsidRPr="00E243D8">
        <w:rPr>
          <w:rtl/>
          <w:lang w:bidi="fa-IR"/>
        </w:rPr>
        <w:t xml:space="preserve"> عاقلان دانسته است. فرمود: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العاقِلُ</w:t>
      </w:r>
      <w:r w:rsidRPr="00E243D8">
        <w:rPr>
          <w:rtl/>
          <w:lang w:bidi="fa-IR"/>
        </w:rPr>
        <w:t xml:space="preserve"> مَهْمُومٌ مَغمومٌ؛</w:t>
      </w:r>
      <w:r w:rsidRPr="009C2F64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انسان خردمند همواره اندوهناک و غمگ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شه</w:t>
      </w:r>
      <w:r w:rsidRPr="00E243D8">
        <w:rPr>
          <w:rtl/>
          <w:lang w:bidi="fa-IR"/>
        </w:rPr>
        <w:t xml:space="preserve"> نگران آخرت و به فکر 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 xml:space="preserve"> ابد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است. آن دور دست ها را نگاه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و در فکر ساختن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نده</w:t>
      </w:r>
      <w:r w:rsidRPr="00E243D8">
        <w:rPr>
          <w:rtl/>
          <w:lang w:bidi="fa-IR"/>
        </w:rPr>
        <w:t xml:space="preserve"> جاودان خو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شتن</w:t>
      </w:r>
      <w:r w:rsidRPr="00E243D8">
        <w:rPr>
          <w:rtl/>
          <w:lang w:bidi="fa-IR"/>
        </w:rPr>
        <w:t xml:space="preserve"> است.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غم، ممدوح و پسند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سازنده و کمال بخش است؛ 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غم هزاران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نهفته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9C2F64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اگر</w:t>
      </w:r>
      <w:r w:rsidRPr="00E243D8">
        <w:rPr>
          <w:rtl/>
          <w:lang w:bidi="fa-IR"/>
        </w:rPr>
        <w:t xml:space="preserve">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اهل آخرت شد، در غم او هم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 چون غمش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ربنا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ابد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نظ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آن را در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افت</w:t>
      </w:r>
      <w:r w:rsidRPr="00E243D8">
        <w:rPr>
          <w:rtl/>
          <w:lang w:bidi="fa-IR"/>
        </w:rPr>
        <w:t>. اگر گناه کرده ام و از گناه خود غمگ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هستم،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غم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بخش است.</w:t>
      </w:r>
      <w:r w:rsidR="009C2F64" w:rsidRPr="00E243D8">
        <w:rPr>
          <w:rFonts w:hint="eastAsia"/>
          <w:rtl/>
          <w:lang w:bidi="fa-IR"/>
        </w:rPr>
        <w:t xml:space="preserve"> </w:t>
      </w:r>
      <w:r w:rsidRPr="00E243D8">
        <w:rPr>
          <w:rFonts w:hint="eastAsia"/>
          <w:rtl/>
          <w:lang w:bidi="fa-IR"/>
        </w:rPr>
        <w:t>از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از گناه ناراحت و غمگ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شوم،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خوشحال باشم. گناه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ندارد. اگر از گناه کردن خوشحال باشم،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علامت سقوط من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>: حجاج جوان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هاشم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کشت و از آن لذت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برد. اما دوست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از گناه ناراحت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 و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از گناه ناراحت و</w:t>
      </w:r>
    </w:p>
    <w:p w:rsidR="00E243D8" w:rsidRPr="00E243D8" w:rsidRDefault="009C2F64" w:rsidP="009C2F6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</w:t>
      </w:r>
    </w:p>
    <w:p w:rsidR="009C2F64" w:rsidRDefault="00E243D8" w:rsidP="009C2F64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</w:t>
      </w:r>
      <w:r w:rsidRPr="00E243D8">
        <w:rPr>
          <w:rtl/>
          <w:lang w:bidi="fa-IR"/>
        </w:rPr>
        <w:t xml:space="preserve"> الحکم و المواعظ، ص 31؛ تصن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غرر الحکم، ص 53.</w:t>
      </w:r>
    </w:p>
    <w:p w:rsidR="00E243D8" w:rsidRPr="00E243D8" w:rsidRDefault="009C2F64" w:rsidP="009C2F6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غمگ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شود، خوشحال است. غم ها</w:t>
      </w:r>
      <w:r w:rsidR="00E243D8" w:rsidRPr="00E243D8">
        <w:rPr>
          <w:rFonts w:hint="cs"/>
          <w:rtl/>
          <w:lang w:bidi="fa-IR"/>
        </w:rPr>
        <w:t>یی</w:t>
      </w:r>
      <w:r w:rsidR="00E243D8" w:rsidRPr="00E243D8">
        <w:rPr>
          <w:rtl/>
          <w:lang w:bidi="fa-IR"/>
        </w:rPr>
        <w:t xml:space="preserve"> که جهت خدا</w:t>
      </w:r>
      <w:r w:rsidR="00E243D8" w:rsidRPr="00E243D8">
        <w:rPr>
          <w:rFonts w:hint="cs"/>
          <w:rtl/>
          <w:lang w:bidi="fa-IR"/>
        </w:rPr>
        <w:t>یی</w:t>
      </w:r>
      <w:r w:rsidR="00E243D8" w:rsidRPr="00E243D8">
        <w:rPr>
          <w:rtl/>
          <w:lang w:bidi="fa-IR"/>
        </w:rPr>
        <w:t xml:space="preserve"> دارد، در آن کمال و شاد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9C2F64">
      <w:pPr>
        <w:pStyle w:val="Heading2"/>
        <w:rPr>
          <w:rtl/>
          <w:lang w:bidi="fa-IR"/>
        </w:rPr>
      </w:pPr>
      <w:bookmarkStart w:id="43" w:name="_Toc67344726"/>
      <w:r w:rsidRPr="00E243D8">
        <w:rPr>
          <w:rFonts w:hint="eastAsia"/>
          <w:rtl/>
          <w:lang w:bidi="fa-IR"/>
        </w:rPr>
        <w:t>نه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قرآن</w:t>
      </w:r>
      <w:bookmarkEnd w:id="43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ممکن</w:t>
      </w:r>
      <w:r w:rsidRPr="00E243D8">
        <w:rPr>
          <w:rtl/>
          <w:lang w:bidi="fa-IR"/>
        </w:rPr>
        <w:t xml:space="preserve"> است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 در برخ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 xml:space="preserve"> قرآن آمده است که خوشحال و شادمان نباش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کمتر بخند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شتر</w:t>
      </w:r>
      <w:r w:rsidRPr="00E243D8">
        <w:rPr>
          <w:rtl/>
          <w:lang w:bidi="fa-IR"/>
        </w:rPr>
        <w:t xml:space="preserve"> 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با مبنا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اصالت فرح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سازگار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>. چنان که در سوره قصص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آمده است: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9C2F64" w:rsidP="009C2F64">
      <w:pPr>
        <w:pStyle w:val="libNormal"/>
        <w:rPr>
          <w:rtl/>
          <w:lang w:bidi="fa-IR"/>
        </w:rPr>
      </w:pPr>
      <w:r w:rsidRPr="009C2F64">
        <w:rPr>
          <w:rStyle w:val="libAlaemChar"/>
          <w:rFonts w:hint="cs"/>
          <w:rtl/>
        </w:rPr>
        <w:t>(</w:t>
      </w:r>
      <w:r w:rsidR="00E243D8" w:rsidRPr="009C2F64">
        <w:rPr>
          <w:rStyle w:val="libAieChar"/>
          <w:rFonts w:hint="eastAsia"/>
          <w:rtl/>
        </w:rPr>
        <w:t>لا</w:t>
      </w:r>
      <w:r w:rsidR="00E243D8" w:rsidRPr="009C2F64">
        <w:rPr>
          <w:rStyle w:val="libAieChar"/>
          <w:rtl/>
        </w:rPr>
        <w:t xml:space="preserve"> تَفْرَحْ اِنَّ اللهَ لا </w:t>
      </w:r>
      <w:r w:rsidR="00E243D8" w:rsidRPr="009C2F64">
        <w:rPr>
          <w:rStyle w:val="libAieChar"/>
          <w:rFonts w:hint="cs"/>
          <w:rtl/>
        </w:rPr>
        <w:t>یُ</w:t>
      </w:r>
      <w:r w:rsidR="00E243D8" w:rsidRPr="009C2F64">
        <w:rPr>
          <w:rStyle w:val="libAieChar"/>
          <w:rFonts w:hint="eastAsia"/>
          <w:rtl/>
        </w:rPr>
        <w:t>حِبُّ</w:t>
      </w:r>
      <w:r w:rsidR="00E243D8" w:rsidRPr="009C2F64">
        <w:rPr>
          <w:rStyle w:val="libAieChar"/>
          <w:rtl/>
        </w:rPr>
        <w:t xml:space="preserve"> الْفَرِح</w:t>
      </w:r>
      <w:r w:rsidR="00E243D8" w:rsidRPr="009C2F64">
        <w:rPr>
          <w:rStyle w:val="libAieChar"/>
          <w:rFonts w:hint="cs"/>
          <w:rtl/>
        </w:rPr>
        <w:t>ی</w:t>
      </w:r>
      <w:r w:rsidR="00E243D8" w:rsidRPr="009C2F64">
        <w:rPr>
          <w:rStyle w:val="libAieChar"/>
          <w:rFonts w:hint="eastAsia"/>
          <w:rtl/>
        </w:rPr>
        <w:t>نَ</w:t>
      </w:r>
      <w:r w:rsidRPr="009C2F64">
        <w:rPr>
          <w:rStyle w:val="libAlaemChar"/>
          <w:rFonts w:hint="cs"/>
          <w:rtl/>
        </w:rPr>
        <w:t>)</w:t>
      </w:r>
      <w:r w:rsidR="00E243D8" w:rsidRPr="009C2F64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شادمان مباش که خداوند شاد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کنندگان را دوست نم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دارد.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پاسخ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گفت: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در باره قارون و خطاب به اوست. قارون پول و ثروت نامشروع فراوان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دست آورده بود و به آن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آن را 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فخر فروش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و فساد در رو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قرار داده بود.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اطراف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و قومش به او گفتند: «لاتفرح»،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ثروت نامشروع خود که 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هلاک و فساد توست، دلخوش نباش؛ که خداوند کسان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که به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 ثروت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نامشروعشان دلخوش دارند، دوست ندارد.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البته</w:t>
      </w:r>
      <w:r w:rsidRPr="00E243D8">
        <w:rPr>
          <w:rtl/>
          <w:lang w:bidi="fa-IR"/>
        </w:rPr>
        <w:t xml:space="preserve"> انسان نبا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به پول و مقام و 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است</w:t>
      </w:r>
      <w:r w:rsidRPr="00E243D8">
        <w:rPr>
          <w:rtl/>
          <w:lang w:bidi="fa-IR"/>
        </w:rPr>
        <w:t xml:space="preserve"> حلال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دلخوش باشد، چه رسد به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همه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ها نامشروع و 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فساد و هلاکت او باشد. چون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 همه تعلقات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شهرت و 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است</w:t>
      </w:r>
      <w:r w:rsidRPr="00E243D8">
        <w:rPr>
          <w:rtl/>
          <w:lang w:bidi="fa-IR"/>
        </w:rPr>
        <w:t xml:space="preserve"> و پست و مقام، همه از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رفتن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است، مگر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پل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ثواب آخرت باشد.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 به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 مظاهر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شادمان نباش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چون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روز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AD5170" w:rsidP="00AD517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E243D8" w:rsidRPr="00E243D8" w:rsidRDefault="00E243D8" w:rsidP="00AD5170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سوره قصص،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76.</w:t>
      </w:r>
    </w:p>
    <w:p w:rsidR="00E243D8" w:rsidRPr="00E243D8" w:rsidRDefault="00AD5170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همه</w:t>
      </w:r>
      <w:r w:rsidR="00E243D8" w:rsidRPr="00E243D8">
        <w:rPr>
          <w:rtl/>
          <w:lang w:bidi="fa-IR"/>
        </w:rPr>
        <w:t xml:space="preserve"> را از شما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رند</w:t>
      </w:r>
      <w:r w:rsidR="00E243D8" w:rsidRPr="00E243D8">
        <w:rPr>
          <w:rtl/>
          <w:lang w:bidi="fa-IR"/>
        </w:rPr>
        <w:t>. اگر همه دن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tl/>
          <w:lang w:bidi="fa-IR"/>
        </w:rPr>
        <w:t xml:space="preserve"> را هم داشته باش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د،</w:t>
      </w:r>
      <w:r w:rsidR="00E243D8" w:rsidRPr="00E243D8">
        <w:rPr>
          <w:rtl/>
          <w:lang w:bidi="fa-IR"/>
        </w:rPr>
        <w:t xml:space="preserve"> بالاخره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ک</w:t>
      </w:r>
      <w:r w:rsidR="00E243D8" w:rsidRPr="00E243D8">
        <w:rPr>
          <w:rtl/>
          <w:lang w:bidi="fa-IR"/>
        </w:rPr>
        <w:t xml:space="preserve"> روز با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بگذار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و برو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و جا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دلخوش داشتن به آن 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ست</w:t>
      </w:r>
      <w:r w:rsidR="00E243D8"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بنابرا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مربوط به قارون و به خاطر شادمان بودنش به ثروت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نامشروع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آمده است: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AD5170" w:rsidP="00AD5170">
      <w:pPr>
        <w:pStyle w:val="libNormal"/>
        <w:rPr>
          <w:rtl/>
          <w:lang w:bidi="fa-IR"/>
        </w:rPr>
      </w:pPr>
      <w:r w:rsidRPr="00AD5170">
        <w:rPr>
          <w:rStyle w:val="libAlaemChar"/>
          <w:rFonts w:hint="cs"/>
          <w:rtl/>
        </w:rPr>
        <w:t>(</w:t>
      </w:r>
      <w:r w:rsidR="00E243D8" w:rsidRPr="00AD5170">
        <w:rPr>
          <w:rStyle w:val="libAieChar"/>
          <w:rFonts w:hint="eastAsia"/>
          <w:rtl/>
        </w:rPr>
        <w:t>فَلْ</w:t>
      </w:r>
      <w:r w:rsidR="00E243D8" w:rsidRPr="00AD5170">
        <w:rPr>
          <w:rStyle w:val="libAieChar"/>
          <w:rFonts w:hint="cs"/>
          <w:rtl/>
        </w:rPr>
        <w:t>یَ</w:t>
      </w:r>
      <w:r w:rsidR="00E243D8" w:rsidRPr="00AD5170">
        <w:rPr>
          <w:rStyle w:val="libAieChar"/>
          <w:rFonts w:hint="eastAsia"/>
          <w:rtl/>
        </w:rPr>
        <w:t>ضْحَکُوا</w:t>
      </w:r>
      <w:r w:rsidR="00E243D8" w:rsidRPr="00AD5170">
        <w:rPr>
          <w:rStyle w:val="libAieChar"/>
          <w:rtl/>
        </w:rPr>
        <w:t xml:space="preserve"> قَل</w:t>
      </w:r>
      <w:r w:rsidR="00E243D8" w:rsidRPr="00AD5170">
        <w:rPr>
          <w:rStyle w:val="libAieChar"/>
          <w:rFonts w:hint="cs"/>
          <w:rtl/>
        </w:rPr>
        <w:t>ی</w:t>
      </w:r>
      <w:r w:rsidR="00E243D8" w:rsidRPr="00AD5170">
        <w:rPr>
          <w:rStyle w:val="libAieChar"/>
          <w:rFonts w:hint="eastAsia"/>
          <w:rtl/>
        </w:rPr>
        <w:t>لاً</w:t>
      </w:r>
      <w:r w:rsidR="00E243D8" w:rsidRPr="00AD5170">
        <w:rPr>
          <w:rStyle w:val="libAieChar"/>
          <w:rtl/>
        </w:rPr>
        <w:t xml:space="preserve"> وَلْ</w:t>
      </w:r>
      <w:r w:rsidR="00E243D8" w:rsidRPr="00AD5170">
        <w:rPr>
          <w:rStyle w:val="libAieChar"/>
          <w:rFonts w:hint="cs"/>
          <w:rtl/>
        </w:rPr>
        <w:t>یَ</w:t>
      </w:r>
      <w:r w:rsidR="00E243D8" w:rsidRPr="00AD5170">
        <w:rPr>
          <w:rStyle w:val="libAieChar"/>
          <w:rFonts w:hint="eastAsia"/>
          <w:rtl/>
        </w:rPr>
        <w:t>بْکُوا</w:t>
      </w:r>
      <w:r w:rsidR="00E243D8" w:rsidRPr="00AD5170">
        <w:rPr>
          <w:rStyle w:val="libAieChar"/>
          <w:rtl/>
        </w:rPr>
        <w:t xml:space="preserve"> کَث</w:t>
      </w:r>
      <w:r w:rsidR="00E243D8" w:rsidRPr="00AD5170">
        <w:rPr>
          <w:rStyle w:val="libAieChar"/>
          <w:rFonts w:hint="cs"/>
          <w:rtl/>
        </w:rPr>
        <w:t>ی</w:t>
      </w:r>
      <w:r w:rsidR="00E243D8" w:rsidRPr="00AD5170">
        <w:rPr>
          <w:rStyle w:val="libAieChar"/>
          <w:rFonts w:hint="eastAsia"/>
          <w:rtl/>
        </w:rPr>
        <w:t>راً</w:t>
      </w:r>
      <w:r w:rsidRPr="00AD5170">
        <w:rPr>
          <w:rStyle w:val="libAlaemChar"/>
          <w:rFonts w:hint="cs"/>
          <w:rtl/>
        </w:rPr>
        <w:t>)</w:t>
      </w:r>
      <w:r w:rsidR="00E243D8" w:rsidRPr="00AD5170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پس با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کم بخندند و بس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ار</w:t>
      </w:r>
      <w:r w:rsidR="00E243D8" w:rsidRPr="00E243D8">
        <w:rPr>
          <w:rtl/>
          <w:lang w:bidi="fa-IR"/>
        </w:rPr>
        <w:t xml:space="preserve"> بگر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ند</w:t>
      </w:r>
      <w:r w:rsidR="00E243D8"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درباره منافق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به مخالفت با رسول خدا بر آمدند و نه تنها خودشان در جهاد شرکت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کردند، بلکه مردم را تشو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 که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را در جنگ ها همراه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نکنند.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گفتند: «در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گرما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رون</w:t>
      </w:r>
      <w:r w:rsidRPr="00E243D8">
        <w:rPr>
          <w:rtl/>
          <w:lang w:bidi="fa-IR"/>
        </w:rPr>
        <w:t xml:space="preserve"> نرو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.» خداوند در پاسخ به آنان به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امبرش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AD5170" w:rsidP="00AD5170">
      <w:pPr>
        <w:pStyle w:val="libNormal"/>
        <w:rPr>
          <w:rtl/>
          <w:lang w:bidi="fa-IR"/>
        </w:rPr>
      </w:pPr>
      <w:r w:rsidRPr="00AD5170">
        <w:rPr>
          <w:rStyle w:val="libAlaemChar"/>
          <w:rFonts w:hint="cs"/>
          <w:rtl/>
        </w:rPr>
        <w:t>(</w:t>
      </w:r>
      <w:r w:rsidR="00E243D8" w:rsidRPr="00AD5170">
        <w:rPr>
          <w:rStyle w:val="libAieChar"/>
          <w:rFonts w:hint="eastAsia"/>
          <w:rtl/>
        </w:rPr>
        <w:t>قُلْ</w:t>
      </w:r>
      <w:r w:rsidR="00E243D8" w:rsidRPr="00AD5170">
        <w:rPr>
          <w:rStyle w:val="libAieChar"/>
          <w:rtl/>
        </w:rPr>
        <w:t xml:space="preserve"> نارُ جَهَنَّمَ اَشَدُّ حَرّاً لَوْ کانُوا </w:t>
      </w:r>
      <w:r w:rsidR="00E243D8" w:rsidRPr="00AD5170">
        <w:rPr>
          <w:rStyle w:val="libAieChar"/>
          <w:rFonts w:hint="cs"/>
          <w:rtl/>
        </w:rPr>
        <w:t>یَ</w:t>
      </w:r>
      <w:r w:rsidR="00E243D8" w:rsidRPr="00AD5170">
        <w:rPr>
          <w:rStyle w:val="libAieChar"/>
          <w:rFonts w:hint="eastAsia"/>
          <w:rtl/>
        </w:rPr>
        <w:t>فْقَهُونَ</w:t>
      </w:r>
      <w:r w:rsidR="00E243D8" w:rsidRPr="00AD5170">
        <w:rPr>
          <w:rStyle w:val="libAieChar"/>
          <w:rtl/>
        </w:rPr>
        <w:t xml:space="preserve"> فَلْ</w:t>
      </w:r>
      <w:r w:rsidR="00E243D8" w:rsidRPr="00AD5170">
        <w:rPr>
          <w:rStyle w:val="libAieChar"/>
          <w:rFonts w:hint="cs"/>
          <w:rtl/>
        </w:rPr>
        <w:t>یَ</w:t>
      </w:r>
      <w:r w:rsidR="00E243D8" w:rsidRPr="00AD5170">
        <w:rPr>
          <w:rStyle w:val="libAieChar"/>
          <w:rFonts w:hint="eastAsia"/>
          <w:rtl/>
        </w:rPr>
        <w:t>ضْحَکُو</w:t>
      </w:r>
      <w:r w:rsidR="00E243D8" w:rsidRPr="00AD5170">
        <w:rPr>
          <w:rStyle w:val="libAieChar"/>
          <w:rtl/>
        </w:rPr>
        <w:t xml:space="preserve"> قَل</w:t>
      </w:r>
      <w:r w:rsidR="00E243D8" w:rsidRPr="00AD5170">
        <w:rPr>
          <w:rStyle w:val="libAieChar"/>
          <w:rFonts w:hint="cs"/>
          <w:rtl/>
        </w:rPr>
        <w:t>ی</w:t>
      </w:r>
      <w:r w:rsidR="00E243D8" w:rsidRPr="00AD5170">
        <w:rPr>
          <w:rStyle w:val="libAieChar"/>
          <w:rFonts w:hint="eastAsia"/>
          <w:rtl/>
        </w:rPr>
        <w:t>لاً</w:t>
      </w:r>
      <w:r w:rsidR="00E243D8" w:rsidRPr="00AD5170">
        <w:rPr>
          <w:rStyle w:val="libAieChar"/>
          <w:rtl/>
        </w:rPr>
        <w:t xml:space="preserve"> وَلْ</w:t>
      </w:r>
      <w:r w:rsidR="00E243D8" w:rsidRPr="00AD5170">
        <w:rPr>
          <w:rStyle w:val="libAieChar"/>
          <w:rFonts w:hint="cs"/>
          <w:rtl/>
        </w:rPr>
        <w:t>یَ</w:t>
      </w:r>
      <w:r w:rsidR="00E243D8" w:rsidRPr="00AD5170">
        <w:rPr>
          <w:rStyle w:val="libAieChar"/>
          <w:rFonts w:hint="eastAsia"/>
          <w:rtl/>
        </w:rPr>
        <w:t>بْکُوا</w:t>
      </w:r>
      <w:r w:rsidR="00E243D8" w:rsidRPr="00AD5170">
        <w:rPr>
          <w:rStyle w:val="libAieChar"/>
          <w:rtl/>
        </w:rPr>
        <w:t xml:space="preserve"> کَث</w:t>
      </w:r>
      <w:r w:rsidR="00E243D8" w:rsidRPr="00AD5170">
        <w:rPr>
          <w:rStyle w:val="libAieChar"/>
          <w:rFonts w:hint="cs"/>
          <w:rtl/>
        </w:rPr>
        <w:t>ی</w:t>
      </w:r>
      <w:r w:rsidR="00E243D8" w:rsidRPr="00AD5170">
        <w:rPr>
          <w:rStyle w:val="libAieChar"/>
          <w:rFonts w:hint="eastAsia"/>
          <w:rtl/>
        </w:rPr>
        <w:t>راً</w:t>
      </w:r>
      <w:r w:rsidR="00E243D8" w:rsidRPr="00AD5170">
        <w:rPr>
          <w:rStyle w:val="libAieChar"/>
          <w:rtl/>
        </w:rPr>
        <w:t xml:space="preserve"> جَزاءً بِما کانُوا </w:t>
      </w:r>
      <w:r w:rsidR="00E243D8" w:rsidRPr="00AD5170">
        <w:rPr>
          <w:rStyle w:val="libAieChar"/>
          <w:rFonts w:hint="cs"/>
          <w:rtl/>
        </w:rPr>
        <w:t>یَ</w:t>
      </w:r>
      <w:r w:rsidR="00E243D8" w:rsidRPr="00AD5170">
        <w:rPr>
          <w:rStyle w:val="libAieChar"/>
          <w:rFonts w:hint="eastAsia"/>
          <w:rtl/>
        </w:rPr>
        <w:t>کْسِبُونَ</w:t>
      </w:r>
      <w:r w:rsidRPr="00AD5170">
        <w:rPr>
          <w:rStyle w:val="libAlaemChar"/>
          <w:rFonts w:hint="cs"/>
          <w:rtl/>
        </w:rPr>
        <w:t>)</w:t>
      </w:r>
      <w:r w:rsidR="00E243D8" w:rsidRPr="00AD5170">
        <w:rPr>
          <w:rStyle w:val="libFootnotenumChar"/>
          <w:rtl/>
        </w:rPr>
        <w:t>(2)</w:t>
      </w:r>
      <w:r w:rsidR="00E243D8" w:rsidRPr="00E243D8">
        <w:rPr>
          <w:rtl/>
          <w:lang w:bidi="fa-IR"/>
        </w:rPr>
        <w:t xml:space="preserve"> بگو: اگر در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ابند،</w:t>
      </w:r>
      <w:r w:rsidR="00E243D8" w:rsidRPr="00E243D8">
        <w:rPr>
          <w:rtl/>
          <w:lang w:bidi="fa-IR"/>
        </w:rPr>
        <w:t xml:space="preserve"> آتش جهنم سوزان تر است. از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پس به جزا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آنچه به دست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آورند، کم بخندند و بس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ار</w:t>
      </w:r>
      <w:r w:rsidR="00E243D8" w:rsidRPr="00E243D8">
        <w:rPr>
          <w:rtl/>
          <w:lang w:bidi="fa-IR"/>
        </w:rPr>
        <w:t xml:space="preserve"> بگر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ند</w:t>
      </w:r>
      <w:r w:rsidR="00E243D8"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اگر</w:t>
      </w:r>
      <w:r w:rsidRPr="00E243D8">
        <w:rPr>
          <w:rtl/>
          <w:lang w:bidi="fa-IR"/>
        </w:rPr>
        <w:t xml:space="preserve"> خداوند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کم بخندند و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کنند،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درباره منافق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و به خاطر رفتار نفاق افکنانه آنان و آتش سوزان جهنم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در انتظار آنان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مرحوم</w:t>
      </w:r>
      <w:r w:rsidRPr="00E243D8">
        <w:rPr>
          <w:rtl/>
          <w:lang w:bidi="fa-IR"/>
        </w:rPr>
        <w:t xml:space="preserve"> شه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بهشت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نقل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 که ما در جوان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بانشاط و سرحال بود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استاد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tl/>
          <w:lang w:bidi="fa-IR"/>
        </w:rPr>
        <w:lastRenderedPageBreak/>
        <w:t>داشت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که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مقدار خشکه مقدس بود.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روز آمد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ما در حال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خنده و خوش و بش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به ما نه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</w:t>
      </w:r>
      <w:r w:rsidRPr="00E243D8">
        <w:rPr>
          <w:rtl/>
          <w:lang w:bidi="fa-IR"/>
        </w:rPr>
        <w:t xml:space="preserve"> زد که چرا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د؟</w:t>
      </w:r>
    </w:p>
    <w:p w:rsidR="00E243D8" w:rsidRPr="00E243D8" w:rsidRDefault="00AD5170" w:rsidP="00AD517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E243D8" w:rsidRPr="00E243D8" w:rsidRDefault="00E243D8" w:rsidP="00AD5170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سوره توبه،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82.</w:t>
      </w:r>
    </w:p>
    <w:p w:rsidR="00E243D8" w:rsidRPr="00E243D8" w:rsidRDefault="00E243D8" w:rsidP="00AD5170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همان،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81 و 82.</w:t>
      </w:r>
    </w:p>
    <w:p w:rsidR="00E243D8" w:rsidRPr="00E243D8" w:rsidRDefault="00AD5170" w:rsidP="00AD51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مگر</w:t>
      </w:r>
      <w:r w:rsidR="00E243D8" w:rsidRPr="00E243D8">
        <w:rPr>
          <w:rtl/>
          <w:lang w:bidi="fa-IR"/>
        </w:rPr>
        <w:t xml:space="preserve"> خدا نگفته است که </w:t>
      </w:r>
      <w:r w:rsidRPr="00AD5170">
        <w:rPr>
          <w:rStyle w:val="libAlaemChar"/>
          <w:rFonts w:hint="cs"/>
          <w:rtl/>
        </w:rPr>
        <w:t>(</w:t>
      </w:r>
      <w:r w:rsidR="00E243D8" w:rsidRPr="00AD5170">
        <w:rPr>
          <w:rStyle w:val="libAieChar"/>
          <w:rtl/>
        </w:rPr>
        <w:t>فَلْ</w:t>
      </w:r>
      <w:r w:rsidR="00E243D8" w:rsidRPr="00AD5170">
        <w:rPr>
          <w:rStyle w:val="libAieChar"/>
          <w:rFonts w:hint="cs"/>
          <w:rtl/>
        </w:rPr>
        <w:t>یَ</w:t>
      </w:r>
      <w:r w:rsidR="00E243D8" w:rsidRPr="00AD5170">
        <w:rPr>
          <w:rStyle w:val="libAieChar"/>
          <w:rFonts w:hint="eastAsia"/>
          <w:rtl/>
        </w:rPr>
        <w:t>ضْحَکوا</w:t>
      </w:r>
      <w:r w:rsidR="00E243D8" w:rsidRPr="00AD5170">
        <w:rPr>
          <w:rStyle w:val="libAieChar"/>
          <w:rtl/>
        </w:rPr>
        <w:t xml:space="preserve"> قَل</w:t>
      </w:r>
      <w:r w:rsidR="00E243D8" w:rsidRPr="00AD5170">
        <w:rPr>
          <w:rStyle w:val="libAieChar"/>
          <w:rFonts w:hint="cs"/>
          <w:rtl/>
        </w:rPr>
        <w:t>ی</w:t>
      </w:r>
      <w:r w:rsidR="00E243D8" w:rsidRPr="00AD5170">
        <w:rPr>
          <w:rStyle w:val="libAieChar"/>
          <w:rFonts w:hint="eastAsia"/>
          <w:rtl/>
        </w:rPr>
        <w:t>لاً</w:t>
      </w:r>
      <w:r w:rsidR="00E243D8" w:rsidRPr="00AD5170">
        <w:rPr>
          <w:rStyle w:val="libAieChar"/>
          <w:rtl/>
        </w:rPr>
        <w:t xml:space="preserve"> وَلْ</w:t>
      </w:r>
      <w:r w:rsidR="00E243D8" w:rsidRPr="00AD5170">
        <w:rPr>
          <w:rStyle w:val="libAieChar"/>
          <w:rFonts w:hint="cs"/>
          <w:rtl/>
        </w:rPr>
        <w:t>یَ</w:t>
      </w:r>
      <w:r w:rsidR="00E243D8" w:rsidRPr="00AD5170">
        <w:rPr>
          <w:rStyle w:val="libAieChar"/>
          <w:rFonts w:hint="eastAsia"/>
          <w:rtl/>
        </w:rPr>
        <w:t>بکوا</w:t>
      </w:r>
      <w:r w:rsidR="00E243D8" w:rsidRPr="00AD5170">
        <w:rPr>
          <w:rStyle w:val="libAieChar"/>
          <w:rtl/>
        </w:rPr>
        <w:t xml:space="preserve"> کَث</w:t>
      </w:r>
      <w:r w:rsidR="00E243D8" w:rsidRPr="00AD5170">
        <w:rPr>
          <w:rStyle w:val="libAieChar"/>
          <w:rFonts w:hint="cs"/>
          <w:rtl/>
        </w:rPr>
        <w:t>ی</w:t>
      </w:r>
      <w:r w:rsidR="00E243D8" w:rsidRPr="00AD5170">
        <w:rPr>
          <w:rStyle w:val="libAieChar"/>
          <w:rFonts w:hint="eastAsia"/>
          <w:rtl/>
        </w:rPr>
        <w:t>راً</w:t>
      </w:r>
      <w:r w:rsidRPr="00AD5170">
        <w:rPr>
          <w:rStyle w:val="libAlaemChar"/>
          <w:rFonts w:hint="cs"/>
          <w:rtl/>
        </w:rPr>
        <w:t>)</w:t>
      </w:r>
      <w:r w:rsidR="00E243D8" w:rsidRPr="00AD5170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با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کم بخندند و 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اد</w:t>
      </w:r>
      <w:r w:rsidR="00E243D8" w:rsidRPr="00E243D8">
        <w:rPr>
          <w:rtl/>
          <w:lang w:bidi="fa-IR"/>
        </w:rPr>
        <w:t xml:space="preserve"> گر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ه</w:t>
      </w:r>
      <w:r w:rsidR="00E243D8" w:rsidRPr="00E243D8">
        <w:rPr>
          <w:rtl/>
          <w:lang w:bidi="fa-IR"/>
        </w:rPr>
        <w:t xml:space="preserve"> کنند».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گفت</w:t>
      </w:r>
      <w:r w:rsidRPr="00E243D8">
        <w:rPr>
          <w:rtl/>
          <w:lang w:bidi="fa-IR"/>
        </w:rPr>
        <w:t>: ما جا خورد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که خدا در قرآن به ما فرموده است کم بخند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د؟</w:t>
      </w:r>
      <w:r w:rsidRPr="00E243D8">
        <w:rPr>
          <w:rtl/>
          <w:lang w:bidi="fa-IR"/>
        </w:rPr>
        <w:t>!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شد که اول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تحق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قم</w:t>
      </w:r>
      <w:r w:rsidRPr="00E243D8">
        <w:rPr>
          <w:rtl/>
          <w:lang w:bidi="fa-IR"/>
        </w:rPr>
        <w:t xml:space="preserve"> را در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 xml:space="preserve"> قرآن و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 xml:space="preserve"> رو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موضوع شروع کردم.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دم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درباره جهنم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هاست که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کنند و کم بخندند. کسان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در جنگ تخلف کرده بودند و خداوند به آنان وعده آتش داده بود.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بنابرا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اندوه پد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مذموم است و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آن را بر طرف ساخت و جا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 را به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سپرد. اگر غم و اندوه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خوب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بود،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زدودن آن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همه ارزش گذار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شد.</w:t>
      </w:r>
    </w:p>
    <w:p w:rsidR="00E243D8" w:rsidRPr="00E243D8" w:rsidRDefault="00AD5170" w:rsidP="00AD517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</w:t>
      </w:r>
    </w:p>
    <w:p w:rsidR="00E243D8" w:rsidRPr="00E243D8" w:rsidRDefault="00E243D8" w:rsidP="00AD5170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سوره توبه،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82.</w:t>
      </w:r>
    </w:p>
    <w:p w:rsidR="00E243D8" w:rsidRPr="00E243D8" w:rsidRDefault="00AD5170" w:rsidP="00AD5170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4" w:name="_Toc67344727"/>
      <w:r w:rsidR="00E243D8" w:rsidRPr="00E243D8">
        <w:rPr>
          <w:rFonts w:hint="eastAsia"/>
          <w:rtl/>
          <w:lang w:bidi="fa-IR"/>
        </w:rPr>
        <w:lastRenderedPageBreak/>
        <w:t>گفتار</w:t>
      </w:r>
      <w:r w:rsidR="00E243D8" w:rsidRPr="00E243D8">
        <w:rPr>
          <w:rtl/>
          <w:lang w:bidi="fa-IR"/>
        </w:rPr>
        <w:t xml:space="preserve"> سوم: اندوه سازنده</w:t>
      </w:r>
      <w:bookmarkEnd w:id="44"/>
    </w:p>
    <w:p w:rsidR="00AD5170" w:rsidRDefault="00AD5170" w:rsidP="00E243D8">
      <w:pPr>
        <w:pStyle w:val="libNormal"/>
        <w:rPr>
          <w:rtl/>
          <w:lang w:bidi="fa-IR"/>
        </w:rPr>
      </w:pPr>
    </w:p>
    <w:p w:rsidR="00E243D8" w:rsidRPr="00E243D8" w:rsidRDefault="00E243D8" w:rsidP="00AD5170">
      <w:pPr>
        <w:pStyle w:val="libBold1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اشاره</w:t>
      </w:r>
    </w:p>
    <w:p w:rsidR="00E243D8" w:rsidRPr="00E243D8" w:rsidRDefault="00AD5170" w:rsidP="00E243D8">
      <w:pPr>
        <w:pStyle w:val="libNormal"/>
        <w:rPr>
          <w:rtl/>
          <w:lang w:bidi="fa-IR"/>
        </w:rPr>
      </w:pPr>
      <w:r w:rsidRPr="00AD5170">
        <w:rPr>
          <w:rStyle w:val="libAlaemChar"/>
          <w:rFonts w:hint="cs"/>
          <w:rtl/>
        </w:rPr>
        <w:t>(</w:t>
      </w:r>
      <w:r w:rsidR="00E243D8" w:rsidRPr="00AD5170">
        <w:rPr>
          <w:rStyle w:val="libAieChar"/>
          <w:rFonts w:hint="eastAsia"/>
          <w:rtl/>
        </w:rPr>
        <w:t>اِنَّ</w:t>
      </w:r>
      <w:r w:rsidR="00E243D8" w:rsidRPr="00AD5170">
        <w:rPr>
          <w:rStyle w:val="libAieChar"/>
          <w:rtl/>
        </w:rPr>
        <w:t xml:space="preserve"> اللهَ تعال</w:t>
      </w:r>
      <w:r w:rsidR="00E243D8" w:rsidRPr="00AD5170">
        <w:rPr>
          <w:rStyle w:val="libAieChar"/>
          <w:rFonts w:hint="cs"/>
          <w:rtl/>
        </w:rPr>
        <w:t>ی</w:t>
      </w:r>
      <w:r w:rsidR="00E243D8" w:rsidRPr="00AD5170">
        <w:rPr>
          <w:rStyle w:val="libAieChar"/>
          <w:rtl/>
        </w:rPr>
        <w:t xml:space="preserve"> اطَّلَعَ اِلَ</w:t>
      </w:r>
      <w:r w:rsidR="00E243D8" w:rsidRPr="00AD5170">
        <w:rPr>
          <w:rStyle w:val="libAieChar"/>
          <w:rFonts w:hint="cs"/>
          <w:rtl/>
        </w:rPr>
        <w:t>ی</w:t>
      </w:r>
      <w:r w:rsidR="00E243D8" w:rsidRPr="00AD5170">
        <w:rPr>
          <w:rStyle w:val="libAieChar"/>
          <w:rtl/>
        </w:rPr>
        <w:t xml:space="preserve"> الاَرْضِ فَاخْتارنا وَاخْتارَ لَنا ش</w:t>
      </w:r>
      <w:r w:rsidR="00E243D8" w:rsidRPr="00AD5170">
        <w:rPr>
          <w:rStyle w:val="libAieChar"/>
          <w:rFonts w:hint="cs"/>
          <w:rtl/>
        </w:rPr>
        <w:t>ی</w:t>
      </w:r>
      <w:r w:rsidR="00E243D8" w:rsidRPr="00AD5170">
        <w:rPr>
          <w:rStyle w:val="libAieChar"/>
          <w:rFonts w:hint="eastAsia"/>
          <w:rtl/>
        </w:rPr>
        <w:t>عَهً</w:t>
      </w:r>
      <w:r w:rsidR="00E243D8" w:rsidRPr="00AD5170">
        <w:rPr>
          <w:rStyle w:val="libAieChar"/>
          <w:rtl/>
        </w:rPr>
        <w:t xml:space="preserve"> </w:t>
      </w:r>
      <w:r w:rsidR="00E243D8" w:rsidRPr="00AD5170">
        <w:rPr>
          <w:rStyle w:val="libAieChar"/>
          <w:rFonts w:hint="cs"/>
          <w:rtl/>
        </w:rPr>
        <w:t>یَ</w:t>
      </w:r>
      <w:r w:rsidR="00E243D8" w:rsidRPr="00AD5170">
        <w:rPr>
          <w:rStyle w:val="libAieChar"/>
          <w:rFonts w:hint="eastAsia"/>
          <w:rtl/>
        </w:rPr>
        <w:t>نْ</w:t>
      </w:r>
      <w:r w:rsidR="00E243D8" w:rsidRPr="00AD5170">
        <w:rPr>
          <w:rStyle w:val="libAieChar"/>
          <w:rtl/>
        </w:rPr>
        <w:t xml:space="preserve">_صُرونَنا وَ </w:t>
      </w:r>
      <w:r w:rsidR="00E243D8" w:rsidRPr="00AD5170">
        <w:rPr>
          <w:rStyle w:val="libAieChar"/>
          <w:rFonts w:hint="cs"/>
          <w:rtl/>
        </w:rPr>
        <w:t>یَ</w:t>
      </w:r>
      <w:r w:rsidR="00E243D8" w:rsidRPr="00AD5170">
        <w:rPr>
          <w:rStyle w:val="libAieChar"/>
          <w:rFonts w:hint="eastAsia"/>
          <w:rtl/>
        </w:rPr>
        <w:t>فْرَحونَ</w:t>
      </w:r>
      <w:r w:rsidR="00E243D8" w:rsidRPr="00AD5170">
        <w:rPr>
          <w:rStyle w:val="libAieChar"/>
          <w:rtl/>
        </w:rPr>
        <w:t xml:space="preserve"> لِفَرَحِنا وَ </w:t>
      </w:r>
      <w:r w:rsidR="00E243D8" w:rsidRPr="00AD5170">
        <w:rPr>
          <w:rStyle w:val="libAieChar"/>
          <w:rFonts w:hint="cs"/>
          <w:rtl/>
        </w:rPr>
        <w:t>یَ</w:t>
      </w:r>
      <w:r w:rsidR="00E243D8" w:rsidRPr="00AD5170">
        <w:rPr>
          <w:rStyle w:val="libAieChar"/>
          <w:rFonts w:hint="eastAsia"/>
          <w:rtl/>
        </w:rPr>
        <w:t>حْزَنُونَ</w:t>
      </w:r>
      <w:r w:rsidR="00E243D8" w:rsidRPr="00AD5170">
        <w:rPr>
          <w:rStyle w:val="libAieChar"/>
          <w:rtl/>
        </w:rPr>
        <w:t xml:space="preserve"> لِحُزْنِنا و </w:t>
      </w:r>
      <w:r w:rsidR="00E243D8" w:rsidRPr="00AD5170">
        <w:rPr>
          <w:rStyle w:val="libAieChar"/>
          <w:rFonts w:hint="cs"/>
          <w:rtl/>
        </w:rPr>
        <w:t>یَ</w:t>
      </w:r>
      <w:r w:rsidR="00E243D8" w:rsidRPr="00AD5170">
        <w:rPr>
          <w:rStyle w:val="libAieChar"/>
          <w:rFonts w:hint="eastAsia"/>
          <w:rtl/>
        </w:rPr>
        <w:t>بْذُلُونَ</w:t>
      </w:r>
      <w:r w:rsidR="00E243D8" w:rsidRPr="00AD5170">
        <w:rPr>
          <w:rStyle w:val="libAieChar"/>
          <w:rtl/>
        </w:rPr>
        <w:t xml:space="preserve"> اَنْفُسَهُمْ وَ اَموالَه_ُمْ ف</w:t>
      </w:r>
      <w:r w:rsidR="00E243D8" w:rsidRPr="00AD5170">
        <w:rPr>
          <w:rStyle w:val="libAieChar"/>
          <w:rFonts w:hint="cs"/>
          <w:rtl/>
        </w:rPr>
        <w:t>ی</w:t>
      </w:r>
      <w:r w:rsidR="00E243D8" w:rsidRPr="00AD5170">
        <w:rPr>
          <w:rStyle w:val="libAieChar"/>
          <w:rFonts w:hint="eastAsia"/>
          <w:rtl/>
        </w:rPr>
        <w:t>نا</w:t>
      </w:r>
      <w:r w:rsidR="00E243D8" w:rsidRPr="00AD5170">
        <w:rPr>
          <w:rStyle w:val="libAieChar"/>
          <w:rtl/>
        </w:rPr>
        <w:t xml:space="preserve"> فَاُولِئکَ مِنّا وَ اِلَ</w:t>
      </w:r>
      <w:r w:rsidR="00E243D8" w:rsidRPr="00AD5170">
        <w:rPr>
          <w:rStyle w:val="libAieChar"/>
          <w:rFonts w:hint="cs"/>
          <w:rtl/>
        </w:rPr>
        <w:t>ی</w:t>
      </w:r>
      <w:r w:rsidR="00E243D8" w:rsidRPr="00AD5170">
        <w:rPr>
          <w:rStyle w:val="libAieChar"/>
          <w:rFonts w:hint="eastAsia"/>
          <w:rtl/>
        </w:rPr>
        <w:t>نا</w:t>
      </w:r>
      <w:r w:rsidRPr="00AD5170">
        <w:rPr>
          <w:rStyle w:val="libAlaemChar"/>
          <w:rFonts w:hint="cs"/>
          <w:rtl/>
        </w:rPr>
        <w:t>)</w:t>
      </w:r>
      <w:r w:rsidR="00E243D8" w:rsidRPr="00E243D8">
        <w:rPr>
          <w:rFonts w:hint="eastAsia"/>
          <w:rtl/>
          <w:lang w:bidi="fa-IR"/>
        </w:rPr>
        <w:t>؛</w:t>
      </w:r>
      <w:r w:rsidR="00E243D8" w:rsidRPr="00AD5170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به درست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خداوند بلند مرتبه توجه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</w:t>
      </w:r>
      <w:r w:rsidR="00E243D8" w:rsidRPr="00E243D8">
        <w:rPr>
          <w:rFonts w:hint="eastAsia"/>
          <w:rtl/>
          <w:lang w:bidi="fa-IR"/>
        </w:rPr>
        <w:t>به</w:t>
      </w:r>
      <w:r w:rsidR="00E243D8" w:rsidRPr="00E243D8">
        <w:rPr>
          <w:rtl/>
          <w:lang w:bidi="fa-IR"/>
        </w:rPr>
        <w:t xml:space="preserve"> زم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کرد و ما را برگز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و برا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ما 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ز</w:t>
      </w:r>
      <w:r w:rsidR="00E243D8" w:rsidRPr="00E243D8">
        <w:rPr>
          <w:rtl/>
          <w:lang w:bidi="fa-IR"/>
        </w:rPr>
        <w:t xml:space="preserve">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روان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برگز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که ما را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اد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کنند و برا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شاد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ما شاد، و برا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اندوه ما اندوهگ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شوند و جان ها و مال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خودشان را در راه ما نثار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کنند. آنان از ما و به سو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ما هستند.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AD5170">
      <w:pPr>
        <w:pStyle w:val="Heading2"/>
        <w:rPr>
          <w:rtl/>
          <w:lang w:bidi="fa-IR"/>
        </w:rPr>
      </w:pPr>
      <w:bookmarkStart w:id="45" w:name="_Toc67344728"/>
      <w:r w:rsidRPr="00E243D8">
        <w:rPr>
          <w:rFonts w:hint="eastAsia"/>
          <w:rtl/>
          <w:lang w:bidi="fa-IR"/>
        </w:rPr>
        <w:t>عطا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بزرگ تر</w:t>
      </w:r>
      <w:bookmarkEnd w:id="45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برتر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خاتم بر سا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انب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ا،</w:t>
      </w:r>
      <w:r w:rsidRPr="00E243D8">
        <w:rPr>
          <w:rtl/>
          <w:lang w:bidi="fa-IR"/>
        </w:rPr>
        <w:t xml:space="preserve"> ذکر صلوات است که خداوند به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اسلام اختصاص داده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از</w:t>
      </w:r>
      <w:r w:rsidRPr="00E243D8">
        <w:rPr>
          <w:rtl/>
          <w:lang w:bidi="fa-IR"/>
        </w:rPr>
        <w:t xml:space="preserve"> امام موس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بن جعفر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شده است که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نفر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هود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محضر مبارک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درباره فض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لت</w:t>
      </w:r>
      <w:r w:rsidRPr="00E243D8">
        <w:rPr>
          <w:rtl/>
          <w:lang w:bidi="fa-IR"/>
        </w:rPr>
        <w:t xml:space="preserve"> خاتم الانب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اء</w:t>
      </w:r>
      <w:r w:rsidRPr="00E243D8">
        <w:rPr>
          <w:rtl/>
          <w:lang w:bidi="fa-IR"/>
        </w:rPr>
        <w:t xml:space="preserve">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بر سا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انب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پرس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گفت: حق تعال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فرشتگان را به سجده آدم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امر کرد. ا</w:t>
      </w:r>
      <w:r w:rsidRPr="00E243D8">
        <w:rPr>
          <w:rFonts w:hint="eastAsia"/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فرمود: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AD5170" w:rsidP="00AD517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E243D8" w:rsidRPr="00E243D8" w:rsidRDefault="00E243D8" w:rsidP="00AD5170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الخصال، ج 2، ص 635؛ شرح آقا جمال خوانسار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 غرر الحکم، ج 2، ص 668؛ بحارالانوار، ج 65، ص 18.</w:t>
      </w:r>
    </w:p>
    <w:p w:rsidR="00E243D8" w:rsidRPr="00AD5170" w:rsidRDefault="00AD5170" w:rsidP="00AD5170">
      <w:pPr>
        <w:pStyle w:val="libLine"/>
        <w:rPr>
          <w:rStyle w:val="libNormalChar"/>
          <w:rtl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وَ</w:t>
      </w:r>
      <w:r w:rsidR="00E243D8" w:rsidRPr="00E243D8">
        <w:rPr>
          <w:rtl/>
          <w:lang w:bidi="fa-IR"/>
        </w:rPr>
        <w:t xml:space="preserve"> قَدْ اَعْطَ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اللهُ مُحَمَّداً صَلَّ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الله عل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ه</w:t>
      </w:r>
      <w:r w:rsidR="00E243D8" w:rsidRPr="00E243D8">
        <w:rPr>
          <w:rtl/>
          <w:lang w:bidi="fa-IR"/>
        </w:rPr>
        <w:t xml:space="preserve"> و آله اَفْضَلَ مِنْ ذلکَ وَ هُوَ اَنّ الله صَلّ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عَلَ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ه</w:t>
      </w:r>
      <w:r w:rsidR="00E243D8" w:rsidRPr="00E243D8">
        <w:rPr>
          <w:rtl/>
          <w:lang w:bidi="fa-IR"/>
        </w:rPr>
        <w:t xml:space="preserve"> وَ اَمَرَ ملائِکَتَهُ اَنْ </w:t>
      </w:r>
      <w:r w:rsidR="00E243D8" w:rsidRPr="00E243D8">
        <w:rPr>
          <w:rFonts w:hint="cs"/>
          <w:rtl/>
          <w:lang w:bidi="fa-IR"/>
        </w:rPr>
        <w:t>یُ</w:t>
      </w:r>
      <w:r w:rsidR="00E243D8" w:rsidRPr="00E243D8">
        <w:rPr>
          <w:rFonts w:hint="eastAsia"/>
          <w:rtl/>
          <w:lang w:bidi="fa-IR"/>
        </w:rPr>
        <w:t>صَلُّوا</w:t>
      </w:r>
      <w:r w:rsidR="00E243D8" w:rsidRPr="00E243D8">
        <w:rPr>
          <w:rtl/>
          <w:lang w:bidi="fa-IR"/>
        </w:rPr>
        <w:t xml:space="preserve"> عَلَ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هِ</w:t>
      </w:r>
      <w:r w:rsidR="00E243D8" w:rsidRPr="00E243D8">
        <w:rPr>
          <w:rtl/>
          <w:lang w:bidi="fa-IR"/>
        </w:rPr>
        <w:t xml:space="preserve"> وَ تَعَبَّدَ جَم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عَ</w:t>
      </w:r>
      <w:r w:rsidR="00E243D8" w:rsidRPr="00E243D8">
        <w:rPr>
          <w:rtl/>
          <w:lang w:bidi="fa-IR"/>
        </w:rPr>
        <w:t xml:space="preserve"> خَلْقِهِ بِالصَّلاهِ عَلَ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هِ</w:t>
      </w:r>
      <w:r w:rsidR="00E243D8" w:rsidRPr="00E243D8">
        <w:rPr>
          <w:rtl/>
          <w:lang w:bidi="fa-IR"/>
        </w:rPr>
        <w:t xml:space="preserve"> اِل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</w:t>
      </w:r>
      <w:r w:rsidR="00E243D8" w:rsidRPr="00E243D8">
        <w:rPr>
          <w:rFonts w:hint="cs"/>
          <w:rtl/>
          <w:lang w:bidi="fa-IR"/>
        </w:rPr>
        <w:t>یَ</w:t>
      </w:r>
      <w:r w:rsidR="00E243D8" w:rsidRPr="00E243D8">
        <w:rPr>
          <w:rFonts w:hint="eastAsia"/>
          <w:rtl/>
          <w:lang w:bidi="fa-IR"/>
        </w:rPr>
        <w:t>ومِ</w:t>
      </w:r>
      <w:r w:rsidR="00E243D8" w:rsidRPr="00E243D8">
        <w:rPr>
          <w:rtl/>
          <w:lang w:bidi="fa-IR"/>
        </w:rPr>
        <w:t xml:space="preserve"> الق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امَهِ؛</w:t>
      </w:r>
      <w:r w:rsidR="00E243D8" w:rsidRPr="00E243D8">
        <w:rPr>
          <w:rtl/>
          <w:lang w:bidi="fa-IR"/>
        </w:rPr>
        <w:t xml:space="preserve"> خداوند برتر از آن را به محمد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="00E243D8" w:rsidRPr="00E243D8">
        <w:rPr>
          <w:rtl/>
          <w:lang w:bidi="fa-IR"/>
        </w:rPr>
        <w:t>کرامت نمود؛ 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را</w:t>
      </w:r>
      <w:r w:rsidR="00E243D8" w:rsidRPr="00E243D8">
        <w:rPr>
          <w:rtl/>
          <w:lang w:bidi="fa-IR"/>
        </w:rPr>
        <w:t xml:space="preserve"> که خود بر او صلوات فرستاد و به فرشتگان امر فرمود که بر او صلوات فرستند و عبادت عبادت کنندگان را تا روز ق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امت،</w:t>
      </w:r>
      <w:r w:rsidR="00E243D8" w:rsidRPr="00E243D8">
        <w:rPr>
          <w:rtl/>
          <w:lang w:bidi="fa-IR"/>
        </w:rPr>
        <w:t xml:space="preserve"> در صلوات بر آن حضرت قرار داد و فرمود: </w:t>
      </w:r>
      <w:r w:rsidRPr="00AD5170">
        <w:rPr>
          <w:rStyle w:val="libAlaemChar"/>
          <w:rFonts w:hint="cs"/>
          <w:rtl/>
        </w:rPr>
        <w:t>(</w:t>
      </w:r>
      <w:r w:rsidR="00E243D8" w:rsidRPr="00AD5170">
        <w:rPr>
          <w:rStyle w:val="libAieChar"/>
          <w:rtl/>
        </w:rPr>
        <w:t xml:space="preserve">اِنَّ اللهَ وَ مَلائِکَتَهُ </w:t>
      </w:r>
      <w:r w:rsidR="00E243D8" w:rsidRPr="00AD5170">
        <w:rPr>
          <w:rStyle w:val="libAieChar"/>
          <w:rFonts w:hint="cs"/>
          <w:rtl/>
        </w:rPr>
        <w:t>یُ</w:t>
      </w:r>
      <w:r w:rsidR="00E243D8" w:rsidRPr="00AD5170">
        <w:rPr>
          <w:rStyle w:val="libAieChar"/>
          <w:rFonts w:hint="eastAsia"/>
          <w:rtl/>
        </w:rPr>
        <w:t>صَلُّونَ</w:t>
      </w:r>
      <w:r w:rsidR="00E243D8" w:rsidRPr="00AD5170">
        <w:rPr>
          <w:rStyle w:val="libAieChar"/>
          <w:rtl/>
        </w:rPr>
        <w:t xml:space="preserve"> عَلَ</w:t>
      </w:r>
      <w:r w:rsidR="00E243D8" w:rsidRPr="00AD5170">
        <w:rPr>
          <w:rStyle w:val="libAieChar"/>
          <w:rFonts w:hint="cs"/>
          <w:rtl/>
        </w:rPr>
        <w:t>ی</w:t>
      </w:r>
      <w:r w:rsidR="00E243D8" w:rsidRPr="00AD5170">
        <w:rPr>
          <w:rStyle w:val="libAieChar"/>
          <w:rtl/>
        </w:rPr>
        <w:t xml:space="preserve"> النَّب</w:t>
      </w:r>
      <w:r w:rsidR="00E243D8" w:rsidRPr="00AD5170">
        <w:rPr>
          <w:rStyle w:val="libAieChar"/>
          <w:rFonts w:hint="cs"/>
          <w:rtl/>
        </w:rPr>
        <w:t>ی</w:t>
      </w:r>
      <w:r w:rsidR="00E243D8" w:rsidRPr="00AD5170">
        <w:rPr>
          <w:rStyle w:val="libAieChar"/>
          <w:rtl/>
        </w:rPr>
        <w:t xml:space="preserve"> </w:t>
      </w:r>
      <w:r w:rsidR="00E243D8" w:rsidRPr="00AD5170">
        <w:rPr>
          <w:rStyle w:val="libAieChar"/>
          <w:rFonts w:hint="cs"/>
          <w:rtl/>
        </w:rPr>
        <w:t>ی</w:t>
      </w:r>
      <w:r w:rsidR="00E243D8" w:rsidRPr="00AD5170">
        <w:rPr>
          <w:rStyle w:val="libAieChar"/>
          <w:rFonts w:hint="eastAsia"/>
          <w:rtl/>
        </w:rPr>
        <w:t>ا</w:t>
      </w:r>
      <w:r w:rsidR="00E243D8" w:rsidRPr="00AD5170">
        <w:rPr>
          <w:rStyle w:val="libAieChar"/>
          <w:rtl/>
        </w:rPr>
        <w:t xml:space="preserve"> اَ</w:t>
      </w:r>
      <w:r w:rsidR="00E243D8" w:rsidRPr="00AD5170">
        <w:rPr>
          <w:rStyle w:val="libAieChar"/>
          <w:rFonts w:hint="cs"/>
          <w:rtl/>
        </w:rPr>
        <w:t>یُّ</w:t>
      </w:r>
      <w:r w:rsidR="00E243D8" w:rsidRPr="00AD5170">
        <w:rPr>
          <w:rStyle w:val="libAieChar"/>
          <w:rFonts w:hint="eastAsia"/>
          <w:rtl/>
        </w:rPr>
        <w:t>هَا</w:t>
      </w:r>
      <w:r w:rsidR="00E243D8" w:rsidRPr="00AD5170">
        <w:rPr>
          <w:rStyle w:val="libAieChar"/>
          <w:rtl/>
        </w:rPr>
        <w:t xml:space="preserve"> الَّذ</w:t>
      </w:r>
      <w:r w:rsidR="00E243D8" w:rsidRPr="00AD5170">
        <w:rPr>
          <w:rStyle w:val="libAieChar"/>
          <w:rFonts w:hint="cs"/>
          <w:rtl/>
        </w:rPr>
        <w:t>ی</w:t>
      </w:r>
      <w:r w:rsidR="00E243D8" w:rsidRPr="00AD5170">
        <w:rPr>
          <w:rStyle w:val="libAieChar"/>
          <w:rFonts w:hint="eastAsia"/>
          <w:rtl/>
        </w:rPr>
        <w:t>نَ</w:t>
      </w:r>
      <w:r w:rsidR="00E243D8" w:rsidRPr="00AD5170">
        <w:rPr>
          <w:rStyle w:val="libAieChar"/>
          <w:rtl/>
        </w:rPr>
        <w:t xml:space="preserve"> آمَنوا صَلُّوا عَلَ</w:t>
      </w:r>
      <w:r w:rsidR="00E243D8" w:rsidRPr="00AD5170">
        <w:rPr>
          <w:rStyle w:val="libAieChar"/>
          <w:rFonts w:hint="cs"/>
          <w:rtl/>
        </w:rPr>
        <w:t>ی</w:t>
      </w:r>
      <w:r w:rsidR="00E243D8" w:rsidRPr="00AD5170">
        <w:rPr>
          <w:rStyle w:val="libAieChar"/>
          <w:rFonts w:hint="eastAsia"/>
          <w:rtl/>
        </w:rPr>
        <w:t>ه</w:t>
      </w:r>
      <w:r w:rsidR="00E243D8" w:rsidRPr="00AD5170">
        <w:rPr>
          <w:rStyle w:val="libAieChar"/>
          <w:rtl/>
        </w:rPr>
        <w:t xml:space="preserve"> و سَلِّمُوا تَسْل</w:t>
      </w:r>
      <w:r w:rsidR="00E243D8" w:rsidRPr="00AD5170">
        <w:rPr>
          <w:rStyle w:val="libAieChar"/>
          <w:rFonts w:hint="cs"/>
          <w:rtl/>
        </w:rPr>
        <w:t>ی</w:t>
      </w:r>
      <w:r w:rsidR="00E243D8" w:rsidRPr="00AD5170">
        <w:rPr>
          <w:rStyle w:val="libAieChar"/>
          <w:rFonts w:hint="eastAsia"/>
          <w:rtl/>
        </w:rPr>
        <w:t>ما</w:t>
      </w:r>
      <w:r w:rsidR="00E243D8" w:rsidRPr="00E243D8">
        <w:rPr>
          <w:rFonts w:hint="eastAsia"/>
          <w:rtl/>
          <w:lang w:bidi="fa-IR"/>
        </w:rPr>
        <w:t>ً</w:t>
      </w:r>
      <w:r w:rsidRPr="00AD5170">
        <w:rPr>
          <w:rStyle w:val="libAlaemChar"/>
          <w:rFonts w:hint="cs"/>
          <w:rtl/>
        </w:rPr>
        <w:t>)</w:t>
      </w:r>
      <w:r w:rsidR="00E243D8" w:rsidRPr="00E243D8">
        <w:rPr>
          <w:rFonts w:hint="eastAsia"/>
          <w:rtl/>
          <w:lang w:bidi="fa-IR"/>
        </w:rPr>
        <w:t>؛</w:t>
      </w:r>
      <w:r w:rsidR="00E243D8" w:rsidRPr="00AD5170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</w:t>
      </w:r>
      <w:r w:rsidR="00E243D8" w:rsidRPr="00AD5170">
        <w:rPr>
          <w:rStyle w:val="libNormalChar"/>
          <w:rtl/>
        </w:rPr>
        <w:t>خدا و فرشتگان بر پ</w:t>
      </w:r>
      <w:r w:rsidR="00E243D8" w:rsidRPr="00AD5170">
        <w:rPr>
          <w:rStyle w:val="libNormalChar"/>
          <w:rFonts w:hint="cs"/>
          <w:rtl/>
        </w:rPr>
        <w:t>ی</w:t>
      </w:r>
      <w:r w:rsidR="00E243D8" w:rsidRPr="00AD5170">
        <w:rPr>
          <w:rStyle w:val="libNormalChar"/>
          <w:rFonts w:hint="eastAsia"/>
          <w:rtl/>
        </w:rPr>
        <w:t>امبر</w:t>
      </w:r>
      <w:r w:rsidR="00E243D8" w:rsidRPr="00AD5170">
        <w:rPr>
          <w:rStyle w:val="libNormalChar"/>
          <w:rtl/>
        </w:rPr>
        <w:t xml:space="preserve"> درود م</w:t>
      </w:r>
      <w:r w:rsidR="00E243D8" w:rsidRPr="00AD5170">
        <w:rPr>
          <w:rStyle w:val="libNormalChar"/>
          <w:rFonts w:hint="cs"/>
          <w:rtl/>
        </w:rPr>
        <w:t>ی</w:t>
      </w:r>
      <w:r w:rsidR="00E243D8" w:rsidRPr="00AD5170">
        <w:rPr>
          <w:rStyle w:val="libNormalChar"/>
          <w:rtl/>
        </w:rPr>
        <w:t xml:space="preserve"> فرستند، ا</w:t>
      </w:r>
      <w:r w:rsidR="00E243D8" w:rsidRPr="00AD5170">
        <w:rPr>
          <w:rStyle w:val="libNormalChar"/>
          <w:rFonts w:hint="cs"/>
          <w:rtl/>
        </w:rPr>
        <w:t>ی</w:t>
      </w:r>
      <w:r w:rsidR="00E243D8" w:rsidRPr="00AD5170">
        <w:rPr>
          <w:rStyle w:val="libNormalChar"/>
          <w:rtl/>
        </w:rPr>
        <w:t xml:space="preserve"> کسان</w:t>
      </w:r>
      <w:r w:rsidR="00E243D8" w:rsidRPr="00AD5170">
        <w:rPr>
          <w:rStyle w:val="libNormalChar"/>
          <w:rFonts w:hint="cs"/>
          <w:rtl/>
        </w:rPr>
        <w:t>ی</w:t>
      </w:r>
      <w:r w:rsidR="00E243D8" w:rsidRPr="00AD5170">
        <w:rPr>
          <w:rStyle w:val="libNormalChar"/>
          <w:rtl/>
        </w:rPr>
        <w:t xml:space="preserve"> که ا</w:t>
      </w:r>
      <w:r w:rsidR="00E243D8" w:rsidRPr="00AD5170">
        <w:rPr>
          <w:rStyle w:val="libNormalChar"/>
          <w:rFonts w:hint="cs"/>
          <w:rtl/>
        </w:rPr>
        <w:t>ی</w:t>
      </w:r>
      <w:r w:rsidR="00E243D8" w:rsidRPr="00AD5170">
        <w:rPr>
          <w:rStyle w:val="libNormalChar"/>
          <w:rFonts w:hint="eastAsia"/>
          <w:rtl/>
        </w:rPr>
        <w:t>مان</w:t>
      </w:r>
      <w:r w:rsidR="00E243D8" w:rsidRPr="00AD5170">
        <w:rPr>
          <w:rStyle w:val="libNormalChar"/>
          <w:rtl/>
        </w:rPr>
        <w:t xml:space="preserve"> آورده ا</w:t>
      </w:r>
      <w:r w:rsidR="00E243D8" w:rsidRPr="00AD5170">
        <w:rPr>
          <w:rStyle w:val="libNormalChar"/>
          <w:rFonts w:hint="cs"/>
          <w:rtl/>
        </w:rPr>
        <w:t>ی</w:t>
      </w:r>
      <w:r w:rsidR="00E243D8" w:rsidRPr="00AD5170">
        <w:rPr>
          <w:rStyle w:val="libNormalChar"/>
          <w:rFonts w:hint="eastAsia"/>
          <w:rtl/>
        </w:rPr>
        <w:t>د،</w:t>
      </w:r>
      <w:r w:rsidR="00E243D8" w:rsidRPr="00AD5170">
        <w:rPr>
          <w:rStyle w:val="libNormalChar"/>
          <w:rtl/>
        </w:rPr>
        <w:t xml:space="preserve"> بر او درود فرست</w:t>
      </w:r>
      <w:r w:rsidR="00E243D8" w:rsidRPr="00AD5170">
        <w:rPr>
          <w:rStyle w:val="libNormalChar"/>
          <w:rFonts w:hint="cs"/>
          <w:rtl/>
        </w:rPr>
        <w:t>ی</w:t>
      </w:r>
      <w:r w:rsidR="00E243D8" w:rsidRPr="00AD5170">
        <w:rPr>
          <w:rStyle w:val="libNormalChar"/>
          <w:rFonts w:hint="eastAsia"/>
          <w:rtl/>
        </w:rPr>
        <w:t>د</w:t>
      </w:r>
      <w:r w:rsidR="00E243D8" w:rsidRPr="00AD5170">
        <w:rPr>
          <w:rStyle w:val="libNormalChar"/>
          <w:rtl/>
        </w:rPr>
        <w:t xml:space="preserve"> و به فرمانش به خوب</w:t>
      </w:r>
      <w:r w:rsidR="00E243D8" w:rsidRPr="00AD5170">
        <w:rPr>
          <w:rStyle w:val="libNormalChar"/>
          <w:rFonts w:hint="cs"/>
          <w:rtl/>
        </w:rPr>
        <w:t>ی</w:t>
      </w:r>
      <w:r w:rsidR="00E243D8" w:rsidRPr="00AD5170">
        <w:rPr>
          <w:rStyle w:val="libNormalChar"/>
          <w:rtl/>
        </w:rPr>
        <w:t xml:space="preserve"> گردن نه</w:t>
      </w:r>
      <w:r w:rsidR="00E243D8" w:rsidRPr="00AD5170">
        <w:rPr>
          <w:rStyle w:val="libNormalChar"/>
          <w:rFonts w:hint="cs"/>
          <w:rtl/>
        </w:rPr>
        <w:t>ی</w:t>
      </w:r>
      <w:r w:rsidR="00E243D8" w:rsidRPr="00AD5170">
        <w:rPr>
          <w:rStyle w:val="libNormalChar"/>
          <w:rFonts w:hint="eastAsia"/>
          <w:rtl/>
        </w:rPr>
        <w:t>د</w:t>
      </w:r>
      <w:r w:rsidR="00E243D8" w:rsidRPr="00AD5170">
        <w:rPr>
          <w:rStyle w:val="libNormalChar"/>
          <w:rtl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</w:t>
      </w:r>
      <w:r w:rsidRPr="00E243D8">
        <w:rPr>
          <w:rtl/>
          <w:lang w:bidi="fa-IR"/>
        </w:rPr>
        <w:t xml:space="preserve"> هر کس در حال 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بعد از وفات آن حضرت، بر او صلوات فرستد، حق تعال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هر صلوات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ده صلوات بر آن کس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فرستد و ده حسنه به او عطا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</w:t>
      </w:r>
      <w:r w:rsidRPr="00E243D8">
        <w:rPr>
          <w:rtl/>
          <w:lang w:bidi="fa-IR"/>
        </w:rPr>
        <w:t xml:space="preserve"> هر کس بعد از وفات آن حضرت بر او صلوات بفرستد، آن حضرت بر او مطلع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 و بر آن کس صلوات و سلام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فرستد، مثل صلوات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فرستاده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</w:t>
      </w:r>
      <w:r w:rsidRPr="00E243D8">
        <w:rPr>
          <w:rtl/>
          <w:lang w:bidi="fa-IR"/>
        </w:rPr>
        <w:t xml:space="preserve"> حق سبحانه و تعال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دعا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امت او را، در هر چه از پروردگار درخواست نما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ند،</w:t>
      </w:r>
      <w:r w:rsidRPr="00E243D8">
        <w:rPr>
          <w:rtl/>
          <w:lang w:bidi="fa-IR"/>
        </w:rPr>
        <w:t xml:space="preserve"> موقوف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دارد و به اجابت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رساند، تا آن که بر آن حضرت صلوات فرستند.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فهذا</w:t>
      </w:r>
      <w:r w:rsidRPr="00E243D8">
        <w:rPr>
          <w:rtl/>
          <w:lang w:bidi="fa-IR"/>
        </w:rPr>
        <w:t xml:space="preserve"> اَکْبَرُ وَ اَعْظَمُ مِمّا اَعْطَ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اللهُ آدَمَ؛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بزرگ تر و عظ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تر است از آنچه خداوند به آدم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عطا فرمود.</w:t>
      </w:r>
      <w:r w:rsidRPr="00AD5170">
        <w:rPr>
          <w:rStyle w:val="libFootnotenumChar"/>
          <w:rtl/>
        </w:rPr>
        <w:t>(2)</w:t>
      </w:r>
    </w:p>
    <w:p w:rsidR="00E243D8" w:rsidRPr="00E243D8" w:rsidRDefault="00AD5170" w:rsidP="00AD517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E243D8" w:rsidRPr="00E243D8" w:rsidRDefault="00E243D8" w:rsidP="00AD5170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سوره احزاب،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56.</w:t>
      </w:r>
    </w:p>
    <w:p w:rsidR="00E243D8" w:rsidRPr="00E243D8" w:rsidRDefault="00E243D8" w:rsidP="00AD5170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بحارالانوار، ج 91، ص 69؛ مستدرک الوسائل، ج 5، ص 333.</w:t>
      </w:r>
    </w:p>
    <w:p w:rsidR="00E243D8" w:rsidRPr="00E243D8" w:rsidRDefault="00AD5170" w:rsidP="00AD5170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46" w:name="_Toc67344729"/>
      <w:r w:rsidR="00E243D8" w:rsidRPr="00E243D8">
        <w:rPr>
          <w:rFonts w:hint="eastAsia"/>
          <w:rtl/>
          <w:lang w:bidi="fa-IR"/>
        </w:rPr>
        <w:lastRenderedPageBreak/>
        <w:t>گونه</w:t>
      </w:r>
      <w:r>
        <w:rPr>
          <w:rFonts w:hint="cs"/>
          <w:rtl/>
          <w:lang w:bidi="fa-IR"/>
        </w:rPr>
        <w:t xml:space="preserve"> </w:t>
      </w:r>
      <w:r w:rsidR="00E243D8" w:rsidRPr="00E243D8">
        <w:rPr>
          <w:rFonts w:hint="cs"/>
          <w:rtl/>
          <w:lang w:bidi="fa-IR"/>
        </w:rPr>
        <w:t>های</w:t>
      </w:r>
      <w:r w:rsidR="00E243D8" w:rsidRPr="00E243D8">
        <w:rPr>
          <w:rtl/>
          <w:lang w:bidi="fa-IR"/>
        </w:rPr>
        <w:t xml:space="preserve"> اندوه</w:t>
      </w:r>
      <w:bookmarkEnd w:id="46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همان</w:t>
      </w:r>
      <w:r w:rsidRPr="00E243D8">
        <w:rPr>
          <w:rFonts w:hint="cs"/>
          <w:rtl/>
          <w:lang w:bidi="fa-IR"/>
        </w:rPr>
        <w:t>گونه</w:t>
      </w:r>
      <w:r w:rsidRPr="00E243D8">
        <w:rPr>
          <w:rtl/>
          <w:lang w:bidi="fa-IR"/>
        </w:rPr>
        <w:t xml:space="preserve"> که برخ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شاد</w:t>
      </w:r>
      <w:r w:rsidRPr="00E243D8">
        <w:rPr>
          <w:rFonts w:hint="cs"/>
          <w:rtl/>
          <w:lang w:bidi="fa-IR"/>
        </w:rPr>
        <w:t>یها</w:t>
      </w:r>
      <w:r w:rsidRPr="00E243D8">
        <w:rPr>
          <w:rtl/>
          <w:lang w:bidi="fa-IR"/>
        </w:rPr>
        <w:t xml:space="preserve"> پسند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و به</w:t>
      </w:r>
      <w:r w:rsidR="00AD5170">
        <w:rPr>
          <w:rFonts w:hint="cs"/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جاست و برخی</w:t>
      </w:r>
      <w:r w:rsidRPr="00E243D8">
        <w:rPr>
          <w:rtl/>
          <w:lang w:bidi="fa-IR"/>
        </w:rPr>
        <w:t xml:space="preserve"> ناپسند و نابه جاست حزن و اندوه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اگر</w:t>
      </w:r>
      <w:r w:rsidRPr="00E243D8">
        <w:rPr>
          <w:rtl/>
          <w:lang w:bidi="fa-IR"/>
        </w:rPr>
        <w:t xml:space="preserve"> انسان مؤمن گاه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اندوه مبتلا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شود،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عارض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گذراست و زم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نه</w:t>
      </w:r>
      <w:r w:rsidRPr="00E243D8">
        <w:rPr>
          <w:rtl/>
          <w:lang w:bidi="fa-IR"/>
        </w:rPr>
        <w:t xml:space="preserve"> و بستر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ماندگار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اگر</w:t>
      </w:r>
      <w:r w:rsidRPr="00E243D8">
        <w:rPr>
          <w:rtl/>
          <w:lang w:bidi="fa-IR"/>
        </w:rPr>
        <w:t xml:space="preserve"> انسان گناه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مرتکب شده است و به خاطر ارتکاب گناه محزون است،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حزن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او سازنده است و او را از تکرار گناه باز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دارد.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اگر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است، طب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غصه دار شود.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محزون بودن 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</w:t>
      </w:r>
      <w:r w:rsidRPr="00E243D8">
        <w:rPr>
          <w:rtl/>
          <w:lang w:bidi="fa-IR"/>
        </w:rPr>
        <w:t xml:space="preserve"> حزن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ارزشمند است و نشانه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وند</w:t>
      </w:r>
      <w:r w:rsidRPr="00E243D8">
        <w:rPr>
          <w:rtl/>
          <w:lang w:bidi="fa-IR"/>
        </w:rPr>
        <w:t xml:space="preserve"> و ارتباط با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است. اندوه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آخرت هم زم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نه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تلاش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شتر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آمدن به سعادت جاو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دان</w:t>
      </w:r>
      <w:r w:rsidRPr="00E243D8">
        <w:rPr>
          <w:rtl/>
          <w:lang w:bidi="fa-IR"/>
        </w:rPr>
        <w:t xml:space="preserve">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بنابرا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یتوان</w:t>
      </w:r>
      <w:r w:rsidRPr="00E243D8">
        <w:rPr>
          <w:rtl/>
          <w:lang w:bidi="fa-IR"/>
        </w:rPr>
        <w:t xml:space="preserve"> حزن و اندوه راه به حزن و اندوه ممدوح و سازنده و حزن غ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ممدوح و 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رانگر</w:t>
      </w:r>
      <w:r w:rsidRPr="00E243D8">
        <w:rPr>
          <w:rtl/>
          <w:lang w:bidi="fa-IR"/>
        </w:rPr>
        <w:t xml:space="preserve"> تقس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نمود و به آن پرداخت.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3808FA" w:rsidP="003808FA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47" w:name="_Toc67344730"/>
      <w:r w:rsidR="00E243D8" w:rsidRPr="00E243D8">
        <w:rPr>
          <w:rFonts w:hint="eastAsia"/>
          <w:rtl/>
          <w:lang w:bidi="fa-IR"/>
        </w:rPr>
        <w:lastRenderedPageBreak/>
        <w:t>اندوه</w:t>
      </w:r>
      <w:r w:rsidR="00E243D8" w:rsidRPr="00E243D8">
        <w:rPr>
          <w:rtl/>
          <w:lang w:bidi="fa-IR"/>
        </w:rPr>
        <w:t xml:space="preserve"> سازنده</w:t>
      </w:r>
      <w:bookmarkEnd w:id="47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1) اندوه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آخرت</w:t>
      </w:r>
    </w:p>
    <w:p w:rsidR="00E243D8" w:rsidRPr="00E243D8" w:rsidRDefault="00E243D8" w:rsidP="003808FA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عاقبت</w:t>
      </w:r>
      <w:r w:rsidRPr="00E243D8">
        <w:rPr>
          <w:rtl/>
          <w:lang w:bidi="fa-IR"/>
        </w:rPr>
        <w:t xml:space="preserve"> اند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رموز سعادت و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فرجام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نگران فرجام کار خو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است، در اعمال و رفتار و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ره</w:t>
      </w:r>
      <w:r w:rsidRPr="00E243D8">
        <w:rPr>
          <w:rtl/>
          <w:lang w:bidi="fa-IR"/>
        </w:rPr>
        <w:t xml:space="preserve"> و سلوک خود مراقبت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 از هر عمل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اسباب سقوط و انحراف او را فراهم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و او را از دست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سعادت ابد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باز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دارد، پره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و دور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 به خ</w:t>
      </w:r>
      <w:r w:rsidRPr="00E243D8">
        <w:rPr>
          <w:rFonts w:hint="eastAsia"/>
          <w:rtl/>
          <w:lang w:bidi="fa-IR"/>
        </w:rPr>
        <w:t>اطر</w:t>
      </w:r>
      <w:r w:rsidRPr="00E243D8">
        <w:rPr>
          <w:rtl/>
          <w:lang w:bidi="fa-IR"/>
        </w:rPr>
        <w:t xml:space="preserve"> از دست دادن فرصت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گرانبها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داشته 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توانسته است آن را ذخ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ره</w:t>
      </w:r>
      <w:r w:rsidRPr="00E243D8">
        <w:rPr>
          <w:rtl/>
          <w:lang w:bidi="fa-IR"/>
        </w:rPr>
        <w:t xml:space="preserve"> آخرت خود گرداند و از آن بهره نبرده است، تأسف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خورد و</w:t>
      </w:r>
      <w:r w:rsidR="003808FA">
        <w:rPr>
          <w:rFonts w:hint="cs"/>
          <w:rtl/>
          <w:lang w:bidi="fa-IR"/>
        </w:rPr>
        <w:t xml:space="preserve"> 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تأسف و اندوه او را بر آن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دارد که از فرصت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بهره را برده و در صدد جبران گذشته بر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از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رو اندوه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دست دادن فرصت ها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 اندوه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پسند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انگاشت و آن را سبب رشد و کمال دانست.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فَلْ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کُنْ</w:t>
      </w:r>
      <w:r w:rsidRPr="00E243D8">
        <w:rPr>
          <w:rtl/>
          <w:lang w:bidi="fa-IR"/>
        </w:rPr>
        <w:t xml:space="preserve"> سُرورکَ بِمانِلْتُ مِنْ آخِرَتِکَ وَلْ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کُنْ</w:t>
      </w:r>
      <w:r w:rsidRPr="00E243D8">
        <w:rPr>
          <w:rtl/>
          <w:lang w:bidi="fa-IR"/>
        </w:rPr>
        <w:t xml:space="preserve"> اَسَفُکَ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 فاتَکَ مِنها؛</w:t>
      </w:r>
      <w:r w:rsidRPr="003808FA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خوشحال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از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باشد که در طر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tl/>
          <w:lang w:bidi="fa-IR"/>
        </w:rPr>
        <w:t xml:space="preserve"> آخرت نائل شده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تأسف و اندوه تو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در امور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باشد که مربوط به آخرت است و از دست داده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اگر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در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ژگ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مؤمن حزن بر شمرده شده است،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حزن سازنده و تعال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بخش است.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حزن است که او را به صلاح و سداد وا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دارد. امام باقر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فرمودند: در کتاب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خواندم: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اِنَّ</w:t>
      </w:r>
      <w:r w:rsidRPr="00E243D8">
        <w:rPr>
          <w:rtl/>
          <w:lang w:bidi="fa-IR"/>
        </w:rPr>
        <w:t xml:space="preserve"> المُؤْمِنَ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مس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حَز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ناً</w:t>
      </w:r>
      <w:r w:rsidRPr="00E243D8">
        <w:rPr>
          <w:rtl/>
          <w:lang w:bidi="fa-IR"/>
        </w:rPr>
        <w:t xml:space="preserve"> وَ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صْبِحُ</w:t>
      </w:r>
      <w:r w:rsidRPr="00E243D8">
        <w:rPr>
          <w:rtl/>
          <w:lang w:bidi="fa-IR"/>
        </w:rPr>
        <w:t xml:space="preserve"> حَز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ناً</w:t>
      </w:r>
      <w:r w:rsidRPr="00E243D8">
        <w:rPr>
          <w:rtl/>
          <w:lang w:bidi="fa-IR"/>
        </w:rPr>
        <w:t xml:space="preserve"> وَلا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صْلَحُ</w:t>
      </w:r>
      <w:r w:rsidRPr="00E243D8">
        <w:rPr>
          <w:rtl/>
          <w:lang w:bidi="fa-IR"/>
        </w:rPr>
        <w:t xml:space="preserve"> لَهُ اِلّا ذلِکَ؛</w:t>
      </w:r>
      <w:r w:rsidRPr="003808FA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اهل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با حزن و اندوه شب را سپر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 و با حزن و اندوه روز را به پا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آورند و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صالح و سازنده تر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 ها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البته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حزن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حزن درون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قلب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و در چهره و رفتار جز نشاط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آشکار نخواهد شد، که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در شمار نشانه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اهل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اَلمُؤْمِنُ</w:t>
      </w:r>
      <w:r w:rsidRPr="00E243D8">
        <w:rPr>
          <w:rtl/>
          <w:lang w:bidi="fa-IR"/>
        </w:rPr>
        <w:t xml:space="preserve"> بِشْرُهُ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وَجْهِهِ وَ حُزْنُهُ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قَلْبِهِ؛</w:t>
      </w:r>
      <w:r w:rsidRPr="003808FA">
        <w:rPr>
          <w:rStyle w:val="libFootnotenumChar"/>
          <w:rtl/>
        </w:rPr>
        <w:t>(3)</w:t>
      </w:r>
      <w:r w:rsidRPr="00E243D8">
        <w:rPr>
          <w:rtl/>
          <w:lang w:bidi="fa-IR"/>
        </w:rPr>
        <w:t xml:space="preserve">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مؤمن در رخسار اوست و اندوهش در دل است.</w:t>
      </w:r>
    </w:p>
    <w:p w:rsidR="00E243D8" w:rsidRPr="00E243D8" w:rsidRDefault="003808FA" w:rsidP="003808F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E243D8" w:rsidRPr="00E243D8" w:rsidRDefault="00E243D8" w:rsidP="003808FA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تحف العقول، ص 200؛ نهج البلاغه، نام</w:t>
      </w:r>
      <w:r w:rsidRPr="00E243D8">
        <w:rPr>
          <w:rFonts w:hint="cs"/>
          <w:rtl/>
        </w:rPr>
        <w:t>ۀ</w:t>
      </w:r>
      <w:r w:rsidRPr="00E243D8">
        <w:rPr>
          <w:rtl/>
          <w:lang w:bidi="fa-IR"/>
        </w:rPr>
        <w:t xml:space="preserve"> 22</w:t>
      </w:r>
    </w:p>
    <w:p w:rsidR="00E243D8" w:rsidRPr="00E243D8" w:rsidRDefault="00E243D8" w:rsidP="003808FA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التمح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ص،</w:t>
      </w:r>
      <w:r w:rsidRPr="00E243D8">
        <w:rPr>
          <w:rtl/>
          <w:lang w:bidi="fa-IR"/>
        </w:rPr>
        <w:t xml:space="preserve"> ص 44؛ بحارالانوار، ج 69، ص 71.</w:t>
      </w:r>
    </w:p>
    <w:p w:rsidR="00E243D8" w:rsidRPr="00E243D8" w:rsidRDefault="00E243D8" w:rsidP="003808FA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3- 3.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2، ص 226؛ نهج البلاغه، حکمت 333.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2) اندوه در برابر گناه</w:t>
      </w:r>
    </w:p>
    <w:p w:rsidR="00E243D8" w:rsidRPr="00E243D8" w:rsidRDefault="003808FA" w:rsidP="00E243D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+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ک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گر</w:t>
      </w:r>
      <w:r w:rsidR="00E243D8" w:rsidRPr="00E243D8">
        <w:rPr>
          <w:rtl/>
          <w:lang w:bidi="fa-IR"/>
        </w:rPr>
        <w:t xml:space="preserve"> از اندوه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پسند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ده</w:t>
      </w:r>
      <w:r w:rsidR="00E243D8" w:rsidRPr="00E243D8">
        <w:rPr>
          <w:rtl/>
          <w:lang w:bidi="fa-IR"/>
        </w:rPr>
        <w:t xml:space="preserve"> و کمال بخش انسان، اندوه بر گناه است. گناه از عوامل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است که انسان را از خدا دور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سازد و از مقصد منحرف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کند. عکس العمل انسان در برابر گناه با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ک</w:t>
      </w:r>
      <w:r w:rsidR="00E243D8" w:rsidRPr="00E243D8">
        <w:rPr>
          <w:rtl/>
          <w:lang w:bidi="fa-IR"/>
        </w:rPr>
        <w:t xml:space="preserve"> عکس العمل فور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و فراگ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</w:t>
      </w:r>
      <w:r w:rsidR="00E243D8" w:rsidRPr="00E243D8">
        <w:rPr>
          <w:rtl/>
          <w:lang w:bidi="fa-IR"/>
        </w:rPr>
        <w:t xml:space="preserve"> باشد. اگر انسان در برابر گناه واکنش نشان ندهد، به تدر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ج</w:t>
      </w:r>
      <w:r w:rsidR="00E243D8" w:rsidRPr="00E243D8">
        <w:rPr>
          <w:rtl/>
          <w:lang w:bidi="fa-IR"/>
        </w:rPr>
        <w:t xml:space="preserve"> هم</w:t>
      </w:r>
      <w:r w:rsidR="00E243D8" w:rsidRPr="00E243D8">
        <w:rPr>
          <w:rFonts w:hint="cs"/>
          <w:rtl/>
        </w:rPr>
        <w:t>ۀ</w:t>
      </w:r>
      <w:r w:rsidR="00E243D8" w:rsidRPr="00E243D8">
        <w:rPr>
          <w:rtl/>
          <w:lang w:bidi="fa-IR"/>
        </w:rPr>
        <w:t xml:space="preserve"> وجود او را فرا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رد</w:t>
      </w:r>
      <w:r w:rsidR="00E243D8"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بنابرا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اگر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ناخواسته مرتکب گناه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شد،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فوراً آن را با توبه و استغفار تدارک کند و بر انجام آن تأسف بخورد و اندوهگ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شود.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پش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تأسف و اندوه، عامل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مهم بازدارنده گناه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lastRenderedPageBreak/>
        <w:t>انسان</w:t>
      </w:r>
      <w:r w:rsidRPr="00E243D8">
        <w:rPr>
          <w:rtl/>
          <w:lang w:bidi="fa-IR"/>
        </w:rPr>
        <w:t xml:space="preserve"> هنگام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دچار بحران گناه م</w:t>
      </w:r>
      <w:r w:rsidRPr="00E243D8">
        <w:rPr>
          <w:rFonts w:hint="cs"/>
          <w:rtl/>
          <w:lang w:bidi="fa-IR"/>
        </w:rPr>
        <w:t>یشود،</w:t>
      </w:r>
      <w:r w:rsidRPr="00E243D8">
        <w:rPr>
          <w:rtl/>
          <w:lang w:bidi="fa-IR"/>
        </w:rPr>
        <w:t xml:space="preserve">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محزون باشد.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نجا</w:t>
      </w:r>
      <w:r w:rsidRPr="00E243D8">
        <w:rPr>
          <w:rtl/>
          <w:lang w:bidi="fa-IR"/>
        </w:rPr>
        <w:t xml:space="preserve"> جا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>.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غمگ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باشد تا از قلمرو گناه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رون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. اصلاً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نشانه 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انسان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فهمد هنوز نور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در دلش روشن است،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از گناه پکر شود.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و همچن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Pr="00E243D8">
        <w:rPr>
          <w:rFonts w:hint="eastAsia"/>
          <w:rtl/>
          <w:lang w:bidi="fa-IR"/>
        </w:rPr>
        <w:t>رسول</w:t>
      </w:r>
      <w:r w:rsidRPr="00E243D8">
        <w:rPr>
          <w:rtl/>
          <w:lang w:bidi="fa-IR"/>
        </w:rPr>
        <w:t xml:space="preserve">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مَنْ</w:t>
      </w:r>
      <w:r w:rsidRPr="00E243D8">
        <w:rPr>
          <w:rtl/>
          <w:lang w:bidi="fa-IR"/>
        </w:rPr>
        <w:t xml:space="preserve"> سُرَّتْهُ حَسَنَتُهُ وَ ساءَتْهُ سَ</w:t>
      </w:r>
      <w:r w:rsidRPr="00E243D8">
        <w:rPr>
          <w:rFonts w:hint="cs"/>
          <w:rtl/>
          <w:lang w:bidi="fa-IR"/>
        </w:rPr>
        <w:t>یِّ</w:t>
      </w:r>
      <w:r w:rsidRPr="00E243D8">
        <w:rPr>
          <w:rFonts w:hint="eastAsia"/>
          <w:rtl/>
          <w:lang w:bidi="fa-IR"/>
        </w:rPr>
        <w:t>ئَتُهُ</w:t>
      </w:r>
      <w:r w:rsidRPr="00E243D8">
        <w:rPr>
          <w:rtl/>
          <w:lang w:bidi="fa-IR"/>
        </w:rPr>
        <w:t xml:space="preserve"> فَهُوَ مُؤمِنٌ؛</w:t>
      </w:r>
      <w:r w:rsidRPr="003808FA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هر کس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اش او را خوشحال کند و بد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ناراحتش نما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مؤمن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خوب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او را شادمان کند و بد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او را ناراحت سازد،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تواند بفهمد که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در دلش برقرار و زنده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گناه و معص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انسان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زانو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غم در بغل بگ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رد</w:t>
      </w:r>
      <w:r w:rsidRPr="00E243D8">
        <w:rPr>
          <w:rtl/>
          <w:lang w:bidi="fa-IR"/>
        </w:rPr>
        <w:t>.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گناه کرده است، ظلم و خ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انت</w:t>
      </w:r>
      <w:r w:rsidRPr="00E243D8">
        <w:rPr>
          <w:rtl/>
          <w:lang w:bidi="fa-IR"/>
        </w:rPr>
        <w:t xml:space="preserve"> کرده است، دروغ گفته است، غ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بت</w:t>
      </w:r>
      <w:r w:rsidRPr="00E243D8">
        <w:rPr>
          <w:rtl/>
          <w:lang w:bidi="fa-IR"/>
        </w:rPr>
        <w:t xml:space="preserve"> کرده است،</w:t>
      </w:r>
    </w:p>
    <w:p w:rsidR="00E243D8" w:rsidRPr="00E243D8" w:rsidRDefault="003808FA" w:rsidP="003808F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E243D8" w:rsidRPr="00E243D8" w:rsidRDefault="00E243D8" w:rsidP="003808FA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2، ص 232؛ الخصال، ج 1، ص 47؛ بحارالانوار، ج 64، ص 302.</w:t>
      </w:r>
    </w:p>
    <w:p w:rsidR="00E243D8" w:rsidRPr="00E243D8" w:rsidRDefault="003808FA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غصه</w:t>
      </w:r>
      <w:r w:rsidR="00E243D8" w:rsidRPr="00E243D8">
        <w:rPr>
          <w:rtl/>
          <w:lang w:bidi="fa-IR"/>
        </w:rPr>
        <w:t xml:space="preserve"> بخورد تا غم واندوه، دلش را شست و شو بدهد. تا پش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مان</w:t>
      </w:r>
      <w:r w:rsidR="00E243D8" w:rsidRPr="00E243D8">
        <w:rPr>
          <w:rtl/>
          <w:lang w:bidi="fa-IR"/>
        </w:rPr>
        <w:t xml:space="preserve"> گردد و توبه کند و موجبات خشنود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خداوند را فراهم سازد. چنان که در روا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ات</w:t>
      </w:r>
      <w:r w:rsidR="00E243D8" w:rsidRPr="00E243D8">
        <w:rPr>
          <w:rtl/>
          <w:lang w:bidi="fa-IR"/>
        </w:rPr>
        <w:t xml:space="preserve"> آمده است که کفاره برخ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از گناهان غم و اندوه در زندگ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است و تا انسان اندوهِ مع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شت</w:t>
      </w:r>
      <w:r w:rsidR="00E243D8" w:rsidRPr="00E243D8">
        <w:rPr>
          <w:rtl/>
          <w:lang w:bidi="fa-IR"/>
        </w:rPr>
        <w:t xml:space="preserve"> و زندگ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را نخورد، گناهش بخشوده نم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شود. از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امبر</w:t>
      </w:r>
      <w:r w:rsidR="00E243D8" w:rsidRPr="00E243D8">
        <w:rPr>
          <w:rtl/>
          <w:lang w:bidi="fa-IR"/>
        </w:rPr>
        <w:t xml:space="preserve">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="00E243D8" w:rsidRPr="00E243D8">
        <w:rPr>
          <w:rtl/>
          <w:lang w:bidi="fa-IR"/>
        </w:rPr>
        <w:t>چن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نقل شده است: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اِنَّ</w:t>
      </w:r>
      <w:r w:rsidRPr="00E243D8">
        <w:rPr>
          <w:rtl/>
          <w:lang w:bidi="fa-IR"/>
        </w:rPr>
        <w:t xml:space="preserve"> مِنَ الذُّنوبِ ذُنوباً لا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کَفِّرُها</w:t>
      </w:r>
      <w:r w:rsidRPr="00E243D8">
        <w:rPr>
          <w:rtl/>
          <w:lang w:bidi="fa-IR"/>
        </w:rPr>
        <w:t xml:space="preserve"> صَلاهٌ وَلا صَدَقَهٌ 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لَ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رَسُولَ اللهِ فَما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کَفِّرُها</w:t>
      </w:r>
      <w:r w:rsidRPr="00E243D8">
        <w:rPr>
          <w:rtl/>
          <w:lang w:bidi="fa-IR"/>
        </w:rPr>
        <w:t xml:space="preserve"> قالَ الهُمُومُ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طَلَبِ المَع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شَهِ؛</w:t>
      </w:r>
      <w:r w:rsidRPr="003808FA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پاره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گناهان است که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نماز و صدقه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کفاره آن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 پرس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دند</w:t>
      </w:r>
      <w:r w:rsidRPr="00E243D8">
        <w:rPr>
          <w:rtl/>
          <w:lang w:bidi="fa-IR"/>
        </w:rPr>
        <w:t>: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خدا، پس کفاره آن ها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ست؟</w:t>
      </w:r>
      <w:r w:rsidRPr="00E243D8">
        <w:rPr>
          <w:rtl/>
          <w:lang w:bidi="fa-IR"/>
        </w:rPr>
        <w:t xml:space="preserve"> فرمو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 غم و اندوه خوردن در طلب مع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شت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خرسند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اهل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به اطاعت و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فرام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خدا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متعال است و غم و اندوهشان بر گناه و نافرمان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خداست.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جان کلام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است: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3808FA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سُرورُ</w:t>
      </w:r>
      <w:r w:rsidRPr="00E243D8">
        <w:rPr>
          <w:rtl/>
          <w:lang w:bidi="fa-IR"/>
        </w:rPr>
        <w:t xml:space="preserve"> المُؤْمِنِ بِطاعَهِ رَبِّهِ وَ حُزْنُهُ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ذَنْبِهِ؛</w:t>
      </w:r>
      <w:r w:rsidRPr="003808FA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سرور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مؤمن به اطاعت پروردگار خو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است و حزن و اندوه او بر گناهش.</w:t>
      </w:r>
      <w:r w:rsidR="003808FA" w:rsidRPr="00E243D8">
        <w:rPr>
          <w:rFonts w:hint="cs"/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اگر انسان در برابر گناه پکر و ناراحت شد، معلوم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 هنوز نور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در وجودش تلألؤ دارد.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اگر در برابر گناه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تفاوت ماند، در سراز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سقوط قرار خواهد گرفت.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هرچقدر</w:t>
      </w:r>
      <w:r w:rsidRPr="00E243D8">
        <w:rPr>
          <w:rtl/>
          <w:lang w:bidi="fa-IR"/>
        </w:rPr>
        <w:t xml:space="preserve"> انسان در برابر گناه حساس تر و اندوهگ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تر باشد، او را از گناه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شتر</w:t>
      </w:r>
      <w:r w:rsidRPr="00E243D8">
        <w:rPr>
          <w:rtl/>
          <w:lang w:bidi="fa-IR"/>
        </w:rPr>
        <w:t xml:space="preserve"> محافظت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 در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اندوه بر گناه سد محکم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برابر ارتکاب گناه است و </w:t>
      </w:r>
      <w:r w:rsidRPr="00E243D8">
        <w:rPr>
          <w:rtl/>
          <w:lang w:bidi="fa-IR"/>
        </w:rPr>
        <w:lastRenderedPageBreak/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خود وس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Fonts w:hint="cs"/>
          <w:rtl/>
        </w:rPr>
        <w:t>ۀ</w:t>
      </w:r>
      <w:r w:rsidRPr="00E243D8">
        <w:rPr>
          <w:rtl/>
          <w:lang w:bidi="fa-IR"/>
        </w:rPr>
        <w:t xml:space="preserve"> کمال و 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</w:t>
      </w:r>
      <w:r w:rsidRPr="00E243D8">
        <w:rPr>
          <w:rtl/>
          <w:lang w:bidi="fa-IR"/>
        </w:rPr>
        <w:t xml:space="preserve"> به سعادت جاو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دان</w:t>
      </w:r>
      <w:r w:rsidRPr="00E243D8">
        <w:rPr>
          <w:rtl/>
          <w:lang w:bidi="fa-IR"/>
        </w:rPr>
        <w:t xml:space="preserve"> و</w:t>
      </w:r>
    </w:p>
    <w:p w:rsidR="00E243D8" w:rsidRPr="00E243D8" w:rsidRDefault="003808FA" w:rsidP="003808F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E243D8" w:rsidRPr="00E243D8" w:rsidRDefault="00E243D8" w:rsidP="003808FA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بحارالانوار، ج 70، ص 175.</w:t>
      </w:r>
    </w:p>
    <w:p w:rsidR="00E243D8" w:rsidRPr="00E243D8" w:rsidRDefault="00E243D8" w:rsidP="003808FA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</w:t>
      </w:r>
      <w:r w:rsidRPr="00E243D8">
        <w:rPr>
          <w:rtl/>
          <w:lang w:bidi="fa-IR"/>
        </w:rPr>
        <w:t xml:space="preserve"> الحکم،ص 286؛ غررالحکم، ص 400.</w:t>
      </w:r>
    </w:p>
    <w:p w:rsidR="00E243D8" w:rsidRPr="00E243D8" w:rsidRDefault="003808FA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سرور</w:t>
      </w:r>
      <w:r w:rsidR="00E243D8" w:rsidRPr="00E243D8">
        <w:rPr>
          <w:rtl/>
          <w:lang w:bidi="fa-IR"/>
        </w:rPr>
        <w:t xml:space="preserve"> و شادمان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پا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ان</w:t>
      </w:r>
      <w:r w:rsidR="00E243D8" w:rsidRPr="00E243D8">
        <w:rPr>
          <w:rtl/>
          <w:lang w:bidi="fa-IR"/>
        </w:rPr>
        <w:t xml:space="preserve"> است. که ام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رالمؤمن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="00E243D8"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کَمْ</w:t>
      </w:r>
      <w:r w:rsidRPr="00E243D8">
        <w:rPr>
          <w:rtl/>
          <w:lang w:bidi="fa-IR"/>
        </w:rPr>
        <w:t xml:space="preserve"> مِنْ حَز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نٍ</w:t>
      </w:r>
      <w:r w:rsidRPr="00E243D8">
        <w:rPr>
          <w:rtl/>
          <w:lang w:bidi="fa-IR"/>
        </w:rPr>
        <w:t xml:space="preserve"> وَفَدَ بِهِ حُزْنُهُ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سُرورِ الْاَبَدِ</w:t>
      </w:r>
      <w:r w:rsidRPr="003808FA">
        <w:rPr>
          <w:rStyle w:val="libFootnotenumChar"/>
          <w:rtl/>
        </w:rPr>
        <w:t>؛(1)</w:t>
      </w:r>
      <w:r w:rsidRPr="00E243D8">
        <w:rPr>
          <w:rtl/>
          <w:lang w:bidi="fa-IR"/>
        </w:rPr>
        <w:t xml:space="preserve"> چه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ارند</w:t>
      </w:r>
      <w:r w:rsidRPr="00E243D8">
        <w:rPr>
          <w:rtl/>
          <w:lang w:bidi="fa-IR"/>
        </w:rPr>
        <w:t xml:space="preserve"> انسان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حز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 اندوهناک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به خاطر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حزن و اندوه، به سرور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جاو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دان</w:t>
      </w:r>
      <w:r w:rsidRPr="00E243D8">
        <w:rPr>
          <w:rtl/>
          <w:lang w:bidi="fa-IR"/>
        </w:rPr>
        <w:t xml:space="preserve"> دست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افتند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3808FA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3) حزن در مصائب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3808FA" w:rsidRPr="003808FA">
        <w:rPr>
          <w:rStyle w:val="libAlaemChar"/>
          <w:rFonts w:eastAsiaTheme="minorHAnsi"/>
          <w:rtl/>
        </w:rPr>
        <w:t>عليهم‌السلام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اساس</w:t>
      </w:r>
      <w:r w:rsidRPr="00E243D8">
        <w:rPr>
          <w:rtl/>
          <w:lang w:bidi="fa-IR"/>
        </w:rPr>
        <w:t xml:space="preserve"> خلقت و فطر</w:t>
      </w:r>
      <w:r w:rsidR="003808FA">
        <w:rPr>
          <w:rFonts w:hint="cs"/>
          <w:rtl/>
          <w:lang w:bidi="fa-IR"/>
        </w:rPr>
        <w:t>ت</w:t>
      </w:r>
      <w:r w:rsidRPr="00E243D8">
        <w:rPr>
          <w:rtl/>
          <w:lang w:bidi="fa-IR"/>
        </w:rPr>
        <w:t xml:space="preserve"> و بهشت بر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 حزن و اندوه در موارد خاص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مطلوب و ممدوح است.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آن موارد حزن و اندوه در مصائب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است. چنان که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خصوص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را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</w:t>
      </w:r>
      <w:r w:rsidRPr="00E243D8">
        <w:rPr>
          <w:rtl/>
          <w:lang w:bidi="fa-IR"/>
        </w:rPr>
        <w:t xml:space="preserve"> اللهَ اطَّلَعَ فَاخْتارَنا وَ اخْتارَلَنا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عَتَنا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نْصُرونَنا</w:t>
      </w:r>
      <w:r w:rsidRPr="00E243D8">
        <w:rPr>
          <w:rtl/>
          <w:lang w:bidi="fa-IR"/>
        </w:rPr>
        <w:t xml:space="preserve"> وَ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فْرَحونَ</w:t>
      </w:r>
      <w:r w:rsidRPr="00E243D8">
        <w:rPr>
          <w:rtl/>
          <w:lang w:bidi="fa-IR"/>
        </w:rPr>
        <w:t xml:space="preserve"> بِفَرَحِنا وَ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حْزَنُونَ</w:t>
      </w:r>
      <w:r w:rsidRPr="00E243D8">
        <w:rPr>
          <w:rtl/>
          <w:lang w:bidi="fa-IR"/>
        </w:rPr>
        <w:t xml:space="preserve"> بِحُزْنِنا؛</w:t>
      </w:r>
      <w:r w:rsidRPr="003808FA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به راست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خداوند نگر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 xml:space="preserve"> و ما را برگز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ما را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 برگز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که ما را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 و به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 شادمان و به اندوه ما اندوهگ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شوند.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حزن</w:t>
      </w:r>
      <w:r w:rsidRPr="00E243D8">
        <w:rPr>
          <w:rtl/>
          <w:lang w:bidi="fa-IR"/>
        </w:rPr>
        <w:t xml:space="preserve"> و اندوه در حزن و اندوه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 xml:space="preserve">،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ژگ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است که آنان را از سا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ممتاز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 آنچنان ارتباط قو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همه حالات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از حزن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آنان جر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دارد.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</w:t>
      </w:r>
      <w:r w:rsidRPr="00E243D8">
        <w:rPr>
          <w:rtl/>
          <w:lang w:bidi="fa-IR"/>
        </w:rPr>
        <w:t xml:space="preserve"> حزن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فرصت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استحکا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وندها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معنو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 آن بزرگواران و ابراز محبت و جان نثار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ساحت مقدس آنان.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DF450E" w:rsidP="00DF450E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48" w:name="_Toc67344731"/>
      <w:r w:rsidR="00E243D8" w:rsidRPr="00E243D8">
        <w:rPr>
          <w:rFonts w:hint="eastAsia"/>
          <w:rtl/>
          <w:lang w:bidi="fa-IR"/>
        </w:rPr>
        <w:lastRenderedPageBreak/>
        <w:t>همدل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با اهل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tl/>
          <w:lang w:bidi="fa-IR"/>
        </w:rPr>
        <w:t xml:space="preserve"> </w:t>
      </w:r>
      <w:r w:rsidRPr="00DF450E">
        <w:rPr>
          <w:rStyle w:val="libAlaemChar"/>
          <w:rFonts w:eastAsiaTheme="minorHAnsi"/>
          <w:rtl/>
        </w:rPr>
        <w:t>عليهم‌السلام</w:t>
      </w:r>
      <w:bookmarkEnd w:id="48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محزون</w:t>
      </w:r>
      <w:r w:rsidRPr="00E243D8">
        <w:rPr>
          <w:rtl/>
          <w:lang w:bidi="fa-IR"/>
        </w:rPr>
        <w:t xml:space="preserve"> بودن در حزن و اندوه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عوامل تعال</w:t>
      </w:r>
      <w:r w:rsidRPr="00E243D8">
        <w:rPr>
          <w:rFonts w:hint="cs"/>
          <w:rtl/>
          <w:lang w:bidi="fa-IR"/>
        </w:rPr>
        <w:t>یبخش</w:t>
      </w:r>
    </w:p>
    <w:p w:rsidR="00E243D8" w:rsidRPr="00E243D8" w:rsidRDefault="00DF450E" w:rsidP="00DF450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</w:t>
      </w:r>
    </w:p>
    <w:p w:rsidR="00E243D8" w:rsidRPr="00E243D8" w:rsidRDefault="00E243D8" w:rsidP="00DF450E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</w:t>
      </w:r>
      <w:r w:rsidRPr="00E243D8">
        <w:rPr>
          <w:rtl/>
          <w:lang w:bidi="fa-IR"/>
        </w:rPr>
        <w:t xml:space="preserve"> الحکم، ص 380؛ تصن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غرر الحکم، ص 321.</w:t>
      </w:r>
    </w:p>
    <w:p w:rsidR="00E243D8" w:rsidRPr="00E243D8" w:rsidRDefault="00E243D8" w:rsidP="00DF450E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تحف العقول، ص 123.</w:t>
      </w:r>
    </w:p>
    <w:p w:rsidR="00E243D8" w:rsidRPr="00E243D8" w:rsidRDefault="00DF450E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روح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و معنو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است و دوش به دوش عبادت و بندگ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خداوند، انسان را به اوج کمال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رساند.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="00E243D8"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نَفس</w:t>
      </w:r>
      <w:r w:rsidRPr="00E243D8">
        <w:rPr>
          <w:rtl/>
          <w:lang w:bidi="fa-IR"/>
        </w:rPr>
        <w:t xml:space="preserve"> المَهْموُمِ لِظُلمِنا تَسب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حٌ</w:t>
      </w:r>
      <w:r w:rsidRPr="00E243D8">
        <w:rPr>
          <w:rtl/>
          <w:lang w:bidi="fa-IR"/>
        </w:rPr>
        <w:t xml:space="preserve"> وَ هَمَّهُ لَنا عِبادَهٌ؛</w:t>
      </w:r>
      <w:r w:rsidRPr="00DF450E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نفس کش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</w:t>
      </w:r>
      <w:r w:rsidRPr="00E243D8">
        <w:rPr>
          <w:rtl/>
          <w:lang w:bidi="fa-IR"/>
        </w:rPr>
        <w:t xml:space="preserve"> اندوهگ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به خاطر ستم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بر ما رفته است، به منزله تسب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خداوند و «سبحان الله» گفتن است و اندوه او به خاطر ما عبادت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اگر</w:t>
      </w:r>
      <w:r w:rsidRPr="00E243D8">
        <w:rPr>
          <w:rtl/>
          <w:lang w:bidi="fa-IR"/>
        </w:rPr>
        <w:t xml:space="preserve"> امام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فرمودند، به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خاطر است که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و همدل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همراه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آل الله، همسان با تسب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و عبادت خداوند است. اصلاً ذکر و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آنان،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خداست. چنان که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</w:t>
      </w:r>
      <w:r w:rsidRPr="00E243D8">
        <w:rPr>
          <w:rtl/>
          <w:lang w:bidi="fa-IR"/>
        </w:rPr>
        <w:t xml:space="preserve"> ذِکْرَنا مِنْ ذِکْرِ اللهِ؛</w:t>
      </w:r>
      <w:r w:rsidRPr="00DF450E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در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ما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از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خداست.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</w:t>
      </w:r>
      <w:r w:rsidRPr="00E243D8">
        <w:rPr>
          <w:rtl/>
          <w:lang w:bidi="fa-IR"/>
        </w:rPr>
        <w:t xml:space="preserve"> از ذکر و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خدا جز آرامش و اطم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نان</w:t>
      </w:r>
      <w:r w:rsidRPr="00E243D8">
        <w:rPr>
          <w:rtl/>
          <w:lang w:bidi="fa-IR"/>
        </w:rPr>
        <w:t xml:space="preserve"> خاطر چه انتظار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رود. ارتباط معنو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روحان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 آل الله، اتصال به 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کران آرامش، و پشتوانه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آسا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خاطر انسان است. همان گونه که اول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خوف و حزن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ندارد، کسان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هم که به آنان متصل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شوند،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موهبت بهره مند خواهند بود.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DF450E" w:rsidP="00DF450E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49" w:name="_Toc67344732"/>
      <w:r w:rsidR="00E243D8" w:rsidRPr="00E243D8">
        <w:rPr>
          <w:rFonts w:hint="eastAsia"/>
          <w:rtl/>
          <w:lang w:bidi="fa-IR"/>
        </w:rPr>
        <w:lastRenderedPageBreak/>
        <w:t>باطن</w:t>
      </w:r>
      <w:r w:rsidR="00E243D8" w:rsidRPr="00E243D8">
        <w:rPr>
          <w:rtl/>
          <w:lang w:bidi="fa-IR"/>
        </w:rPr>
        <w:t xml:space="preserve"> مصائب</w:t>
      </w:r>
      <w:bookmarkEnd w:id="49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هر</w:t>
      </w:r>
      <w:r w:rsidRPr="00E243D8">
        <w:rPr>
          <w:rtl/>
          <w:lang w:bidi="fa-IR"/>
        </w:rPr>
        <w:t xml:space="preserve"> چند در باطن و روحِ مصائب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، فرح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است و چنانچه به عمق مصائب بنگر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و از بُعد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 را بررس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که باطن همه آن ها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است،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چه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که به ما فرموده اند در مصائب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 xml:space="preserve">اندوهناک </w:t>
      </w:r>
      <w:r w:rsidRPr="00E243D8">
        <w:rPr>
          <w:rFonts w:hint="eastAsia"/>
          <w:rtl/>
          <w:lang w:bidi="fa-IR"/>
        </w:rPr>
        <w:t>باش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اگر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در برخ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مقاتل نوشته اند که هر چه بلا و مص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بت</w:t>
      </w:r>
      <w:r w:rsidRPr="00E243D8">
        <w:rPr>
          <w:rtl/>
          <w:lang w:bidi="fa-IR"/>
        </w:rPr>
        <w:t xml:space="preserve"> در</w:t>
      </w:r>
    </w:p>
    <w:p w:rsidR="00E243D8" w:rsidRPr="00E243D8" w:rsidRDefault="00DF450E" w:rsidP="00DF450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E243D8" w:rsidRPr="00E243D8" w:rsidRDefault="00E243D8" w:rsidP="00DF450E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2، ص 226؛ الامال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للمف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ص 338؛ بحارالانوار، ج 2، ص 64.</w:t>
      </w:r>
    </w:p>
    <w:p w:rsidR="00E243D8" w:rsidRPr="00E243D8" w:rsidRDefault="00E243D8" w:rsidP="00DF450E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2، ص 186؛ وسائل الش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عه،</w:t>
      </w:r>
      <w:r w:rsidRPr="00E243D8">
        <w:rPr>
          <w:rtl/>
          <w:lang w:bidi="fa-IR"/>
        </w:rPr>
        <w:t xml:space="preserve"> ج 16، ص 345؛ بحارالانوار، ج 71، ص 258.</w:t>
      </w:r>
    </w:p>
    <w:p w:rsidR="00E243D8" w:rsidRPr="00E243D8" w:rsidRDefault="00DF450E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کربلا</w:t>
      </w:r>
      <w:r w:rsidR="00E243D8" w:rsidRPr="00E243D8">
        <w:rPr>
          <w:rtl/>
          <w:lang w:bidi="fa-IR"/>
        </w:rPr>
        <w:t xml:space="preserve">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شتر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شد، چهره امام حس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="00E243D8" w:rsidRPr="00E243D8">
        <w:rPr>
          <w:rtl/>
          <w:lang w:bidi="fa-IR"/>
        </w:rPr>
        <w:t>بشاش تر و شاداب تر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گشت،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انگر</w:t>
      </w:r>
      <w:r w:rsidR="00E243D8" w:rsidRPr="00E243D8">
        <w:rPr>
          <w:rtl/>
          <w:lang w:bidi="fa-IR"/>
        </w:rPr>
        <w:t xml:space="preserve"> حق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قت</w:t>
      </w:r>
      <w:r w:rsidR="00E243D8" w:rsidRPr="00E243D8">
        <w:rPr>
          <w:rtl/>
          <w:lang w:bidi="fa-IR"/>
        </w:rPr>
        <w:t xml:space="preserve"> و باطن مصائب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است که انسان در راه خداوند متحمل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شود.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نشاط و شاداب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نشأت گرفته از نزد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ک</w:t>
      </w:r>
      <w:r w:rsidR="00E243D8" w:rsidRPr="00E243D8">
        <w:rPr>
          <w:rtl/>
          <w:lang w:bidi="fa-IR"/>
        </w:rPr>
        <w:t xml:space="preserve"> شدن ملاقات با خداوند است. کس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خواهد به ملاقات معشوق و محبوب خود برو</w:t>
      </w:r>
      <w:r w:rsidR="00E243D8" w:rsidRPr="00E243D8">
        <w:rPr>
          <w:rFonts w:hint="eastAsia"/>
          <w:rtl/>
          <w:lang w:bidi="fa-IR"/>
        </w:rPr>
        <w:t>د،</w:t>
      </w:r>
      <w:r w:rsidR="00E243D8" w:rsidRPr="00E243D8">
        <w:rPr>
          <w:rtl/>
          <w:lang w:bidi="fa-IR"/>
        </w:rPr>
        <w:t xml:space="preserve"> چرا شاداب و شادمان نباشد؟!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امام</w:t>
      </w:r>
      <w:r w:rsidRPr="00E243D8">
        <w:rPr>
          <w:rtl/>
          <w:lang w:bidi="fa-IR"/>
        </w:rPr>
        <w:t xml:space="preserve"> سجاد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روز</w:t>
      </w:r>
      <w:r w:rsidRPr="00E243D8">
        <w:rPr>
          <w:rtl/>
          <w:lang w:bidi="fa-IR"/>
        </w:rPr>
        <w:t xml:space="preserve"> عاشورا، آن گاه که کار بر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بن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بن 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طالب شدت گرفت، دشمنان به او نگر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ستند</w:t>
      </w:r>
      <w:r w:rsidRPr="00E243D8">
        <w:rPr>
          <w:rtl/>
          <w:lang w:bidi="fa-IR"/>
        </w:rPr>
        <w:t xml:space="preserve"> و مشاهده کردند که حالات او برخلاف آنان است. چرا که هرگاه کار شدت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گرفت، رنگ صورتشان دگرگون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شد، بدنشان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لرز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دل ها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شان</w:t>
      </w:r>
      <w:r w:rsidRPr="00E243D8">
        <w:rPr>
          <w:rtl/>
          <w:lang w:bidi="fa-IR"/>
        </w:rPr>
        <w:t xml:space="preserve"> هراسان بود. «وَ کانَ الحُسَ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نُ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Fonts w:hint="eastAsia"/>
          <w:rtl/>
          <w:lang w:bidi="fa-IR"/>
        </w:rPr>
        <w:t>وَ</w:t>
      </w:r>
      <w:r w:rsidRPr="00E243D8">
        <w:rPr>
          <w:rtl/>
          <w:lang w:bidi="fa-IR"/>
        </w:rPr>
        <w:t xml:space="preserve"> بَعْضُ مَنْ مَعَهُ مِنْ خَصائِصِهِ تَشْ_رِقُ اَلْوانُهُمْ وَ تَهْدَأُ جَوارِحُهُمْ وَ تَسْکُنُ نُفُوسُهُمْ؛ و امام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و برخ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اران</w:t>
      </w:r>
      <w:r w:rsidRPr="00E243D8">
        <w:rPr>
          <w:rtl/>
          <w:lang w:bidi="fa-IR"/>
        </w:rPr>
        <w:t xml:space="preserve"> او رنگ چهرشان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درخش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اعضا و جوارحشان آرام و جان ها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شان</w:t>
      </w:r>
      <w:r w:rsidRPr="00E243D8">
        <w:rPr>
          <w:rtl/>
          <w:lang w:bidi="fa-IR"/>
        </w:rPr>
        <w:t xml:space="preserve"> از آرامش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خاص برخوردار بود.»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برخ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دشمنان به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گفتند: «اُنْظُرُوا لا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بال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بِالمَوْتِ؛ بنگر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که چگونه باک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مرگ ندارد.»</w:t>
      </w:r>
      <w:r w:rsidRPr="00DF450E">
        <w:rPr>
          <w:rStyle w:val="libFootnotenumChar"/>
          <w:rtl/>
        </w:rPr>
        <w:t>(1)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مگر</w:t>
      </w:r>
      <w:r w:rsidRPr="00E243D8">
        <w:rPr>
          <w:rtl/>
          <w:lang w:bidi="fa-IR"/>
        </w:rPr>
        <w:t xml:space="preserve"> شب عاشورا، امام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از قاسم بن حسن نپرس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مرگ در نزد تو چگونه است؟ قاسم چه جواب داد؟ پاسخ داد: «اَحْل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مِنَ الْعَسَلِ؛</w:t>
      </w:r>
      <w:r w:rsidRPr="00DF450E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مرگ در کام من از عسل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تر است.»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آدم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راه خدا امتحان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دهد و سرافراز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رضا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</w:p>
    <w:p w:rsidR="00E243D8" w:rsidRPr="00E243D8" w:rsidRDefault="00DF450E" w:rsidP="00DF450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E243D8" w:rsidRPr="00E243D8" w:rsidRDefault="00E243D8" w:rsidP="00DF450E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lastRenderedPageBreak/>
        <w:t>1- 1. معان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الاخبار، ص 288؛ بحارالانوار، ج 44، ص 297.</w:t>
      </w:r>
    </w:p>
    <w:p w:rsidR="00E243D8" w:rsidRPr="00E243D8" w:rsidRDefault="00E243D8" w:rsidP="00DF450E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الهدا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الکبر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ص 204؛ نفس المهموم، ص 230.</w:t>
      </w:r>
    </w:p>
    <w:p w:rsidR="00E243D8" w:rsidRPr="00E243D8" w:rsidRDefault="00DF450E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خدا</w:t>
      </w:r>
      <w:r w:rsidR="00E243D8" w:rsidRPr="00E243D8">
        <w:rPr>
          <w:rtl/>
          <w:lang w:bidi="fa-IR"/>
        </w:rPr>
        <w:t xml:space="preserve"> را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ند،</w:t>
      </w:r>
      <w:r w:rsidR="00E243D8" w:rsidRPr="00E243D8">
        <w:rPr>
          <w:rtl/>
          <w:lang w:bidi="fa-IR"/>
        </w:rPr>
        <w:t xml:space="preserve"> هر چند طب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عت</w:t>
      </w:r>
      <w:r w:rsidR="00E243D8" w:rsidRPr="00E243D8">
        <w:rPr>
          <w:rtl/>
          <w:lang w:bidi="fa-IR"/>
        </w:rPr>
        <w:t xml:space="preserve"> و بدن انسان در فشار و آزار و اذ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tl/>
          <w:lang w:bidi="fa-IR"/>
        </w:rPr>
        <w:t xml:space="preserve"> باشد، ول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جنبه روح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انسان خوشحال و شادمان است. از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که امانت را به صاحب آن برگردانده است و خشنود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خدا را فراهم ساخته است، از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ک</w:t>
      </w:r>
      <w:r w:rsidR="00E243D8" w:rsidRPr="00E243D8">
        <w:rPr>
          <w:rtl/>
          <w:lang w:bidi="fa-IR"/>
        </w:rPr>
        <w:t xml:space="preserve"> رضا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tl/>
          <w:lang w:bidi="fa-IR"/>
        </w:rPr>
        <w:t xml:space="preserve"> خاطر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برخوردار است. بنابرا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ن،</w:t>
      </w:r>
      <w:r w:rsidR="00E243D8" w:rsidRPr="00E243D8">
        <w:rPr>
          <w:rtl/>
          <w:lang w:bidi="fa-IR"/>
        </w:rPr>
        <w:t xml:space="preserve"> بلا و مص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بت،</w:t>
      </w:r>
      <w:r w:rsidR="00E243D8" w:rsidRPr="00E243D8">
        <w:rPr>
          <w:rtl/>
          <w:lang w:bidi="fa-IR"/>
        </w:rPr>
        <w:t xml:space="preserve"> با نشاط و شاد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قابل جمع است. از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ک</w:t>
      </w:r>
      <w:r w:rsidR="00E243D8" w:rsidRPr="00E243D8">
        <w:rPr>
          <w:rtl/>
          <w:lang w:bidi="fa-IR"/>
        </w:rPr>
        <w:t xml:space="preserve"> بعد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توان خوشحال بود و از بُعد 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گر</w:t>
      </w:r>
      <w:r w:rsidR="00E243D8" w:rsidRPr="00E243D8">
        <w:rPr>
          <w:rtl/>
          <w:lang w:bidi="fa-IR"/>
        </w:rPr>
        <w:t xml:space="preserve"> در بلا و گرفتار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DF450E" w:rsidP="00DF450E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50" w:name="_Toc67344733"/>
      <w:r w:rsidR="00E243D8" w:rsidRPr="00E243D8">
        <w:rPr>
          <w:rFonts w:hint="eastAsia"/>
          <w:rtl/>
          <w:lang w:bidi="fa-IR"/>
        </w:rPr>
        <w:lastRenderedPageBreak/>
        <w:t>رضا</w:t>
      </w:r>
      <w:r w:rsidR="00E243D8" w:rsidRPr="00E243D8">
        <w:rPr>
          <w:rtl/>
          <w:lang w:bidi="fa-IR"/>
        </w:rPr>
        <w:t xml:space="preserve"> در مص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بت</w:t>
      </w:r>
      <w:bookmarkEnd w:id="50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عموماً</w:t>
      </w:r>
      <w:r w:rsidRPr="00E243D8">
        <w:rPr>
          <w:rtl/>
          <w:lang w:bidi="fa-IR"/>
        </w:rPr>
        <w:t xml:space="preserve"> بچه ها با 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و رغبت به مدرسه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روند،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را از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تعط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مشامشان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خورد و خوشحال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 فهم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 دوست دارند بدون زحمت کسب دانش کنند.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حاج</w:t>
      </w:r>
      <w:r w:rsidRPr="00E243D8">
        <w:rPr>
          <w:rtl/>
          <w:lang w:bidi="fa-IR"/>
        </w:rPr>
        <w:t xml:space="preserve"> آقا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دولاب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فرمودند: از بچگ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مکتب و مدرسه فرار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بودم. دلم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خواست خدا خودش به من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بدهد.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طور هم بود. خدا و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به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شان</w:t>
      </w:r>
      <w:r w:rsidRPr="00E243D8">
        <w:rPr>
          <w:rtl/>
          <w:lang w:bidi="fa-IR"/>
        </w:rPr>
        <w:t xml:space="preserve">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عنا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کردند.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فرمودند: در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روز زمستان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برف آمده بود، زم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خوردم و دستم شکست.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دستم شکسته بود، ناراحت بودم و اذ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شدم،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زم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نه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فراهم شده بود که چند روز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مدرسه نروم، خوشحال بودم. انسان ممکن است از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بعد ناراحت،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چند بعد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خو</w:t>
      </w:r>
      <w:r w:rsidRPr="00E243D8">
        <w:rPr>
          <w:rFonts w:hint="eastAsia"/>
          <w:rtl/>
          <w:lang w:bidi="fa-IR"/>
        </w:rPr>
        <w:t>شحال</w:t>
      </w:r>
      <w:r w:rsidRPr="00E243D8">
        <w:rPr>
          <w:rtl/>
          <w:lang w:bidi="fa-IR"/>
        </w:rPr>
        <w:t xml:space="preserve"> و خشنود باشد.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امام</w:t>
      </w:r>
      <w:r w:rsidRPr="00E243D8">
        <w:rPr>
          <w:rtl/>
          <w:lang w:bidi="fa-IR"/>
        </w:rPr>
        <w:t xml:space="preserve">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زانش</w:t>
      </w:r>
      <w:r w:rsidRPr="00E243D8">
        <w:rPr>
          <w:rtl/>
          <w:lang w:bidi="fa-IR"/>
        </w:rPr>
        <w:t xml:space="preserve"> را در راه خدا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دهد، از بُعد طب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عت</w:t>
      </w:r>
      <w:r w:rsidRPr="00E243D8">
        <w:rPr>
          <w:rtl/>
          <w:lang w:bidi="fa-IR"/>
        </w:rPr>
        <w:t xml:space="preserve"> و بُعد خَلق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بشر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ناراحت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شود، 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 چنان که در مقاتل آمده است که آن حضرت در چند جا 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کرده اند. اما درونش چه بود؟ دل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شان</w:t>
      </w:r>
      <w:r w:rsidRPr="00E243D8">
        <w:rPr>
          <w:rtl/>
          <w:lang w:bidi="fa-IR"/>
        </w:rPr>
        <w:t xml:space="preserve"> آکنده از رضا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و خشنود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خداوند بوده است. در </w:t>
      </w:r>
      <w:r w:rsidRPr="00E243D8">
        <w:rPr>
          <w:rFonts w:hint="eastAsia"/>
          <w:rtl/>
          <w:lang w:bidi="fa-IR"/>
        </w:rPr>
        <w:t>اوج</w:t>
      </w:r>
      <w:r w:rsidRPr="00E243D8">
        <w:rPr>
          <w:rtl/>
          <w:lang w:bidi="fa-IR"/>
        </w:rPr>
        <w:t xml:space="preserve"> مصائب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رِضاً بِقَضائِکَ لا مَعْبُودَ سِواکَ؛</w:t>
      </w:r>
      <w:r w:rsidRPr="00DF450E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خداوندا، به قضا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 خشنودم، معبود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جز تو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>!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رضا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و خشنود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در چهره اش نما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است.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شور و شوق را هم در </w:t>
      </w:r>
      <w:r w:rsidRPr="00E243D8">
        <w:rPr>
          <w:rtl/>
          <w:lang w:bidi="fa-IR"/>
        </w:rPr>
        <w:lastRenderedPageBreak/>
        <w:t>اصحاب امام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به خوب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 مشاهده کرد. از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شان</w:t>
      </w:r>
      <w:r w:rsidRPr="00E243D8">
        <w:rPr>
          <w:rtl/>
          <w:lang w:bidi="fa-IR"/>
        </w:rPr>
        <w:t xml:space="preserve"> در شب عاشورا، از سبقت گرفتنشان از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رفتن به 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دان</w:t>
      </w:r>
      <w:r w:rsidRPr="00E243D8">
        <w:rPr>
          <w:rtl/>
          <w:lang w:bidi="fa-IR"/>
        </w:rPr>
        <w:t xml:space="preserve"> نبرد، و از شوق و اشت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اقشان</w:t>
      </w:r>
      <w:r w:rsidRPr="00E243D8">
        <w:rPr>
          <w:rtl/>
          <w:lang w:bidi="fa-IR"/>
        </w:rPr>
        <w:t xml:space="preserve"> به شهادت.</w:t>
      </w:r>
    </w:p>
    <w:tbl>
      <w:tblPr>
        <w:tblStyle w:val="TableGrid"/>
        <w:bidiVisual/>
        <w:tblW w:w="5244" w:type="pct"/>
        <w:tblInd w:w="-432" w:type="dxa"/>
        <w:tblLook w:val="01E0"/>
      </w:tblPr>
      <w:tblGrid>
        <w:gridCol w:w="4036"/>
        <w:gridCol w:w="268"/>
        <w:gridCol w:w="3653"/>
      </w:tblGrid>
      <w:tr w:rsidR="00DF450E" w:rsidTr="0004539A">
        <w:trPr>
          <w:trHeight w:val="350"/>
        </w:trPr>
        <w:tc>
          <w:tcPr>
            <w:tcW w:w="4720" w:type="dxa"/>
            <w:shd w:val="clear" w:color="auto" w:fill="auto"/>
          </w:tcPr>
          <w:p w:rsidR="00DF450E" w:rsidRDefault="00DF450E" w:rsidP="0004539A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t>زن</w:t>
            </w:r>
            <w:r w:rsidRPr="00E243D8">
              <w:rPr>
                <w:rtl/>
                <w:lang w:bidi="fa-IR"/>
              </w:rPr>
              <w:t>ده کدام است بر هوش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F450E" w:rsidRDefault="00DF450E" w:rsidP="0004539A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F450E" w:rsidRDefault="00DF450E" w:rsidP="0004539A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t>آن</w:t>
            </w:r>
            <w:r w:rsidRPr="00E243D8">
              <w:rPr>
                <w:rtl/>
                <w:lang w:bidi="fa-IR"/>
              </w:rPr>
              <w:t xml:space="preserve"> که بم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رد</w:t>
            </w:r>
            <w:r w:rsidRPr="00E243D8">
              <w:rPr>
                <w:rtl/>
                <w:lang w:bidi="fa-IR"/>
              </w:rPr>
              <w:t xml:space="preserve"> به سر کو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tl/>
                <w:lang w:bidi="fa-IR"/>
              </w:rPr>
              <w:t xml:space="preserve"> 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اگر</w:t>
      </w:r>
      <w:r w:rsidRPr="00E243D8">
        <w:rPr>
          <w:rtl/>
          <w:lang w:bidi="fa-IR"/>
        </w:rPr>
        <w:t xml:space="preserve"> لذت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بردند و 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کردند،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نشاط و شور و اشت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اق</w:t>
      </w:r>
      <w:r w:rsidRPr="00E243D8">
        <w:rPr>
          <w:rtl/>
          <w:lang w:bidi="fa-IR"/>
        </w:rPr>
        <w:t xml:space="preserve"> در آنان نما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DF450E">
      <w:pPr>
        <w:pStyle w:val="Heading2"/>
        <w:rPr>
          <w:rtl/>
          <w:lang w:bidi="fa-IR"/>
        </w:rPr>
      </w:pPr>
      <w:bookmarkStart w:id="51" w:name="_Toc67344734"/>
      <w:r w:rsidRPr="00E243D8">
        <w:rPr>
          <w:rFonts w:hint="eastAsia"/>
          <w:rtl/>
          <w:lang w:bidi="fa-IR"/>
        </w:rPr>
        <w:t>لذت</w:t>
      </w:r>
      <w:r w:rsidRPr="00E243D8">
        <w:rPr>
          <w:rtl/>
          <w:lang w:bidi="fa-IR"/>
        </w:rPr>
        <w:t xml:space="preserve">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غ</w:t>
      </w:r>
      <w:bookmarkEnd w:id="51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چرا</w:t>
      </w:r>
      <w:r w:rsidRPr="00E243D8">
        <w:rPr>
          <w:rtl/>
          <w:lang w:bidi="fa-IR"/>
        </w:rPr>
        <w:t xml:space="preserve"> عابس بن 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</w:t>
      </w:r>
      <w:r w:rsidRPr="00E243D8">
        <w:rPr>
          <w:rtl/>
          <w:lang w:bidi="fa-IR"/>
        </w:rPr>
        <w:t xml:space="preserve"> شاکر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دان</w:t>
      </w:r>
      <w:r w:rsidRPr="00E243D8">
        <w:rPr>
          <w:rtl/>
          <w:lang w:bidi="fa-IR"/>
        </w:rPr>
        <w:t xml:space="preserve"> نبرد کلاهخود از سر خود بر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دارد، زره خود را از تن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آورد؟</w:t>
      </w:r>
      <w:r w:rsidRPr="00DF450E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معلوم م</w:t>
      </w:r>
      <w:r w:rsidRPr="00E243D8">
        <w:rPr>
          <w:rFonts w:hint="cs"/>
          <w:rtl/>
          <w:lang w:bidi="fa-IR"/>
        </w:rPr>
        <w:t>یشود</w:t>
      </w:r>
      <w:r w:rsidRPr="00E243D8">
        <w:rPr>
          <w:rtl/>
          <w:lang w:bidi="fa-IR"/>
        </w:rPr>
        <w:t xml:space="preserve">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در راه خدا و در رکاب امام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زه</w:t>
      </w:r>
      <w:r w:rsidRPr="00E243D8">
        <w:rPr>
          <w:rtl/>
          <w:lang w:bidi="fa-IR"/>
        </w:rPr>
        <w:t xml:space="preserve"> و شمش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بر بدنش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خورد، لذت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برد؛ وگرنه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کار را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tbl>
      <w:tblPr>
        <w:tblStyle w:val="TableGrid"/>
        <w:bidiVisual/>
        <w:tblW w:w="5244" w:type="pct"/>
        <w:tblInd w:w="-432" w:type="dxa"/>
        <w:tblLook w:val="01E0"/>
      </w:tblPr>
      <w:tblGrid>
        <w:gridCol w:w="4013"/>
        <w:gridCol w:w="267"/>
        <w:gridCol w:w="3677"/>
      </w:tblGrid>
      <w:tr w:rsidR="0044510E" w:rsidTr="0044510E">
        <w:trPr>
          <w:trHeight w:val="350"/>
        </w:trPr>
        <w:tc>
          <w:tcPr>
            <w:tcW w:w="4013" w:type="dxa"/>
            <w:shd w:val="clear" w:color="auto" w:fill="auto"/>
          </w:tcPr>
          <w:p w:rsidR="0044510E" w:rsidRDefault="0044510E" w:rsidP="0004539A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t>وقت</w:t>
            </w:r>
            <w:r w:rsidRPr="00E243D8">
              <w:rPr>
                <w:rtl/>
                <w:lang w:bidi="fa-IR"/>
              </w:rPr>
              <w:t xml:space="preserve"> آن آمد که من عر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ان</w:t>
            </w:r>
            <w:r w:rsidRPr="00E243D8">
              <w:rPr>
                <w:rtl/>
                <w:lang w:bidi="fa-IR"/>
              </w:rPr>
              <w:t xml:space="preserve"> شوم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  <w:shd w:val="clear" w:color="auto" w:fill="auto"/>
          </w:tcPr>
          <w:p w:rsidR="0044510E" w:rsidRDefault="0044510E" w:rsidP="0004539A">
            <w:pPr>
              <w:pStyle w:val="libPoem"/>
              <w:rPr>
                <w:rtl/>
              </w:rPr>
            </w:pPr>
          </w:p>
        </w:tc>
        <w:tc>
          <w:tcPr>
            <w:tcW w:w="3677" w:type="dxa"/>
            <w:shd w:val="clear" w:color="auto" w:fill="auto"/>
          </w:tcPr>
          <w:p w:rsidR="0044510E" w:rsidRDefault="0044510E" w:rsidP="0004539A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t>کربلا</w:t>
            </w:r>
            <w:r w:rsidRPr="00E243D8">
              <w:rPr>
                <w:rtl/>
                <w:lang w:bidi="fa-IR"/>
              </w:rPr>
              <w:t xml:space="preserve"> بزم و گلستان من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510E" w:rsidTr="0044510E">
        <w:trPr>
          <w:trHeight w:val="350"/>
        </w:trPr>
        <w:tc>
          <w:tcPr>
            <w:tcW w:w="4013" w:type="dxa"/>
          </w:tcPr>
          <w:p w:rsidR="0044510E" w:rsidRDefault="0044510E" w:rsidP="0004539A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t>مرغ</w:t>
            </w:r>
            <w:r w:rsidRPr="00E243D8">
              <w:rPr>
                <w:rtl/>
                <w:lang w:bidi="fa-IR"/>
              </w:rPr>
              <w:t xml:space="preserve"> حقم ت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ر</w:t>
            </w:r>
            <w:r w:rsidRPr="00E243D8">
              <w:rPr>
                <w:rtl/>
                <w:lang w:bidi="fa-IR"/>
              </w:rPr>
              <w:t xml:space="preserve"> بارانم کن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44510E" w:rsidRDefault="0044510E" w:rsidP="0004539A">
            <w:pPr>
              <w:pStyle w:val="libPoem"/>
              <w:rPr>
                <w:rtl/>
              </w:rPr>
            </w:pPr>
          </w:p>
        </w:tc>
        <w:tc>
          <w:tcPr>
            <w:tcW w:w="3677" w:type="dxa"/>
          </w:tcPr>
          <w:p w:rsidR="0044510E" w:rsidRDefault="0044510E" w:rsidP="0004539A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t>آزمودم</w:t>
            </w:r>
            <w:r w:rsidRPr="00E243D8">
              <w:rPr>
                <w:rtl/>
                <w:lang w:bidi="fa-IR"/>
              </w:rPr>
              <w:t xml:space="preserve"> مرگ من ز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ن</w:t>
            </w:r>
            <w:r w:rsidRPr="00E243D8">
              <w:rPr>
                <w:rtl/>
                <w:lang w:bidi="fa-IR"/>
              </w:rPr>
              <w:t xml:space="preserve"> زندگ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tl/>
                <w:lang w:bidi="fa-IR"/>
              </w:rPr>
              <w:t xml:space="preserve">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510E" w:rsidTr="0044510E">
        <w:trPr>
          <w:trHeight w:val="350"/>
        </w:trPr>
        <w:tc>
          <w:tcPr>
            <w:tcW w:w="4013" w:type="dxa"/>
          </w:tcPr>
          <w:p w:rsidR="0044510E" w:rsidRDefault="0044510E" w:rsidP="0004539A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t>جسم</w:t>
            </w:r>
            <w:r w:rsidRPr="00E243D8">
              <w:rPr>
                <w:rtl/>
                <w:lang w:bidi="fa-IR"/>
              </w:rPr>
              <w:t xml:space="preserve"> بگذارم سراسر جان شوم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44510E" w:rsidRDefault="0044510E" w:rsidP="0004539A">
            <w:pPr>
              <w:pStyle w:val="libPoem"/>
              <w:rPr>
                <w:rtl/>
              </w:rPr>
            </w:pPr>
          </w:p>
        </w:tc>
        <w:tc>
          <w:tcPr>
            <w:tcW w:w="3677" w:type="dxa"/>
          </w:tcPr>
          <w:p w:rsidR="0044510E" w:rsidRDefault="0044510E" w:rsidP="0004539A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t>ن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زه</w:t>
            </w:r>
            <w:r w:rsidRPr="00E243D8">
              <w:rPr>
                <w:rtl/>
                <w:lang w:bidi="fa-IR"/>
              </w:rPr>
              <w:t xml:space="preserve"> و شمش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ر</w:t>
            </w:r>
            <w:r w:rsidRPr="00E243D8">
              <w:rPr>
                <w:rtl/>
                <w:lang w:bidi="fa-IR"/>
              </w:rPr>
              <w:t xml:space="preserve"> ر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حان</w:t>
            </w:r>
            <w:r w:rsidRPr="00E243D8">
              <w:rPr>
                <w:rtl/>
                <w:lang w:bidi="fa-IR"/>
              </w:rPr>
              <w:t xml:space="preserve"> من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510E" w:rsidTr="0044510E">
        <w:trPr>
          <w:trHeight w:val="350"/>
        </w:trPr>
        <w:tc>
          <w:tcPr>
            <w:tcW w:w="4013" w:type="dxa"/>
          </w:tcPr>
          <w:p w:rsidR="0044510E" w:rsidRDefault="0044510E" w:rsidP="0004539A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t>ز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ر</w:t>
            </w:r>
            <w:r w:rsidRPr="00E243D8">
              <w:rPr>
                <w:rtl/>
                <w:lang w:bidi="fa-IR"/>
              </w:rPr>
              <w:t xml:space="preserve"> ت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غ</w:t>
            </w:r>
            <w:r w:rsidRPr="00E243D8">
              <w:rPr>
                <w:rtl/>
                <w:lang w:bidi="fa-IR"/>
              </w:rPr>
              <w:t xml:space="preserve"> و ن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زه</w:t>
            </w:r>
            <w:r w:rsidRPr="00E243D8">
              <w:rPr>
                <w:rtl/>
                <w:lang w:bidi="fa-IR"/>
              </w:rPr>
              <w:t xml:space="preserve"> پنهانم کن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44510E" w:rsidRDefault="0044510E" w:rsidP="0004539A">
            <w:pPr>
              <w:pStyle w:val="libPoem"/>
              <w:rPr>
                <w:rtl/>
              </w:rPr>
            </w:pPr>
          </w:p>
        </w:tc>
        <w:tc>
          <w:tcPr>
            <w:tcW w:w="3677" w:type="dxa"/>
          </w:tcPr>
          <w:p w:rsidR="0044510E" w:rsidRDefault="0044510E" w:rsidP="0004539A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t>چون</w:t>
            </w:r>
            <w:r w:rsidRPr="00E243D8">
              <w:rPr>
                <w:rtl/>
                <w:lang w:bidi="fa-IR"/>
              </w:rPr>
              <w:t xml:space="preserve"> رهم ز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ن</w:t>
            </w:r>
            <w:r w:rsidRPr="00E243D8">
              <w:rPr>
                <w:rtl/>
                <w:lang w:bidi="fa-IR"/>
              </w:rPr>
              <w:t xml:space="preserve"> زندگ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tl/>
                <w:lang w:bidi="fa-IR"/>
              </w:rPr>
              <w:t xml:space="preserve"> پا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ندگ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tl/>
                <w:lang w:bidi="fa-IR"/>
              </w:rPr>
              <w:t xml:space="preserve">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اگر انسان را از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قفس تنگ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رون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اورند</w:t>
      </w:r>
      <w:r w:rsidRPr="00E243D8">
        <w:rPr>
          <w:rtl/>
          <w:lang w:bidi="fa-IR"/>
        </w:rPr>
        <w:t xml:space="preserve"> و پروازش دهند،</w:t>
      </w:r>
    </w:p>
    <w:p w:rsidR="00E243D8" w:rsidRPr="00E243D8" w:rsidRDefault="0044510E" w:rsidP="0044510E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1- 1. شرح اصول 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1، ص 96.</w:t>
      </w:r>
    </w:p>
    <w:p w:rsidR="00E243D8" w:rsidRPr="00E243D8" w:rsidRDefault="00E243D8" w:rsidP="0044510E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وقعه الطّف، ص 237؛ بحارالانوار، ج 45، ص 29.</w:t>
      </w:r>
    </w:p>
    <w:p w:rsidR="00E243D8" w:rsidRPr="00E243D8" w:rsidRDefault="0044510E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لذت</w:t>
      </w:r>
      <w:r w:rsidR="00E243D8" w:rsidRPr="00E243D8">
        <w:rPr>
          <w:rtl/>
          <w:lang w:bidi="fa-IR"/>
        </w:rPr>
        <w:t xml:space="preserve"> بخش 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ست؟</w:t>
      </w:r>
      <w:r w:rsidR="00E243D8" w:rsidRPr="00E243D8">
        <w:rPr>
          <w:rtl/>
          <w:lang w:bidi="fa-IR"/>
        </w:rPr>
        <w:t xml:space="preserve"> کس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به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مرحله رس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ده</w:t>
      </w:r>
      <w:r w:rsidR="00E243D8" w:rsidRPr="00E243D8">
        <w:rPr>
          <w:rtl/>
          <w:lang w:bidi="fa-IR"/>
        </w:rPr>
        <w:t xml:space="preserve"> و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حق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قت</w:t>
      </w:r>
      <w:r w:rsidR="00E243D8" w:rsidRPr="00E243D8">
        <w:rPr>
          <w:rtl/>
          <w:lang w:bidi="fa-IR"/>
        </w:rPr>
        <w:t xml:space="preserve"> را درک کرده است، چرا شور و نشاط و شاد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نداشته باشد؟! اگر غ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</w:t>
      </w:r>
      <w:r w:rsidR="00E243D8" w:rsidRPr="00E243D8">
        <w:rPr>
          <w:rtl/>
          <w:lang w:bidi="fa-IR"/>
        </w:rPr>
        <w:t xml:space="preserve"> از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باشد، جا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تعجب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چرا</w:t>
      </w:r>
      <w:r w:rsidRPr="00E243D8">
        <w:rPr>
          <w:rtl/>
          <w:lang w:bidi="fa-IR"/>
        </w:rPr>
        <w:t xml:space="preserve"> حضرت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شمش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زهرآلود به فرق مبارکشان اصابت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کند،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>: «فُزْتُ وَ رَبِّ الْکَعبَهِ؛</w:t>
      </w:r>
      <w:r w:rsidRPr="0044510E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به پروردگار کعبه رستگارم شد.» چون لحظه لقا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خداوند نزد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شده و زم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نه</w:t>
      </w:r>
      <w:r w:rsidRPr="00E243D8">
        <w:rPr>
          <w:rtl/>
          <w:lang w:bidi="fa-IR"/>
        </w:rPr>
        <w:t xml:space="preserve"> آزاد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زندان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فراهم گشته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بر</w:t>
      </w:r>
      <w:r w:rsidRPr="00E243D8">
        <w:rPr>
          <w:rtl/>
          <w:lang w:bidi="fa-IR"/>
        </w:rPr>
        <w:t xml:space="preserve"> عکس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که هنگام مرگ و ملاقات خدا خوشحال بودند، دشمنانشان در هول و اضطراب به سر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بردند؛ چون در همان هنگام، آتش دوزخ و فرشتگان عذاب را احساس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بنابرا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ممکن است اول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جنبه خَلق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به خاطر فراق احبه و دوستانشان ناراحت باشند و 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کنند،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جنبه روح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درون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ذاتشان از ملاقات با خدا خوشحال و خرسند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اگر</w:t>
      </w:r>
      <w:r w:rsidRPr="00E243D8">
        <w:rPr>
          <w:rtl/>
          <w:lang w:bidi="fa-IR"/>
        </w:rPr>
        <w:t xml:space="preserve"> به ما فرموده اند در حزن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محزون باش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به خاطر همراه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 جنبه خَلق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بشر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آنان است. و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ادب اقتضا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که با مص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بت</w:t>
      </w:r>
      <w:r w:rsidRPr="00E243D8">
        <w:rPr>
          <w:rtl/>
          <w:lang w:bidi="fa-IR"/>
        </w:rPr>
        <w:t xml:space="preserve"> زده با رو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خندان و شاد برخورد نکن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بلکه با حالت تأثر از مص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بت</w:t>
      </w:r>
      <w:r w:rsidRPr="00E243D8">
        <w:rPr>
          <w:rtl/>
          <w:lang w:bidi="fa-IR"/>
        </w:rPr>
        <w:t xml:space="preserve"> با صاحب مص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بت</w:t>
      </w:r>
      <w:r w:rsidRPr="00E243D8">
        <w:rPr>
          <w:rtl/>
          <w:lang w:bidi="fa-IR"/>
        </w:rPr>
        <w:t xml:space="preserve"> همدرد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و تسلا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خاط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او باش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44510E" w:rsidP="0044510E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52" w:name="_Toc67344735"/>
      <w:r w:rsidR="00E243D8" w:rsidRPr="00E243D8">
        <w:rPr>
          <w:rFonts w:hint="eastAsia"/>
          <w:rtl/>
          <w:lang w:bidi="fa-IR"/>
        </w:rPr>
        <w:lastRenderedPageBreak/>
        <w:t>جامه</w:t>
      </w:r>
      <w:r w:rsidR="00E243D8" w:rsidRPr="00E243D8">
        <w:rPr>
          <w:rtl/>
          <w:lang w:bidi="fa-IR"/>
        </w:rPr>
        <w:t xml:space="preserve"> ماتم برا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چه؟</w:t>
      </w:r>
      <w:bookmarkEnd w:id="52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بن طاووس شخص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بزرگ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 کتاب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ارزشمند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مقتل امام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و تار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خ</w:t>
      </w:r>
      <w:r w:rsidRPr="00E243D8">
        <w:rPr>
          <w:rtl/>
          <w:lang w:bidi="fa-IR"/>
        </w:rPr>
        <w:t xml:space="preserve"> وقا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</w:t>
      </w:r>
      <w:r w:rsidRPr="00E243D8">
        <w:rPr>
          <w:rtl/>
          <w:lang w:bidi="fa-IR"/>
        </w:rPr>
        <w:t xml:space="preserve"> کربلا نوشته است و آن را «اللهوف</w:t>
      </w:r>
    </w:p>
    <w:p w:rsidR="00E243D8" w:rsidRPr="00E243D8" w:rsidRDefault="0044510E" w:rsidP="0044510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E243D8" w:rsidRPr="00E243D8" w:rsidRDefault="00E243D8" w:rsidP="0044510E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 xml:space="preserve">1- 1. خصائص الائمه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، ص 63؛ مناقب آل 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طالب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، ج 3، ص 312؛ بحارالانوار، ج 41، ص 2.</w:t>
      </w:r>
    </w:p>
    <w:p w:rsidR="00E243D8" w:rsidRPr="00E243D8" w:rsidRDefault="0044510E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عل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قتل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الطفوف»،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عن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اشک و افسوس بر کشتگان کربلا نام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ده</w:t>
      </w:r>
      <w:r w:rsidR="00E243D8" w:rsidRPr="00E243D8">
        <w:rPr>
          <w:rtl/>
          <w:lang w:bidi="fa-IR"/>
        </w:rPr>
        <w:t xml:space="preserve"> است. معمولاً بزرگان ما در روا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tl/>
          <w:lang w:bidi="fa-IR"/>
        </w:rPr>
        <w:t xml:space="preserve"> تار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خ</w:t>
      </w:r>
      <w:r w:rsidR="00E243D8" w:rsidRPr="00E243D8">
        <w:rPr>
          <w:rtl/>
          <w:lang w:bidi="fa-IR"/>
        </w:rPr>
        <w:t xml:space="preserve"> کربلا به آن استناد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کنند.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شان</w:t>
      </w:r>
      <w:r w:rsidR="00E243D8" w:rsidRPr="00E243D8">
        <w:rPr>
          <w:rtl/>
          <w:lang w:bidi="fa-IR"/>
        </w:rPr>
        <w:t xml:space="preserve"> در مقدمه کتاب «لهوف»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فرما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اگر</w:t>
      </w:r>
      <w:r w:rsidRPr="00E243D8">
        <w:rPr>
          <w:rtl/>
          <w:lang w:bidi="fa-IR"/>
        </w:rPr>
        <w:t xml:space="preserve"> ما در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نبود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و اهل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رسم و عادتشان بر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نبود که در مصائب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و عزادار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کنند، و اگر نبود امتثال امر و دستور سنت و کتاب که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در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موارد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لباس عزا و مص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بت</w:t>
      </w:r>
      <w:r w:rsidRPr="00E243D8">
        <w:rPr>
          <w:rtl/>
          <w:lang w:bidi="fa-IR"/>
        </w:rPr>
        <w:t xml:space="preserve"> بپوش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از آن جهت که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هدا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ما، توسط ارباب ضلالت و گمراه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ض</w:t>
      </w:r>
      <w:r w:rsidRPr="00E243D8">
        <w:rPr>
          <w:rtl/>
          <w:lang w:bidi="fa-IR"/>
        </w:rPr>
        <w:t xml:space="preserve"> شهادت نائل آمده اند و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اه</w:t>
      </w:r>
      <w:r w:rsidRPr="00E243D8">
        <w:rPr>
          <w:rtl/>
          <w:lang w:bidi="fa-IR"/>
        </w:rPr>
        <w:t xml:space="preserve"> پوش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 به خاطر تأسف از دست دادن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سعادت بزرگ و 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غ</w:t>
      </w:r>
      <w:r w:rsidRPr="00E243D8">
        <w:rPr>
          <w:rtl/>
          <w:lang w:bidi="fa-IR"/>
        </w:rPr>
        <w:t xml:space="preserve"> و افسوس از نائل نشدن به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شهادت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است، جا داشت که در مقابل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نعمت بزرگ و وصال به حق، لباس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سرور بر تن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نما</w:t>
      </w:r>
      <w:r w:rsidRPr="00E243D8">
        <w:rPr>
          <w:rFonts w:hint="cs"/>
          <w:rtl/>
          <w:lang w:bidi="fa-IR"/>
        </w:rPr>
        <w:t>یی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چون در پوشش لباس مص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بت</w:t>
      </w:r>
      <w:r w:rsidRPr="00E243D8">
        <w:rPr>
          <w:rtl/>
          <w:lang w:bidi="fa-IR"/>
        </w:rPr>
        <w:t xml:space="preserve"> و عزا، رضا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و خشنود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حضرت حق و رضا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و علاقه بندگان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کوکار</w:t>
      </w:r>
      <w:r w:rsidRPr="00E243D8">
        <w:rPr>
          <w:rtl/>
          <w:lang w:bidi="fa-IR"/>
        </w:rPr>
        <w:t xml:space="preserve"> و صالح نهفته است، پس جامه ماتم به تن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و با فرور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ختن</w:t>
      </w:r>
      <w:r w:rsidRPr="00E243D8">
        <w:rPr>
          <w:rtl/>
          <w:lang w:bidi="fa-IR"/>
        </w:rPr>
        <w:t xml:space="preserve"> اشک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چشم انس و عادت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44510E" w:rsidP="0044510E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53" w:name="_Toc67344736"/>
      <w:r w:rsidR="00E243D8" w:rsidRPr="00E243D8">
        <w:rPr>
          <w:rFonts w:hint="eastAsia"/>
          <w:rtl/>
          <w:lang w:bidi="fa-IR"/>
        </w:rPr>
        <w:lastRenderedPageBreak/>
        <w:t>شوق</w:t>
      </w:r>
      <w:r w:rsidR="00E243D8" w:rsidRPr="00E243D8">
        <w:rPr>
          <w:rtl/>
          <w:lang w:bidi="fa-IR"/>
        </w:rPr>
        <w:t xml:space="preserve"> شهادت</w:t>
      </w:r>
      <w:bookmarkEnd w:id="53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فهم</w:t>
      </w:r>
      <w:r w:rsidRPr="00E243D8">
        <w:rPr>
          <w:rtl/>
          <w:lang w:bidi="fa-IR"/>
        </w:rPr>
        <w:t xml:space="preserve"> و درک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مسأله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عموم سنگ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و الّا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نظر که اول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 به شرف شهادت و ملاقات خدا نائل شدند،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جشن گرفت. از همان نظر که عابس زره خود را در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آورد و به مصاف دشمن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رود و از 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و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زه</w:t>
      </w:r>
      <w:r w:rsidRPr="00E243D8">
        <w:rPr>
          <w:rtl/>
          <w:lang w:bidi="fa-IR"/>
        </w:rPr>
        <w:t xml:space="preserve"> و شمش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با بدن خود استقبال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و لذت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برد و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</w:t>
      </w:r>
      <w:r w:rsidRPr="00E243D8">
        <w:rPr>
          <w:rtl/>
          <w:lang w:bidi="fa-IR"/>
        </w:rPr>
        <w:t xml:space="preserve"> خداوند لحظه شمار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مگر</w:t>
      </w:r>
      <w:r w:rsidRPr="00E243D8">
        <w:rPr>
          <w:rtl/>
          <w:lang w:bidi="fa-IR"/>
        </w:rPr>
        <w:t xml:space="preserve"> بچه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جبهه شب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عمل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 xml:space="preserve"> خوشحال نبودند.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به خاطر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بودکه خود را در معرض ملاقات خدا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گفت: رفتم به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گردان ها سربزنم،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دم</w:t>
      </w:r>
      <w:r w:rsidRPr="00E243D8">
        <w:rPr>
          <w:rtl/>
          <w:lang w:bidi="fa-IR"/>
        </w:rPr>
        <w:t xml:space="preserve"> همه بچه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گردان نشسته اند و دارند 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کنند. گفتم چرا؟ گفتند: بنا بود ما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عمل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 xml:space="preserve"> برو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متأسفانه گردان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به جا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 فرستاده اند.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باب ناراحت بودند و 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 که توف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tl/>
          <w:lang w:bidi="fa-IR"/>
        </w:rPr>
        <w:t xml:space="preserve"> حضور در عمل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 xml:space="preserve"> و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ض</w:t>
      </w:r>
      <w:r w:rsidRPr="00E243D8">
        <w:rPr>
          <w:rtl/>
          <w:lang w:bidi="fa-IR"/>
        </w:rPr>
        <w:t xml:space="preserve"> شهادت از آنان گرفته شده بود.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البته</w:t>
      </w:r>
      <w:r w:rsidRPr="00E243D8">
        <w:rPr>
          <w:rtl/>
          <w:lang w:bidi="fa-IR"/>
        </w:rPr>
        <w:t xml:space="preserve"> اهل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مطالب را درک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کنند، شا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هم حمل بر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عقل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وانگ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کنند؛ چون خودشان از اسم مرگ فرار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مطلب</w:t>
      </w:r>
      <w:r w:rsidRPr="00E243D8">
        <w:rPr>
          <w:rtl/>
          <w:lang w:bidi="fa-IR"/>
        </w:rPr>
        <w:t xml:space="preserve">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بن طاووس را کلاس اهل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درک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کنند،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هم به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بن طاووس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راد</w:t>
      </w:r>
      <w:r w:rsidRPr="00E243D8">
        <w:rPr>
          <w:rtl/>
          <w:lang w:bidi="fa-IR"/>
        </w:rPr>
        <w:t xml:space="preserve"> کرده اند که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چه حرف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زده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مگر</w:t>
      </w:r>
      <w:r w:rsidRPr="00E243D8">
        <w:rPr>
          <w:rtl/>
          <w:lang w:bidi="fa-IR"/>
        </w:rPr>
        <w:t xml:space="preserve"> 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که برخ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خانواده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شهدا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گفتند: به ما تسل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نگو</w:t>
      </w:r>
      <w:r w:rsidRPr="00E243D8">
        <w:rPr>
          <w:rFonts w:hint="cs"/>
          <w:rtl/>
          <w:lang w:bidi="fa-IR"/>
        </w:rPr>
        <w:t>یی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به ما تبر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بگو</w:t>
      </w:r>
      <w:r w:rsidRPr="00E243D8">
        <w:rPr>
          <w:rFonts w:hint="cs"/>
          <w:rtl/>
          <w:lang w:bidi="fa-IR"/>
        </w:rPr>
        <w:t>یی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! اگر خانواده شه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رشد </w:t>
      </w:r>
      <w:r w:rsidRPr="00E243D8">
        <w:rPr>
          <w:rtl/>
          <w:lang w:bidi="fa-IR"/>
        </w:rPr>
        <w:lastRenderedPageBreak/>
        <w:t>کرد و گفت به ما تبر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بگو</w:t>
      </w:r>
      <w:r w:rsidRPr="00E243D8">
        <w:rPr>
          <w:rFonts w:hint="cs"/>
          <w:rtl/>
          <w:lang w:bidi="fa-IR"/>
        </w:rPr>
        <w:t>یی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بد است؟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مگر</w:t>
      </w:r>
      <w:r w:rsidRPr="00E243D8">
        <w:rPr>
          <w:rtl/>
          <w:lang w:bidi="fa-IR"/>
        </w:rPr>
        <w:t xml:space="preserve"> امام راحل در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خود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شهدا، هم تسل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گفتند و هم تبر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ک؟</w:t>
      </w:r>
      <w:r w:rsidRPr="00E243D8">
        <w:rPr>
          <w:rtl/>
          <w:lang w:bidi="fa-IR"/>
        </w:rPr>
        <w:t>!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از دو جهت و دو بعد بود.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جهت که آنان را از دست داد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تسل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گفتند. و از آن جهت که مقام شامخ شهادت نا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شده بودند، تبر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گفتند.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بنابرا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در مصائب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از جنبه خلق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ظاهر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محزون بود.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44510E">
      <w:pPr>
        <w:pStyle w:val="Heading2"/>
        <w:rPr>
          <w:rtl/>
          <w:lang w:bidi="fa-IR"/>
        </w:rPr>
      </w:pPr>
      <w:bookmarkStart w:id="54" w:name="_Toc67344737"/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مصائب طب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</w:t>
      </w:r>
      <w:r w:rsidRPr="00E243D8">
        <w:rPr>
          <w:rFonts w:hint="cs"/>
          <w:rtl/>
          <w:lang w:bidi="fa-IR"/>
        </w:rPr>
        <w:t>ی</w:t>
      </w:r>
      <w:bookmarkEnd w:id="54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گاه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مصائب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 انسان وارد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 که حزن بر انسان عارض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بر اساس فطرت و طب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عت</w:t>
      </w:r>
      <w:r w:rsidRPr="00E243D8">
        <w:rPr>
          <w:rtl/>
          <w:lang w:bidi="fa-IR"/>
        </w:rPr>
        <w:t xml:space="preserve"> است که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هم ناپسند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44510E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انس</w:t>
      </w:r>
      <w:r w:rsidRPr="00E243D8">
        <w:rPr>
          <w:rtl/>
          <w:lang w:bidi="fa-IR"/>
        </w:rPr>
        <w:t xml:space="preserve"> بن مالک خادم رسول الله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 ابراه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فرزند خردسال</w:t>
      </w:r>
      <w:r w:rsidR="0044510E">
        <w:rPr>
          <w:rFonts w:hint="cs"/>
          <w:rtl/>
          <w:lang w:bidi="fa-IR"/>
        </w:rPr>
        <w:t xml:space="preserve"> </w:t>
      </w:r>
      <w:r w:rsidRPr="00E243D8">
        <w:rPr>
          <w:rFonts w:hint="eastAsia"/>
          <w:rtl/>
          <w:lang w:bidi="fa-IR"/>
        </w:rPr>
        <w:t>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را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دم</w:t>
      </w:r>
      <w:r w:rsidRPr="00E243D8">
        <w:rPr>
          <w:rtl/>
          <w:lang w:bidi="fa-IR"/>
        </w:rPr>
        <w:t xml:space="preserve"> که داشت جان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داد و از چشمان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اشک فرو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خت</w:t>
      </w:r>
      <w:r w:rsidRPr="00E243D8">
        <w:rPr>
          <w:rtl/>
          <w:lang w:bidi="fa-IR"/>
        </w:rPr>
        <w:t>. آن</w:t>
      </w:r>
      <w:r w:rsidRPr="00E243D8">
        <w:rPr>
          <w:rFonts w:hint="cs"/>
          <w:rtl/>
          <w:lang w:bidi="fa-IR"/>
        </w:rPr>
        <w:t>گاه 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تَدْمَعُ</w:t>
      </w:r>
      <w:r w:rsidRPr="00E243D8">
        <w:rPr>
          <w:rtl/>
          <w:lang w:bidi="fa-IR"/>
        </w:rPr>
        <w:t xml:space="preserve"> الْعَ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نُ</w:t>
      </w:r>
      <w:r w:rsidRPr="00E243D8">
        <w:rPr>
          <w:rtl/>
          <w:lang w:bidi="fa-IR"/>
        </w:rPr>
        <w:t xml:space="preserve"> وَ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حْزَنُ</w:t>
      </w:r>
      <w:r w:rsidRPr="00E243D8">
        <w:rPr>
          <w:rtl/>
          <w:lang w:bidi="fa-IR"/>
        </w:rPr>
        <w:t xml:space="preserve"> الْقَلْبُ وَلا نَقُولُ اِلّا ما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رْض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رَبُّنا وَ اِنَّا بِکَ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اِبراه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مُ</w:t>
      </w:r>
      <w:r w:rsidRPr="00E243D8">
        <w:rPr>
          <w:rtl/>
          <w:lang w:bidi="fa-IR"/>
        </w:rPr>
        <w:t xml:space="preserve"> لَمَحْزونُونَ</w:t>
      </w:r>
      <w:r w:rsidRPr="0044510E">
        <w:rPr>
          <w:rStyle w:val="libFootnotenumChar"/>
          <w:rtl/>
        </w:rPr>
        <w:t>؛(1)</w:t>
      </w:r>
      <w:r w:rsidRPr="00E243D8">
        <w:rPr>
          <w:rtl/>
          <w:lang w:bidi="fa-IR"/>
        </w:rPr>
        <w:t xml:space="preserve"> چشم اشک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زد</w:t>
      </w:r>
      <w:r w:rsidRPr="00E243D8">
        <w:rPr>
          <w:rtl/>
          <w:lang w:bidi="fa-IR"/>
        </w:rPr>
        <w:t xml:space="preserve"> و دل غم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گردد،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جز به آنچه پروردگارم راض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است، سخن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 زبان جار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کنم. و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ابراه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قتاً</w:t>
      </w:r>
      <w:r w:rsidRPr="00E243D8">
        <w:rPr>
          <w:rtl/>
          <w:lang w:bidi="fa-IR"/>
        </w:rPr>
        <w:t xml:space="preserve"> ما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 ان</w:t>
      </w:r>
      <w:r w:rsidRPr="00E243D8">
        <w:rPr>
          <w:rFonts w:hint="eastAsia"/>
          <w:rtl/>
          <w:lang w:bidi="fa-IR"/>
        </w:rPr>
        <w:t>دوهناک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البته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بر اساس فطرت و خلقت انسان است که در فراق عز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زان</w:t>
      </w:r>
      <w:r w:rsidRPr="00E243D8">
        <w:rPr>
          <w:rtl/>
          <w:lang w:bidi="fa-IR"/>
        </w:rPr>
        <w:t xml:space="preserve"> خودش محزون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 و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هم بر اساس همان جنبه </w:t>
      </w:r>
      <w:r w:rsidRPr="00E243D8">
        <w:rPr>
          <w:rtl/>
          <w:lang w:bidi="fa-IR"/>
        </w:rPr>
        <w:lastRenderedPageBreak/>
        <w:t>خَلق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بشر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مردم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خود، در از دست دادن ابراه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عز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زش</w:t>
      </w:r>
      <w:r w:rsidRPr="00E243D8">
        <w:rPr>
          <w:rtl/>
          <w:lang w:bidi="fa-IR"/>
        </w:rPr>
        <w:t xml:space="preserve"> محزون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حزن به نارضا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پروردگار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انجامد.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طب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انسان در مصائب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به او وارد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 محزون شود؛ به خصوص مص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بت</w:t>
      </w:r>
      <w:r w:rsidRPr="00E243D8">
        <w:rPr>
          <w:rtl/>
          <w:lang w:bidi="fa-IR"/>
        </w:rPr>
        <w:t xml:space="preserve"> از دست دادن عز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زانش</w:t>
      </w:r>
      <w:r w:rsidRPr="00E243D8">
        <w:rPr>
          <w:rtl/>
          <w:lang w:bidi="fa-IR"/>
        </w:rPr>
        <w:t>.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براساس عاطفه و رأفت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خداوند در وجود انسان قرار داده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که آکنده از رأفت و مهر و عاطفه انسان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است،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هم در مرگ خردسالش اشک بر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زد</w:t>
      </w:r>
      <w:r w:rsidRPr="00E243D8">
        <w:rPr>
          <w:rtl/>
          <w:lang w:bidi="fa-IR"/>
        </w:rPr>
        <w:t xml:space="preserve"> و غمگ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باشد. و آنچه تسلا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دل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خداست، زودگذر بودن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 ملحق شدن به گذشتگان است. چنان که خود خطاب به فرزند خردسالشان، ابراه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که در حال </w:t>
      </w:r>
      <w:r w:rsidRPr="00E243D8">
        <w:rPr>
          <w:rFonts w:hint="eastAsia"/>
          <w:rtl/>
          <w:lang w:bidi="fa-IR"/>
        </w:rPr>
        <w:t>جان</w:t>
      </w:r>
      <w:r w:rsidRPr="00E243D8">
        <w:rPr>
          <w:rtl/>
          <w:lang w:bidi="fa-IR"/>
        </w:rPr>
        <w:t xml:space="preserve"> کندن بود 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لَوْلا</w:t>
      </w:r>
      <w:r w:rsidRPr="00E243D8">
        <w:rPr>
          <w:rtl/>
          <w:lang w:bidi="fa-IR"/>
        </w:rPr>
        <w:t xml:space="preserve"> اَنَّ الماضِ</w:t>
      </w:r>
      <w:r w:rsidRPr="00E243D8">
        <w:rPr>
          <w:rFonts w:hint="cs"/>
          <w:rtl/>
          <w:lang w:bidi="fa-IR"/>
        </w:rPr>
        <w:t>یَ</w:t>
      </w:r>
      <w:r w:rsidRPr="00E243D8">
        <w:rPr>
          <w:rtl/>
          <w:lang w:bidi="fa-IR"/>
        </w:rPr>
        <w:t xml:space="preserve"> فَرَطُ الْباق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 اَنَّ الآخِرَ لاحِقٌ بِالأوَّلِ لَحَزِنّا عَلَ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إبراه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مُ؛</w:t>
      </w:r>
      <w:r w:rsidRPr="001C4AB6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اگر نه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بود که درگذشته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شاهنگ</w:t>
      </w:r>
      <w:r w:rsidRPr="00E243D8">
        <w:rPr>
          <w:rtl/>
          <w:lang w:bidi="fa-IR"/>
        </w:rPr>
        <w:t xml:space="preserve"> باق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مانده</w:t>
      </w:r>
      <w:r w:rsidRPr="00E243D8">
        <w:rPr>
          <w:rtl/>
          <w:lang w:bidi="fa-IR"/>
        </w:rPr>
        <w:t xml:space="preserve"> است و فرد بعد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نخست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رسد، ما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ابراه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بر مرگ تو سخت</w:t>
      </w:r>
    </w:p>
    <w:p w:rsidR="00E243D8" w:rsidRPr="00E243D8" w:rsidRDefault="001C4AB6" w:rsidP="001C4AB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E243D8" w:rsidRPr="00E243D8" w:rsidRDefault="00E243D8" w:rsidP="001C4AB6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مکارم الاخلاق، ص 22؛ بحارالانوار، ج 16، ص 235.</w:t>
      </w:r>
    </w:p>
    <w:p w:rsidR="00E243D8" w:rsidRPr="00E243D8" w:rsidRDefault="00E243D8" w:rsidP="001C4AB6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تحف العقول، ص 37؛ بحارالانوار، ج 74، ص 140.</w:t>
      </w:r>
    </w:p>
    <w:p w:rsidR="00E243D8" w:rsidRPr="00E243D8" w:rsidRDefault="001C4AB6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اندوهگ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بود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</w:t>
      </w:r>
      <w:r w:rsidR="00E243D8" w:rsidRPr="00E243D8">
        <w:rPr>
          <w:rtl/>
          <w:lang w:bidi="fa-IR"/>
        </w:rPr>
        <w:t>.</w:t>
      </w:r>
    </w:p>
    <w:p w:rsidR="00E243D8" w:rsidRPr="00E243D8" w:rsidRDefault="00E243D8" w:rsidP="001C4AB6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چون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</w:t>
      </w:r>
      <w:r w:rsidRPr="00E243D8">
        <w:rPr>
          <w:rtl/>
          <w:lang w:bidi="fa-IR"/>
        </w:rPr>
        <w:t xml:space="preserve"> ما با تو نزد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است و به زود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تو ملحق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خاطر ما را تسلا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دهد. وگرنه بر ما سخت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گذشت.</w:t>
      </w:r>
      <w:r w:rsidR="001C4AB6" w:rsidRPr="00E243D8">
        <w:rPr>
          <w:rFonts w:hint="eastAsia"/>
          <w:rtl/>
          <w:lang w:bidi="fa-IR"/>
        </w:rPr>
        <w:t xml:space="preserve"> </w:t>
      </w:r>
      <w:r w:rsidRPr="00E243D8">
        <w:rPr>
          <w:rFonts w:hint="eastAsia"/>
          <w:rtl/>
          <w:lang w:bidi="fa-IR"/>
        </w:rPr>
        <w:t>بنابرا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اندوه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به خاطر مصائب طب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انسان پد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بر اساس فطرت و طب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عت</w:t>
      </w:r>
      <w:r w:rsidRPr="00E243D8">
        <w:rPr>
          <w:rtl/>
          <w:lang w:bidi="fa-IR"/>
        </w:rPr>
        <w:t xml:space="preserve"> انسان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 نه تنها ناپسند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ست،</w:t>
      </w:r>
      <w:r w:rsidRPr="00E243D8">
        <w:rPr>
          <w:rtl/>
          <w:lang w:bidi="fa-IR"/>
        </w:rPr>
        <w:t xml:space="preserve"> بلکه نشانه وجود احساس و عاطفه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1C4AB6">
      <w:pPr>
        <w:pStyle w:val="Heading2"/>
        <w:rPr>
          <w:rtl/>
          <w:lang w:bidi="fa-IR"/>
        </w:rPr>
      </w:pPr>
      <w:bookmarkStart w:id="55" w:name="_Toc67344738"/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پس اندوه</w:t>
      </w:r>
      <w:bookmarkEnd w:id="55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حزن</w:t>
      </w:r>
      <w:r w:rsidRPr="00E243D8">
        <w:rPr>
          <w:rtl/>
          <w:lang w:bidi="fa-IR"/>
        </w:rPr>
        <w:t xml:space="preserve"> و اندوه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انسان اصالت ندارد و در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ناخوشا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او را به نوع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آزار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دهد.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رو خداوند آن جبران خواهد نمود.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اندوه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ممدوح و پسند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است، در پس آن سرور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فراوان و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خواهد بود. چنان که در اندوه در برابر گناه و اندوه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دست دادن فرصت ها و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اندوه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آخرت آن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 مشاهده نمود. برخ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اندوه 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به انسان هجوم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آورند، کفار</w:t>
      </w:r>
      <w:r w:rsidRPr="00E243D8">
        <w:rPr>
          <w:rFonts w:hint="cs"/>
          <w:rtl/>
        </w:rPr>
        <w:t>ۀ</w:t>
      </w:r>
      <w:r w:rsidRPr="00E243D8">
        <w:rPr>
          <w:rtl/>
          <w:lang w:bidi="fa-IR"/>
        </w:rPr>
        <w:t xml:space="preserve"> گنا</w:t>
      </w:r>
      <w:r w:rsidRPr="00E243D8">
        <w:rPr>
          <w:rFonts w:hint="eastAsia"/>
          <w:rtl/>
          <w:lang w:bidi="fa-IR"/>
        </w:rPr>
        <w:t>هان</w:t>
      </w:r>
      <w:r w:rsidRPr="00E243D8">
        <w:rPr>
          <w:rtl/>
          <w:lang w:bidi="fa-IR"/>
        </w:rPr>
        <w:t xml:space="preserve"> و رفتار ناشا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 xml:space="preserve"> اوست که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هم به نوع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تدارک نقصان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بر اثر گناه بر انسان وارد شده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اما</w:t>
      </w:r>
      <w:r w:rsidRPr="00E243D8">
        <w:rPr>
          <w:rtl/>
          <w:lang w:bidi="fa-IR"/>
        </w:rPr>
        <w:t xml:space="preserve"> بعض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غم و غصه ها مربوط به مصائب طب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ناخودآگاه بر دل انسان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>. خداوند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را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به سرور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جبران خواهد نمود.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باره 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لِکُلِّ</w:t>
      </w:r>
      <w:r w:rsidRPr="00E243D8">
        <w:rPr>
          <w:rtl/>
          <w:lang w:bidi="fa-IR"/>
        </w:rPr>
        <w:t xml:space="preserve"> هَمٍّ فَرَحٌ؛</w:t>
      </w:r>
      <w:r w:rsidRPr="001C4AB6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هر اندوه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فرح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</w:t>
      </w:r>
    </w:p>
    <w:p w:rsidR="00E243D8" w:rsidRPr="00E243D8" w:rsidRDefault="001C4AB6" w:rsidP="001C4AB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1C4AB6" w:rsidRDefault="00E243D8" w:rsidP="001C4AB6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تصن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غرر الحکم،ص 321.</w:t>
      </w:r>
    </w:p>
    <w:p w:rsidR="00E243D8" w:rsidRPr="00E243D8" w:rsidRDefault="001C4AB6" w:rsidP="001C4AB6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56" w:name="_Toc67344739"/>
      <w:r w:rsidR="00E243D8" w:rsidRPr="00E243D8">
        <w:rPr>
          <w:rFonts w:hint="eastAsia"/>
          <w:rtl/>
          <w:lang w:bidi="fa-IR"/>
        </w:rPr>
        <w:lastRenderedPageBreak/>
        <w:t>گفتار</w:t>
      </w:r>
      <w:r w:rsidR="00E243D8" w:rsidRPr="00E243D8">
        <w:rPr>
          <w:rtl/>
          <w:lang w:bidi="fa-IR"/>
        </w:rPr>
        <w:t xml:space="preserve"> چهارم: اندوه 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رانگر</w:t>
      </w:r>
      <w:bookmarkEnd w:id="56"/>
    </w:p>
    <w:p w:rsidR="001C4AB6" w:rsidRDefault="001C4AB6" w:rsidP="00E243D8">
      <w:pPr>
        <w:pStyle w:val="libNormal"/>
        <w:rPr>
          <w:rtl/>
          <w:lang w:bidi="fa-IR"/>
        </w:rPr>
      </w:pPr>
    </w:p>
    <w:p w:rsidR="00E243D8" w:rsidRPr="00E243D8" w:rsidRDefault="00E243D8" w:rsidP="001C4AB6">
      <w:pPr>
        <w:pStyle w:val="libBold1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اشاره</w:t>
      </w:r>
    </w:p>
    <w:p w:rsidR="00E243D8" w:rsidRPr="00E243D8" w:rsidRDefault="001C4AB6" w:rsidP="001C4AB6">
      <w:pPr>
        <w:pStyle w:val="libNormal"/>
        <w:rPr>
          <w:rtl/>
          <w:lang w:bidi="fa-IR"/>
        </w:rPr>
      </w:pPr>
      <w:r w:rsidRPr="001C4AB6">
        <w:rPr>
          <w:rStyle w:val="libAlaemChar"/>
          <w:rFonts w:hint="cs"/>
          <w:rtl/>
        </w:rPr>
        <w:t>(</w:t>
      </w:r>
      <w:r w:rsidR="00E243D8" w:rsidRPr="001C4AB6">
        <w:rPr>
          <w:rStyle w:val="libAieChar"/>
          <w:rFonts w:hint="eastAsia"/>
          <w:rtl/>
        </w:rPr>
        <w:t>مَنْ</w:t>
      </w:r>
      <w:r w:rsidR="00E243D8" w:rsidRPr="001C4AB6">
        <w:rPr>
          <w:rStyle w:val="libAieChar"/>
          <w:rtl/>
        </w:rPr>
        <w:t xml:space="preserve"> نَفَّسَ عَنْ مُؤمِنٍ کُرْبَهً نَفَّسَ اللهُ عَنْهُ کُرَبَ الآخِرَهِ وَ خَرَجَ مِنْ قَبْرِهِ ثَلَجَ الفُؤاد</w:t>
      </w:r>
      <w:r w:rsidRPr="001C4AB6">
        <w:rPr>
          <w:rStyle w:val="libAlaemChar"/>
          <w:rFonts w:hint="cs"/>
          <w:rtl/>
        </w:rPr>
        <w:t>)</w:t>
      </w:r>
      <w:r w:rsidR="00E243D8" w:rsidRPr="001C4AB6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هرکس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اندوه مؤمن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را برطرف سازد، خداوند اندوه آخرت را از او برطرف سازد و با دل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شادمان و آرام از قبر خو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ش</w:t>
      </w:r>
      <w:r w:rsidR="00E243D8" w:rsidRPr="00E243D8">
        <w:rPr>
          <w:rtl/>
          <w:lang w:bidi="fa-IR"/>
        </w:rPr>
        <w:t xml:space="preserve"> خارج شود.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1C4AB6">
      <w:pPr>
        <w:pStyle w:val="Heading2"/>
        <w:rPr>
          <w:rtl/>
          <w:lang w:bidi="fa-IR"/>
        </w:rPr>
      </w:pPr>
      <w:bookmarkStart w:id="57" w:name="_Toc67344740"/>
      <w:r w:rsidRPr="00E243D8">
        <w:rPr>
          <w:rFonts w:hint="eastAsia"/>
          <w:rtl/>
          <w:lang w:bidi="fa-IR"/>
        </w:rPr>
        <w:t>اندوه</w:t>
      </w:r>
      <w:r w:rsidRPr="00E243D8">
        <w:rPr>
          <w:rtl/>
          <w:lang w:bidi="fa-IR"/>
        </w:rPr>
        <w:t xml:space="preserve"> 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رانگر</w:t>
      </w:r>
      <w:bookmarkEnd w:id="57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حزن</w:t>
      </w:r>
      <w:r w:rsidRPr="00E243D8">
        <w:rPr>
          <w:rtl/>
          <w:lang w:bidi="fa-IR"/>
        </w:rPr>
        <w:t xml:space="preserve"> و اندوه صرف نظر از موارد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موجب تنبه و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انسان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گردد و اسباب رها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از سقوط را فراهم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سازد و به رشد و کمال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انجامد، ذاتاً مورد پسند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 xml:space="preserve"> و موجب افسردگ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تباه شدن جسم و جان آدم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 بدن را فرسوده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و از کار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اندازد و به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زودر</w:t>
      </w:r>
      <w:r w:rsidRPr="00E243D8">
        <w:rPr>
          <w:rFonts w:hint="eastAsia"/>
          <w:rtl/>
          <w:lang w:bidi="fa-IR"/>
        </w:rPr>
        <w:t>س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انجامد. چنان که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اَلهَمُّ</w:t>
      </w:r>
      <w:r w:rsidRPr="00E243D8">
        <w:rPr>
          <w:rtl/>
          <w:lang w:bidi="fa-IR"/>
        </w:rPr>
        <w:t xml:space="preserve"> نِصْفُ الهَرَمِ؛</w:t>
      </w:r>
      <w:r w:rsidRPr="001C4AB6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اندوه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الهَمُّ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نْحِلُ</w:t>
      </w:r>
      <w:r w:rsidRPr="00E243D8">
        <w:rPr>
          <w:rtl/>
          <w:lang w:bidi="fa-IR"/>
        </w:rPr>
        <w:t xml:space="preserve"> البَدَنَ؛</w:t>
      </w:r>
      <w:r w:rsidRPr="001C4AB6">
        <w:rPr>
          <w:rStyle w:val="libFootnotenumChar"/>
          <w:rtl/>
        </w:rPr>
        <w:t>(3)</w:t>
      </w:r>
      <w:r w:rsidRPr="00E243D8">
        <w:rPr>
          <w:rtl/>
          <w:lang w:bidi="fa-IR"/>
        </w:rPr>
        <w:t xml:space="preserve"> اندوه بدن را گسسته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</w:t>
      </w:r>
      <w:r w:rsidRPr="00E243D8">
        <w:rPr>
          <w:rtl/>
          <w:lang w:bidi="fa-IR"/>
        </w:rPr>
        <w:t xml:space="preserve"> از رسول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نقل شده است:</w:t>
      </w:r>
    </w:p>
    <w:p w:rsidR="00E243D8" w:rsidRPr="00E243D8" w:rsidRDefault="001C4AB6" w:rsidP="001C4AB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</w:t>
      </w:r>
    </w:p>
    <w:p w:rsidR="00E243D8" w:rsidRPr="00E243D8" w:rsidRDefault="00E243D8" w:rsidP="001C4AB6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2، ص 199، ح 3؛ ثواب الاعمال، ص 149؛ بحارالانوار، ج 72، ص 23.</w:t>
      </w:r>
    </w:p>
    <w:p w:rsidR="00E243D8" w:rsidRPr="00E243D8" w:rsidRDefault="00E243D8" w:rsidP="001C4AB6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تحف العقول، ص 214؛ بحارالانوار، ج 75، ص 53.</w:t>
      </w:r>
    </w:p>
    <w:p w:rsidR="001C4AB6" w:rsidRDefault="00E243D8" w:rsidP="001C4AB6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3- 3. 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</w:t>
      </w:r>
      <w:r w:rsidRPr="00E243D8">
        <w:rPr>
          <w:rtl/>
          <w:lang w:bidi="fa-IR"/>
        </w:rPr>
        <w:t xml:space="preserve"> الحکم، ص 33؛ غررالحکم، ص 31.</w:t>
      </w:r>
    </w:p>
    <w:p w:rsidR="00E243D8" w:rsidRPr="00E243D8" w:rsidRDefault="001C4AB6" w:rsidP="001C4AB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مَنْ</w:t>
      </w:r>
      <w:r w:rsidR="00E243D8" w:rsidRPr="00E243D8">
        <w:rPr>
          <w:rtl/>
          <w:lang w:bidi="fa-IR"/>
        </w:rPr>
        <w:t xml:space="preserve"> کَثُرَ هَمُّهُ سَقِمَ بَدَنُهُ؛</w:t>
      </w:r>
      <w:r w:rsidR="00E243D8" w:rsidRPr="001C4AB6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هر که غصه اش افزون شود، جسمش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مار</w:t>
      </w:r>
      <w:r w:rsidR="00E243D8" w:rsidRPr="00E243D8">
        <w:rPr>
          <w:rtl/>
          <w:lang w:bidi="fa-IR"/>
        </w:rPr>
        <w:t xml:space="preserve"> گردد.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بنابرا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حزن و اندوه ناپسند و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جا</w:t>
      </w:r>
      <w:r w:rsidRPr="00E243D8">
        <w:rPr>
          <w:rtl/>
          <w:lang w:bidi="fa-IR"/>
        </w:rPr>
        <w:t xml:space="preserve"> جز 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رانگر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جسم و جان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همراه ندارد.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رو نه تنها به آن توص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نشده که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در صدد علاج آن برآمده و سرور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جا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آن کرد تا به آرامش فکر و انبساط خاطر دست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افته</w:t>
      </w:r>
      <w:r w:rsidRPr="00E243D8">
        <w:rPr>
          <w:rtl/>
          <w:lang w:bidi="fa-IR"/>
        </w:rPr>
        <w:t xml:space="preserve"> و از فشارها روح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جسم ره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با حزن و اندوه خو گرفته اند و آن را به عنوان مونس خود برگز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اند، در معرض سقوط قرار خواهند گرفت، که انس و دوست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 حزن و اندوه، انس و دوست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</w:t>
      </w:r>
      <w:r w:rsidRPr="00E243D8">
        <w:rPr>
          <w:rtl/>
          <w:lang w:bidi="fa-IR"/>
        </w:rPr>
        <w:t xml:space="preserve"> 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رانگر</w:t>
      </w:r>
      <w:r w:rsidRPr="00E243D8">
        <w:rPr>
          <w:rtl/>
          <w:lang w:bidi="fa-IR"/>
        </w:rPr>
        <w:t xml:space="preserve"> است.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نب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اکرم اسلام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تَعَوَّذوا</w:t>
      </w:r>
      <w:r w:rsidRPr="00E243D8">
        <w:rPr>
          <w:rtl/>
          <w:lang w:bidi="fa-IR"/>
        </w:rPr>
        <w:t xml:space="preserve"> بِاللهِ مِنْ حُبِّ الحُزْنِ؛</w:t>
      </w:r>
      <w:r w:rsidRPr="001C4AB6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از دوست داشتن حزن و انس با آن به خدا پناه بر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1C4AB6">
      <w:pPr>
        <w:pStyle w:val="Heading2"/>
        <w:rPr>
          <w:rtl/>
          <w:lang w:bidi="fa-IR"/>
        </w:rPr>
      </w:pPr>
      <w:bookmarkStart w:id="58" w:name="_Toc67344741"/>
      <w:r w:rsidRPr="00E243D8">
        <w:rPr>
          <w:rFonts w:hint="eastAsia"/>
          <w:rtl/>
          <w:lang w:bidi="fa-IR"/>
        </w:rPr>
        <w:t>عوامل</w:t>
      </w:r>
      <w:r w:rsidRPr="00E243D8">
        <w:rPr>
          <w:rtl/>
          <w:lang w:bidi="fa-IR"/>
        </w:rPr>
        <w:t xml:space="preserve"> اندوه 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رانگر</w:t>
      </w:r>
      <w:bookmarkEnd w:id="58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راه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از اندوه، شناخت عوامل اندوه و مقابله با آن است.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غم و اندوه، به مراتب بهتر از معاجله آن است. بنابرا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بستر اندوه فراهم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و زم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نه</w:t>
      </w:r>
      <w:r w:rsidRPr="00E243D8">
        <w:rPr>
          <w:rtl/>
          <w:lang w:bidi="fa-IR"/>
        </w:rPr>
        <w:t xml:space="preserve"> ساز آن است را به خوب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بشناس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و از آن بگر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تا به اندوه 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رانگر</w:t>
      </w:r>
      <w:r w:rsidRPr="00E243D8">
        <w:rPr>
          <w:rtl/>
          <w:lang w:bidi="fa-IR"/>
        </w:rPr>
        <w:t xml:space="preserve"> مبتلا نش</w:t>
      </w:r>
      <w:r w:rsidRPr="00E243D8">
        <w:rPr>
          <w:rFonts w:hint="eastAsia"/>
          <w:rtl/>
          <w:lang w:bidi="fa-IR"/>
        </w:rPr>
        <w:t>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04539A" w:rsidP="0004539A">
      <w:pPr>
        <w:pStyle w:val="libBold1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tl/>
          <w:lang w:bidi="fa-IR"/>
        </w:rPr>
        <w:lastRenderedPageBreak/>
        <w:t>1) رغبت به دن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عوامل مهم اندوه 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رانگر،</w:t>
      </w:r>
      <w:r w:rsidRPr="00E243D8">
        <w:rPr>
          <w:rtl/>
          <w:lang w:bidi="fa-IR"/>
        </w:rPr>
        <w:t xml:space="preserve"> رغبت و حرص به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است</w:t>
      </w:r>
      <w:r w:rsidRPr="00E243D8">
        <w:rPr>
          <w:rtl/>
          <w:lang w:bidi="fa-IR"/>
        </w:rPr>
        <w:t>. طب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عت</w:t>
      </w:r>
    </w:p>
    <w:p w:rsidR="00E243D8" w:rsidRPr="00E243D8" w:rsidRDefault="001C4AB6" w:rsidP="001C4AB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E243D8" w:rsidRPr="00E243D8" w:rsidRDefault="00E243D8" w:rsidP="001C4AB6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تحف العقول، ص 58؛ الامال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للطوس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ص 512.</w:t>
      </w:r>
    </w:p>
    <w:p w:rsidR="00E243D8" w:rsidRPr="00E243D8" w:rsidRDefault="00E243D8" w:rsidP="001C4AB6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</w:t>
      </w:r>
      <w:r w:rsidRPr="00E243D8">
        <w:rPr>
          <w:rtl/>
          <w:lang w:bidi="fa-IR"/>
        </w:rPr>
        <w:t xml:space="preserve"> اخبار الرضا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، ج 2، ص 61؛ بحارالانوار، ج 70، ص 158.</w:t>
      </w:r>
    </w:p>
    <w:p w:rsidR="00E243D8" w:rsidRPr="00E243D8" w:rsidRDefault="001C4AB6" w:rsidP="0004539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دن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tl/>
          <w:lang w:bidi="fa-IR"/>
        </w:rPr>
        <w:t xml:space="preserve"> همانند لجنزار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است که انسان هر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شتر</w:t>
      </w:r>
      <w:r w:rsidR="00E243D8" w:rsidRPr="00E243D8">
        <w:rPr>
          <w:rtl/>
          <w:lang w:bidi="fa-IR"/>
        </w:rPr>
        <w:t xml:space="preserve"> به سو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آن برود،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شتر</w:t>
      </w:r>
      <w:r w:rsidR="00E243D8" w:rsidRPr="00E243D8">
        <w:rPr>
          <w:rtl/>
          <w:lang w:bidi="fa-IR"/>
        </w:rPr>
        <w:t xml:space="preserve"> در آن فرو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رود و نجات از آن مشکل تر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شود. رغبت و تعلق خاطر به دن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ا،</w:t>
      </w:r>
      <w:r w:rsidR="00E243D8" w:rsidRPr="00E243D8">
        <w:rPr>
          <w:rtl/>
          <w:lang w:bidi="fa-IR"/>
        </w:rPr>
        <w:t xml:space="preserve"> انسان را فر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فته،</w:t>
      </w:r>
      <w:r w:rsidR="00E243D8" w:rsidRPr="00E243D8">
        <w:rPr>
          <w:rtl/>
          <w:lang w:bidi="fa-IR"/>
        </w:rPr>
        <w:t xml:space="preserve"> دلبسته و وابسته به خود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کند و هر روز بر نگران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او افزوده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شود.</w:t>
      </w:r>
      <w:r w:rsidR="0004539A" w:rsidRPr="00E243D8">
        <w:rPr>
          <w:rFonts w:hint="eastAsia"/>
          <w:rtl/>
          <w:lang w:bidi="fa-IR"/>
        </w:rPr>
        <w:t xml:space="preserve"> </w:t>
      </w:r>
      <w:r w:rsidR="00E243D8" w:rsidRPr="00E243D8">
        <w:rPr>
          <w:rFonts w:hint="eastAsia"/>
          <w:rtl/>
          <w:lang w:bidi="fa-IR"/>
        </w:rPr>
        <w:t>نگران</w:t>
      </w:r>
      <w:r w:rsidR="00E243D8" w:rsidRPr="00E243D8">
        <w:rPr>
          <w:rtl/>
          <w:lang w:bidi="fa-IR"/>
        </w:rPr>
        <w:t xml:space="preserve"> است که مبادا تعلقات دن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او از دستش برود و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tl/>
          <w:lang w:bidi="fa-IR"/>
        </w:rPr>
        <w:t xml:space="preserve"> به خواسته ها و آمال و آرزوها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Fonts w:hint="cs"/>
          <w:rtl/>
          <w:lang w:bidi="fa-IR"/>
        </w:rPr>
        <w:t>یی</w:t>
      </w:r>
      <w:r w:rsidR="00E243D8" w:rsidRPr="00E243D8">
        <w:rPr>
          <w:rtl/>
          <w:lang w:bidi="fa-IR"/>
        </w:rPr>
        <w:t xml:space="preserve"> اش دست 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ابد</w:t>
      </w:r>
      <w:r w:rsidR="00E243D8" w:rsidRPr="00E243D8">
        <w:rPr>
          <w:rtl/>
          <w:lang w:bidi="fa-IR"/>
        </w:rPr>
        <w:t>. از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رو رسول گرام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اسلام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="00E243D8" w:rsidRPr="00E243D8">
        <w:rPr>
          <w:rtl/>
          <w:lang w:bidi="fa-IR"/>
        </w:rPr>
        <w:t>رغبت و تعلق خاطر به دن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tl/>
          <w:lang w:bidi="fa-IR"/>
        </w:rPr>
        <w:t xml:space="preserve"> را از عوامل افزوده شدن غم و اندوه انسان بر شمرده اند و راحت جسم و جان را د</w:t>
      </w:r>
      <w:r w:rsidR="00E243D8" w:rsidRPr="00E243D8">
        <w:rPr>
          <w:rFonts w:hint="eastAsia"/>
          <w:rtl/>
          <w:lang w:bidi="fa-IR"/>
        </w:rPr>
        <w:t>ر</w:t>
      </w:r>
      <w:r w:rsidR="00E243D8" w:rsidRPr="00E243D8">
        <w:rPr>
          <w:rtl/>
          <w:lang w:bidi="fa-IR"/>
        </w:rPr>
        <w:t xml:space="preserve"> گروه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تعلق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به دن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tl/>
          <w:lang w:bidi="fa-IR"/>
        </w:rPr>
        <w:t xml:space="preserve">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ان</w:t>
      </w:r>
      <w:r w:rsidR="00E243D8" w:rsidRPr="00E243D8">
        <w:rPr>
          <w:rtl/>
          <w:lang w:bidi="fa-IR"/>
        </w:rPr>
        <w:t xml:space="preserve"> فرموده اند: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الرَّغْبَهُ</w:t>
      </w:r>
      <w:r w:rsidRPr="00E243D8">
        <w:rPr>
          <w:rtl/>
          <w:lang w:bidi="fa-IR"/>
        </w:rPr>
        <w:t xml:space="preserve">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الدُّن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تَکْثِرُ الَهمَّ وَ الحُزْنَ وَ الزُّهْدُ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الدُّن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حُ</w:t>
      </w:r>
      <w:r w:rsidRPr="00E243D8">
        <w:rPr>
          <w:rtl/>
          <w:lang w:bidi="fa-IR"/>
        </w:rPr>
        <w:t xml:space="preserve"> الْقَلْبَ وَ الْبَدَنَ؛</w:t>
      </w:r>
      <w:r w:rsidRPr="001C4AB6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علاقمند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آشفتگ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خاطر و اندوه و غم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افزا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زهد و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رغبت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ا،</w:t>
      </w:r>
      <w:r w:rsidRPr="00E243D8">
        <w:rPr>
          <w:rtl/>
          <w:lang w:bidi="fa-IR"/>
        </w:rPr>
        <w:t xml:space="preserve"> جان و جسم را راحت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بخشد.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04539A" w:rsidP="0004539A">
      <w:pPr>
        <w:pStyle w:val="libBold1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tl/>
          <w:lang w:bidi="fa-IR"/>
        </w:rPr>
        <w:lastRenderedPageBreak/>
        <w:t>2) گناه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از عوامل اندوه فراوان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گناه است. هنگام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اهل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گناه فرو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رود، خداوند او را به غم و اندوه مبتلا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تا کفاره گناهانش باشد. در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ابتلا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اندوه به منزله عقاب و مجازات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خداوند 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گناهان اهل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تدارک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اس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>. 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زم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نه</w:t>
      </w:r>
      <w:r w:rsidRPr="00E243D8">
        <w:rPr>
          <w:rtl/>
          <w:lang w:bidi="fa-IR"/>
        </w:rPr>
        <w:t xml:space="preserve"> از نب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اکرم اسلام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شده است: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اِذا</w:t>
      </w:r>
      <w:r w:rsidRPr="00E243D8">
        <w:rPr>
          <w:rtl/>
          <w:lang w:bidi="fa-IR"/>
        </w:rPr>
        <w:t xml:space="preserve"> کَثُرَتْ ذُنُوبُ الْم_ُؤْمِنِ وَ لَمْ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کُنْ</w:t>
      </w:r>
      <w:r w:rsidRPr="00E243D8">
        <w:rPr>
          <w:rtl/>
          <w:lang w:bidi="fa-IR"/>
        </w:rPr>
        <w:t xml:space="preserve"> لَهُ مِنَ الْعَمَلِ ما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کَفِّرُها</w:t>
      </w:r>
      <w:r w:rsidRPr="00E243D8">
        <w:rPr>
          <w:rtl/>
          <w:lang w:bidi="fa-IR"/>
        </w:rPr>
        <w:t xml:space="preserve"> ابْتَلاهُ اللهُ بالحْ_ُزْنِ لِ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کَفِّرُها</w:t>
      </w:r>
      <w:r w:rsidRPr="00E243D8">
        <w:rPr>
          <w:rtl/>
          <w:lang w:bidi="fa-IR"/>
        </w:rPr>
        <w:t xml:space="preserve"> بِهِ عَنْهُ؛</w:t>
      </w:r>
      <w:r w:rsidRPr="001C4AB6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هرگاه گناه مؤمن فراوان شود و عمل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</w:p>
    <w:p w:rsidR="00E243D8" w:rsidRPr="00E243D8" w:rsidRDefault="001C4AB6" w:rsidP="001C4AB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E243D8" w:rsidRPr="00E243D8" w:rsidRDefault="00E243D8" w:rsidP="001C4AB6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الخصال، ج 1، ص 73؛ بحارالانوار، ج 70، ص 91.</w:t>
      </w:r>
    </w:p>
    <w:p w:rsidR="00E243D8" w:rsidRPr="00E243D8" w:rsidRDefault="00E243D8" w:rsidP="001C4AB6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الدعوات، ص 121؛ بحارالانوار، ج 70، ص 157.</w:t>
      </w:r>
    </w:p>
    <w:p w:rsidR="00E243D8" w:rsidRPr="00E243D8" w:rsidRDefault="001C4AB6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که</w:t>
      </w:r>
      <w:r w:rsidR="00E243D8" w:rsidRPr="00E243D8">
        <w:rPr>
          <w:rtl/>
          <w:lang w:bidi="fa-IR"/>
        </w:rPr>
        <w:t xml:space="preserve"> کفاره آن ها باشد، موجود نباشد، خداوند او را گرفتار پر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شان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و اندوه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کند تا کفاره گناهان او باشد.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از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آمده است: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1C4AB6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اِنَّ</w:t>
      </w:r>
      <w:r w:rsidRPr="00E243D8">
        <w:rPr>
          <w:rtl/>
          <w:lang w:bidi="fa-IR"/>
        </w:rPr>
        <w:t xml:space="preserve"> الْهَمَّ لَ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ذْهَبُ</w:t>
      </w:r>
      <w:r w:rsidRPr="00E243D8">
        <w:rPr>
          <w:rtl/>
          <w:lang w:bidi="fa-IR"/>
        </w:rPr>
        <w:t xml:space="preserve"> بِذُنُوبِ المْ_ُسلِمِ؛</w:t>
      </w:r>
      <w:r w:rsidRPr="001C4AB6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غم و اندوه گناهان مسلمان را از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04539A">
      <w:pPr>
        <w:pStyle w:val="libBold1"/>
        <w:rPr>
          <w:rtl/>
          <w:lang w:bidi="fa-IR"/>
        </w:rPr>
      </w:pPr>
      <w:r w:rsidRPr="00E243D8">
        <w:rPr>
          <w:rtl/>
          <w:lang w:bidi="fa-IR"/>
        </w:rPr>
        <w:t>3) کوتاه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عمل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کوتاه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عمل و از دست دادن فرصت ها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تواند عامل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اندوه باشد. چه بسا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انسان به گذشته خود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نگرد 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 xml:space="preserve"> چه فرصت 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را از دست داده و چقدر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توانسته است در کسب سعادت ابد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خودش کار کند و نکرده، دچار غم و اندوه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اندوه در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به خ</w:t>
      </w:r>
      <w:r w:rsidRPr="00E243D8">
        <w:rPr>
          <w:rFonts w:hint="eastAsia"/>
          <w:rtl/>
          <w:lang w:bidi="fa-IR"/>
        </w:rPr>
        <w:t>اطر</w:t>
      </w:r>
      <w:r w:rsidRPr="00E243D8">
        <w:rPr>
          <w:rtl/>
          <w:lang w:bidi="fa-IR"/>
        </w:rPr>
        <w:t xml:space="preserve"> به هدر رفتن موقع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ارزشمند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جاودان آخرت است.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مَنْ</w:t>
      </w:r>
      <w:r w:rsidRPr="00E243D8">
        <w:rPr>
          <w:rtl/>
          <w:lang w:bidi="fa-IR"/>
        </w:rPr>
        <w:t xml:space="preserve"> قَصَّرَ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الْعَمَلِ ابْتُل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بِالْه_َمِّ؛</w:t>
      </w:r>
      <w:r w:rsidRPr="00EA68DB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در عمل کوتاه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کند، به غم و اندوه دچار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A68DB" w:rsidP="00EA68DB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59" w:name="_Toc67344742"/>
      <w:r w:rsidR="00E243D8" w:rsidRPr="00E243D8">
        <w:rPr>
          <w:rFonts w:hint="eastAsia"/>
          <w:rtl/>
          <w:lang w:bidi="fa-IR"/>
        </w:rPr>
        <w:lastRenderedPageBreak/>
        <w:t>راهکارها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اندوه زدا</w:t>
      </w:r>
      <w:r w:rsidR="00E243D8" w:rsidRPr="00E243D8">
        <w:rPr>
          <w:rFonts w:hint="cs"/>
          <w:rtl/>
          <w:lang w:bidi="fa-IR"/>
        </w:rPr>
        <w:t>یی</w:t>
      </w:r>
      <w:bookmarkEnd w:id="59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گرفتار حزن و اندوه 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رانگرند،</w:t>
      </w:r>
      <w:r w:rsidRPr="00E243D8">
        <w:rPr>
          <w:rtl/>
          <w:lang w:bidi="fa-IR"/>
        </w:rPr>
        <w:t xml:space="preserve">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به دنبال راهکارها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اندوه زدا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بروند تا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خصلت خانمان سوز نجات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ابند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 xml:space="preserve"> و سخنان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ما راه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گوناگون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مبارزه با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حزن و اندوه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شده که به بررس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آن ها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پرداز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</w:t>
      </w:r>
    </w:p>
    <w:p w:rsidR="00E243D8" w:rsidRPr="00E243D8" w:rsidRDefault="00EA68DB" w:rsidP="00EA68D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E243D8" w:rsidRPr="00E243D8" w:rsidRDefault="00E243D8" w:rsidP="00EA68DB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الدعوات، ص 140؛ بحارالانوار، ج 70، ص 157.</w:t>
      </w:r>
    </w:p>
    <w:p w:rsidR="00E243D8" w:rsidRPr="00E243D8" w:rsidRDefault="00E243D8" w:rsidP="00EA68DB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نهج البلاغه، حکمت 127؛ بحارالانوار، ج 78، ص 191.</w:t>
      </w:r>
    </w:p>
    <w:p w:rsidR="00E243D8" w:rsidRPr="00E243D8" w:rsidRDefault="00EA68DB" w:rsidP="0004539A">
      <w:pPr>
        <w:pStyle w:val="libBold1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tl/>
          <w:lang w:bidi="fa-IR"/>
        </w:rPr>
        <w:lastRenderedPageBreak/>
        <w:t>1) پناه بردن به خدا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راهکارها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مقابله با اندوه و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رون</w:t>
      </w:r>
      <w:r w:rsidRPr="00E243D8">
        <w:rPr>
          <w:rtl/>
          <w:lang w:bidi="fa-IR"/>
        </w:rPr>
        <w:t xml:space="preserve"> راندن آن از روح و جان، پناه بردن به خدا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متعال است. در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دعاها به ما آموخته اند که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از غم و اندوه به خداوند پناه ببر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خداوند را تک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گاه خود قرار ده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. هرگاه لشگر اندوه به شما هجوم آورد، تنها چاره </w:t>
      </w:r>
      <w:r w:rsidRPr="00E243D8">
        <w:rPr>
          <w:rFonts w:hint="eastAsia"/>
          <w:rtl/>
          <w:lang w:bidi="fa-IR"/>
        </w:rPr>
        <w:t>پناه</w:t>
      </w:r>
      <w:r w:rsidRPr="00E243D8">
        <w:rPr>
          <w:rtl/>
          <w:lang w:bidi="fa-IR"/>
        </w:rPr>
        <w:t xml:space="preserve"> بردن به خداست. در بخش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تعق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بات</w:t>
      </w:r>
      <w:r w:rsidRPr="00E243D8">
        <w:rPr>
          <w:rtl/>
          <w:lang w:bidi="fa-IR"/>
        </w:rPr>
        <w:t xml:space="preserve"> نماز، از قول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آمده است: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اَللّهُمَّ</w:t>
      </w:r>
      <w:r w:rsidRPr="00E243D8">
        <w:rPr>
          <w:rtl/>
          <w:lang w:bidi="fa-IR"/>
        </w:rPr>
        <w:t xml:space="preserve"> اِنّ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اَعُوذُ بِکَ مِنَ الهَمِّ وَ الحُزْنِ؛</w:t>
      </w:r>
      <w:r w:rsidRPr="00EA68DB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خداوندا، من از غم و اندوه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به تو پناه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برم.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در تعق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</w:t>
      </w:r>
      <w:r w:rsidRPr="00E243D8">
        <w:rPr>
          <w:rtl/>
          <w:lang w:bidi="fa-IR"/>
        </w:rPr>
        <w:t xml:space="preserve"> نماز ظهر از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نوران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رسول گرام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اسلام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اَللّهُمَّ</w:t>
      </w:r>
      <w:r w:rsidRPr="00E243D8">
        <w:rPr>
          <w:rtl/>
          <w:lang w:bidi="fa-IR"/>
        </w:rPr>
        <w:t xml:space="preserve"> لا تَدَعْ 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ذَنْباً اِلّا غَفَرْتَهُ وَلا هَمّاً اِلّا فَرَّجْتَهُ؛</w:t>
      </w:r>
      <w:r w:rsidRPr="00EA68DB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خداوندا، گناه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 من مگذار، مگر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آن را آمرز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باش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نه غم و اندوه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مگر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بر طرف نموده باش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!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غص</w:t>
      </w:r>
      <w:r w:rsidRPr="00E243D8">
        <w:rPr>
          <w:rFonts w:hint="cs"/>
          <w:rtl/>
        </w:rPr>
        <w:t>ۀ</w:t>
      </w:r>
      <w:r w:rsidRPr="00E243D8">
        <w:rPr>
          <w:rtl/>
          <w:lang w:bidi="fa-IR"/>
        </w:rPr>
        <w:t xml:space="preserve"> دل را به نشاط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مبدل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سازد خداوند است. چنان که در دعاها خداوند را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عُدَّت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عِنْدَ کُرْبَت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؛</w:t>
      </w:r>
      <w:r w:rsidRPr="00EA68DB">
        <w:rPr>
          <w:rStyle w:val="libFootnotenumChar"/>
          <w:rtl/>
        </w:rPr>
        <w:t>(3)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ساز و برگ من به هنگام اندوهم!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له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از غم و اندوه، پناه بردن به خداوند است. او </w:t>
      </w:r>
      <w:r w:rsidRPr="00E243D8">
        <w:rPr>
          <w:rtl/>
          <w:lang w:bidi="fa-IR"/>
        </w:rPr>
        <w:lastRenderedPageBreak/>
        <w:t>تنها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اندوه جان انسان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زدا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تسلا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خاطر اندوهناکان است.</w:t>
      </w:r>
    </w:p>
    <w:p w:rsidR="00E243D8" w:rsidRPr="00E243D8" w:rsidRDefault="00EA68DB" w:rsidP="00EA68D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E243D8" w:rsidRPr="00E243D8" w:rsidRDefault="00E243D8" w:rsidP="00EA68DB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3، ص 345.</w:t>
      </w:r>
    </w:p>
    <w:p w:rsidR="00E243D8" w:rsidRPr="00E243D8" w:rsidRDefault="00E243D8" w:rsidP="00EA68DB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فلاح السائل، ص 172.</w:t>
      </w:r>
    </w:p>
    <w:p w:rsidR="00E243D8" w:rsidRPr="00E243D8" w:rsidRDefault="00E243D8" w:rsidP="00EA68DB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3- 3. مصباح المتهجد، ج 1، ص 328؛ مهج الدعوات،ص 145.</w:t>
      </w:r>
    </w:p>
    <w:p w:rsidR="00E243D8" w:rsidRPr="00E243D8" w:rsidRDefault="00EA68DB" w:rsidP="0004539A">
      <w:pPr>
        <w:pStyle w:val="libBold1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tl/>
          <w:lang w:bidi="fa-IR"/>
        </w:rPr>
        <w:lastRenderedPageBreak/>
        <w:t>2) ذکر و دعا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علاوه</w:t>
      </w:r>
      <w:r w:rsidRPr="00E243D8">
        <w:rPr>
          <w:rtl/>
          <w:lang w:bidi="fa-IR"/>
        </w:rPr>
        <w:t xml:space="preserve"> بر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در هنگام حزن و اندوه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به خداوند پناه برد و از او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خواست. ذکرها و دعاها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رفع غم و اندوه مف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است، از ائمه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نقل شده است که هر کدام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تواند در رفع حزن و اندوه سهم مهم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داشته باشد.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کتب روا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باب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ذکرها و دعاها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موجب برطرف شدن غم و اندوه است گشوده شده است که 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نجا</w:t>
      </w:r>
      <w:r w:rsidRPr="00E243D8">
        <w:rPr>
          <w:rtl/>
          <w:lang w:bidi="fa-IR"/>
        </w:rPr>
        <w:t xml:space="preserve"> به برخ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آن ها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پرداز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04539A" w:rsidP="0004539A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60" w:name="_Toc67344743"/>
      <w:r w:rsidR="00E243D8" w:rsidRPr="00E243D8">
        <w:rPr>
          <w:rFonts w:hint="eastAsia"/>
          <w:rtl/>
          <w:lang w:bidi="fa-IR"/>
        </w:rPr>
        <w:lastRenderedPageBreak/>
        <w:t>ذکر</w:t>
      </w:r>
      <w:r w:rsidR="00E243D8" w:rsidRPr="00E243D8">
        <w:rPr>
          <w:rtl/>
          <w:lang w:bidi="fa-IR"/>
        </w:rPr>
        <w:t xml:space="preserve"> استغفار</w:t>
      </w:r>
      <w:bookmarkEnd w:id="60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مهم 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ذکرها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اندوه زدا</w:t>
      </w:r>
      <w:r w:rsidRPr="00E243D8">
        <w:rPr>
          <w:rFonts w:hint="cs"/>
          <w:rtl/>
          <w:lang w:bidi="fa-IR"/>
        </w:rPr>
        <w:t>یی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ذکر استغفار است. چون گناهان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عوامل مهم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غبار غم و اندوه را بر دل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نشاند و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زدودن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غبار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استغفار کرد و از خداوند طلب بخشش نمود. رسول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مَنْ</w:t>
      </w:r>
      <w:r w:rsidRPr="00E243D8">
        <w:rPr>
          <w:rtl/>
          <w:lang w:bidi="fa-IR"/>
        </w:rPr>
        <w:t xml:space="preserve"> کَثُرَتْ هُمُومُهُ فَعَلَ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هِ</w:t>
      </w:r>
      <w:r w:rsidRPr="00E243D8">
        <w:rPr>
          <w:rtl/>
          <w:lang w:bidi="fa-IR"/>
        </w:rPr>
        <w:t xml:space="preserve"> بِالاِسْتِغفارِ؛</w:t>
      </w:r>
      <w:r w:rsidRPr="00EA68DB">
        <w:rPr>
          <w:rStyle w:val="libFootnotenumChar"/>
          <w:rtl/>
        </w:rPr>
        <w:t xml:space="preserve">(1) </w:t>
      </w:r>
      <w:r w:rsidRPr="00E243D8">
        <w:rPr>
          <w:rtl/>
          <w:lang w:bidi="fa-IR"/>
        </w:rPr>
        <w:t>هرکس غم و اندوهش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شد، استغفار کند.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ذکر</w:t>
      </w:r>
      <w:r w:rsidRPr="00E243D8">
        <w:rPr>
          <w:rtl/>
          <w:lang w:bidi="fa-IR"/>
        </w:rPr>
        <w:t xml:space="preserve"> «لا حوله و لا قوه الا بالله العل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العظ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م»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امام</w:t>
      </w:r>
      <w:r w:rsidRPr="00E243D8">
        <w:rPr>
          <w:rtl/>
          <w:lang w:bidi="fa-IR"/>
        </w:rPr>
        <w:t xml:space="preserve">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حزن و اندوه را از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قلب و جان آدم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 شمرده و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علاج آن به دعا توص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نموده اند: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الأَحْزانُ</w:t>
      </w:r>
      <w:r w:rsidRPr="00E243D8">
        <w:rPr>
          <w:rtl/>
          <w:lang w:bidi="fa-IR"/>
        </w:rPr>
        <w:t xml:space="preserve"> اَسْقامُ القُلوبِ کَما اَنَّ الامراضَ اَسْقامُ الاَبْدانِ؛ حزن ها و اندوه ها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قلوب اند، چنان که مرض ها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بدن ها هستند.</w:t>
      </w:r>
    </w:p>
    <w:p w:rsidR="00E243D8" w:rsidRPr="00E243D8" w:rsidRDefault="00EA68DB" w:rsidP="00EA68D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EA68DB" w:rsidRDefault="00E243D8" w:rsidP="00EA68DB">
      <w:pPr>
        <w:pStyle w:val="libFootnote0"/>
        <w:rPr>
          <w:rtl/>
        </w:rPr>
      </w:pPr>
      <w:r w:rsidRPr="00E243D8">
        <w:rPr>
          <w:rtl/>
          <w:lang w:bidi="fa-IR"/>
        </w:rPr>
        <w:t>1</w:t>
      </w:r>
      <w:r w:rsidRPr="00EA68DB">
        <w:rPr>
          <w:rtl/>
        </w:rPr>
        <w:t>- 1. المحاسن، ج 1، ص 42؛ الکاف</w:t>
      </w:r>
      <w:r w:rsidRPr="00EA68DB">
        <w:rPr>
          <w:rFonts w:hint="cs"/>
          <w:rtl/>
        </w:rPr>
        <w:t>ی</w:t>
      </w:r>
      <w:r w:rsidRPr="00EA68DB">
        <w:rPr>
          <w:rFonts w:hint="eastAsia"/>
          <w:rtl/>
        </w:rPr>
        <w:t>،</w:t>
      </w:r>
      <w:r w:rsidRPr="00EA68DB">
        <w:rPr>
          <w:rtl/>
        </w:rPr>
        <w:t xml:space="preserve"> ج 8، ص 93؛ بحارالانوار، ج 92، ص 296.</w:t>
      </w:r>
    </w:p>
    <w:p w:rsidR="00E243D8" w:rsidRPr="00E243D8" w:rsidRDefault="00EA68DB" w:rsidP="00EA68DB">
      <w:pPr>
        <w:pStyle w:val="libNormal"/>
        <w:rPr>
          <w:rtl/>
          <w:lang w:bidi="fa-IR"/>
        </w:rPr>
      </w:pPr>
      <w:r>
        <w:rPr>
          <w:rtl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بعد</w:t>
      </w:r>
      <w:r w:rsidR="00E243D8" w:rsidRPr="00E243D8">
        <w:rPr>
          <w:rtl/>
          <w:lang w:bidi="fa-IR"/>
        </w:rPr>
        <w:t xml:space="preserve"> فرموده اند: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اِذا</w:t>
      </w:r>
      <w:r w:rsidRPr="00E243D8">
        <w:rPr>
          <w:rtl/>
          <w:lang w:bidi="fa-IR"/>
        </w:rPr>
        <w:t xml:space="preserve"> تَوالَتْ الهُمُومُ فَعَل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کَ</w:t>
      </w:r>
      <w:r w:rsidRPr="00E243D8">
        <w:rPr>
          <w:rtl/>
          <w:lang w:bidi="fa-IR"/>
        </w:rPr>
        <w:t xml:space="preserve"> بِلا حَوْلَ وَلا قُوَّهَ اِلّا بِاللهِ؛</w:t>
      </w:r>
      <w:r w:rsidRPr="00EA68DB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هنگام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اندوه ها پ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پ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تو هجوم آوردند، بر تو باد به ذکر «لا حَولَ وَلا قُوَّهَ اِلّا بِالله».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04539A">
      <w:pPr>
        <w:pStyle w:val="Heading2"/>
        <w:rPr>
          <w:rtl/>
          <w:lang w:bidi="fa-IR"/>
        </w:rPr>
      </w:pPr>
      <w:bookmarkStart w:id="61" w:name="_Toc67344744"/>
      <w:r w:rsidRPr="00E243D8">
        <w:rPr>
          <w:rFonts w:hint="eastAsia"/>
          <w:rtl/>
          <w:lang w:bidi="fa-IR"/>
        </w:rPr>
        <w:t>ذکر</w:t>
      </w:r>
      <w:r w:rsidRPr="00E243D8">
        <w:rPr>
          <w:rtl/>
          <w:lang w:bidi="fa-IR"/>
        </w:rPr>
        <w:t xml:space="preserve"> «ماشاءالله»</w:t>
      </w:r>
      <w:bookmarkEnd w:id="61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بر</w:t>
      </w:r>
      <w:r w:rsidRPr="00E243D8">
        <w:rPr>
          <w:rtl/>
          <w:lang w:bidi="fa-IR"/>
        </w:rPr>
        <w:t xml:space="preserve"> نگ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انگشتر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رمؤمنان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هفت جمله نوشته شده بود که آن حضرت آن را در جنگ و به هنگام مشکلات به دست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آن جملات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بود: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اَعْدَدْتُ</w:t>
      </w:r>
      <w:r w:rsidRPr="00E243D8">
        <w:rPr>
          <w:rtl/>
          <w:lang w:bidi="fa-IR"/>
        </w:rPr>
        <w:t xml:space="preserve"> لِکُلِّ هَمٍّ وَ غَمٍّ فَادِحٍ ما شاءَ الله؛</w:t>
      </w:r>
      <w:r w:rsidRPr="00EA68DB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هر غم و اندوه سخت و دشوار ذکر «ماشاءالله» را مه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نمودم.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ذکر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اسباب و عوامل برطرف کنند</w:t>
      </w:r>
      <w:r w:rsidRPr="00E243D8">
        <w:rPr>
          <w:rFonts w:hint="cs"/>
          <w:rtl/>
        </w:rPr>
        <w:t>ۀ</w:t>
      </w:r>
      <w:r w:rsidRPr="00E243D8">
        <w:rPr>
          <w:rtl/>
          <w:lang w:bidi="fa-IR"/>
        </w:rPr>
        <w:t xml:space="preserve"> اندوه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سنگ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 شکننده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04539A">
      <w:pPr>
        <w:pStyle w:val="libBold1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ذکر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</w:p>
    <w:p w:rsidR="00E243D8" w:rsidRPr="00E243D8" w:rsidRDefault="00E243D8" w:rsidP="0004539A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اذکار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کاربردها و آثار فراوان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دارد، ذکر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است. </w:t>
      </w:r>
      <w:r w:rsidR="0004539A" w:rsidRPr="0004539A">
        <w:rPr>
          <w:rStyle w:val="libAlaemChar"/>
          <w:rFonts w:hint="cs"/>
          <w:rtl/>
        </w:rPr>
        <w:t>(</w:t>
      </w:r>
      <w:r w:rsidRPr="0004539A">
        <w:rPr>
          <w:rStyle w:val="libAieChar"/>
          <w:rtl/>
        </w:rPr>
        <w:t>لا اِلهَ اِلّا اَنْتَ سُبْحانَکَ اِنّ</w:t>
      </w:r>
      <w:r w:rsidRPr="0004539A">
        <w:rPr>
          <w:rStyle w:val="libAieChar"/>
          <w:rFonts w:hint="cs"/>
          <w:rtl/>
        </w:rPr>
        <w:t>ی</w:t>
      </w:r>
      <w:r w:rsidRPr="0004539A">
        <w:rPr>
          <w:rStyle w:val="libAieChar"/>
          <w:rtl/>
        </w:rPr>
        <w:t xml:space="preserve"> کُنْتُ مِنَ الظّالِم</w:t>
      </w:r>
      <w:r w:rsidRPr="0004539A">
        <w:rPr>
          <w:rStyle w:val="libAieChar"/>
          <w:rFonts w:hint="cs"/>
          <w:rtl/>
        </w:rPr>
        <w:t>ی</w:t>
      </w:r>
      <w:r w:rsidRPr="0004539A">
        <w:rPr>
          <w:rStyle w:val="libAieChar"/>
          <w:rFonts w:hint="eastAsia"/>
          <w:rtl/>
        </w:rPr>
        <w:t>نَ</w:t>
      </w:r>
      <w:r w:rsidR="0004539A" w:rsidRPr="0004539A">
        <w:rPr>
          <w:rStyle w:val="libAlaemChar"/>
          <w:rFonts w:hint="cs"/>
          <w:rtl/>
        </w:rPr>
        <w:t>)</w:t>
      </w:r>
      <w:r w:rsidRPr="00E243D8">
        <w:rPr>
          <w:rtl/>
          <w:lang w:bidi="fa-IR"/>
        </w:rPr>
        <w:t xml:space="preserve"> معبود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جز تو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ست،</w:t>
      </w:r>
      <w:r w:rsidRPr="00E243D8">
        <w:rPr>
          <w:rtl/>
          <w:lang w:bidi="fa-IR"/>
        </w:rPr>
        <w:t xml:space="preserve"> از هر 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</w:t>
      </w:r>
      <w:r w:rsidRPr="00E243D8">
        <w:rPr>
          <w:rtl/>
          <w:lang w:bidi="fa-IR"/>
        </w:rPr>
        <w:t xml:space="preserve"> و نقص منزه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در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من از ستمگران بودم.»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ذکر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همان ذکر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سبب رها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حضرت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ونس</w:t>
      </w:r>
      <w:r w:rsidRPr="00E243D8">
        <w:rPr>
          <w:rtl/>
          <w:lang w:bidi="fa-IR"/>
        </w:rPr>
        <w:t xml:space="preserve"> از شکم ماه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شد. رها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از غم و اندوه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آثار ارزشمند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ذکر شر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است. چنان که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فرمودند:</w:t>
      </w:r>
    </w:p>
    <w:p w:rsidR="00E243D8" w:rsidRPr="00E243D8" w:rsidRDefault="0004539A" w:rsidP="0004539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04539A" w:rsidRDefault="00E243D8" w:rsidP="0004539A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بحارالانوار، ج 92، ص 280.</w:t>
      </w:r>
    </w:p>
    <w:p w:rsidR="0004539A" w:rsidRDefault="00E243D8" w:rsidP="0004539A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مکارم الاخلاق، ص 91.</w:t>
      </w:r>
    </w:p>
    <w:p w:rsidR="00E243D8" w:rsidRPr="00E243D8" w:rsidRDefault="0004539A" w:rsidP="0004539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عَجِبْتُ</w:t>
      </w:r>
      <w:r w:rsidR="00E243D8" w:rsidRPr="00E243D8">
        <w:rPr>
          <w:rtl/>
          <w:lang w:bidi="fa-IR"/>
        </w:rPr>
        <w:t xml:space="preserve"> لِمَنْ اغْتَمَّ کَ</w:t>
      </w:r>
      <w:r w:rsidR="00E243D8" w:rsidRPr="00E243D8">
        <w:rPr>
          <w:rFonts w:hint="cs"/>
          <w:rtl/>
          <w:lang w:bidi="fa-IR"/>
        </w:rPr>
        <w:t>یْ</w:t>
      </w:r>
      <w:r w:rsidR="00E243D8" w:rsidRPr="00E243D8">
        <w:rPr>
          <w:rFonts w:hint="eastAsia"/>
          <w:rtl/>
          <w:lang w:bidi="fa-IR"/>
        </w:rPr>
        <w:t>فَ</w:t>
      </w:r>
      <w:r w:rsidR="00E243D8" w:rsidRPr="00E243D8">
        <w:rPr>
          <w:rtl/>
          <w:lang w:bidi="fa-IR"/>
        </w:rPr>
        <w:t xml:space="preserve"> لا</w:t>
      </w:r>
      <w:r w:rsidR="00E243D8" w:rsidRPr="00E243D8">
        <w:rPr>
          <w:rFonts w:hint="cs"/>
          <w:rtl/>
          <w:lang w:bidi="fa-IR"/>
        </w:rPr>
        <w:t>یَ</w:t>
      </w:r>
      <w:r w:rsidR="00E243D8" w:rsidRPr="00E243D8">
        <w:rPr>
          <w:rFonts w:hint="eastAsia"/>
          <w:rtl/>
          <w:lang w:bidi="fa-IR"/>
        </w:rPr>
        <w:t>فْزَعُ</w:t>
      </w:r>
      <w:r w:rsidR="00E243D8" w:rsidRPr="00E243D8">
        <w:rPr>
          <w:rtl/>
          <w:lang w:bidi="fa-IR"/>
        </w:rPr>
        <w:t xml:space="preserve"> اِل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قَوْلِهِ تَعال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«لا</w:t>
      </w:r>
      <w:r w:rsidR="00E243D8" w:rsidRPr="00E243D8">
        <w:rPr>
          <w:rFonts w:hint="cs"/>
          <w:rtl/>
          <w:lang w:bidi="fa-IR"/>
        </w:rPr>
        <w:t xml:space="preserve"> اِلهَ اِلّا اَنْتَ سُبْحانَکَ اِنّی</w:t>
      </w:r>
      <w:r w:rsidR="00E243D8" w:rsidRPr="00E243D8">
        <w:rPr>
          <w:rtl/>
          <w:lang w:bidi="fa-IR"/>
        </w:rPr>
        <w:t xml:space="preserve"> کُنْتُ مِنَ الظّالِم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نَ»</w:t>
      </w:r>
      <w:r w:rsidR="00E243D8" w:rsidRPr="00E243D8">
        <w:rPr>
          <w:rtl/>
          <w:lang w:bidi="fa-IR"/>
        </w:rPr>
        <w:t xml:space="preserve"> فَاِنّ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سَمِعْتُ اللهَ عَزَّوَجَلَّ </w:t>
      </w:r>
      <w:r w:rsidR="00E243D8" w:rsidRPr="00E243D8">
        <w:rPr>
          <w:rFonts w:hint="cs"/>
          <w:rtl/>
          <w:lang w:bidi="fa-IR"/>
        </w:rPr>
        <w:t>یَ</w:t>
      </w:r>
      <w:r w:rsidR="00E243D8" w:rsidRPr="00E243D8">
        <w:rPr>
          <w:rFonts w:hint="eastAsia"/>
          <w:rtl/>
          <w:lang w:bidi="fa-IR"/>
        </w:rPr>
        <w:t>قُولُ</w:t>
      </w:r>
      <w:r w:rsidR="00E243D8" w:rsidRPr="00E243D8">
        <w:rPr>
          <w:rtl/>
          <w:lang w:bidi="fa-IR"/>
        </w:rPr>
        <w:t xml:space="preserve"> بِعَقَبِها «فَاسْتَجَبنا لَهُ وَ نَجَّ</w:t>
      </w:r>
      <w:r w:rsidR="00E243D8" w:rsidRPr="00E243D8">
        <w:rPr>
          <w:rFonts w:hint="cs"/>
          <w:rtl/>
          <w:lang w:bidi="fa-IR"/>
        </w:rPr>
        <w:t>یْ</w:t>
      </w:r>
      <w:r w:rsidR="00E243D8" w:rsidRPr="00E243D8">
        <w:rPr>
          <w:rFonts w:hint="eastAsia"/>
          <w:rtl/>
          <w:lang w:bidi="fa-IR"/>
        </w:rPr>
        <w:t>ناهُ</w:t>
      </w:r>
      <w:r w:rsidR="00E243D8" w:rsidRPr="00E243D8">
        <w:rPr>
          <w:rtl/>
          <w:lang w:bidi="fa-IR"/>
        </w:rPr>
        <w:t xml:space="preserve"> مِنَ الْغَمِّ وَ کَذ</w:t>
      </w:r>
      <w:r w:rsidR="00E243D8" w:rsidRPr="00E243D8">
        <w:rPr>
          <w:rFonts w:hint="cs"/>
          <w:rtl/>
          <w:lang w:bidi="fa-IR"/>
        </w:rPr>
        <w:t>لِکَ نُنْجِی</w:t>
      </w:r>
      <w:r w:rsidR="00E243D8" w:rsidRPr="00E243D8">
        <w:rPr>
          <w:rtl/>
          <w:lang w:bidi="fa-IR"/>
        </w:rPr>
        <w:t xml:space="preserve"> ا</w:t>
      </w:r>
      <w:r w:rsidR="00E243D8" w:rsidRPr="00E243D8">
        <w:rPr>
          <w:rFonts w:hint="eastAsia"/>
          <w:rtl/>
          <w:lang w:bidi="fa-IR"/>
        </w:rPr>
        <w:t>لْم</w:t>
      </w:r>
      <w:r w:rsidR="00E243D8" w:rsidRPr="00E243D8">
        <w:rPr>
          <w:rtl/>
          <w:lang w:bidi="fa-IR"/>
        </w:rPr>
        <w:t>_ُؤْمِن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نَ»؛</w:t>
      </w:r>
      <w:r w:rsidR="00E243D8" w:rsidRPr="002320E9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در شگفتم از کس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اندوه او را فرا گرفته، و با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حال چگونه به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فرموده خدا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عزوجل پناه نم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برد: «لا اِلهَ اِلّا اَنْتَ سُبْحانَکَ اِنّ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کُنْتُ مِنَ الظّالِم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نَ»</w:t>
      </w:r>
      <w:r w:rsidR="00E243D8" w:rsidRPr="00E243D8">
        <w:rPr>
          <w:rtl/>
          <w:lang w:bidi="fa-IR"/>
        </w:rPr>
        <w:t>. که شن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دم</w:t>
      </w:r>
      <w:r w:rsidR="00E243D8" w:rsidRPr="00E243D8">
        <w:rPr>
          <w:rtl/>
          <w:lang w:bidi="fa-IR"/>
        </w:rPr>
        <w:t xml:space="preserve"> خدا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عزّ و جَلّ به دنبال آن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فرما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>: «درخواستش را برآورد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</w:t>
      </w:r>
      <w:r w:rsidR="00E243D8" w:rsidRPr="00E243D8">
        <w:rPr>
          <w:rtl/>
          <w:lang w:bidi="fa-IR"/>
        </w:rPr>
        <w:t xml:space="preserve"> و از اندوه نجاتش داد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</w:t>
      </w:r>
      <w:r w:rsidR="00E243D8" w:rsidRPr="00E243D8">
        <w:rPr>
          <w:rtl/>
          <w:lang w:bidi="fa-IR"/>
        </w:rPr>
        <w:t xml:space="preserve"> و اهل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مان</w:t>
      </w:r>
      <w:r w:rsidR="00E243D8" w:rsidRPr="00E243D8">
        <w:rPr>
          <w:rtl/>
          <w:lang w:bidi="fa-IR"/>
        </w:rPr>
        <w:t xml:space="preserve"> را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چن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رهان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</w:t>
      </w:r>
      <w:r w:rsidR="00E243D8"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2320E9">
      <w:pPr>
        <w:pStyle w:val="Heading2"/>
        <w:rPr>
          <w:rtl/>
          <w:lang w:bidi="fa-IR"/>
        </w:rPr>
      </w:pPr>
      <w:bookmarkStart w:id="62" w:name="_Toc67344745"/>
      <w:r w:rsidRPr="00E243D8">
        <w:rPr>
          <w:rFonts w:hint="eastAsia"/>
          <w:rtl/>
          <w:lang w:bidi="fa-IR"/>
        </w:rPr>
        <w:t>دعاها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اندوه زدا</w:t>
      </w:r>
      <w:r w:rsidRPr="00E243D8">
        <w:rPr>
          <w:rFonts w:hint="cs"/>
          <w:rtl/>
          <w:lang w:bidi="fa-IR"/>
        </w:rPr>
        <w:t>یی</w:t>
      </w:r>
      <w:bookmarkEnd w:id="62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کتب ادع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دعاها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اندوه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زدا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فصل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گشوده شده است و هر کدام راه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برون رفت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دل و جان است. 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نجا</w:t>
      </w:r>
      <w:r w:rsidRPr="00E243D8">
        <w:rPr>
          <w:rtl/>
          <w:lang w:bidi="fa-IR"/>
        </w:rPr>
        <w:t xml:space="preserve"> چند دعا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کوتاه 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باره ذکر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 xml:space="preserve">از حضرت رسول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شده است که فرمود: هرکس به غم و اندوه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بلا و شدت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مبتلا شد بگو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اللهُ</w:t>
      </w:r>
      <w:r w:rsidRPr="00E243D8">
        <w:rPr>
          <w:rtl/>
          <w:lang w:bidi="fa-IR"/>
        </w:rPr>
        <w:t xml:space="preserve"> رَبّ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لا اُشْرِکُ بِهِ شَ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ئاً،</w:t>
      </w:r>
      <w:r w:rsidRPr="00E243D8">
        <w:rPr>
          <w:rtl/>
          <w:lang w:bidi="fa-IR"/>
        </w:rPr>
        <w:t xml:space="preserve"> تَوَکَّلْتُ عَلَ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الحَ</w:t>
      </w:r>
      <w:r w:rsidRPr="00E243D8">
        <w:rPr>
          <w:rFonts w:hint="cs"/>
          <w:rtl/>
          <w:lang w:bidi="fa-IR"/>
        </w:rPr>
        <w:t>یِّ</w:t>
      </w:r>
      <w:r w:rsidRPr="00E243D8">
        <w:rPr>
          <w:rtl/>
          <w:lang w:bidi="fa-IR"/>
        </w:rPr>
        <w:t xml:space="preserve"> الّذ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لا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موتُ؛</w:t>
      </w:r>
      <w:r w:rsidRPr="002320E9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خدا پروردگار من است،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شر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او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سازم. بر زنده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رد</w:t>
      </w:r>
      <w:r w:rsidRPr="00E243D8">
        <w:rPr>
          <w:rtl/>
          <w:lang w:bidi="fa-IR"/>
        </w:rPr>
        <w:t xml:space="preserve"> توکل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کنم.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 xml:space="preserve">از حضرت امام جعفر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نقل شده است که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رفع غم و اندوه غسل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دو رکعت نماز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سپس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فارِجَ الهَمِّ وَ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کاشِفَ الغَمِّ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رَحْمنَ الدُّن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 الآخِرَهِ وَ رَح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مَهُما</w:t>
      </w:r>
      <w:r w:rsidRPr="00E243D8">
        <w:rPr>
          <w:rtl/>
          <w:lang w:bidi="fa-IR"/>
        </w:rPr>
        <w:t xml:space="preserve"> فَرِّجْ</w:t>
      </w:r>
    </w:p>
    <w:p w:rsidR="00E243D8" w:rsidRPr="00E243D8" w:rsidRDefault="002320E9" w:rsidP="002320E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E243D8" w:rsidRDefault="00E243D8" w:rsidP="002320E9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سوره انب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اء،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8. من 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حضره</w:t>
      </w:r>
      <w:r w:rsidRPr="00E243D8">
        <w:rPr>
          <w:rtl/>
          <w:lang w:bidi="fa-IR"/>
        </w:rPr>
        <w:t xml:space="preserve"> الفق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ج 4، ص 393؛ بحارالانوار، ج 90، ص 184.</w:t>
      </w:r>
    </w:p>
    <w:p w:rsidR="002320E9" w:rsidRDefault="00E243D8" w:rsidP="002320E9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عده الداع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ص 276.</w:t>
      </w:r>
    </w:p>
    <w:p w:rsidR="00E243D8" w:rsidRPr="00E243D8" w:rsidRDefault="002320E9" w:rsidP="002320E9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هَمّ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وَ اکْشِفْ غَمّ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tl/>
          <w:lang w:bidi="fa-IR"/>
        </w:rPr>
        <w:t xml:space="preserve"> اللهُ الواحِدُ الاَحَدُ الصَّمَدُ الّذ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لَمْ </w:t>
      </w:r>
      <w:r w:rsidR="00E243D8" w:rsidRPr="00E243D8">
        <w:rPr>
          <w:rFonts w:hint="cs"/>
          <w:rtl/>
          <w:lang w:bidi="fa-IR"/>
        </w:rPr>
        <w:t>یَ</w:t>
      </w:r>
      <w:r w:rsidR="00E243D8" w:rsidRPr="00E243D8">
        <w:rPr>
          <w:rFonts w:hint="eastAsia"/>
          <w:rtl/>
          <w:lang w:bidi="fa-IR"/>
        </w:rPr>
        <w:t>لِدْ</w:t>
      </w:r>
      <w:r w:rsidR="00E243D8" w:rsidRPr="00E243D8">
        <w:rPr>
          <w:rtl/>
          <w:lang w:bidi="fa-IR"/>
        </w:rPr>
        <w:t xml:space="preserve"> وَ لَمْ </w:t>
      </w:r>
      <w:r w:rsidR="00E243D8" w:rsidRPr="00E243D8">
        <w:rPr>
          <w:rFonts w:hint="cs"/>
          <w:rtl/>
          <w:lang w:bidi="fa-IR"/>
        </w:rPr>
        <w:t>یُ</w:t>
      </w:r>
      <w:r w:rsidR="00E243D8" w:rsidRPr="00E243D8">
        <w:rPr>
          <w:rFonts w:hint="eastAsia"/>
          <w:rtl/>
          <w:lang w:bidi="fa-IR"/>
        </w:rPr>
        <w:t>ولَدْ</w:t>
      </w:r>
      <w:r w:rsidR="00E243D8" w:rsidRPr="00E243D8">
        <w:rPr>
          <w:rtl/>
          <w:lang w:bidi="fa-IR"/>
        </w:rPr>
        <w:t xml:space="preserve"> وَ لَمْ </w:t>
      </w:r>
      <w:r w:rsidR="00E243D8" w:rsidRPr="00E243D8">
        <w:rPr>
          <w:rFonts w:hint="cs"/>
          <w:rtl/>
          <w:lang w:bidi="fa-IR"/>
        </w:rPr>
        <w:t>یَ</w:t>
      </w:r>
      <w:r w:rsidR="00E243D8" w:rsidRPr="00E243D8">
        <w:rPr>
          <w:rFonts w:hint="eastAsia"/>
          <w:rtl/>
          <w:lang w:bidi="fa-IR"/>
        </w:rPr>
        <w:t>کُنْ</w:t>
      </w:r>
      <w:r w:rsidR="00E243D8" w:rsidRPr="00E243D8">
        <w:rPr>
          <w:rtl/>
          <w:lang w:bidi="fa-IR"/>
        </w:rPr>
        <w:t xml:space="preserve"> لَهُ کُفُوّاً اَحَدٌ اِعْصِمْن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وَ طَهِّرْن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وَ اذْهَبْ بِبَلِ</w:t>
      </w:r>
      <w:r w:rsidR="00E243D8" w:rsidRPr="00E243D8">
        <w:rPr>
          <w:rFonts w:hint="cs"/>
          <w:rtl/>
          <w:lang w:bidi="fa-IR"/>
        </w:rPr>
        <w:t>یَّ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؛</w:t>
      </w:r>
      <w:r w:rsidR="00E243D8" w:rsidRPr="002320E9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گشا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ند</w:t>
      </w:r>
      <w:r w:rsidR="00E243D8" w:rsidRPr="00E243D8">
        <w:rPr>
          <w:rFonts w:hint="cs"/>
          <w:rtl/>
        </w:rPr>
        <w:t>ۀ</w:t>
      </w:r>
      <w:r w:rsidR="00E243D8" w:rsidRPr="00E243D8">
        <w:rPr>
          <w:rtl/>
        </w:rPr>
        <w:t xml:space="preserve"> اندوه و ا</w:t>
      </w:r>
      <w:r w:rsidR="00E243D8" w:rsidRPr="00E243D8">
        <w:rPr>
          <w:rFonts w:hint="cs"/>
          <w:rtl/>
        </w:rPr>
        <w:t>ی</w:t>
      </w:r>
      <w:r w:rsidR="00E243D8" w:rsidRPr="00E243D8">
        <w:rPr>
          <w:rtl/>
        </w:rPr>
        <w:t xml:space="preserve"> زدا</w:t>
      </w:r>
      <w:r w:rsidR="00E243D8" w:rsidRPr="00E243D8">
        <w:rPr>
          <w:rFonts w:hint="cs"/>
          <w:rtl/>
        </w:rPr>
        <w:t>ی</w:t>
      </w:r>
      <w:r w:rsidR="00E243D8" w:rsidRPr="00E243D8">
        <w:rPr>
          <w:rFonts w:hint="eastAsia"/>
          <w:rtl/>
        </w:rPr>
        <w:t>ند</w:t>
      </w:r>
      <w:r w:rsidR="00E243D8" w:rsidRPr="00E243D8">
        <w:rPr>
          <w:rFonts w:hint="cs"/>
          <w:rtl/>
        </w:rPr>
        <w:t>ۀ</w:t>
      </w:r>
      <w:r w:rsidR="00E243D8" w:rsidRPr="00E243D8">
        <w:rPr>
          <w:rtl/>
        </w:rPr>
        <w:t xml:space="preserve"> غم، ا</w:t>
      </w:r>
      <w:r w:rsidR="00E243D8" w:rsidRPr="00E243D8">
        <w:rPr>
          <w:rFonts w:hint="cs"/>
          <w:rtl/>
        </w:rPr>
        <w:t>ی</w:t>
      </w:r>
      <w:r w:rsidR="00E243D8" w:rsidRPr="00E243D8">
        <w:rPr>
          <w:rtl/>
        </w:rPr>
        <w:t xml:space="preserve"> بخشند</w:t>
      </w:r>
      <w:r w:rsidR="00E243D8" w:rsidRPr="00E243D8">
        <w:rPr>
          <w:rFonts w:hint="cs"/>
          <w:rtl/>
        </w:rPr>
        <w:t>ۀ</w:t>
      </w:r>
      <w:r w:rsidR="00E243D8" w:rsidRPr="00E243D8">
        <w:rPr>
          <w:rtl/>
          <w:lang w:bidi="fa-IR"/>
        </w:rPr>
        <w:t xml:space="preserve"> دن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tl/>
          <w:lang w:bidi="fa-IR"/>
        </w:rPr>
        <w:t xml:space="preserve"> و آخرت و مهربان هر دو! اند</w:t>
      </w:r>
      <w:r w:rsidR="00E243D8" w:rsidRPr="00E243D8">
        <w:rPr>
          <w:rFonts w:hint="eastAsia"/>
          <w:rtl/>
          <w:lang w:bidi="fa-IR"/>
        </w:rPr>
        <w:t>وهم</w:t>
      </w:r>
      <w:r w:rsidR="00E243D8" w:rsidRPr="00E243D8">
        <w:rPr>
          <w:rtl/>
          <w:lang w:bidi="fa-IR"/>
        </w:rPr>
        <w:t xml:space="preserve"> را بگشا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و غمم را رفع کن!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خدا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گانه،</w:t>
      </w:r>
      <w:r w:rsidR="00E243D8" w:rsidRPr="00E243D8">
        <w:rPr>
          <w:rtl/>
          <w:lang w:bidi="fa-IR"/>
        </w:rPr>
        <w:t xml:space="preserve">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کتا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فرزند 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اورده</w:t>
      </w:r>
      <w:r w:rsidR="00E243D8" w:rsidRPr="00E243D8">
        <w:rPr>
          <w:rtl/>
          <w:lang w:bidi="fa-IR"/>
        </w:rPr>
        <w:t xml:space="preserve"> و فرزند نبوده و احد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همتا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او 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ست</w:t>
      </w:r>
      <w:r w:rsidR="00E243D8" w:rsidRPr="00E243D8">
        <w:rPr>
          <w:rtl/>
          <w:lang w:bidi="fa-IR"/>
        </w:rPr>
        <w:t>! نگهم دار و پاکم کن و بلا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</w:t>
      </w:r>
      <w:r w:rsidR="00E243D8" w:rsidRPr="00E243D8">
        <w:rPr>
          <w:rtl/>
          <w:lang w:bidi="fa-IR"/>
        </w:rPr>
        <w:t xml:space="preserve"> را ببر!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2320E9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همچن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الکرس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معوذت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را بخوان.</w:t>
      </w:r>
      <w:r w:rsidR="002320E9" w:rsidRPr="00E243D8">
        <w:rPr>
          <w:rtl/>
          <w:lang w:bidi="fa-IR"/>
        </w:rPr>
        <w:t xml:space="preserve"> </w:t>
      </w:r>
      <w:r w:rsidRPr="00E243D8">
        <w:rPr>
          <w:rtl/>
          <w:lang w:bidi="fa-IR"/>
        </w:rPr>
        <w:t>و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شده است که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رفع غم و اندوه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دعا را صد مرتبه در سجده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حَ</w:t>
      </w:r>
      <w:r w:rsidRPr="00E243D8">
        <w:rPr>
          <w:rFonts w:hint="cs"/>
          <w:rtl/>
          <w:lang w:bidi="fa-IR"/>
        </w:rPr>
        <w:t>یُّ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قَ</w:t>
      </w:r>
      <w:r w:rsidRPr="00E243D8">
        <w:rPr>
          <w:rFonts w:hint="cs"/>
          <w:rtl/>
          <w:lang w:bidi="fa-IR"/>
        </w:rPr>
        <w:t>یُّ</w:t>
      </w:r>
      <w:r w:rsidRPr="00E243D8">
        <w:rPr>
          <w:rFonts w:hint="eastAsia"/>
          <w:rtl/>
          <w:lang w:bidi="fa-IR"/>
        </w:rPr>
        <w:t>ومُ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لا اِلهَ اِلّا اَنْتَ بِرَحْمَتِکَ اَسْتَغ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ثُ</w:t>
      </w:r>
      <w:r w:rsidRPr="00E243D8">
        <w:rPr>
          <w:rtl/>
          <w:lang w:bidi="fa-IR"/>
        </w:rPr>
        <w:t xml:space="preserve"> فَاکْفِن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 اَهَمَّن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وَلا تَکِلْن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إل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نَفْس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؛</w:t>
      </w:r>
      <w:r w:rsidRPr="002320E9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زند</w:t>
      </w:r>
      <w:r w:rsidRPr="00E243D8">
        <w:rPr>
          <w:rFonts w:hint="cs"/>
          <w:rtl/>
        </w:rPr>
        <w:t>ۀ</w:t>
      </w:r>
      <w:r w:rsidRPr="00E243D8">
        <w:rPr>
          <w:rtl/>
          <w:lang w:bidi="fa-IR"/>
        </w:rPr>
        <w:t xml:space="preserve"> پا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نده،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معبود حق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جز تو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>! به رحمتت استغاثه دارم. آنچه را مهمّ من است، کفا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تم</w:t>
      </w:r>
      <w:r w:rsidRPr="00E243D8">
        <w:rPr>
          <w:rtl/>
          <w:lang w:bidi="fa-IR"/>
        </w:rPr>
        <w:t xml:space="preserve"> کن و مرا به خودم وا مگذار!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2320E9">
      <w:pPr>
        <w:pStyle w:val="libBold1"/>
        <w:rPr>
          <w:rtl/>
          <w:lang w:bidi="fa-IR"/>
        </w:rPr>
      </w:pPr>
      <w:r w:rsidRPr="00E243D8">
        <w:rPr>
          <w:rtl/>
          <w:lang w:bidi="fa-IR"/>
        </w:rPr>
        <w:t>3) حد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ث</w:t>
      </w:r>
      <w:r w:rsidRPr="00E243D8">
        <w:rPr>
          <w:rtl/>
          <w:lang w:bidi="fa-IR"/>
        </w:rPr>
        <w:t xml:space="preserve"> کسا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خواص و آثار خواندن و شن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</w:t>
      </w:r>
      <w:r w:rsidRPr="00E243D8">
        <w:rPr>
          <w:rtl/>
          <w:lang w:bidi="fa-IR"/>
        </w:rPr>
        <w:t xml:space="preserve"> حد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ث</w:t>
      </w:r>
      <w:r w:rsidRPr="00E243D8">
        <w:rPr>
          <w:rtl/>
          <w:lang w:bidi="fa-IR"/>
        </w:rPr>
        <w:t xml:space="preserve"> کسا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غم و اندوه انسان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برد.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مجلس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ذکر و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 دل ها نوران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شود؛ چون ذکرشان نور است.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دل ها نوران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شد، غم و اندوه که از اصحاب و لشکر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جهل اند، خواه ناخواه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بروند و جا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خودشان را به نور بدهند. غم ها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برود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آن گردد.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مجالس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آکنده از سرور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</w:t>
      </w:r>
    </w:p>
    <w:p w:rsidR="00E243D8" w:rsidRPr="00E243D8" w:rsidRDefault="002320E9" w:rsidP="002320E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E243D8" w:rsidRPr="00E243D8" w:rsidRDefault="00E243D8" w:rsidP="002320E9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_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2، ص 557.</w:t>
      </w:r>
    </w:p>
    <w:p w:rsidR="002320E9" w:rsidRDefault="00E243D8" w:rsidP="002320E9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2، ص 562.</w:t>
      </w:r>
    </w:p>
    <w:p w:rsidR="00E243D8" w:rsidRPr="00E243D8" w:rsidRDefault="002320E9" w:rsidP="002320E9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وقت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آثار خواندن حد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ث</w:t>
      </w:r>
      <w:r w:rsidR="00E243D8" w:rsidRPr="00E243D8">
        <w:rPr>
          <w:rtl/>
          <w:lang w:bidi="fa-IR"/>
        </w:rPr>
        <w:t xml:space="preserve"> کسا بر شمرده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شود،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ک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هم زدوده شدن غم است: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ما</w:t>
      </w:r>
      <w:r w:rsidRPr="00E243D8">
        <w:rPr>
          <w:rtl/>
          <w:lang w:bidi="fa-IR"/>
        </w:rPr>
        <w:t xml:space="preserve"> ذُکِرَ خَبَرُنا هذا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مَحْفِلٍ مِنْ مَحافِلِ اَهْلِ الاَرْضِ وَ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هِ</w:t>
      </w:r>
      <w:r w:rsidRPr="00E243D8">
        <w:rPr>
          <w:rtl/>
          <w:lang w:bidi="fa-IR"/>
        </w:rPr>
        <w:t xml:space="preserve"> جَمْعٌ مِنْ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عَتنا</w:t>
      </w:r>
      <w:r w:rsidRPr="00E243D8">
        <w:rPr>
          <w:rtl/>
          <w:lang w:bidi="fa-IR"/>
        </w:rPr>
        <w:t xml:space="preserve"> وَ مُحِبّ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نا</w:t>
      </w:r>
      <w:r w:rsidRPr="00E243D8">
        <w:rPr>
          <w:rtl/>
          <w:lang w:bidi="fa-IR"/>
        </w:rPr>
        <w:t xml:space="preserve"> وَ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همْ</w:t>
      </w:r>
      <w:r w:rsidRPr="00E243D8">
        <w:rPr>
          <w:rtl/>
          <w:lang w:bidi="fa-IR"/>
        </w:rPr>
        <w:t xml:space="preserve"> مَهْمُومٌ اِلّا وَ فَرَّجَ اللهُ هَمَّهُ وَلا مَغْمُومٌ اِلّا وَ کَشَفَ اللهُ غَمَّهُ؛</w:t>
      </w:r>
      <w:r w:rsidRPr="002320E9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خبر ما در مجلس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مجالس اهل زم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در آن از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و دوستان ما جمع باشند و در 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انشان</w:t>
      </w:r>
      <w:r w:rsidRPr="00E243D8">
        <w:rPr>
          <w:rtl/>
          <w:lang w:bidi="fa-IR"/>
        </w:rPr>
        <w:t xml:space="preserve">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غم و اندوه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باشد ذکر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شود، مگر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خداوند غم و اندوه او را برطرف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2320E9">
      <w:pPr>
        <w:pStyle w:val="libBold1"/>
        <w:rPr>
          <w:rtl/>
          <w:lang w:bidi="fa-IR"/>
        </w:rPr>
      </w:pPr>
      <w:r w:rsidRPr="00E243D8">
        <w:rPr>
          <w:rtl/>
          <w:lang w:bidi="fa-IR"/>
        </w:rPr>
        <w:t>4)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به قضا و قدر خداوند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عوامل مهم و مستحکم رها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از غم و اندوه راض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بودن به قضا و قدر خداوند است. اگر انسان بداند جز آنچه خداوند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او مقدر ساخته، نص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</w:t>
      </w:r>
      <w:r w:rsidRPr="00E243D8">
        <w:rPr>
          <w:rtl/>
          <w:lang w:bidi="fa-IR"/>
        </w:rPr>
        <w:t xml:space="preserve"> او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 و هر آنچه خداوند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انسان تقد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کند، بر اساس حکمت و مصلحت است و جز خ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در آن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ست،</w:t>
      </w:r>
      <w:r w:rsidRPr="00E243D8">
        <w:rPr>
          <w:rtl/>
          <w:lang w:bidi="fa-IR"/>
        </w:rPr>
        <w:t xml:space="preserve"> از نگران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اندوه ره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 رسول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مانُ</w:t>
      </w:r>
      <w:r w:rsidRPr="00E243D8">
        <w:rPr>
          <w:rtl/>
          <w:lang w:bidi="fa-IR"/>
        </w:rPr>
        <w:t xml:space="preserve"> بالقَدَرِ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ذْهِبُ</w:t>
      </w:r>
      <w:r w:rsidRPr="00E243D8">
        <w:rPr>
          <w:rtl/>
          <w:lang w:bidi="fa-IR"/>
        </w:rPr>
        <w:t xml:space="preserve"> الهَمَّ وَ الحُزْنَ؛</w:t>
      </w:r>
      <w:r w:rsidRPr="002320E9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به قدر غم و اندوه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به قضا و قدر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معتقد است،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تواند محزون و نگران باشد؛ چرا که اعتقاد به قدر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 حزن و اندوه سازگار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از</w:t>
      </w:r>
      <w:r w:rsidRPr="00E243D8">
        <w:rPr>
          <w:rtl/>
          <w:lang w:bidi="fa-IR"/>
        </w:rPr>
        <w:t xml:space="preserve"> امام رضا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شده است که در گنج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خداوند در جر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دوستان حضرت خضر و حضرت موس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نقل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کند، چند جمله نوشته</w:t>
      </w:r>
    </w:p>
    <w:p w:rsidR="00E243D8" w:rsidRPr="00E243D8" w:rsidRDefault="002320E9" w:rsidP="002320E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E243D8" w:rsidRPr="00E243D8" w:rsidRDefault="00E243D8" w:rsidP="002320E9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lastRenderedPageBreak/>
        <w:t>1- 1. مسکن الفؤاد، ص 156؛ عوالم العلوم، ج 11، ص 934.</w:t>
      </w:r>
    </w:p>
    <w:p w:rsidR="00E243D8" w:rsidRPr="00E243D8" w:rsidRDefault="00E243D8" w:rsidP="002320E9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نهج الفصاحه، ص 369.</w:t>
      </w:r>
    </w:p>
    <w:p w:rsidR="00E243D8" w:rsidRPr="00E243D8" w:rsidRDefault="00E243D8" w:rsidP="002320E9">
      <w:pPr>
        <w:pStyle w:val="libFootnote0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شده</w:t>
      </w:r>
      <w:r w:rsidRPr="00E243D8">
        <w:rPr>
          <w:rtl/>
          <w:lang w:bidi="fa-IR"/>
        </w:rPr>
        <w:t xml:space="preserve"> بود که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آن جملات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است:</w:t>
      </w:r>
    </w:p>
    <w:p w:rsidR="00E243D8" w:rsidRPr="00E243D8" w:rsidRDefault="002320E9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عَجِبْتُ</w:t>
      </w:r>
      <w:r w:rsidR="00E243D8" w:rsidRPr="00E243D8">
        <w:rPr>
          <w:rtl/>
          <w:lang w:bidi="fa-IR"/>
        </w:rPr>
        <w:t xml:space="preserve"> لِمَنْ اَ</w:t>
      </w:r>
      <w:r w:rsidR="00E243D8" w:rsidRPr="00E243D8">
        <w:rPr>
          <w:rFonts w:hint="cs"/>
          <w:rtl/>
          <w:lang w:bidi="fa-IR"/>
        </w:rPr>
        <w:t>یْ</w:t>
      </w:r>
      <w:r w:rsidR="00E243D8" w:rsidRPr="00E243D8">
        <w:rPr>
          <w:rFonts w:hint="eastAsia"/>
          <w:rtl/>
          <w:lang w:bidi="fa-IR"/>
        </w:rPr>
        <w:t>قَنَ</w:t>
      </w:r>
      <w:r w:rsidR="00E243D8" w:rsidRPr="00E243D8">
        <w:rPr>
          <w:rtl/>
          <w:lang w:bidi="fa-IR"/>
        </w:rPr>
        <w:t xml:space="preserve"> بِالْقَدَرِ کَ</w:t>
      </w:r>
      <w:r w:rsidR="00E243D8" w:rsidRPr="00E243D8">
        <w:rPr>
          <w:rFonts w:hint="cs"/>
          <w:rtl/>
          <w:lang w:bidi="fa-IR"/>
        </w:rPr>
        <w:t>یْ</w:t>
      </w:r>
      <w:r w:rsidR="00E243D8" w:rsidRPr="00E243D8">
        <w:rPr>
          <w:rFonts w:hint="eastAsia"/>
          <w:rtl/>
          <w:lang w:bidi="fa-IR"/>
        </w:rPr>
        <w:t>فَ</w:t>
      </w:r>
      <w:r w:rsidR="00E243D8" w:rsidRPr="00E243D8">
        <w:rPr>
          <w:rtl/>
          <w:lang w:bidi="fa-IR"/>
        </w:rPr>
        <w:t xml:space="preserve"> </w:t>
      </w:r>
      <w:r w:rsidR="00E243D8" w:rsidRPr="00E243D8">
        <w:rPr>
          <w:rFonts w:hint="cs"/>
          <w:rtl/>
          <w:lang w:bidi="fa-IR"/>
        </w:rPr>
        <w:t>یَ</w:t>
      </w:r>
      <w:r w:rsidR="00E243D8" w:rsidRPr="00E243D8">
        <w:rPr>
          <w:rFonts w:hint="eastAsia"/>
          <w:rtl/>
          <w:lang w:bidi="fa-IR"/>
        </w:rPr>
        <w:t>حْزَنُ؛</w:t>
      </w:r>
      <w:r w:rsidR="00E243D8" w:rsidRPr="002320E9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در شگفتم چگونه کس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به تقد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</w:t>
      </w:r>
      <w:r w:rsidR="00E243D8" w:rsidRPr="00E243D8">
        <w:rPr>
          <w:rtl/>
          <w:lang w:bidi="fa-IR"/>
        </w:rPr>
        <w:t xml:space="preserve">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مان</w:t>
      </w:r>
      <w:r w:rsidR="00E243D8" w:rsidRPr="00E243D8">
        <w:rPr>
          <w:rtl/>
          <w:lang w:bidi="fa-IR"/>
        </w:rPr>
        <w:t xml:space="preserve"> دارد و اندوهگ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دل به خداوند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بندد، تسل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امر او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 و هم</w:t>
      </w:r>
      <w:r w:rsidRPr="00E243D8">
        <w:rPr>
          <w:rFonts w:hint="cs"/>
          <w:rtl/>
        </w:rPr>
        <w:t>ۀ</w:t>
      </w:r>
      <w:r w:rsidRPr="00E243D8">
        <w:rPr>
          <w:rtl/>
          <w:lang w:bidi="fa-IR"/>
        </w:rPr>
        <w:t xml:space="preserve"> نگران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ها، پر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شان</w:t>
      </w:r>
      <w:r w:rsidRPr="00E243D8">
        <w:rPr>
          <w:rtl/>
          <w:lang w:bidi="fa-IR"/>
        </w:rPr>
        <w:t xml:space="preserve"> خاطر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 و تنگدل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او برطرف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 در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ارت</w:t>
      </w:r>
      <w:r w:rsidRPr="00E243D8">
        <w:rPr>
          <w:rtl/>
          <w:lang w:bidi="fa-IR"/>
        </w:rPr>
        <w:t xml:space="preserve">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رَض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نا</w:t>
      </w:r>
      <w:r w:rsidRPr="00E243D8">
        <w:rPr>
          <w:rtl/>
          <w:lang w:bidi="fa-IR"/>
        </w:rPr>
        <w:t xml:space="preserve"> عَنِ اللهِ قَضاءَهُ وَ سَلَّمْنا للهِ اَمْرَهُ؛</w:t>
      </w:r>
      <w:r w:rsidRPr="002320E9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ما به قضا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 راض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نسبت به فرمانش تسل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راض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بودن به آنچه خداوند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انسان مقدر ساخته، آنچنان اوج و بلند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دارد که انسان را به قل</w:t>
      </w:r>
      <w:r w:rsidRPr="00E243D8">
        <w:rPr>
          <w:rFonts w:hint="cs"/>
          <w:rtl/>
        </w:rPr>
        <w:t>ۀ</w:t>
      </w:r>
      <w:r w:rsidRPr="00E243D8">
        <w:rPr>
          <w:rtl/>
          <w:lang w:bidi="fa-IR"/>
        </w:rPr>
        <w:t xml:space="preserve"> اطاعت خداوند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رساند.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>:</w:t>
      </w:r>
    </w:p>
    <w:p w:rsidR="00E243D8" w:rsidRPr="00E243D8" w:rsidRDefault="00E243D8" w:rsidP="002320E9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رَأْسُ</w:t>
      </w:r>
      <w:r w:rsidRPr="00E243D8">
        <w:rPr>
          <w:rtl/>
          <w:lang w:bidi="fa-IR"/>
        </w:rPr>
        <w:t xml:space="preserve"> کُلِّ طاعَهٍ الرِّضا بِما صَنَعَ اللهُ اِلَ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الْعَبْدِ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</w:t>
      </w:r>
      <w:r w:rsidRPr="00E243D8">
        <w:rPr>
          <w:rtl/>
          <w:lang w:bidi="fa-IR"/>
        </w:rPr>
        <w:t xml:space="preserve"> اَحَبَّ وَ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</w:t>
      </w:r>
      <w:r w:rsidRPr="00E243D8">
        <w:rPr>
          <w:rtl/>
          <w:lang w:bidi="fa-IR"/>
        </w:rPr>
        <w:t xml:space="preserve"> کَرِهَ؛</w:t>
      </w:r>
      <w:r w:rsidRPr="002320E9">
        <w:rPr>
          <w:rStyle w:val="libFootnotenumChar"/>
          <w:rtl/>
        </w:rPr>
        <w:t>(3)</w:t>
      </w:r>
      <w:r w:rsidRPr="00E243D8">
        <w:rPr>
          <w:rtl/>
          <w:lang w:bidi="fa-IR"/>
        </w:rPr>
        <w:t xml:space="preserve"> سرآمد اطاعت خداوند، راض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بودن به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خداوند دربار</w:t>
      </w:r>
      <w:r w:rsidRPr="00E243D8">
        <w:rPr>
          <w:rFonts w:hint="cs"/>
          <w:rtl/>
        </w:rPr>
        <w:t>ۀ</w:t>
      </w:r>
      <w:r w:rsidRPr="00E243D8">
        <w:rPr>
          <w:rtl/>
          <w:lang w:bidi="fa-IR"/>
        </w:rPr>
        <w:t xml:space="preserve"> بنده اش مقرر کرده است؛ چه آن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بنده خوشا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 xml:space="preserve"> باشد و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ناخوشا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>.</w:t>
      </w:r>
      <w:r w:rsidRPr="00E243D8">
        <w:rPr>
          <w:rFonts w:hint="eastAsia"/>
          <w:rtl/>
          <w:lang w:bidi="fa-IR"/>
        </w:rPr>
        <w:t>از</w:t>
      </w:r>
      <w:r w:rsidRPr="00E243D8">
        <w:rPr>
          <w:rtl/>
          <w:lang w:bidi="fa-IR"/>
        </w:rPr>
        <w:t xml:space="preserve"> 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ژگ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اهل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در برابر قضا و خواست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راض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خشنود باشد. اگر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برابر قضا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غم و اندوه فرو رود، نشانه آن است که هنوز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tl/>
          <w:lang w:bidi="fa-IR"/>
        </w:rPr>
        <w:t xml:space="preserve"> و پا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</w:t>
      </w:r>
      <w:r w:rsidRPr="00E243D8">
        <w:rPr>
          <w:rtl/>
          <w:lang w:bidi="fa-IR"/>
        </w:rPr>
        <w:t xml:space="preserve"> برخوردار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>. اگر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tl/>
          <w:lang w:bidi="fa-IR"/>
        </w:rPr>
        <w:t xml:space="preserve"> و مستحکم داشت. در برابر حوادث روزگار و قضا و قدر ال</w:t>
      </w:r>
      <w:r w:rsidRPr="00E243D8">
        <w:rPr>
          <w:rFonts w:hint="eastAsia"/>
          <w:rtl/>
          <w:lang w:bidi="fa-IR"/>
        </w:rPr>
        <w:t>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تسل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و راض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خشنود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شد و تن به غم و اندوه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داد. بنابرا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اگر</w:t>
      </w:r>
    </w:p>
    <w:p w:rsidR="00E243D8" w:rsidRPr="00E243D8" w:rsidRDefault="002320E9" w:rsidP="002320E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E243D8" w:rsidRPr="00E243D8" w:rsidRDefault="00E243D8" w:rsidP="002320E9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2، ص 59؛ الخصال، ج 1، ص 237؛ بحارالانوار، ج 13، ص 295.</w:t>
      </w:r>
    </w:p>
    <w:p w:rsidR="00E243D8" w:rsidRPr="00E243D8" w:rsidRDefault="00E243D8" w:rsidP="002320E9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1، ص 454.</w:t>
      </w:r>
    </w:p>
    <w:p w:rsidR="002320E9" w:rsidRDefault="00E243D8" w:rsidP="002320E9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3- 3. الدعوات، ص 123؛ بحارالانوار، ج 68، ص 156.</w:t>
      </w:r>
    </w:p>
    <w:p w:rsidR="00E243D8" w:rsidRPr="00E243D8" w:rsidRDefault="002320E9" w:rsidP="002320E9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اندوهگ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شد، به خاطر ضعف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مان</w:t>
      </w:r>
      <w:r w:rsidR="00E243D8" w:rsidRPr="00E243D8">
        <w:rPr>
          <w:rtl/>
          <w:lang w:bidi="fa-IR"/>
        </w:rPr>
        <w:t xml:space="preserve"> است و حق اوست که اندوهگ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شود. امام موس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بن جعفر </w:t>
      </w:r>
      <w:r w:rsidR="00B155C2" w:rsidRPr="00B155C2">
        <w:rPr>
          <w:rStyle w:val="libAlaemChar"/>
          <w:rtl/>
        </w:rPr>
        <w:t xml:space="preserve">عليه‌السلام </w:t>
      </w:r>
      <w:r w:rsidR="00E243D8" w:rsidRPr="00E243D8">
        <w:rPr>
          <w:rtl/>
          <w:lang w:bidi="fa-IR"/>
        </w:rPr>
        <w:t>از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راز پرده برداشته،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فرما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ند</w:t>
      </w:r>
      <w:r w:rsidR="00E243D8"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مَنِ</w:t>
      </w:r>
      <w:r w:rsidRPr="00E243D8">
        <w:rPr>
          <w:rtl/>
          <w:lang w:bidi="fa-IR"/>
        </w:rPr>
        <w:t xml:space="preserve"> اغْتَمَّ کانَ لِلْغَمِّ اَهْلاً فَ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نْبَغ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لِلْمُؤْمِنِ اَنْ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کونَ</w:t>
      </w:r>
      <w:r w:rsidRPr="00E243D8">
        <w:rPr>
          <w:rtl/>
          <w:lang w:bidi="fa-IR"/>
        </w:rPr>
        <w:t xml:space="preserve"> بِاللهِ وَ بِما صَنَعَ راض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اً؛</w:t>
      </w:r>
      <w:r w:rsidRPr="002320E9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هرکس در برابر حوادث و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شامدها</w:t>
      </w:r>
      <w:r w:rsidRPr="00E243D8">
        <w:rPr>
          <w:rtl/>
          <w:lang w:bidi="fa-IR"/>
        </w:rPr>
        <w:t xml:space="preserve"> غمگ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 اندوهناک گردد، معلوم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 که اهل غم و اندوه است. مؤمن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در برابر قضا و خواست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راض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خشنود باشد.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6D235A" w:rsidP="006D235A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63" w:name="_Toc67344746"/>
      <w:r w:rsidR="00E243D8" w:rsidRPr="00E243D8">
        <w:rPr>
          <w:rFonts w:hint="eastAsia"/>
          <w:rtl/>
          <w:lang w:bidi="fa-IR"/>
        </w:rPr>
        <w:lastRenderedPageBreak/>
        <w:t>برا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دست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به آسا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ش</w:t>
      </w:r>
      <w:r w:rsidR="00E243D8" w:rsidRPr="00E243D8">
        <w:rPr>
          <w:rtl/>
          <w:lang w:bidi="fa-IR"/>
        </w:rPr>
        <w:t xml:space="preserve"> و خرسند</w:t>
      </w:r>
      <w:r w:rsidR="00E243D8" w:rsidRPr="00E243D8">
        <w:rPr>
          <w:rFonts w:hint="cs"/>
          <w:rtl/>
          <w:lang w:bidi="fa-IR"/>
        </w:rPr>
        <w:t>ی</w:t>
      </w:r>
      <w:bookmarkEnd w:id="63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فرح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</w:t>
      </w:r>
      <w:r w:rsidRPr="00E243D8">
        <w:rPr>
          <w:rtl/>
          <w:lang w:bidi="fa-IR"/>
        </w:rPr>
        <w:t xml:space="preserve"> و رضا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و خرسند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آسا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و راحت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ازمند</w:t>
      </w:r>
      <w:r w:rsidRPr="00E243D8">
        <w:rPr>
          <w:rtl/>
          <w:lang w:bidi="fa-IR"/>
        </w:rPr>
        <w:t xml:space="preserve"> رضا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و خشنود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برابر قضا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از روح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رضا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تمند</w:t>
      </w:r>
      <w:r w:rsidRPr="00E243D8">
        <w:rPr>
          <w:rtl/>
          <w:lang w:bidi="fa-IR"/>
        </w:rPr>
        <w:t xml:space="preserve"> برخوردار بود و در برابر اوامر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تسل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شد تا به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بزرگ نا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شو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. و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چه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با</w:t>
      </w:r>
      <w:r w:rsidRPr="00E243D8">
        <w:rPr>
          <w:rtl/>
          <w:lang w:bidi="fa-IR"/>
        </w:rPr>
        <w:t xml:space="preserve"> به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ام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توص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فرموده اند: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</w:t>
      </w:r>
      <w:r w:rsidRPr="00E243D8">
        <w:rPr>
          <w:rtl/>
          <w:lang w:bidi="fa-IR"/>
        </w:rPr>
        <w:t xml:space="preserve"> اللهَ بِعَدْلِهِ وَ حِکْمَتِهِ وَ عِلْمِهِ جَعَل الرَّوْحَ وَ الْفَرَحَ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الْ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نِ</w:t>
      </w:r>
      <w:r w:rsidRPr="00E243D8">
        <w:rPr>
          <w:rtl/>
          <w:lang w:bidi="fa-IR"/>
        </w:rPr>
        <w:t xml:space="preserve"> وَ الرِّضا عَنِ اللهِ وَ جَعَلَ الْه_َمَّ وَ الْح_َزَنَ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الشَّکِّ فَارْضُوا عَنِ اللهِ وَ سَلِّمُوا لِاَمْرِهِ؛</w:t>
      </w:r>
      <w:r w:rsidRPr="006D235A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خداوند با عدل و حکمت و علمش آسا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و سرور را در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 راض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بودن از خدا قرار داده است. شخص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دارا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حالت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 رضا باشد،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شه</w:t>
      </w:r>
      <w:r w:rsidRPr="00E243D8">
        <w:rPr>
          <w:rtl/>
          <w:lang w:bidi="fa-IR"/>
        </w:rPr>
        <w:t xml:space="preserve"> خوشحال و در آسا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است. و حزن و اندوه را در شک و ترد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قرار داده است. (چن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شه</w:t>
      </w:r>
      <w:r w:rsidRPr="00E243D8">
        <w:rPr>
          <w:rtl/>
          <w:lang w:bidi="fa-IR"/>
        </w:rPr>
        <w:t xml:space="preserve"> در تشو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و اضطراب و ناراحت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است.) پس شما راض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تسل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امر او باش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</w:t>
      </w:r>
    </w:p>
    <w:p w:rsidR="00E243D8" w:rsidRPr="00E243D8" w:rsidRDefault="006D235A" w:rsidP="006D235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E243D8" w:rsidRPr="00E243D8" w:rsidRDefault="00E243D8" w:rsidP="006D235A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التمح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ص،</w:t>
      </w:r>
      <w:r w:rsidRPr="00E243D8">
        <w:rPr>
          <w:rtl/>
          <w:lang w:bidi="fa-IR"/>
        </w:rPr>
        <w:t xml:space="preserve"> ص 59؛ بحارالانوار، ج 68، ص 152.</w:t>
      </w:r>
    </w:p>
    <w:p w:rsidR="00E243D8" w:rsidRPr="00E243D8" w:rsidRDefault="00E243D8" w:rsidP="006D235A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همان.</w:t>
      </w:r>
    </w:p>
    <w:p w:rsidR="00E243D8" w:rsidRPr="00E243D8" w:rsidRDefault="006D235A" w:rsidP="006D235A">
      <w:pPr>
        <w:pStyle w:val="libBold1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tl/>
          <w:lang w:bidi="fa-IR"/>
        </w:rPr>
        <w:lastRenderedPageBreak/>
        <w:t>5) اعتماد و توکل به خدا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اسباب سرور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رها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از غم و اندوه، اعتماد و توکل به خداوند است.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در کلام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با</w:t>
      </w:r>
      <w:r w:rsidRPr="00E243D8">
        <w:rPr>
          <w:rtl/>
          <w:lang w:bidi="fa-IR"/>
        </w:rPr>
        <w:t xml:space="preserve"> 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مَنْ</w:t>
      </w:r>
      <w:r w:rsidRPr="00E243D8">
        <w:rPr>
          <w:rtl/>
          <w:lang w:bidi="fa-IR"/>
        </w:rPr>
        <w:t xml:space="preserve"> وَثِقَ باللهِ اَراهُ السُّرُورَ وَ مَنْ تَوَکَّلَ عَلَ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هِ</w:t>
      </w:r>
      <w:r w:rsidRPr="00E243D8">
        <w:rPr>
          <w:rtl/>
          <w:lang w:bidi="fa-IR"/>
        </w:rPr>
        <w:t xml:space="preserve"> کَفاهُ الْاُمُورَ وَ الثِّقِهُ بِاللهِ حِصْنٌ لا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تَحَصَّنُ</w:t>
      </w:r>
      <w:r w:rsidRPr="00E243D8">
        <w:rPr>
          <w:rtl/>
          <w:lang w:bidi="fa-IR"/>
        </w:rPr>
        <w:t xml:space="preserve">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هِ</w:t>
      </w:r>
      <w:r w:rsidRPr="00E243D8">
        <w:rPr>
          <w:rtl/>
          <w:lang w:bidi="fa-IR"/>
        </w:rPr>
        <w:t xml:space="preserve"> اِلّا مُؤْمِنٌ اَم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نٌ</w:t>
      </w:r>
      <w:r w:rsidRPr="00E243D8">
        <w:rPr>
          <w:rtl/>
          <w:lang w:bidi="fa-IR"/>
        </w:rPr>
        <w:t xml:space="preserve"> وَ التَّوَکُّلُ عَلَ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اللهِ نَجاهٌ مِنْ کُلِّ سُوءٍ وَ حِرْزٌ مِنْ کُلِّ عَدُوٍّ؛</w:t>
      </w:r>
      <w:r w:rsidRPr="006D235A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هر کس به خداوند اعت</w:t>
      </w:r>
      <w:r w:rsidRPr="00E243D8">
        <w:rPr>
          <w:rFonts w:hint="eastAsia"/>
          <w:rtl/>
          <w:lang w:bidi="fa-IR"/>
        </w:rPr>
        <w:t>ماد</w:t>
      </w:r>
      <w:r w:rsidRPr="00E243D8">
        <w:rPr>
          <w:rtl/>
          <w:lang w:bidi="fa-IR"/>
        </w:rPr>
        <w:t xml:space="preserve"> کند، خداوند مسرور و شادمانش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و هر کس بر او توکل کند، امورش را کفا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 و اعتماد به خداوند دژ محکم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جز مؤمن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در آن متحصن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 و توکل بر خداوند 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نجات و رها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از هر بد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پناهگاه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برابر هر دشمن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توکل</w:t>
      </w:r>
      <w:r w:rsidRPr="00E243D8">
        <w:rPr>
          <w:rtl/>
          <w:lang w:bidi="fa-IR"/>
        </w:rPr>
        <w:t xml:space="preserve"> بر خداوند باب گسترده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رفع نگران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انسان است.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توکل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کند، در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خداوند را وک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و عهده دار امر خودش قرار داده است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بزرگ 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پشت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بان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سامان 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</w:t>
      </w:r>
      <w:r w:rsidRPr="00E243D8">
        <w:rPr>
          <w:rtl/>
          <w:lang w:bidi="fa-IR"/>
        </w:rPr>
        <w:t xml:space="preserve"> امور آدم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و خداوند چه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کو</w:t>
      </w:r>
      <w:r w:rsidRPr="00E243D8">
        <w:rPr>
          <w:rtl/>
          <w:lang w:bidi="fa-IR"/>
        </w:rPr>
        <w:t xml:space="preserve"> وک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توکل کنندگانش را به خوب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و آنان را به اهدافشان نا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سازد.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6D235A" w:rsidP="00E243D8">
      <w:pPr>
        <w:pStyle w:val="libNormal"/>
        <w:rPr>
          <w:rtl/>
          <w:lang w:bidi="fa-IR"/>
        </w:rPr>
      </w:pPr>
      <w:r w:rsidRPr="006D235A">
        <w:rPr>
          <w:rStyle w:val="libAlaemChar"/>
          <w:rFonts w:hint="cs"/>
          <w:rtl/>
        </w:rPr>
        <w:t>(</w:t>
      </w:r>
      <w:r w:rsidR="00E243D8" w:rsidRPr="006D235A">
        <w:rPr>
          <w:rStyle w:val="libAieChar"/>
          <w:rFonts w:hint="eastAsia"/>
          <w:rtl/>
        </w:rPr>
        <w:t>وَ</w:t>
      </w:r>
      <w:r w:rsidR="00E243D8" w:rsidRPr="006D235A">
        <w:rPr>
          <w:rStyle w:val="libAieChar"/>
          <w:rtl/>
        </w:rPr>
        <w:t xml:space="preserve"> مَنْ </w:t>
      </w:r>
      <w:r w:rsidR="00E243D8" w:rsidRPr="006D235A">
        <w:rPr>
          <w:rStyle w:val="libAieChar"/>
          <w:rFonts w:hint="cs"/>
          <w:rtl/>
        </w:rPr>
        <w:t>یَ</w:t>
      </w:r>
      <w:r w:rsidR="00E243D8" w:rsidRPr="006D235A">
        <w:rPr>
          <w:rStyle w:val="libAieChar"/>
          <w:rFonts w:hint="eastAsia"/>
          <w:rtl/>
        </w:rPr>
        <w:t>تَوَکَّلْ</w:t>
      </w:r>
      <w:r w:rsidR="00E243D8" w:rsidRPr="006D235A">
        <w:rPr>
          <w:rStyle w:val="libAieChar"/>
          <w:rtl/>
        </w:rPr>
        <w:t xml:space="preserve"> عَلَ</w:t>
      </w:r>
      <w:r w:rsidR="00E243D8" w:rsidRPr="006D235A">
        <w:rPr>
          <w:rStyle w:val="libAieChar"/>
          <w:rFonts w:hint="cs"/>
          <w:rtl/>
        </w:rPr>
        <w:t>ی</w:t>
      </w:r>
      <w:r w:rsidR="00E243D8" w:rsidRPr="006D235A">
        <w:rPr>
          <w:rStyle w:val="libAieChar"/>
          <w:rtl/>
        </w:rPr>
        <w:t xml:space="preserve"> اللهِ فَهُوَ حَسْبُهُ</w:t>
      </w:r>
      <w:r w:rsidRPr="006D235A">
        <w:rPr>
          <w:rStyle w:val="libAlaemChar"/>
          <w:rFonts w:hint="cs"/>
          <w:rtl/>
        </w:rPr>
        <w:t>)</w:t>
      </w:r>
      <w:r w:rsidR="00E243D8" w:rsidRPr="00E243D8">
        <w:rPr>
          <w:rtl/>
          <w:lang w:bidi="fa-IR"/>
        </w:rPr>
        <w:t>؛</w:t>
      </w:r>
      <w:r w:rsidR="00E243D8" w:rsidRPr="006D235A">
        <w:rPr>
          <w:rStyle w:val="libFootnotenumChar"/>
          <w:rtl/>
        </w:rPr>
        <w:t>(2)</w:t>
      </w:r>
      <w:r w:rsidR="00E243D8" w:rsidRPr="00E243D8">
        <w:rPr>
          <w:rtl/>
          <w:lang w:bidi="fa-IR"/>
        </w:rPr>
        <w:t xml:space="preserve"> کس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به خداوند توکل کند، خداوند برا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او بس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خداوند هم</w:t>
      </w:r>
      <w:r w:rsidRPr="00E243D8">
        <w:rPr>
          <w:rFonts w:hint="cs"/>
          <w:rtl/>
        </w:rPr>
        <w:t>ۀ</w:t>
      </w:r>
      <w:r w:rsidRPr="00E243D8">
        <w:rPr>
          <w:rtl/>
        </w:rPr>
        <w:t xml:space="preserve"> امور او را کفا</w:t>
      </w:r>
      <w:r w:rsidRPr="00E243D8">
        <w:rPr>
          <w:rFonts w:hint="cs"/>
          <w:rtl/>
        </w:rPr>
        <w:t>ی</w:t>
      </w:r>
      <w:r w:rsidRPr="00E243D8">
        <w:rPr>
          <w:rFonts w:hint="eastAsia"/>
          <w:rtl/>
        </w:rPr>
        <w:t>ت</w:t>
      </w:r>
      <w:r w:rsidRPr="00E243D8">
        <w:rPr>
          <w:rtl/>
        </w:rPr>
        <w:t xml:space="preserve"> م</w:t>
      </w:r>
      <w:r w:rsidRPr="00E243D8">
        <w:rPr>
          <w:rFonts w:hint="cs"/>
          <w:rtl/>
        </w:rPr>
        <w:t>ی</w:t>
      </w:r>
      <w:r w:rsidRPr="00E243D8">
        <w:rPr>
          <w:rtl/>
        </w:rPr>
        <w:t xml:space="preserve"> کند. و ا</w:t>
      </w:r>
      <w:r w:rsidRPr="00E243D8">
        <w:rPr>
          <w:rFonts w:hint="cs"/>
          <w:rtl/>
        </w:rPr>
        <w:t>ی</w:t>
      </w:r>
      <w:r w:rsidRPr="00E243D8">
        <w:rPr>
          <w:rFonts w:hint="eastAsia"/>
          <w:rtl/>
        </w:rPr>
        <w:t>ن</w:t>
      </w:r>
      <w:r w:rsidRPr="00E243D8">
        <w:rPr>
          <w:rtl/>
        </w:rPr>
        <w:t xml:space="preserve"> بزرگ تر</w:t>
      </w:r>
      <w:r w:rsidRPr="00E243D8">
        <w:rPr>
          <w:rFonts w:hint="cs"/>
          <w:rtl/>
        </w:rPr>
        <w:t>ی</w:t>
      </w:r>
      <w:r w:rsidRPr="00E243D8">
        <w:rPr>
          <w:rFonts w:hint="eastAsia"/>
          <w:rtl/>
        </w:rPr>
        <w:t>ن</w:t>
      </w:r>
      <w:r w:rsidRPr="00E243D8">
        <w:rPr>
          <w:rtl/>
        </w:rPr>
        <w:t xml:space="preserve"> سرما</w:t>
      </w:r>
      <w:r w:rsidRPr="00E243D8">
        <w:rPr>
          <w:rFonts w:hint="cs"/>
          <w:rtl/>
        </w:rPr>
        <w:t>ی</w:t>
      </w:r>
      <w:r w:rsidRPr="00E243D8">
        <w:rPr>
          <w:rFonts w:hint="eastAsia"/>
          <w:rtl/>
        </w:rPr>
        <w:t>ه</w:t>
      </w:r>
      <w:r w:rsidRPr="00E243D8">
        <w:rPr>
          <w:rtl/>
        </w:rPr>
        <w:t xml:space="preserve"> در زندگ</w:t>
      </w:r>
      <w:r w:rsidRPr="00E243D8">
        <w:rPr>
          <w:rFonts w:hint="cs"/>
          <w:rtl/>
        </w:rPr>
        <w:t>ی</w:t>
      </w:r>
      <w:r w:rsidRPr="00E243D8">
        <w:rPr>
          <w:rtl/>
        </w:rPr>
        <w:t xml:space="preserve"> انسان است که خداوند را عهده دار امورش بداند و نگران آ</w:t>
      </w:r>
      <w:r w:rsidRPr="00E243D8">
        <w:rPr>
          <w:rFonts w:hint="cs"/>
          <w:rtl/>
        </w:rPr>
        <w:t>ی</w:t>
      </w:r>
      <w:r w:rsidRPr="00E243D8">
        <w:rPr>
          <w:rFonts w:hint="eastAsia"/>
          <w:rtl/>
        </w:rPr>
        <w:t>ند</w:t>
      </w:r>
      <w:r w:rsidRPr="00E243D8">
        <w:rPr>
          <w:rFonts w:hint="cs"/>
          <w:rtl/>
        </w:rPr>
        <w:t>ۀ</w:t>
      </w:r>
      <w:r w:rsidRPr="00E243D8">
        <w:rPr>
          <w:rtl/>
          <w:lang w:bidi="fa-IR"/>
        </w:rPr>
        <w:t xml:space="preserve"> خو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نباشد. که هر چه خداوند انجام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دهد، همه بر اساس</w:t>
      </w:r>
    </w:p>
    <w:p w:rsidR="006D235A" w:rsidRPr="00E243D8" w:rsidRDefault="006D235A" w:rsidP="006D235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E243D8" w:rsidRPr="00E243D8" w:rsidRDefault="00E243D8" w:rsidP="006D235A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lastRenderedPageBreak/>
        <w:t>1- 1. کشف الغمه، ج 2، ص 346؛ بحارالانوار، ج 75، ص 79.</w:t>
      </w:r>
    </w:p>
    <w:p w:rsidR="00E243D8" w:rsidRPr="00E243D8" w:rsidRDefault="00E243D8" w:rsidP="006D235A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سور</w:t>
      </w:r>
      <w:r w:rsidRPr="00E243D8">
        <w:rPr>
          <w:rFonts w:hint="cs"/>
          <w:rtl/>
        </w:rPr>
        <w:t>ۀ</w:t>
      </w:r>
      <w:r w:rsidRPr="00E243D8">
        <w:rPr>
          <w:rtl/>
        </w:rPr>
        <w:t xml:space="preserve"> طلاق، آ</w:t>
      </w:r>
      <w:r w:rsidRPr="00E243D8">
        <w:rPr>
          <w:rFonts w:hint="cs"/>
          <w:rtl/>
        </w:rPr>
        <w:t>یۀ</w:t>
      </w:r>
      <w:r w:rsidRPr="00E243D8">
        <w:rPr>
          <w:rtl/>
          <w:lang w:bidi="fa-IR"/>
        </w:rPr>
        <w:t xml:space="preserve"> 3.</w:t>
      </w:r>
    </w:p>
    <w:p w:rsidR="00E243D8" w:rsidRPr="00E243D8" w:rsidRDefault="006D235A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حکمت</w:t>
      </w:r>
      <w:r w:rsidR="00E243D8" w:rsidRPr="00E243D8">
        <w:rPr>
          <w:rtl/>
          <w:lang w:bidi="fa-IR"/>
        </w:rPr>
        <w:t xml:space="preserve"> و مصلحت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6D235A" w:rsidP="00E243D8">
      <w:pPr>
        <w:pStyle w:val="libNormal"/>
        <w:rPr>
          <w:rtl/>
          <w:lang w:bidi="fa-IR"/>
        </w:rPr>
      </w:pPr>
      <w:r w:rsidRPr="006D235A">
        <w:rPr>
          <w:rStyle w:val="libAlaemChar"/>
          <w:rFonts w:hint="cs"/>
          <w:rtl/>
        </w:rPr>
        <w:t>(</w:t>
      </w:r>
      <w:r w:rsidR="00E243D8" w:rsidRPr="006D235A">
        <w:rPr>
          <w:rStyle w:val="libAieChar"/>
          <w:rFonts w:hint="eastAsia"/>
          <w:rtl/>
        </w:rPr>
        <w:t>وَ</w:t>
      </w:r>
      <w:r w:rsidR="00E243D8" w:rsidRPr="006D235A">
        <w:rPr>
          <w:rStyle w:val="libAieChar"/>
          <w:rtl/>
        </w:rPr>
        <w:t xml:space="preserve"> مَنْ </w:t>
      </w:r>
      <w:r w:rsidR="00E243D8" w:rsidRPr="006D235A">
        <w:rPr>
          <w:rStyle w:val="libAieChar"/>
          <w:rFonts w:hint="cs"/>
          <w:rtl/>
        </w:rPr>
        <w:t>یَ</w:t>
      </w:r>
      <w:r w:rsidR="00E243D8" w:rsidRPr="006D235A">
        <w:rPr>
          <w:rStyle w:val="libAieChar"/>
          <w:rFonts w:hint="eastAsia"/>
          <w:rtl/>
        </w:rPr>
        <w:t>تَوَکَّلْ</w:t>
      </w:r>
      <w:r w:rsidR="00E243D8" w:rsidRPr="006D235A">
        <w:rPr>
          <w:rStyle w:val="libAieChar"/>
          <w:rtl/>
        </w:rPr>
        <w:t xml:space="preserve"> عَلَ</w:t>
      </w:r>
      <w:r w:rsidR="00E243D8" w:rsidRPr="006D235A">
        <w:rPr>
          <w:rStyle w:val="libAieChar"/>
          <w:rFonts w:hint="cs"/>
          <w:rtl/>
        </w:rPr>
        <w:t>ی</w:t>
      </w:r>
      <w:r w:rsidR="00E243D8" w:rsidRPr="006D235A">
        <w:rPr>
          <w:rStyle w:val="libAieChar"/>
          <w:rtl/>
        </w:rPr>
        <w:t xml:space="preserve"> الله فَاِنَّ الله عز</w:t>
      </w:r>
      <w:r w:rsidR="00E243D8" w:rsidRPr="006D235A">
        <w:rPr>
          <w:rStyle w:val="libAieChar"/>
          <w:rFonts w:hint="cs"/>
          <w:rtl/>
        </w:rPr>
        <w:t>ی</w:t>
      </w:r>
      <w:r w:rsidR="00E243D8" w:rsidRPr="006D235A">
        <w:rPr>
          <w:rStyle w:val="libAieChar"/>
          <w:rFonts w:hint="eastAsia"/>
          <w:rtl/>
        </w:rPr>
        <w:t>زٌ</w:t>
      </w:r>
      <w:r w:rsidR="00E243D8" w:rsidRPr="006D235A">
        <w:rPr>
          <w:rStyle w:val="libAieChar"/>
          <w:rtl/>
        </w:rPr>
        <w:t xml:space="preserve"> حک</w:t>
      </w:r>
      <w:r w:rsidR="00E243D8" w:rsidRPr="006D235A">
        <w:rPr>
          <w:rStyle w:val="libAieChar"/>
          <w:rFonts w:hint="cs"/>
          <w:rtl/>
        </w:rPr>
        <w:t>ی</w:t>
      </w:r>
      <w:r w:rsidR="00E243D8" w:rsidRPr="006D235A">
        <w:rPr>
          <w:rStyle w:val="libAieChar"/>
          <w:rFonts w:hint="eastAsia"/>
          <w:rtl/>
        </w:rPr>
        <w:t>مٌ</w:t>
      </w:r>
      <w:r w:rsidRPr="006D235A">
        <w:rPr>
          <w:rStyle w:val="libAlaemChar"/>
          <w:rFonts w:hint="cs"/>
          <w:rtl/>
        </w:rPr>
        <w:t>)</w:t>
      </w:r>
      <w:r w:rsidR="00E243D8" w:rsidRPr="00E243D8">
        <w:rPr>
          <w:rFonts w:hint="eastAsia"/>
          <w:rtl/>
          <w:lang w:bidi="fa-IR"/>
        </w:rPr>
        <w:t>؛</w:t>
      </w:r>
      <w:r w:rsidR="00E243D8" w:rsidRPr="006D235A">
        <w:rPr>
          <w:rStyle w:val="libFootnotenumChar"/>
          <w:rtl/>
        </w:rPr>
        <w:t xml:space="preserve">(1) </w:t>
      </w:r>
      <w:r w:rsidR="00E243D8" w:rsidRPr="00E243D8">
        <w:rPr>
          <w:rtl/>
          <w:lang w:bidi="fa-IR"/>
        </w:rPr>
        <w:t>و هر کس بر خدا توکل کند، با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بداند که حق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قتاً</w:t>
      </w:r>
      <w:r w:rsidR="00E243D8" w:rsidRPr="00E243D8">
        <w:rPr>
          <w:rtl/>
          <w:lang w:bidi="fa-IR"/>
        </w:rPr>
        <w:t xml:space="preserve"> خداوند شکست ناپذ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</w:t>
      </w:r>
      <w:r w:rsidR="00E243D8" w:rsidRPr="00E243D8">
        <w:rPr>
          <w:rtl/>
          <w:lang w:bidi="fa-IR"/>
        </w:rPr>
        <w:t xml:space="preserve"> حک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</w:t>
      </w:r>
      <w:r w:rsidR="00E243D8" w:rsidRPr="00E243D8">
        <w:rPr>
          <w:rtl/>
          <w:lang w:bidi="fa-IR"/>
        </w:rPr>
        <w:t xml:space="preserve">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اصلاً</w:t>
      </w:r>
      <w:r w:rsidRPr="00E243D8">
        <w:rPr>
          <w:rtl/>
          <w:lang w:bidi="fa-IR"/>
        </w:rPr>
        <w:t xml:space="preserve">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توکل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انسان با وجود خدا و تک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بر او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نگران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از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نداشته باشد، که تک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گاه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چون خداوند بزرگ دارد. امام موس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بن جعفر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مَنْ</w:t>
      </w:r>
      <w:r w:rsidRPr="00E243D8">
        <w:rPr>
          <w:rtl/>
          <w:lang w:bidi="fa-IR"/>
        </w:rPr>
        <w:t xml:space="preserve"> اَرادَ اَنْ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کونَ</w:t>
      </w:r>
      <w:r w:rsidRPr="00E243D8">
        <w:rPr>
          <w:rtl/>
          <w:lang w:bidi="fa-IR"/>
        </w:rPr>
        <w:t xml:space="preserve"> اَقو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النّاسِ فَلْ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تَوَکَّلْ</w:t>
      </w:r>
      <w:r w:rsidRPr="00E243D8">
        <w:rPr>
          <w:rtl/>
          <w:lang w:bidi="fa-IR"/>
        </w:rPr>
        <w:t xml:space="preserve"> عَلَ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اللهِ؛</w:t>
      </w:r>
      <w:r w:rsidRPr="006D235A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خواهد از هم</w:t>
      </w:r>
      <w:r w:rsidRPr="00E243D8">
        <w:rPr>
          <w:rFonts w:hint="cs"/>
          <w:rtl/>
        </w:rPr>
        <w:t>ۀ</w:t>
      </w:r>
      <w:r w:rsidRPr="00E243D8">
        <w:rPr>
          <w:rtl/>
          <w:lang w:bidi="fa-IR"/>
        </w:rPr>
        <w:t xml:space="preserve"> مردم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رومندتر</w:t>
      </w:r>
      <w:r w:rsidRPr="00E243D8">
        <w:rPr>
          <w:rtl/>
          <w:lang w:bidi="fa-IR"/>
        </w:rPr>
        <w:t xml:space="preserve"> باشد،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بر خدا توکل کند.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خداوند</w:t>
      </w:r>
      <w:r w:rsidRPr="00E243D8">
        <w:rPr>
          <w:rtl/>
          <w:lang w:bidi="fa-IR"/>
        </w:rPr>
        <w:t xml:space="preserve"> به حضرت داود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وح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فرمود: «هرکس از بندگانم به من تمسک نما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به مردم تک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نکند و واقعاً در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و دل خود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گونه باشد، اگر تمام اهل زم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 آسمان و آنچه ماب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آن هاست، بخواهد به او مکر و 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له</w:t>
      </w:r>
      <w:r w:rsidRPr="00E243D8">
        <w:rPr>
          <w:rtl/>
          <w:lang w:bidi="fa-IR"/>
        </w:rPr>
        <w:t xml:space="preserve"> کنند،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توانند دربار</w:t>
      </w:r>
      <w:r w:rsidRPr="00E243D8">
        <w:rPr>
          <w:rFonts w:hint="cs"/>
          <w:rtl/>
        </w:rPr>
        <w:t>ۀ</w:t>
      </w:r>
      <w:r w:rsidRPr="00E243D8">
        <w:rPr>
          <w:rtl/>
          <w:lang w:bidi="fa-IR"/>
        </w:rPr>
        <w:t xml:space="preserve"> او کار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بکنند و من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او راه رها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و نجات از آن ها قرار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دهم.»</w:t>
      </w:r>
      <w:r w:rsidRPr="006D235A">
        <w:rPr>
          <w:rStyle w:val="libFootnotenumChar"/>
          <w:rtl/>
        </w:rPr>
        <w:t>(3)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بنابرا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بر خداوند توکل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کند، نبا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از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ترس و واهمه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داشته باشد و نگران و مضطرب شود، چرا که خداوند پشت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بان</w:t>
      </w:r>
      <w:r w:rsidRPr="00E243D8">
        <w:rPr>
          <w:rtl/>
          <w:lang w:bidi="fa-IR"/>
        </w:rPr>
        <w:t xml:space="preserve"> اوست.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دربار</w:t>
      </w:r>
      <w:r w:rsidRPr="00E243D8">
        <w:rPr>
          <w:rFonts w:hint="cs"/>
          <w:rtl/>
        </w:rPr>
        <w:t>ۀ</w:t>
      </w:r>
      <w:r w:rsidRPr="00E243D8">
        <w:rPr>
          <w:rtl/>
          <w:lang w:bidi="fa-IR"/>
        </w:rPr>
        <w:t xml:space="preserve"> اندازه و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توکل به آن تصر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فرموده اند.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[حَدُّ التَّوَکُّلْ] اَنْ لا تَخافَ اَحَداً اِلّا الله؛</w:t>
      </w:r>
      <w:r w:rsidRPr="006D235A">
        <w:rPr>
          <w:rStyle w:val="libFootnotenumChar"/>
          <w:rtl/>
        </w:rPr>
        <w:t>(4)</w:t>
      </w:r>
      <w:r w:rsidRPr="00E243D8">
        <w:rPr>
          <w:rtl/>
          <w:lang w:bidi="fa-IR"/>
        </w:rPr>
        <w:t xml:space="preserve"> حد و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توکل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از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کس جز خدا نترس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.</w:t>
      </w:r>
    </w:p>
    <w:p w:rsidR="00E243D8" w:rsidRPr="00E243D8" w:rsidRDefault="006D235A" w:rsidP="006D235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E243D8" w:rsidRPr="00E243D8" w:rsidRDefault="00E243D8" w:rsidP="006D235A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سور</w:t>
      </w:r>
      <w:r w:rsidRPr="00E243D8">
        <w:rPr>
          <w:rFonts w:hint="cs"/>
          <w:rtl/>
        </w:rPr>
        <w:t>ۀ</w:t>
      </w:r>
      <w:r w:rsidRPr="00E243D8">
        <w:rPr>
          <w:rtl/>
        </w:rPr>
        <w:t xml:space="preserve"> انفال، آ</w:t>
      </w:r>
      <w:r w:rsidRPr="00E243D8">
        <w:rPr>
          <w:rFonts w:hint="cs"/>
          <w:rtl/>
        </w:rPr>
        <w:t>یۀ</w:t>
      </w:r>
      <w:r w:rsidRPr="00E243D8">
        <w:rPr>
          <w:rtl/>
          <w:lang w:bidi="fa-IR"/>
        </w:rPr>
        <w:t xml:space="preserve"> 49.</w:t>
      </w:r>
    </w:p>
    <w:p w:rsidR="00E243D8" w:rsidRPr="00E243D8" w:rsidRDefault="00E243D8" w:rsidP="006D235A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lastRenderedPageBreak/>
        <w:t>2- 2. بحارالانوار، ج 68، ص 143.</w:t>
      </w:r>
    </w:p>
    <w:p w:rsidR="00E243D8" w:rsidRPr="00E243D8" w:rsidRDefault="00E243D8" w:rsidP="006D235A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3- 3. همان، ص 144.</w:t>
      </w:r>
    </w:p>
    <w:p w:rsidR="00E243D8" w:rsidRPr="00E243D8" w:rsidRDefault="00E243D8" w:rsidP="006D235A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4- 4. تحف العقول، ص 445؛ بحارالانوار، ج 68، ص 156.</w:t>
      </w:r>
    </w:p>
    <w:p w:rsidR="00E243D8" w:rsidRPr="00E243D8" w:rsidRDefault="006D235A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کس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به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حد از توکل دست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ابد،</w:t>
      </w:r>
      <w:r w:rsidR="00E243D8" w:rsidRPr="00E243D8">
        <w:rPr>
          <w:rtl/>
          <w:lang w:bidi="fa-IR"/>
        </w:rPr>
        <w:t xml:space="preserve"> به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ک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از ارکان مهم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مان</w:t>
      </w:r>
      <w:r w:rsidR="00E243D8" w:rsidRPr="00E243D8">
        <w:rPr>
          <w:rtl/>
          <w:lang w:bidi="fa-IR"/>
        </w:rPr>
        <w:t xml:space="preserve"> دست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افته</w:t>
      </w:r>
      <w:r w:rsidR="00E243D8" w:rsidRPr="00E243D8">
        <w:rPr>
          <w:rtl/>
          <w:lang w:bidi="fa-IR"/>
        </w:rPr>
        <w:t xml:space="preserve"> است. ام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رالمؤمن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="00E243D8"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مانُ</w:t>
      </w:r>
      <w:r w:rsidRPr="00E243D8">
        <w:rPr>
          <w:rtl/>
          <w:lang w:bidi="fa-IR"/>
        </w:rPr>
        <w:t xml:space="preserve"> لَهُ اَرْکانٌ اَرْبَعَهٌ التَّوکُّلُ عَلَ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اللهِ وَ تَفْو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ضُ</w:t>
      </w:r>
      <w:r w:rsidRPr="00E243D8">
        <w:rPr>
          <w:rtl/>
          <w:lang w:bidi="fa-IR"/>
        </w:rPr>
        <w:t xml:space="preserve"> الاَمْرِ اِلَ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اللهِ وَ الرِّضا بِقَضاءِ اللهِ وَ التَّسل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مِ</w:t>
      </w:r>
      <w:r w:rsidRPr="00E243D8">
        <w:rPr>
          <w:rtl/>
          <w:lang w:bidi="fa-IR"/>
        </w:rPr>
        <w:t xml:space="preserve"> لِأَمْرِ اللهِ؛</w:t>
      </w:r>
      <w:r w:rsidRPr="006D235A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دار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چهار رکن است: توکل به خدا، واگذار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کارها به خدا، راض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بودن به قضا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 و تسل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در برابر امر خدا.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توکل به خداوند درواز</w:t>
      </w:r>
      <w:r w:rsidRPr="00E243D8">
        <w:rPr>
          <w:rFonts w:hint="cs"/>
          <w:rtl/>
        </w:rPr>
        <w:t>ۀ</w:t>
      </w:r>
      <w:r w:rsidRPr="00E243D8">
        <w:rPr>
          <w:rtl/>
        </w:rPr>
        <w:t xml:space="preserve"> ورود به ا</w:t>
      </w:r>
      <w:r w:rsidRPr="00E243D8">
        <w:rPr>
          <w:rFonts w:hint="cs"/>
          <w:rtl/>
        </w:rPr>
        <w:t>ی</w:t>
      </w:r>
      <w:r w:rsidRPr="00E243D8">
        <w:rPr>
          <w:rFonts w:hint="eastAsia"/>
          <w:rtl/>
        </w:rPr>
        <w:t>مان</w:t>
      </w:r>
      <w:r w:rsidRPr="00E243D8">
        <w:rPr>
          <w:rtl/>
        </w:rPr>
        <w:t xml:space="preserve"> کامل است. وقت</w:t>
      </w:r>
      <w:r w:rsidRPr="00E243D8">
        <w:rPr>
          <w:rFonts w:hint="cs"/>
          <w:rtl/>
        </w:rPr>
        <w:t>ی</w:t>
      </w:r>
      <w:r w:rsidRPr="00E243D8">
        <w:rPr>
          <w:rtl/>
        </w:rPr>
        <w:t xml:space="preserve"> انسان به خدا توکل کرد و آثار و برکات آن را مشاهده نمود و د</w:t>
      </w:r>
      <w:r w:rsidRPr="00E243D8">
        <w:rPr>
          <w:rFonts w:hint="cs"/>
          <w:rtl/>
        </w:rPr>
        <w:t>ی</w:t>
      </w:r>
      <w:r w:rsidRPr="00E243D8">
        <w:rPr>
          <w:rFonts w:hint="eastAsia"/>
          <w:rtl/>
        </w:rPr>
        <w:t>د</w:t>
      </w:r>
      <w:r w:rsidRPr="00E243D8">
        <w:rPr>
          <w:rtl/>
        </w:rPr>
        <w:t xml:space="preserve"> که خداوند در ه</w:t>
      </w:r>
      <w:r w:rsidRPr="00E243D8">
        <w:rPr>
          <w:rFonts w:hint="cs"/>
          <w:rtl/>
        </w:rPr>
        <w:t>ی</w:t>
      </w:r>
      <w:r w:rsidRPr="00E243D8">
        <w:rPr>
          <w:rFonts w:hint="eastAsia"/>
          <w:rtl/>
        </w:rPr>
        <w:t>چ</w:t>
      </w:r>
      <w:r w:rsidRPr="00E243D8">
        <w:rPr>
          <w:rtl/>
        </w:rPr>
        <w:t xml:space="preserve"> امر</w:t>
      </w:r>
      <w:r w:rsidRPr="00E243D8">
        <w:rPr>
          <w:rFonts w:hint="cs"/>
          <w:rtl/>
        </w:rPr>
        <w:t>ی</w:t>
      </w:r>
      <w:r w:rsidRPr="00E243D8">
        <w:rPr>
          <w:rtl/>
        </w:rPr>
        <w:t xml:space="preserve"> او را رها نم</w:t>
      </w:r>
      <w:r w:rsidRPr="00E243D8">
        <w:rPr>
          <w:rFonts w:hint="cs"/>
          <w:rtl/>
        </w:rPr>
        <w:t>ی</w:t>
      </w:r>
      <w:r w:rsidRPr="00E243D8">
        <w:rPr>
          <w:rtl/>
        </w:rPr>
        <w:t xml:space="preserve"> سازد و امورش را به سامان م</w:t>
      </w:r>
      <w:r w:rsidRPr="00E243D8">
        <w:rPr>
          <w:rFonts w:hint="cs"/>
          <w:rtl/>
        </w:rPr>
        <w:t>ی</w:t>
      </w:r>
      <w:r w:rsidRPr="00E243D8">
        <w:rPr>
          <w:rtl/>
        </w:rPr>
        <w:t xml:space="preserve"> رساند، هم</w:t>
      </w:r>
      <w:r w:rsidRPr="00E243D8">
        <w:rPr>
          <w:rFonts w:hint="cs"/>
          <w:rtl/>
        </w:rPr>
        <w:t>ۀ</w:t>
      </w:r>
      <w:r w:rsidRPr="00E243D8">
        <w:rPr>
          <w:rtl/>
        </w:rPr>
        <w:t xml:space="preserve"> امورش را به او واگذار م</w:t>
      </w:r>
      <w:r w:rsidRPr="00E243D8">
        <w:rPr>
          <w:rFonts w:hint="cs"/>
          <w:rtl/>
        </w:rPr>
        <w:t>ی</w:t>
      </w:r>
      <w:r w:rsidRPr="00E243D8">
        <w:rPr>
          <w:rtl/>
        </w:rPr>
        <w:t xml:space="preserve"> کند و به هر آنچه خداوند برا</w:t>
      </w:r>
      <w:r w:rsidRPr="00E243D8">
        <w:rPr>
          <w:rFonts w:hint="cs"/>
          <w:rtl/>
        </w:rPr>
        <w:t>ی</w:t>
      </w:r>
      <w:r w:rsidRPr="00E243D8">
        <w:rPr>
          <w:rFonts w:hint="eastAsia"/>
          <w:rtl/>
        </w:rPr>
        <w:t>ش</w:t>
      </w:r>
      <w:r w:rsidRPr="00E243D8">
        <w:rPr>
          <w:rtl/>
        </w:rPr>
        <w:t xml:space="preserve"> مقدر </w:t>
      </w:r>
      <w:r w:rsidRPr="00E243D8">
        <w:rPr>
          <w:rFonts w:hint="eastAsia"/>
          <w:rtl/>
        </w:rPr>
        <w:t>کند،</w:t>
      </w:r>
      <w:r w:rsidRPr="00E243D8">
        <w:rPr>
          <w:rtl/>
        </w:rPr>
        <w:t xml:space="preserve"> راض</w:t>
      </w:r>
      <w:r w:rsidRPr="00E243D8">
        <w:rPr>
          <w:rFonts w:hint="cs"/>
          <w:rtl/>
        </w:rPr>
        <w:t>ی</w:t>
      </w:r>
      <w:r w:rsidRPr="00E243D8">
        <w:rPr>
          <w:rtl/>
        </w:rPr>
        <w:t xml:space="preserve"> و خشنود م</w:t>
      </w:r>
      <w:r w:rsidRPr="00E243D8">
        <w:rPr>
          <w:rFonts w:hint="cs"/>
          <w:rtl/>
        </w:rPr>
        <w:t>ی</w:t>
      </w:r>
      <w:r w:rsidRPr="00E243D8">
        <w:rPr>
          <w:rtl/>
        </w:rPr>
        <w:t xml:space="preserve"> شود و به مرحل</w:t>
      </w:r>
      <w:r w:rsidRPr="00E243D8">
        <w:rPr>
          <w:rFonts w:hint="cs"/>
          <w:rtl/>
        </w:rPr>
        <w:t>ۀ</w:t>
      </w:r>
      <w:r w:rsidRPr="00E243D8">
        <w:rPr>
          <w:rtl/>
          <w:lang w:bidi="fa-IR"/>
        </w:rPr>
        <w:t xml:space="preserve"> از تسل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رسد و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بندگ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در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ابد</w:t>
      </w:r>
      <w:r w:rsidRPr="00E243D8">
        <w:rPr>
          <w:rtl/>
          <w:lang w:bidi="fa-IR"/>
        </w:rPr>
        <w:t xml:space="preserve"> که همه کمالات در آن نهفته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6D235A">
      <w:pPr>
        <w:pStyle w:val="libBold1"/>
        <w:rPr>
          <w:rtl/>
          <w:lang w:bidi="fa-IR"/>
        </w:rPr>
      </w:pPr>
      <w:r w:rsidRPr="00E243D8">
        <w:rPr>
          <w:rtl/>
          <w:lang w:bidi="fa-IR"/>
        </w:rPr>
        <w:t>6) نظافت و آراستگ</w:t>
      </w:r>
      <w:r w:rsidRPr="00E243D8">
        <w:rPr>
          <w:rFonts w:hint="cs"/>
          <w:rtl/>
          <w:lang w:bidi="fa-IR"/>
        </w:rPr>
        <w:t>ی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نظافت</w:t>
      </w:r>
      <w:r w:rsidRPr="00E243D8">
        <w:rPr>
          <w:rtl/>
          <w:lang w:bidi="fa-IR"/>
        </w:rPr>
        <w:t xml:space="preserve"> و آراستگ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عوامل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حزن و اندوه را برطرف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سازد و موجب نشاط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انسان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گردد.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مطلب را خود انسان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تواند به راحت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درک کند.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انسان از شست و شو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بدن خود فارغ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شود، احساس سبک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نشاط به او دست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دهد.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خود را آراسته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کند،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فرح و سرور به دل او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>. در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نظافت و آراستگ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ارتباط مستق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با نشاط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روح و جان آدم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دارد.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بر</w:t>
      </w:r>
      <w:r w:rsidRPr="00E243D8">
        <w:rPr>
          <w:rtl/>
          <w:lang w:bidi="fa-IR"/>
        </w:rPr>
        <w:t xml:space="preserve">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اساس است که فرموده اند: طهارت و پاک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ظاهر، پل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</w:p>
    <w:p w:rsidR="00E243D8" w:rsidRPr="00E243D8" w:rsidRDefault="006D235A" w:rsidP="006D235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6D235A" w:rsidRDefault="00E243D8" w:rsidP="006D235A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بحارالانوار، ج 68، ص 157.</w:t>
      </w:r>
    </w:p>
    <w:p w:rsidR="00E243D8" w:rsidRPr="00E243D8" w:rsidRDefault="006D235A" w:rsidP="006D235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طهارت</w:t>
      </w:r>
      <w:r w:rsidR="00E243D8" w:rsidRPr="00E243D8">
        <w:rPr>
          <w:rtl/>
          <w:lang w:bidi="fa-IR"/>
        </w:rPr>
        <w:t xml:space="preserve"> و پاک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زگ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باطن است. از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روست که در شر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عت</w:t>
      </w:r>
      <w:r w:rsidR="00E243D8" w:rsidRPr="00E243D8">
        <w:rPr>
          <w:rtl/>
          <w:lang w:bidi="fa-IR"/>
        </w:rPr>
        <w:t xml:space="preserve"> ما به نظافت و پاک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زگ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و 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با</w:t>
      </w:r>
      <w:r w:rsidR="00E243D8" w:rsidRPr="00E243D8">
        <w:rPr>
          <w:rFonts w:hint="cs"/>
          <w:rtl/>
          <w:lang w:bidi="fa-IR"/>
        </w:rPr>
        <w:t>یی</w:t>
      </w:r>
      <w:r w:rsidR="00E243D8" w:rsidRPr="00E243D8">
        <w:rPr>
          <w:rtl/>
          <w:lang w:bidi="fa-IR"/>
        </w:rPr>
        <w:t xml:space="preserve"> و آراستگ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ار</w:t>
      </w:r>
      <w:r w:rsidR="00E243D8" w:rsidRPr="00E243D8">
        <w:rPr>
          <w:rtl/>
          <w:lang w:bidi="fa-IR"/>
        </w:rPr>
        <w:t xml:space="preserve"> اهم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tl/>
          <w:lang w:bidi="fa-IR"/>
        </w:rPr>
        <w:t xml:space="preserve"> داده شد. و مراعات نکردن نظافت را موجب فقر و اندوه و گرفتگ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روح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داند. ام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رالمؤمن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="00E243D8"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النَّظ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فُ</w:t>
      </w:r>
      <w:r w:rsidRPr="00E243D8">
        <w:rPr>
          <w:rtl/>
          <w:lang w:bidi="fa-IR"/>
        </w:rPr>
        <w:t xml:space="preserve"> مِنَ الث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ابِ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ذْهِبُ</w:t>
      </w:r>
      <w:r w:rsidRPr="00E243D8">
        <w:rPr>
          <w:rtl/>
          <w:lang w:bidi="fa-IR"/>
        </w:rPr>
        <w:t xml:space="preserve"> الهَمَّ وَ الحَزَنَ؛</w:t>
      </w:r>
      <w:r w:rsidRPr="006D235A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جام</w:t>
      </w:r>
      <w:r w:rsidRPr="00E243D8">
        <w:rPr>
          <w:rFonts w:hint="cs"/>
          <w:rtl/>
        </w:rPr>
        <w:t>ۀ</w:t>
      </w:r>
      <w:r w:rsidRPr="00E243D8">
        <w:rPr>
          <w:rtl/>
          <w:lang w:bidi="fa-IR"/>
        </w:rPr>
        <w:t xml:space="preserve"> پاک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زه</w:t>
      </w:r>
      <w:r w:rsidRPr="00E243D8">
        <w:rPr>
          <w:rtl/>
          <w:lang w:bidi="fa-IR"/>
        </w:rPr>
        <w:t xml:space="preserve"> غم و اندوه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زدا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6D235A">
      <w:pPr>
        <w:pStyle w:val="libBold1"/>
        <w:rPr>
          <w:rtl/>
          <w:lang w:bidi="fa-IR"/>
        </w:rPr>
      </w:pPr>
      <w:r w:rsidRPr="00E243D8">
        <w:rPr>
          <w:rtl/>
          <w:lang w:bidi="fa-IR"/>
        </w:rPr>
        <w:t xml:space="preserve">7)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مرگ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توجه</w:t>
      </w:r>
      <w:r w:rsidRPr="00E243D8">
        <w:rPr>
          <w:rtl/>
          <w:lang w:bidi="fa-IR"/>
        </w:rPr>
        <w:t xml:space="preserve"> به آخرت و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مرگ و 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امت</w:t>
      </w:r>
      <w:r w:rsidRPr="00E243D8">
        <w:rPr>
          <w:rtl/>
          <w:lang w:bidi="fa-IR"/>
        </w:rPr>
        <w:t xml:space="preserve"> از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عوامل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غم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زدا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مرگ و توجه به آخرت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را در نگاه انسان کوچک و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شمارد و مصائب و گرفتار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 را زودگذر و رفتن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</w:t>
      </w:r>
      <w:r w:rsidRPr="00E243D8">
        <w:rPr>
          <w:rtl/>
          <w:lang w:bidi="fa-IR"/>
        </w:rPr>
        <w:t xml:space="preserve"> از آنجا که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غصه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انسان در غمِ نداشتن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 اندوه از دست دادن آن است، با ناچ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و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مقدار دانستن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 مطاع آن، غمِ 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رانگر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از حرص و آزمند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در جان انسان 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شه</w:t>
      </w:r>
      <w:r w:rsidRPr="00E243D8">
        <w:rPr>
          <w:rtl/>
          <w:lang w:bidi="fa-IR"/>
        </w:rPr>
        <w:t xml:space="preserve"> دوانده، از دل رخت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بندد و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غم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راو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: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به من فرمودند: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گاه غمگ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اندوهناک و دردمند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؟</w:t>
      </w:r>
      <w:r w:rsidRPr="00E243D8">
        <w:rPr>
          <w:rtl/>
          <w:lang w:bidi="fa-IR"/>
        </w:rPr>
        <w:t xml:space="preserve"> گفتم: چرا به خدا سوگند. فرمود: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فاذْکُرِ</w:t>
      </w:r>
      <w:r w:rsidRPr="00E243D8">
        <w:rPr>
          <w:rtl/>
          <w:lang w:bidi="fa-IR"/>
        </w:rPr>
        <w:t xml:space="preserve"> المَوْتَ وَ وَحْدَتَکَ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قَبْرِکَ وَ سَ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لانَ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کَ</w:t>
      </w:r>
      <w:r w:rsidRPr="00E243D8">
        <w:rPr>
          <w:rtl/>
          <w:lang w:bidi="fa-IR"/>
        </w:rPr>
        <w:t xml:space="preserve">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خَدَّ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کَ</w:t>
      </w:r>
      <w:r w:rsidRPr="00E243D8">
        <w:rPr>
          <w:rtl/>
          <w:lang w:bidi="fa-IR"/>
        </w:rPr>
        <w:t xml:space="preserve"> وَ تَقَطُّعَ اَوْصالِکَ وَ اَکْلَ الدُّودِ مِنْ لَحمِکَ وَ بَلاکَ وَ انْقِطاعَکَ عَنِ الدُّن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فَاِنَّ ذلِکَ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حُثُّکَ</w:t>
      </w:r>
      <w:r w:rsidRPr="00E243D8">
        <w:rPr>
          <w:rtl/>
          <w:lang w:bidi="fa-IR"/>
        </w:rPr>
        <w:t xml:space="preserve"> عَلَ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الْعَمَلِ وَ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رْدَعُکَ</w:t>
      </w:r>
      <w:r w:rsidRPr="00E243D8">
        <w:rPr>
          <w:rtl/>
          <w:lang w:bidi="fa-IR"/>
        </w:rPr>
        <w:t xml:space="preserve"> عَنْ کَث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رٍ</w:t>
      </w:r>
      <w:r w:rsidRPr="00E243D8">
        <w:rPr>
          <w:rtl/>
          <w:lang w:bidi="fa-IR"/>
        </w:rPr>
        <w:t xml:space="preserve"> مِنَ الحِرْص</w:t>
      </w:r>
      <w:r w:rsidRPr="00E243D8">
        <w:rPr>
          <w:rFonts w:hint="eastAsia"/>
          <w:rtl/>
          <w:lang w:bidi="fa-IR"/>
        </w:rPr>
        <w:t>ِ</w:t>
      </w:r>
      <w:r w:rsidRPr="00E243D8">
        <w:rPr>
          <w:rtl/>
          <w:lang w:bidi="fa-IR"/>
        </w:rPr>
        <w:t xml:space="preserve">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الدُّن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ا؛</w:t>
      </w:r>
      <w:r w:rsidRPr="00E243D8">
        <w:rPr>
          <w:rtl/>
          <w:lang w:bidi="fa-IR"/>
        </w:rPr>
        <w:t xml:space="preserve">(2) هرگاه </w:t>
      </w:r>
      <w:r w:rsidRPr="00E243D8">
        <w:rPr>
          <w:rtl/>
          <w:lang w:bidi="fa-IR"/>
        </w:rPr>
        <w:lastRenderedPageBreak/>
        <w:t>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مرگ و تنها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خودت را در گور به</w:t>
      </w:r>
    </w:p>
    <w:p w:rsidR="00E243D8" w:rsidRPr="00E243D8" w:rsidRDefault="00514005" w:rsidP="0051400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E243D8" w:rsidRPr="00E243D8" w:rsidRDefault="00E243D8" w:rsidP="00514005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6، ص 444؛ وسائل الش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عه،</w:t>
      </w:r>
      <w:r w:rsidRPr="00E243D8">
        <w:rPr>
          <w:rtl/>
          <w:lang w:bidi="fa-IR"/>
        </w:rPr>
        <w:t xml:space="preserve"> ج 5، ص 14.</w:t>
      </w:r>
    </w:p>
    <w:p w:rsidR="00E243D8" w:rsidRPr="00E243D8" w:rsidRDefault="00E243D8" w:rsidP="00514005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روضه الواعظ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ج 2، ص 494؛ بحارالانوار، ج 73، ص 323.</w:t>
      </w:r>
    </w:p>
    <w:p w:rsidR="00E243D8" w:rsidRPr="00E243D8" w:rsidRDefault="00514005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cs"/>
          <w:rtl/>
          <w:lang w:bidi="fa-IR"/>
        </w:rPr>
        <w:lastRenderedPageBreak/>
        <w:t>ی</w:t>
      </w:r>
      <w:r w:rsidR="00E243D8" w:rsidRPr="00E243D8">
        <w:rPr>
          <w:rFonts w:hint="eastAsia"/>
          <w:rtl/>
          <w:lang w:bidi="fa-IR"/>
        </w:rPr>
        <w:t>ادآور</w:t>
      </w:r>
      <w:r w:rsidR="00E243D8" w:rsidRPr="00E243D8">
        <w:rPr>
          <w:rtl/>
          <w:lang w:bidi="fa-IR"/>
        </w:rPr>
        <w:t xml:space="preserve"> که تخم چشم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tl/>
          <w:lang w:bidi="fa-IR"/>
        </w:rPr>
        <w:t xml:space="preserve"> بر گونه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tl/>
          <w:lang w:bidi="fa-IR"/>
        </w:rPr>
        <w:t xml:space="preserve"> فرو 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خته</w:t>
      </w:r>
      <w:r w:rsidR="00E243D8" w:rsidRPr="00E243D8">
        <w:rPr>
          <w:rtl/>
          <w:lang w:bidi="fa-IR"/>
        </w:rPr>
        <w:t xml:space="preserve"> و مفاصل تو از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کد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گر</w:t>
      </w:r>
      <w:r w:rsidR="00E243D8" w:rsidRPr="00E243D8">
        <w:rPr>
          <w:rtl/>
          <w:lang w:bidi="fa-IR"/>
        </w:rPr>
        <w:t xml:space="preserve"> گسسته و کرم ها از گوشت تو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خورند و پوس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خود را به خاطر آور و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که از دن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tl/>
          <w:lang w:bidi="fa-IR"/>
        </w:rPr>
        <w:t xml:space="preserve"> بر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ده</w:t>
      </w:r>
      <w:r w:rsidR="00E243D8" w:rsidRPr="00E243D8">
        <w:rPr>
          <w:rtl/>
          <w:lang w:bidi="fa-IR"/>
        </w:rPr>
        <w:t xml:space="preserve"> و کوتاه دست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،</w:t>
      </w:r>
      <w:r w:rsidR="00E243D8" w:rsidRPr="00E243D8">
        <w:rPr>
          <w:rtl/>
          <w:lang w:bidi="fa-IR"/>
        </w:rPr>
        <w:t xml:space="preserve"> که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کار تو را به عمل وا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دارد و از حرص و آزمند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نسبت به دن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tl/>
          <w:lang w:bidi="fa-IR"/>
        </w:rPr>
        <w:t xml:space="preserve"> باز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دارد.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514005">
      <w:pPr>
        <w:pStyle w:val="libBold1"/>
        <w:rPr>
          <w:rtl/>
          <w:lang w:bidi="fa-IR"/>
        </w:rPr>
      </w:pPr>
      <w:r w:rsidRPr="00E243D8">
        <w:rPr>
          <w:rtl/>
          <w:lang w:bidi="fa-IR"/>
        </w:rPr>
        <w:t>8) غم</w:t>
      </w:r>
      <w:r w:rsidRPr="00E243D8">
        <w:rPr>
          <w:rFonts w:hint="cs"/>
          <w:rtl/>
          <w:lang w:bidi="fa-IR"/>
        </w:rPr>
        <w:t>زدایی</w:t>
      </w:r>
      <w:r w:rsidRPr="00E243D8">
        <w:rPr>
          <w:rtl/>
          <w:lang w:bidi="fa-IR"/>
        </w:rPr>
        <w:t xml:space="preserve"> از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منشأ</w:t>
      </w:r>
      <w:r w:rsidRPr="00E243D8">
        <w:rPr>
          <w:rtl/>
          <w:lang w:bidi="fa-IR"/>
        </w:rPr>
        <w:t xml:space="preserve"> غم و اندوه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گرفتار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است که در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انسان رو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آورد و گاه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انسان را در اندوه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tl/>
          <w:lang w:bidi="fa-IR"/>
        </w:rPr>
        <w:t xml:space="preserve"> فرو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برد. انسان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تواند با اعانه و کمک به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گران،</w:t>
      </w:r>
      <w:r w:rsidRPr="00E243D8">
        <w:rPr>
          <w:rtl/>
          <w:lang w:bidi="fa-IR"/>
        </w:rPr>
        <w:t xml:space="preserve"> گرفتار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 را رفع نما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غم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از دل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بزدا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خود را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از غم برهاند و مشمول رحمت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کران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eastAsia"/>
          <w:rtl/>
          <w:lang w:bidi="fa-IR"/>
        </w:rPr>
        <w:t>کند</w:t>
      </w:r>
      <w:r w:rsidRPr="00E243D8">
        <w:rPr>
          <w:rtl/>
          <w:lang w:bidi="fa-IR"/>
        </w:rPr>
        <w:t>. رحمت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در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 آخرت نص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</w:t>
      </w:r>
      <w:r w:rsidRPr="00E243D8">
        <w:rPr>
          <w:rtl/>
          <w:lang w:bidi="fa-IR"/>
        </w:rPr>
        <w:t xml:space="preserve"> او خواهد شد.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مَنْ</w:t>
      </w:r>
      <w:r w:rsidRPr="00E243D8">
        <w:rPr>
          <w:rtl/>
          <w:lang w:bidi="fa-IR"/>
        </w:rPr>
        <w:t xml:space="preserve"> نَفّسَ عَنْ مُؤمِنٍ کُرْبَهً نَفَّسَ اللهُ عَنْه اثْنَتَ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نِ</w:t>
      </w:r>
      <w:r w:rsidRPr="00E243D8">
        <w:rPr>
          <w:rtl/>
          <w:lang w:bidi="fa-IR"/>
        </w:rPr>
        <w:t xml:space="preserve"> وَ سَبْع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 xml:space="preserve"> کُرْبَهً مِنْ کُرَبِ الدُّن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وَ اثْنَتَ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نِ</w:t>
      </w:r>
      <w:r w:rsidRPr="00E243D8">
        <w:rPr>
          <w:rtl/>
          <w:lang w:bidi="fa-IR"/>
        </w:rPr>
        <w:t xml:space="preserve"> وَ سَبع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 xml:space="preserve"> کُرْبَهً مِنْ کُرَبِ الآخِرَهِ؛</w:t>
      </w:r>
      <w:r w:rsidRPr="00514005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هر کس غم و اندوه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از 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بزدا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او را از دل گرفتگ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ناراحت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رون</w:t>
      </w:r>
      <w:r w:rsidRPr="00E243D8">
        <w:rPr>
          <w:rtl/>
          <w:lang w:bidi="fa-IR"/>
        </w:rPr>
        <w:t xml:space="preserve"> آورد و شاد سازد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خداوند او را از هفتاد و دو اندوه از اندوه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 از هفتاد و دو اندوه از اندوه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آخرت رها سازد.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514005" w:rsidP="00514005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64" w:name="_Toc67344747"/>
      <w:r w:rsidR="00E243D8" w:rsidRPr="00E243D8">
        <w:rPr>
          <w:rFonts w:hint="eastAsia"/>
          <w:rtl/>
          <w:lang w:bidi="fa-IR"/>
        </w:rPr>
        <w:lastRenderedPageBreak/>
        <w:t>موج</w:t>
      </w:r>
      <w:r w:rsidR="00E243D8" w:rsidRPr="00E243D8">
        <w:rPr>
          <w:rtl/>
          <w:lang w:bidi="fa-IR"/>
        </w:rPr>
        <w:t xml:space="preserve"> رحمت</w:t>
      </w:r>
      <w:bookmarkEnd w:id="64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شاد</w:t>
      </w:r>
      <w:r w:rsidRPr="00E243D8">
        <w:rPr>
          <w:rtl/>
          <w:lang w:bidi="fa-IR"/>
        </w:rPr>
        <w:t xml:space="preserve"> کردن دل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و رفع غم و اندوه آنان به هر شکل، موج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رحمت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جاد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و به سو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انسان باز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گردد.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به کم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بن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فَوَ</w:t>
      </w:r>
      <w:r w:rsidRPr="00E243D8">
        <w:rPr>
          <w:rtl/>
          <w:lang w:bidi="fa-IR"/>
        </w:rPr>
        <w:t xml:space="preserve"> الّذ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وَسِعَ سَمْعُهُ الاَصواتَ ما مِنْ اَحَدٍ اَوْدَعَ قَلباً سُروراً اِلّا وَ خَلَقَ</w:t>
      </w:r>
    </w:p>
    <w:p w:rsidR="00E243D8" w:rsidRPr="00E243D8" w:rsidRDefault="00514005" w:rsidP="0051400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</w:t>
      </w:r>
    </w:p>
    <w:p w:rsidR="00E243D8" w:rsidRPr="00E243D8" w:rsidRDefault="00E243D8" w:rsidP="00514005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ارشاد القلوب، ج 1، ص 138؛ اعلام الد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ص 442.</w:t>
      </w:r>
    </w:p>
    <w:p w:rsidR="00E243D8" w:rsidRPr="00E243D8" w:rsidRDefault="00514005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اللهُ</w:t>
      </w:r>
      <w:r w:rsidR="00E243D8" w:rsidRPr="00E243D8">
        <w:rPr>
          <w:rtl/>
          <w:lang w:bidi="fa-IR"/>
        </w:rPr>
        <w:t xml:space="preserve"> لَهُ مِنْ ذلِکَ السُّرورِ لُطْفاً فَإذا نَزَلَتْ بِهِ نائِبَهٌ جَرَ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إلَ</w:t>
      </w:r>
      <w:r w:rsidR="00E243D8" w:rsidRPr="00E243D8">
        <w:rPr>
          <w:rFonts w:hint="cs"/>
          <w:rtl/>
          <w:lang w:bidi="fa-IR"/>
        </w:rPr>
        <w:t>یْ</w:t>
      </w:r>
      <w:r w:rsidR="00E243D8" w:rsidRPr="00E243D8">
        <w:rPr>
          <w:rFonts w:hint="eastAsia"/>
          <w:rtl/>
          <w:lang w:bidi="fa-IR"/>
        </w:rPr>
        <w:t>ها</w:t>
      </w:r>
      <w:r w:rsidR="00E243D8" w:rsidRPr="00E243D8">
        <w:rPr>
          <w:rtl/>
          <w:lang w:bidi="fa-IR"/>
        </w:rPr>
        <w:t xml:space="preserve"> کَالْماء فِ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انْحدارِهِ حَتّ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</w:t>
      </w:r>
      <w:r w:rsidR="00E243D8" w:rsidRPr="00E243D8">
        <w:rPr>
          <w:rFonts w:hint="cs"/>
          <w:rtl/>
          <w:lang w:bidi="fa-IR"/>
        </w:rPr>
        <w:t>یَ</w:t>
      </w:r>
      <w:r w:rsidR="00E243D8" w:rsidRPr="00E243D8">
        <w:rPr>
          <w:rFonts w:hint="eastAsia"/>
          <w:rtl/>
          <w:lang w:bidi="fa-IR"/>
        </w:rPr>
        <w:t>طْرُدَها</w:t>
      </w:r>
      <w:r w:rsidR="00E243D8" w:rsidRPr="00E243D8">
        <w:rPr>
          <w:rtl/>
          <w:lang w:bidi="fa-IR"/>
        </w:rPr>
        <w:t xml:space="preserve"> عَنْهُ کَما تُطْرَدُ غَر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بَهُ</w:t>
      </w:r>
      <w:r w:rsidR="00E243D8" w:rsidRPr="00E243D8">
        <w:rPr>
          <w:rtl/>
          <w:lang w:bidi="fa-IR"/>
        </w:rPr>
        <w:t xml:space="preserve"> الاِبِلِ؛</w:t>
      </w:r>
      <w:r w:rsidR="00E243D8" w:rsidRPr="00514005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سوگند به کس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شنوا</w:t>
      </w:r>
      <w:r w:rsidR="00E243D8" w:rsidRPr="00E243D8">
        <w:rPr>
          <w:rFonts w:hint="cs"/>
          <w:rtl/>
          <w:lang w:bidi="fa-IR"/>
        </w:rPr>
        <w:t>یی</w:t>
      </w:r>
      <w:r w:rsidR="00E243D8" w:rsidRPr="00E243D8">
        <w:rPr>
          <w:rtl/>
          <w:lang w:bidi="fa-IR"/>
        </w:rPr>
        <w:t xml:space="preserve"> او آوازها و فر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ادها</w:t>
      </w:r>
      <w:r w:rsidR="00E243D8" w:rsidRPr="00E243D8">
        <w:rPr>
          <w:rtl/>
          <w:lang w:bidi="fa-IR"/>
        </w:rPr>
        <w:t xml:space="preserve"> را احاطه نموده است، هر کس دل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را شاد و مسرور ک</w:t>
      </w:r>
      <w:r w:rsidR="00E243D8" w:rsidRPr="00E243D8">
        <w:rPr>
          <w:rFonts w:hint="eastAsia"/>
          <w:rtl/>
          <w:lang w:bidi="fa-IR"/>
        </w:rPr>
        <w:t>ند،</w:t>
      </w:r>
      <w:r w:rsidR="00E243D8" w:rsidRPr="00E243D8">
        <w:rPr>
          <w:rtl/>
          <w:lang w:bidi="fa-IR"/>
        </w:rPr>
        <w:t xml:space="preserve"> خداوند از آن سرور، لطف و مهر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برا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ش</w:t>
      </w:r>
      <w:r w:rsidR="00E243D8" w:rsidRPr="00E243D8">
        <w:rPr>
          <w:rtl/>
          <w:lang w:bidi="fa-IR"/>
        </w:rPr>
        <w:t xml:space="preserve">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افر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ند،</w:t>
      </w:r>
      <w:r w:rsidR="00E243D8" w:rsidRPr="00E243D8">
        <w:rPr>
          <w:rtl/>
          <w:lang w:bidi="fa-IR"/>
        </w:rPr>
        <w:t xml:space="preserve"> که هرگاه مص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بت</w:t>
      </w:r>
      <w:r w:rsidR="00E243D8" w:rsidRPr="00E243D8">
        <w:rPr>
          <w:rtl/>
          <w:lang w:bidi="fa-IR"/>
        </w:rPr>
        <w:t xml:space="preserve"> و اندوه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به او برسد، آن لطف همانند آبِ در نش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ب</w:t>
      </w:r>
      <w:r w:rsidR="00E243D8" w:rsidRPr="00E243D8">
        <w:rPr>
          <w:rtl/>
          <w:lang w:bidi="fa-IR"/>
        </w:rPr>
        <w:t xml:space="preserve"> به سو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آن اندوه سراز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</w:t>
      </w:r>
      <w:r w:rsidR="00E243D8" w:rsidRPr="00E243D8">
        <w:rPr>
          <w:rtl/>
          <w:lang w:bidi="fa-IR"/>
        </w:rPr>
        <w:t xml:space="preserve"> گردد تا مص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بت</w:t>
      </w:r>
      <w:r w:rsidR="00E243D8" w:rsidRPr="00E243D8">
        <w:rPr>
          <w:rtl/>
          <w:lang w:bidi="fa-IR"/>
        </w:rPr>
        <w:t xml:space="preserve"> را از او دور سازد، همان طور که ساربان، شتر غر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ب</w:t>
      </w:r>
      <w:r w:rsidR="00E243D8" w:rsidRPr="00E243D8">
        <w:rPr>
          <w:rtl/>
          <w:lang w:bidi="fa-IR"/>
        </w:rPr>
        <w:t xml:space="preserve"> را از گله شتران دور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نما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ند</w:t>
      </w:r>
      <w:r w:rsidR="00E243D8"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لطف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بر اثر شاد کردن دل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آمده است، اندوه و مص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بت</w:t>
      </w:r>
      <w:r w:rsidRPr="00E243D8">
        <w:rPr>
          <w:rtl/>
          <w:lang w:bidi="fa-IR"/>
        </w:rPr>
        <w:t xml:space="preserve"> را از انسان دور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سازد.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514005">
      <w:pPr>
        <w:pStyle w:val="libBold1"/>
        <w:rPr>
          <w:rtl/>
          <w:lang w:bidi="fa-IR"/>
        </w:rPr>
      </w:pPr>
      <w:r w:rsidRPr="00E243D8">
        <w:rPr>
          <w:rtl/>
          <w:lang w:bidi="fa-IR"/>
        </w:rPr>
        <w:t>9) جا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گرفتن در زمره اول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خداوند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غم و اندوه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اول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راه ندارد؛ چون اتصال به دستگاه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ارتباط با او،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غم و اندوه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انسان باق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گذارد و ترس و نگران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نده،</w:t>
      </w:r>
      <w:r w:rsidRPr="00E243D8">
        <w:rPr>
          <w:rtl/>
          <w:lang w:bidi="fa-IR"/>
        </w:rPr>
        <w:t xml:space="preserve"> به او رو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آورد.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اَلا</w:t>
      </w:r>
      <w:r w:rsidRPr="00E243D8">
        <w:rPr>
          <w:rtl/>
          <w:lang w:bidi="fa-IR"/>
        </w:rPr>
        <w:t xml:space="preserve"> اِنَّ اَول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اءَ</w:t>
      </w:r>
      <w:r w:rsidRPr="00E243D8">
        <w:rPr>
          <w:rtl/>
          <w:lang w:bidi="fa-IR"/>
        </w:rPr>
        <w:t xml:space="preserve"> اللهِ لاخوفٌ عَلَ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هِمْ</w:t>
      </w:r>
      <w:r w:rsidRPr="00E243D8">
        <w:rPr>
          <w:rtl/>
          <w:lang w:bidi="fa-IR"/>
        </w:rPr>
        <w:t xml:space="preserve"> وَلا هُمْ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حزَنونَ؛</w:t>
      </w:r>
      <w:r w:rsidRPr="00514005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آگاه باش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که بر دوستان خدا، نه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و نه آنان اندوهگ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مرحوم</w:t>
      </w:r>
      <w:r w:rsidRPr="00E243D8">
        <w:rPr>
          <w:rtl/>
          <w:lang w:bidi="fa-IR"/>
        </w:rPr>
        <w:t xml:space="preserve"> حاج آقا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دولاب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فرمودند: اول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 امامان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خود را در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ظاهر نکردند، چون مردم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گرفتار و ماتم زده اند و ادب اقتضا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که در برابر انسان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اندوهگ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خود را ظاهر نکن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lastRenderedPageBreak/>
        <w:t>امام</w:t>
      </w:r>
      <w:r w:rsidRPr="00E243D8">
        <w:rPr>
          <w:rtl/>
          <w:lang w:bidi="fa-IR"/>
        </w:rPr>
        <w:t xml:space="preserve"> عسکر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فرمودند:</w:t>
      </w:r>
    </w:p>
    <w:p w:rsidR="00514005" w:rsidRPr="00E243D8" w:rsidRDefault="00514005" w:rsidP="0051400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</w:t>
      </w:r>
    </w:p>
    <w:p w:rsidR="00E243D8" w:rsidRPr="00E243D8" w:rsidRDefault="00E243D8" w:rsidP="00514005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ارشاد القلوب، ج 1، ص 138؛ نهج البلاغه، حکمت 257.</w:t>
      </w:r>
    </w:p>
    <w:p w:rsidR="00E243D8" w:rsidRPr="00E243D8" w:rsidRDefault="00E243D8" w:rsidP="00514005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 xml:space="preserve">2- 2. سوره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ونس،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62.</w:t>
      </w:r>
    </w:p>
    <w:p w:rsidR="00E243D8" w:rsidRPr="00E243D8" w:rsidRDefault="00514005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لَ</w:t>
      </w:r>
      <w:r w:rsidR="00E243D8" w:rsidRPr="00E243D8">
        <w:rPr>
          <w:rFonts w:hint="cs"/>
          <w:rtl/>
          <w:lang w:bidi="fa-IR"/>
        </w:rPr>
        <w:t>یْ</w:t>
      </w:r>
      <w:r w:rsidR="00E243D8" w:rsidRPr="00E243D8">
        <w:rPr>
          <w:rFonts w:hint="eastAsia"/>
          <w:rtl/>
          <w:lang w:bidi="fa-IR"/>
        </w:rPr>
        <w:t>سَ</w:t>
      </w:r>
      <w:r w:rsidR="00E243D8" w:rsidRPr="00E243D8">
        <w:rPr>
          <w:rtl/>
          <w:lang w:bidi="fa-IR"/>
        </w:rPr>
        <w:t xml:space="preserve"> مِنَ الاَدَبِ اِظهارُ الْفَرَحِ عِنْدَ المَحزونِ</w:t>
      </w:r>
      <w:r w:rsidR="00E243D8" w:rsidRPr="00514005">
        <w:rPr>
          <w:rStyle w:val="libFootnotenumChar"/>
          <w:rtl/>
        </w:rPr>
        <w:t>؛(1)</w:t>
      </w:r>
      <w:r w:rsidR="00E243D8" w:rsidRPr="00E243D8">
        <w:rPr>
          <w:rtl/>
          <w:lang w:bidi="fa-IR"/>
        </w:rPr>
        <w:t xml:space="preserve"> شادمان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کردن در حضور شخص اندوهگ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ن،</w:t>
      </w:r>
      <w:r w:rsidR="00E243D8" w:rsidRPr="00E243D8">
        <w:rPr>
          <w:rtl/>
          <w:lang w:bidi="fa-IR"/>
        </w:rPr>
        <w:t xml:space="preserve"> از ادب دور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جلو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مص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بت</w:t>
      </w:r>
      <w:r w:rsidRPr="00E243D8">
        <w:rPr>
          <w:rtl/>
          <w:lang w:bidi="fa-IR"/>
        </w:rPr>
        <w:t xml:space="preserve"> زده و داغد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است،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ادب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 اهل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گرفتار پول و مقام اند و غم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خورند و اهل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هم گرفتار غفلت و گناه هستند و غمگ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اند.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مقدار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فضا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رون</w:t>
      </w:r>
      <w:r w:rsidRPr="00E243D8">
        <w:rPr>
          <w:rtl/>
          <w:lang w:bidi="fa-IR"/>
        </w:rPr>
        <w:t xml:space="preserve"> آمد و در واد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قدم گذارد و شاکر نعمت ه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 بود.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شه</w:t>
      </w:r>
      <w:r w:rsidRPr="00E243D8">
        <w:rPr>
          <w:rtl/>
          <w:lang w:bidi="fa-IR"/>
        </w:rPr>
        <w:t xml:space="preserve"> نبا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نواقص و کمبودها را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اهل</w:t>
      </w:r>
      <w:r w:rsidRPr="00E243D8">
        <w:rPr>
          <w:rtl/>
          <w:lang w:bidi="fa-IR"/>
        </w:rPr>
        <w:t xml:space="preserve">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ماتم زده بودند و امامان ما قلبشان به خدا متصل است و اول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اند و خوف و اندوه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آنان راه ندارند و در نها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سرور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هستند. اما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خودشان را ظاهر کنند، 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نجا</w:t>
      </w:r>
      <w:r w:rsidRPr="00E243D8">
        <w:rPr>
          <w:rtl/>
          <w:lang w:bidi="fa-IR"/>
        </w:rPr>
        <w:t xml:space="preserve"> ظرف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>.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لَمِنْ قَوْمٍ ... قُلُوبُهُمْ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الجَنانِ وَ اَجْسادُهُمْ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الْعَمَلِ؛</w:t>
      </w:r>
      <w:r w:rsidRPr="00514005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من از آن قوم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هستم که قلب ها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شان</w:t>
      </w:r>
      <w:r w:rsidRPr="00E243D8">
        <w:rPr>
          <w:rtl/>
          <w:lang w:bidi="fa-IR"/>
        </w:rPr>
        <w:t xml:space="preserve"> در بهشت است و بدن هاشان در کار و کوشش.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514005" w:rsidP="00514005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65" w:name="_Toc67344748"/>
      <w:r w:rsidR="00E243D8" w:rsidRPr="00E243D8">
        <w:rPr>
          <w:rFonts w:hint="eastAsia"/>
          <w:rtl/>
          <w:lang w:bidi="fa-IR"/>
        </w:rPr>
        <w:lastRenderedPageBreak/>
        <w:t>سرور</w:t>
      </w:r>
      <w:r w:rsidR="00E243D8" w:rsidRPr="00E243D8">
        <w:rPr>
          <w:rtl/>
          <w:lang w:bidi="fa-IR"/>
        </w:rPr>
        <w:t xml:space="preserve"> ملاقات</w:t>
      </w:r>
      <w:bookmarkEnd w:id="65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چرا</w:t>
      </w:r>
      <w:r w:rsidRPr="00E243D8">
        <w:rPr>
          <w:rtl/>
          <w:lang w:bidi="fa-IR"/>
        </w:rPr>
        <w:t xml:space="preserve"> اصحاب امام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 xml:space="preserve">شب عاشورا با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مزاح و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کردند! مگر شب عاشورا شب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خنده است؟!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از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کنده شده و غم و غصه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ندارد، شاد شاد است. فرمود: فاصل</w:t>
      </w:r>
      <w:r w:rsidRPr="00E243D8">
        <w:rPr>
          <w:rFonts w:hint="cs"/>
          <w:rtl/>
        </w:rPr>
        <w:t>ۀ</w:t>
      </w:r>
      <w:r w:rsidRPr="00E243D8">
        <w:rPr>
          <w:rtl/>
          <w:lang w:bidi="fa-IR"/>
        </w:rPr>
        <w:t xml:space="preserve"> ما و بهشت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زه</w:t>
      </w:r>
      <w:r w:rsidRPr="00E243D8">
        <w:rPr>
          <w:rtl/>
          <w:lang w:bidi="fa-IR"/>
        </w:rPr>
        <w:t xml:space="preserve"> و شمش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است. در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جبهه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دفاع مقدس</w:t>
      </w:r>
    </w:p>
    <w:p w:rsidR="00E243D8" w:rsidRPr="00E243D8" w:rsidRDefault="00514005" w:rsidP="0051400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E243D8" w:rsidRPr="00E243D8" w:rsidRDefault="00E243D8" w:rsidP="00514005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تحف العقول، ص 489؛ بحارالانوار، ج 75، ص 374.</w:t>
      </w:r>
    </w:p>
    <w:p w:rsidR="00E243D8" w:rsidRPr="00E243D8" w:rsidRDefault="00E243D8" w:rsidP="00514005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نهج البلاغه، خطبه 192؛ بحارالانوار، ج 38، ص 321.</w:t>
      </w:r>
    </w:p>
    <w:p w:rsidR="00E243D8" w:rsidRPr="00E243D8" w:rsidRDefault="00514005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که</w:t>
      </w:r>
      <w:r w:rsidR="00E243D8" w:rsidRPr="00E243D8">
        <w:rPr>
          <w:rtl/>
          <w:lang w:bidi="fa-IR"/>
        </w:rPr>
        <w:t xml:space="preserve"> رزمندگان عمل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ات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کردند، همه شاد بودند. در انتظار شهادت به سر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بردند. و چون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دانستند شه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شوند، شاد بودند. دل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ل</w:t>
      </w:r>
      <w:r w:rsidR="00E243D8" w:rsidRPr="00E243D8">
        <w:rPr>
          <w:rtl/>
          <w:lang w:bidi="fa-IR"/>
        </w:rPr>
        <w:t xml:space="preserve"> آن هم کنده شدن از دن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tl/>
          <w:lang w:bidi="fa-IR"/>
        </w:rPr>
        <w:t xml:space="preserve"> بود. ملاقات خداوند سرور آفر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و شاد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بخش است.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="00E243D8"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لِلصّائِمِ</w:t>
      </w:r>
      <w:r w:rsidRPr="00E243D8">
        <w:rPr>
          <w:rtl/>
          <w:lang w:bidi="fa-IR"/>
        </w:rPr>
        <w:t xml:space="preserve"> فَرْحَتانِ فَرْحَهٌ عِنْدَ اِفْطارِهِ وَ فَرْحَهٌ عِنْدَ لِقاءِ رَبَّهِ؛</w:t>
      </w:r>
      <w:r w:rsidRPr="00514005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روزه دار دو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خوشحال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است؛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وقت افطارش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هنگام ملاقات با پروردگارش.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در ملاقات انسان مؤمن با خداوند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افت</w:t>
      </w:r>
      <w:r w:rsidRPr="00E243D8">
        <w:rPr>
          <w:rtl/>
          <w:lang w:bidi="fa-IR"/>
        </w:rPr>
        <w:t>. در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همه آرزوها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او در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ملاقات نهفته است. تصور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لحظه به همه آرزوها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نائل شود، چه حال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او دست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دهد! شادمان تر از آن حالت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افت</w:t>
      </w:r>
      <w:r w:rsidRPr="00E243D8">
        <w:rPr>
          <w:rtl/>
          <w:lang w:bidi="fa-IR"/>
        </w:rPr>
        <w:t xml:space="preserve">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514005">
      <w:pPr>
        <w:pStyle w:val="Heading2"/>
        <w:rPr>
          <w:rtl/>
          <w:lang w:bidi="fa-IR"/>
        </w:rPr>
      </w:pPr>
      <w:bookmarkStart w:id="66" w:name="_Toc67344749"/>
      <w:r w:rsidRPr="00E243D8">
        <w:rPr>
          <w:rFonts w:hint="eastAsia"/>
          <w:rtl/>
          <w:lang w:bidi="fa-IR"/>
        </w:rPr>
        <w:t>راحت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مطلق</w:t>
      </w:r>
      <w:bookmarkEnd w:id="66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همه</w:t>
      </w:r>
      <w:r w:rsidRPr="00E243D8">
        <w:rPr>
          <w:rtl/>
          <w:lang w:bidi="fa-IR"/>
        </w:rPr>
        <w:t xml:space="preserve"> ناراحت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ها، ناگوار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 و سخت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 در ملاقات با خداوند از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رود و به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مبدل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گردد.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فرموده اند: راحت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مطلق هنگام ملاقات با خداوند است. از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شده است که 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لا</w:t>
      </w:r>
      <w:r w:rsidRPr="00E243D8">
        <w:rPr>
          <w:rtl/>
          <w:lang w:bidi="fa-IR"/>
        </w:rPr>
        <w:t xml:space="preserve"> راحَهَ لِمُؤمِنٍ عَلَ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الحَق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قَهِ</w:t>
      </w:r>
      <w:r w:rsidRPr="00E243D8">
        <w:rPr>
          <w:rtl/>
          <w:lang w:bidi="fa-IR"/>
        </w:rPr>
        <w:t xml:space="preserve"> اِلّا عِنْدَ لِقاء اللهِ تَعال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؛</w:t>
      </w:r>
      <w:r w:rsidRPr="004350AD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راحت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واقع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کامل مؤمن، فقط هنگام ملاقات خدا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متعال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چنان راحت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</w:t>
      </w:r>
      <w:r w:rsidRPr="00E243D8">
        <w:rPr>
          <w:rtl/>
          <w:lang w:bidi="fa-IR"/>
        </w:rPr>
        <w:t xml:space="preserve"> انسان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 که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گونه ناملا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مت</w:t>
      </w:r>
      <w:r w:rsidRPr="00E243D8">
        <w:rPr>
          <w:rtl/>
          <w:lang w:bidi="fa-IR"/>
        </w:rPr>
        <w:t xml:space="preserve"> و نقص</w:t>
      </w:r>
      <w:r w:rsidRPr="00E243D8">
        <w:rPr>
          <w:rFonts w:hint="cs"/>
          <w:rtl/>
          <w:lang w:bidi="fa-IR"/>
        </w:rPr>
        <w:t>ی</w:t>
      </w:r>
    </w:p>
    <w:p w:rsidR="00E243D8" w:rsidRPr="00E243D8" w:rsidRDefault="004350AD" w:rsidP="004350A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E243D8" w:rsidRPr="00E243D8" w:rsidRDefault="00E243D8" w:rsidP="004350AD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lastRenderedPageBreak/>
        <w:t>1- 1.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4، ص 65؛ من لا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حضره</w:t>
      </w:r>
      <w:r w:rsidRPr="00E243D8">
        <w:rPr>
          <w:rtl/>
          <w:lang w:bidi="fa-IR"/>
        </w:rPr>
        <w:t xml:space="preserve"> الفق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ج 2، ص 76.</w:t>
      </w:r>
    </w:p>
    <w:p w:rsidR="00E243D8" w:rsidRPr="00E243D8" w:rsidRDefault="00E243D8" w:rsidP="004350AD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مصباح الشر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عه،</w:t>
      </w:r>
      <w:r w:rsidRPr="00E243D8">
        <w:rPr>
          <w:rtl/>
          <w:lang w:bidi="fa-IR"/>
        </w:rPr>
        <w:t xml:space="preserve"> ص 122؛ بحارالانوار، ج 69، ص 69.</w:t>
      </w:r>
    </w:p>
    <w:p w:rsidR="00E243D8" w:rsidRPr="00E243D8" w:rsidRDefault="004350AD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در</w:t>
      </w:r>
      <w:r w:rsidR="00E243D8" w:rsidRPr="00E243D8">
        <w:rPr>
          <w:rtl/>
          <w:lang w:bidi="fa-IR"/>
        </w:rPr>
        <w:t xml:space="preserve"> آن وجود ندارد.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ک</w:t>
      </w:r>
      <w:r w:rsidR="00E243D8" w:rsidRPr="00E243D8">
        <w:rPr>
          <w:rtl/>
          <w:lang w:bidi="fa-IR"/>
        </w:rPr>
        <w:t xml:space="preserve"> راحت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محض و خالص و کامل.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4350AD">
      <w:pPr>
        <w:pStyle w:val="Heading2"/>
        <w:rPr>
          <w:rtl/>
          <w:lang w:bidi="fa-IR"/>
        </w:rPr>
      </w:pPr>
      <w:bookmarkStart w:id="67" w:name="_Toc67344750"/>
      <w:r w:rsidRPr="00E243D8">
        <w:rPr>
          <w:rFonts w:hint="eastAsia"/>
          <w:rtl/>
          <w:lang w:bidi="fa-IR"/>
        </w:rPr>
        <w:t>سرمست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</w:t>
      </w:r>
      <w:bookmarkEnd w:id="67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ملاقات</w:t>
      </w:r>
      <w:r w:rsidRPr="00E243D8">
        <w:rPr>
          <w:rtl/>
          <w:lang w:bidi="fa-IR"/>
        </w:rPr>
        <w:t xml:space="preserve"> خداوند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دارد. اول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 چه بسا جاها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مناسب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دند،</w:t>
      </w:r>
      <w:r w:rsidRPr="00E243D8">
        <w:rPr>
          <w:rtl/>
          <w:lang w:bidi="fa-IR"/>
        </w:rPr>
        <w:t xml:space="preserve">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خودشان را ظاهر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عمر</w:t>
      </w:r>
      <w:r w:rsidRPr="00E243D8">
        <w:rPr>
          <w:rtl/>
          <w:lang w:bidi="fa-IR"/>
        </w:rPr>
        <w:t xml:space="preserve"> سعد و لشکرش شب تا به صبح نگران بودند که فردا چه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بکنند. اما آن هنگام، آغاز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اصحاب امام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بود. حضرت جا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گاهشان</w:t>
      </w:r>
      <w:r w:rsidRPr="00E243D8">
        <w:rPr>
          <w:rtl/>
          <w:lang w:bidi="fa-IR"/>
        </w:rPr>
        <w:t xml:space="preserve"> را به آن ها نشان دادند و همه غم و غصه ها رفت. در رفتن به 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دان</w:t>
      </w:r>
      <w:r w:rsidRPr="00E243D8">
        <w:rPr>
          <w:rtl/>
          <w:lang w:bidi="fa-IR"/>
        </w:rPr>
        <w:t xml:space="preserve"> از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سبقت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گرفتند و 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کردند. آن قدر سرشار از عشق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</w:t>
      </w:r>
      <w:r w:rsidRPr="00E243D8">
        <w:rPr>
          <w:rtl/>
          <w:lang w:bidi="fa-IR"/>
        </w:rPr>
        <w:t xml:space="preserve"> خدا بودند که از خود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خود شده بودند. هر بلا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به سر آن ها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آمد، متوجه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شدند. سرمست خدا و ملاقات خدا بودند و سر از پا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شناختند.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امام</w:t>
      </w:r>
      <w:r w:rsidRPr="00E243D8">
        <w:rPr>
          <w:rtl/>
          <w:lang w:bidi="fa-IR"/>
        </w:rPr>
        <w:t xml:space="preserve">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از شهادت به اصحاب خود فرمودند: رسول خدا به من 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سْتَشْهَدُ</w:t>
      </w:r>
      <w:r w:rsidRPr="00E243D8">
        <w:rPr>
          <w:rtl/>
          <w:lang w:bidi="fa-IR"/>
        </w:rPr>
        <w:t xml:space="preserve"> مَعَک جَماعَهٌ مِنْ اَصْحابِکَ لا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جِدونَ</w:t>
      </w:r>
      <w:r w:rsidRPr="00E243D8">
        <w:rPr>
          <w:rtl/>
          <w:lang w:bidi="fa-IR"/>
        </w:rPr>
        <w:t xml:space="preserve"> اَلَم مَسِّ الحَد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دِ؛</w:t>
      </w:r>
      <w:r w:rsidRPr="004350AD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گروه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اصحاب تو با تو به شهادت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رسند که درد آهن و شمش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و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زه</w:t>
      </w:r>
      <w:r w:rsidRPr="00E243D8">
        <w:rPr>
          <w:rtl/>
          <w:lang w:bidi="fa-IR"/>
        </w:rPr>
        <w:t xml:space="preserve"> را احساس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آن</w:t>
      </w:r>
      <w:r w:rsidRPr="00E243D8">
        <w:rPr>
          <w:rtl/>
          <w:lang w:bidi="fa-IR"/>
        </w:rPr>
        <w:t xml:space="preserve"> چنان سرخوش و سرمست بودند که درد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احساس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4350AD" w:rsidP="004350AD">
      <w:pPr>
        <w:pStyle w:val="libBold1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tl/>
          <w:lang w:bidi="fa-IR"/>
        </w:rPr>
        <w:lastRenderedPageBreak/>
        <w:t>10) 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ارت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سفرها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تواند عامل مهم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رها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از غم و اندوه باشد و خرسند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نشاط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به ارمغان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اورد</w:t>
      </w:r>
      <w:r w:rsidRPr="00E243D8">
        <w:rPr>
          <w:rtl/>
          <w:lang w:bidi="fa-IR"/>
        </w:rPr>
        <w:t>.</w:t>
      </w:r>
    </w:p>
    <w:p w:rsidR="00E243D8" w:rsidRPr="00E243D8" w:rsidRDefault="004350AD" w:rsidP="004350A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E243D8" w:rsidRPr="00E243D8" w:rsidRDefault="00E243D8" w:rsidP="004350AD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مختصر البصائر، ص 169؛ بحارالانوار، ج 45، ص 80.</w:t>
      </w:r>
    </w:p>
    <w:p w:rsidR="00E243D8" w:rsidRPr="00E243D8" w:rsidRDefault="004350AD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cs"/>
          <w:rtl/>
          <w:lang w:bidi="fa-IR"/>
        </w:rPr>
        <w:lastRenderedPageBreak/>
        <w:t>ی</w:t>
      </w:r>
      <w:r w:rsidR="00E243D8" w:rsidRPr="00E243D8">
        <w:rPr>
          <w:rFonts w:hint="eastAsia"/>
          <w:rtl/>
          <w:lang w:bidi="fa-IR"/>
        </w:rPr>
        <w:t>ک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از 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ژگ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مهم 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ارت</w:t>
      </w:r>
      <w:r w:rsidR="00E243D8" w:rsidRPr="00E243D8">
        <w:rPr>
          <w:rtl/>
          <w:lang w:bidi="fa-IR"/>
        </w:rPr>
        <w:t xml:space="preserve">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شوا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ان</w:t>
      </w:r>
      <w:r w:rsidR="00E243D8" w:rsidRPr="00E243D8">
        <w:rPr>
          <w:rtl/>
          <w:lang w:bidi="fa-IR"/>
        </w:rPr>
        <w:t xml:space="preserve"> 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ن،</w:t>
      </w:r>
      <w:r w:rsidR="00E243D8" w:rsidRPr="00E243D8">
        <w:rPr>
          <w:rtl/>
          <w:lang w:bidi="fa-IR"/>
        </w:rPr>
        <w:t xml:space="preserve"> رفع غم و اندوه است. ارتباط با سرّ عالم وجود و خل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فه</w:t>
      </w:r>
      <w:r w:rsidR="00E243D8" w:rsidRPr="00E243D8">
        <w:rPr>
          <w:rtl/>
          <w:lang w:bidi="fa-IR"/>
        </w:rPr>
        <w:t xml:space="preserve"> خداوند در رو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زم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ن،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تواند غبار غم از دل و جان آدم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بزدا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>.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است که در آثار 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ارت</w:t>
      </w:r>
      <w:r w:rsidR="00E243D8" w:rsidRPr="00E243D8">
        <w:rPr>
          <w:rtl/>
          <w:lang w:bidi="fa-IR"/>
        </w:rPr>
        <w:t xml:space="preserve"> رهبران اله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اثر را 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ز</w:t>
      </w:r>
      <w:r w:rsidR="00E243D8" w:rsidRPr="00E243D8">
        <w:rPr>
          <w:rtl/>
          <w:lang w:bidi="fa-IR"/>
        </w:rPr>
        <w:t xml:space="preserve"> ذکر فرموده اند. چنان که رسول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="00E243D8" w:rsidRPr="00E243D8">
        <w:rPr>
          <w:rtl/>
          <w:lang w:bidi="fa-IR"/>
        </w:rPr>
        <w:t>دربار</w:t>
      </w:r>
      <w:r w:rsidR="00E243D8" w:rsidRPr="00E243D8">
        <w:rPr>
          <w:rFonts w:hint="cs"/>
          <w:rtl/>
        </w:rPr>
        <w:t>ۀ</w:t>
      </w:r>
      <w:r w:rsidR="00E243D8" w:rsidRPr="00E243D8">
        <w:rPr>
          <w:rtl/>
          <w:lang w:bidi="fa-IR"/>
        </w:rPr>
        <w:t xml:space="preserve"> امام رضا </w:t>
      </w:r>
      <w:r w:rsidR="00B155C2" w:rsidRPr="00B155C2">
        <w:rPr>
          <w:rStyle w:val="libAlaemChar"/>
          <w:rtl/>
        </w:rPr>
        <w:t xml:space="preserve">عليه‌السلام </w:t>
      </w:r>
      <w:r w:rsidR="00E243D8"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ما</w:t>
      </w:r>
      <w:r w:rsidRPr="00E243D8">
        <w:rPr>
          <w:rtl/>
          <w:lang w:bidi="fa-IR"/>
        </w:rPr>
        <w:t xml:space="preserve"> زارَها مَکرُوبٌ اِلّا نَفَّسَ اللهُ عَزَّوَجَلَّ کَرْبَهُ؛</w:t>
      </w:r>
      <w:r w:rsidRPr="004350AD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غم زده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او را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ارت</w:t>
      </w:r>
      <w:r w:rsidRPr="00E243D8">
        <w:rPr>
          <w:rtl/>
          <w:lang w:bidi="fa-IR"/>
        </w:rPr>
        <w:t xml:space="preserve">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کند، مگر آن که خدا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عزوجل غبار غم را از خاطرش برطرف سازد.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باب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ارت</w:t>
      </w:r>
      <w:r w:rsidRPr="00E243D8">
        <w:rPr>
          <w:rtl/>
          <w:lang w:bidi="fa-IR"/>
        </w:rPr>
        <w:t xml:space="preserve"> امام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 xml:space="preserve"> متعدد آمده است که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آثار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ارت</w:t>
      </w:r>
      <w:r w:rsidRPr="00E243D8">
        <w:rPr>
          <w:rtl/>
          <w:lang w:bidi="fa-IR"/>
        </w:rPr>
        <w:t xml:space="preserve"> قبر شر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آن حضرت، برطرف شدن غم و اندوه است. راو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: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به من 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اِنَّ</w:t>
      </w:r>
      <w:r w:rsidRPr="00E243D8">
        <w:rPr>
          <w:rtl/>
          <w:lang w:bidi="fa-IR"/>
        </w:rPr>
        <w:t xml:space="preserve"> اِل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جانِبِکُمْ قَبْراً ما اَتاهُ مَکْروبٌ اِلّا نَفَّسَ اللهُ کُرْبَتَهُ وَ قَض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حاجَتَهُ؛</w:t>
      </w:r>
      <w:r w:rsidRPr="004350AD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در طرف شما قبر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حز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 اندوهگ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 را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ارت</w:t>
      </w:r>
      <w:r w:rsidRPr="00E243D8">
        <w:rPr>
          <w:rtl/>
          <w:lang w:bidi="fa-IR"/>
        </w:rPr>
        <w:t xml:space="preserve">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کند، مگر آن که حق تعال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حزن و اندوهش را برطرف کرده و حاجتش را روا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سازد.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</w:t>
      </w:r>
      <w:r w:rsidRPr="00E243D8">
        <w:rPr>
          <w:rtl/>
          <w:lang w:bidi="fa-IR"/>
        </w:rPr>
        <w:t xml:space="preserve"> الحس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 xml:space="preserve"> قُتِلَ مَکرُوباً وَ حَق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قٌ</w:t>
      </w:r>
      <w:r w:rsidRPr="00E243D8">
        <w:rPr>
          <w:rtl/>
          <w:lang w:bidi="fa-IR"/>
        </w:rPr>
        <w:t xml:space="preserve"> عَلَ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اللهِ اَنْ لا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أت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هِ</w:t>
      </w:r>
      <w:r w:rsidRPr="00E243D8">
        <w:rPr>
          <w:rtl/>
          <w:lang w:bidi="fa-IR"/>
        </w:rPr>
        <w:t xml:space="preserve"> مَکْرُوبٌ اِلّا رَدَّهُ اللهُ مَ_سْرُوراً؛</w:t>
      </w:r>
      <w:r w:rsidRPr="004350AD">
        <w:rPr>
          <w:rStyle w:val="libFootnotenumChar"/>
          <w:rtl/>
        </w:rPr>
        <w:t>(3)</w:t>
      </w:r>
      <w:r w:rsidRPr="00E243D8">
        <w:rPr>
          <w:rtl/>
          <w:lang w:bidi="fa-IR"/>
        </w:rPr>
        <w:t xml:space="preserve"> امام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با حال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حز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 اندوه کشته شد. بر خداوند سزاوار است که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اندوهگ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ارت</w:t>
      </w:r>
      <w:r w:rsidRPr="00E243D8">
        <w:rPr>
          <w:rtl/>
          <w:lang w:bidi="fa-IR"/>
        </w:rPr>
        <w:t xml:space="preserve"> آن حضرت نرود، مگر آن که حق تعال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مسرور و شادمان به اهلش برگرداند.</w:t>
      </w:r>
    </w:p>
    <w:p w:rsidR="00E243D8" w:rsidRPr="00E243D8" w:rsidRDefault="004350AD" w:rsidP="004350A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E243D8" w:rsidRPr="00E243D8" w:rsidRDefault="00E243D8" w:rsidP="004350AD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lastRenderedPageBreak/>
        <w:t xml:space="preserve">1- 1. من لا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حضره</w:t>
      </w:r>
      <w:r w:rsidRPr="00E243D8">
        <w:rPr>
          <w:rtl/>
          <w:lang w:bidi="fa-IR"/>
        </w:rPr>
        <w:t xml:space="preserve"> الفق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ج 2، ص 583؛ بحارالانوار، ج 99، ص 34.</w:t>
      </w:r>
    </w:p>
    <w:p w:rsidR="00E243D8" w:rsidRPr="00E243D8" w:rsidRDefault="00E243D8" w:rsidP="004350AD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کامل الز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ارات،</w:t>
      </w:r>
      <w:r w:rsidRPr="00E243D8">
        <w:rPr>
          <w:rtl/>
          <w:lang w:bidi="fa-IR"/>
        </w:rPr>
        <w:t xml:space="preserve"> ص 167؛ من لا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حضره</w:t>
      </w:r>
      <w:r w:rsidRPr="00E243D8">
        <w:rPr>
          <w:rtl/>
          <w:lang w:bidi="fa-IR"/>
        </w:rPr>
        <w:t xml:space="preserve"> الفق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ج 2، ص 583؛ بحارالانوار، ج 98، ص 45.</w:t>
      </w:r>
    </w:p>
    <w:p w:rsidR="00E243D8" w:rsidRPr="00E243D8" w:rsidRDefault="00E243D8" w:rsidP="004350AD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3- 3. کامل الز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ارات،</w:t>
      </w:r>
      <w:r w:rsidRPr="00E243D8">
        <w:rPr>
          <w:rtl/>
          <w:lang w:bidi="fa-IR"/>
        </w:rPr>
        <w:t xml:space="preserve"> ص 167؛ وسائل الش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عه،</w:t>
      </w:r>
      <w:r w:rsidRPr="00E243D8">
        <w:rPr>
          <w:rtl/>
          <w:lang w:bidi="fa-IR"/>
        </w:rPr>
        <w:t xml:space="preserve"> ج 14، ص 382؛ بحارالانوار، ج 98، ص 45.</w:t>
      </w:r>
    </w:p>
    <w:p w:rsidR="00E243D8" w:rsidRPr="00E243D8" w:rsidRDefault="004350AD" w:rsidP="004350AD">
      <w:pPr>
        <w:pStyle w:val="libBold1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tl/>
          <w:lang w:bidi="fa-IR"/>
        </w:rPr>
        <w:lastRenderedPageBreak/>
        <w:t>11) انگشتر عق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ق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از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موجب دفع غم و اندوه از انسان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شود، انگشتر عق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tl/>
          <w:lang w:bidi="fa-IR"/>
        </w:rPr>
        <w:t xml:space="preserve"> به دست کردن است. امام هشتم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 xml:space="preserve">از رسول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تَخَتَّمُوا</w:t>
      </w:r>
      <w:r w:rsidRPr="00E243D8">
        <w:rPr>
          <w:rtl/>
          <w:lang w:bidi="fa-IR"/>
        </w:rPr>
        <w:t xml:space="preserve"> بِالعَق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قِ</w:t>
      </w:r>
      <w:r w:rsidRPr="00E243D8">
        <w:rPr>
          <w:rtl/>
          <w:lang w:bidi="fa-IR"/>
        </w:rPr>
        <w:t xml:space="preserve"> فَاِنَّهُ لا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بُ</w:t>
      </w:r>
      <w:r w:rsidRPr="00E243D8">
        <w:rPr>
          <w:rtl/>
          <w:lang w:bidi="fa-IR"/>
        </w:rPr>
        <w:t xml:space="preserve"> اَحَدَکُمْ غَمٌّ مادامَ ذلِکَ عَلَ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هِ؛</w:t>
      </w:r>
      <w:r w:rsidRPr="004350AD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انگشتر عق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tl/>
          <w:lang w:bidi="fa-IR"/>
        </w:rPr>
        <w:t xml:space="preserve"> به دست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د؛</w:t>
      </w:r>
      <w:r w:rsidRPr="00E243D8">
        <w:rPr>
          <w:rtl/>
          <w:lang w:bidi="fa-IR"/>
        </w:rPr>
        <w:t xml:space="preserve"> که تا زمان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در دست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باشد، غم و اندوه نخواهد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به</w:t>
      </w:r>
      <w:r w:rsidRPr="00E243D8">
        <w:rPr>
          <w:rtl/>
          <w:lang w:bidi="fa-IR"/>
        </w:rPr>
        <w:t xml:space="preserve"> غ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از اندوه</w:t>
      </w:r>
      <w:r w:rsidR="004350AD">
        <w:rPr>
          <w:rFonts w:hint="cs"/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زدایی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خواص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جمله برکت،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بلا، عاقبت به خ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برطرف نمودن فقر و تنگدست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دست کردن انگشتر عق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tl/>
          <w:lang w:bidi="fa-IR"/>
        </w:rPr>
        <w:t xml:space="preserve"> در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 xml:space="preserve"> آمده است که هر کدام قابل توجه است.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همه به برکت اقرار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سنگ به وحدان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خداوند و نبوت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و وصا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 xml:space="preserve">است. که رسول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به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تَخَتَّمُوا</w:t>
      </w:r>
      <w:r w:rsidRPr="00E243D8">
        <w:rPr>
          <w:rtl/>
          <w:lang w:bidi="fa-IR"/>
        </w:rPr>
        <w:t xml:space="preserve"> بِالعَق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قِ</w:t>
      </w:r>
      <w:r w:rsidRPr="00E243D8">
        <w:rPr>
          <w:rtl/>
          <w:lang w:bidi="fa-IR"/>
        </w:rPr>
        <w:t xml:space="preserve"> فَاِنَّهُ اَوَّلُ جَبَلٍ اَقَرَّ للهِ تَعال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بِالوَحدانِ</w:t>
      </w:r>
      <w:r w:rsidRPr="00E243D8">
        <w:rPr>
          <w:rFonts w:hint="cs"/>
          <w:rtl/>
          <w:lang w:bidi="fa-IR"/>
        </w:rPr>
        <w:t>یَّ</w:t>
      </w:r>
      <w:r w:rsidRPr="00E243D8">
        <w:rPr>
          <w:rFonts w:hint="eastAsia"/>
          <w:rtl/>
          <w:lang w:bidi="fa-IR"/>
        </w:rPr>
        <w:t>هِ</w:t>
      </w:r>
      <w:r w:rsidRPr="00E243D8">
        <w:rPr>
          <w:rtl/>
          <w:lang w:bidi="fa-IR"/>
        </w:rPr>
        <w:t xml:space="preserve"> وَ 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بِالنُّبُوَّهِ وَ لَکَ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عَل</w:t>
      </w:r>
      <w:r w:rsidRPr="00E243D8">
        <w:rPr>
          <w:rFonts w:hint="cs"/>
          <w:rtl/>
          <w:lang w:bidi="fa-IR"/>
        </w:rPr>
        <w:t>یُّ</w:t>
      </w:r>
      <w:r w:rsidRPr="00E243D8">
        <w:rPr>
          <w:rtl/>
          <w:lang w:bidi="fa-IR"/>
        </w:rPr>
        <w:t xml:space="preserve"> بِالوَصِ</w:t>
      </w:r>
      <w:r w:rsidRPr="00E243D8">
        <w:rPr>
          <w:rFonts w:hint="cs"/>
          <w:rtl/>
          <w:lang w:bidi="fa-IR"/>
        </w:rPr>
        <w:t>یَّ</w:t>
      </w:r>
      <w:r w:rsidRPr="00E243D8">
        <w:rPr>
          <w:rFonts w:hint="eastAsia"/>
          <w:rtl/>
          <w:lang w:bidi="fa-IR"/>
        </w:rPr>
        <w:t>هِ</w:t>
      </w:r>
      <w:r w:rsidRPr="00E243D8">
        <w:rPr>
          <w:rtl/>
          <w:lang w:bidi="fa-IR"/>
        </w:rPr>
        <w:t xml:space="preserve"> وَ لِش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عَتِکَ</w:t>
      </w:r>
      <w:r w:rsidRPr="00E243D8">
        <w:rPr>
          <w:rtl/>
          <w:lang w:bidi="fa-IR"/>
        </w:rPr>
        <w:t xml:space="preserve"> بِالجَنَّهِ؛</w:t>
      </w:r>
      <w:r w:rsidRPr="004350AD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انگشتر عق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tl/>
          <w:lang w:bidi="fa-IR"/>
        </w:rPr>
        <w:t xml:space="preserve"> در دست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د؛</w:t>
      </w:r>
      <w:r w:rsidRPr="00E243D8">
        <w:rPr>
          <w:rtl/>
          <w:lang w:bidi="fa-IR"/>
        </w:rPr>
        <w:t xml:space="preserve">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</w:t>
      </w:r>
      <w:r w:rsidRPr="00E243D8">
        <w:rPr>
          <w:rtl/>
          <w:lang w:bidi="fa-IR"/>
        </w:rPr>
        <w:t xml:space="preserve"> عق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tl/>
          <w:lang w:bidi="fa-IR"/>
        </w:rPr>
        <w:t xml:space="preserve"> نخست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کوه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به وحدان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خدا و نبوت من و وصا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ت</w:t>
      </w:r>
      <w:r w:rsidRPr="00E243D8">
        <w:rPr>
          <w:rFonts w:hint="eastAsia"/>
          <w:rtl/>
          <w:lang w:bidi="fa-IR"/>
        </w:rPr>
        <w:t>و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عل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و بهشت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تو اقرار کرد.</w:t>
      </w:r>
    </w:p>
    <w:p w:rsidR="00E243D8" w:rsidRPr="00E243D8" w:rsidRDefault="004350AD" w:rsidP="004350A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E243D8" w:rsidRPr="00E243D8" w:rsidRDefault="00E243D8" w:rsidP="004350AD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</w:t>
      </w:r>
      <w:r w:rsidRPr="00E243D8">
        <w:rPr>
          <w:rtl/>
          <w:lang w:bidi="fa-IR"/>
        </w:rPr>
        <w:t xml:space="preserve"> اخبار الرضا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، ج 2، ص 47؛ وسائل الش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عه،</w:t>
      </w:r>
      <w:r w:rsidRPr="00E243D8">
        <w:rPr>
          <w:rtl/>
          <w:lang w:bidi="fa-IR"/>
        </w:rPr>
        <w:t xml:space="preserve"> ج 5، ص 86.</w:t>
      </w:r>
    </w:p>
    <w:p w:rsidR="00E243D8" w:rsidRPr="00E243D8" w:rsidRDefault="00E243D8" w:rsidP="004350AD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</w:t>
      </w:r>
      <w:r w:rsidRPr="00E243D8">
        <w:rPr>
          <w:rtl/>
          <w:lang w:bidi="fa-IR"/>
        </w:rPr>
        <w:t xml:space="preserve"> اخبار الرضا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، ج 2، ص 70؛ اثبات الهداه، ج 3، ص 33.</w:t>
      </w:r>
    </w:p>
    <w:p w:rsidR="004350AD" w:rsidRDefault="004350AD" w:rsidP="004350AD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68" w:name="_Toc67344751"/>
      <w:r w:rsidR="00E243D8" w:rsidRPr="00E243D8">
        <w:rPr>
          <w:rFonts w:hint="eastAsia"/>
          <w:rtl/>
          <w:lang w:bidi="fa-IR"/>
        </w:rPr>
        <w:lastRenderedPageBreak/>
        <w:t>گفتار</w:t>
      </w:r>
      <w:r w:rsidR="00E243D8" w:rsidRPr="00E243D8">
        <w:rPr>
          <w:rtl/>
          <w:lang w:bidi="fa-IR"/>
        </w:rPr>
        <w:t xml:space="preserve"> پنجم: نشاط و عوامل آن</w:t>
      </w:r>
      <w:bookmarkEnd w:id="68"/>
      <w:r w:rsidR="00E243D8" w:rsidRPr="00E243D8">
        <w:rPr>
          <w:rtl/>
          <w:lang w:bidi="fa-IR"/>
        </w:rPr>
        <w:t xml:space="preserve"> </w:t>
      </w:r>
    </w:p>
    <w:p w:rsidR="00E243D8" w:rsidRPr="00E243D8" w:rsidRDefault="00E243D8" w:rsidP="004350AD">
      <w:pPr>
        <w:pStyle w:val="libFootnotenum"/>
        <w:rPr>
          <w:rtl/>
          <w:lang w:bidi="fa-IR"/>
        </w:rPr>
      </w:pPr>
      <w:r w:rsidRPr="00E243D8">
        <w:rPr>
          <w:rtl/>
          <w:lang w:bidi="fa-IR"/>
        </w:rPr>
        <w:t>(1)</w:t>
      </w:r>
    </w:p>
    <w:p w:rsidR="00E243D8" w:rsidRPr="00E243D8" w:rsidRDefault="00E243D8" w:rsidP="004350AD">
      <w:pPr>
        <w:pStyle w:val="libBold1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اشاره</w:t>
      </w:r>
    </w:p>
    <w:p w:rsidR="004350AD" w:rsidRDefault="004350AD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اِنَّ</w:t>
      </w:r>
      <w:r w:rsidRPr="00E243D8">
        <w:rPr>
          <w:rtl/>
          <w:lang w:bidi="fa-IR"/>
        </w:rPr>
        <w:t xml:space="preserve">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الجَنَّهَ داراً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قالُ</w:t>
      </w:r>
      <w:r w:rsidRPr="00E243D8">
        <w:rPr>
          <w:rtl/>
          <w:lang w:bidi="fa-IR"/>
        </w:rPr>
        <w:t xml:space="preserve"> لَها دارُ الْفَرَح ِلا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دْخُلُها</w:t>
      </w:r>
      <w:r w:rsidRPr="00E243D8">
        <w:rPr>
          <w:rtl/>
          <w:lang w:bidi="fa-IR"/>
        </w:rPr>
        <w:t xml:space="preserve"> اِلّا مَنْ فَرَّحَ الصِّب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انَ؛</w:t>
      </w:r>
      <w:r w:rsidRPr="004350AD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در بهشت خانه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به آن خان</w:t>
      </w:r>
      <w:r w:rsidRPr="00E243D8">
        <w:rPr>
          <w:rFonts w:hint="cs"/>
          <w:rtl/>
        </w:rPr>
        <w:t>ۀ</w:t>
      </w:r>
      <w:r w:rsidRPr="00E243D8">
        <w:rPr>
          <w:rtl/>
          <w:lang w:bidi="fa-IR"/>
        </w:rPr>
        <w:t xml:space="preserve">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گفته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شود، جز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کودکان را شاد کرده باشد، وارد آن خانه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4350AD">
      <w:pPr>
        <w:pStyle w:val="Heading2"/>
        <w:rPr>
          <w:rtl/>
          <w:lang w:bidi="fa-IR"/>
        </w:rPr>
      </w:pPr>
      <w:bookmarkStart w:id="69" w:name="_Toc67344752"/>
      <w:r w:rsidRPr="00E243D8">
        <w:rPr>
          <w:rFonts w:hint="eastAsia"/>
          <w:rtl/>
          <w:lang w:bidi="fa-IR"/>
        </w:rPr>
        <w:t>نجات</w:t>
      </w:r>
      <w:r w:rsidRPr="00E243D8">
        <w:rPr>
          <w:rtl/>
          <w:lang w:bidi="fa-IR"/>
        </w:rPr>
        <w:t xml:space="preserve"> فرشتگان</w:t>
      </w:r>
      <w:bookmarkEnd w:id="69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نجات</w:t>
      </w:r>
      <w:r w:rsidRPr="00E243D8">
        <w:rPr>
          <w:rtl/>
          <w:lang w:bidi="fa-IR"/>
        </w:rPr>
        <w:t xml:space="preserve"> انسان و فرشتگان و همه خلا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tl/>
          <w:lang w:bidi="fa-IR"/>
        </w:rPr>
        <w:t xml:space="preserve"> در پرتو توسل و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وند</w:t>
      </w:r>
      <w:r w:rsidRPr="00E243D8">
        <w:rPr>
          <w:rtl/>
          <w:lang w:bidi="fa-IR"/>
        </w:rPr>
        <w:t xml:space="preserve"> و اتصال به محمد و آل محمد است. در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آمده است که روز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جبرئ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 xml:space="preserve">نزد رسول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آمد و گفت: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رسول الله، امروز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عج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</w:t>
      </w:r>
      <w:r w:rsidRPr="00E243D8">
        <w:rPr>
          <w:rtl/>
          <w:lang w:bidi="fa-IR"/>
        </w:rPr>
        <w:t xml:space="preserve"> و غر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مشاهده کردم. در وقت نزول از آسمان گذرم به کوه قاف افتاد و در آنجا ناله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دلخراش و جگرسوز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دم</w:t>
      </w:r>
      <w:r w:rsidRPr="00E243D8">
        <w:rPr>
          <w:rtl/>
          <w:lang w:bidi="fa-IR"/>
        </w:rPr>
        <w:t>. فهم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دم</w:t>
      </w:r>
      <w:r w:rsidRPr="00E243D8">
        <w:rPr>
          <w:rtl/>
          <w:lang w:bidi="fa-IR"/>
        </w:rPr>
        <w:t xml:space="preserve"> درمانده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آنجاست. که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ازمند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به</w:t>
      </w:r>
      <w:r w:rsidRPr="00E243D8">
        <w:rPr>
          <w:rtl/>
          <w:lang w:bidi="fa-IR"/>
        </w:rPr>
        <w:t xml:space="preserve"> دنبال آن ناله رفتم. فرشته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دم</w:t>
      </w:r>
      <w:r w:rsidRPr="00E243D8">
        <w:rPr>
          <w:rtl/>
          <w:lang w:bidi="fa-IR"/>
        </w:rPr>
        <w:t xml:space="preserve"> که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از آن او را در آسمان به عظمت هرچه تمام تر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بودم که بر تخت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نور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نشست و هفتاد هزار فرشته در خدمت او صف زده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ستادند</w:t>
      </w:r>
      <w:r w:rsidRPr="00E243D8">
        <w:rPr>
          <w:rtl/>
          <w:lang w:bidi="fa-IR"/>
        </w:rPr>
        <w:t>. و چون نفس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زد، ملائکه از نفس او خلق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شدند.</w:t>
      </w:r>
    </w:p>
    <w:p w:rsidR="00E243D8" w:rsidRPr="00E243D8" w:rsidRDefault="00947573" w:rsidP="00E243D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________________________</w:t>
      </w:r>
    </w:p>
    <w:p w:rsidR="00E243D8" w:rsidRPr="00E243D8" w:rsidRDefault="00E243D8" w:rsidP="00947573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حکمت نام</w:t>
      </w:r>
      <w:r w:rsidRPr="00E243D8">
        <w:rPr>
          <w:rFonts w:hint="cs"/>
          <w:rtl/>
        </w:rPr>
        <w:t>ۀ</w:t>
      </w:r>
      <w:r w:rsidRPr="00E243D8">
        <w:rPr>
          <w:rtl/>
          <w:lang w:bidi="fa-IR"/>
        </w:rPr>
        <w:t xml:space="preserve"> کودک، ص 232، به نقل از کنزل العمال، ج 3، ص 170، ح 6009.</w:t>
      </w:r>
    </w:p>
    <w:p w:rsidR="00E243D8" w:rsidRPr="00E243D8" w:rsidRDefault="00947573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او</w:t>
      </w:r>
      <w:r w:rsidR="00E243D8" w:rsidRPr="00E243D8">
        <w:rPr>
          <w:rtl/>
          <w:lang w:bidi="fa-IR"/>
        </w:rPr>
        <w:t xml:space="preserve"> را 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دم</w:t>
      </w:r>
      <w:r w:rsidR="00E243D8" w:rsidRPr="00E243D8">
        <w:rPr>
          <w:rtl/>
          <w:lang w:bidi="fa-IR"/>
        </w:rPr>
        <w:t xml:space="preserve"> که با دل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خسته و با جان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شکسته، بر زم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افتاده است. از حال او پرس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دم،</w:t>
      </w:r>
      <w:r w:rsidR="00E243D8" w:rsidRPr="00E243D8">
        <w:rPr>
          <w:rtl/>
          <w:lang w:bidi="fa-IR"/>
        </w:rPr>
        <w:t xml:space="preserve"> گفت: «در شب معراج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امبر</w:t>
      </w:r>
      <w:r w:rsidR="00E243D8" w:rsidRPr="00E243D8">
        <w:rPr>
          <w:rtl/>
          <w:lang w:bidi="fa-IR"/>
        </w:rPr>
        <w:t xml:space="preserve"> اسلام، بر تخت خود نشسته بودم و به تعظ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</w:t>
      </w:r>
      <w:r w:rsidR="00E243D8" w:rsidRPr="00E243D8">
        <w:rPr>
          <w:rtl/>
          <w:lang w:bidi="fa-IR"/>
        </w:rPr>
        <w:t xml:space="preserve"> آن حضرت نپرداختم. و آن طور که با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تکر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</w:t>
      </w:r>
      <w:r w:rsidR="00E243D8" w:rsidRPr="00E243D8">
        <w:rPr>
          <w:rtl/>
          <w:lang w:bidi="fa-IR"/>
        </w:rPr>
        <w:t xml:space="preserve"> نکردم و به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عقوبت مبتلا شدم. تو شف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ع</w:t>
      </w:r>
      <w:r w:rsidR="00E243D8" w:rsidRPr="00E243D8">
        <w:rPr>
          <w:rtl/>
          <w:lang w:bidi="fa-IR"/>
        </w:rPr>
        <w:t xml:space="preserve"> من شو و از حضرتِ حق عفو مرا د</w:t>
      </w:r>
      <w:r w:rsidR="00E243D8" w:rsidRPr="00E243D8">
        <w:rPr>
          <w:rFonts w:hint="eastAsia"/>
          <w:rtl/>
          <w:lang w:bidi="fa-IR"/>
        </w:rPr>
        <w:t>رخواست</w:t>
      </w:r>
      <w:r w:rsidR="00E243D8" w:rsidRPr="00E243D8">
        <w:rPr>
          <w:rtl/>
          <w:lang w:bidi="fa-IR"/>
        </w:rPr>
        <w:t xml:space="preserve"> کن».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من</w:t>
      </w:r>
      <w:r w:rsidRPr="00E243D8">
        <w:rPr>
          <w:rtl/>
          <w:lang w:bidi="fa-IR"/>
        </w:rPr>
        <w:t xml:space="preserve"> در درگاه احد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ت،</w:t>
      </w:r>
      <w:r w:rsidRPr="00E243D8">
        <w:rPr>
          <w:rtl/>
          <w:lang w:bidi="fa-IR"/>
        </w:rPr>
        <w:t xml:space="preserve">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تضرع کردم و بخشش او را درخواست نمودم. از جانب رب الارباب خطاب 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«به</w:t>
      </w:r>
      <w:r w:rsidRPr="00E243D8">
        <w:rPr>
          <w:rtl/>
          <w:lang w:bidi="fa-IR"/>
        </w:rPr>
        <w:t xml:space="preserve"> او بگو: اگر مغفرتِ لغزش و عفو گناه خود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بر حب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</w:t>
      </w:r>
      <w:r w:rsidRPr="00E243D8">
        <w:rPr>
          <w:rtl/>
          <w:lang w:bidi="fa-IR"/>
        </w:rPr>
        <w:t xml:space="preserve"> من صلوات بفرست تا به مقام اکرام خود برگرد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.»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من</w:t>
      </w:r>
      <w:r w:rsidRPr="00E243D8">
        <w:rPr>
          <w:rtl/>
          <w:lang w:bidi="fa-IR"/>
        </w:rPr>
        <w:t xml:space="preserve"> جر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را به آن فرشته گفتم و او بر شما صلوات فرستاد. به برکت آن بال اقبال و کرامت او رو</w:t>
      </w:r>
      <w:r w:rsidRPr="00E243D8">
        <w:rPr>
          <w:rFonts w:hint="cs"/>
          <w:rtl/>
          <w:lang w:bidi="fa-IR"/>
        </w:rPr>
        <w:t>یی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از مرکز خاک به مح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ط</w:t>
      </w:r>
      <w:r w:rsidRPr="00E243D8">
        <w:rPr>
          <w:rtl/>
          <w:lang w:bidi="fa-IR"/>
        </w:rPr>
        <w:t xml:space="preserve"> افلاک پرواز کرد و به محل قرب 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</w:t>
      </w:r>
      <w:r w:rsidRPr="00947573">
        <w:rPr>
          <w:rStyle w:val="libFootnotenumChar"/>
          <w:rtl/>
        </w:rPr>
        <w:t>(1)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947573" w:rsidP="00947573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70" w:name="_Toc67344753"/>
      <w:r w:rsidR="00E243D8" w:rsidRPr="00E243D8">
        <w:rPr>
          <w:rFonts w:hint="eastAsia"/>
          <w:rtl/>
          <w:lang w:bidi="fa-IR"/>
        </w:rPr>
        <w:lastRenderedPageBreak/>
        <w:t>در</w:t>
      </w:r>
      <w:r w:rsidR="00E243D8" w:rsidRPr="00E243D8">
        <w:rPr>
          <w:rtl/>
          <w:lang w:bidi="fa-IR"/>
        </w:rPr>
        <w:t xml:space="preserve"> پرتو نشاط و شاد</w:t>
      </w:r>
      <w:r w:rsidR="00E243D8" w:rsidRPr="00E243D8">
        <w:rPr>
          <w:rFonts w:hint="cs"/>
          <w:rtl/>
          <w:lang w:bidi="fa-IR"/>
        </w:rPr>
        <w:t>ی</w:t>
      </w:r>
      <w:bookmarkEnd w:id="70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نشاط</w:t>
      </w:r>
      <w:r w:rsidRPr="00E243D8">
        <w:rPr>
          <w:rtl/>
          <w:lang w:bidi="fa-IR"/>
        </w:rPr>
        <w:t xml:space="preserve">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فطر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ضرور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انسان به شمار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 آن را از مهم 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عوامل سلامت خانواده و جامعه انگاشت. روح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تلاش و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شرفت</w:t>
      </w:r>
      <w:r w:rsidRPr="00E243D8">
        <w:rPr>
          <w:rtl/>
          <w:lang w:bidi="fa-IR"/>
        </w:rPr>
        <w:t xml:space="preserve"> در پرتو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شاد و بانشاط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اسلام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فطرت است و به تمام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طب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فطر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انسان توجه کامل دارد.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رو به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شاد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ستن</w:t>
      </w:r>
      <w:r w:rsidRPr="00E243D8">
        <w:rPr>
          <w:rtl/>
          <w:lang w:bidi="fa-IR"/>
        </w:rPr>
        <w:t xml:space="preserve"> توص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نموده و آن را امر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ضرور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حرکت به سو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کمال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داند.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>:</w:t>
      </w:r>
    </w:p>
    <w:p w:rsidR="00E243D8" w:rsidRPr="00E243D8" w:rsidRDefault="00947573" w:rsidP="0094757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E243D8" w:rsidRPr="00E243D8" w:rsidRDefault="00E243D8" w:rsidP="00947573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شرح و فضائل صلوات، ص 49.</w:t>
      </w:r>
    </w:p>
    <w:p w:rsidR="00E243D8" w:rsidRPr="00E243D8" w:rsidRDefault="00947573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اِنَّ</w:t>
      </w:r>
      <w:r w:rsidR="00E243D8" w:rsidRPr="00E243D8">
        <w:rPr>
          <w:rtl/>
          <w:lang w:bidi="fa-IR"/>
        </w:rPr>
        <w:t xml:space="preserve"> هذِهِ القُلوبَ تَمَلُّ کما تَمَلُّ الأَبدانُ فابْتَغوا لَها طَرائِفَ الْحِکَمْ؛</w:t>
      </w:r>
      <w:r w:rsidR="00E243D8" w:rsidRPr="00947573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دل ها همانند بدن ها خسته و افسرده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شوند و 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ازمند</w:t>
      </w:r>
      <w:r w:rsidR="00E243D8" w:rsidRPr="00E243D8">
        <w:rPr>
          <w:rtl/>
          <w:lang w:bidi="fa-IR"/>
        </w:rPr>
        <w:t xml:space="preserve"> استراحت اند. در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حال نکته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با</w:t>
      </w:r>
      <w:r w:rsidR="00E243D8" w:rsidRPr="00E243D8">
        <w:rPr>
          <w:rtl/>
          <w:lang w:bidi="fa-IR"/>
        </w:rPr>
        <w:t xml:space="preserve"> و نشاط انگ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ز</w:t>
      </w:r>
      <w:r w:rsidR="00E243D8" w:rsidRPr="00E243D8">
        <w:rPr>
          <w:rtl/>
          <w:lang w:bidi="fa-IR"/>
        </w:rPr>
        <w:t xml:space="preserve"> برا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آن ها انتخاب کن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با</w:t>
      </w:r>
      <w:r w:rsidRPr="00E243D8">
        <w:rPr>
          <w:rtl/>
          <w:lang w:bidi="fa-IR"/>
        </w:rPr>
        <w:t xml:space="preserve"> حکمت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تازه و تأمل در آن ها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اسباب نشاط و سرور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دل ها را فراهم کرد و کدورت و ملامت را از آن زدود.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افسرده و خسته است، نشاط کار و تلاش و حرکت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او گرفته خواهد شد. بنابرا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زم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نه</w:t>
      </w:r>
      <w:r w:rsidRPr="00E243D8">
        <w:rPr>
          <w:rtl/>
          <w:lang w:bidi="fa-IR"/>
        </w:rPr>
        <w:t xml:space="preserve"> را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نشاط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دل ها فراهم ساخت.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947573">
      <w:pPr>
        <w:pStyle w:val="Heading2"/>
        <w:rPr>
          <w:rtl/>
          <w:lang w:bidi="fa-IR"/>
        </w:rPr>
      </w:pPr>
      <w:bookmarkStart w:id="71" w:name="_Toc67344754"/>
      <w:r w:rsidRPr="00E243D8">
        <w:rPr>
          <w:rFonts w:hint="eastAsia"/>
          <w:rtl/>
          <w:lang w:bidi="fa-IR"/>
        </w:rPr>
        <w:t>نشاط</w:t>
      </w:r>
      <w:r w:rsidRPr="00E243D8">
        <w:rPr>
          <w:rtl/>
          <w:lang w:bidi="fa-IR"/>
        </w:rPr>
        <w:t xml:space="preserve"> در جامعه</w:t>
      </w:r>
      <w:bookmarkEnd w:id="71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توص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به شاد کردن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و ارزش و اهم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آن و آثار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بلند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 ذکر شده است، باب وس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</w:t>
      </w:r>
      <w:r w:rsidRPr="00E243D8">
        <w:rPr>
          <w:rtl/>
          <w:lang w:bidi="fa-IR"/>
        </w:rPr>
        <w:t xml:space="preserve"> و گسترده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 xml:space="preserve"> ما گشوده است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خود علاوه بر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بر اصالت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گواه است، بخش مهم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فض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لت</w:t>
      </w:r>
      <w:r w:rsidRPr="00E243D8">
        <w:rPr>
          <w:rtl/>
          <w:lang w:bidi="fa-IR"/>
        </w:rPr>
        <w:t xml:space="preserve"> ها را نشان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دهد.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سفارش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فراوان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در شاد کردن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از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بزرگ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به ما 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است، از داشتن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جامعه با نشاط و شاد به عنوان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جامع</w:t>
      </w:r>
      <w:r w:rsidRPr="00E243D8">
        <w:rPr>
          <w:rFonts w:hint="cs"/>
          <w:rtl/>
        </w:rPr>
        <w:t>ۀ</w:t>
      </w:r>
      <w:r w:rsidRPr="00E243D8">
        <w:rPr>
          <w:rtl/>
        </w:rPr>
        <w:t xml:space="preserve"> اسلام</w:t>
      </w:r>
      <w:r w:rsidRPr="00E243D8">
        <w:rPr>
          <w:rFonts w:hint="cs"/>
          <w:rtl/>
        </w:rPr>
        <w:t>ی</w:t>
      </w:r>
      <w:r w:rsidRPr="00E243D8">
        <w:rPr>
          <w:rtl/>
        </w:rPr>
        <w:t xml:space="preserve"> حکا</w:t>
      </w:r>
      <w:r w:rsidRPr="00E243D8">
        <w:rPr>
          <w:rFonts w:hint="cs"/>
          <w:rtl/>
        </w:rPr>
        <w:t>ی</w:t>
      </w:r>
      <w:r w:rsidRPr="00E243D8">
        <w:rPr>
          <w:rFonts w:hint="eastAsia"/>
          <w:rtl/>
        </w:rPr>
        <w:t>ت</w:t>
      </w:r>
      <w:r w:rsidRPr="00E243D8">
        <w:rPr>
          <w:rtl/>
        </w:rPr>
        <w:t xml:space="preserve"> م</w:t>
      </w:r>
      <w:r w:rsidRPr="00E243D8">
        <w:rPr>
          <w:rFonts w:hint="cs"/>
          <w:rtl/>
        </w:rPr>
        <w:t>ی</w:t>
      </w:r>
      <w:r w:rsidRPr="00E243D8">
        <w:rPr>
          <w:rtl/>
        </w:rPr>
        <w:t xml:space="preserve"> کند. جامع</w:t>
      </w:r>
      <w:r w:rsidRPr="00E243D8">
        <w:rPr>
          <w:rFonts w:hint="cs"/>
          <w:rtl/>
        </w:rPr>
        <w:t>ۀ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جامعه شاد و با نشاط باشد. اندوه زدا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از فرد و خانواده و جامعه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ارزشمندتر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 با فض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لت</w:t>
      </w:r>
      <w:r w:rsidRPr="00E243D8">
        <w:rPr>
          <w:rtl/>
          <w:lang w:bidi="fa-IR"/>
        </w:rPr>
        <w:t xml:space="preserve"> 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وه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رفتار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 از شاد شدن انسان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انعکاس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عالم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جاد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lastRenderedPageBreak/>
        <w:t>افراد</w:t>
      </w:r>
      <w:r w:rsidRPr="00E243D8">
        <w:rPr>
          <w:rtl/>
          <w:lang w:bidi="fa-IR"/>
        </w:rPr>
        <w:t xml:space="preserve"> جامعه اسلام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هر طبقه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شاد و با نشاط باشند. نشاط</w:t>
      </w:r>
    </w:p>
    <w:p w:rsidR="00E243D8" w:rsidRPr="00E243D8" w:rsidRDefault="00726FFA" w:rsidP="00726FF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E243D8" w:rsidRPr="00E243D8" w:rsidRDefault="00E243D8" w:rsidP="00726FFA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نهج البلاغه، حکمت 91 و 197؛ تصن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غررالحکم، ص 66.</w:t>
      </w:r>
    </w:p>
    <w:p w:rsidR="00E243D8" w:rsidRPr="00E243D8" w:rsidRDefault="00726FFA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فرد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،</w:t>
      </w:r>
      <w:r w:rsidR="00E243D8" w:rsidRPr="00E243D8">
        <w:rPr>
          <w:rtl/>
          <w:lang w:bidi="fa-IR"/>
        </w:rPr>
        <w:t xml:space="preserve"> نشاط خانوادگ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و نشاط اجتماع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همه مورد توجه اسلام و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شوا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ان</w:t>
      </w:r>
      <w:r w:rsidR="00E243D8" w:rsidRPr="00E243D8">
        <w:rPr>
          <w:rtl/>
          <w:lang w:bidi="fa-IR"/>
        </w:rPr>
        <w:t xml:space="preserve"> ما بوده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726FFA">
      <w:pPr>
        <w:pStyle w:val="Heading2"/>
        <w:rPr>
          <w:rtl/>
          <w:lang w:bidi="fa-IR"/>
        </w:rPr>
      </w:pPr>
      <w:bookmarkStart w:id="72" w:name="_Toc67344755"/>
      <w:r w:rsidRPr="00E243D8">
        <w:rPr>
          <w:rFonts w:hint="eastAsia"/>
          <w:rtl/>
          <w:lang w:bidi="fa-IR"/>
        </w:rPr>
        <w:t>نشاط</w:t>
      </w:r>
      <w:r w:rsidRPr="00E243D8">
        <w:rPr>
          <w:rtl/>
          <w:lang w:bidi="fa-IR"/>
        </w:rPr>
        <w:t xml:space="preserve"> در خانواده</w:t>
      </w:r>
      <w:bookmarkEnd w:id="72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هر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از اعضا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خانواده، به 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ژه</w:t>
      </w:r>
      <w:r w:rsidRPr="00E243D8">
        <w:rPr>
          <w:rtl/>
          <w:lang w:bidi="fa-IR"/>
        </w:rPr>
        <w:t xml:space="preserve"> پدر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توانند عامل مؤثر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نشاط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خانواده باشند. رفتار هوشمندانه هر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از افراد خانواده و تعامل سالم آنان، زم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نه</w:t>
      </w:r>
      <w:r w:rsidRPr="00E243D8">
        <w:rPr>
          <w:rtl/>
          <w:lang w:bidi="fa-IR"/>
        </w:rPr>
        <w:t xml:space="preserve"> ساز خانواده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 نشاط و سر حال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 xml:space="preserve"> ما به عوامل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نشاط انگ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و خوشحال کننده توص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شده است. هر عمل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خانواده را فراهم سازد، پسند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و پر فض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لت</w:t>
      </w:r>
      <w:r w:rsidRPr="00E243D8">
        <w:rPr>
          <w:rtl/>
          <w:lang w:bidi="fa-IR"/>
        </w:rPr>
        <w:t xml:space="preserve"> شمرده شده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726FFA" w:rsidP="00726FFA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73" w:name="_Toc67344756"/>
      <w:r w:rsidR="00E243D8" w:rsidRPr="00E243D8">
        <w:rPr>
          <w:rFonts w:hint="eastAsia"/>
          <w:rtl/>
          <w:lang w:bidi="fa-IR"/>
        </w:rPr>
        <w:lastRenderedPageBreak/>
        <w:t>ش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وه</w:t>
      </w:r>
      <w:r w:rsidR="00E243D8" w:rsidRPr="00E243D8">
        <w:rPr>
          <w:rtl/>
          <w:lang w:bidi="fa-IR"/>
        </w:rPr>
        <w:t xml:space="preserve">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نشاط بخش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دن</w:t>
      </w:r>
      <w:r w:rsidR="00E243D8" w:rsidRPr="00E243D8">
        <w:rPr>
          <w:rtl/>
          <w:lang w:bidi="fa-IR"/>
        </w:rPr>
        <w:t xml:space="preserve"> به خانواده</w:t>
      </w:r>
      <w:bookmarkEnd w:id="73"/>
    </w:p>
    <w:p w:rsidR="00726FFA" w:rsidRDefault="00726FFA" w:rsidP="00E243D8">
      <w:pPr>
        <w:pStyle w:val="libNormal"/>
        <w:rPr>
          <w:rtl/>
          <w:lang w:bidi="fa-IR"/>
        </w:rPr>
      </w:pPr>
    </w:p>
    <w:p w:rsidR="00E243D8" w:rsidRPr="00E243D8" w:rsidRDefault="00E243D8" w:rsidP="00726FFA">
      <w:pPr>
        <w:pStyle w:val="libBold1"/>
        <w:rPr>
          <w:rtl/>
          <w:lang w:bidi="fa-IR"/>
        </w:rPr>
      </w:pPr>
      <w:r w:rsidRPr="00E243D8">
        <w:rPr>
          <w:rtl/>
          <w:lang w:bidi="fa-IR"/>
        </w:rPr>
        <w:t>1) تعاون و هماهنگ</w:t>
      </w:r>
      <w:r w:rsidRPr="00E243D8">
        <w:rPr>
          <w:rFonts w:hint="cs"/>
          <w:rtl/>
          <w:lang w:bidi="fa-IR"/>
        </w:rPr>
        <w:t>ی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همکار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خانواده و هماهنگ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اعضا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خانواده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عوامل مهم نشاط خانوادگ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 روح تعاون در هر اجتماع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افراد آن نشاط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بخشد و آنان را سر حال نگه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دارد.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پدر و مادر و فرزندان کارها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خانه را به کمک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انجام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دهند، انرژ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مضاعف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رند</w:t>
      </w:r>
      <w:r w:rsidRPr="00E243D8">
        <w:rPr>
          <w:rtl/>
          <w:lang w:bidi="fa-IR"/>
        </w:rPr>
        <w:t xml:space="preserve"> و از انجام کار نه تنها خسته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شوند، بلکه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نوع فعال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شان</w:t>
      </w:r>
      <w:r w:rsidRPr="00E243D8">
        <w:rPr>
          <w:rtl/>
          <w:lang w:bidi="fa-IR"/>
        </w:rPr>
        <w:t xml:space="preserve"> لذت بخش است.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از 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ژگ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روح تعاون است.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رو توص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شده است که زن و شوهر و افراد خانه به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کمک کنند تا از لذت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تعاون بهره مند شوند.</w:t>
      </w:r>
    </w:p>
    <w:p w:rsidR="00E243D8" w:rsidRPr="00E243D8" w:rsidRDefault="00726FFA" w:rsidP="00726FFA">
      <w:pPr>
        <w:pStyle w:val="libBold1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tl/>
          <w:lang w:bidi="fa-IR"/>
        </w:rPr>
        <w:lastRenderedPageBreak/>
        <w:t>2) تقس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</w:t>
      </w:r>
      <w:r w:rsidR="00E243D8" w:rsidRPr="00E243D8">
        <w:rPr>
          <w:rtl/>
          <w:lang w:bidi="fa-IR"/>
        </w:rPr>
        <w:t xml:space="preserve"> کار</w:t>
      </w:r>
    </w:p>
    <w:p w:rsidR="00E243D8" w:rsidRPr="00E243D8" w:rsidRDefault="00E243D8" w:rsidP="00726FFA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راه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همکار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تعاون در خانه، تقس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کار است تا هر کس به وظا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خو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آگاه تر باشد و به خوب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انجام دهد. چنان که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دربار</w:t>
      </w:r>
      <w:r w:rsidRPr="00E243D8">
        <w:rPr>
          <w:rFonts w:hint="cs"/>
          <w:rtl/>
        </w:rPr>
        <w:t>ۀ</w:t>
      </w:r>
      <w:r w:rsidRPr="00E243D8">
        <w:rPr>
          <w:rtl/>
          <w:lang w:bidi="fa-IR"/>
        </w:rPr>
        <w:t xml:space="preserve"> با فض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لت</w:t>
      </w:r>
      <w:r w:rsidRPr="00E243D8">
        <w:rPr>
          <w:rtl/>
          <w:lang w:bidi="fa-IR"/>
        </w:rPr>
        <w:t xml:space="preserve"> 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خانواده،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 فاطمه زهرا</w:t>
      </w:r>
      <w:r w:rsidR="00726FFA" w:rsidRPr="00726FFA">
        <w:rPr>
          <w:rFonts w:ascii="Traditional Arabic" w:eastAsiaTheme="minorHAnsi" w:hAnsi="Traditional Arabic" w:cs="Traditional Arabic"/>
          <w:rtl/>
        </w:rPr>
        <w:t xml:space="preserve"> </w:t>
      </w:r>
      <w:r w:rsidR="00726FFA" w:rsidRPr="00726FFA">
        <w:rPr>
          <w:rStyle w:val="libAlaemChar"/>
          <w:rFonts w:eastAsiaTheme="minorHAnsi"/>
          <w:rtl/>
        </w:rPr>
        <w:t>عليها‌السلام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کردند و حضرت زهرا</w:t>
      </w:r>
      <w:r w:rsidR="00726FFA" w:rsidRPr="00726FFA">
        <w:rPr>
          <w:rFonts w:ascii="Traditional Arabic" w:eastAsiaTheme="minorHAnsi" w:hAnsi="Traditional Arabic" w:cs="Traditional Arabic"/>
          <w:rtl/>
        </w:rPr>
        <w:t xml:space="preserve"> </w:t>
      </w:r>
      <w:r w:rsidR="00726FFA" w:rsidRPr="00726FFA">
        <w:rPr>
          <w:rStyle w:val="libAlaemChar"/>
          <w:rFonts w:eastAsiaTheme="minorHAnsi"/>
          <w:rtl/>
        </w:rPr>
        <w:t>عليها‌السلام</w:t>
      </w:r>
      <w:r w:rsidRPr="00E243D8">
        <w:rPr>
          <w:rtl/>
          <w:lang w:bidi="fa-IR"/>
        </w:rPr>
        <w:t xml:space="preserve"> چقدر شادمان شدند. آن گاه که رسول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کارها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داخل منزل را به فاطمه</w:t>
      </w:r>
      <w:r w:rsidR="00726FFA" w:rsidRPr="00726FFA">
        <w:rPr>
          <w:rFonts w:ascii="Traditional Arabic" w:eastAsiaTheme="minorHAnsi" w:hAnsi="Traditional Arabic" w:cs="Traditional Arabic"/>
          <w:rtl/>
        </w:rPr>
        <w:t xml:space="preserve"> </w:t>
      </w:r>
      <w:r w:rsidR="00726FFA" w:rsidRPr="00726FFA">
        <w:rPr>
          <w:rStyle w:val="libAlaemChar"/>
          <w:rFonts w:eastAsiaTheme="minorHAnsi"/>
          <w:rtl/>
        </w:rPr>
        <w:t>عليها‌السلام</w:t>
      </w:r>
      <w:r w:rsidRPr="00E243D8">
        <w:rPr>
          <w:rtl/>
          <w:lang w:bidi="fa-IR"/>
        </w:rPr>
        <w:t xml:space="preserve"> و کارها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رون</w:t>
      </w:r>
      <w:r w:rsidRPr="00E243D8">
        <w:rPr>
          <w:rtl/>
          <w:lang w:bidi="fa-IR"/>
        </w:rPr>
        <w:t xml:space="preserve"> منزل را به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واگذار نمودند، حضرت زهرا</w:t>
      </w:r>
      <w:r w:rsidR="00726FFA" w:rsidRPr="00726FFA">
        <w:rPr>
          <w:rFonts w:ascii="Traditional Arabic" w:eastAsiaTheme="minorHAnsi" w:hAnsi="Traditional Arabic" w:cs="Traditional Arabic"/>
          <w:rtl/>
        </w:rPr>
        <w:t xml:space="preserve"> </w:t>
      </w:r>
      <w:r w:rsidR="00726FFA" w:rsidRPr="00726FFA">
        <w:rPr>
          <w:rStyle w:val="libAlaemChar"/>
          <w:rFonts w:eastAsiaTheme="minorHAnsi"/>
          <w:rtl/>
        </w:rPr>
        <w:t>عليها‌السلام</w:t>
      </w:r>
      <w:r w:rsidRPr="00E243D8">
        <w:rPr>
          <w:rtl/>
          <w:lang w:bidi="fa-IR"/>
        </w:rPr>
        <w:t xml:space="preserve"> با خوشحال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فَلا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عْلَمُ</w:t>
      </w:r>
      <w:r w:rsidRPr="00E243D8">
        <w:rPr>
          <w:rtl/>
          <w:lang w:bidi="fa-IR"/>
        </w:rPr>
        <w:t xml:space="preserve"> ما داخَلَن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مِنَ السُّرُورِ اِلّا اللهُ بِاِکْفائ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رَسُولُ اللهِ تَحَمُّلَ رِقابِ الرِّجالِ؛</w:t>
      </w:r>
      <w:r w:rsidRPr="00726FFA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جز خدا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داند که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تقس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کار تا چه اندازه خوشحال شدم؛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</w:t>
      </w:r>
      <w:r w:rsidRPr="00E243D8">
        <w:rPr>
          <w:rtl/>
          <w:lang w:bidi="fa-IR"/>
        </w:rPr>
        <w:t xml:space="preserve"> رسول خدا مرا از انجام کارها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مربوط به مردان است باز داشت.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البته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تقس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کار نبا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مانع از کمک کردن به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در وظا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محوّل باشد؛ که کمک به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انرژ</w:t>
      </w:r>
      <w:r w:rsidRPr="00E243D8">
        <w:rPr>
          <w:rFonts w:hint="cs"/>
          <w:rtl/>
          <w:lang w:bidi="fa-IR"/>
        </w:rPr>
        <w:t>یزا</w:t>
      </w:r>
      <w:r w:rsidRPr="00E243D8">
        <w:rPr>
          <w:rtl/>
          <w:lang w:bidi="fa-IR"/>
        </w:rPr>
        <w:t xml:space="preserve"> و نشاط</w:t>
      </w:r>
      <w:r w:rsidRPr="00E243D8">
        <w:rPr>
          <w:rFonts w:hint="cs"/>
          <w:rtl/>
          <w:lang w:bidi="fa-IR"/>
        </w:rPr>
        <w:t>آور است، هم برای</w:t>
      </w:r>
      <w:r w:rsidRPr="00E243D8">
        <w:rPr>
          <w:rtl/>
          <w:lang w:bidi="fa-IR"/>
        </w:rPr>
        <w:t xml:space="preserve">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کمک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و هم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کمک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 در هر صورت روح تعاون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در خانواده حاکم باشد تا خرسند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شکوفا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و نشاط را به ا</w:t>
      </w:r>
      <w:r w:rsidRPr="00E243D8">
        <w:rPr>
          <w:rFonts w:hint="eastAsia"/>
          <w:rtl/>
          <w:lang w:bidi="fa-IR"/>
        </w:rPr>
        <w:t>رمغان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اورد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726FFA">
      <w:pPr>
        <w:pStyle w:val="libBold1"/>
        <w:rPr>
          <w:rtl/>
          <w:lang w:bidi="fa-IR"/>
        </w:rPr>
      </w:pPr>
      <w:r w:rsidRPr="00E243D8">
        <w:rPr>
          <w:rtl/>
          <w:lang w:bidi="fa-IR"/>
        </w:rPr>
        <w:t>2) اظهار محبت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اظهار</w:t>
      </w:r>
      <w:r w:rsidRPr="00E243D8">
        <w:rPr>
          <w:rtl/>
          <w:lang w:bidi="fa-IR"/>
        </w:rPr>
        <w:t xml:space="preserve"> محبت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از عوامل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مهم در نشاط و شاداب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خانواده است. اظهار محبت و دوست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انسان آرامش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بخشد و او را شادمان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 اگر مرد همواره به همسر خو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بگو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دوستت دارم، زن با شن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</w:t>
      </w:r>
    </w:p>
    <w:p w:rsidR="00E243D8" w:rsidRPr="00E243D8" w:rsidRDefault="003C7BC8" w:rsidP="003C7BC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E243D8" w:rsidRPr="00E243D8" w:rsidRDefault="00E243D8" w:rsidP="003C7BC8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lastRenderedPageBreak/>
        <w:t>1- 1. بحارالانوار، ج 43، ص 81، ح 1؛ وسائل الش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عه،</w:t>
      </w:r>
      <w:r w:rsidRPr="00E243D8">
        <w:rPr>
          <w:rtl/>
          <w:lang w:bidi="fa-IR"/>
        </w:rPr>
        <w:t xml:space="preserve"> ج 14، ص 123، ح 25341.</w:t>
      </w:r>
    </w:p>
    <w:p w:rsidR="00E243D8" w:rsidRPr="00E243D8" w:rsidRDefault="003C7BC8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آن</w:t>
      </w:r>
      <w:r w:rsidR="00E243D8" w:rsidRPr="00E243D8">
        <w:rPr>
          <w:rtl/>
          <w:lang w:bidi="fa-IR"/>
        </w:rPr>
        <w:t xml:space="preserve"> دلش آرام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رد</w:t>
      </w:r>
      <w:r w:rsidR="00E243D8" w:rsidRPr="00E243D8">
        <w:rPr>
          <w:rtl/>
          <w:lang w:bidi="fa-IR"/>
        </w:rPr>
        <w:t xml:space="preserve"> و به زندگ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دوار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گردد و با نشاط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شتر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به امور زندگ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پردازد.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حق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قت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است که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امبر</w:t>
      </w:r>
      <w:r w:rsidR="00E243D8" w:rsidRPr="00E243D8">
        <w:rPr>
          <w:rtl/>
          <w:lang w:bidi="fa-IR"/>
        </w:rPr>
        <w:t xml:space="preserve"> گرام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اسلام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="00E243D8" w:rsidRPr="00E243D8">
        <w:rPr>
          <w:rtl/>
          <w:lang w:bidi="fa-IR"/>
        </w:rPr>
        <w:t>به آن توص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ه</w:t>
      </w:r>
      <w:r w:rsidR="00E243D8" w:rsidRPr="00E243D8">
        <w:rPr>
          <w:rtl/>
          <w:lang w:bidi="fa-IR"/>
        </w:rPr>
        <w:t xml:space="preserve"> نموده اند: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قَوْلَ</w:t>
      </w:r>
      <w:r w:rsidRPr="00E243D8">
        <w:rPr>
          <w:rtl/>
          <w:lang w:bidi="fa-IR"/>
        </w:rPr>
        <w:t xml:space="preserve"> الرَّجُلِ لِلْمَرأَهِ اِنّ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اُحِبُّکَ لا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ذْهَبُ</w:t>
      </w:r>
      <w:r w:rsidRPr="00E243D8">
        <w:rPr>
          <w:rtl/>
          <w:lang w:bidi="fa-IR"/>
        </w:rPr>
        <w:t xml:space="preserve"> مِنْ قَلْبِها اَبَداً؛</w:t>
      </w:r>
      <w:r w:rsidRPr="003C7BC8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مرد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به همسرش بگو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 دوستت دارم،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سخن هرگز از قلبش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رون</w:t>
      </w:r>
      <w:r w:rsidRPr="00E243D8">
        <w:rPr>
          <w:rtl/>
          <w:lang w:bidi="fa-IR"/>
        </w:rPr>
        <w:t xml:space="preserve"> نخواهد رفت.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بنابرا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اگر خواهان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 نشاط و سرزنده هست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سفارش رسول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را جد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معلوم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 xml:space="preserve"> خداوند 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جمله «دوستت دارم» چه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قرار داده که به قلب انسان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 xml:space="preserve"> و او را به وجد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آورد.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است محبوب خدا و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و ائمه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قرار 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جمله «دوستت دارم» را از آنان بشنو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که گمان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کنم لذت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بالاتر از آن باشد.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3C7BC8">
      <w:pPr>
        <w:pStyle w:val="libBold1"/>
        <w:rPr>
          <w:rtl/>
          <w:lang w:bidi="fa-IR"/>
        </w:rPr>
      </w:pPr>
      <w:r w:rsidRPr="00E243D8">
        <w:rPr>
          <w:rtl/>
          <w:lang w:bidi="fa-IR"/>
        </w:rPr>
        <w:t>3) تشکر و قدردان</w:t>
      </w:r>
      <w:r w:rsidRPr="00E243D8">
        <w:rPr>
          <w:rFonts w:hint="cs"/>
          <w:rtl/>
          <w:lang w:bidi="fa-IR"/>
        </w:rPr>
        <w:t>ی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از عوامل نشاط در خانواده، تشکر و قدردان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افراد خانواده از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است. تشکر و قدردان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هم به انسان آرامش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دهد و هم به او نشاط و شاداب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بخشد.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انسان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 xml:space="preserve"> که خدمات او مورد توجه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است و نسبت به آن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اعتنا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ستند،</w:t>
      </w:r>
      <w:r w:rsidRPr="00E243D8">
        <w:rPr>
          <w:rtl/>
          <w:lang w:bidi="fa-IR"/>
        </w:rPr>
        <w:t xml:space="preserve"> خستگ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تن او خارج </w:t>
      </w:r>
      <w:r w:rsidRPr="00E243D8">
        <w:rPr>
          <w:rFonts w:hint="eastAsia"/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 و او را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فعال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بعد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آماده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سازد.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روست که خداوند هم به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امبرش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خُذْ</w:t>
      </w:r>
      <w:r w:rsidRPr="00E243D8">
        <w:rPr>
          <w:rtl/>
          <w:lang w:bidi="fa-IR"/>
        </w:rPr>
        <w:t xml:space="preserve"> مِنْ اَمْوالِهِمْ صَدَقَهً تُطَهِّرُهُم وَ تُزَکّ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هِمْ</w:t>
      </w:r>
      <w:r w:rsidRPr="00E243D8">
        <w:rPr>
          <w:rtl/>
          <w:lang w:bidi="fa-IR"/>
        </w:rPr>
        <w:t xml:space="preserve"> بِها وَ صَلِّ عَلَ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هِمْ</w:t>
      </w:r>
      <w:r w:rsidRPr="00E243D8">
        <w:rPr>
          <w:rtl/>
          <w:lang w:bidi="fa-IR"/>
        </w:rPr>
        <w:t xml:space="preserve"> اِنْ صَلاتَکَ</w:t>
      </w:r>
    </w:p>
    <w:p w:rsidR="00E243D8" w:rsidRPr="00E243D8" w:rsidRDefault="003C7BC8" w:rsidP="003C7BC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3C7BC8" w:rsidRDefault="00E243D8" w:rsidP="003C7BC8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5، ص 569؛ وسائل الش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عه،</w:t>
      </w:r>
      <w:r w:rsidRPr="00E243D8">
        <w:rPr>
          <w:rtl/>
          <w:lang w:bidi="fa-IR"/>
        </w:rPr>
        <w:t xml:space="preserve"> ج 14، ص 10، ح 24930.</w:t>
      </w:r>
    </w:p>
    <w:p w:rsidR="00E243D8" w:rsidRPr="00E243D8" w:rsidRDefault="003C7BC8" w:rsidP="003C7BC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سَکَنٌ</w:t>
      </w:r>
      <w:r w:rsidR="00E243D8" w:rsidRPr="00E243D8">
        <w:rPr>
          <w:rtl/>
          <w:lang w:bidi="fa-IR"/>
        </w:rPr>
        <w:t xml:space="preserve"> لَه_ُم؛</w:t>
      </w:r>
      <w:r w:rsidR="00E243D8" w:rsidRPr="003C7BC8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از اموال آن ها صدقه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ر،</w:t>
      </w:r>
      <w:r w:rsidR="00E243D8" w:rsidRPr="00E243D8">
        <w:rPr>
          <w:rtl/>
          <w:lang w:bidi="fa-IR"/>
        </w:rPr>
        <w:t xml:space="preserve"> تا به وس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له</w:t>
      </w:r>
      <w:r w:rsidR="00E243D8" w:rsidRPr="00E243D8">
        <w:rPr>
          <w:rtl/>
          <w:lang w:bidi="fa-IR"/>
        </w:rPr>
        <w:t xml:space="preserve"> آن، آن ها را پاک ساز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و پرورش ده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>. و به (هنگام گرفتن) به آن ها دعا کن، که دعا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تو، ما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ه</w:t>
      </w:r>
      <w:r w:rsidR="00E243D8" w:rsidRPr="00E243D8">
        <w:rPr>
          <w:rtl/>
          <w:lang w:bidi="fa-IR"/>
        </w:rPr>
        <w:t xml:space="preserve"> آرامش آن هاست.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در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قدردان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تلاش و انجام وظ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فه</w:t>
      </w:r>
      <w:r w:rsidRPr="00E243D8">
        <w:rPr>
          <w:rtl/>
          <w:lang w:bidi="fa-IR"/>
        </w:rPr>
        <w:t xml:space="preserve"> است که 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cs"/>
          <w:rtl/>
        </w:rPr>
        <w:t>ۀ</w:t>
      </w:r>
      <w:r w:rsidRPr="00E243D8">
        <w:rPr>
          <w:rtl/>
          <w:lang w:bidi="fa-IR"/>
        </w:rPr>
        <w:t xml:space="preserve"> آرامش و دلگرم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خواهد بود.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بنابرا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خانم شما در منزل زحمت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کشد، غذا ته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کند، به نظافت لباس ها و منزل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پردازد، جا دارد که از او تشکر و قدردان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 همچن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مرد از سر کار به منزل بر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گردد و وسائل و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منزل را ته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کند، به جاست که از او تشکر کرد و قدردان زح</w:t>
      </w:r>
      <w:r w:rsidRPr="00E243D8">
        <w:rPr>
          <w:rFonts w:hint="eastAsia"/>
          <w:rtl/>
          <w:lang w:bidi="fa-IR"/>
        </w:rPr>
        <w:t>مات</w:t>
      </w:r>
      <w:r w:rsidRPr="00E243D8">
        <w:rPr>
          <w:rtl/>
          <w:lang w:bidi="fa-IR"/>
        </w:rPr>
        <w:t xml:space="preserve"> او بود که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خود به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صفا و صم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و نشاط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بخشد.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3C7BC8">
      <w:pPr>
        <w:pStyle w:val="libBold1"/>
        <w:rPr>
          <w:rtl/>
          <w:lang w:bidi="fa-IR"/>
        </w:rPr>
      </w:pPr>
      <w:r w:rsidRPr="00E243D8">
        <w:rPr>
          <w:rtl/>
          <w:lang w:bidi="fa-IR"/>
        </w:rPr>
        <w:t>4) هد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و سوغات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از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عوامل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موجب نشاط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خانواده است، هد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و سوغات است. هد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محبت را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و سبب خوشحال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نشاط خانواده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 هد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را نبا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به مسافرت موکول کرد. چقدر خوب است که انسان گاه گاه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اهل خانه هد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و آنان را خوشحال کند. 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 xml:space="preserve"> آمده است که رسول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فرمودند: «در هر جمعه تحفه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به خانه ببر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تا اهل خانه به آمدن جمعه خوشحال شوند.»</w:t>
      </w:r>
      <w:r w:rsidRPr="003C7BC8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در الفت و نشاط خانواده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مؤثر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افراد</w:t>
      </w:r>
      <w:r w:rsidRPr="00E243D8">
        <w:rPr>
          <w:rtl/>
          <w:lang w:bidi="fa-IR"/>
        </w:rPr>
        <w:t xml:space="preserve"> خانواده به خصوص فرزندان از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</w:t>
      </w:r>
      <w:r w:rsidRPr="00E243D8">
        <w:rPr>
          <w:rtl/>
          <w:lang w:bidi="fa-IR"/>
        </w:rPr>
        <w:t xml:space="preserve"> تحفه و هد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آنان</w:t>
      </w:r>
    </w:p>
    <w:p w:rsidR="00E243D8" w:rsidRPr="00E243D8" w:rsidRDefault="003C7BC8" w:rsidP="003C7BC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E243D8" w:rsidRPr="00E243D8" w:rsidRDefault="00E243D8" w:rsidP="003C7BC8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lastRenderedPageBreak/>
        <w:t>1- 1. سور</w:t>
      </w:r>
      <w:r w:rsidRPr="00E243D8">
        <w:rPr>
          <w:rFonts w:hint="cs"/>
          <w:rtl/>
        </w:rPr>
        <w:t>ۀ</w:t>
      </w:r>
      <w:r w:rsidRPr="00E243D8">
        <w:rPr>
          <w:rtl/>
        </w:rPr>
        <w:t xml:space="preserve"> توبه، آ</w:t>
      </w:r>
      <w:r w:rsidRPr="00E243D8">
        <w:rPr>
          <w:rFonts w:hint="cs"/>
          <w:rtl/>
        </w:rPr>
        <w:t>یۀ</w:t>
      </w:r>
      <w:r w:rsidRPr="00E243D8">
        <w:rPr>
          <w:rtl/>
          <w:lang w:bidi="fa-IR"/>
        </w:rPr>
        <w:t xml:space="preserve"> 103.</w:t>
      </w:r>
    </w:p>
    <w:p w:rsidR="00E243D8" w:rsidRPr="00E243D8" w:rsidRDefault="00E243D8" w:rsidP="003C7BC8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الفقه المنسوب 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الامام رضا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، ص 355؛ الخصال، ج 2، ص 391؛ بحارالانوار، ج 56، ص 32.</w:t>
      </w:r>
    </w:p>
    <w:p w:rsidR="00E243D8" w:rsidRPr="00E243D8" w:rsidRDefault="003C7BC8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گرفته</w:t>
      </w:r>
      <w:r w:rsidR="00E243D8" w:rsidRPr="00E243D8">
        <w:rPr>
          <w:rtl/>
          <w:lang w:bidi="fa-IR"/>
        </w:rPr>
        <w:t xml:space="preserve"> شده است، بس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ار</w:t>
      </w:r>
      <w:r w:rsidR="00E243D8" w:rsidRPr="00E243D8">
        <w:rPr>
          <w:rtl/>
          <w:lang w:bidi="fa-IR"/>
        </w:rPr>
        <w:t xml:space="preserve"> خشنود و خرسند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شوند. و خرسند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آنان از فض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لت</w:t>
      </w:r>
      <w:r w:rsidR="00E243D8" w:rsidRPr="00E243D8">
        <w:rPr>
          <w:rtl/>
          <w:lang w:bidi="fa-IR"/>
        </w:rPr>
        <w:t xml:space="preserve">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ارزشمند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است که آثار و برکات 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را در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خواهد داشت.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امبر</w:t>
      </w:r>
      <w:r w:rsidR="00E243D8" w:rsidRPr="00E243D8">
        <w:rPr>
          <w:rtl/>
          <w:lang w:bidi="fa-IR"/>
        </w:rPr>
        <w:t xml:space="preserve">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="00E243D8"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مَنْ</w:t>
      </w:r>
      <w:r w:rsidRPr="00E243D8">
        <w:rPr>
          <w:rtl/>
          <w:lang w:bidi="fa-IR"/>
        </w:rPr>
        <w:t xml:space="preserve"> دَخَلَ السُّوقَ فَاشْتَر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تُحْفَهً فَحَمَلها اِل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الِهِ</w:t>
      </w:r>
      <w:r w:rsidRPr="00E243D8">
        <w:rPr>
          <w:rtl/>
          <w:lang w:bidi="fa-IR"/>
        </w:rPr>
        <w:t xml:space="preserve"> کانَ کَحامِلِ صَدَقَهٍ اِل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قَوْمٍ مَحاوِ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جَ</w:t>
      </w:r>
      <w:r w:rsidRPr="00E243D8">
        <w:rPr>
          <w:rtl/>
          <w:lang w:bidi="fa-IR"/>
        </w:rPr>
        <w:t xml:space="preserve"> وَلْ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بْدَأْ</w:t>
      </w:r>
      <w:r w:rsidRPr="00E243D8">
        <w:rPr>
          <w:rtl/>
          <w:lang w:bidi="fa-IR"/>
        </w:rPr>
        <w:t xml:space="preserve"> بِالْإناثِ قَبْلَ الذُّکُورِ فَاِنَّ مَنْ فَرَّحَ ابنَتَهُ فَکَاَنَّما اَعْتَقَ رَقَبَهً مِنْ وُلْدِ اسماع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لَ</w:t>
      </w:r>
      <w:r w:rsidRPr="00E243D8">
        <w:rPr>
          <w:rtl/>
          <w:lang w:bidi="fa-IR"/>
        </w:rPr>
        <w:t xml:space="preserve"> وَ مَنْ اَقَرَّ بَع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نِ</w:t>
      </w:r>
      <w:r w:rsidRPr="00E243D8">
        <w:rPr>
          <w:rtl/>
          <w:lang w:bidi="fa-IR"/>
        </w:rPr>
        <w:t xml:space="preserve"> اب</w:t>
      </w:r>
      <w:r w:rsidRPr="00E243D8">
        <w:rPr>
          <w:rFonts w:hint="eastAsia"/>
          <w:rtl/>
          <w:lang w:bidi="fa-IR"/>
        </w:rPr>
        <w:t>ْنٍ</w:t>
      </w:r>
      <w:r w:rsidRPr="00E243D8">
        <w:rPr>
          <w:rtl/>
          <w:lang w:bidi="fa-IR"/>
        </w:rPr>
        <w:t xml:space="preserve"> فَکَاَنَّما بَک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مِنْ خَشْ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هِ</w:t>
      </w:r>
      <w:r w:rsidRPr="00E243D8">
        <w:rPr>
          <w:rtl/>
          <w:lang w:bidi="fa-IR"/>
        </w:rPr>
        <w:t xml:space="preserve"> اللهِ وَ مَنْ بَک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مِنْ خَشْ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هِ</w:t>
      </w:r>
      <w:r w:rsidRPr="00E243D8">
        <w:rPr>
          <w:rtl/>
          <w:lang w:bidi="fa-IR"/>
        </w:rPr>
        <w:t xml:space="preserve"> اللهِ اَدْخَلَهُ اللهُ جناتِ النَّع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مِ؛</w:t>
      </w:r>
      <w:r w:rsidRPr="003C7BC8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هر کس وارد بازار شود و هد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بخرد و آن را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خانواده اش ببرد، مانند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صدقه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گروه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ازمند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برد، و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از پسران از </w:t>
      </w:r>
      <w:r w:rsidRPr="00E243D8">
        <w:rPr>
          <w:rFonts w:hint="eastAsia"/>
          <w:rtl/>
          <w:lang w:bidi="fa-IR"/>
        </w:rPr>
        <w:t>دختران</w:t>
      </w:r>
      <w:r w:rsidRPr="00E243D8">
        <w:rPr>
          <w:rtl/>
          <w:lang w:bidi="fa-IR"/>
        </w:rPr>
        <w:t xml:space="preserve"> آغاز کند.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گمان هر کس دخترش را شاد کند،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برده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فرزندان اسماع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را آزاد کرده است، و هر کس چشم پسر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روشن کند،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از ترس خداوند 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سته</w:t>
      </w:r>
      <w:r w:rsidRPr="00E243D8">
        <w:rPr>
          <w:rtl/>
          <w:lang w:bidi="fa-IR"/>
        </w:rPr>
        <w:t xml:space="preserve"> است، و هر کس از ترس خداوند بگر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خداوند او را وارد بهشت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پر نعمت کند.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3C7BC8" w:rsidP="003C7BC8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74" w:name="_Toc67344757"/>
      <w:r w:rsidR="00E243D8" w:rsidRPr="00E243D8">
        <w:rPr>
          <w:rFonts w:hint="eastAsia"/>
          <w:rtl/>
          <w:lang w:bidi="fa-IR"/>
        </w:rPr>
        <w:lastRenderedPageBreak/>
        <w:t>شاد</w:t>
      </w:r>
      <w:r w:rsidR="00E243D8" w:rsidRPr="00E243D8">
        <w:rPr>
          <w:rtl/>
          <w:lang w:bidi="fa-IR"/>
        </w:rPr>
        <w:t xml:space="preserve"> کردن زنان در خانواده</w:t>
      </w:r>
      <w:bookmarkEnd w:id="74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شاد کردن خانواده و با نشاط و سرحال نگاه داشتن آن توجه 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ژه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شاد کردن زنان و محارم شده است و 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امر مهم آنان در اولو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قرار گرفته اند.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ما فرموده اند که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فرزندان خود در مهر و اظهار عطوفت عدالت حاکم باشد و 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آنان فرق نگذار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صح</w:t>
      </w:r>
      <w:r w:rsidRPr="00E243D8">
        <w:rPr>
          <w:rFonts w:hint="eastAsia"/>
          <w:rtl/>
          <w:lang w:bidi="fa-IR"/>
        </w:rPr>
        <w:t>بت</w:t>
      </w:r>
      <w:r w:rsidRPr="00E243D8">
        <w:rPr>
          <w:rtl/>
          <w:lang w:bidi="fa-IR"/>
        </w:rPr>
        <w:t xml:space="preserve"> از زنان و دختران که به 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اولو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نسبت به آنان را مجاز شمرده است، چنان که رسول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فرمودند:</w:t>
      </w:r>
    </w:p>
    <w:p w:rsidR="00E243D8" w:rsidRPr="00E243D8" w:rsidRDefault="003C7BC8" w:rsidP="003C7BC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E243D8" w:rsidRPr="00E243D8" w:rsidRDefault="00E243D8" w:rsidP="003C7BC8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مکارم الاخلاق، ج 1، ص 476، ح 1642؛ ثواب الاعمال، ص 238؛ بحارالانوار، ج 101، ص 103، ح 98.</w:t>
      </w:r>
    </w:p>
    <w:p w:rsidR="00E243D8" w:rsidRPr="00E243D8" w:rsidRDefault="003C7BC8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ساوُوا</w:t>
      </w:r>
      <w:r w:rsidR="00E243D8" w:rsidRPr="00E243D8">
        <w:rPr>
          <w:rtl/>
          <w:lang w:bidi="fa-IR"/>
        </w:rPr>
        <w:t xml:space="preserve"> بَ</w:t>
      </w:r>
      <w:r w:rsidR="00E243D8" w:rsidRPr="00E243D8">
        <w:rPr>
          <w:rFonts w:hint="cs"/>
          <w:rtl/>
          <w:lang w:bidi="fa-IR"/>
        </w:rPr>
        <w:t>یْ</w:t>
      </w:r>
      <w:r w:rsidR="00E243D8" w:rsidRPr="00E243D8">
        <w:rPr>
          <w:rFonts w:hint="eastAsia"/>
          <w:rtl/>
          <w:lang w:bidi="fa-IR"/>
        </w:rPr>
        <w:t>نَ</w:t>
      </w:r>
      <w:r w:rsidR="00E243D8" w:rsidRPr="00E243D8">
        <w:rPr>
          <w:rtl/>
          <w:lang w:bidi="fa-IR"/>
        </w:rPr>
        <w:t xml:space="preserve"> اَوْلادِکُمْ فِ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الْعَطِ</w:t>
      </w:r>
      <w:r w:rsidR="00E243D8" w:rsidRPr="00E243D8">
        <w:rPr>
          <w:rFonts w:hint="cs"/>
          <w:rtl/>
          <w:lang w:bidi="fa-IR"/>
        </w:rPr>
        <w:t>یَّ</w:t>
      </w:r>
      <w:r w:rsidR="00E243D8" w:rsidRPr="00E243D8">
        <w:rPr>
          <w:rFonts w:hint="eastAsia"/>
          <w:rtl/>
          <w:lang w:bidi="fa-IR"/>
        </w:rPr>
        <w:t>هِ</w:t>
      </w:r>
      <w:r w:rsidR="00E243D8" w:rsidRPr="00E243D8">
        <w:rPr>
          <w:rtl/>
          <w:lang w:bidi="fa-IR"/>
        </w:rPr>
        <w:t xml:space="preserve"> فَلَوْ کُنْتُ مُفَضِّلاً اَحَداً لَفَضَّلْتُ النِّساءَ؛</w:t>
      </w:r>
      <w:r w:rsidR="00E243D8" w:rsidRPr="003C7BC8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در بخشش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ان</w:t>
      </w:r>
      <w:r w:rsidR="00E243D8" w:rsidRPr="00E243D8">
        <w:rPr>
          <w:rtl/>
          <w:lang w:bidi="fa-IR"/>
        </w:rPr>
        <w:t xml:space="preserve"> فرزندان خو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ش</w:t>
      </w:r>
      <w:r w:rsidR="00E243D8" w:rsidRPr="00E243D8">
        <w:rPr>
          <w:rtl/>
          <w:lang w:bidi="fa-IR"/>
        </w:rPr>
        <w:t xml:space="preserve"> مساوات و عدالت را رعا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tl/>
          <w:lang w:bidi="fa-IR"/>
        </w:rPr>
        <w:t xml:space="preserve"> کن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>. من اگر کس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را برتر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دادم، زنان را برتر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دادم.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زنان</w:t>
      </w:r>
      <w:r w:rsidRPr="00E243D8">
        <w:rPr>
          <w:rtl/>
          <w:lang w:bidi="fa-IR"/>
        </w:rPr>
        <w:t xml:space="preserve"> در احساسات و عواطف و در اظهار مهر و عطوفت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ازمندتر</w:t>
      </w:r>
      <w:r w:rsidRPr="00E243D8">
        <w:rPr>
          <w:rtl/>
          <w:lang w:bidi="fa-IR"/>
        </w:rPr>
        <w:t xml:space="preserve"> از مردان اند.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رو عنا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ژه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پاسخ گفتن به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</w:t>
      </w:r>
      <w:r w:rsidRPr="00E243D8">
        <w:rPr>
          <w:rtl/>
          <w:lang w:bidi="fa-IR"/>
        </w:rPr>
        <w:t xml:space="preserve"> عاطف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و بر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اساس بر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مطلب تأک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شده است. رسول گرام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ما</w:t>
      </w:r>
      <w:r w:rsidRPr="00E243D8">
        <w:rPr>
          <w:rtl/>
          <w:lang w:bidi="fa-IR"/>
        </w:rPr>
        <w:t xml:space="preserve"> مِنْ رَجُلٍ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دْخِلُ</w:t>
      </w:r>
      <w:r w:rsidRPr="00E243D8">
        <w:rPr>
          <w:rtl/>
          <w:lang w:bidi="fa-IR"/>
        </w:rPr>
        <w:t xml:space="preserve"> فَرْحَهً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امرأَهٍ بَ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نَهُ</w:t>
      </w:r>
      <w:r w:rsidRPr="00E243D8">
        <w:rPr>
          <w:rtl/>
          <w:lang w:bidi="fa-IR"/>
        </w:rPr>
        <w:t xml:space="preserve"> وَ بَ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نَها</w:t>
      </w:r>
      <w:r w:rsidRPr="00E243D8">
        <w:rPr>
          <w:rtl/>
          <w:lang w:bidi="fa-IR"/>
        </w:rPr>
        <w:t xml:space="preserve"> حُرْمَهٌ اِلَّا فَرَّحَهُ الله تعال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وْمَ</w:t>
      </w:r>
      <w:r w:rsidRPr="00E243D8">
        <w:rPr>
          <w:rtl/>
          <w:lang w:bidi="fa-IR"/>
        </w:rPr>
        <w:t xml:space="preserve"> الق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امَهِ؛</w:t>
      </w:r>
      <w:r w:rsidRPr="003C7BC8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هرکس زن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محارم خود را شاد کند، خداوند روز 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امت</w:t>
      </w:r>
      <w:r w:rsidRPr="00E243D8">
        <w:rPr>
          <w:rtl/>
          <w:lang w:bidi="fa-IR"/>
        </w:rPr>
        <w:t xml:space="preserve"> او را شادمان خواهد کرد.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3C7BC8">
      <w:pPr>
        <w:pStyle w:val="Heading2"/>
        <w:rPr>
          <w:rtl/>
          <w:lang w:bidi="fa-IR"/>
        </w:rPr>
      </w:pPr>
      <w:bookmarkStart w:id="75" w:name="_Toc67344758"/>
      <w:r w:rsidRPr="00E243D8">
        <w:rPr>
          <w:rFonts w:hint="eastAsia"/>
          <w:rtl/>
          <w:lang w:bidi="fa-IR"/>
        </w:rPr>
        <w:t>شادکردن</w:t>
      </w:r>
      <w:r w:rsidRPr="00E243D8">
        <w:rPr>
          <w:rtl/>
          <w:lang w:bidi="fa-IR"/>
        </w:rPr>
        <w:t xml:space="preserve"> کودکان</w:t>
      </w:r>
      <w:bookmarkEnd w:id="75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شاد</w:t>
      </w:r>
      <w:r w:rsidRPr="00E243D8">
        <w:rPr>
          <w:rtl/>
          <w:lang w:bidi="fa-IR"/>
        </w:rPr>
        <w:t xml:space="preserve"> کردن کودکان فصل مهم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ره</w:t>
      </w:r>
      <w:r w:rsidRPr="00E243D8">
        <w:rPr>
          <w:rtl/>
          <w:lang w:bidi="fa-IR"/>
        </w:rPr>
        <w:t xml:space="preserve"> و سخن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اکرم و حضرات معصوم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است.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ما علاوه بر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به شاد کردن کودکان توجه خاص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داشتند، به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امر توص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و تأک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فرمودند.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ره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مهم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، مهر ورز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</w:t>
      </w:r>
      <w:r w:rsidRPr="00E243D8">
        <w:rPr>
          <w:rtl/>
          <w:lang w:bidi="fa-IR"/>
        </w:rPr>
        <w:t xml:space="preserve"> و ملاطفت با کودکان و خوشحال نمودن آنان است. چنان که از اَنس بن مالک، خادم رسول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نقل شده است: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وَ</w:t>
      </w:r>
      <w:r w:rsidRPr="00E243D8">
        <w:rPr>
          <w:rtl/>
          <w:lang w:bidi="fa-IR"/>
        </w:rPr>
        <w:t xml:space="preserve"> التَّلَطُّفُ بِالصِّب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انِ</w:t>
      </w:r>
      <w:r w:rsidRPr="00E243D8">
        <w:rPr>
          <w:rtl/>
          <w:lang w:bidi="fa-IR"/>
        </w:rPr>
        <w:t xml:space="preserve"> مِنْ عادَهِ الرَّسُولِ؛</w:t>
      </w:r>
      <w:r w:rsidRPr="003C7BC8">
        <w:rPr>
          <w:rStyle w:val="libFootnotenumChar"/>
          <w:rtl/>
        </w:rPr>
        <w:t>(3)</w:t>
      </w:r>
      <w:r w:rsidRPr="00E243D8">
        <w:rPr>
          <w:rtl/>
          <w:lang w:bidi="fa-IR"/>
        </w:rPr>
        <w:t xml:space="preserve"> ملاطفت و مهربان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 کودکان از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ره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رسول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بود.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lastRenderedPageBreak/>
        <w:t>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کودکان را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دوست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داشت و با آنان بر خورد</w:t>
      </w:r>
      <w:r w:rsidRPr="00E243D8">
        <w:rPr>
          <w:rFonts w:hint="cs"/>
          <w:rtl/>
          <w:lang w:bidi="fa-IR"/>
        </w:rPr>
        <w:t>ی</w:t>
      </w:r>
    </w:p>
    <w:p w:rsidR="00E243D8" w:rsidRPr="00E243D8" w:rsidRDefault="003C7BC8" w:rsidP="003C7BC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E243D8" w:rsidRPr="00E243D8" w:rsidRDefault="00E243D8" w:rsidP="003C7BC8">
      <w:pPr>
        <w:pStyle w:val="libFootnotenum"/>
        <w:rPr>
          <w:rtl/>
          <w:lang w:bidi="fa-IR"/>
        </w:rPr>
      </w:pPr>
      <w:r w:rsidRPr="00E243D8">
        <w:rPr>
          <w:rtl/>
          <w:lang w:bidi="fa-IR"/>
        </w:rPr>
        <w:t>1- 1. نهج الفصاحه، ص 519، ح 1728.</w:t>
      </w:r>
    </w:p>
    <w:p w:rsidR="00E243D8" w:rsidRPr="00E243D8" w:rsidRDefault="00E243D8" w:rsidP="003C7BC8">
      <w:pPr>
        <w:pStyle w:val="libFootnotenum"/>
        <w:rPr>
          <w:rtl/>
          <w:lang w:bidi="fa-IR"/>
        </w:rPr>
      </w:pPr>
      <w:r w:rsidRPr="00E243D8">
        <w:rPr>
          <w:rtl/>
          <w:lang w:bidi="fa-IR"/>
        </w:rPr>
        <w:t>2- 2.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6، ص 6؛ وسائل الش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عه،</w:t>
      </w:r>
      <w:r w:rsidRPr="00E243D8">
        <w:rPr>
          <w:rtl/>
          <w:lang w:bidi="fa-IR"/>
        </w:rPr>
        <w:t xml:space="preserve"> ج 21، ص 367.</w:t>
      </w:r>
    </w:p>
    <w:p w:rsidR="00E243D8" w:rsidRPr="00E243D8" w:rsidRDefault="00E243D8" w:rsidP="003C7BC8">
      <w:pPr>
        <w:pStyle w:val="libFootnotenum"/>
        <w:rPr>
          <w:rtl/>
          <w:lang w:bidi="fa-IR"/>
        </w:rPr>
      </w:pPr>
      <w:r w:rsidRPr="00E243D8">
        <w:rPr>
          <w:rtl/>
          <w:lang w:bidi="fa-IR"/>
        </w:rPr>
        <w:t>3- 3. المحجه الب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ضاء،</w:t>
      </w:r>
      <w:r w:rsidRPr="00E243D8">
        <w:rPr>
          <w:rtl/>
          <w:lang w:bidi="fa-IR"/>
        </w:rPr>
        <w:t xml:space="preserve"> ج 3، ص 390.</w:t>
      </w:r>
    </w:p>
    <w:p w:rsidR="00E243D8" w:rsidRPr="00E243D8" w:rsidRDefault="003C7BC8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محبت</w:t>
      </w:r>
      <w:r w:rsidR="00E243D8" w:rsidRPr="00E243D8">
        <w:rPr>
          <w:rtl/>
          <w:lang w:bidi="fa-IR"/>
        </w:rPr>
        <w:t xml:space="preserve"> آم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ز</w:t>
      </w:r>
      <w:r w:rsidR="00E243D8" w:rsidRPr="00E243D8">
        <w:rPr>
          <w:rtl/>
          <w:lang w:bidi="fa-IR"/>
        </w:rPr>
        <w:t xml:space="preserve"> داشت. و آنان چقدر از محبت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امبر</w:t>
      </w:r>
      <w:r w:rsidR="00E243D8" w:rsidRPr="00E243D8">
        <w:rPr>
          <w:rtl/>
          <w:lang w:bidi="fa-IR"/>
        </w:rPr>
        <w:t xml:space="preserve"> خوشحال و خرسند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شدند. دست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محبت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امبر</w:t>
      </w:r>
      <w:r w:rsidR="00E243D8" w:rsidRPr="00E243D8">
        <w:rPr>
          <w:rtl/>
          <w:lang w:bidi="fa-IR"/>
        </w:rPr>
        <w:t xml:space="preserve">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="00E243D8" w:rsidRPr="00E243D8">
        <w:rPr>
          <w:rtl/>
          <w:lang w:bidi="fa-IR"/>
        </w:rPr>
        <w:t>همواره بر سر کودکان گسترده بود؛ چنان که در روا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tl/>
          <w:lang w:bidi="fa-IR"/>
        </w:rPr>
        <w:t xml:space="preserve"> آمده است: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کانَ</w:t>
      </w:r>
      <w:r w:rsidRPr="00E243D8">
        <w:rPr>
          <w:rtl/>
          <w:lang w:bidi="fa-IR"/>
        </w:rPr>
        <w:t xml:space="preserve"> النَّب</w:t>
      </w:r>
      <w:r w:rsidRPr="00E243D8">
        <w:rPr>
          <w:rFonts w:hint="cs"/>
          <w:rtl/>
          <w:lang w:bidi="fa-IR"/>
        </w:rPr>
        <w:t>یُّ</w:t>
      </w:r>
      <w:r w:rsidRPr="00E243D8">
        <w:rPr>
          <w:rtl/>
          <w:lang w:bidi="fa-IR"/>
        </w:rPr>
        <w:t xml:space="preserve"> اِذا اَصْبَحَ مَسَحَ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رُؤُوسِ وُلْدِهِ وَ وَلْدِ وُلْدِهِ؛</w:t>
      </w:r>
      <w:r w:rsidRPr="00734E15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وسته</w:t>
      </w:r>
      <w:r w:rsidRPr="00E243D8">
        <w:rPr>
          <w:rtl/>
          <w:lang w:bidi="fa-IR"/>
        </w:rPr>
        <w:t xml:space="preserve"> صبحگاهان دست مهر و محبت بر سر فرزندان و نوه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</w:t>
      </w:r>
      <w:r w:rsidRPr="00E243D8">
        <w:rPr>
          <w:rtl/>
          <w:lang w:bidi="fa-IR"/>
        </w:rPr>
        <w:t xml:space="preserve"> با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کار مهر و لطف خو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را نثار کودکان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 و آنان را خوشحال و خشنود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ساخت.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نه تنها به کودکان خود، بلکه به هم</w:t>
      </w:r>
      <w:r w:rsidRPr="00E243D8">
        <w:rPr>
          <w:rFonts w:hint="cs"/>
          <w:rtl/>
        </w:rPr>
        <w:t>ۀ</w:t>
      </w:r>
      <w:r w:rsidRPr="00E243D8">
        <w:rPr>
          <w:rtl/>
          <w:lang w:bidi="fa-IR"/>
        </w:rPr>
        <w:t xml:space="preserve"> کودکان مهر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ورز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آنان مورد لطف و محبت خود قرار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داد. از اَنس بن مالک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نقل شده است: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اِنَّ</w:t>
      </w:r>
      <w:r w:rsidRPr="00E243D8">
        <w:rPr>
          <w:rtl/>
          <w:lang w:bidi="fa-IR"/>
        </w:rPr>
        <w:t xml:space="preserve"> النَّب</w:t>
      </w:r>
      <w:r w:rsidRPr="00E243D8">
        <w:rPr>
          <w:rFonts w:hint="cs"/>
          <w:rtl/>
          <w:lang w:bidi="fa-IR"/>
        </w:rPr>
        <w:t>یَّ</w:t>
      </w:r>
      <w:r w:rsidRPr="00E243D8">
        <w:rPr>
          <w:rtl/>
          <w:lang w:bidi="fa-IR"/>
        </w:rPr>
        <w:t xml:space="preserve"> کانَ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زُورُ</w:t>
      </w:r>
      <w:r w:rsidRPr="00E243D8">
        <w:rPr>
          <w:rtl/>
          <w:lang w:bidi="fa-IR"/>
        </w:rPr>
        <w:t xml:space="preserve"> الْانصارَ وَ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سَلِّم</w:t>
      </w:r>
      <w:r w:rsidRPr="00E243D8">
        <w:rPr>
          <w:rtl/>
          <w:lang w:bidi="fa-IR"/>
        </w:rPr>
        <w:t xml:space="preserve">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صِبْ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انِهِمْ</w:t>
      </w:r>
      <w:r w:rsidRPr="00E243D8">
        <w:rPr>
          <w:rtl/>
          <w:lang w:bidi="fa-IR"/>
        </w:rPr>
        <w:t xml:space="preserve"> وَ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مْسَحُ</w:t>
      </w:r>
      <w:r w:rsidRPr="00E243D8">
        <w:rPr>
          <w:rtl/>
          <w:lang w:bidi="fa-IR"/>
        </w:rPr>
        <w:t xml:space="preserve"> رُؤُوسَهُمْ؛</w:t>
      </w:r>
      <w:r w:rsidRPr="00CB3D3D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به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</w:t>
      </w:r>
      <w:r w:rsidRPr="00E243D8">
        <w:rPr>
          <w:rtl/>
          <w:lang w:bidi="fa-IR"/>
        </w:rPr>
        <w:t xml:space="preserve"> انصار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رفت، به کودکانشان سلام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 و بر سرِ آنان دست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انس</w:t>
      </w:r>
      <w:r w:rsidRPr="00E243D8">
        <w:rPr>
          <w:rtl/>
          <w:lang w:bidi="fa-IR"/>
        </w:rPr>
        <w:t xml:space="preserve"> و الفت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با کودکان چنان آنان را از محبت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خشنود و خرسند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کرد، که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 حضرت از مسافرت برگشتند و وارد مد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نه</w:t>
      </w:r>
      <w:r w:rsidRPr="00E243D8">
        <w:rPr>
          <w:rtl/>
          <w:lang w:bidi="fa-IR"/>
        </w:rPr>
        <w:t xml:space="preserve"> شدند. بچه ها به استقبالشان آمدند و دور آن حضرت را گرفتند و گفتند: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رسول الله، دوست دار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شما ما را در بغل بگ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هم همه را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آغوش گرفتند و اسباب خوشحال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رضا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خاطر آنان را فراهم ساختند. برخ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آنان وقت</w:t>
      </w:r>
      <w:r w:rsidRPr="00E243D8">
        <w:rPr>
          <w:rFonts w:hint="cs"/>
          <w:rtl/>
          <w:lang w:bidi="fa-IR"/>
        </w:rPr>
        <w:t>ی</w:t>
      </w:r>
    </w:p>
    <w:p w:rsidR="00E243D8" w:rsidRPr="00E243D8" w:rsidRDefault="00CB3D3D" w:rsidP="00CB3D3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E243D8" w:rsidRPr="00E243D8" w:rsidRDefault="00E243D8" w:rsidP="00CB3D3D">
      <w:pPr>
        <w:pStyle w:val="libLine"/>
        <w:rPr>
          <w:rtl/>
          <w:lang w:bidi="fa-IR"/>
        </w:rPr>
      </w:pPr>
      <w:r w:rsidRPr="00E243D8">
        <w:rPr>
          <w:rtl/>
          <w:lang w:bidi="fa-IR"/>
        </w:rPr>
        <w:t>1- 1. بحارالانوار، ج 101، ص 99، ح 75؛ عده الداع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ص 89.</w:t>
      </w:r>
    </w:p>
    <w:p w:rsidR="00CB3D3D" w:rsidRDefault="00E243D8" w:rsidP="00CB3D3D">
      <w:pPr>
        <w:pStyle w:val="libLine"/>
        <w:rPr>
          <w:rtl/>
          <w:lang w:bidi="fa-IR"/>
        </w:rPr>
      </w:pPr>
      <w:r w:rsidRPr="00E243D8">
        <w:rPr>
          <w:rtl/>
          <w:lang w:bidi="fa-IR"/>
        </w:rPr>
        <w:t>2- 2. حکمت نام</w:t>
      </w:r>
      <w:r w:rsidRPr="00E243D8">
        <w:rPr>
          <w:rFonts w:hint="cs"/>
          <w:rtl/>
        </w:rPr>
        <w:t>ۀ</w:t>
      </w:r>
      <w:r w:rsidRPr="00E243D8">
        <w:rPr>
          <w:rtl/>
          <w:lang w:bidi="fa-IR"/>
        </w:rPr>
        <w:t xml:space="preserve"> کودک، ص 214، ح 358.</w:t>
      </w:r>
    </w:p>
    <w:p w:rsidR="00E243D8" w:rsidRPr="00E243D8" w:rsidRDefault="00CB3D3D" w:rsidP="00CB3D3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بزرگ</w:t>
      </w:r>
      <w:r w:rsidR="00E243D8" w:rsidRPr="00E243D8">
        <w:rPr>
          <w:rtl/>
          <w:lang w:bidi="fa-IR"/>
        </w:rPr>
        <w:t xml:space="preserve"> شدند، افتخار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کردند که در آغوش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امبر</w:t>
      </w:r>
      <w:r w:rsidR="00E243D8" w:rsidRPr="00E243D8">
        <w:rPr>
          <w:rtl/>
          <w:lang w:bidi="fa-IR"/>
        </w:rPr>
        <w:t xml:space="preserve"> رفته اند</w:t>
      </w:r>
      <w:r w:rsidR="00E243D8" w:rsidRPr="00CB3D3D">
        <w:rPr>
          <w:rStyle w:val="libFootnotenumChar"/>
          <w:rtl/>
        </w:rPr>
        <w:t>.(1)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</w:t>
      </w:r>
      <w:r w:rsidRPr="00E243D8">
        <w:rPr>
          <w:rtl/>
          <w:lang w:bidi="fa-IR"/>
        </w:rPr>
        <w:t xml:space="preserve"> فراتر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خوشحال کردن کودکان با آنان باز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CB3D3D">
      <w:pPr>
        <w:pStyle w:val="Heading2"/>
        <w:rPr>
          <w:rtl/>
          <w:lang w:bidi="fa-IR"/>
        </w:rPr>
      </w:pPr>
      <w:bookmarkStart w:id="76" w:name="_Toc67344759"/>
      <w:r w:rsidRPr="00E243D8">
        <w:rPr>
          <w:rFonts w:hint="eastAsia"/>
          <w:rtl/>
          <w:lang w:bidi="fa-IR"/>
        </w:rPr>
        <w:t>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و باز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 کودکان</w:t>
      </w:r>
      <w:bookmarkEnd w:id="76"/>
    </w:p>
    <w:p w:rsidR="00E243D8" w:rsidRPr="00E243D8" w:rsidRDefault="00E243D8" w:rsidP="00CB3D3D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کتب روا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آمده است که امام حسن و امام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CB3D3D" w:rsidRPr="00CB3D3D">
        <w:rPr>
          <w:rStyle w:val="libAlaemChar"/>
          <w:rFonts w:eastAsiaTheme="minorHAnsi"/>
          <w:rtl/>
        </w:rPr>
        <w:t>عليهما‌السلام</w:t>
      </w:r>
      <w:r w:rsidR="00CB3D3D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E243D8">
        <w:rPr>
          <w:rtl/>
          <w:lang w:bidi="fa-IR"/>
        </w:rPr>
        <w:t>نزد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آمدند و گفتند: مردم مکه شتر دارند، ما هم شتر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فرمودند: من شتر شما.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رو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شان</w:t>
      </w:r>
      <w:r w:rsidRPr="00E243D8">
        <w:rPr>
          <w:rFonts w:hint="cs"/>
          <w:rtl/>
        </w:rPr>
        <w:t>ۀ</w:t>
      </w:r>
      <w:r w:rsidRPr="00E243D8">
        <w:rPr>
          <w:rtl/>
        </w:rPr>
        <w:t xml:space="preserve"> راست نشاندند و د</w:t>
      </w:r>
      <w:r w:rsidRPr="00E243D8">
        <w:rPr>
          <w:rFonts w:hint="cs"/>
          <w:rtl/>
        </w:rPr>
        <w:t>ی</w:t>
      </w:r>
      <w:r w:rsidRPr="00E243D8">
        <w:rPr>
          <w:rFonts w:hint="eastAsia"/>
          <w:rtl/>
        </w:rPr>
        <w:t>گر</w:t>
      </w:r>
      <w:r w:rsidRPr="00E243D8">
        <w:rPr>
          <w:rFonts w:hint="cs"/>
          <w:rtl/>
        </w:rPr>
        <w:t>ی</w:t>
      </w:r>
      <w:r w:rsidRPr="00E243D8">
        <w:rPr>
          <w:rtl/>
        </w:rPr>
        <w:t xml:space="preserve"> را رو</w:t>
      </w:r>
      <w:r w:rsidRPr="00E243D8">
        <w:rPr>
          <w:rFonts w:hint="cs"/>
          <w:rtl/>
        </w:rPr>
        <w:t>ی</w:t>
      </w:r>
      <w:r w:rsidRPr="00E243D8">
        <w:rPr>
          <w:rtl/>
        </w:rPr>
        <w:t xml:space="preserve"> شان</w:t>
      </w:r>
      <w:r w:rsidRPr="00E243D8">
        <w:rPr>
          <w:rFonts w:hint="cs"/>
          <w:rtl/>
        </w:rPr>
        <w:t>ۀ</w:t>
      </w:r>
      <w:r w:rsidRPr="00E243D8">
        <w:rPr>
          <w:rtl/>
          <w:lang w:bidi="fa-IR"/>
        </w:rPr>
        <w:t xml:space="preserve"> چپ. گفتند: شترها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عرب دهنه و افسار دارند، ما افسار ن</w:t>
      </w:r>
      <w:r w:rsidRPr="00E243D8">
        <w:rPr>
          <w:rFonts w:hint="eastAsia"/>
          <w:rtl/>
          <w:lang w:bidi="fa-IR"/>
        </w:rPr>
        <w:t>دار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حضرت موها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مبارکشان را دو قسمت کردند،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قسمت را به امام حسن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 xml:space="preserve">و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قسمت را به امام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دادند و گفتند: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هم افسار. گفتند: شترها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عرب صدا هم دارند.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مثل شتر شروع به صدا کردن نمودند. و فرمودند: «نِعْمَ الجَمَلُ جَمَلُکُم</w:t>
      </w:r>
      <w:r w:rsidRPr="00E243D8">
        <w:rPr>
          <w:rFonts w:hint="eastAsia"/>
          <w:rtl/>
          <w:lang w:bidi="fa-IR"/>
        </w:rPr>
        <w:t>ا؛</w:t>
      </w:r>
      <w:r w:rsidRPr="00E243D8">
        <w:rPr>
          <w:rtl/>
          <w:lang w:bidi="fa-IR"/>
        </w:rPr>
        <w:t xml:space="preserve"> شتر شما خوب شتر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است!»</w:t>
      </w:r>
      <w:r w:rsidRPr="00CB3D3D">
        <w:rPr>
          <w:rStyle w:val="libFootnotenumChar"/>
          <w:rtl/>
        </w:rPr>
        <w:t>(2)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CB3D3D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با بچه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کوچه هم باز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کردند. روز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نماز به مسجد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رفتند. در راه گروه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کودکان انصار باز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کردند.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 حضرت را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دند،</w:t>
      </w:r>
      <w:r w:rsidRPr="00E243D8">
        <w:rPr>
          <w:rtl/>
          <w:lang w:bidi="fa-IR"/>
        </w:rPr>
        <w:t xml:space="preserve"> گرد آن حضرت را گرفتند و خود را به لباس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شان</w:t>
      </w:r>
      <w:r w:rsidRPr="00E243D8">
        <w:rPr>
          <w:rtl/>
          <w:lang w:bidi="fa-IR"/>
        </w:rPr>
        <w:t xml:space="preserve"> آو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ختند</w:t>
      </w:r>
      <w:r w:rsidRPr="00E243D8">
        <w:rPr>
          <w:rtl/>
          <w:lang w:bidi="fa-IR"/>
        </w:rPr>
        <w:t xml:space="preserve">. تا همان گونه که آن حضرت همواره </w:t>
      </w:r>
      <w:r w:rsidRPr="00E243D8">
        <w:rPr>
          <w:rFonts w:hint="eastAsia"/>
          <w:rtl/>
          <w:lang w:bidi="fa-IR"/>
        </w:rPr>
        <w:t>حسن</w:t>
      </w:r>
      <w:r w:rsidRPr="00E243D8">
        <w:rPr>
          <w:rtl/>
          <w:lang w:bidi="fa-IR"/>
        </w:rPr>
        <w:t xml:space="preserve"> و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CB3D3D" w:rsidRPr="00CB3D3D">
        <w:rPr>
          <w:rStyle w:val="libAlaemChar"/>
          <w:rFonts w:eastAsiaTheme="minorHAnsi"/>
          <w:rtl/>
        </w:rPr>
        <w:t>عليهما‌السلام</w:t>
      </w:r>
      <w:r w:rsidR="00CB3D3D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E243D8">
        <w:rPr>
          <w:rtl/>
          <w:lang w:bidi="fa-IR"/>
        </w:rPr>
        <w:t>را به دوش خود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گرفتند، آن ها را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به دوش بگ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رند</w:t>
      </w:r>
      <w:r w:rsidRPr="00E243D8">
        <w:rPr>
          <w:rtl/>
          <w:lang w:bidi="fa-IR"/>
        </w:rPr>
        <w:t xml:space="preserve">. هر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گفت: «کُنْ جَمَل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؛</w:t>
      </w:r>
      <w:r w:rsidRPr="00E243D8">
        <w:rPr>
          <w:rtl/>
          <w:lang w:bidi="fa-IR"/>
        </w:rPr>
        <w:t xml:space="preserve"> شتر من باش!»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هم با مقدار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گردو دل آنان را به دست آوردند و راه خود را به سو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نماز ادامه دادند</w:t>
      </w:r>
      <w:r w:rsidRPr="00CB3D3D">
        <w:rPr>
          <w:rStyle w:val="libFootnotenumChar"/>
          <w:rtl/>
        </w:rPr>
        <w:t>.(3)</w:t>
      </w:r>
    </w:p>
    <w:p w:rsidR="00E243D8" w:rsidRPr="00E243D8" w:rsidRDefault="00CB3D3D" w:rsidP="00CB3D3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E243D8" w:rsidRPr="00E243D8" w:rsidRDefault="00E243D8" w:rsidP="00CB3D3D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lastRenderedPageBreak/>
        <w:t>1- 1. المحجه الب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ضاء،</w:t>
      </w:r>
      <w:r w:rsidRPr="00E243D8">
        <w:rPr>
          <w:rtl/>
          <w:lang w:bidi="fa-IR"/>
        </w:rPr>
        <w:t xml:space="preserve"> ج 3، ص 366، حکمت نام</w:t>
      </w:r>
      <w:r w:rsidRPr="00E243D8">
        <w:rPr>
          <w:rFonts w:hint="cs"/>
          <w:rtl/>
        </w:rPr>
        <w:t>ۀ</w:t>
      </w:r>
      <w:r w:rsidRPr="00E243D8">
        <w:rPr>
          <w:rtl/>
          <w:lang w:bidi="fa-IR"/>
        </w:rPr>
        <w:t xml:space="preserve"> کودک، ص 210.</w:t>
      </w:r>
    </w:p>
    <w:p w:rsidR="00E243D8" w:rsidRPr="00E243D8" w:rsidRDefault="00E243D8" w:rsidP="00CB3D3D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بحارالانوار، ج 43، ص 283 و ج 37، ص 87،ح 54.</w:t>
      </w:r>
    </w:p>
    <w:p w:rsidR="00E243D8" w:rsidRPr="00E243D8" w:rsidRDefault="00E243D8" w:rsidP="00CB3D3D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3- 3. حکا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1، ص 24، به نقل از نفائس الاخبار، ص 286.</w:t>
      </w:r>
    </w:p>
    <w:p w:rsidR="00E243D8" w:rsidRPr="00E243D8" w:rsidRDefault="00CB3D3D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امبر</w:t>
      </w:r>
      <w:r w:rsidR="00E243D8" w:rsidRPr="00E243D8">
        <w:rPr>
          <w:rtl/>
          <w:lang w:bidi="fa-IR"/>
        </w:rPr>
        <w:t xml:space="preserve"> گرام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اسلام دربار</w:t>
      </w:r>
      <w:r w:rsidR="00E243D8" w:rsidRPr="00E243D8">
        <w:rPr>
          <w:rFonts w:hint="cs"/>
          <w:rtl/>
        </w:rPr>
        <w:t>ۀ</w:t>
      </w:r>
      <w:r w:rsidR="00E243D8" w:rsidRPr="00E243D8">
        <w:rPr>
          <w:rtl/>
          <w:lang w:bidi="fa-IR"/>
        </w:rPr>
        <w:t xml:space="preserve"> محبت و شاد کردن کودکان سفارش نموده و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مَنْ</w:t>
      </w:r>
      <w:r w:rsidRPr="00E243D8">
        <w:rPr>
          <w:rtl/>
          <w:lang w:bidi="fa-IR"/>
        </w:rPr>
        <w:t xml:space="preserve"> کانَ عِنْدَه صَبِ</w:t>
      </w:r>
      <w:r w:rsidRPr="00E243D8">
        <w:rPr>
          <w:rFonts w:hint="cs"/>
          <w:rtl/>
          <w:lang w:bidi="fa-IR"/>
        </w:rPr>
        <w:t>یٌّ</w:t>
      </w:r>
      <w:r w:rsidRPr="00E243D8">
        <w:rPr>
          <w:rtl/>
          <w:lang w:bidi="fa-IR"/>
        </w:rPr>
        <w:t xml:space="preserve"> فَلْ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تَصابَ</w:t>
      </w:r>
      <w:r w:rsidRPr="00E243D8">
        <w:rPr>
          <w:rtl/>
          <w:lang w:bidi="fa-IR"/>
        </w:rPr>
        <w:t xml:space="preserve"> لَهُ؛</w:t>
      </w:r>
      <w:r w:rsidRPr="00CB3D3D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کودک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نزد اوست،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با او کودک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انسان</w:t>
      </w:r>
      <w:r w:rsidRPr="00E243D8">
        <w:rPr>
          <w:rtl/>
          <w:lang w:bidi="fa-IR"/>
        </w:rPr>
        <w:t xml:space="preserve">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خودش را در موقع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کودکان قرار دهد و با آنان باز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و اسباب سرور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آنان را فراهم کند.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CB3D3D" w:rsidP="00CB3D3D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77" w:name="_Toc67344760"/>
      <w:r w:rsidR="00E243D8" w:rsidRPr="00E243D8">
        <w:rPr>
          <w:rFonts w:hint="eastAsia"/>
          <w:rtl/>
          <w:lang w:bidi="fa-IR"/>
        </w:rPr>
        <w:lastRenderedPageBreak/>
        <w:t>ام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رالمؤمن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="00E243D8" w:rsidRPr="00E243D8">
        <w:rPr>
          <w:rtl/>
          <w:lang w:bidi="fa-IR"/>
        </w:rPr>
        <w:t xml:space="preserve">و کودکان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</w:t>
      </w:r>
      <w:bookmarkEnd w:id="77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قنبر</w:t>
      </w:r>
      <w:r w:rsidRPr="00E243D8">
        <w:rPr>
          <w:rtl/>
          <w:lang w:bidi="fa-IR"/>
        </w:rPr>
        <w:t xml:space="preserve"> غلام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 روز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امام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از وضع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بد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آگاه شدند. به خانه آمدند. مقدار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برنج و خرما فراهم کردند. آن را بر دوش گرفتند و به من اجازه ندادند تا آن ها را بر دوش بگ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رم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هنگام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به خانه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غذاها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خوش طعم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درست کردند و به آن ها خوران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دند</w:t>
      </w:r>
      <w:r w:rsidRPr="00E243D8">
        <w:rPr>
          <w:rtl/>
          <w:lang w:bidi="fa-IR"/>
        </w:rPr>
        <w:t xml:space="preserve"> تا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شدند. بعد با بچه ها مشغول باز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شدند. قنبر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را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دم</w:t>
      </w:r>
      <w:r w:rsidRPr="00E243D8">
        <w:rPr>
          <w:rtl/>
          <w:lang w:bidi="fa-IR"/>
        </w:rPr>
        <w:t xml:space="preserve"> که همانند گوسفندان بر چهار دست و پا راه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رفتند و صدا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گوسفندان را در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آوردند و ب</w:t>
      </w:r>
      <w:r w:rsidRPr="00E243D8">
        <w:rPr>
          <w:rFonts w:hint="eastAsia"/>
          <w:rtl/>
          <w:lang w:bidi="fa-IR"/>
        </w:rPr>
        <w:t>چه</w:t>
      </w:r>
      <w:r w:rsidRPr="00E243D8">
        <w:rPr>
          <w:rtl/>
          <w:lang w:bidi="fa-IR"/>
        </w:rPr>
        <w:t xml:space="preserve"> ها را شاد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کردند. بچه ها هم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کردند و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خند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زمان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از خانه خارج شد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پرس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دم</w:t>
      </w:r>
      <w:r w:rsidRPr="00E243D8">
        <w:rPr>
          <w:rtl/>
          <w:lang w:bidi="fa-IR"/>
        </w:rPr>
        <w:t>: سرورم، امروز دو پرسش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آمد.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 که چرا غذا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شان</w:t>
      </w:r>
      <w:r w:rsidRPr="00E243D8">
        <w:rPr>
          <w:rtl/>
          <w:lang w:bidi="fa-IR"/>
        </w:rPr>
        <w:t xml:space="preserve"> را خود به دوش کش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به من نداد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حمل کنم؟ و دوم آن که چرا با تقل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از گوسفندان بچه ها را خنداند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د؟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فرمودند: کار اول را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</w:t>
      </w:r>
      <w:r w:rsidRPr="00E243D8">
        <w:rPr>
          <w:rtl/>
          <w:lang w:bidi="fa-IR"/>
        </w:rPr>
        <w:t xml:space="preserve"> به پاداش کردم و کار</w:t>
      </w:r>
    </w:p>
    <w:p w:rsidR="00E243D8" w:rsidRPr="00E243D8" w:rsidRDefault="00CB3D3D" w:rsidP="00CB3D3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E243D8" w:rsidRPr="00E243D8" w:rsidRDefault="00E243D8" w:rsidP="00CB3D3D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من 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حضره</w:t>
      </w:r>
      <w:r w:rsidRPr="00E243D8">
        <w:rPr>
          <w:rtl/>
          <w:lang w:bidi="fa-IR"/>
        </w:rPr>
        <w:t xml:space="preserve"> الفق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ج 3، ص 483، ح 4707.</w:t>
      </w:r>
    </w:p>
    <w:p w:rsidR="00E243D8" w:rsidRPr="00E243D8" w:rsidRDefault="00CB3D3D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دوم</w:t>
      </w:r>
      <w:r w:rsidR="00E243D8" w:rsidRPr="00E243D8">
        <w:rPr>
          <w:rtl/>
          <w:lang w:bidi="fa-IR"/>
        </w:rPr>
        <w:t xml:space="preserve"> را به خاطر آن که وقت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وارد خان</w:t>
      </w:r>
      <w:r w:rsidR="00E243D8" w:rsidRPr="00E243D8">
        <w:rPr>
          <w:rFonts w:hint="cs"/>
          <w:rtl/>
        </w:rPr>
        <w:t>ۀ</w:t>
      </w:r>
      <w:r w:rsidR="00E243D8" w:rsidRPr="00E243D8">
        <w:rPr>
          <w:rtl/>
          <w:lang w:bidi="fa-IR"/>
        </w:rPr>
        <w:t xml:space="preserve">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مان</w:t>
      </w:r>
      <w:r w:rsidR="00E243D8" w:rsidRPr="00E243D8">
        <w:rPr>
          <w:rtl/>
          <w:lang w:bidi="fa-IR"/>
        </w:rPr>
        <w:t xml:space="preserve"> شدم، آن ها گر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ه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کردند. خواستم زمان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خارج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شوم، آنان هم 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</w:t>
      </w:r>
      <w:r w:rsidR="00E243D8" w:rsidRPr="00E243D8">
        <w:rPr>
          <w:rtl/>
          <w:lang w:bidi="fa-IR"/>
        </w:rPr>
        <w:t xml:space="preserve"> شده باشند و هم خندان. </w:t>
      </w:r>
      <w:r w:rsidR="00E243D8" w:rsidRPr="00CB3D3D">
        <w:rPr>
          <w:rStyle w:val="libFootnotenumChar"/>
          <w:rtl/>
        </w:rPr>
        <w:t>(1)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CB3D3D" w:rsidP="00CB3D3D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78" w:name="_Toc67344761"/>
      <w:r w:rsidR="00E243D8" w:rsidRPr="00E243D8">
        <w:rPr>
          <w:rFonts w:hint="eastAsia"/>
          <w:rtl/>
          <w:lang w:bidi="fa-IR"/>
        </w:rPr>
        <w:lastRenderedPageBreak/>
        <w:t>خانه</w:t>
      </w:r>
      <w:r w:rsidR="00E243D8" w:rsidRPr="00E243D8">
        <w:rPr>
          <w:rtl/>
          <w:lang w:bidi="fa-IR"/>
        </w:rPr>
        <w:t xml:space="preserve"> شاد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ها</w:t>
      </w:r>
      <w:bookmarkEnd w:id="78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شاد</w:t>
      </w:r>
      <w:r w:rsidRPr="00E243D8">
        <w:rPr>
          <w:rtl/>
          <w:lang w:bidi="fa-IR"/>
        </w:rPr>
        <w:t xml:space="preserve"> کردن کودکان نه تنها به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نشاط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بخشد و آنان را سرشار از فرح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کند، که آثار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بلند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آخرت به جا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گذارد.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خود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شاد کردن چنان انعکاس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که آخرت انسان را هم فرا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رد</w:t>
      </w:r>
      <w:r w:rsidRPr="00E243D8">
        <w:rPr>
          <w:rtl/>
          <w:lang w:bidi="fa-IR"/>
        </w:rPr>
        <w:t xml:space="preserve">. با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نوازش، با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بوسه، با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هد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و گاه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eastAsia"/>
          <w:rtl/>
          <w:lang w:bidi="fa-IR"/>
        </w:rPr>
        <w:t>با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باز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کردن، دل کودک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 شاد کرد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خود اسباب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آخرت انسان را فراهم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گرام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اسلام 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مَنْ</w:t>
      </w:r>
      <w:r w:rsidRPr="00E243D8">
        <w:rPr>
          <w:rtl/>
          <w:lang w:bidi="fa-IR"/>
        </w:rPr>
        <w:t xml:space="preserve"> قَبَّلَ وَلَدَهُ کَتَبَ اللهُ لَهُ حَسَنَهً وَ مَنْ فَرَّحَهُ فَرَّحَهُ اللهُ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وْمَ</w:t>
      </w:r>
      <w:r w:rsidRPr="00E243D8">
        <w:rPr>
          <w:rtl/>
          <w:lang w:bidi="fa-IR"/>
        </w:rPr>
        <w:t xml:space="preserve"> الْقِ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امَهِ؛</w:t>
      </w:r>
      <w:r w:rsidRPr="00CB3D3D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فرزندش را ببوسد، خداوند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او حسنه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سد</w:t>
      </w:r>
      <w:r w:rsidRPr="00E243D8">
        <w:rPr>
          <w:rtl/>
          <w:lang w:bidi="fa-IR"/>
        </w:rPr>
        <w:t xml:space="preserve"> و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فرزندش را شادمان کند، خداوند او را در روز 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امت</w:t>
      </w:r>
      <w:r w:rsidRPr="00E243D8">
        <w:rPr>
          <w:rtl/>
          <w:lang w:bidi="fa-IR"/>
        </w:rPr>
        <w:t xml:space="preserve"> شادمان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CB3D3D">
      <w:pPr>
        <w:pStyle w:val="Heading2"/>
        <w:rPr>
          <w:rtl/>
          <w:lang w:bidi="fa-IR"/>
        </w:rPr>
      </w:pPr>
      <w:bookmarkStart w:id="79" w:name="_Toc67344762"/>
      <w:r w:rsidRPr="00E243D8">
        <w:rPr>
          <w:rFonts w:hint="eastAsia"/>
          <w:rtl/>
          <w:lang w:bidi="fa-IR"/>
        </w:rPr>
        <w:t>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سرور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جاو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دان</w:t>
      </w:r>
      <w:bookmarkEnd w:id="79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ابراز</w:t>
      </w:r>
      <w:r w:rsidRPr="00E243D8">
        <w:rPr>
          <w:rtl/>
          <w:lang w:bidi="fa-IR"/>
        </w:rPr>
        <w:t xml:space="preserve"> مهر و محبت به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و به 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ژه</w:t>
      </w:r>
      <w:r w:rsidRPr="00E243D8">
        <w:rPr>
          <w:rtl/>
          <w:lang w:bidi="fa-IR"/>
        </w:rPr>
        <w:t xml:space="preserve"> کودکان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که پدر و مادر خود را از دست داده اند و از مهر و عطوفت آنان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</w:t>
      </w:r>
      <w:r w:rsidRPr="00E243D8">
        <w:rPr>
          <w:rtl/>
          <w:lang w:bidi="fa-IR"/>
        </w:rPr>
        <w:t xml:space="preserve"> اند و تفقد و دلجو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از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کسان و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ازمندان</w:t>
      </w:r>
      <w:r w:rsidRPr="00E243D8">
        <w:rPr>
          <w:rtl/>
          <w:lang w:bidi="fa-IR"/>
        </w:rPr>
        <w:t xml:space="preserve"> که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آنان را فراهم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کند، بازتاب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مسرّت بخش در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 آخرت دارد. انسان را در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وجدا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آسوده و</w:t>
      </w:r>
    </w:p>
    <w:p w:rsidR="00E243D8" w:rsidRPr="00E243D8" w:rsidRDefault="00CB3D3D" w:rsidP="00CB3D3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</w:t>
      </w:r>
    </w:p>
    <w:p w:rsidR="00E243D8" w:rsidRPr="00E243D8" w:rsidRDefault="00E243D8" w:rsidP="00CB3D3D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گل ها، ص 205.</w:t>
      </w:r>
    </w:p>
    <w:p w:rsidR="00E243D8" w:rsidRPr="00E243D8" w:rsidRDefault="00E243D8" w:rsidP="00CB3D3D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6، ص 49، ح 1؛ بحارالانوار، ج 101، ص 99، ح 71.</w:t>
      </w:r>
    </w:p>
    <w:p w:rsidR="00E243D8" w:rsidRPr="00E243D8" w:rsidRDefault="00CB3D3D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خاطر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آرام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رساند و در آخرت موجب خشنود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و سرور و شادمان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او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گردد.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گرام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اسلام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 xml:space="preserve">فرمودند: خداوند در شب معراج بهشت و جهنم را به من نشان داد. بر در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درها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بهشت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نوشته شده بود: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لِکُلِّ</w:t>
      </w:r>
      <w:r w:rsidRPr="00E243D8">
        <w:rPr>
          <w:rtl/>
          <w:lang w:bidi="fa-IR"/>
        </w:rPr>
        <w:t xml:space="preserve"> شَ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ءٍ</w:t>
      </w:r>
      <w:r w:rsidRPr="00E243D8">
        <w:rPr>
          <w:rtl/>
          <w:lang w:bidi="fa-IR"/>
        </w:rPr>
        <w:t xml:space="preserve"> 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لَهٌ</w:t>
      </w:r>
      <w:r w:rsidRPr="00E243D8">
        <w:rPr>
          <w:rtl/>
          <w:lang w:bidi="fa-IR"/>
        </w:rPr>
        <w:t xml:space="preserve"> وَ 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لَهُ</w:t>
      </w:r>
      <w:r w:rsidRPr="00E243D8">
        <w:rPr>
          <w:rtl/>
          <w:lang w:bidi="fa-IR"/>
        </w:rPr>
        <w:t xml:space="preserve"> السُّرُورِ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الآخِرَهِ اَرْبَعُ خِصالٍ مَسْحُ رُؤُسِ الْ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تام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 التَّعَطُّفُ عَلَ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الْاَرامِلِ وَ السَّعْ</w:t>
      </w:r>
      <w:r w:rsidRPr="00E243D8">
        <w:rPr>
          <w:rFonts w:hint="cs"/>
          <w:rtl/>
          <w:lang w:bidi="fa-IR"/>
        </w:rPr>
        <w:t>یُ</w:t>
      </w:r>
      <w:r w:rsidRPr="00E243D8">
        <w:rPr>
          <w:rtl/>
          <w:lang w:bidi="fa-IR"/>
        </w:rPr>
        <w:t xml:space="preserve">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حَوائِجِ الْم_ُؤْمِن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 xml:space="preserve"> وَ التَّفَقُّدُ لِلْفُقَراءِ وَ الْم_َساک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نَ؛</w:t>
      </w:r>
      <w:r w:rsidRPr="004A510C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هر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تدب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آخرت چهار خصلت و 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ژگ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لازم است؛ دست محبت بر سر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کش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دن،</w:t>
      </w:r>
      <w:r w:rsidRPr="00E243D8">
        <w:rPr>
          <w:rtl/>
          <w:lang w:bidi="fa-IR"/>
        </w:rPr>
        <w:t xml:space="preserve"> 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عطوفت نسبت به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سرپرستان، تلاش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برآوردن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اهل ا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و تفقد و دلجو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از فقرا و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ازمندان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اِنَّ</w:t>
      </w:r>
      <w:r w:rsidRPr="00E243D8">
        <w:rPr>
          <w:rtl/>
          <w:lang w:bidi="fa-IR"/>
        </w:rPr>
        <w:t xml:space="preserve">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الجَنَّهَ داراً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قالُ</w:t>
      </w:r>
      <w:r w:rsidRPr="00E243D8">
        <w:rPr>
          <w:rtl/>
          <w:lang w:bidi="fa-IR"/>
        </w:rPr>
        <w:t xml:space="preserve"> لَها دارُ الْفَرَح ِلا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دْخُلُها</w:t>
      </w:r>
      <w:r w:rsidRPr="00E243D8">
        <w:rPr>
          <w:rtl/>
          <w:lang w:bidi="fa-IR"/>
        </w:rPr>
        <w:t xml:space="preserve"> اِلّا مَنْ فَرَّحَ الصِّب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انَ؛</w:t>
      </w:r>
      <w:r w:rsidRPr="004A510C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در بهشت خانه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به آن خان</w:t>
      </w:r>
      <w:r w:rsidRPr="00E243D8">
        <w:rPr>
          <w:rFonts w:hint="cs"/>
          <w:rtl/>
        </w:rPr>
        <w:t>ۀ</w:t>
      </w:r>
      <w:r w:rsidRPr="00E243D8">
        <w:rPr>
          <w:rtl/>
          <w:lang w:bidi="fa-IR"/>
        </w:rPr>
        <w:t xml:space="preserve">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گفته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شود، جز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کودکان را شاد کرده باشد، وارد آن خانه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4A510C" w:rsidP="004A510C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80" w:name="_Toc67344763"/>
      <w:r w:rsidR="00E243D8" w:rsidRPr="00E243D8">
        <w:rPr>
          <w:rFonts w:hint="eastAsia"/>
          <w:rtl/>
          <w:lang w:bidi="fa-IR"/>
        </w:rPr>
        <w:lastRenderedPageBreak/>
        <w:t>عوامل</w:t>
      </w:r>
      <w:r w:rsidR="00E243D8" w:rsidRPr="00E243D8">
        <w:rPr>
          <w:rtl/>
          <w:lang w:bidi="fa-IR"/>
        </w:rPr>
        <w:t xml:space="preserve"> نشاط</w:t>
      </w:r>
      <w:bookmarkEnd w:id="80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سالم و 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</w:t>
      </w:r>
      <w:r w:rsidRPr="00E243D8">
        <w:rPr>
          <w:rtl/>
          <w:lang w:bidi="fa-IR"/>
        </w:rPr>
        <w:t xml:space="preserve"> به تعال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روح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معنو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مودن</w:t>
      </w:r>
      <w:r w:rsidRPr="00E243D8">
        <w:rPr>
          <w:rtl/>
          <w:lang w:bidi="fa-IR"/>
        </w:rPr>
        <w:t xml:space="preserve"> گام</w:t>
      </w:r>
      <w:r w:rsidRPr="00E243D8">
        <w:rPr>
          <w:rFonts w:hint="cs"/>
          <w:rtl/>
          <w:lang w:bidi="fa-IR"/>
        </w:rPr>
        <w:t>های</w:t>
      </w:r>
      <w:r w:rsidRPr="00E243D8">
        <w:rPr>
          <w:rtl/>
          <w:lang w:bidi="fa-IR"/>
        </w:rPr>
        <w:t xml:space="preserve"> بلند موفق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ت،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ازمند</w:t>
      </w:r>
      <w:r w:rsidRPr="00E243D8">
        <w:rPr>
          <w:rtl/>
          <w:lang w:bidi="fa-IR"/>
        </w:rPr>
        <w:t xml:space="preserve"> روح و جسم بانشاط و خرسند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رو لازم است عوامل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موجب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 و انبساط خاطر انسان را فراهم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سازد، مورد بررس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قرار 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رد</w:t>
      </w:r>
      <w:r w:rsidRPr="00E243D8">
        <w:rPr>
          <w:rtl/>
          <w:lang w:bidi="fa-IR"/>
        </w:rPr>
        <w:t>.</w:t>
      </w:r>
    </w:p>
    <w:p w:rsidR="00E243D8" w:rsidRPr="00E243D8" w:rsidRDefault="004A510C" w:rsidP="004A510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E243D8" w:rsidRPr="00E243D8" w:rsidRDefault="00E243D8" w:rsidP="004A510C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الفضائل لابن شاذان، ص 153؛ بحارالانوار، ج 8، ص 144.</w:t>
      </w:r>
    </w:p>
    <w:p w:rsidR="00E243D8" w:rsidRPr="00E243D8" w:rsidRDefault="00E243D8" w:rsidP="004A510C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حکمت نام</w:t>
      </w:r>
      <w:r w:rsidRPr="00E243D8">
        <w:rPr>
          <w:rFonts w:hint="cs"/>
          <w:rtl/>
        </w:rPr>
        <w:t>ۀ</w:t>
      </w:r>
      <w:r w:rsidRPr="00E243D8">
        <w:rPr>
          <w:rtl/>
          <w:lang w:bidi="fa-IR"/>
        </w:rPr>
        <w:t xml:space="preserve"> کودک، ص 232، به نقل از کنزل العمال، ج 3، ص 170، ح 6009.</w:t>
      </w:r>
    </w:p>
    <w:p w:rsidR="00E243D8" w:rsidRPr="00E243D8" w:rsidRDefault="004A510C" w:rsidP="004A510C">
      <w:pPr>
        <w:pStyle w:val="libBold1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tl/>
          <w:lang w:bidi="fa-IR"/>
        </w:rPr>
        <w:lastRenderedPageBreak/>
        <w:t xml:space="preserve">1)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اد</w:t>
      </w:r>
      <w:r w:rsidR="00E243D8" w:rsidRPr="00E243D8">
        <w:rPr>
          <w:rtl/>
          <w:lang w:bidi="fa-IR"/>
        </w:rPr>
        <w:t xml:space="preserve"> و ارتباط با خداوند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نخست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 مهم 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عامل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نشاط و شاد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ستن،</w:t>
      </w:r>
      <w:r w:rsidRPr="00E243D8">
        <w:rPr>
          <w:rtl/>
          <w:lang w:bidi="fa-IR"/>
        </w:rPr>
        <w:t xml:space="preserve"> ارتباط با خدا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متعال و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اوست. ارتباط قلب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 منشأ قدرت و جمال و علم و کمال و همه خوب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ها، به انسان اطم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نان</w:t>
      </w:r>
      <w:r w:rsidRPr="00E243D8">
        <w:rPr>
          <w:rtl/>
          <w:lang w:bidi="fa-IR"/>
        </w:rPr>
        <w:t xml:space="preserve"> خاطر و آرامش روح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دهد. با داشتن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تک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گاه بزرگ، انسان از نگران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 و اضطراب ها رها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ابد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4A510C" w:rsidP="004A510C">
      <w:pPr>
        <w:pStyle w:val="libNormal"/>
        <w:rPr>
          <w:rtl/>
          <w:lang w:bidi="fa-IR"/>
        </w:rPr>
      </w:pPr>
      <w:r w:rsidRPr="004A510C">
        <w:rPr>
          <w:rStyle w:val="libAlaemChar"/>
          <w:rFonts w:hint="cs"/>
          <w:rtl/>
        </w:rPr>
        <w:t>(</w:t>
      </w:r>
      <w:r w:rsidR="00E243D8" w:rsidRPr="004A510C">
        <w:rPr>
          <w:rStyle w:val="libAieChar"/>
          <w:rFonts w:hint="eastAsia"/>
          <w:rtl/>
        </w:rPr>
        <w:t>اَلَّذ</w:t>
      </w:r>
      <w:r w:rsidR="00E243D8" w:rsidRPr="004A510C">
        <w:rPr>
          <w:rStyle w:val="libAieChar"/>
          <w:rFonts w:hint="cs"/>
          <w:rtl/>
        </w:rPr>
        <w:t>ی</w:t>
      </w:r>
      <w:r w:rsidR="00E243D8" w:rsidRPr="004A510C">
        <w:rPr>
          <w:rStyle w:val="libAieChar"/>
          <w:rFonts w:hint="eastAsia"/>
          <w:rtl/>
        </w:rPr>
        <w:t>نَ</w:t>
      </w:r>
      <w:r w:rsidR="00E243D8" w:rsidRPr="004A510C">
        <w:rPr>
          <w:rStyle w:val="libAieChar"/>
          <w:rtl/>
        </w:rPr>
        <w:t xml:space="preserve"> آمَنوا و تَطْمَئِنُّ قُلُوبُهُمْ بِذِکْرِ اللهِ اَلا بِذِکْرِ اللهِ تَطْمَئِنُّ الْقُلُوبَ</w:t>
      </w:r>
      <w:r w:rsidRPr="004A510C">
        <w:rPr>
          <w:rStyle w:val="libAlaemChar"/>
          <w:rFonts w:hint="cs"/>
          <w:rtl/>
        </w:rPr>
        <w:t>)</w:t>
      </w:r>
      <w:r w:rsidR="00E243D8" w:rsidRPr="004A510C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همان کسان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مان</w:t>
      </w:r>
      <w:r w:rsidR="00E243D8" w:rsidRPr="00E243D8">
        <w:rPr>
          <w:rtl/>
          <w:lang w:bidi="fa-IR"/>
        </w:rPr>
        <w:t xml:space="preserve"> آوردند و دل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شان</w:t>
      </w:r>
      <w:r w:rsidR="00E243D8" w:rsidRPr="00E243D8">
        <w:rPr>
          <w:rtl/>
          <w:lang w:bidi="fa-IR"/>
        </w:rPr>
        <w:t xml:space="preserve"> به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اد</w:t>
      </w:r>
      <w:r w:rsidR="00E243D8" w:rsidRPr="00E243D8">
        <w:rPr>
          <w:rtl/>
          <w:lang w:bidi="fa-IR"/>
        </w:rPr>
        <w:t xml:space="preserve"> خدا آرام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رد</w:t>
      </w:r>
      <w:r w:rsidR="00E243D8" w:rsidRPr="00E243D8">
        <w:rPr>
          <w:rtl/>
          <w:lang w:bidi="fa-IR"/>
        </w:rPr>
        <w:t xml:space="preserve">. آگاه باش که با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اد</w:t>
      </w:r>
      <w:r w:rsidR="00E243D8" w:rsidRPr="00E243D8">
        <w:rPr>
          <w:rtl/>
          <w:lang w:bidi="fa-IR"/>
        </w:rPr>
        <w:t xml:space="preserve"> خدا دل ها آرامش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ابد</w:t>
      </w:r>
      <w:r w:rsidR="00E243D8"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تمام</w:t>
      </w:r>
      <w:r w:rsidRPr="00E243D8">
        <w:rPr>
          <w:rtl/>
          <w:lang w:bidi="fa-IR"/>
        </w:rPr>
        <w:t xml:space="preserve"> آرامش ها و سرورها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 و نشاط ها، در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و توجه و ارتباط با خدا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متعال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نداشتن</w:t>
      </w:r>
      <w:r w:rsidRPr="00E243D8">
        <w:rPr>
          <w:rtl/>
          <w:lang w:bidi="fa-IR"/>
        </w:rPr>
        <w:t xml:space="preserve"> نگران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</w:t>
      </w:r>
      <w:r w:rsidRPr="00E243D8">
        <w:rPr>
          <w:rtl/>
          <w:lang w:bidi="fa-IR"/>
        </w:rPr>
        <w:t xml:space="preserve"> به اطم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نان</w:t>
      </w:r>
      <w:r w:rsidRPr="00E243D8">
        <w:rPr>
          <w:rtl/>
          <w:lang w:bidi="fa-IR"/>
        </w:rPr>
        <w:t xml:space="preserve"> قلب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اساس هر نوع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ست،</w:t>
      </w:r>
      <w:r w:rsidRPr="00E243D8">
        <w:rPr>
          <w:rtl/>
          <w:lang w:bidi="fa-IR"/>
        </w:rPr>
        <w:t xml:space="preserve"> جز با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و ارتباط تنگاتنگ با سرچشمه همه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داشتن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محکم، نگران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 و تشو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خاطر و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جان</w:t>
      </w:r>
      <w:r w:rsidRPr="00E243D8">
        <w:rPr>
          <w:rtl/>
          <w:lang w:bidi="fa-IR"/>
        </w:rPr>
        <w:t xml:space="preserve"> و ترس را از انسان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زدا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انسان را آسوده خاطر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سازد.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مَنْ اَسْلَمَ وَجْهَهُ للهِ وَ هُوَ مُحْسِنٌ فَلَهُ اَجْرُهُ عِنْدَ رَبِّهِ وَلا خَوْفٌ عَلَ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هِمْ</w:t>
      </w:r>
      <w:r w:rsidRPr="00E243D8">
        <w:rPr>
          <w:rtl/>
          <w:lang w:bidi="fa-IR"/>
        </w:rPr>
        <w:t xml:space="preserve"> وَلا هُمْ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حْزَنونَ؛</w:t>
      </w:r>
      <w:r w:rsidRPr="004A510C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آر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هر کس که خود را با تمام وجود، به خدا تسل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کند و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کوکار</w:t>
      </w:r>
      <w:r w:rsidRPr="00E243D8">
        <w:rPr>
          <w:rtl/>
          <w:lang w:bidi="fa-IR"/>
        </w:rPr>
        <w:t xml:space="preserve"> باشد، مزد 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پروردگار اوست و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 آنان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 xml:space="preserve"> و غمگ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نخواهن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شد.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lastRenderedPageBreak/>
        <w:t>اگر</w:t>
      </w:r>
      <w:r w:rsidRPr="00E243D8">
        <w:rPr>
          <w:rtl/>
          <w:lang w:bidi="fa-IR"/>
        </w:rPr>
        <w:t xml:space="preserve"> عشق به خدا در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انسان حاکم شود، بلاها و گرفتار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توانند او را به زانو در آورند. انس و ارتباط با خدا به انسان چنان</w:t>
      </w:r>
    </w:p>
    <w:p w:rsidR="00E243D8" w:rsidRPr="00E243D8" w:rsidRDefault="004A510C" w:rsidP="004A510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E243D8" w:rsidRPr="00E243D8" w:rsidRDefault="00E243D8" w:rsidP="004A510C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سوره رعد،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28.</w:t>
      </w:r>
    </w:p>
    <w:p w:rsidR="00E243D8" w:rsidRPr="00E243D8" w:rsidRDefault="00E243D8" w:rsidP="004A510C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سوره بقره،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12.</w:t>
      </w:r>
    </w:p>
    <w:p w:rsidR="00E243D8" w:rsidRPr="00E243D8" w:rsidRDefault="004A510C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اطم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نان</w:t>
      </w:r>
      <w:r w:rsidR="00E243D8" w:rsidRPr="00E243D8">
        <w:rPr>
          <w:rtl/>
          <w:lang w:bidi="fa-IR"/>
        </w:rPr>
        <w:t xml:space="preserve"> خاطر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بخشد که همه نگران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ها و ترس ها و دلهره ها را از او دور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سازد و بهجت و نشاط و فرح و ام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و آرامش را در دل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نشاند.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="00E243D8" w:rsidRPr="00E243D8">
        <w:rPr>
          <w:rtl/>
          <w:lang w:bidi="fa-IR"/>
        </w:rPr>
        <w:t xml:space="preserve">فرمودند: خداوند عزوجل به داوود </w:t>
      </w:r>
      <w:r w:rsidR="00B155C2" w:rsidRPr="00B155C2">
        <w:rPr>
          <w:rStyle w:val="libAlaemChar"/>
          <w:rtl/>
        </w:rPr>
        <w:t xml:space="preserve">عليه‌السلام </w:t>
      </w:r>
      <w:r w:rsidR="00E243D8" w:rsidRPr="00E243D8">
        <w:rPr>
          <w:rtl/>
          <w:lang w:bidi="fa-IR"/>
        </w:rPr>
        <w:t>چن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وح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فرمود: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داودُ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فَافْرَحْ وَبِذِکر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فَتَلَذَّذ وَ بِمُناجات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فَتَنَعَّمْ؛</w:t>
      </w:r>
      <w:r w:rsidRPr="004A510C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داوود، به من شادمان باش و با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من لذت ببر و با مناجات من بهره مند شود!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امام سجاد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در مناجاتش با خدا، از هر لذت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غ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ذکر او طلب بخشش م</w:t>
      </w:r>
      <w:r w:rsidRPr="00E243D8">
        <w:rPr>
          <w:rFonts w:hint="cs"/>
          <w:rtl/>
          <w:lang w:bidi="fa-IR"/>
        </w:rPr>
        <w:t>یکند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وَ</w:t>
      </w:r>
      <w:r w:rsidRPr="00E243D8">
        <w:rPr>
          <w:rtl/>
          <w:lang w:bidi="fa-IR"/>
        </w:rPr>
        <w:t xml:space="preserve"> اَسْتَغْفِرُکَ مِنْ کُلِّ لَذَّهٍ بِغَ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رِ</w:t>
      </w:r>
      <w:r w:rsidRPr="00E243D8">
        <w:rPr>
          <w:rtl/>
          <w:lang w:bidi="fa-IR"/>
        </w:rPr>
        <w:t xml:space="preserve"> ذِکْرِکَ </w:t>
      </w:r>
      <w:r w:rsidRPr="00E243D8">
        <w:rPr>
          <w:rFonts w:hint="cs"/>
          <w:rtl/>
          <w:lang w:bidi="fa-IR"/>
        </w:rPr>
        <w:t xml:space="preserve"> وَ مِنْ کُلِّ سُرورٍ بِغَیْ</w:t>
      </w:r>
      <w:r w:rsidRPr="00E243D8">
        <w:rPr>
          <w:rFonts w:hint="eastAsia"/>
          <w:rtl/>
          <w:lang w:bidi="fa-IR"/>
        </w:rPr>
        <w:t>رِ</w:t>
      </w:r>
      <w:r w:rsidRPr="00E243D8">
        <w:rPr>
          <w:rtl/>
          <w:lang w:bidi="fa-IR"/>
        </w:rPr>
        <w:t xml:space="preserve"> قُرْبِکَ؛</w:t>
      </w:r>
      <w:r w:rsidRPr="004A510C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خداوندا، از هر لذت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غ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تو </w:t>
      </w:r>
      <w:r w:rsidRPr="00E243D8">
        <w:rPr>
          <w:rFonts w:hint="cs"/>
          <w:rtl/>
          <w:lang w:bidi="fa-IR"/>
        </w:rPr>
        <w:t xml:space="preserve"> و از هر سرور و نشاطی</w:t>
      </w:r>
      <w:r w:rsidRPr="00E243D8">
        <w:rPr>
          <w:rtl/>
          <w:lang w:bidi="fa-IR"/>
        </w:rPr>
        <w:t xml:space="preserve"> جز مقام قرب تو استغفار م</w:t>
      </w:r>
      <w:r w:rsidRPr="00E243D8">
        <w:rPr>
          <w:rFonts w:hint="cs"/>
          <w:rtl/>
          <w:lang w:bidi="fa-IR"/>
        </w:rPr>
        <w:t>یکنم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4A510C" w:rsidP="004A510C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81" w:name="_Toc67344764"/>
      <w:r w:rsidR="00E243D8" w:rsidRPr="00E243D8">
        <w:rPr>
          <w:rFonts w:hint="eastAsia"/>
          <w:rtl/>
          <w:lang w:bidi="fa-IR"/>
        </w:rPr>
        <w:lastRenderedPageBreak/>
        <w:t>لشکر</w:t>
      </w:r>
      <w:r w:rsidR="00E243D8" w:rsidRPr="00E243D8">
        <w:rPr>
          <w:rtl/>
          <w:lang w:bidi="fa-IR"/>
        </w:rPr>
        <w:t xml:space="preserve"> خداوند</w:t>
      </w:r>
      <w:bookmarkEnd w:id="81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امام</w:t>
      </w:r>
      <w:r w:rsidRPr="00E243D8">
        <w:rPr>
          <w:rtl/>
          <w:lang w:bidi="fa-IR"/>
        </w:rPr>
        <w:t xml:space="preserve"> سجاد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در دعا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روز سه شنبه سه جمله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با</w:t>
      </w:r>
      <w:r w:rsidRPr="00E243D8">
        <w:rPr>
          <w:rtl/>
          <w:lang w:bidi="fa-IR"/>
        </w:rPr>
        <w:t xml:space="preserve"> دارند: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الّلهُمَّ</w:t>
      </w:r>
      <w:r w:rsidRPr="00E243D8">
        <w:rPr>
          <w:rtl/>
          <w:lang w:bidi="fa-IR"/>
        </w:rPr>
        <w:t xml:space="preserve"> اجْعَلْن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مِنْ جُنْدِکَ فَاِنَّ جُنْدَکَ هُمُ الْغالِبُونَ؛</w:t>
      </w:r>
      <w:r w:rsidRPr="004A510C">
        <w:rPr>
          <w:rStyle w:val="libFootnotenumChar"/>
          <w:rtl/>
        </w:rPr>
        <w:t>(3)</w:t>
      </w:r>
      <w:r w:rsidRPr="00E243D8">
        <w:rPr>
          <w:rtl/>
          <w:lang w:bidi="fa-IR"/>
        </w:rPr>
        <w:t xml:space="preserve"> خداوندا، مرا از سپاه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خودت قرار ده؛ که تنها سپاه تو غالب و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روزند</w:t>
      </w:r>
      <w:r w:rsidRPr="00E243D8">
        <w:rPr>
          <w:rtl/>
          <w:lang w:bidi="fa-IR"/>
        </w:rPr>
        <w:t>!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همه</w:t>
      </w:r>
      <w:r w:rsidRPr="00E243D8">
        <w:rPr>
          <w:rtl/>
          <w:lang w:bidi="fa-IR"/>
        </w:rPr>
        <w:t xml:space="preserve"> ذرات عالم لشکر خداست. باد و باران و ابر و کوه و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ابان،</w:t>
      </w:r>
      <w:r w:rsidRPr="00E243D8">
        <w:rPr>
          <w:rtl/>
          <w:lang w:bidi="fa-IR"/>
        </w:rPr>
        <w:t xml:space="preserve"> همه لشکر خدا هستند.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شن و ماسه در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ابان</w:t>
      </w:r>
      <w:r w:rsidRPr="00E243D8">
        <w:rPr>
          <w:rtl/>
          <w:lang w:bidi="fa-IR"/>
        </w:rPr>
        <w:t xml:space="preserve"> طبس نقشه ابر قدرت ها را با همه سلاح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شرفته</w:t>
      </w:r>
      <w:r w:rsidRPr="00E243D8">
        <w:rPr>
          <w:rtl/>
          <w:lang w:bidi="fa-IR"/>
        </w:rPr>
        <w:t xml:space="preserve"> خودشان نقش بر آب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طوفان نقشه حساب شده شان را در هم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کشورها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شرفته،</w:t>
      </w:r>
      <w:r w:rsidRPr="00E243D8">
        <w:rPr>
          <w:rtl/>
          <w:lang w:bidi="fa-IR"/>
        </w:rPr>
        <w:t xml:space="preserve"> با همه استحکامات خودشان، در برابر</w:t>
      </w:r>
    </w:p>
    <w:p w:rsidR="00E243D8" w:rsidRPr="00E243D8" w:rsidRDefault="004A510C" w:rsidP="004A510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E243D8" w:rsidRPr="00E243D8" w:rsidRDefault="00E243D8" w:rsidP="004A510C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روضه الواعظ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ج 2، ص 461؛ الجواهر السن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ص 188؛ بحارالانوار، ج 14، ص 34.</w:t>
      </w:r>
    </w:p>
    <w:p w:rsidR="00E243D8" w:rsidRPr="00E243D8" w:rsidRDefault="00E243D8" w:rsidP="004A510C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بحارالانوار، ج 91، ص 151؛ مفات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الجنان، ص 247، مناجات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ادکنندگان</w:t>
      </w:r>
      <w:r w:rsidRPr="00E243D8">
        <w:rPr>
          <w:rtl/>
          <w:lang w:bidi="fa-IR"/>
        </w:rPr>
        <w:t>.</w:t>
      </w:r>
    </w:p>
    <w:p w:rsidR="00E243D8" w:rsidRPr="00E243D8" w:rsidRDefault="00E243D8" w:rsidP="004A510C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3- 3. المصباح لکفعم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ص 118؛ مفات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الجنان، ص 73، دعا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روز سه شنبه.</w:t>
      </w:r>
    </w:p>
    <w:p w:rsidR="00E243D8" w:rsidRPr="00E243D8" w:rsidRDefault="004A510C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قدرت</w:t>
      </w:r>
      <w:r w:rsidR="00E243D8" w:rsidRPr="00E243D8">
        <w:rPr>
          <w:rtl/>
          <w:lang w:bidi="fa-IR"/>
        </w:rPr>
        <w:t xml:space="preserve"> اله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ه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چ</w:t>
      </w:r>
      <w:r w:rsidR="00E243D8" w:rsidRPr="00E243D8">
        <w:rPr>
          <w:rtl/>
          <w:lang w:bidi="fa-IR"/>
        </w:rPr>
        <w:t xml:space="preserve"> اند. هر چه آنان درجه استحکام در برابر زلزله را بالا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برند، خداوند هم درجه 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شتر</w:t>
      </w:r>
      <w:r w:rsidR="00E243D8" w:rsidRPr="00E243D8">
        <w:rPr>
          <w:rtl/>
          <w:lang w:bidi="fa-IR"/>
        </w:rPr>
        <w:t xml:space="preserve"> را بالا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برد. ه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چ</w:t>
      </w:r>
      <w:r w:rsidR="00E243D8" w:rsidRPr="00E243D8">
        <w:rPr>
          <w:rtl/>
          <w:lang w:bidi="fa-IR"/>
        </w:rPr>
        <w:t xml:space="preserve">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ک</w:t>
      </w:r>
      <w:r w:rsidR="00E243D8" w:rsidRPr="00E243D8">
        <w:rPr>
          <w:rtl/>
          <w:lang w:bidi="fa-IR"/>
        </w:rPr>
        <w:t xml:space="preserve"> از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شرفت</w:t>
      </w:r>
      <w:r w:rsidR="00E243D8" w:rsidRPr="00E243D8">
        <w:rPr>
          <w:rtl/>
          <w:lang w:bidi="fa-IR"/>
        </w:rPr>
        <w:t xml:space="preserve"> ها نم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تواند جلو قضا و قدر اله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را بگ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رد</w:t>
      </w:r>
      <w:r w:rsidR="00E243D8" w:rsidRPr="00E243D8">
        <w:rPr>
          <w:rtl/>
          <w:lang w:bidi="fa-IR"/>
        </w:rPr>
        <w:t>. نم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توانند جلو باد و طوفان و زلزله را بگ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رند</w:t>
      </w:r>
      <w:r w:rsidR="00E243D8"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وانات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از زلزله، از وقوع آن باخبر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شوند،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انسان با همه دانش و ادعا، هنوز نتوانسته است وقوع آن را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 هنوز به اندازه درک و فهم 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وانات</w:t>
      </w:r>
      <w:r w:rsidRPr="00E243D8">
        <w:rPr>
          <w:rtl/>
          <w:lang w:bidi="fa-IR"/>
        </w:rPr>
        <w:t xml:space="preserve">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تواند وقوع زلزله را بفهمد. گاوها قبل از وقوع زلزله به تلاطم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افتند. همه را بر هم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زند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ادعا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قدرت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غرب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الاتِ</w:t>
      </w:r>
      <w:r w:rsidRPr="00E243D8">
        <w:rPr>
          <w:rtl/>
          <w:lang w:bidi="fa-IR"/>
        </w:rPr>
        <w:t xml:space="preserve"> پوشال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و طبلشان توخال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روس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همه را به هم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زد</w:t>
      </w:r>
      <w:r w:rsidRPr="00E243D8">
        <w:rPr>
          <w:rtl/>
          <w:lang w:bidi="fa-IR"/>
        </w:rPr>
        <w:t>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ها مال ضعف و ناتوان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بشر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4A510C" w:rsidP="004A510C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82" w:name="_Toc67344765"/>
      <w:r w:rsidR="00E243D8" w:rsidRPr="00E243D8">
        <w:rPr>
          <w:rFonts w:hint="eastAsia"/>
          <w:rtl/>
          <w:lang w:bidi="fa-IR"/>
        </w:rPr>
        <w:lastRenderedPageBreak/>
        <w:t>حزب</w:t>
      </w:r>
      <w:r w:rsidR="00E243D8" w:rsidRPr="00E243D8">
        <w:rPr>
          <w:rtl/>
          <w:lang w:bidi="fa-IR"/>
        </w:rPr>
        <w:t xml:space="preserve"> خداوند</w:t>
      </w:r>
      <w:bookmarkEnd w:id="82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جمله دوم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وَاجْعَلْن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مِنْ حِزْبِکَ فَاِنَّ حِزْبَکَ هُمُ المُفْلِحونَ؛ خداوندا، مرا از حزب خودت قرار ده، که تنها حزب تو رستگارند!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حضور</w:t>
      </w:r>
      <w:r w:rsidRPr="00E243D8">
        <w:rPr>
          <w:rtl/>
          <w:lang w:bidi="fa-IR"/>
        </w:rPr>
        <w:t xml:space="preserve"> و قرار گرفتن در لشکر خدا، کلاس اول تعال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 پس از آن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به کلاس بالاتر رفت و آن کلاس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انسان در حزب خدا جا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رد</w:t>
      </w:r>
      <w:r w:rsidRPr="00E243D8">
        <w:rPr>
          <w:rtl/>
          <w:lang w:bidi="fa-IR"/>
        </w:rPr>
        <w:t>. ملائکه و فرشتگان، همه در حزب خداوند هستند. اهل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و تقوا در حزب خداوند شرکت دارند. حزب الله کسان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هستند که دوست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 و محب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آنان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 باشد.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4A510C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لاتَجِدُ</w:t>
      </w:r>
      <w:r w:rsidRPr="00E243D8">
        <w:rPr>
          <w:rtl/>
          <w:lang w:bidi="fa-IR"/>
        </w:rPr>
        <w:t xml:space="preserve"> قَوْماً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ؤمِنونَ</w:t>
      </w:r>
      <w:r w:rsidRPr="00E243D8">
        <w:rPr>
          <w:rtl/>
          <w:lang w:bidi="fa-IR"/>
        </w:rPr>
        <w:t xml:space="preserve"> بِاللهِ وَ الْ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ومِ</w:t>
      </w:r>
      <w:r w:rsidRPr="00E243D8">
        <w:rPr>
          <w:rtl/>
          <w:lang w:bidi="fa-IR"/>
        </w:rPr>
        <w:t xml:space="preserve"> الآخِرِ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وادُّونَ</w:t>
      </w:r>
      <w:r w:rsidRPr="00E243D8">
        <w:rPr>
          <w:rtl/>
          <w:lang w:bidi="fa-IR"/>
        </w:rPr>
        <w:t xml:space="preserve"> مَنْ حادَّ اللهَ وَ رَسولَهُ وَلَوْ کانوا آباءَهُمْ اَوْ اَبْنائَهُمْ اَوْ اِخْوانَهُمْ اَوْ عَش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رَتَهُمْ</w:t>
      </w:r>
      <w:r w:rsidRPr="00E243D8">
        <w:rPr>
          <w:rtl/>
          <w:lang w:bidi="fa-IR"/>
        </w:rPr>
        <w:t xml:space="preserve"> اُولئِکَ کَتَبَ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قُلُوبِهِمُ</w:t>
      </w:r>
      <w:r w:rsidR="004A510C">
        <w:rPr>
          <w:rFonts w:hint="cs"/>
          <w:rtl/>
          <w:lang w:bidi="fa-IR"/>
        </w:rPr>
        <w:t xml:space="preserve"> </w:t>
      </w:r>
      <w:r w:rsidRPr="00E243D8">
        <w:rPr>
          <w:rFonts w:hint="eastAsia"/>
          <w:rtl/>
          <w:lang w:bidi="fa-IR"/>
        </w:rPr>
        <w:t>الا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مانَ</w:t>
      </w:r>
      <w:r w:rsidRPr="00E243D8">
        <w:rPr>
          <w:rtl/>
          <w:lang w:bidi="fa-IR"/>
        </w:rPr>
        <w:t xml:space="preserve"> وَ اَ</w:t>
      </w:r>
      <w:r w:rsidRPr="00E243D8">
        <w:rPr>
          <w:rFonts w:hint="cs"/>
          <w:rtl/>
          <w:lang w:bidi="fa-IR"/>
        </w:rPr>
        <w:t>یَّ</w:t>
      </w:r>
      <w:r w:rsidRPr="00E243D8">
        <w:rPr>
          <w:rFonts w:hint="eastAsia"/>
          <w:rtl/>
          <w:lang w:bidi="fa-IR"/>
        </w:rPr>
        <w:t>دَهُمْ</w:t>
      </w:r>
      <w:r w:rsidRPr="00E243D8">
        <w:rPr>
          <w:rtl/>
          <w:lang w:bidi="fa-IR"/>
        </w:rPr>
        <w:t xml:space="preserve"> بِروحٍ مِنْهُ وَ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دْخِلُهُمْ</w:t>
      </w:r>
      <w:r w:rsidRPr="00E243D8">
        <w:rPr>
          <w:rtl/>
          <w:lang w:bidi="fa-IR"/>
        </w:rPr>
        <w:t xml:space="preserve"> جَنّاتٍ تَجر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مِنْ تَحْتِهَا الاَنْهارَ خالِد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 xml:space="preserve">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ها</w:t>
      </w:r>
      <w:r w:rsidRPr="00E243D8">
        <w:rPr>
          <w:rtl/>
          <w:lang w:bidi="fa-IR"/>
        </w:rPr>
        <w:t xml:space="preserve"> رَضِ</w:t>
      </w:r>
      <w:r w:rsidRPr="00E243D8">
        <w:rPr>
          <w:rFonts w:hint="cs"/>
          <w:rtl/>
          <w:lang w:bidi="fa-IR"/>
        </w:rPr>
        <w:t>یَ</w:t>
      </w:r>
      <w:r w:rsidRPr="00E243D8">
        <w:rPr>
          <w:rtl/>
          <w:lang w:bidi="fa-IR"/>
        </w:rPr>
        <w:t xml:space="preserve"> اللهُ عَنْهُمْ وَ رَضُوا عَنْهُ اُولئکَ حِزْبُ اللهِ اَلا اِنَّ حِزْبَ اللهِ هُمُ المُفْلِحونَ؛</w:t>
      </w:r>
      <w:r w:rsidRPr="004A510C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قوم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به خدا و روز بازپس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داشته باشند و کسان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که با خدا و رسولش مخالفت کرده اند دوست بدارند، هر چند پدرانشان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پسرانشان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برادرانشان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عش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ره</w:t>
      </w:r>
      <w:r w:rsidRPr="00E243D8">
        <w:rPr>
          <w:rtl/>
          <w:lang w:bidi="fa-IR"/>
        </w:rPr>
        <w:t xml:space="preserve"> آنان باشند. در دل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هاست که خدا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را نوشته و آن ها را با روح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جانب خود تأ</w:t>
      </w:r>
      <w:r w:rsidRPr="00E243D8">
        <w:rPr>
          <w:rFonts w:hint="cs"/>
          <w:rtl/>
          <w:lang w:bidi="fa-IR"/>
        </w:rPr>
        <w:t>یی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کرده است. و آنان را به بهشت 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از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درخت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آن جو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روان است در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آورد؛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شه</w:t>
      </w:r>
      <w:r w:rsidRPr="00E243D8">
        <w:rPr>
          <w:rtl/>
          <w:lang w:bidi="fa-IR"/>
        </w:rPr>
        <w:t xml:space="preserve"> در آنجا ماندگارند؛ خدا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شان</w:t>
      </w:r>
      <w:r w:rsidRPr="00E243D8">
        <w:rPr>
          <w:rtl/>
          <w:lang w:bidi="fa-IR"/>
        </w:rPr>
        <w:t xml:space="preserve"> خشنود و آن ها از او خشنودند.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نان</w:t>
      </w:r>
      <w:r w:rsidRPr="00E243D8">
        <w:rPr>
          <w:rtl/>
          <w:lang w:bidi="fa-IR"/>
        </w:rPr>
        <w:t xml:space="preserve"> اند حزب خدا. آر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حزب خداست که رستگاران اند.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lastRenderedPageBreak/>
        <w:t>کسان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روابطشان بر اساس خداست، نه بر اساس ماد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ت،</w:t>
      </w:r>
      <w:r w:rsidRPr="00E243D8">
        <w:rPr>
          <w:rtl/>
          <w:lang w:bidi="fa-IR"/>
        </w:rPr>
        <w:t xml:space="preserve"> و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شان خدا محور است، داخل در حزب خدا و رستگارند.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F9611C">
      <w:pPr>
        <w:pStyle w:val="Heading2"/>
        <w:rPr>
          <w:rtl/>
          <w:lang w:bidi="fa-IR"/>
        </w:rPr>
      </w:pPr>
      <w:bookmarkStart w:id="83" w:name="_Toc67344766"/>
      <w:r w:rsidRPr="00E243D8">
        <w:rPr>
          <w:rFonts w:hint="eastAsia"/>
          <w:rtl/>
          <w:lang w:bidi="fa-IR"/>
        </w:rPr>
        <w:t>اول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خداوند</w:t>
      </w:r>
      <w:bookmarkEnd w:id="83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پس</w:t>
      </w:r>
      <w:r w:rsidRPr="00E243D8">
        <w:rPr>
          <w:rtl/>
          <w:lang w:bidi="fa-IR"/>
        </w:rPr>
        <w:t xml:space="preserve"> از آن امام سجاد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کلاس بالاتر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مطرح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وَاجْعَلْن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مِنْ اَول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ائکَ</w:t>
      </w:r>
      <w:r w:rsidRPr="00E243D8">
        <w:rPr>
          <w:rtl/>
          <w:lang w:bidi="fa-IR"/>
        </w:rPr>
        <w:t xml:space="preserve"> فَاِنَّ اَوْل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ائَکَ</w:t>
      </w:r>
      <w:r w:rsidRPr="00E243D8">
        <w:rPr>
          <w:rtl/>
          <w:lang w:bidi="fa-IR"/>
        </w:rPr>
        <w:t xml:space="preserve"> لاخَوْفٌ عَلَ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هم</w:t>
      </w:r>
      <w:r w:rsidRPr="00E243D8">
        <w:rPr>
          <w:rtl/>
          <w:lang w:bidi="fa-IR"/>
        </w:rPr>
        <w:t xml:space="preserve"> ولا هم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حْزَنونَ؛</w:t>
      </w:r>
      <w:r w:rsidRPr="00E243D8">
        <w:rPr>
          <w:rtl/>
          <w:lang w:bidi="fa-IR"/>
        </w:rPr>
        <w:t xml:space="preserve"> خداوندا، مرا از اول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 دوستان خودت قرار دهد که البته اول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ترس و حزن و اندوه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آنان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مرا</w:t>
      </w:r>
      <w:r w:rsidRPr="00E243D8">
        <w:rPr>
          <w:rtl/>
          <w:lang w:bidi="fa-IR"/>
        </w:rPr>
        <w:t xml:space="preserve"> از اول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خودت قرار بده،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دل من با خدا و امام زمان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گانه</w:t>
      </w:r>
      <w:r w:rsidRPr="00E243D8">
        <w:rPr>
          <w:rtl/>
          <w:lang w:bidi="fa-IR"/>
        </w:rPr>
        <w:t xml:space="preserve"> شود.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قطره به 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وصل شود. ما مثل قطره و کمتر از قطره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قطره بخار و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 قابل استفاده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>. در معرض نابود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 اما اگر وصل به 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شد، آرام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رد</w:t>
      </w:r>
      <w:r w:rsidRPr="00E243D8">
        <w:rPr>
          <w:rtl/>
          <w:lang w:bidi="fa-IR"/>
        </w:rPr>
        <w:t>. چون به 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متصل شده است،</w:t>
      </w:r>
      <w:r w:rsidRPr="00E243D8">
        <w:rPr>
          <w:rtl/>
          <w:lang w:bidi="fa-IR"/>
        </w:rPr>
        <w:cr/>
      </w:r>
    </w:p>
    <w:p w:rsidR="00E243D8" w:rsidRPr="00E243D8" w:rsidRDefault="00F9611C" w:rsidP="00F9611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E243D8" w:rsidRPr="00E243D8" w:rsidRDefault="00E243D8" w:rsidP="00F9611C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سوره مجادله،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22.</w:t>
      </w:r>
    </w:p>
    <w:p w:rsidR="00E243D8" w:rsidRPr="00E243D8" w:rsidRDefault="00F9611C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خواص</w:t>
      </w:r>
      <w:r w:rsidR="00E243D8" w:rsidRPr="00E243D8">
        <w:rPr>
          <w:rtl/>
          <w:lang w:bidi="fa-IR"/>
        </w:rPr>
        <w:t xml:space="preserve"> در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tl/>
          <w:lang w:bidi="fa-IR"/>
        </w:rPr>
        <w:t xml:space="preserve"> را به خود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رد</w:t>
      </w:r>
      <w:r w:rsidR="00E243D8"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انسان</w:t>
      </w:r>
      <w:r w:rsidRPr="00E243D8">
        <w:rPr>
          <w:rtl/>
          <w:lang w:bidi="fa-IR"/>
        </w:rPr>
        <w:t xml:space="preserve">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هست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مطلق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وند</w:t>
      </w:r>
      <w:r w:rsidRPr="00E243D8">
        <w:rPr>
          <w:rtl/>
          <w:lang w:bidi="fa-IR"/>
        </w:rPr>
        <w:t xml:space="preserve"> خورد، همه آثار و برکات او را دارد.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اگر جدا افتاد،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خاص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 و در موضع هلاکت و نابود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قرار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F9611C">
      <w:pPr>
        <w:pStyle w:val="Heading2"/>
        <w:rPr>
          <w:rtl/>
          <w:lang w:bidi="fa-IR"/>
        </w:rPr>
      </w:pPr>
      <w:bookmarkStart w:id="84" w:name="_Toc67344767"/>
      <w:r w:rsidRPr="00E243D8">
        <w:rPr>
          <w:rFonts w:hint="eastAsia"/>
          <w:rtl/>
          <w:lang w:bidi="fa-IR"/>
        </w:rPr>
        <w:t>اتصال</w:t>
      </w:r>
      <w:r w:rsidRPr="00E243D8">
        <w:rPr>
          <w:rtl/>
          <w:lang w:bidi="fa-IR"/>
        </w:rPr>
        <w:t xml:space="preserve"> به خدا</w:t>
      </w:r>
      <w:bookmarkEnd w:id="84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متصل به هست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مطلق اند؛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اتصال روح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قو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محکم.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جهت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غن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هستند و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گونه نگران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ترس در وجودشان راه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</w:t>
      </w:r>
      <w:r w:rsidRPr="00E243D8">
        <w:rPr>
          <w:rtl/>
          <w:lang w:bidi="fa-IR"/>
        </w:rPr>
        <w:t xml:space="preserve">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 اگر شما به خدا وصل شد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نه خوف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ماند و نه حزن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 اللهِ لَوْ لَق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تُهُمْ</w:t>
      </w:r>
      <w:r w:rsidRPr="00E243D8">
        <w:rPr>
          <w:rtl/>
          <w:lang w:bidi="fa-IR"/>
        </w:rPr>
        <w:t xml:space="preserve"> واحِداً وَ هُمْ طِلاعُ الأرضِ کُلُّها ما با لَ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تُ</w:t>
      </w:r>
      <w:r w:rsidRPr="00E243D8">
        <w:rPr>
          <w:rtl/>
          <w:lang w:bidi="fa-IR"/>
        </w:rPr>
        <w:t xml:space="preserve"> ولا اسْتَوْحَشْتُ؛</w:t>
      </w:r>
      <w:r w:rsidRPr="00F9611C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به خدا سوگند، اگر تنها با دشمنان رو به رو شوم، در حال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آنان تمام رو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را پر کرده باشند، نه باک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داشته و نه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هراسم.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دل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متصل به خداست،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محکم و استوار است. اگر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 خدا باشد، همه رو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هم دست به دست هم دهند و عل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او به پا خ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زند،</w:t>
      </w:r>
      <w:r w:rsidRPr="00E243D8">
        <w:rPr>
          <w:rtl/>
          <w:lang w:bidi="fa-IR"/>
        </w:rPr>
        <w:t xml:space="preserve"> ترس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ندارد. مهم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به خدا تک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تک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بر خلق و مردم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اعتبار است. تک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گاه محکم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>. سست و غ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قابل اعتماد ا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بزرگان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فرمود: اگر انسان به خر تک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کند، بهتر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به خلق تک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کند؛ چون خر را سوار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خلق الله سوارمان</w:t>
      </w:r>
    </w:p>
    <w:p w:rsidR="00E243D8" w:rsidRPr="00E243D8" w:rsidRDefault="00F9611C" w:rsidP="00F9611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_________________________</w:t>
      </w:r>
    </w:p>
    <w:p w:rsidR="00E243D8" w:rsidRPr="00E243D8" w:rsidRDefault="00E243D8" w:rsidP="00F9611C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نهج البلاغه، نامه 62؛ بحارالانوار، ج 33، ص 597.</w:t>
      </w:r>
    </w:p>
    <w:p w:rsidR="00E243D8" w:rsidRPr="00E243D8" w:rsidRDefault="00F9611C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شوند. الاغ تسل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</w:t>
      </w:r>
      <w:r w:rsidR="00E243D8" w:rsidRPr="00E243D8">
        <w:rPr>
          <w:rtl/>
          <w:lang w:bidi="fa-IR"/>
        </w:rPr>
        <w:t xml:space="preserve"> است و بار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برد، معص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tl/>
          <w:lang w:bidi="fa-IR"/>
        </w:rPr>
        <w:t xml:space="preserve"> نم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کند، سوء 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tl/>
          <w:lang w:bidi="fa-IR"/>
        </w:rPr>
        <w:t xml:space="preserve"> ندارد.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F9611C">
      <w:pPr>
        <w:pStyle w:val="Heading2"/>
        <w:rPr>
          <w:rtl/>
          <w:lang w:bidi="fa-IR"/>
        </w:rPr>
      </w:pPr>
      <w:bookmarkStart w:id="85" w:name="_Toc67344768"/>
      <w:r w:rsidRPr="00E243D8">
        <w:rPr>
          <w:rFonts w:hint="eastAsia"/>
          <w:rtl/>
          <w:lang w:bidi="fa-IR"/>
        </w:rPr>
        <w:t>بار</w:t>
      </w:r>
      <w:r w:rsidRPr="00E243D8">
        <w:rPr>
          <w:rtl/>
          <w:lang w:bidi="fa-IR"/>
        </w:rPr>
        <w:t xml:space="preserve"> مسئول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bookmarkEnd w:id="85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مرحوم</w:t>
      </w:r>
      <w:r w:rsidRPr="00E243D8">
        <w:rPr>
          <w:rtl/>
          <w:lang w:bidi="fa-IR"/>
        </w:rPr>
        <w:t xml:space="preserve">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خ</w:t>
      </w:r>
      <w:r w:rsidRPr="00E243D8">
        <w:rPr>
          <w:rtl/>
          <w:lang w:bidi="fa-IR"/>
        </w:rPr>
        <w:t xml:space="preserve"> جعفر شوشتر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سوار الاغ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شد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طرف و آن طرف منبر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رفت.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مرتبه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الاغ خود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اده</w:t>
      </w:r>
      <w:r w:rsidRPr="00E243D8">
        <w:rPr>
          <w:rtl/>
          <w:lang w:bidi="fa-IR"/>
        </w:rPr>
        <w:t xml:space="preserve"> شد و خواست به منبر برود، 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افتاد. گفتند: چرا 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؟</w:t>
      </w:r>
      <w:r w:rsidRPr="00E243D8">
        <w:rPr>
          <w:rtl/>
          <w:lang w:bidi="fa-IR"/>
        </w:rPr>
        <w:t xml:space="preserve"> گفت: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الاغ امروز با من خ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حرف زد. گفت: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خ</w:t>
      </w:r>
      <w:r w:rsidRPr="00E243D8">
        <w:rPr>
          <w:rtl/>
          <w:lang w:bidi="fa-IR"/>
        </w:rPr>
        <w:t xml:space="preserve"> جعفر! من بارم را به مقصد رساندم،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تو هم ب</w:t>
      </w:r>
      <w:r w:rsidRPr="00E243D8">
        <w:rPr>
          <w:rFonts w:hint="eastAsia"/>
          <w:rtl/>
          <w:lang w:bidi="fa-IR"/>
        </w:rPr>
        <w:t>ارت</w:t>
      </w:r>
      <w:r w:rsidRPr="00E243D8">
        <w:rPr>
          <w:rtl/>
          <w:lang w:bidi="fa-IR"/>
        </w:rPr>
        <w:t xml:space="preserve"> را به مقصد رسانده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؟</w:t>
      </w:r>
      <w:r w:rsidRPr="00E243D8">
        <w:rPr>
          <w:rtl/>
          <w:lang w:bidi="fa-IR"/>
        </w:rPr>
        <w:t>!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خ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حرف حک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مانه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بار من روضه خوان امام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است.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مجلس به آن مجلس. مخالفت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کنم، لگد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زنم. معص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کنم. اما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مسئول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خداوند به دوش شما اشرف مخلوقات گذارده است را به انجام رسانده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 همه موجودات بارشان را به مقص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رسانند،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ما هم بارمان را به مقصد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رسان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F9611C">
      <w:pPr>
        <w:pStyle w:val="Heading2"/>
        <w:rPr>
          <w:rtl/>
          <w:lang w:bidi="fa-IR"/>
        </w:rPr>
      </w:pPr>
      <w:bookmarkStart w:id="86" w:name="_Toc67344769"/>
      <w:r w:rsidRPr="00E243D8">
        <w:rPr>
          <w:rFonts w:hint="eastAsia"/>
          <w:rtl/>
          <w:lang w:bidi="fa-IR"/>
        </w:rPr>
        <w:t>غنچه</w:t>
      </w:r>
      <w:r w:rsidRPr="00E243D8">
        <w:rPr>
          <w:rtl/>
          <w:lang w:bidi="fa-IR"/>
        </w:rPr>
        <w:t xml:space="preserve"> دل</w:t>
      </w:r>
      <w:bookmarkEnd w:id="86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ول</w:t>
      </w:r>
      <w:r w:rsidRPr="00E243D8">
        <w:rPr>
          <w:rFonts w:hint="cs"/>
          <w:rtl/>
          <w:lang w:bidi="fa-IR"/>
        </w:rPr>
        <w:t>یّ</w:t>
      </w:r>
      <w:r w:rsidRPr="00E243D8">
        <w:rPr>
          <w:rtl/>
          <w:lang w:bidi="fa-IR"/>
        </w:rPr>
        <w:t xml:space="preserve"> خدا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با خدا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وند</w:t>
      </w:r>
      <w:r w:rsidRPr="00E243D8">
        <w:rPr>
          <w:rtl/>
          <w:lang w:bidi="fa-IR"/>
        </w:rPr>
        <w:t xml:space="preserve"> زده باشد.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جز اتصال به خدا و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مطلق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آورد.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ملا</w:t>
      </w:r>
      <w:r w:rsidRPr="00E243D8">
        <w:rPr>
          <w:rtl/>
          <w:lang w:bidi="fa-IR"/>
        </w:rPr>
        <w:t xml:space="preserve"> عبدالله در «مکات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ب»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: دل و روح و جان ما مثل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غنچه است. غنچه نه بو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دارد و نه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آن آشکار شده است و نه نرم و لط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است.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شکوفا و خندان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شود، بو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 منتشر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 و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جلوگر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و لطافتش خود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</w:t>
      </w:r>
    </w:p>
    <w:p w:rsidR="00E243D8" w:rsidRPr="00E243D8" w:rsidRDefault="00E243D8" w:rsidP="00F9611C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lastRenderedPageBreak/>
        <w:t>درون</w:t>
      </w:r>
      <w:r w:rsidRPr="00E243D8">
        <w:rPr>
          <w:rtl/>
          <w:lang w:bidi="fa-IR"/>
        </w:rPr>
        <w:t xml:space="preserve"> ما مثل غنچه است. اگر خدا و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نما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نده</w:t>
      </w:r>
      <w:r w:rsidRPr="00E243D8">
        <w:rPr>
          <w:rtl/>
          <w:lang w:bidi="fa-IR"/>
        </w:rPr>
        <w:t xml:space="preserve"> خدا و امامان را ملاقات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غنچه دل ما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شکفد.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وجه خدا را بب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ند،</w:t>
      </w:r>
      <w:r w:rsidRPr="00E243D8">
        <w:rPr>
          <w:rtl/>
          <w:lang w:bidi="fa-IR"/>
        </w:rPr>
        <w:t xml:space="preserve"> شکفته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 اگر</w:t>
      </w:r>
      <w:r w:rsidR="00F9611C">
        <w:rPr>
          <w:rFonts w:hint="cs"/>
          <w:rtl/>
          <w:lang w:bidi="fa-IR"/>
        </w:rPr>
        <w:t xml:space="preserve"> </w:t>
      </w:r>
      <w:r w:rsidRPr="00E243D8">
        <w:rPr>
          <w:rFonts w:hint="eastAsia"/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غم و غصه برود، گلا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ها و شکا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ها برود،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به منبع 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زال</w:t>
      </w:r>
      <w:r w:rsidRPr="00E243D8">
        <w:rPr>
          <w:rtl/>
          <w:lang w:bidi="fa-IR"/>
        </w:rPr>
        <w:t xml:space="preserve">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به 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کمال مطلق متصل شو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قطره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به 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وصل شود.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قطره</w:t>
      </w:r>
      <w:r w:rsidRPr="00E243D8">
        <w:rPr>
          <w:rtl/>
          <w:lang w:bidi="fa-IR"/>
        </w:rPr>
        <w:t xml:space="preserve"> ها همه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به همان سرچشمه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از آن جدا شده اند برگردند و گرنه در معرض نابود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قرار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رند</w:t>
      </w:r>
      <w:r w:rsidRPr="00E243D8">
        <w:rPr>
          <w:rtl/>
          <w:lang w:bidi="fa-IR"/>
        </w:rPr>
        <w:t>.</w:t>
      </w:r>
    </w:p>
    <w:tbl>
      <w:tblPr>
        <w:tblStyle w:val="TableGrid"/>
        <w:bidiVisual/>
        <w:tblW w:w="5244" w:type="pct"/>
        <w:tblInd w:w="-432" w:type="dxa"/>
        <w:tblLook w:val="01E0"/>
      </w:tblPr>
      <w:tblGrid>
        <w:gridCol w:w="4000"/>
        <w:gridCol w:w="269"/>
        <w:gridCol w:w="3688"/>
      </w:tblGrid>
      <w:tr w:rsidR="00F9611C" w:rsidTr="00581D6B">
        <w:trPr>
          <w:trHeight w:val="350"/>
        </w:trPr>
        <w:tc>
          <w:tcPr>
            <w:tcW w:w="4720" w:type="dxa"/>
            <w:shd w:val="clear" w:color="auto" w:fill="auto"/>
          </w:tcPr>
          <w:p w:rsidR="00F9611C" w:rsidRDefault="00F9611C" w:rsidP="00581D6B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t>ما</w:t>
            </w:r>
            <w:r w:rsidRPr="00E243D8">
              <w:rPr>
                <w:rtl/>
                <w:lang w:bidi="fa-IR"/>
              </w:rPr>
              <w:t xml:space="preserve"> سال ها مق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م</w:t>
            </w:r>
            <w:r w:rsidRPr="00E243D8">
              <w:rPr>
                <w:rtl/>
                <w:lang w:bidi="fa-IR"/>
              </w:rPr>
              <w:t xml:space="preserve"> درِ 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ار</w:t>
            </w:r>
            <w:r w:rsidRPr="00E243D8">
              <w:rPr>
                <w:rtl/>
                <w:lang w:bidi="fa-IR"/>
              </w:rPr>
              <w:t xml:space="preserve"> بوده ا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F9611C" w:rsidRDefault="00F9611C" w:rsidP="00581D6B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F9611C" w:rsidRDefault="00F9611C" w:rsidP="00581D6B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t>و</w:t>
            </w:r>
            <w:r w:rsidRPr="00E243D8">
              <w:rPr>
                <w:rtl/>
                <w:lang w:bidi="fa-IR"/>
              </w:rPr>
              <w:t xml:space="preserve"> اندر حر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م</w:t>
            </w:r>
            <w:r w:rsidRPr="00E243D8">
              <w:rPr>
                <w:rtl/>
                <w:lang w:bidi="fa-IR"/>
              </w:rPr>
              <w:t xml:space="preserve"> محرمِ اسرار بوده ا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شعاع تجل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حق بوده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از آنجا آمده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تا حق را نب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و درون ما و روح و جانمان جمال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مشاهده نکند، غنچه وجودمان شکوفا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 و تا شکوفا نشود، در غم و اندوه و قبض است. از حزن و اندوه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رون</w:t>
      </w:r>
      <w:r w:rsidRPr="00E243D8">
        <w:rPr>
          <w:rtl/>
          <w:lang w:bidi="fa-IR"/>
        </w:rPr>
        <w:t xml:space="preserve">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جز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جمال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بب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>.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جمال خدا ر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نما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نده</w:t>
      </w:r>
      <w:r w:rsidRPr="00E243D8">
        <w:rPr>
          <w:rtl/>
          <w:lang w:bidi="fa-IR"/>
        </w:rPr>
        <w:t xml:space="preserve"> خدا که وجه الله و آ</w:t>
      </w:r>
      <w:r w:rsidRPr="00E243D8">
        <w:rPr>
          <w:rFonts w:hint="cs"/>
          <w:rtl/>
          <w:lang w:bidi="fa-IR"/>
        </w:rPr>
        <w:t>یی</w:t>
      </w:r>
      <w:r w:rsidRPr="00E243D8">
        <w:rPr>
          <w:rFonts w:hint="eastAsia"/>
          <w:rtl/>
          <w:lang w:bidi="fa-IR"/>
        </w:rPr>
        <w:t>نه</w:t>
      </w:r>
      <w:r w:rsidRPr="00E243D8">
        <w:rPr>
          <w:rtl/>
          <w:lang w:bidi="fa-IR"/>
        </w:rPr>
        <w:t xml:space="preserve"> تمام نما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خداوند است را تماشا کرد، شکفته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 و همه غم و غصه ها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رود و نشاط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 وجه الله شده اند.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خودشان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رون</w:t>
      </w:r>
      <w:r w:rsidRPr="00E243D8">
        <w:rPr>
          <w:rtl/>
          <w:lang w:bidi="fa-IR"/>
        </w:rPr>
        <w:t xml:space="preserve"> آمده اند و فقط خدا را نشان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دهند.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هر کس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را بب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ند،</w:t>
      </w:r>
      <w:r w:rsidRPr="00E243D8">
        <w:rPr>
          <w:rtl/>
          <w:lang w:bidi="fa-IR"/>
        </w:rPr>
        <w:t xml:space="preserve"> وجه الله را مشاهده کرده است.</w:t>
      </w:r>
    </w:p>
    <w:p w:rsidR="00E243D8" w:rsidRDefault="00E243D8" w:rsidP="00E243D8">
      <w:pPr>
        <w:pStyle w:val="libNormal"/>
        <w:rPr>
          <w:rtl/>
          <w:lang w:bidi="fa-IR"/>
        </w:rPr>
      </w:pPr>
    </w:p>
    <w:tbl>
      <w:tblPr>
        <w:tblStyle w:val="TableGrid"/>
        <w:bidiVisual/>
        <w:tblW w:w="5244" w:type="pct"/>
        <w:tblInd w:w="-432" w:type="dxa"/>
        <w:tblLook w:val="01E0"/>
      </w:tblPr>
      <w:tblGrid>
        <w:gridCol w:w="4056"/>
        <w:gridCol w:w="267"/>
        <w:gridCol w:w="3634"/>
      </w:tblGrid>
      <w:tr w:rsidR="00F9611C" w:rsidTr="00F9611C">
        <w:trPr>
          <w:trHeight w:val="350"/>
        </w:trPr>
        <w:tc>
          <w:tcPr>
            <w:tcW w:w="4056" w:type="dxa"/>
            <w:shd w:val="clear" w:color="auto" w:fill="auto"/>
          </w:tcPr>
          <w:p w:rsidR="00F9611C" w:rsidRDefault="00F9611C" w:rsidP="00581D6B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t>دل</w:t>
            </w:r>
            <w:r w:rsidRPr="00E243D8">
              <w:rPr>
                <w:rtl/>
                <w:lang w:bidi="fa-IR"/>
              </w:rPr>
              <w:t xml:space="preserve"> اگر خداشناس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tl/>
                <w:lang w:bidi="fa-IR"/>
              </w:rPr>
              <w:t xml:space="preserve"> همه در رخ عل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tl/>
                <w:lang w:bidi="fa-IR"/>
              </w:rPr>
              <w:t xml:space="preserve"> ب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  <w:shd w:val="clear" w:color="auto" w:fill="auto"/>
          </w:tcPr>
          <w:p w:rsidR="00F9611C" w:rsidRDefault="00F9611C" w:rsidP="00581D6B">
            <w:pPr>
              <w:pStyle w:val="libPoem"/>
              <w:rPr>
                <w:rtl/>
              </w:rPr>
            </w:pPr>
          </w:p>
        </w:tc>
        <w:tc>
          <w:tcPr>
            <w:tcW w:w="3634" w:type="dxa"/>
            <w:shd w:val="clear" w:color="auto" w:fill="auto"/>
          </w:tcPr>
          <w:p w:rsidR="00F9611C" w:rsidRDefault="00F9611C" w:rsidP="00581D6B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t>به</w:t>
            </w:r>
            <w:r w:rsidRPr="00E243D8">
              <w:rPr>
                <w:rtl/>
                <w:lang w:bidi="fa-IR"/>
              </w:rPr>
              <w:t xml:space="preserve"> عل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tl/>
                <w:lang w:bidi="fa-IR"/>
              </w:rPr>
              <w:t xml:space="preserve"> شناختم من به خدا قسم خدا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F9611C" w:rsidP="00F9611C">
      <w:pPr>
        <w:pStyle w:val="libBold1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tl/>
          <w:lang w:bidi="fa-IR"/>
        </w:rPr>
        <w:lastRenderedPageBreak/>
        <w:t>2) دعا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مهم</w:t>
      </w:r>
      <w:r w:rsidRPr="00E243D8">
        <w:rPr>
          <w:rtl/>
          <w:lang w:bidi="fa-IR"/>
        </w:rPr>
        <w:t xml:space="preserve"> 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له</w:t>
      </w:r>
      <w:r w:rsidRPr="00E243D8">
        <w:rPr>
          <w:rtl/>
          <w:lang w:bidi="fa-IR"/>
        </w:rPr>
        <w:t xml:space="preserve"> شاد شدن و شاد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ستن،</w:t>
      </w:r>
      <w:r w:rsidRPr="00E243D8">
        <w:rPr>
          <w:rtl/>
          <w:lang w:bidi="fa-IR"/>
        </w:rPr>
        <w:t xml:space="preserve"> ارتباط با خدا و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 xml:space="preserve">است. و دعا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بهتر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اسباب ارتباط با خداست؛ دعا با دل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پاک و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خالص.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از</w:t>
      </w:r>
      <w:r w:rsidRPr="00E243D8">
        <w:rPr>
          <w:rtl/>
          <w:lang w:bidi="fa-IR"/>
        </w:rPr>
        <w:t xml:space="preserve"> دعاها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ارتباط با خدا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خوب است،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هم دعا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«مشلول» است. در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آمده است که جوان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پدرش را کتک زد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جرم</w:t>
      </w:r>
      <w:r w:rsidRPr="00E243D8">
        <w:rPr>
          <w:rtl/>
          <w:lang w:bidi="fa-IR"/>
        </w:rPr>
        <w:t xml:space="preserve">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بزرگ را مرتکب شد. بر اثر نفر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پدر فلج شد. جوان به محضر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متوسل شد. حضرت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دعا را به او آموختند و آن جوان با خواندن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دعا شفا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افت</w:t>
      </w:r>
      <w:r w:rsidRPr="00E243D8">
        <w:rPr>
          <w:rtl/>
          <w:lang w:bidi="fa-IR"/>
        </w:rPr>
        <w:t>. لذا به دعا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مشلول معروف شده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دعا خداوند را با نام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اسم اعظم خداوند 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دعاست.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فرازها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دعا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شَف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قُ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رَف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قُ</w:t>
      </w:r>
      <w:r w:rsidRPr="00E243D8">
        <w:rPr>
          <w:rtl/>
          <w:lang w:bidi="fa-IR"/>
        </w:rPr>
        <w:t xml:space="preserve"> فُکَّن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مِنْ حَلَقِ المَض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قِ</w:t>
      </w:r>
      <w:r w:rsidRPr="00E243D8">
        <w:rPr>
          <w:rtl/>
          <w:lang w:bidi="fa-IR"/>
        </w:rPr>
        <w:t xml:space="preserve"> وَ اصْرِفْ عَنّ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کُلَّ هَمٍّ وَ غَمٍّ وَ ض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قٍ؛</w:t>
      </w:r>
      <w:r w:rsidRPr="00BA0FA7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مهربان،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tl/>
          <w:lang w:bidi="fa-IR"/>
        </w:rPr>
        <w:t xml:space="preserve"> بندگان، مرا از زنج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سخت حوادث رها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ده و غم و اندوه و تنگدست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مرا تمام بر طرف کن.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اگر</w:t>
      </w:r>
      <w:r w:rsidRPr="00E243D8">
        <w:rPr>
          <w:rtl/>
          <w:lang w:bidi="fa-IR"/>
        </w:rPr>
        <w:t xml:space="preserve"> با خدا رف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tl/>
          <w:lang w:bidi="fa-IR"/>
        </w:rPr>
        <w:t xml:space="preserve"> شد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از همه تنگناها، از همه غم و غصه ها و ناراحت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رون</w:t>
      </w:r>
      <w:r w:rsidRPr="00E243D8">
        <w:rPr>
          <w:rtl/>
          <w:lang w:bidi="fa-IR"/>
        </w:rPr>
        <w:t xml:space="preserve"> آمده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دعا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BA0FA7" w:rsidP="00BA0FA7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87" w:name="_Toc67344770"/>
      <w:r w:rsidR="00E243D8" w:rsidRPr="00E243D8">
        <w:rPr>
          <w:rFonts w:hint="eastAsia"/>
          <w:rtl/>
          <w:lang w:bidi="fa-IR"/>
        </w:rPr>
        <w:lastRenderedPageBreak/>
        <w:t>از</w:t>
      </w:r>
      <w:r w:rsidR="00E243D8" w:rsidRPr="00E243D8">
        <w:rPr>
          <w:rtl/>
          <w:lang w:bidi="fa-IR"/>
        </w:rPr>
        <w:t xml:space="preserve"> گنج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عرش خداوند</w:t>
      </w:r>
      <w:bookmarkEnd w:id="87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از دعاها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ارتباط با خدا و شناخت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 خواند، دعا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«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مَنْ اَظْهَرَ الجَم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ل»</w:t>
      </w:r>
      <w:r w:rsidRPr="00E243D8">
        <w:rPr>
          <w:rtl/>
          <w:lang w:bidi="fa-IR"/>
        </w:rPr>
        <w:t xml:space="preserve"> است.</w:t>
      </w:r>
      <w:r w:rsidRPr="00855005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دعا خدا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را که انسان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خواهد با او رف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tl/>
          <w:lang w:bidi="fa-IR"/>
        </w:rPr>
        <w:t xml:space="preserve"> شود، به خوب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 شناخت. خدا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رحمت و لطف و کرمش بر بندگانش حد و اندازه ندارد.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خدا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«اَظْهَر الجَم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ل»</w:t>
      </w:r>
      <w:r w:rsidRPr="00E243D8">
        <w:rPr>
          <w:rtl/>
          <w:lang w:bidi="fa-IR"/>
        </w:rPr>
        <w:t xml:space="preserve"> و آشکار کننده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هاست. خدا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«سَتَرَ القَب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ح»</w:t>
      </w:r>
      <w:r w:rsidRPr="00E243D8">
        <w:rPr>
          <w:rtl/>
          <w:lang w:bidi="fa-IR"/>
        </w:rPr>
        <w:t xml:space="preserve"> و پوشاننده گناهان بندگان خو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خدا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به گناهان 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دهد و پرده در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 خدا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عفو و بخشش بزرگ است. خدا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به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از گناهان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گذرد و مغفرتش</w:t>
      </w:r>
    </w:p>
    <w:p w:rsidR="00E243D8" w:rsidRPr="00E243D8" w:rsidRDefault="00855005" w:rsidP="0085500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E243D8" w:rsidRPr="00E243D8" w:rsidRDefault="00E243D8" w:rsidP="00855005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البلد الام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ص 339؛ المصباح للکفعم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ص 262؛ مفات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الجنان، ص 156.</w:t>
      </w:r>
    </w:p>
    <w:p w:rsidR="00E243D8" w:rsidRPr="00E243D8" w:rsidRDefault="00E243D8" w:rsidP="00855005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التوح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للصدوق، ص 221؛ بحارالانوار، ج 92، ص 198.</w:t>
      </w:r>
    </w:p>
    <w:p w:rsidR="00E243D8" w:rsidRPr="00E243D8" w:rsidRDefault="00855005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گسترده</w:t>
      </w:r>
      <w:r w:rsidR="00E243D8" w:rsidRPr="00E243D8">
        <w:rPr>
          <w:rtl/>
          <w:lang w:bidi="fa-IR"/>
        </w:rPr>
        <w:t xml:space="preserve"> است. خدا</w:t>
      </w:r>
      <w:r w:rsidR="00E243D8" w:rsidRPr="00E243D8">
        <w:rPr>
          <w:rFonts w:hint="cs"/>
          <w:rtl/>
          <w:lang w:bidi="fa-IR"/>
        </w:rPr>
        <w:t>یی</w:t>
      </w:r>
      <w:r w:rsidR="00E243D8" w:rsidRPr="00E243D8">
        <w:rPr>
          <w:rtl/>
          <w:lang w:bidi="fa-IR"/>
        </w:rPr>
        <w:t xml:space="preserve"> که دست عطوفت و رحمتش به سو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بندگان گشاده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آمده است که جبرئ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دعا را از آسمان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به عنوان هد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آورد. و هنگام آوردن شاد و خندان بود. و آن را از گنج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عرش خداوند بر شمرده است.</w:t>
      </w:r>
      <w:r w:rsidRPr="00855005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متن دعا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مَنْ أَظْهَرَ الْ_جَمِ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لَ</w:t>
      </w:r>
      <w:r w:rsidRPr="00E243D8">
        <w:rPr>
          <w:rtl/>
          <w:lang w:bidi="fa-IR"/>
        </w:rPr>
        <w:t xml:space="preserve"> وَ سَتَرَ الْقَبِ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حَ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مَنْ لَمْ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ؤَاخِذْ</w:t>
      </w:r>
      <w:r w:rsidRPr="00E243D8">
        <w:rPr>
          <w:rtl/>
          <w:lang w:bidi="fa-IR"/>
        </w:rPr>
        <w:t xml:space="preserve"> بِالْ_جَرِ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رَهِ</w:t>
      </w:r>
      <w:r w:rsidRPr="00E243D8">
        <w:rPr>
          <w:rtl/>
          <w:lang w:bidi="fa-IR"/>
        </w:rPr>
        <w:t xml:space="preserve"> وَ لَمْ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هْتِکِ</w:t>
      </w:r>
      <w:r w:rsidRPr="00E243D8">
        <w:rPr>
          <w:rtl/>
          <w:lang w:bidi="fa-IR"/>
        </w:rPr>
        <w:t xml:space="preserve"> السِّتْرَ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عَظِ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مَ</w:t>
      </w:r>
      <w:r w:rsidRPr="00E243D8">
        <w:rPr>
          <w:rtl/>
          <w:lang w:bidi="fa-IR"/>
        </w:rPr>
        <w:t xml:space="preserve"> الْعَفْوِ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حَسَنَ التَّجَاوُزِ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وَاسِعَ الْ_مَغْفِرَهِ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بَاسِطَ الْ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دَ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نِ</w:t>
      </w:r>
      <w:r w:rsidRPr="00E243D8">
        <w:rPr>
          <w:rtl/>
          <w:lang w:bidi="fa-IR"/>
        </w:rPr>
        <w:t xml:space="preserve"> بِالرَّحْمَهِ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صَاحِبَ کُلِّ نَجْوَ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</w:t>
      </w:r>
      <w:r w:rsidRPr="00E243D8">
        <w:rPr>
          <w:rFonts w:hint="eastAsia"/>
          <w:rtl/>
          <w:lang w:bidi="fa-IR"/>
        </w:rPr>
        <w:t>َ</w:t>
      </w:r>
      <w:r w:rsidRPr="00E243D8">
        <w:rPr>
          <w:rtl/>
          <w:lang w:bidi="fa-IR"/>
        </w:rPr>
        <w:t xml:space="preserve"> مُنْتَهَ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کُلِّ شَکْوَ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کَرِ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مَ</w:t>
      </w:r>
      <w:r w:rsidRPr="00E243D8">
        <w:rPr>
          <w:rtl/>
          <w:lang w:bidi="fa-IR"/>
        </w:rPr>
        <w:t xml:space="preserve"> الصَّفْحِ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عَظِ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مَ</w:t>
      </w:r>
      <w:r w:rsidRPr="00E243D8">
        <w:rPr>
          <w:rtl/>
          <w:lang w:bidi="fa-IR"/>
        </w:rPr>
        <w:t xml:space="preserve"> الْمَنِّ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مُبْتَدِئاً بِالنِّعَمِ قَبْلَ اسْتِحْقَاقِهَا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رَبَّنَا وَ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سَ</w:t>
      </w:r>
      <w:r w:rsidRPr="00E243D8">
        <w:rPr>
          <w:rFonts w:hint="cs"/>
          <w:rtl/>
          <w:lang w:bidi="fa-IR"/>
        </w:rPr>
        <w:t>یِّ</w:t>
      </w:r>
      <w:r w:rsidRPr="00E243D8">
        <w:rPr>
          <w:rFonts w:hint="eastAsia"/>
          <w:rtl/>
          <w:lang w:bidi="fa-IR"/>
        </w:rPr>
        <w:t>دَنَا</w:t>
      </w:r>
      <w:r w:rsidRPr="00E243D8">
        <w:rPr>
          <w:rtl/>
          <w:lang w:bidi="fa-IR"/>
        </w:rPr>
        <w:t xml:space="preserve"> وَ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مَوْلَانَا وَ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غَا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هَ</w:t>
      </w:r>
      <w:r w:rsidRPr="00E243D8">
        <w:rPr>
          <w:rtl/>
          <w:lang w:bidi="fa-IR"/>
        </w:rPr>
        <w:t xml:space="preserve"> رَغْبَتِنَا أَسْأَلُکَ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اللهُ أَنْ لَا تُشَوِّهَ خَلْقِ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بِالنَّار؛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را آشکار و زشت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پنهان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ساز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!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به گناه مؤاخذه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پرد</w:t>
      </w:r>
      <w:r w:rsidRPr="00E243D8">
        <w:rPr>
          <w:rFonts w:hint="cs"/>
          <w:rtl/>
        </w:rPr>
        <w:t>ۀ</w:t>
      </w:r>
      <w:r w:rsidRPr="00E243D8">
        <w:rPr>
          <w:rtl/>
        </w:rPr>
        <w:t xml:space="preserve"> گنهکاران را نم</w:t>
      </w:r>
      <w:r w:rsidRPr="00E243D8">
        <w:rPr>
          <w:rFonts w:hint="cs"/>
          <w:rtl/>
        </w:rPr>
        <w:t>ی</w:t>
      </w:r>
      <w:r w:rsidRPr="00E243D8">
        <w:rPr>
          <w:rtl/>
        </w:rPr>
        <w:t xml:space="preserve"> در</w:t>
      </w:r>
      <w:r w:rsidRPr="00E243D8">
        <w:rPr>
          <w:rFonts w:hint="cs"/>
          <w:rtl/>
        </w:rPr>
        <w:t>ی</w:t>
      </w:r>
      <w:r w:rsidRPr="00E243D8">
        <w:rPr>
          <w:rtl/>
        </w:rPr>
        <w:t>! ا</w:t>
      </w:r>
      <w:r w:rsidRPr="00E243D8">
        <w:rPr>
          <w:rFonts w:hint="cs"/>
          <w:rtl/>
        </w:rPr>
        <w:t>ی</w:t>
      </w:r>
      <w:r w:rsidRPr="00E243D8">
        <w:rPr>
          <w:rtl/>
        </w:rPr>
        <w:t xml:space="preserve"> صاحب عفو بزرگ! ا</w:t>
      </w:r>
      <w:r w:rsidRPr="00E243D8">
        <w:rPr>
          <w:rFonts w:hint="cs"/>
          <w:rtl/>
        </w:rPr>
        <w:t>ی</w:t>
      </w:r>
      <w:r w:rsidRPr="00E243D8">
        <w:rPr>
          <w:rtl/>
        </w:rPr>
        <w:t xml:space="preserve"> خدا</w:t>
      </w:r>
      <w:r w:rsidRPr="00E243D8">
        <w:rPr>
          <w:rFonts w:hint="cs"/>
          <w:rtl/>
        </w:rPr>
        <w:t>یی</w:t>
      </w:r>
      <w:r w:rsidRPr="00E243D8">
        <w:rPr>
          <w:rtl/>
        </w:rPr>
        <w:t xml:space="preserve"> که از بدان به ن</w:t>
      </w:r>
      <w:r w:rsidRPr="00E243D8">
        <w:rPr>
          <w:rFonts w:hint="cs"/>
          <w:rtl/>
        </w:rPr>
        <w:t>ی</w:t>
      </w:r>
      <w:r w:rsidRPr="00E243D8">
        <w:rPr>
          <w:rFonts w:hint="eastAsia"/>
          <w:rtl/>
        </w:rPr>
        <w:t>کو</w:t>
      </w:r>
      <w:r w:rsidRPr="00E243D8">
        <w:rPr>
          <w:rFonts w:hint="cs"/>
          <w:rtl/>
        </w:rPr>
        <w:t>یی</w:t>
      </w:r>
      <w:r w:rsidRPr="00E243D8">
        <w:rPr>
          <w:rtl/>
        </w:rPr>
        <w:t xml:space="preserve"> در م</w:t>
      </w:r>
      <w:r w:rsidRPr="00E243D8">
        <w:rPr>
          <w:rFonts w:hint="cs"/>
          <w:rtl/>
        </w:rPr>
        <w:t>ی</w:t>
      </w:r>
      <w:r w:rsidRPr="00E243D8">
        <w:rPr>
          <w:rtl/>
        </w:rPr>
        <w:t xml:space="preserve"> گذر</w:t>
      </w:r>
      <w:r w:rsidRPr="00E243D8">
        <w:rPr>
          <w:rFonts w:hint="cs"/>
          <w:rtl/>
        </w:rPr>
        <w:t>ی</w:t>
      </w:r>
      <w:r w:rsidRPr="00E243D8">
        <w:rPr>
          <w:rtl/>
        </w:rPr>
        <w:t>! ا</w:t>
      </w:r>
      <w:r w:rsidRPr="00E243D8">
        <w:rPr>
          <w:rFonts w:hint="cs"/>
          <w:rtl/>
        </w:rPr>
        <w:t>ی</w:t>
      </w:r>
      <w:r w:rsidRPr="00E243D8">
        <w:rPr>
          <w:rtl/>
        </w:rPr>
        <w:t xml:space="preserve"> کس</w:t>
      </w:r>
      <w:r w:rsidRPr="00E243D8">
        <w:rPr>
          <w:rFonts w:hint="cs"/>
          <w:rtl/>
        </w:rPr>
        <w:t>ی</w:t>
      </w:r>
      <w:r w:rsidRPr="00E243D8">
        <w:rPr>
          <w:rtl/>
        </w:rPr>
        <w:t xml:space="preserve"> که مغفرت و آمرزشت بس</w:t>
      </w:r>
      <w:r w:rsidRPr="00E243D8">
        <w:rPr>
          <w:rFonts w:hint="cs"/>
          <w:rtl/>
        </w:rPr>
        <w:t>ی</w:t>
      </w:r>
      <w:r w:rsidRPr="00E243D8">
        <w:rPr>
          <w:rFonts w:hint="eastAsia"/>
          <w:rtl/>
        </w:rPr>
        <w:t>ار</w:t>
      </w:r>
      <w:r w:rsidRPr="00E243D8">
        <w:rPr>
          <w:rtl/>
        </w:rPr>
        <w:t xml:space="preserve"> و گسترده است! ا</w:t>
      </w:r>
      <w:r w:rsidRPr="00E243D8">
        <w:rPr>
          <w:rFonts w:hint="cs"/>
          <w:rtl/>
        </w:rPr>
        <w:t>ی</w:t>
      </w:r>
      <w:r w:rsidRPr="00E243D8">
        <w:rPr>
          <w:rtl/>
        </w:rPr>
        <w:t xml:space="preserve"> خدا</w:t>
      </w:r>
      <w:r w:rsidRPr="00E243D8">
        <w:rPr>
          <w:rFonts w:hint="cs"/>
          <w:rtl/>
        </w:rPr>
        <w:t>یی</w:t>
      </w:r>
      <w:r w:rsidRPr="00E243D8">
        <w:rPr>
          <w:rtl/>
        </w:rPr>
        <w:t xml:space="preserve"> که دست ها</w:t>
      </w:r>
      <w:r w:rsidRPr="00E243D8">
        <w:rPr>
          <w:rFonts w:hint="cs"/>
          <w:rtl/>
        </w:rPr>
        <w:t>ی</w:t>
      </w:r>
      <w:r w:rsidRPr="00E243D8">
        <w:rPr>
          <w:rFonts w:hint="eastAsia"/>
          <w:rtl/>
        </w:rPr>
        <w:t>ت</w:t>
      </w:r>
      <w:r w:rsidRPr="00E243D8">
        <w:rPr>
          <w:rtl/>
        </w:rPr>
        <w:t xml:space="preserve"> به لطف و رحمت گ</w:t>
      </w:r>
      <w:r w:rsidRPr="00E243D8">
        <w:rPr>
          <w:rFonts w:hint="eastAsia"/>
          <w:rtl/>
        </w:rPr>
        <w:t>شوده</w:t>
      </w:r>
      <w:r w:rsidRPr="00E243D8">
        <w:rPr>
          <w:rtl/>
        </w:rPr>
        <w:t xml:space="preserve"> است! ا</w:t>
      </w:r>
      <w:r w:rsidRPr="00E243D8">
        <w:rPr>
          <w:rFonts w:hint="cs"/>
          <w:rtl/>
        </w:rPr>
        <w:t>ی</w:t>
      </w:r>
      <w:r w:rsidRPr="00E243D8">
        <w:rPr>
          <w:rtl/>
        </w:rPr>
        <w:t xml:space="preserve"> آن که از هر راز نهان آگه</w:t>
      </w:r>
      <w:r w:rsidRPr="00E243D8">
        <w:rPr>
          <w:rFonts w:hint="cs"/>
          <w:rtl/>
        </w:rPr>
        <w:t>ی</w:t>
      </w:r>
      <w:r w:rsidRPr="00E243D8">
        <w:rPr>
          <w:rtl/>
        </w:rPr>
        <w:t>! و ا</w:t>
      </w:r>
      <w:r w:rsidRPr="00E243D8">
        <w:rPr>
          <w:rFonts w:hint="cs"/>
          <w:rtl/>
        </w:rPr>
        <w:t>ی</w:t>
      </w:r>
      <w:r w:rsidRPr="00E243D8">
        <w:rPr>
          <w:rtl/>
        </w:rPr>
        <w:t xml:space="preserve"> پناه و مرجع هم</w:t>
      </w:r>
      <w:r w:rsidRPr="00E243D8">
        <w:rPr>
          <w:rFonts w:hint="cs"/>
          <w:rtl/>
        </w:rPr>
        <w:t>ۀ</w:t>
      </w:r>
      <w:r w:rsidRPr="00E243D8">
        <w:rPr>
          <w:rtl/>
        </w:rPr>
        <w:t xml:space="preserve"> شکوه ها! ا</w:t>
      </w:r>
      <w:r w:rsidRPr="00E243D8">
        <w:rPr>
          <w:rFonts w:hint="cs"/>
          <w:rtl/>
        </w:rPr>
        <w:t>ی</w:t>
      </w:r>
      <w:r w:rsidRPr="00E243D8">
        <w:rPr>
          <w:rtl/>
        </w:rPr>
        <w:t xml:space="preserve"> کر</w:t>
      </w:r>
      <w:r w:rsidRPr="00E243D8">
        <w:rPr>
          <w:rFonts w:hint="cs"/>
          <w:rtl/>
        </w:rPr>
        <w:t>ی</w:t>
      </w:r>
      <w:r w:rsidRPr="00E243D8">
        <w:rPr>
          <w:rFonts w:hint="eastAsia"/>
          <w:rtl/>
        </w:rPr>
        <w:t>م</w:t>
      </w:r>
      <w:r w:rsidRPr="00E243D8">
        <w:rPr>
          <w:rFonts w:hint="cs"/>
          <w:rtl/>
        </w:rPr>
        <w:t>ی</w:t>
      </w:r>
      <w:r w:rsidRPr="00E243D8">
        <w:rPr>
          <w:rtl/>
        </w:rPr>
        <w:t xml:space="preserve"> که از رو</w:t>
      </w:r>
      <w:r w:rsidRPr="00E243D8">
        <w:rPr>
          <w:rFonts w:hint="cs"/>
          <w:rtl/>
        </w:rPr>
        <w:t>ی</w:t>
      </w:r>
      <w:r w:rsidRPr="00E243D8">
        <w:rPr>
          <w:rtl/>
        </w:rPr>
        <w:t xml:space="preserve"> مهر از گناه در م</w:t>
      </w:r>
      <w:r w:rsidRPr="00E243D8">
        <w:rPr>
          <w:rFonts w:hint="cs"/>
          <w:rtl/>
        </w:rPr>
        <w:t>ی</w:t>
      </w:r>
      <w:r w:rsidRPr="00E243D8">
        <w:rPr>
          <w:rtl/>
        </w:rPr>
        <w:t xml:space="preserve"> گذر</w:t>
      </w:r>
      <w:r w:rsidRPr="00E243D8">
        <w:rPr>
          <w:rFonts w:hint="cs"/>
          <w:rtl/>
        </w:rPr>
        <w:t>ی</w:t>
      </w:r>
      <w:r w:rsidRPr="00E243D8">
        <w:rPr>
          <w:rtl/>
        </w:rPr>
        <w:t>! ا</w:t>
      </w:r>
      <w:r w:rsidRPr="00E243D8">
        <w:rPr>
          <w:rFonts w:hint="cs"/>
          <w:rtl/>
        </w:rPr>
        <w:t>ی</w:t>
      </w:r>
      <w:r w:rsidRPr="00E243D8">
        <w:rPr>
          <w:rtl/>
        </w:rPr>
        <w:t xml:space="preserve"> کس</w:t>
      </w:r>
      <w:r w:rsidRPr="00E243D8">
        <w:rPr>
          <w:rFonts w:hint="cs"/>
          <w:rtl/>
        </w:rPr>
        <w:t>ی</w:t>
      </w:r>
      <w:r w:rsidRPr="00E243D8">
        <w:rPr>
          <w:rtl/>
        </w:rPr>
        <w:t xml:space="preserve"> که منت</w:t>
      </w:r>
      <w:r w:rsidRPr="00E243D8">
        <w:rPr>
          <w:rFonts w:hint="cs"/>
          <w:rtl/>
        </w:rPr>
        <w:t>ی</w:t>
      </w:r>
      <w:r w:rsidRPr="00E243D8">
        <w:rPr>
          <w:rtl/>
        </w:rPr>
        <w:t xml:space="preserve"> بزرگ بر بندگانت دار</w:t>
      </w:r>
      <w:r w:rsidRPr="00E243D8">
        <w:rPr>
          <w:rFonts w:hint="cs"/>
          <w:rtl/>
        </w:rPr>
        <w:t>ی</w:t>
      </w:r>
      <w:r w:rsidRPr="00E243D8">
        <w:rPr>
          <w:rtl/>
        </w:rPr>
        <w:t>! ا</w:t>
      </w:r>
      <w:r w:rsidRPr="00E243D8">
        <w:rPr>
          <w:rFonts w:hint="cs"/>
          <w:rtl/>
        </w:rPr>
        <w:t>ی</w:t>
      </w:r>
      <w:r w:rsidRPr="00E243D8">
        <w:rPr>
          <w:rtl/>
        </w:rPr>
        <w:t xml:space="preserve"> خدا</w:t>
      </w:r>
      <w:r w:rsidRPr="00E243D8">
        <w:rPr>
          <w:rFonts w:hint="cs"/>
          <w:rtl/>
        </w:rPr>
        <w:t>یی</w:t>
      </w:r>
      <w:r w:rsidRPr="00E243D8">
        <w:rPr>
          <w:rtl/>
        </w:rPr>
        <w:t xml:space="preserve"> که بدون سابق</w:t>
      </w:r>
      <w:r w:rsidRPr="00E243D8">
        <w:rPr>
          <w:rFonts w:hint="cs"/>
          <w:rtl/>
        </w:rPr>
        <w:t>ۀ</w:t>
      </w:r>
      <w:r w:rsidRPr="00E243D8">
        <w:rPr>
          <w:rtl/>
          <w:lang w:bidi="fa-IR"/>
        </w:rPr>
        <w:t xml:space="preserve"> استحقاق نعمت ها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را ارزان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داشت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!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پروردگار و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ما،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آقا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ما،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منتها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eastAsia"/>
          <w:rtl/>
          <w:lang w:bidi="fa-IR"/>
        </w:rPr>
        <w:t>طلوب</w:t>
      </w:r>
      <w:r w:rsidRPr="00E243D8">
        <w:rPr>
          <w:rtl/>
          <w:lang w:bidi="fa-IR"/>
        </w:rPr>
        <w:t xml:space="preserve"> ما!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خدا، از تو درخواست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کنم که خِلقت مرا با آتش، زشت و قب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نگردان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!</w:t>
      </w:r>
    </w:p>
    <w:p w:rsidR="00E243D8" w:rsidRDefault="00E243D8" w:rsidP="00855005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اگر</w:t>
      </w:r>
      <w:r w:rsidRPr="00E243D8">
        <w:rPr>
          <w:rtl/>
          <w:lang w:bidi="fa-IR"/>
        </w:rPr>
        <w:t xml:space="preserve"> انسان با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خدا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رف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tl/>
          <w:lang w:bidi="fa-IR"/>
        </w:rPr>
        <w:t xml:space="preserve"> شود، نانش در روغن است. در ناز و</w:t>
      </w:r>
    </w:p>
    <w:p w:rsidR="00855005" w:rsidRPr="00E243D8" w:rsidRDefault="00855005" w:rsidP="0085500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855005" w:rsidRDefault="00E243D8" w:rsidP="00855005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بحارالانوار، ج 92، ص 198.</w:t>
      </w:r>
    </w:p>
    <w:p w:rsidR="00E243D8" w:rsidRPr="00E243D8" w:rsidRDefault="00855005" w:rsidP="0085500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نعمت</w:t>
      </w:r>
      <w:r w:rsidR="00E243D8" w:rsidRPr="00E243D8">
        <w:rPr>
          <w:rtl/>
          <w:lang w:bidi="fa-IR"/>
        </w:rPr>
        <w:t xml:space="preserve"> و لطف و رحمت خدا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خو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ش</w:t>
      </w:r>
      <w:r w:rsidR="00E243D8" w:rsidRPr="00E243D8">
        <w:rPr>
          <w:rtl/>
          <w:lang w:bidi="fa-IR"/>
        </w:rPr>
        <w:t xml:space="preserve"> غوطه ور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شود و سر تا پا نشاط و شادمان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855005">
      <w:pPr>
        <w:pStyle w:val="libBold1"/>
        <w:rPr>
          <w:rtl/>
          <w:lang w:bidi="fa-IR"/>
        </w:rPr>
      </w:pPr>
      <w:r w:rsidRPr="00E243D8">
        <w:rPr>
          <w:rtl/>
          <w:lang w:bidi="fa-IR"/>
        </w:rPr>
        <w:t>3) ولا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عل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هم</w:t>
      </w:r>
      <w:r w:rsidRPr="00E243D8">
        <w:rPr>
          <w:rtl/>
          <w:lang w:bidi="fa-IR"/>
        </w:rPr>
        <w:t xml:space="preserve"> السلام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هر</w:t>
      </w:r>
      <w:r w:rsidRPr="00E243D8">
        <w:rPr>
          <w:rtl/>
          <w:lang w:bidi="fa-IR"/>
        </w:rPr>
        <w:t xml:space="preserve"> ترفند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دار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به کار بزن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تا از اول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 شو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 اگر از اول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 شد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از غم و اندوه و نگران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ترس و اضطراب خبر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>. همه فرح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آسوده خاطر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 انسان به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نفس مطمئنه دست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</w:t>
      </w:r>
      <w:r w:rsidRPr="00E243D8">
        <w:rPr>
          <w:rtl/>
          <w:lang w:bidi="fa-IR"/>
        </w:rPr>
        <w:t xml:space="preserve"> خواهد کرد که بزرگ 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گرفتار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 و مصائب در او تأث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نخو</w:t>
      </w:r>
      <w:r w:rsidRPr="00E243D8">
        <w:rPr>
          <w:rFonts w:hint="eastAsia"/>
          <w:rtl/>
          <w:lang w:bidi="fa-IR"/>
        </w:rPr>
        <w:t>اهد</w:t>
      </w:r>
      <w:r w:rsidRPr="00E243D8">
        <w:rPr>
          <w:rtl/>
          <w:lang w:bidi="fa-IR"/>
        </w:rPr>
        <w:t xml:space="preserve"> گذاشت. کسان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تحت ولا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هستند، از اول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شمرده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شوند.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را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لاعَتْبَ</w:t>
      </w:r>
      <w:r w:rsidRPr="00E243D8">
        <w:rPr>
          <w:rtl/>
          <w:lang w:bidi="fa-IR"/>
        </w:rPr>
        <w:t xml:space="preserve">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مَنْ دانَ بِوَلا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هِ</w:t>
      </w:r>
      <w:r w:rsidRPr="00E243D8">
        <w:rPr>
          <w:rtl/>
          <w:lang w:bidi="fa-IR"/>
        </w:rPr>
        <w:t xml:space="preserve"> اِمامٍ عادِلٍ مِنَ اللهِ؛ بر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به ولا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امام عادلِ منصوب از جانب خدا اعتقاد داشته باشد، سرزنش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آن</w:t>
      </w:r>
      <w:r w:rsidRPr="00E243D8">
        <w:rPr>
          <w:rtl/>
          <w:lang w:bidi="fa-IR"/>
        </w:rPr>
        <w:t xml:space="preserve"> گاه به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قرآن استشهاد 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581D6B" w:rsidP="00581D6B">
      <w:pPr>
        <w:pStyle w:val="libNormal"/>
        <w:rPr>
          <w:rtl/>
          <w:lang w:bidi="fa-IR"/>
        </w:rPr>
      </w:pPr>
      <w:r w:rsidRPr="00581D6B">
        <w:rPr>
          <w:rStyle w:val="libAlaemChar"/>
          <w:rFonts w:hint="cs"/>
          <w:rtl/>
        </w:rPr>
        <w:t>(</w:t>
      </w:r>
      <w:r w:rsidR="00E243D8" w:rsidRPr="00581D6B">
        <w:rPr>
          <w:rStyle w:val="libAieChar"/>
          <w:rFonts w:hint="eastAsia"/>
          <w:rtl/>
        </w:rPr>
        <w:t>اللهُ</w:t>
      </w:r>
      <w:r w:rsidR="00E243D8" w:rsidRPr="00581D6B">
        <w:rPr>
          <w:rStyle w:val="libAieChar"/>
          <w:rtl/>
        </w:rPr>
        <w:t xml:space="preserve"> وَلِ</w:t>
      </w:r>
      <w:r w:rsidR="00E243D8" w:rsidRPr="00581D6B">
        <w:rPr>
          <w:rStyle w:val="libAieChar"/>
          <w:rFonts w:hint="cs"/>
          <w:rtl/>
        </w:rPr>
        <w:t>یُّ</w:t>
      </w:r>
      <w:r w:rsidR="00E243D8" w:rsidRPr="00581D6B">
        <w:rPr>
          <w:rStyle w:val="libAieChar"/>
          <w:rtl/>
        </w:rPr>
        <w:t xml:space="preserve"> الَّذ</w:t>
      </w:r>
      <w:r w:rsidR="00E243D8" w:rsidRPr="00581D6B">
        <w:rPr>
          <w:rStyle w:val="libAieChar"/>
          <w:rFonts w:hint="cs"/>
          <w:rtl/>
        </w:rPr>
        <w:t>ی</w:t>
      </w:r>
      <w:r w:rsidR="00E243D8" w:rsidRPr="00581D6B">
        <w:rPr>
          <w:rStyle w:val="libAieChar"/>
          <w:rFonts w:hint="eastAsia"/>
          <w:rtl/>
        </w:rPr>
        <w:t>نَ</w:t>
      </w:r>
      <w:r w:rsidR="00E243D8" w:rsidRPr="00581D6B">
        <w:rPr>
          <w:rStyle w:val="libAieChar"/>
          <w:rtl/>
        </w:rPr>
        <w:t xml:space="preserve"> آمَنوا </w:t>
      </w:r>
      <w:r w:rsidR="00E243D8" w:rsidRPr="00581D6B">
        <w:rPr>
          <w:rStyle w:val="libAieChar"/>
          <w:rFonts w:hint="cs"/>
          <w:rtl/>
        </w:rPr>
        <w:t>یُ</w:t>
      </w:r>
      <w:r w:rsidR="00E243D8" w:rsidRPr="00581D6B">
        <w:rPr>
          <w:rStyle w:val="libAieChar"/>
          <w:rFonts w:hint="eastAsia"/>
          <w:rtl/>
        </w:rPr>
        <w:t>خْرِجُهُمْ</w:t>
      </w:r>
      <w:r w:rsidR="00E243D8" w:rsidRPr="00581D6B">
        <w:rPr>
          <w:rStyle w:val="libAieChar"/>
          <w:rtl/>
        </w:rPr>
        <w:t xml:space="preserve"> مِنَ الظُّلُماتِ اِلَ</w:t>
      </w:r>
      <w:r w:rsidR="00E243D8" w:rsidRPr="00581D6B">
        <w:rPr>
          <w:rStyle w:val="libAieChar"/>
          <w:rFonts w:hint="cs"/>
          <w:rtl/>
        </w:rPr>
        <w:t>ی</w:t>
      </w:r>
      <w:r w:rsidR="00E243D8" w:rsidRPr="00581D6B">
        <w:rPr>
          <w:rStyle w:val="libAieChar"/>
          <w:rtl/>
        </w:rPr>
        <w:t xml:space="preserve"> النُّورِ</w:t>
      </w:r>
      <w:r w:rsidRPr="00581D6B">
        <w:rPr>
          <w:rStyle w:val="libAlaemChar"/>
          <w:rFonts w:hint="cs"/>
          <w:rtl/>
        </w:rPr>
        <w:t>)</w:t>
      </w:r>
      <w:r w:rsidR="00E243D8" w:rsidRPr="00581D6B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خداوند بر کسان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مان</w:t>
      </w:r>
      <w:r w:rsidR="00E243D8" w:rsidRPr="00E243D8">
        <w:rPr>
          <w:rtl/>
          <w:lang w:bidi="fa-IR"/>
        </w:rPr>
        <w:t xml:space="preserve"> آورده اند، ولا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tl/>
          <w:lang w:bidi="fa-IR"/>
        </w:rPr>
        <w:t xml:space="preserve"> دارد و آنان را از تار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ک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ها به سو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روشنا</w:t>
      </w:r>
      <w:r w:rsidR="00E243D8" w:rsidRPr="00E243D8">
        <w:rPr>
          <w:rFonts w:hint="cs"/>
          <w:rtl/>
          <w:lang w:bidi="fa-IR"/>
        </w:rPr>
        <w:t>یی</w:t>
      </w:r>
      <w:r w:rsidR="00E243D8" w:rsidRPr="00E243D8">
        <w:rPr>
          <w:rtl/>
          <w:lang w:bidi="fa-IR"/>
        </w:rPr>
        <w:t xml:space="preserve"> و نور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برد.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سپس</w:t>
      </w:r>
      <w:r w:rsidRPr="00E243D8">
        <w:rPr>
          <w:rtl/>
          <w:lang w:bidi="fa-IR"/>
        </w:rPr>
        <w:t xml:space="preserve"> 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پاس برخوردار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ولا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هر امام عادل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از جانب خداست، آنان را از تار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گناهان به سو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روشنا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توبه و آمرزش سوق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دهد.</w:t>
      </w:r>
      <w:r w:rsidRPr="00581D6B">
        <w:rPr>
          <w:rStyle w:val="libFootnotenumChar"/>
          <w:rtl/>
        </w:rPr>
        <w:t>(2)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lastRenderedPageBreak/>
        <w:t>بنابرا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فرما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ش،</w:t>
      </w:r>
      <w:r w:rsidRPr="00E243D8">
        <w:rPr>
          <w:rtl/>
          <w:lang w:bidi="fa-IR"/>
        </w:rPr>
        <w:t xml:space="preserve"> همه دوستان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از اول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 هستند.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</w:p>
    <w:p w:rsidR="00E243D8" w:rsidRPr="00E243D8" w:rsidRDefault="00581D6B" w:rsidP="00581D6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E243D8" w:rsidRPr="00E243D8" w:rsidRDefault="00E243D8" w:rsidP="00581D6B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سوره بقره،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257.</w:t>
      </w:r>
    </w:p>
    <w:p w:rsidR="00E243D8" w:rsidRPr="00E243D8" w:rsidRDefault="00E243D8" w:rsidP="00581D6B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1، ص 375؛ الغ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به،</w:t>
      </w:r>
      <w:r w:rsidRPr="00E243D8">
        <w:rPr>
          <w:rtl/>
          <w:lang w:bidi="fa-IR"/>
        </w:rPr>
        <w:t xml:space="preserve"> ص 132؛ تفس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نور الثقل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ج 1، ص 266.</w:t>
      </w:r>
    </w:p>
    <w:p w:rsidR="00E243D8" w:rsidRPr="00E243D8" w:rsidRDefault="00581D6B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بشارت</w:t>
      </w:r>
      <w:r w:rsidR="00E243D8" w:rsidRPr="00E243D8">
        <w:rPr>
          <w:rtl/>
          <w:lang w:bidi="fa-IR"/>
        </w:rPr>
        <w:t xml:space="preserve"> بزرگ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است. البته اول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خدا درجه و مراتب دارند. هر اندازه ولا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tl/>
          <w:lang w:bidi="fa-IR"/>
        </w:rPr>
        <w:t xml:space="preserve"> اهل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="00E243D8" w:rsidRPr="00E243D8">
        <w:rPr>
          <w:rtl/>
          <w:lang w:bidi="fa-IR"/>
        </w:rPr>
        <w:t>در انسان بالاتر باشد، به همان نسبت تحت ولا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tl/>
          <w:lang w:bidi="fa-IR"/>
        </w:rPr>
        <w:t xml:space="preserve"> خداوند است.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وند</w:t>
      </w:r>
      <w:r w:rsidR="00E243D8" w:rsidRPr="00E243D8">
        <w:rPr>
          <w:rtl/>
          <w:lang w:bidi="fa-IR"/>
        </w:rPr>
        <w:t xml:space="preserve"> با خدا و اهل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="00E243D8" w:rsidRPr="00E243D8">
        <w:rPr>
          <w:rtl/>
          <w:lang w:bidi="fa-IR"/>
        </w:rPr>
        <w:t>، انسان را ول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خدا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581D6B">
      <w:pPr>
        <w:pStyle w:val="Heading2"/>
        <w:rPr>
          <w:rtl/>
          <w:lang w:bidi="fa-IR"/>
        </w:rPr>
      </w:pPr>
      <w:bookmarkStart w:id="88" w:name="_Toc67344771"/>
      <w:r w:rsidRPr="00E243D8">
        <w:rPr>
          <w:rFonts w:hint="eastAsia"/>
          <w:rtl/>
          <w:lang w:bidi="fa-IR"/>
        </w:rPr>
        <w:t>فقر</w:t>
      </w:r>
      <w:r w:rsidRPr="00E243D8">
        <w:rPr>
          <w:rtl/>
          <w:lang w:bidi="fa-IR"/>
        </w:rPr>
        <w:t xml:space="preserve"> محض</w:t>
      </w:r>
      <w:bookmarkEnd w:id="88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ما</w:t>
      </w:r>
      <w:r w:rsidRPr="00E243D8">
        <w:rPr>
          <w:rtl/>
          <w:lang w:bidi="fa-IR"/>
        </w:rPr>
        <w:t xml:space="preserve"> همانند صفر هست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اگر عدد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کنار صفر قرار نگ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رد،</w:t>
      </w:r>
      <w:r w:rsidRPr="00E243D8">
        <w:rPr>
          <w:rtl/>
          <w:lang w:bidi="fa-IR"/>
        </w:rPr>
        <w:t xml:space="preserve">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ارزش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ندارد. اگر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</w:t>
      </w:r>
      <w:r w:rsidRPr="00E243D8">
        <w:rPr>
          <w:rtl/>
          <w:lang w:bidi="fa-IR"/>
        </w:rPr>
        <w:t xml:space="preserve"> صفر هم در کنار هم باشند، باز همان صفر و توخال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 مگر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صفر جلو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عدد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قرار 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رد</w:t>
      </w:r>
      <w:r w:rsidRPr="00E243D8">
        <w:rPr>
          <w:rtl/>
          <w:lang w:bidi="fa-IR"/>
        </w:rPr>
        <w:t>. 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صورت هر چه تعداد صفرها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ادتر</w:t>
      </w:r>
      <w:r w:rsidRPr="00E243D8">
        <w:rPr>
          <w:rtl/>
          <w:lang w:bidi="fa-IR"/>
        </w:rPr>
        <w:t xml:space="preserve"> باشد، ارزشمند تر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اگر</w:t>
      </w:r>
      <w:r w:rsidRPr="00E243D8">
        <w:rPr>
          <w:rtl/>
          <w:lang w:bidi="fa-IR"/>
        </w:rPr>
        <w:t xml:space="preserve"> در کنار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قرار گرفت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و با آنان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وند</w:t>
      </w:r>
      <w:r w:rsidRPr="00E243D8">
        <w:rPr>
          <w:rtl/>
          <w:lang w:bidi="fa-IR"/>
        </w:rPr>
        <w:t xml:space="preserve"> برقرار کرد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ارزشمند خواه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شد. وگرنه همان صفر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ندار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هرچند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و به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مطلب نرس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و آن را درک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واقع مطلب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است. نفهم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</w:t>
      </w:r>
      <w:r w:rsidRPr="00E243D8">
        <w:rPr>
          <w:rtl/>
          <w:lang w:bidi="fa-IR"/>
        </w:rPr>
        <w:t xml:space="preserve"> دل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بر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 xml:space="preserve"> که واقع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نباشد. ما ف</w:t>
      </w:r>
      <w:r w:rsidRPr="00E243D8">
        <w:rPr>
          <w:rFonts w:hint="eastAsia"/>
          <w:rtl/>
          <w:lang w:bidi="fa-IR"/>
        </w:rPr>
        <w:t>قر</w:t>
      </w:r>
      <w:r w:rsidRPr="00E243D8">
        <w:rPr>
          <w:rtl/>
          <w:lang w:bidi="fa-IR"/>
        </w:rPr>
        <w:t xml:space="preserve"> محض هست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ملاصدرا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 کلمه فق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هم در شأن ما نارساست. چون فق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دارا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فقر است. ما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که بگو</w:t>
      </w:r>
      <w:r w:rsidRPr="00E243D8">
        <w:rPr>
          <w:rFonts w:hint="cs"/>
          <w:rtl/>
          <w:lang w:bidi="fa-IR"/>
        </w:rPr>
        <w:t>یی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فق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هست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ما فقر محض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ندار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ندار است و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هم همه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دار است.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دو با هم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رابطه و سنخ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ندارند.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گرام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اسلام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lastRenderedPageBreak/>
        <w:t>قالَ</w:t>
      </w:r>
      <w:r w:rsidRPr="00E243D8">
        <w:rPr>
          <w:rtl/>
          <w:lang w:bidi="fa-IR"/>
        </w:rPr>
        <w:t xml:space="preserve"> اللهُ جَلَّ جَلالُهُ عِباد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کُلُّکُمْ ضالٌّ اِلّا مَنْ هَدَ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تُهُ</w:t>
      </w:r>
      <w:r w:rsidRPr="00E243D8">
        <w:rPr>
          <w:rtl/>
          <w:lang w:bidi="fa-IR"/>
        </w:rPr>
        <w:t xml:space="preserve"> وَ کُلُّکُمْ فَق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رٌ</w:t>
      </w:r>
      <w:r w:rsidRPr="00E243D8">
        <w:rPr>
          <w:rtl/>
          <w:lang w:bidi="fa-IR"/>
        </w:rPr>
        <w:t xml:space="preserve"> اِلّا مَنْ اَغْنَ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تُهُ</w:t>
      </w:r>
      <w:r w:rsidRPr="00E243D8">
        <w:rPr>
          <w:rtl/>
          <w:lang w:bidi="fa-IR"/>
        </w:rPr>
        <w:t xml:space="preserve"> وَ کُلُّکُمْ مُذْنِبٌ اِلّا مَنْ عَصَمْتُهُ؛</w:t>
      </w:r>
      <w:r w:rsidRPr="00581D6B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خداوند جل جلاله فرموده است: بندگان من، همه شما گمراه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مگر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من او را هدا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</w:p>
    <w:p w:rsidR="00E243D8" w:rsidRPr="00E243D8" w:rsidRDefault="00581D6B" w:rsidP="00581D6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</w:t>
      </w:r>
    </w:p>
    <w:p w:rsidR="00E243D8" w:rsidRPr="00E243D8" w:rsidRDefault="00E243D8" w:rsidP="00581D6B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 xml:space="preserve">1- 1. من لا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حضره</w:t>
      </w:r>
      <w:r w:rsidRPr="00E243D8">
        <w:rPr>
          <w:rtl/>
          <w:lang w:bidi="fa-IR"/>
        </w:rPr>
        <w:t xml:space="preserve"> الفق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ج 4، ص 397؛ الامال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للصدوق، ص 101؛ بحارالانوار، ج 5، ص 198.</w:t>
      </w:r>
    </w:p>
    <w:p w:rsidR="00E243D8" w:rsidRPr="00E243D8" w:rsidRDefault="00581D6B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کنم</w:t>
      </w:r>
      <w:r w:rsidR="00E243D8" w:rsidRPr="00E243D8">
        <w:rPr>
          <w:rtl/>
          <w:lang w:bidi="fa-IR"/>
        </w:rPr>
        <w:t>. و همه شما فق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د،</w:t>
      </w:r>
      <w:r w:rsidR="00E243D8" w:rsidRPr="00E243D8">
        <w:rPr>
          <w:rtl/>
          <w:lang w:bidi="fa-IR"/>
        </w:rPr>
        <w:t xml:space="preserve"> مگر کس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من او را غن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و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از</w:t>
      </w:r>
      <w:r w:rsidR="00E243D8" w:rsidRPr="00E243D8">
        <w:rPr>
          <w:rtl/>
          <w:lang w:bidi="fa-IR"/>
        </w:rPr>
        <w:t xml:space="preserve"> سازم. و همه شما گناه</w:t>
      </w:r>
      <w:r>
        <w:rPr>
          <w:rFonts w:hint="cs"/>
          <w:rtl/>
          <w:lang w:bidi="fa-IR"/>
        </w:rPr>
        <w:t xml:space="preserve"> </w:t>
      </w:r>
      <w:r w:rsidR="00E243D8" w:rsidRPr="00E243D8">
        <w:rPr>
          <w:rtl/>
          <w:lang w:bidi="fa-IR"/>
        </w:rPr>
        <w:t>کار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د،</w:t>
      </w:r>
      <w:r w:rsidR="00E243D8" w:rsidRPr="00E243D8">
        <w:rPr>
          <w:rtl/>
          <w:lang w:bidi="fa-IR"/>
        </w:rPr>
        <w:t xml:space="preserve"> مگر کس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من او را از سقوط در ورطه گناه نگاه دارم.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</w:t>
      </w:r>
      <w:r w:rsidRPr="00E243D8">
        <w:rPr>
          <w:rtl/>
          <w:lang w:bidi="fa-IR"/>
        </w:rPr>
        <w:t xml:space="preserve"> در جا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آمده است: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کُلُّکُمْ</w:t>
      </w:r>
      <w:r w:rsidRPr="00E243D8">
        <w:rPr>
          <w:rtl/>
          <w:lang w:bidi="fa-IR"/>
        </w:rPr>
        <w:t xml:space="preserve"> هالِکٌ اِلّا مَنْ اَنْجَ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تُ؛</w:t>
      </w:r>
      <w:r w:rsidRPr="00581D6B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همه شما در ورطه هلاکت هست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مگرکس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من او را نجات بدهم.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خلاصه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همه ما گمراه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همه ما فق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همه ما گناهکار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و همه در ورطه هلاکت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هر چه 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</w:t>
      </w:r>
      <w:r w:rsidRPr="00E243D8">
        <w:rPr>
          <w:rtl/>
          <w:lang w:bidi="fa-IR"/>
        </w:rPr>
        <w:t xml:space="preserve"> و نقص است در ماست. فقط خداوند است که کمبود نقصان ما را برطرف و جبران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در مسجد کوفه، چه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با</w:t>
      </w:r>
      <w:r w:rsidRPr="00E243D8">
        <w:rPr>
          <w:rtl/>
          <w:lang w:bidi="fa-IR"/>
        </w:rPr>
        <w:t xml:space="preserve"> با خدا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مناجات کرده است: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مَولا</w:t>
      </w:r>
      <w:r w:rsidRPr="00E243D8">
        <w:rPr>
          <w:rFonts w:hint="cs"/>
          <w:rtl/>
          <w:lang w:bidi="fa-IR"/>
        </w:rPr>
        <w:t>یَ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مَولا</w:t>
      </w:r>
      <w:r w:rsidRPr="00E243D8">
        <w:rPr>
          <w:rFonts w:hint="cs"/>
          <w:rtl/>
          <w:lang w:bidi="fa-IR"/>
        </w:rPr>
        <w:t>یَ</w:t>
      </w:r>
      <w:r w:rsidRPr="00E243D8">
        <w:rPr>
          <w:rtl/>
          <w:lang w:bidi="fa-IR"/>
        </w:rPr>
        <w:t xml:space="preserve"> اَنْتَ الْغَنِ</w:t>
      </w:r>
      <w:r w:rsidRPr="00E243D8">
        <w:rPr>
          <w:rFonts w:hint="cs"/>
          <w:rtl/>
          <w:lang w:bidi="fa-IR"/>
        </w:rPr>
        <w:t>یُّ</w:t>
      </w:r>
      <w:r w:rsidRPr="00E243D8">
        <w:rPr>
          <w:rtl/>
          <w:lang w:bidi="fa-IR"/>
        </w:rPr>
        <w:t xml:space="preserve"> وَ اَنَا الْفَق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رُ</w:t>
      </w:r>
      <w:r w:rsidRPr="00E243D8">
        <w:rPr>
          <w:rtl/>
          <w:lang w:bidi="fa-IR"/>
        </w:rPr>
        <w:t xml:space="preserve"> وَ هَلْ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رْحَمُ</w:t>
      </w:r>
      <w:r w:rsidRPr="00E243D8">
        <w:rPr>
          <w:rtl/>
          <w:lang w:bidi="fa-IR"/>
        </w:rPr>
        <w:t xml:space="preserve"> الفَق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رَ</w:t>
      </w:r>
      <w:r w:rsidRPr="00E243D8">
        <w:rPr>
          <w:rtl/>
          <w:lang w:bidi="fa-IR"/>
        </w:rPr>
        <w:t xml:space="preserve"> اِلّا الْغَن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... مَولا</w:t>
      </w:r>
      <w:r w:rsidRPr="00E243D8">
        <w:rPr>
          <w:rFonts w:hint="cs"/>
          <w:rtl/>
          <w:lang w:bidi="fa-IR"/>
        </w:rPr>
        <w:t>یَ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مَولا</w:t>
      </w:r>
      <w:r w:rsidRPr="00E243D8">
        <w:rPr>
          <w:rFonts w:hint="cs"/>
          <w:rtl/>
          <w:lang w:bidi="fa-IR"/>
        </w:rPr>
        <w:t>یَ</w:t>
      </w:r>
      <w:r w:rsidRPr="00E243D8">
        <w:rPr>
          <w:rtl/>
          <w:lang w:bidi="fa-IR"/>
        </w:rPr>
        <w:t xml:space="preserve"> اَنْتَ الحَ</w:t>
      </w:r>
      <w:r w:rsidRPr="00E243D8">
        <w:rPr>
          <w:rFonts w:hint="cs"/>
          <w:rtl/>
          <w:lang w:bidi="fa-IR"/>
        </w:rPr>
        <w:t>یُّ</w:t>
      </w:r>
      <w:r w:rsidRPr="00E243D8">
        <w:rPr>
          <w:rtl/>
          <w:lang w:bidi="fa-IR"/>
        </w:rPr>
        <w:t xml:space="preserve"> وَ اَنَا الْم</w:t>
      </w:r>
      <w:r w:rsidRPr="00E243D8">
        <w:rPr>
          <w:rFonts w:hint="cs"/>
          <w:rtl/>
          <w:lang w:bidi="fa-IR"/>
        </w:rPr>
        <w:t>یِّ</w:t>
      </w:r>
      <w:r w:rsidRPr="00E243D8">
        <w:rPr>
          <w:rFonts w:hint="eastAsia"/>
          <w:rtl/>
          <w:lang w:bidi="fa-IR"/>
        </w:rPr>
        <w:t>تُ</w:t>
      </w:r>
      <w:r w:rsidRPr="00E243D8">
        <w:rPr>
          <w:rtl/>
          <w:lang w:bidi="fa-IR"/>
        </w:rPr>
        <w:t xml:space="preserve"> وَ هَلْ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رْحَمُ</w:t>
      </w:r>
      <w:r w:rsidRPr="00E243D8">
        <w:rPr>
          <w:rtl/>
          <w:lang w:bidi="fa-IR"/>
        </w:rPr>
        <w:t xml:space="preserve"> المَ</w:t>
      </w:r>
      <w:r w:rsidRPr="00E243D8">
        <w:rPr>
          <w:rFonts w:hint="cs"/>
          <w:rtl/>
          <w:lang w:bidi="fa-IR"/>
        </w:rPr>
        <w:t>یِّ</w:t>
      </w:r>
      <w:r w:rsidRPr="00E243D8">
        <w:rPr>
          <w:rFonts w:hint="eastAsia"/>
          <w:rtl/>
          <w:lang w:bidi="fa-IR"/>
        </w:rPr>
        <w:t>تَ</w:t>
      </w:r>
      <w:r w:rsidRPr="00E243D8">
        <w:rPr>
          <w:rtl/>
          <w:lang w:bidi="fa-IR"/>
        </w:rPr>
        <w:t xml:space="preserve"> اِلّا الحَ</w:t>
      </w:r>
      <w:r w:rsidRPr="00E243D8">
        <w:rPr>
          <w:rFonts w:hint="cs"/>
          <w:rtl/>
          <w:lang w:bidi="fa-IR"/>
        </w:rPr>
        <w:t>یُّ</w:t>
      </w:r>
      <w:r w:rsidRPr="00E243D8">
        <w:rPr>
          <w:rFonts w:hint="eastAsia"/>
          <w:rtl/>
          <w:lang w:bidi="fa-IR"/>
        </w:rPr>
        <w:t>؛</w:t>
      </w:r>
      <w:r w:rsidRPr="00581D6B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مولا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من،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مولا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من! تو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از،</w:t>
      </w:r>
      <w:r w:rsidRPr="00E243D8">
        <w:rPr>
          <w:rtl/>
          <w:lang w:bidi="fa-IR"/>
        </w:rPr>
        <w:t xml:space="preserve"> و من فق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ر؛</w:t>
      </w:r>
      <w:r w:rsidRPr="00E243D8">
        <w:rPr>
          <w:rtl/>
          <w:lang w:bidi="fa-IR"/>
        </w:rPr>
        <w:t xml:space="preserve"> و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د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حق فق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محتاج جز غن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از،</w:t>
      </w:r>
      <w:r w:rsidRPr="00E243D8">
        <w:rPr>
          <w:rtl/>
          <w:lang w:bidi="fa-IR"/>
        </w:rPr>
        <w:t xml:space="preserve"> چه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ترحم خواهد کرد؟ ...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آقا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من،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آقا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من! تو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زنده ابد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من مرده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روح؛ و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در حق مرده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روح جز زنده ابد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چه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ترحم خواهد کرد؟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ندارد.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فرمود «اَنَا المَ</w:t>
      </w:r>
      <w:r w:rsidRPr="00E243D8">
        <w:rPr>
          <w:rFonts w:hint="cs"/>
          <w:rtl/>
          <w:lang w:bidi="fa-IR"/>
        </w:rPr>
        <w:t>یِّ</w:t>
      </w:r>
      <w:r w:rsidRPr="00E243D8">
        <w:rPr>
          <w:rFonts w:hint="eastAsia"/>
          <w:rtl/>
          <w:lang w:bidi="fa-IR"/>
        </w:rPr>
        <w:t>تُ»،</w:t>
      </w:r>
      <w:r w:rsidRPr="00E243D8">
        <w:rPr>
          <w:rtl/>
          <w:lang w:bidi="fa-IR"/>
        </w:rPr>
        <w:t xml:space="preserve"> نه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بعداً 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هستم، بلکه الآن هم 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هستم. اگر درک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حرف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 خداوند</w:t>
      </w:r>
    </w:p>
    <w:p w:rsidR="00E243D8" w:rsidRPr="00E243D8" w:rsidRDefault="00581D6B" w:rsidP="00581D6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E243D8" w:rsidRPr="00E243D8" w:rsidRDefault="00E243D8" w:rsidP="00581D6B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lastRenderedPageBreak/>
        <w:t>1- 1. الامال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للطوس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ص 166؛ بحارالانوار، ج 68، ص 140.</w:t>
      </w:r>
    </w:p>
    <w:p w:rsidR="00E243D8" w:rsidRPr="00E243D8" w:rsidRDefault="00E243D8" w:rsidP="00581D6B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المزار للشه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الاول، ص 249؛ البلد الام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ص 319؛ مفات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الجنان، ص 676، مناجات حضرت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.</w:t>
      </w:r>
    </w:p>
    <w:p w:rsidR="00E243D8" w:rsidRPr="00E243D8" w:rsidRDefault="00581D6B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به</w:t>
      </w:r>
      <w:r w:rsidR="00E243D8" w:rsidRPr="00E243D8">
        <w:rPr>
          <w:rtl/>
          <w:lang w:bidi="fa-IR"/>
        </w:rPr>
        <w:t xml:space="preserve">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امبرش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فرما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>: «اِنَّکَ مَ</w:t>
      </w:r>
      <w:r w:rsidR="00E243D8" w:rsidRPr="00E243D8">
        <w:rPr>
          <w:rFonts w:hint="cs"/>
          <w:rtl/>
          <w:lang w:bidi="fa-IR"/>
        </w:rPr>
        <w:t>یِّ</w:t>
      </w:r>
      <w:r w:rsidR="00E243D8" w:rsidRPr="00E243D8">
        <w:rPr>
          <w:rFonts w:hint="eastAsia"/>
          <w:rtl/>
          <w:lang w:bidi="fa-IR"/>
        </w:rPr>
        <w:t>تٌ</w:t>
      </w:r>
      <w:r w:rsidR="00E243D8" w:rsidRPr="00E243D8">
        <w:rPr>
          <w:rtl/>
          <w:lang w:bidi="fa-IR"/>
        </w:rPr>
        <w:t xml:space="preserve"> وَ اِنَّهُم مَ</w:t>
      </w:r>
      <w:r w:rsidR="00E243D8" w:rsidRPr="00E243D8">
        <w:rPr>
          <w:rFonts w:hint="cs"/>
          <w:rtl/>
          <w:lang w:bidi="fa-IR"/>
        </w:rPr>
        <w:t>یِّ</w:t>
      </w:r>
      <w:r w:rsidR="00E243D8" w:rsidRPr="00E243D8">
        <w:rPr>
          <w:rFonts w:hint="eastAsia"/>
          <w:rtl/>
          <w:lang w:bidi="fa-IR"/>
        </w:rPr>
        <w:t>تونَ؛</w:t>
      </w:r>
      <w:r w:rsidR="00E243D8" w:rsidRPr="00581D6B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عن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هم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الآن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tl/>
          <w:lang w:bidi="fa-IR"/>
        </w:rPr>
        <w:t xml:space="preserve"> هست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وگرنه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فرمود: «اِنَّکَ سَ</w:t>
      </w:r>
      <w:r w:rsidR="00E243D8" w:rsidRPr="00E243D8">
        <w:rPr>
          <w:rFonts w:hint="cs"/>
          <w:rtl/>
          <w:lang w:bidi="fa-IR"/>
        </w:rPr>
        <w:t>یَ</w:t>
      </w:r>
      <w:r w:rsidR="00E243D8" w:rsidRPr="00E243D8">
        <w:rPr>
          <w:rFonts w:hint="eastAsia"/>
          <w:rtl/>
          <w:lang w:bidi="fa-IR"/>
        </w:rPr>
        <w:t>مُوتُ؛</w:t>
      </w:r>
      <w:r w:rsidR="00E243D8" w:rsidRPr="00E243D8">
        <w:rPr>
          <w:rtl/>
          <w:lang w:bidi="fa-IR"/>
        </w:rPr>
        <w:t xml:space="preserve"> تو بعداً خواه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مرد.»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حضرت</w:t>
      </w:r>
      <w:r w:rsidRPr="00E243D8">
        <w:rPr>
          <w:rtl/>
          <w:lang w:bidi="fa-IR"/>
        </w:rPr>
        <w:t xml:space="preserve"> رسول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درباره حضرت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مَنْ</w:t>
      </w:r>
      <w:r w:rsidRPr="00E243D8">
        <w:rPr>
          <w:rtl/>
          <w:lang w:bidi="fa-IR"/>
        </w:rPr>
        <w:t xml:space="preserve"> ارادَ اَنْ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نْظُرَ</w:t>
      </w:r>
      <w:r w:rsidRPr="00E243D8">
        <w:rPr>
          <w:rtl/>
          <w:lang w:bidi="fa-IR"/>
        </w:rPr>
        <w:t xml:space="preserve"> 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مَ</w:t>
      </w:r>
      <w:r w:rsidRPr="00E243D8">
        <w:rPr>
          <w:rFonts w:hint="cs"/>
          <w:rtl/>
          <w:lang w:bidi="fa-IR"/>
        </w:rPr>
        <w:t>یِّ</w:t>
      </w:r>
      <w:r w:rsidRPr="00E243D8">
        <w:rPr>
          <w:rFonts w:hint="eastAsia"/>
          <w:rtl/>
          <w:lang w:bidi="fa-IR"/>
        </w:rPr>
        <w:t>تٍ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مْش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فَلْ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نْظُرْ</w:t>
      </w:r>
      <w:r w:rsidRPr="00E243D8">
        <w:rPr>
          <w:rtl/>
          <w:lang w:bidi="fa-IR"/>
        </w:rPr>
        <w:t xml:space="preserve"> اِل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عَلِ</w:t>
      </w:r>
      <w:r w:rsidRPr="00E243D8">
        <w:rPr>
          <w:rFonts w:hint="cs"/>
          <w:rtl/>
          <w:lang w:bidi="fa-IR"/>
        </w:rPr>
        <w:t>یِّ</w:t>
      </w:r>
      <w:r w:rsidRPr="00E243D8">
        <w:rPr>
          <w:rtl/>
          <w:lang w:bidi="fa-IR"/>
        </w:rPr>
        <w:t xml:space="preserve"> بْنِ 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طالب عل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السلام؛</w:t>
      </w:r>
      <w:r w:rsidRPr="00581D6B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خواهد به مرده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راه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رود نگاه کند، به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بن 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طالب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بنگرد.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فرما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است که همه در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شگاه</w:t>
      </w:r>
      <w:r w:rsidRPr="00E243D8">
        <w:rPr>
          <w:rtl/>
          <w:lang w:bidi="fa-IR"/>
        </w:rPr>
        <w:t xml:space="preserve"> خدا مرده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و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ندار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مهم درک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است.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به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است.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شگاه</w:t>
      </w:r>
      <w:r w:rsidRPr="00E243D8">
        <w:rPr>
          <w:rtl/>
          <w:lang w:bidi="fa-IR"/>
        </w:rPr>
        <w:t xml:space="preserve"> خداوند به درجه موت 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و خودش را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هر</w:t>
      </w:r>
      <w:r w:rsidRPr="00E243D8">
        <w:rPr>
          <w:rtl/>
          <w:lang w:bidi="fa-IR"/>
        </w:rPr>
        <w:t xml:space="preserve"> چه هست قدرت و لطف و حول و قوه و فعل خداوند است. منتها اهل معرفت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مطلب را درک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 و ما درک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خودمان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استقلال معتقد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و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اسباب سقوط ماست.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581D6B" w:rsidP="00581D6B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89" w:name="_Toc67344772"/>
      <w:r w:rsidR="00E243D8" w:rsidRPr="00E243D8">
        <w:rPr>
          <w:rFonts w:hint="eastAsia"/>
          <w:rtl/>
          <w:lang w:bidi="fa-IR"/>
        </w:rPr>
        <w:lastRenderedPageBreak/>
        <w:t>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وند</w:t>
      </w:r>
      <w:r w:rsidR="00E243D8" w:rsidRPr="00E243D8">
        <w:rPr>
          <w:rtl/>
          <w:lang w:bidi="fa-IR"/>
        </w:rPr>
        <w:t xml:space="preserve"> با هست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مطلق</w:t>
      </w:r>
      <w:bookmarkEnd w:id="89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به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خداوند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ندار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خوب درک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اگر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مطلب را درک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در پ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وند</w:t>
      </w:r>
      <w:r w:rsidRPr="00E243D8">
        <w:rPr>
          <w:rtl/>
          <w:lang w:bidi="fa-IR"/>
        </w:rPr>
        <w:t xml:space="preserve"> با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که همه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دارد.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فقر و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</w:t>
      </w:r>
      <w:r w:rsidRPr="00E243D8">
        <w:rPr>
          <w:rtl/>
          <w:lang w:bidi="fa-IR"/>
        </w:rPr>
        <w:t xml:space="preserve"> خودمان را احساس کرد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به دنبال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آن هم غن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مطلق.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همه</w:t>
      </w:r>
      <w:r w:rsidRPr="00E243D8">
        <w:rPr>
          <w:rtl/>
          <w:lang w:bidi="fa-IR"/>
        </w:rPr>
        <w:t xml:space="preserve"> فرازها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مناجات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هم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مطلب را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</w:t>
      </w:r>
    </w:p>
    <w:p w:rsidR="00E243D8" w:rsidRPr="00E243D8" w:rsidRDefault="00B705E3" w:rsidP="00B705E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</w:t>
      </w:r>
    </w:p>
    <w:p w:rsidR="00E243D8" w:rsidRPr="00E243D8" w:rsidRDefault="00E243D8" w:rsidP="00B705E3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سوره زمر،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30.</w:t>
      </w:r>
    </w:p>
    <w:p w:rsidR="00E243D8" w:rsidRPr="00E243D8" w:rsidRDefault="00E243D8" w:rsidP="00B705E3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تحفه الملوک، ج 1، ص 110.</w:t>
      </w:r>
    </w:p>
    <w:p w:rsidR="00E243D8" w:rsidRPr="00E243D8" w:rsidRDefault="00B705E3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انسان</w:t>
      </w:r>
      <w:r w:rsidR="00E243D8" w:rsidRPr="00E243D8">
        <w:rPr>
          <w:rtl/>
          <w:lang w:bidi="fa-IR"/>
        </w:rPr>
        <w:t xml:space="preserve"> را به خودش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شناساند. فقر و مسکنت و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چارگ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اش را برا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ش</w:t>
      </w:r>
      <w:r w:rsidR="00E243D8" w:rsidRPr="00E243D8">
        <w:rPr>
          <w:rtl/>
          <w:lang w:bidi="fa-IR"/>
        </w:rPr>
        <w:t xml:space="preserve">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ان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کند و بعد چاره را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وند</w:t>
      </w:r>
      <w:r w:rsidR="00E243D8" w:rsidRPr="00E243D8">
        <w:rPr>
          <w:rtl/>
          <w:lang w:bidi="fa-IR"/>
        </w:rPr>
        <w:t xml:space="preserve"> با خداوند معرف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به</w:t>
      </w:r>
      <w:r w:rsidRPr="00E243D8">
        <w:rPr>
          <w:rtl/>
          <w:lang w:bidi="fa-IR"/>
        </w:rPr>
        <w:t xml:space="preserve"> عارف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گفتند: به چه مقام و مرتبه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؟</w:t>
      </w:r>
      <w:r w:rsidRPr="00E243D8">
        <w:rPr>
          <w:rtl/>
          <w:lang w:bidi="fa-IR"/>
        </w:rPr>
        <w:t xml:space="preserve"> پرس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 بالاتر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مقام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ست؟</w:t>
      </w:r>
      <w:r w:rsidRPr="00E243D8">
        <w:rPr>
          <w:rtl/>
          <w:lang w:bidi="fa-IR"/>
        </w:rPr>
        <w:t xml:space="preserve"> گفتند: مثلاً سلطنت و پادشاه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. پرس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 بالاتر از آن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ست؟</w:t>
      </w:r>
      <w:r w:rsidRPr="00E243D8">
        <w:rPr>
          <w:rtl/>
          <w:lang w:bidi="fa-IR"/>
        </w:rPr>
        <w:t xml:space="preserve"> گفتند: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>. گفت: من در همان مقام هستم. من از الآن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ام.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هر</w:t>
      </w:r>
      <w:r w:rsidRPr="00E243D8">
        <w:rPr>
          <w:rtl/>
          <w:lang w:bidi="fa-IR"/>
        </w:rPr>
        <w:t xml:space="preserve"> پست و مقام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در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در نظر بگ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است. از الآن برو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در همان منصب. همه کسان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در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منصب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دارند، آخر کار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اند.</w:t>
      </w:r>
    </w:p>
    <w:tbl>
      <w:tblPr>
        <w:tblStyle w:val="TableGrid"/>
        <w:bidiVisual/>
        <w:tblW w:w="5244" w:type="pct"/>
        <w:tblInd w:w="-432" w:type="dxa"/>
        <w:tblLook w:val="01E0"/>
      </w:tblPr>
      <w:tblGrid>
        <w:gridCol w:w="3989"/>
        <w:gridCol w:w="267"/>
        <w:gridCol w:w="3701"/>
      </w:tblGrid>
      <w:tr w:rsidR="00B705E3" w:rsidTr="001E2BB7">
        <w:trPr>
          <w:trHeight w:val="350"/>
        </w:trPr>
        <w:tc>
          <w:tcPr>
            <w:tcW w:w="4720" w:type="dxa"/>
            <w:shd w:val="clear" w:color="auto" w:fill="auto"/>
          </w:tcPr>
          <w:p w:rsidR="00B705E3" w:rsidRDefault="00B705E3" w:rsidP="001E2BB7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t>نردبان</w:t>
            </w:r>
            <w:r w:rsidRPr="00E243D8">
              <w:rPr>
                <w:rtl/>
                <w:lang w:bidi="fa-IR"/>
              </w:rPr>
              <w:t xml:space="preserve"> ا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ن</w:t>
            </w:r>
            <w:r w:rsidRPr="00E243D8">
              <w:rPr>
                <w:rtl/>
                <w:lang w:bidi="fa-IR"/>
              </w:rPr>
              <w:t xml:space="preserve"> جهان ما و من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tl/>
                <w:lang w:bidi="fa-IR"/>
              </w:rPr>
              <w:t xml:space="preserve">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B705E3" w:rsidRDefault="00B705E3" w:rsidP="001E2BB7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B705E3" w:rsidRDefault="00B705E3" w:rsidP="001E2BB7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t>لاجرم</w:t>
            </w:r>
            <w:r w:rsidRPr="00E243D8">
              <w:rPr>
                <w:rtl/>
                <w:lang w:bidi="fa-IR"/>
              </w:rPr>
              <w:t xml:space="preserve"> آن کس که بالاتر نشست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705E3" w:rsidTr="001E2BB7">
        <w:trPr>
          <w:trHeight w:val="350"/>
        </w:trPr>
        <w:tc>
          <w:tcPr>
            <w:tcW w:w="4720" w:type="dxa"/>
          </w:tcPr>
          <w:p w:rsidR="00B705E3" w:rsidRDefault="00B705E3" w:rsidP="001E2BB7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t>عاقبت</w:t>
            </w:r>
            <w:r w:rsidRPr="00E243D8">
              <w:rPr>
                <w:rtl/>
                <w:lang w:bidi="fa-IR"/>
              </w:rPr>
              <w:t xml:space="preserve"> ا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ن</w:t>
            </w:r>
            <w:r w:rsidRPr="00E243D8">
              <w:rPr>
                <w:rtl/>
                <w:lang w:bidi="fa-IR"/>
              </w:rPr>
              <w:t xml:space="preserve"> نردبان افتادن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tl/>
                <w:lang w:bidi="fa-IR"/>
              </w:rPr>
              <w:t xml:space="preserve">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B705E3" w:rsidRDefault="00B705E3" w:rsidP="001E2BB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B705E3" w:rsidRDefault="00B705E3" w:rsidP="001E2BB7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t>استخوانش</w:t>
            </w:r>
            <w:r w:rsidRPr="00E243D8">
              <w:rPr>
                <w:rtl/>
                <w:lang w:bidi="fa-IR"/>
              </w:rPr>
              <w:t xml:space="preserve"> سخت تر خواهد شکست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705E3" w:rsidRDefault="00B705E3" w:rsidP="00E243D8">
      <w:pPr>
        <w:pStyle w:val="libNormal"/>
        <w:rPr>
          <w:rtl/>
          <w:lang w:bidi="fa-IR"/>
        </w:rPr>
      </w:pPr>
    </w:p>
    <w:p w:rsidR="00E243D8" w:rsidRPr="00E243D8" w:rsidRDefault="00B705E3" w:rsidP="00B705E3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90" w:name="_Toc67344773"/>
      <w:r w:rsidR="00E243D8" w:rsidRPr="00E243D8">
        <w:rPr>
          <w:rFonts w:hint="eastAsia"/>
          <w:rtl/>
          <w:lang w:bidi="fa-IR"/>
        </w:rPr>
        <w:lastRenderedPageBreak/>
        <w:t>اظهار</w:t>
      </w:r>
      <w:r w:rsidR="00E243D8" w:rsidRPr="00E243D8">
        <w:rPr>
          <w:rtl/>
          <w:lang w:bidi="fa-IR"/>
        </w:rPr>
        <w:t xml:space="preserve"> عجز</w:t>
      </w:r>
      <w:bookmarkEnd w:id="90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انسان</w:t>
      </w:r>
      <w:r w:rsidRPr="00E243D8">
        <w:rPr>
          <w:rtl/>
          <w:lang w:bidi="fa-IR"/>
        </w:rPr>
        <w:t xml:space="preserve"> به همان 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زان</w:t>
      </w:r>
      <w:r w:rsidRPr="00E243D8">
        <w:rPr>
          <w:rtl/>
          <w:lang w:bidi="fa-IR"/>
        </w:rPr>
        <w:t xml:space="preserve"> که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بودن خودش را درک کند، آن همه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دار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 اصلاً راه 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</w:t>
      </w:r>
      <w:r w:rsidRPr="00E243D8">
        <w:rPr>
          <w:rtl/>
          <w:lang w:bidi="fa-IR"/>
        </w:rPr>
        <w:t xml:space="preserve"> به قدرت واقع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اظهار عجز است. راه 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</w:t>
      </w:r>
      <w:r w:rsidRPr="00E243D8">
        <w:rPr>
          <w:rtl/>
          <w:lang w:bidi="fa-IR"/>
        </w:rPr>
        <w:t xml:space="preserve"> به علم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اظهار جهل است.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قشنگ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بفهم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که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درد بزرگ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نفهمد و خ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ال</w:t>
      </w:r>
      <w:r w:rsidRPr="00E243D8">
        <w:rPr>
          <w:rtl/>
          <w:lang w:bidi="fa-IR"/>
        </w:rPr>
        <w:t xml:space="preserve"> کند که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فهمد و خودش را فهم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انگارد. اگر مقدار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درس خوانده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و مدرک گرفته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خودمان را دانا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عالم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بت بزرگ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ها نفهم تر از عوام اند. چون عوام خودشان را دانا حساب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کنند،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افراد خود را دانا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دانند. امان از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نفهم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که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فکر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کنم گردنه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خطرناک تر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باشد. راه 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</w:t>
      </w:r>
      <w:r w:rsidRPr="00E243D8">
        <w:rPr>
          <w:rtl/>
          <w:lang w:bidi="fa-IR"/>
        </w:rPr>
        <w:t xml:space="preserve"> به همه کمالات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انسان خود را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و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بداند.</w:t>
      </w:r>
    </w:p>
    <w:p w:rsidR="00E243D8" w:rsidRPr="00E243D8" w:rsidRDefault="00B705E3" w:rsidP="00B705E3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91" w:name="_Toc67344774"/>
      <w:r w:rsidR="00E243D8" w:rsidRPr="00E243D8">
        <w:rPr>
          <w:rFonts w:hint="eastAsia"/>
          <w:rtl/>
          <w:lang w:bidi="fa-IR"/>
        </w:rPr>
        <w:lastRenderedPageBreak/>
        <w:t>پوست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از</w:t>
      </w:r>
      <w:bookmarkEnd w:id="91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داستان</w:t>
      </w:r>
      <w:r w:rsidRPr="00E243D8">
        <w:rPr>
          <w:rtl/>
          <w:lang w:bidi="fa-IR"/>
        </w:rPr>
        <w:t xml:space="preserve"> سلطان محمود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</w:t>
      </w:r>
      <w:r w:rsidRPr="00E243D8">
        <w:rPr>
          <w:rtl/>
          <w:lang w:bidi="fa-IR"/>
        </w:rPr>
        <w:t xml:space="preserve"> را شن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</w:t>
      </w:r>
      <w:r w:rsidRPr="00E243D8">
        <w:rPr>
          <w:rtl/>
          <w:lang w:bidi="fa-IR"/>
        </w:rPr>
        <w:t xml:space="preserve"> چوپان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بود که گوسفندانش را در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ابان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چراند.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نداشت،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طور غ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مترقبه مورد نظر سلطان محمود قرار گرفت. آن قدر در نزد سلطان محمود محبوب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</w:t>
      </w:r>
      <w:r w:rsidRPr="00E243D8">
        <w:rPr>
          <w:rtl/>
          <w:lang w:bidi="fa-IR"/>
        </w:rPr>
        <w:t xml:space="preserve"> کرد که مقام و منزلتش از همه وزرا بالاتر رفت. آن قدر بالا رفت که سلطان محمود گاه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او را رو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تخت سلطنت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نشاند و خودش مانند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غلام در برابر او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نشست.</w:t>
      </w:r>
    </w:p>
    <w:tbl>
      <w:tblPr>
        <w:tblStyle w:val="TableGrid"/>
        <w:bidiVisual/>
        <w:tblW w:w="5244" w:type="pct"/>
        <w:tblInd w:w="-432" w:type="dxa"/>
        <w:tblLook w:val="01E0"/>
      </w:tblPr>
      <w:tblGrid>
        <w:gridCol w:w="4037"/>
        <w:gridCol w:w="269"/>
        <w:gridCol w:w="3651"/>
      </w:tblGrid>
      <w:tr w:rsidR="00B705E3" w:rsidTr="001E2BB7">
        <w:trPr>
          <w:trHeight w:val="350"/>
        </w:trPr>
        <w:tc>
          <w:tcPr>
            <w:tcW w:w="4720" w:type="dxa"/>
            <w:shd w:val="clear" w:color="auto" w:fill="auto"/>
          </w:tcPr>
          <w:p w:rsidR="00B705E3" w:rsidRDefault="00B705E3" w:rsidP="001E2BB7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t>محمود</w:t>
            </w:r>
            <w:r w:rsidRPr="00E243D8">
              <w:rPr>
                <w:rtl/>
                <w:lang w:bidi="fa-IR"/>
              </w:rPr>
              <w:t xml:space="preserve"> غزنو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tl/>
                <w:lang w:bidi="fa-IR"/>
              </w:rPr>
              <w:t xml:space="preserve"> که هزارش غلام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B705E3" w:rsidRDefault="00B705E3" w:rsidP="001E2BB7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B705E3" w:rsidRDefault="00B705E3" w:rsidP="001E2BB7">
            <w:pPr>
              <w:pStyle w:val="libPoem"/>
              <w:rPr>
                <w:rtl/>
              </w:rPr>
            </w:pPr>
            <w:r w:rsidRPr="00E243D8">
              <w:rPr>
                <w:rtl/>
                <w:lang w:bidi="fa-IR"/>
              </w:rPr>
              <w:t>عشقش عنان گرفت و غلام غلام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سلطان</w:t>
      </w:r>
      <w:r w:rsidRPr="00E243D8">
        <w:rPr>
          <w:rtl/>
          <w:lang w:bidi="fa-IR"/>
        </w:rPr>
        <w:t xml:space="preserve"> محمود با آن عظمت که همه در مقابلش بر خود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لرز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دند،</w:t>
      </w:r>
      <w:r w:rsidRPr="00E243D8">
        <w:rPr>
          <w:rtl/>
          <w:lang w:bidi="fa-IR"/>
        </w:rPr>
        <w:t xml:space="preserve"> در برابر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غلام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ادب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</w:t>
      </w:r>
      <w:r w:rsidRPr="00E243D8">
        <w:rPr>
          <w:rtl/>
          <w:lang w:bidi="fa-IR"/>
        </w:rPr>
        <w:t xml:space="preserve"> پوست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داشت که مربوط به زمان چوپان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بود. آن را در اتاق مخصوص خودش آو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زان</w:t>
      </w:r>
      <w:r w:rsidRPr="00E243D8">
        <w:rPr>
          <w:rtl/>
          <w:lang w:bidi="fa-IR"/>
        </w:rPr>
        <w:t xml:space="preserve"> کرده بود و هر چند وقت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بار در اتاق خودش خلوت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 و به آن پوست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نگاه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کرد.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گفت: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وقت غرور تو را نگ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رد</w:t>
      </w:r>
      <w:r w:rsidRPr="00E243D8">
        <w:rPr>
          <w:rtl/>
          <w:lang w:bidi="fa-IR"/>
        </w:rPr>
        <w:t xml:space="preserve">! تو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چوپان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نظر سلطان به تو افتاده است، وگرنه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ندار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برخ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افراد سعا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کردند و گفتند: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رود در اتاق و توطئه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 سلطان محمود گفت: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</w:t>
      </w:r>
      <w:r w:rsidRPr="00E243D8">
        <w:rPr>
          <w:rtl/>
          <w:lang w:bidi="fa-IR"/>
        </w:rPr>
        <w:t xml:space="preserve"> اهل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حرف ها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>. برو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چه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دند</w:t>
      </w:r>
      <w:r w:rsidRPr="00E243D8">
        <w:rPr>
          <w:rtl/>
          <w:lang w:bidi="fa-IR"/>
        </w:rPr>
        <w:t xml:space="preserve"> پوست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زان</w:t>
      </w:r>
      <w:r w:rsidRPr="00E243D8">
        <w:rPr>
          <w:rtl/>
          <w:lang w:bidi="fa-IR"/>
        </w:rPr>
        <w:t xml:space="preserve"> کرده و به آن نگاه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 گفت: او را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اور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 پرس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 معنا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کار تو چ</w:t>
      </w:r>
      <w:r w:rsidR="00B705E3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ست؟ گفت: گاه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پوست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نگاه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کنم تا به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آورم که من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نداشتم.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نظر شما بود که مرا به تخت و تاج رسانده است و 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سلطنت را </w:t>
      </w:r>
      <w:r w:rsidRPr="00E243D8">
        <w:rPr>
          <w:rtl/>
          <w:lang w:bidi="fa-IR"/>
        </w:rPr>
        <w:lastRenderedPageBreak/>
        <w:t>در اخت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من قرار داده است و مرا به جا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خود نشانده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اگر</w:t>
      </w:r>
      <w:r w:rsidRPr="00E243D8">
        <w:rPr>
          <w:rtl/>
          <w:lang w:bidi="fa-IR"/>
        </w:rPr>
        <w:t xml:space="preserve"> تار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خ</w:t>
      </w:r>
      <w:r w:rsidRPr="00E243D8">
        <w:rPr>
          <w:rtl/>
          <w:lang w:bidi="fa-IR"/>
        </w:rPr>
        <w:t xml:space="preserve"> سلاط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را بخوان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که سلاط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به خاطر حفظ سلطنت خود هر جنا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مرتکب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شدند. اگر بچه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سلطان هوس تاج و تخت پدرشان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کردند، لحظه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آنان مهلت داده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شد. چه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سلاط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بچه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خود را کشتند و چشم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آنان را از حدقه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رون</w:t>
      </w:r>
      <w:r w:rsidRPr="00E243D8">
        <w:rPr>
          <w:rtl/>
          <w:lang w:bidi="fa-IR"/>
        </w:rPr>
        <w:t xml:space="preserve"> کش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دند،</w:t>
      </w:r>
      <w:r w:rsidRPr="00E243D8">
        <w:rPr>
          <w:rtl/>
          <w:lang w:bidi="fa-IR"/>
        </w:rPr>
        <w:t xml:space="preserve"> مبادا هوس تاج و تخت کنند. سلطنت شخص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شناسد،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سلطان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شناسد، اس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محبت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غلام بود.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گفت</w:t>
      </w:r>
      <w:r w:rsidRPr="00E243D8">
        <w:rPr>
          <w:rtl/>
          <w:lang w:bidi="fa-IR"/>
        </w:rPr>
        <w:t>: من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ندارم، عنا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و لطف شما مرا به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نجا</w:t>
      </w:r>
      <w:r w:rsidRPr="00E243D8">
        <w:rPr>
          <w:rtl/>
          <w:lang w:bidi="fa-IR"/>
        </w:rPr>
        <w:t xml:space="preserve"> رسانده است.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خواهم فراموش نکنم که من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چوپان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ندار بوده ام. مولانا چه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با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</w:t>
      </w:r>
    </w:p>
    <w:tbl>
      <w:tblPr>
        <w:tblStyle w:val="TableGrid"/>
        <w:bidiVisual/>
        <w:tblW w:w="5244" w:type="pct"/>
        <w:tblInd w:w="-432" w:type="dxa"/>
        <w:tblLook w:val="01E0"/>
      </w:tblPr>
      <w:tblGrid>
        <w:gridCol w:w="4015"/>
        <w:gridCol w:w="268"/>
        <w:gridCol w:w="3674"/>
      </w:tblGrid>
      <w:tr w:rsidR="00B705E3" w:rsidTr="001E2BB7">
        <w:trPr>
          <w:trHeight w:val="350"/>
        </w:trPr>
        <w:tc>
          <w:tcPr>
            <w:tcW w:w="4720" w:type="dxa"/>
            <w:shd w:val="clear" w:color="auto" w:fill="auto"/>
          </w:tcPr>
          <w:p w:rsidR="00B705E3" w:rsidRDefault="00B705E3" w:rsidP="001E2BB7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t>از</w:t>
            </w:r>
            <w:r w:rsidRPr="00E243D8">
              <w:rPr>
                <w:rtl/>
                <w:lang w:bidi="fa-IR"/>
              </w:rPr>
              <w:t xml:space="preserve"> من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tl/>
                <w:lang w:bidi="fa-IR"/>
              </w:rPr>
              <w:t xml:space="preserve"> بود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tl/>
                <w:lang w:bidi="fa-IR"/>
              </w:rPr>
              <w:t xml:space="preserve"> من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tl/>
                <w:lang w:bidi="fa-IR"/>
              </w:rPr>
              <w:t xml:space="preserve"> را واگذار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B705E3" w:rsidRDefault="00B705E3" w:rsidP="001E2BB7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B705E3" w:rsidRDefault="00B705E3" w:rsidP="001E2BB7">
            <w:pPr>
              <w:pStyle w:val="libPoem"/>
              <w:rPr>
                <w:rtl/>
              </w:rPr>
            </w:pPr>
            <w:r w:rsidRPr="00E243D8">
              <w:rPr>
                <w:rtl/>
                <w:lang w:bidi="fa-IR"/>
              </w:rPr>
              <w:t>ا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tl/>
                <w:lang w:bidi="fa-IR"/>
              </w:rPr>
              <w:t xml:space="preserve"> ا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از</w:t>
            </w:r>
            <w:r w:rsidRPr="00E243D8">
              <w:rPr>
                <w:rtl/>
                <w:lang w:bidi="fa-IR"/>
              </w:rPr>
              <w:t xml:space="preserve"> آن پوست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ن</w:t>
            </w:r>
            <w:r w:rsidRPr="00E243D8">
              <w:rPr>
                <w:rtl/>
                <w:lang w:bidi="fa-IR"/>
              </w:rPr>
              <w:t xml:space="preserve"> را 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اد</w:t>
            </w:r>
            <w:r w:rsidRPr="00E243D8">
              <w:rPr>
                <w:rtl/>
                <w:lang w:bidi="fa-IR"/>
              </w:rPr>
              <w:t xml:space="preserve"> آر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705E3" w:rsidRDefault="00B705E3" w:rsidP="00E243D8">
      <w:pPr>
        <w:pStyle w:val="libNormal"/>
        <w:rPr>
          <w:rtl/>
          <w:lang w:bidi="fa-IR"/>
        </w:rPr>
      </w:pPr>
    </w:p>
    <w:p w:rsidR="00E243D8" w:rsidRPr="00E243D8" w:rsidRDefault="00B705E3" w:rsidP="00B705E3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92" w:name="_Toc67344775"/>
      <w:r w:rsidR="00E243D8" w:rsidRPr="00E243D8">
        <w:rPr>
          <w:rFonts w:hint="eastAsia"/>
          <w:rtl/>
          <w:lang w:bidi="fa-IR"/>
        </w:rPr>
        <w:lastRenderedPageBreak/>
        <w:t>معراج</w:t>
      </w:r>
      <w:r w:rsidR="00E243D8" w:rsidRPr="00E243D8">
        <w:rPr>
          <w:rtl/>
          <w:lang w:bidi="fa-IR"/>
        </w:rPr>
        <w:t xml:space="preserve"> مردان خدا</w:t>
      </w:r>
      <w:bookmarkEnd w:id="92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ما</w:t>
      </w:r>
      <w:r w:rsidRPr="00E243D8">
        <w:rPr>
          <w:rtl/>
          <w:lang w:bidi="fa-IR"/>
        </w:rPr>
        <w:t xml:space="preserve"> از من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درست شده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را کنار گذاشت. در عالم ذر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نداشت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در شکم مادر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نداشت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بعد هم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نخواه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داشت. اگر 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دست ما را باز گزارده اند و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ما داده اند، موقت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اعتبار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 همه خواب و خ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ال</w:t>
      </w:r>
      <w:r w:rsidRPr="00E243D8">
        <w:rPr>
          <w:rtl/>
          <w:lang w:bidi="fa-IR"/>
        </w:rPr>
        <w:t xml:space="preserve"> است. اسم و رسم و عنوان و منصب و پست و مقام و مال و منال و زن و فرزند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به ما داده اند، همه رفتن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 نبا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به آن دلخوش بود.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به</w:t>
      </w:r>
      <w:r w:rsidRPr="00E243D8">
        <w:rPr>
          <w:rtl/>
          <w:lang w:bidi="fa-IR"/>
        </w:rPr>
        <w:t xml:space="preserve"> هر حال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بهتر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عوامل نشاط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ارتباط با خدا و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است که انسان را در دا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ره</w:t>
      </w:r>
      <w:r w:rsidRPr="00E243D8">
        <w:rPr>
          <w:rtl/>
          <w:lang w:bidi="fa-IR"/>
        </w:rPr>
        <w:t xml:space="preserve"> اول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وارد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سازد و او را از حزن و اندوه و خوف و دل</w:t>
      </w:r>
      <w:r w:rsidR="00B705E3">
        <w:rPr>
          <w:rFonts w:hint="cs"/>
          <w:rtl/>
          <w:lang w:bidi="fa-IR"/>
        </w:rPr>
        <w:t xml:space="preserve"> </w:t>
      </w:r>
      <w:r w:rsidRPr="00E243D8">
        <w:rPr>
          <w:rtl/>
          <w:lang w:bidi="fa-IR"/>
        </w:rPr>
        <w:t>نگران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مصون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دارد.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اگر</w:t>
      </w:r>
      <w:r w:rsidRPr="00E243D8">
        <w:rPr>
          <w:rtl/>
          <w:lang w:bidi="fa-IR"/>
        </w:rPr>
        <w:t xml:space="preserve"> با خدا و اول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وند</w:t>
      </w:r>
      <w:r w:rsidRPr="00E243D8">
        <w:rPr>
          <w:rtl/>
          <w:lang w:bidi="fa-IR"/>
        </w:rPr>
        <w:t xml:space="preserve"> زد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منسوب به آنان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ما همان صفر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که توخال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دم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 را پر کند.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از آنان هست</w:t>
      </w:r>
      <w:r w:rsidRPr="00E243D8">
        <w:rPr>
          <w:rFonts w:hint="cs"/>
          <w:rtl/>
          <w:lang w:bidi="fa-IR"/>
        </w:rPr>
        <w:t>ی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از آنان آبرو بگ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در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ارت</w:t>
      </w:r>
      <w:r w:rsidRPr="00E243D8">
        <w:rPr>
          <w:rtl/>
          <w:lang w:bidi="fa-IR"/>
        </w:rPr>
        <w:t xml:space="preserve"> عاشورا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اَلّلهُمَّ</w:t>
      </w:r>
      <w:r w:rsidRPr="00E243D8">
        <w:rPr>
          <w:rtl/>
          <w:lang w:bidi="fa-IR"/>
        </w:rPr>
        <w:t xml:space="preserve"> اجْعَلْن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عِنْدَکَ وَج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هاً</w:t>
      </w:r>
      <w:r w:rsidRPr="00E243D8">
        <w:rPr>
          <w:rtl/>
          <w:lang w:bidi="fa-IR"/>
        </w:rPr>
        <w:t xml:space="preserve"> بِالحُسَ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نِ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الدُّن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وَ الآخِرَه؛ خداوندا، مرا به واسطه حضرت امام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نزد خود در دو عالم وج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و آبرومند گردان!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ا،</w:t>
      </w:r>
      <w:r w:rsidRPr="00E243D8">
        <w:rPr>
          <w:rtl/>
          <w:lang w:bidi="fa-IR"/>
        </w:rPr>
        <w:t xml:space="preserve"> ما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آبرو هست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اما به امام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آبرو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خدا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ا،</w:t>
      </w:r>
      <w:r w:rsidRPr="00E243D8">
        <w:rPr>
          <w:rtl/>
          <w:lang w:bidi="fa-IR"/>
        </w:rPr>
        <w:t xml:space="preserve"> من صفر هستم.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عدد کنار من بگذار و مرا آبرومند و ارزشمند کن.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lastRenderedPageBreak/>
        <w:t>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عدد آمد، صفر 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 هر چه صفر انسان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شتر</w:t>
      </w:r>
      <w:r w:rsidRPr="00E243D8">
        <w:rPr>
          <w:rtl/>
          <w:lang w:bidi="fa-IR"/>
        </w:rPr>
        <w:t xml:space="preserve"> باشد، ارزشمند تر و آبرومندتر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 اگر به اول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وصل شد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هر چه فقرمان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ادتر</w:t>
      </w:r>
      <w:r w:rsidRPr="00E243D8">
        <w:rPr>
          <w:rtl/>
          <w:lang w:bidi="fa-IR"/>
        </w:rPr>
        <w:t xml:space="preserve"> باشد، درجه مان بالاتر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رود. راه بندگ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به فقر و عجز و جهل خودمان اذعان و اعتراف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 راه را عوض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. به دنبال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ال</w:t>
      </w:r>
      <w:r w:rsidRPr="00E243D8">
        <w:rPr>
          <w:rtl/>
          <w:lang w:bidi="fa-IR"/>
        </w:rPr>
        <w:t xml:space="preserve"> و کوپال و شانه کش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</w:t>
      </w:r>
      <w:r w:rsidRPr="00E243D8">
        <w:rPr>
          <w:rtl/>
          <w:lang w:bidi="fa-IR"/>
        </w:rPr>
        <w:t xml:space="preserve"> و تکبر ورز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فقط از راه بندگ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اظهار عجز و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به عظمت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به قول وحدت کرمانشاه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:</w:t>
      </w:r>
    </w:p>
    <w:tbl>
      <w:tblPr>
        <w:tblStyle w:val="TableGrid"/>
        <w:bidiVisual/>
        <w:tblW w:w="5244" w:type="pct"/>
        <w:tblInd w:w="-432" w:type="dxa"/>
        <w:tblLook w:val="01E0"/>
      </w:tblPr>
      <w:tblGrid>
        <w:gridCol w:w="4018"/>
        <w:gridCol w:w="268"/>
        <w:gridCol w:w="3671"/>
      </w:tblGrid>
      <w:tr w:rsidR="00B705E3" w:rsidTr="001E2BB7">
        <w:trPr>
          <w:trHeight w:val="350"/>
        </w:trPr>
        <w:tc>
          <w:tcPr>
            <w:tcW w:w="4720" w:type="dxa"/>
            <w:shd w:val="clear" w:color="auto" w:fill="auto"/>
          </w:tcPr>
          <w:p w:rsidR="00B705E3" w:rsidRDefault="00B705E3" w:rsidP="001E2BB7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t>خ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ز</w:t>
            </w:r>
            <w:r w:rsidRPr="00E243D8">
              <w:rPr>
                <w:rtl/>
                <w:lang w:bidi="fa-IR"/>
              </w:rPr>
              <w:t xml:space="preserve"> و رو آور به معراج 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ق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B705E3" w:rsidRDefault="00B705E3" w:rsidP="001E2BB7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B705E3" w:rsidRDefault="00B705E3" w:rsidP="001E2BB7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t>ن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ست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tl/>
                <w:lang w:bidi="fa-IR"/>
              </w:rPr>
              <w:t xml:space="preserve"> معراج مردان خداست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705E3" w:rsidTr="001E2BB7">
        <w:trPr>
          <w:trHeight w:val="350"/>
        </w:trPr>
        <w:tc>
          <w:tcPr>
            <w:tcW w:w="4720" w:type="dxa"/>
          </w:tcPr>
          <w:p w:rsidR="00B705E3" w:rsidRDefault="00346C4F" w:rsidP="001E2BB7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t>ب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tl/>
                <w:lang w:bidi="fa-IR"/>
              </w:rPr>
              <w:t xml:space="preserve"> براق و رفرف و روح الام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ن</w:t>
            </w:r>
            <w:r w:rsidR="00B705E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B705E3" w:rsidRDefault="00B705E3" w:rsidP="001E2BB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B705E3" w:rsidRDefault="00346C4F" w:rsidP="001E2BB7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t>ن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ست</w:t>
            </w:r>
            <w:r w:rsidRPr="00E243D8">
              <w:rPr>
                <w:rtl/>
                <w:lang w:bidi="fa-IR"/>
              </w:rPr>
              <w:t xml:space="preserve"> معراج حق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قت</w:t>
            </w:r>
            <w:r w:rsidRPr="00E243D8">
              <w:rPr>
                <w:rtl/>
                <w:lang w:bidi="fa-IR"/>
              </w:rPr>
              <w:t xml:space="preserve"> غ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ر</w:t>
            </w:r>
            <w:r w:rsidRPr="00E243D8">
              <w:rPr>
                <w:rtl/>
                <w:lang w:bidi="fa-IR"/>
              </w:rPr>
              <w:t xml:space="preserve"> از ا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ن</w:t>
            </w:r>
            <w:r w:rsidR="00B705E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46C4F" w:rsidRDefault="00346C4F" w:rsidP="00E243D8">
      <w:pPr>
        <w:pStyle w:val="libNormal"/>
        <w:rPr>
          <w:rtl/>
          <w:lang w:bidi="fa-IR"/>
        </w:rPr>
      </w:pPr>
    </w:p>
    <w:p w:rsidR="00E243D8" w:rsidRPr="00E243D8" w:rsidRDefault="00346C4F" w:rsidP="00346C4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93" w:name="_Toc67344776"/>
      <w:r w:rsidR="00E243D8" w:rsidRPr="00E243D8">
        <w:rPr>
          <w:rFonts w:hint="eastAsia"/>
          <w:rtl/>
          <w:lang w:bidi="fa-IR"/>
        </w:rPr>
        <w:lastRenderedPageBreak/>
        <w:t>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ده</w:t>
      </w:r>
      <w:r w:rsidR="00E243D8" w:rsidRPr="00E243D8">
        <w:rPr>
          <w:rtl/>
          <w:lang w:bidi="fa-IR"/>
        </w:rPr>
        <w:t xml:space="preserve"> خود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bookmarkEnd w:id="93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اگر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رشد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به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متصل شو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صفرها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وجود خودتان را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 خود را نب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خود را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انگار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</w:t>
      </w:r>
    </w:p>
    <w:tbl>
      <w:tblPr>
        <w:tblStyle w:val="TableGrid"/>
        <w:bidiVisual/>
        <w:tblW w:w="5244" w:type="pct"/>
        <w:tblInd w:w="-432" w:type="dxa"/>
        <w:tblLook w:val="01E0"/>
      </w:tblPr>
      <w:tblGrid>
        <w:gridCol w:w="4013"/>
        <w:gridCol w:w="267"/>
        <w:gridCol w:w="3677"/>
      </w:tblGrid>
      <w:tr w:rsidR="00346C4F" w:rsidTr="00346C4F">
        <w:trPr>
          <w:trHeight w:val="350"/>
        </w:trPr>
        <w:tc>
          <w:tcPr>
            <w:tcW w:w="4013" w:type="dxa"/>
            <w:shd w:val="clear" w:color="auto" w:fill="auto"/>
          </w:tcPr>
          <w:p w:rsidR="00346C4F" w:rsidRDefault="00346C4F" w:rsidP="001E2BB7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t>د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ده</w:t>
            </w:r>
            <w:r w:rsidRPr="00E243D8">
              <w:rPr>
                <w:rtl/>
                <w:lang w:bidi="fa-IR"/>
              </w:rPr>
              <w:t xml:space="preserve"> خود ب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ن</w:t>
            </w:r>
            <w:r w:rsidRPr="00E243D8">
              <w:rPr>
                <w:rtl/>
                <w:lang w:bidi="fa-IR"/>
              </w:rPr>
              <w:t xml:space="preserve"> خدا ب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ن</w:t>
            </w:r>
            <w:r w:rsidRPr="00E243D8">
              <w:rPr>
                <w:rtl/>
                <w:lang w:bidi="fa-IR"/>
              </w:rPr>
              <w:t xml:space="preserve"> ک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tl/>
                <w:lang w:bidi="fa-IR"/>
              </w:rPr>
              <w:t xml:space="preserve"> شود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  <w:shd w:val="clear" w:color="auto" w:fill="auto"/>
          </w:tcPr>
          <w:p w:rsidR="00346C4F" w:rsidRDefault="00346C4F" w:rsidP="001E2BB7">
            <w:pPr>
              <w:pStyle w:val="libPoem"/>
              <w:rPr>
                <w:rtl/>
              </w:rPr>
            </w:pPr>
          </w:p>
        </w:tc>
        <w:tc>
          <w:tcPr>
            <w:tcW w:w="3677" w:type="dxa"/>
            <w:shd w:val="clear" w:color="auto" w:fill="auto"/>
          </w:tcPr>
          <w:p w:rsidR="00346C4F" w:rsidRDefault="00346C4F" w:rsidP="001E2BB7">
            <w:pPr>
              <w:pStyle w:val="libPoem"/>
              <w:rPr>
                <w:rtl/>
              </w:rPr>
            </w:pPr>
            <w:r w:rsidRPr="00E243D8">
              <w:rPr>
                <w:rtl/>
                <w:lang w:bidi="fa-IR"/>
              </w:rPr>
              <w:t>گفتمت رمز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tl/>
                <w:lang w:bidi="fa-IR"/>
              </w:rPr>
              <w:t xml:space="preserve"> برو خود را نب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خود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از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</w:t>
      </w:r>
      <w:r w:rsidRPr="00E243D8">
        <w:rPr>
          <w:rtl/>
          <w:lang w:bidi="fa-IR"/>
        </w:rPr>
        <w:t xml:space="preserve">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محروم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ارزش.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بزرگان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فرمود: در دستگاه خدا اگر خودت را بگ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ولت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 و اگر خودت را ول کرد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رندت</w:t>
      </w:r>
      <w:r w:rsidRPr="00E243D8">
        <w:rPr>
          <w:rtl/>
          <w:lang w:bidi="fa-IR"/>
        </w:rPr>
        <w:t>.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حرف قشنگ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طان</w:t>
      </w:r>
      <w:r w:rsidRPr="00E243D8">
        <w:rPr>
          <w:rtl/>
          <w:lang w:bidi="fa-IR"/>
        </w:rPr>
        <w:t xml:space="preserve"> خودش را گرفت. گفت من از آتشم، من بهترم.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شد که او را رها کردند. اما حضرت آدم از در اعتراف و اقرار به گناه وارد شد و خداوند او را خل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فه</w:t>
      </w:r>
      <w:r w:rsidRPr="00E243D8">
        <w:rPr>
          <w:rtl/>
          <w:lang w:bidi="fa-IR"/>
        </w:rPr>
        <w:t xml:space="preserve"> خودش قرار داد.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346C4F" w:rsidP="00346C4F">
      <w:pPr>
        <w:pStyle w:val="libNormal"/>
        <w:rPr>
          <w:rtl/>
          <w:lang w:bidi="fa-IR"/>
        </w:rPr>
      </w:pPr>
      <w:r w:rsidRPr="00346C4F">
        <w:rPr>
          <w:rStyle w:val="libAlaemChar"/>
          <w:rFonts w:hint="cs"/>
          <w:rtl/>
        </w:rPr>
        <w:t>(</w:t>
      </w:r>
      <w:r w:rsidR="00E243D8" w:rsidRPr="00346C4F">
        <w:rPr>
          <w:rStyle w:val="libAieChar"/>
          <w:rFonts w:hint="eastAsia"/>
          <w:rtl/>
        </w:rPr>
        <w:t>اَمَّنْ</w:t>
      </w:r>
      <w:r w:rsidR="00E243D8" w:rsidRPr="00346C4F">
        <w:rPr>
          <w:rStyle w:val="libAieChar"/>
          <w:rtl/>
        </w:rPr>
        <w:t xml:space="preserve"> </w:t>
      </w:r>
      <w:r w:rsidR="00E243D8" w:rsidRPr="00346C4F">
        <w:rPr>
          <w:rStyle w:val="libAieChar"/>
          <w:rFonts w:hint="cs"/>
          <w:rtl/>
        </w:rPr>
        <w:t>یُ</w:t>
      </w:r>
      <w:r w:rsidR="00E243D8" w:rsidRPr="00346C4F">
        <w:rPr>
          <w:rStyle w:val="libAieChar"/>
          <w:rFonts w:hint="eastAsia"/>
          <w:rtl/>
        </w:rPr>
        <w:t>ج</w:t>
      </w:r>
      <w:r w:rsidR="00E243D8" w:rsidRPr="00346C4F">
        <w:rPr>
          <w:rStyle w:val="libAieChar"/>
          <w:rFonts w:hint="cs"/>
          <w:rtl/>
        </w:rPr>
        <w:t>ی</w:t>
      </w:r>
      <w:r w:rsidR="00E243D8" w:rsidRPr="00346C4F">
        <w:rPr>
          <w:rStyle w:val="libAieChar"/>
          <w:rFonts w:hint="eastAsia"/>
          <w:rtl/>
        </w:rPr>
        <w:t>بُ</w:t>
      </w:r>
      <w:r w:rsidR="00E243D8" w:rsidRPr="00346C4F">
        <w:rPr>
          <w:rStyle w:val="libAieChar"/>
          <w:rtl/>
        </w:rPr>
        <w:t xml:space="preserve"> المُضْطَرَّ اِذا دَعاهُ وَ </w:t>
      </w:r>
      <w:r w:rsidR="00E243D8" w:rsidRPr="00346C4F">
        <w:rPr>
          <w:rStyle w:val="libAieChar"/>
          <w:rFonts w:hint="cs"/>
          <w:rtl/>
        </w:rPr>
        <w:t>یَ</w:t>
      </w:r>
      <w:r w:rsidR="00E243D8" w:rsidRPr="00346C4F">
        <w:rPr>
          <w:rStyle w:val="libAieChar"/>
          <w:rFonts w:hint="eastAsia"/>
          <w:rtl/>
        </w:rPr>
        <w:t>کْشِفُ</w:t>
      </w:r>
      <w:r w:rsidR="00E243D8" w:rsidRPr="00346C4F">
        <w:rPr>
          <w:rStyle w:val="libAieChar"/>
          <w:rtl/>
        </w:rPr>
        <w:t xml:space="preserve"> السُّوءَ وَ </w:t>
      </w:r>
      <w:r w:rsidR="00E243D8" w:rsidRPr="00346C4F">
        <w:rPr>
          <w:rStyle w:val="libAieChar"/>
          <w:rFonts w:hint="cs"/>
          <w:rtl/>
        </w:rPr>
        <w:t>یَ</w:t>
      </w:r>
      <w:r w:rsidR="00E243D8" w:rsidRPr="00346C4F">
        <w:rPr>
          <w:rStyle w:val="libAieChar"/>
          <w:rFonts w:hint="eastAsia"/>
          <w:rtl/>
        </w:rPr>
        <w:t>جْعَلُکُمْ</w:t>
      </w:r>
      <w:r w:rsidR="00E243D8" w:rsidRPr="00346C4F">
        <w:rPr>
          <w:rStyle w:val="libAieChar"/>
          <w:rtl/>
        </w:rPr>
        <w:t xml:space="preserve"> خُلَفاءَ الْاَرْضِ</w:t>
      </w:r>
      <w:r w:rsidRPr="00346C4F">
        <w:rPr>
          <w:rStyle w:val="libAlaemChar"/>
          <w:rFonts w:hint="cs"/>
          <w:rtl/>
        </w:rPr>
        <w:t>)</w:t>
      </w:r>
      <w:r w:rsidR="00E243D8" w:rsidRPr="00346C4F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tl/>
          <w:lang w:bidi="fa-IR"/>
        </w:rPr>
        <w:t xml:space="preserve"> ک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ست</w:t>
      </w:r>
      <w:r w:rsidR="00E243D8" w:rsidRPr="00E243D8">
        <w:rPr>
          <w:rtl/>
          <w:lang w:bidi="fa-IR"/>
        </w:rPr>
        <w:t xml:space="preserve"> آن کس که درمانده را چون 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را بخواند اجابت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کند و گرفتار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را بر طرف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گرداند و شما را جانش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نان</w:t>
      </w:r>
      <w:r w:rsidR="00E243D8" w:rsidRPr="00E243D8">
        <w:rPr>
          <w:rtl/>
          <w:lang w:bidi="fa-IR"/>
        </w:rPr>
        <w:t xml:space="preserve">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زم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قرار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دهد!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اگر مضطر شد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نما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نده</w:t>
      </w:r>
      <w:r w:rsidRPr="00E243D8">
        <w:rPr>
          <w:rtl/>
          <w:lang w:bidi="fa-IR"/>
        </w:rPr>
        <w:t xml:space="preserve"> خدا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. راه آن اضطرار و دست خال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شدن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346C4F" w:rsidP="00346C4F">
      <w:pPr>
        <w:pStyle w:val="libBold1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tl/>
          <w:lang w:bidi="fa-IR"/>
        </w:rPr>
        <w:lastRenderedPageBreak/>
        <w:t>4) اتصال به اول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اء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از عوامل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شاد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ستن،</w:t>
      </w:r>
      <w:r w:rsidRPr="00E243D8">
        <w:rPr>
          <w:rtl/>
          <w:lang w:bidi="fa-IR"/>
        </w:rPr>
        <w:t xml:space="preserve"> اتصال به خدا و اول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اوست. اگر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واقع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دلت روشن و شاد شود، به خدا و اول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متصل شو.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البته</w:t>
      </w:r>
      <w:r w:rsidRPr="00E243D8">
        <w:rPr>
          <w:rtl/>
          <w:lang w:bidi="fa-IR"/>
        </w:rPr>
        <w:t xml:space="preserve"> به سلمان هم که متصل شو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فرق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ندارد؛ چون سلمان هم به آنان متصل شده، به گونه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اِنَّ</w:t>
      </w:r>
      <w:r w:rsidRPr="00E243D8">
        <w:rPr>
          <w:rtl/>
          <w:lang w:bidi="fa-IR"/>
        </w:rPr>
        <w:t xml:space="preserve"> سَلْمانُ مِنّا اَهْلَ الْبَ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تِ؛</w:t>
      </w:r>
      <w:r w:rsidRPr="00346C4F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به راست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سلمان از ما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وند</w:t>
      </w:r>
      <w:r w:rsidRPr="00E243D8">
        <w:rPr>
          <w:rtl/>
          <w:lang w:bidi="fa-IR"/>
        </w:rPr>
        <w:t xml:space="preserve"> سلمان به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آنچنان محکم و استوار و عم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tl/>
          <w:lang w:bidi="fa-IR"/>
        </w:rPr>
        <w:t xml:space="preserve"> است که از</w:t>
      </w:r>
    </w:p>
    <w:p w:rsidR="00E243D8" w:rsidRPr="00E243D8" w:rsidRDefault="00346C4F" w:rsidP="00346C4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E243D8" w:rsidRPr="00E243D8" w:rsidRDefault="00E243D8" w:rsidP="00346C4F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سوره نحل،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62.</w:t>
      </w:r>
    </w:p>
    <w:p w:rsidR="00E243D8" w:rsidRPr="00E243D8" w:rsidRDefault="00E243D8" w:rsidP="00346C4F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رجال الکش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ص 15؛ بحارالانوار، ج 22، ص 374.</w:t>
      </w:r>
    </w:p>
    <w:p w:rsidR="00E243D8" w:rsidRPr="00E243D8" w:rsidRDefault="00346C4F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خود</w:t>
      </w:r>
      <w:r w:rsidR="00E243D8" w:rsidRPr="00E243D8">
        <w:rPr>
          <w:rtl/>
          <w:lang w:bidi="fa-IR"/>
        </w:rPr>
        <w:t xml:space="preserve"> اهل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="00E243D8" w:rsidRPr="00E243D8">
        <w:rPr>
          <w:rtl/>
          <w:lang w:bidi="fa-IR"/>
        </w:rPr>
        <w:t>شده است. از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رو اگر با سلمان هم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وند</w:t>
      </w:r>
      <w:r w:rsidR="00E243D8" w:rsidRPr="00E243D8">
        <w:rPr>
          <w:rtl/>
          <w:lang w:bidi="fa-IR"/>
        </w:rPr>
        <w:t xml:space="preserve"> برقرار کن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،</w:t>
      </w:r>
      <w:r w:rsidR="00E243D8" w:rsidRPr="00E243D8">
        <w:rPr>
          <w:rtl/>
          <w:lang w:bidi="fa-IR"/>
        </w:rPr>
        <w:t xml:space="preserve"> مثل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است که با اهل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="00E243D8" w:rsidRPr="00E243D8">
        <w:rPr>
          <w:rtl/>
          <w:lang w:bidi="fa-IR"/>
        </w:rPr>
        <w:t>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وند</w:t>
      </w:r>
      <w:r w:rsidR="00E243D8" w:rsidRPr="00E243D8">
        <w:rPr>
          <w:rtl/>
          <w:lang w:bidi="fa-IR"/>
        </w:rPr>
        <w:t xml:space="preserve"> زده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>.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است که ام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رالمؤمن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="00E243D8" w:rsidRPr="00E243D8">
        <w:rPr>
          <w:rtl/>
          <w:lang w:bidi="fa-IR"/>
        </w:rPr>
        <w:t>درباره سلمان به ابوذر 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اَباذَرّ اِنَّ سَلْمانَ بابُ اللهِ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الاَرْضِ مَنْ عَرَفَهُ کانَ مُؤمِناً وَ مَنْ اَنْکَرَهُ کانَ کافراً؛</w:t>
      </w:r>
      <w:r w:rsidRPr="00346C4F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اباذر،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گمان سلمان باب خداوند در زم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است.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او را به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شناخت، اهل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است و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مقام و منزلت او را انکار کرد، کافر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اعتقاد</w:t>
      </w:r>
      <w:r w:rsidRPr="00E243D8">
        <w:rPr>
          <w:rtl/>
          <w:lang w:bidi="fa-IR"/>
        </w:rPr>
        <w:t xml:space="preserve"> و پذ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رش</w:t>
      </w:r>
      <w:r w:rsidRPr="00E243D8">
        <w:rPr>
          <w:rtl/>
          <w:lang w:bidi="fa-IR"/>
        </w:rPr>
        <w:t xml:space="preserve"> سلمان، به منزله پذ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رش</w:t>
      </w:r>
      <w:r w:rsidRPr="00E243D8">
        <w:rPr>
          <w:rtl/>
          <w:lang w:bidi="fa-IR"/>
        </w:rPr>
        <w:t xml:space="preserve">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است؛ چون او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نه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آنان را نشان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دهد.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اگر</w:t>
      </w:r>
      <w:r w:rsidRPr="00E243D8">
        <w:rPr>
          <w:rtl/>
          <w:lang w:bidi="fa-IR"/>
        </w:rPr>
        <w:t xml:space="preserve"> لطف خدا و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نباشد،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ندار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دست ولا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است که ما را نگاه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دارد. امام موس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بن جعفر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اِنَّ</w:t>
      </w:r>
      <w:r w:rsidRPr="00E243D8">
        <w:rPr>
          <w:rtl/>
          <w:lang w:bidi="fa-IR"/>
        </w:rPr>
        <w:t xml:space="preserve"> اللهَ تَبارک و تعال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أَ </w:t>
      </w:r>
      <w:r w:rsidRPr="00E243D8">
        <w:rPr>
          <w:rFonts w:hint="cs"/>
          <w:rtl/>
          <w:lang w:bidi="fa-IR"/>
        </w:rPr>
        <w:t>یَّ</w:t>
      </w:r>
      <w:r w:rsidRPr="00E243D8">
        <w:rPr>
          <w:rFonts w:hint="eastAsia"/>
          <w:rtl/>
          <w:lang w:bidi="fa-IR"/>
        </w:rPr>
        <w:t>دَ</w:t>
      </w:r>
      <w:r w:rsidRPr="00E243D8">
        <w:rPr>
          <w:rtl/>
          <w:lang w:bidi="fa-IR"/>
        </w:rPr>
        <w:t xml:space="preserve"> المُؤْمِنَ بِرُوحٍ مِنْهُ؛ خدا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تبارک و تعال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مؤمن را به وس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له</w:t>
      </w:r>
      <w:r w:rsidRPr="00E243D8">
        <w:rPr>
          <w:rtl/>
          <w:lang w:bidi="fa-IR"/>
        </w:rPr>
        <w:t xml:space="preserve"> روح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خود تأ</w:t>
      </w:r>
      <w:r w:rsidRPr="00E243D8">
        <w:rPr>
          <w:rFonts w:hint="cs"/>
          <w:rtl/>
          <w:lang w:bidi="fa-IR"/>
        </w:rPr>
        <w:t>یی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کنند. سپس فرمودند: نَحْنُ نُؤَ</w:t>
      </w:r>
      <w:r w:rsidRPr="00E243D8">
        <w:rPr>
          <w:rFonts w:hint="cs"/>
          <w:rtl/>
          <w:lang w:bidi="fa-IR"/>
        </w:rPr>
        <w:t>یِّ</w:t>
      </w:r>
      <w:r w:rsidRPr="00E243D8">
        <w:rPr>
          <w:rFonts w:hint="eastAsia"/>
          <w:rtl/>
          <w:lang w:bidi="fa-IR"/>
        </w:rPr>
        <w:t>دُ</w:t>
      </w:r>
      <w:r w:rsidRPr="00E243D8">
        <w:rPr>
          <w:rtl/>
          <w:lang w:bidi="fa-IR"/>
        </w:rPr>
        <w:t xml:space="preserve"> الرُّوحَ بِالطّاعَهِ وَ الْعَمِلِ لَهُ؛</w:t>
      </w:r>
      <w:r w:rsidRPr="00346C4F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ما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آن روح را به وس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له</w:t>
      </w:r>
      <w:r w:rsidRPr="00E243D8">
        <w:rPr>
          <w:rtl/>
          <w:lang w:bidi="fa-IR"/>
        </w:rPr>
        <w:t xml:space="preserve"> طاعت خدا و عمل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او تأ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>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روح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و تقو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پره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زکار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وس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له</w:t>
      </w:r>
      <w:r w:rsidRPr="00E243D8">
        <w:rPr>
          <w:rtl/>
          <w:lang w:bidi="fa-IR"/>
        </w:rPr>
        <w:t xml:space="preserve">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و امام زمان تأ</w:t>
      </w:r>
      <w:r w:rsidRPr="00E243D8">
        <w:rPr>
          <w:rFonts w:hint="cs"/>
          <w:rtl/>
          <w:lang w:bidi="fa-IR"/>
        </w:rPr>
        <w:t>یی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چراغ ها اگر به جر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برق وصل شود، روشن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 و ارزش دارد.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در ولا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ذوب شد و تسل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اوامر آنان بود. اگر غ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باشد، ارزش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tl/>
          <w:lang w:bidi="fa-IR"/>
        </w:rPr>
        <w:lastRenderedPageBreak/>
        <w:t>ندارد. مگر زب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منا اهل الب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نبود؟!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برابر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ستاد،</w:t>
      </w:r>
      <w:r w:rsidRPr="00E243D8">
        <w:rPr>
          <w:rtl/>
          <w:lang w:bidi="fa-IR"/>
        </w:rPr>
        <w:t xml:space="preserve"> کشته شد.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به خدا پناه برد که دست از دامان</w:t>
      </w:r>
    </w:p>
    <w:p w:rsidR="00E243D8" w:rsidRPr="00E243D8" w:rsidRDefault="00346C4F" w:rsidP="00346C4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E243D8" w:rsidRPr="00E243D8" w:rsidRDefault="00E243D8" w:rsidP="00346C4F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رجال الکش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ص 15؛ روضه المتق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ج 14، ص 223؛ بحارالانوار، ج 22، ص 374.</w:t>
      </w:r>
    </w:p>
    <w:p w:rsidR="00E243D8" w:rsidRPr="00E243D8" w:rsidRDefault="00E243D8" w:rsidP="00346C4F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2، ص 268؛ بحارالانوار، ج 66، ص 194.</w:t>
      </w:r>
    </w:p>
    <w:p w:rsidR="00E243D8" w:rsidRPr="00E243D8" w:rsidRDefault="00346C4F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اهل</w:t>
      </w:r>
      <w:r w:rsidR="00E243D8" w:rsidRPr="00E243D8">
        <w:rPr>
          <w:rtl/>
          <w:lang w:bidi="fa-IR"/>
        </w:rPr>
        <w:t xml:space="preserve">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="00E243D8" w:rsidRPr="00E243D8">
        <w:rPr>
          <w:rtl/>
          <w:lang w:bidi="fa-IR"/>
        </w:rPr>
        <w:t>بر ندار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</w:t>
      </w:r>
      <w:r w:rsidR="00E243D8" w:rsidRPr="00E243D8">
        <w:rPr>
          <w:rtl/>
          <w:lang w:bidi="fa-IR"/>
        </w:rPr>
        <w:t>. پول و مقام و شهرت بت است. بت ها را با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شکست. با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به حق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قت</w:t>
      </w:r>
      <w:r w:rsidR="00E243D8" w:rsidRPr="00E243D8">
        <w:rPr>
          <w:rtl/>
          <w:lang w:bidi="fa-IR"/>
        </w:rPr>
        <w:t xml:space="preserve"> تک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ه</w:t>
      </w:r>
      <w:r w:rsidR="00E243D8" w:rsidRPr="00E243D8">
        <w:rPr>
          <w:rtl/>
          <w:lang w:bidi="fa-IR"/>
        </w:rPr>
        <w:t xml:space="preserve"> داشت، به اهل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tl/>
          <w:lang w:bidi="fa-IR"/>
        </w:rPr>
        <w:t xml:space="preserve">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امبر</w:t>
      </w:r>
      <w:r w:rsidR="00E243D8" w:rsidRPr="00E243D8">
        <w:rPr>
          <w:rtl/>
          <w:lang w:bidi="fa-IR"/>
        </w:rPr>
        <w:t xml:space="preserve">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="00E243D8"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خداوندا،</w:t>
      </w:r>
      <w:r w:rsidRPr="00E243D8">
        <w:rPr>
          <w:rtl/>
          <w:lang w:bidi="fa-IR"/>
        </w:rPr>
        <w:t xml:space="preserve"> بر معرفت و ولا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و محبت ما نسبت به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فزا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!</w:t>
      </w:r>
    </w:p>
    <w:p w:rsidR="00346C4F" w:rsidRDefault="00346C4F" w:rsidP="001E2BB7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94" w:name="_Toc67344777"/>
      <w:r w:rsidR="00E243D8" w:rsidRPr="00E243D8">
        <w:rPr>
          <w:rFonts w:hint="eastAsia"/>
          <w:rtl/>
          <w:lang w:bidi="fa-IR"/>
        </w:rPr>
        <w:lastRenderedPageBreak/>
        <w:t>گفتار</w:t>
      </w:r>
      <w:r w:rsidR="00E243D8" w:rsidRPr="00E243D8">
        <w:rPr>
          <w:rtl/>
          <w:lang w:bidi="fa-IR"/>
        </w:rPr>
        <w:t xml:space="preserve"> ششم: نشاط و عوامل آن</w:t>
      </w:r>
      <w:bookmarkEnd w:id="94"/>
      <w:r w:rsidR="00E243D8" w:rsidRPr="00E243D8">
        <w:rPr>
          <w:rtl/>
          <w:lang w:bidi="fa-IR"/>
        </w:rPr>
        <w:t xml:space="preserve"> </w:t>
      </w:r>
    </w:p>
    <w:p w:rsidR="00346C4F" w:rsidRDefault="00346C4F" w:rsidP="00E243D8">
      <w:pPr>
        <w:pStyle w:val="libNormal"/>
        <w:rPr>
          <w:rtl/>
          <w:lang w:bidi="fa-IR"/>
        </w:rPr>
      </w:pPr>
    </w:p>
    <w:p w:rsidR="00E243D8" w:rsidRPr="00E243D8" w:rsidRDefault="00E243D8" w:rsidP="00346C4F">
      <w:pPr>
        <w:pStyle w:val="libFootnotenum"/>
        <w:rPr>
          <w:rtl/>
          <w:lang w:bidi="fa-IR"/>
        </w:rPr>
      </w:pPr>
      <w:r w:rsidRPr="00E243D8">
        <w:rPr>
          <w:rtl/>
          <w:lang w:bidi="fa-IR"/>
        </w:rPr>
        <w:t>(2)</w:t>
      </w:r>
    </w:p>
    <w:p w:rsidR="00E243D8" w:rsidRPr="00E243D8" w:rsidRDefault="00E243D8" w:rsidP="00346C4F">
      <w:pPr>
        <w:pStyle w:val="libBold1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اشاره</w:t>
      </w:r>
    </w:p>
    <w:p w:rsidR="00E243D8" w:rsidRPr="00E243D8" w:rsidRDefault="00346C4F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اَفْضَلُ</w:t>
      </w:r>
      <w:r w:rsidR="00E243D8" w:rsidRPr="00E243D8">
        <w:rPr>
          <w:rtl/>
          <w:lang w:bidi="fa-IR"/>
        </w:rPr>
        <w:t xml:space="preserve"> الاَعمالِ بَعْدَ الصَّلاهِ اِدْخالُ السُّرورِ ف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قَلْبِ المُؤْمِنِ بِما لا اِثْمَ فِ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هِ؛</w:t>
      </w:r>
      <w:r w:rsidR="00E243D8" w:rsidRPr="00346C4F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برتر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اعمال بعد از نماز،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جاد</w:t>
      </w:r>
      <w:r w:rsidR="00E243D8" w:rsidRPr="00E243D8">
        <w:rPr>
          <w:rtl/>
          <w:lang w:bidi="fa-IR"/>
        </w:rPr>
        <w:t xml:space="preserve"> سرور و شادمان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در دل مؤمن است، به 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در آن گناه نباشد.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346C4F">
      <w:pPr>
        <w:pStyle w:val="Heading2"/>
        <w:rPr>
          <w:rtl/>
          <w:lang w:bidi="fa-IR"/>
        </w:rPr>
      </w:pPr>
      <w:bookmarkStart w:id="95" w:name="_Toc67344778"/>
      <w:r w:rsidRPr="00E243D8">
        <w:rPr>
          <w:rFonts w:hint="eastAsia"/>
          <w:rtl/>
          <w:lang w:bidi="fa-IR"/>
        </w:rPr>
        <w:t>مجلس</w:t>
      </w:r>
      <w:r w:rsidRPr="00E243D8">
        <w:rPr>
          <w:rtl/>
          <w:lang w:bidi="fa-IR"/>
        </w:rPr>
        <w:t xml:space="preserve"> حسرت بار</w:t>
      </w:r>
      <w:bookmarkEnd w:id="95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ذکر</w:t>
      </w:r>
      <w:r w:rsidRPr="00E243D8">
        <w:rPr>
          <w:rtl/>
          <w:lang w:bidi="fa-IR"/>
        </w:rPr>
        <w:t xml:space="preserve"> شر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صلوات از ذکرها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است که انسان به خاطر کوتاه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آن، در روز 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امت</w:t>
      </w:r>
      <w:r w:rsidRPr="00E243D8">
        <w:rPr>
          <w:rtl/>
          <w:lang w:bidi="fa-IR"/>
        </w:rPr>
        <w:t xml:space="preserve"> حسرت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خورد. از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شده است که رسول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ما</w:t>
      </w:r>
      <w:r w:rsidRPr="00E243D8">
        <w:rPr>
          <w:rtl/>
          <w:lang w:bidi="fa-IR"/>
        </w:rPr>
        <w:t xml:space="preserve"> مِنْ قَوْمٍ اجْتَمِعُوا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مَجْلِسٍ فَلَمْ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ذکُرُوا</w:t>
      </w:r>
      <w:r w:rsidRPr="00E243D8">
        <w:rPr>
          <w:rtl/>
          <w:lang w:bidi="fa-IR"/>
        </w:rPr>
        <w:t xml:space="preserve"> اسم اللهِ عَزَّوَجَلَّ وَ لَمْ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صَلُّوا</w:t>
      </w:r>
      <w:r w:rsidRPr="00E243D8">
        <w:rPr>
          <w:rtl/>
          <w:lang w:bidi="fa-IR"/>
        </w:rPr>
        <w:t xml:space="preserve">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نَبِ</w:t>
      </w:r>
      <w:r w:rsidRPr="00E243D8">
        <w:rPr>
          <w:rFonts w:hint="cs"/>
          <w:rtl/>
          <w:lang w:bidi="fa-IR"/>
        </w:rPr>
        <w:t>یِّ</w:t>
      </w:r>
      <w:r w:rsidRPr="00E243D8">
        <w:rPr>
          <w:rFonts w:hint="eastAsia"/>
          <w:rtl/>
          <w:lang w:bidi="fa-IR"/>
        </w:rPr>
        <w:t>هِمْ</w:t>
      </w:r>
      <w:r w:rsidRPr="00E243D8">
        <w:rPr>
          <w:rtl/>
          <w:lang w:bidi="fa-IR"/>
        </w:rPr>
        <w:t xml:space="preserve"> اِلّا کانَ ذلِکَ المَجْلِسُ حَسْرَهً وَ وَبالاً عَلَ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هِمْ؛</w:t>
      </w:r>
      <w:r w:rsidRPr="00346C4F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هر مجلس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گروه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آن گرد هم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 xml:space="preserve"> و نام خدا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عزوجل را نبرند و بر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غمبر</w:t>
      </w:r>
      <w:r w:rsidRPr="00E243D8">
        <w:rPr>
          <w:rtl/>
          <w:lang w:bidi="fa-IR"/>
        </w:rPr>
        <w:t xml:space="preserve">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صلوات نفرستند، آن مجلس 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حسرت و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بر آن ها خواهد بود.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چون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توانستند در آن مجلس با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خدا و ذکر صلوات بر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و آلش به مقام و جا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بلند دست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ابند،</w:t>
      </w:r>
      <w:r w:rsidRPr="00E243D8">
        <w:rPr>
          <w:rtl/>
          <w:lang w:bidi="fa-IR"/>
        </w:rPr>
        <w:t xml:space="preserve"> با ترک آن، ضرر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هنگفت</w:t>
      </w:r>
    </w:p>
    <w:p w:rsidR="00E243D8" w:rsidRPr="00E243D8" w:rsidRDefault="00346C4F" w:rsidP="00346C4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E243D8" w:rsidRPr="00E243D8" w:rsidRDefault="00E243D8" w:rsidP="00346C4F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مناقب آل اب</w:t>
      </w:r>
      <w:r w:rsidRPr="00E243D8">
        <w:rPr>
          <w:rFonts w:hint="cs"/>
          <w:rtl/>
          <w:lang w:bidi="fa-IR"/>
        </w:rPr>
        <w:t>یطالب</w:t>
      </w:r>
      <w:r w:rsidRPr="00E243D8">
        <w:rPr>
          <w:rtl/>
          <w:lang w:bidi="fa-IR"/>
        </w:rPr>
        <w:t xml:space="preserve"> ع ، ج 4، ص 75؛ بحارالانوار، ج 44، ص 194.</w:t>
      </w:r>
    </w:p>
    <w:p w:rsidR="00E243D8" w:rsidRPr="00E243D8" w:rsidRDefault="00E243D8" w:rsidP="00346C4F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2، ص 497؛ مکارم الاخلاق، ص 275؛ بحارالانوار، ج 90، ص 161.</w:t>
      </w:r>
    </w:p>
    <w:p w:rsidR="00E243D8" w:rsidRPr="00E243D8" w:rsidRDefault="00346C4F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نص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بشان</w:t>
      </w:r>
      <w:r w:rsidR="00E243D8" w:rsidRPr="00E243D8">
        <w:rPr>
          <w:rtl/>
          <w:lang w:bidi="fa-IR"/>
        </w:rPr>
        <w:t xml:space="preserve"> خواهد شد. و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زمان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روشن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شود که ارزش و درخشش نور صلوات را در ق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امت</w:t>
      </w:r>
      <w:r w:rsidR="00E243D8" w:rsidRPr="00E243D8">
        <w:rPr>
          <w:rtl/>
          <w:lang w:bidi="fa-IR"/>
        </w:rPr>
        <w:t xml:space="preserve"> مشاهده خواهند کرد.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علاوه</w:t>
      </w:r>
      <w:r w:rsidRPr="00E243D8">
        <w:rPr>
          <w:rtl/>
          <w:lang w:bidi="fa-IR"/>
        </w:rPr>
        <w:t xml:space="preserve"> بر از دست دادن فض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لت</w:t>
      </w:r>
      <w:r w:rsidRPr="00E243D8">
        <w:rPr>
          <w:rtl/>
          <w:lang w:bidi="fa-IR"/>
        </w:rPr>
        <w:t xml:space="preserve"> بزرگ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با ذکر صلوات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توانستند به دست آورند، فضا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با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ذکر شر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معطر و نوران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نشود، بو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تعفن به خود خواهد گرفت. از جابر بن عبدالله انصار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شده است که رسول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گروه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در مجلس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جمع شوند و از آن مجلس متفرق گردند و بر من صلوات نفرستند، متفرق خواهند شد با بو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از بو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مردار گند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تر باشد.</w:t>
      </w:r>
      <w:r w:rsidRPr="0000596D">
        <w:rPr>
          <w:rStyle w:val="libFootnotenumChar"/>
          <w:rtl/>
        </w:rPr>
        <w:t>(1)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سع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در هر مجلس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وارد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حتماً آن مجلس را به ذکر شر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صلوات معطر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فضا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 را نوران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گردان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تا از حسرت روز 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امت</w:t>
      </w:r>
      <w:r w:rsidRPr="00E243D8">
        <w:rPr>
          <w:rtl/>
          <w:lang w:bidi="fa-IR"/>
        </w:rPr>
        <w:t xml:space="preserve"> مصون و محفوظ بمان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00596D" w:rsidP="0000596D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96" w:name="_Toc67344779"/>
      <w:r w:rsidR="00E243D8" w:rsidRPr="00E243D8">
        <w:rPr>
          <w:rFonts w:hint="eastAsia"/>
          <w:rtl/>
          <w:lang w:bidi="fa-IR"/>
        </w:rPr>
        <w:lastRenderedPageBreak/>
        <w:t>راز</w:t>
      </w:r>
      <w:r w:rsidR="00E243D8" w:rsidRPr="00E243D8">
        <w:rPr>
          <w:rtl/>
          <w:lang w:bidi="fa-IR"/>
        </w:rPr>
        <w:t xml:space="preserve"> موفق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bookmarkEnd w:id="96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داشتن</w:t>
      </w:r>
      <w:r w:rsidRPr="00E243D8">
        <w:rPr>
          <w:rtl/>
          <w:lang w:bidi="fa-IR"/>
        </w:rPr>
        <w:t xml:space="preserve"> روح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شاد و خارج شدن از خمود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خستگ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حضور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بانشاط و شاداب و سرزنده در صحنه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مختلف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اساس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عوامل موفق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در امر معاش و معنو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و رشد و کمال انسان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به خدا و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وند</w:t>
      </w:r>
      <w:r w:rsidRPr="00E243D8">
        <w:rPr>
          <w:rtl/>
          <w:lang w:bidi="fa-IR"/>
        </w:rPr>
        <w:t xml:space="preserve"> با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و تک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به منشأ کمال و قدرت و علم و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با</w:t>
      </w:r>
      <w:r w:rsidRPr="00E243D8">
        <w:rPr>
          <w:rFonts w:hint="cs"/>
          <w:rtl/>
          <w:lang w:bidi="fa-IR"/>
        </w:rPr>
        <w:t>یی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مهم 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عامل نشاط در انسان و رفع اضطراب ها و دل</w:t>
      </w:r>
      <w:r w:rsidR="0000596D">
        <w:rPr>
          <w:rFonts w:hint="cs"/>
          <w:rtl/>
          <w:lang w:bidi="fa-IR"/>
        </w:rPr>
        <w:t xml:space="preserve"> </w:t>
      </w:r>
      <w:r w:rsidRPr="00E243D8">
        <w:rPr>
          <w:rtl/>
          <w:lang w:bidi="fa-IR"/>
        </w:rPr>
        <w:t>نگران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 و ترس و حزن و اندوه است که بررس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شد.</w:t>
      </w:r>
    </w:p>
    <w:p w:rsidR="00E243D8" w:rsidRPr="00E243D8" w:rsidRDefault="0000596D" w:rsidP="0000596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E243D8" w:rsidRPr="00E243D8" w:rsidRDefault="00E243D8" w:rsidP="0000596D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شرح و فضائل صلوات، ص 57، به نقل از جلاء الافهام، ص 46، ح 68.</w:t>
      </w:r>
    </w:p>
    <w:p w:rsidR="00E243D8" w:rsidRPr="00E243D8" w:rsidRDefault="0000596D" w:rsidP="0000596D">
      <w:pPr>
        <w:pStyle w:val="libBold1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tl/>
          <w:lang w:bidi="fa-IR"/>
        </w:rPr>
        <w:lastRenderedPageBreak/>
        <w:t>5) دل کندن از دن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از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عوامل مهم شاد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ستن</w:t>
      </w:r>
      <w:r w:rsidRPr="00E243D8">
        <w:rPr>
          <w:rtl/>
          <w:lang w:bidi="fa-IR"/>
        </w:rPr>
        <w:t xml:space="preserve"> و زدودن اندوه از دل، کنده شدن از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است</w:t>
      </w:r>
      <w:r w:rsidRPr="00E243D8">
        <w:rPr>
          <w:rtl/>
          <w:lang w:bidi="fa-IR"/>
        </w:rPr>
        <w:t>. کسان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وابسته به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 پول و مقام و منصب اند،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شه</w:t>
      </w:r>
      <w:r w:rsidRPr="00E243D8">
        <w:rPr>
          <w:rtl/>
          <w:lang w:bidi="fa-IR"/>
        </w:rPr>
        <w:t xml:space="preserve"> نگران و در تلاطم و اضطراب اند. نگران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هستند که مبادا به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ها دست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</w:t>
      </w:r>
      <w:r w:rsidRPr="00E243D8">
        <w:rPr>
          <w:rtl/>
          <w:lang w:bidi="fa-IR"/>
        </w:rPr>
        <w:t xml:space="preserve"> نکنند.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اگر به پول و پست و مقام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دند،</w:t>
      </w:r>
      <w:r w:rsidRPr="00E243D8">
        <w:rPr>
          <w:rtl/>
          <w:lang w:bidi="fa-IR"/>
        </w:rPr>
        <w:t xml:space="preserve"> نگرانند که مبا</w:t>
      </w:r>
      <w:r w:rsidRPr="00E243D8">
        <w:rPr>
          <w:rFonts w:hint="eastAsia"/>
          <w:rtl/>
          <w:lang w:bidi="fa-IR"/>
        </w:rPr>
        <w:t>دا</w:t>
      </w:r>
      <w:r w:rsidRPr="00E243D8">
        <w:rPr>
          <w:rtl/>
          <w:lang w:bidi="fa-IR"/>
        </w:rPr>
        <w:t xml:space="preserve"> از دست بدهند.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از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 مظاهر آن بر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به آن تعلق خاطر نداشت، تا بتوان با روح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آرام و شاد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کرد.</w:t>
      </w:r>
    </w:p>
    <w:tbl>
      <w:tblPr>
        <w:tblStyle w:val="TableGrid"/>
        <w:bidiVisual/>
        <w:tblW w:w="5244" w:type="pct"/>
        <w:tblInd w:w="-432" w:type="dxa"/>
        <w:tblLook w:val="01E0"/>
      </w:tblPr>
      <w:tblGrid>
        <w:gridCol w:w="4020"/>
        <w:gridCol w:w="269"/>
        <w:gridCol w:w="3668"/>
      </w:tblGrid>
      <w:tr w:rsidR="0000596D" w:rsidTr="001E2BB7">
        <w:trPr>
          <w:trHeight w:val="350"/>
        </w:trPr>
        <w:tc>
          <w:tcPr>
            <w:tcW w:w="4720" w:type="dxa"/>
            <w:shd w:val="clear" w:color="auto" w:fill="auto"/>
          </w:tcPr>
          <w:p w:rsidR="0000596D" w:rsidRDefault="0000596D" w:rsidP="001E2BB7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t>بند</w:t>
            </w:r>
            <w:r w:rsidRPr="00E243D8">
              <w:rPr>
                <w:rtl/>
                <w:lang w:bidi="fa-IR"/>
              </w:rPr>
              <w:t xml:space="preserve"> بگسل باش و آزاد ا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tl/>
                <w:lang w:bidi="fa-IR"/>
              </w:rPr>
              <w:t xml:space="preserve"> پسر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0596D" w:rsidRDefault="0000596D" w:rsidP="001E2BB7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0596D" w:rsidRDefault="0000596D" w:rsidP="001E2BB7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t>چند</w:t>
            </w:r>
            <w:r w:rsidRPr="00E243D8">
              <w:rPr>
                <w:rtl/>
                <w:lang w:bidi="fa-IR"/>
              </w:rPr>
              <w:t xml:space="preserve"> باش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tl/>
                <w:lang w:bidi="fa-IR"/>
              </w:rPr>
              <w:t xml:space="preserve"> بند س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م</w:t>
            </w:r>
            <w:r w:rsidRPr="00E243D8">
              <w:rPr>
                <w:rtl/>
                <w:lang w:bidi="fa-IR"/>
              </w:rPr>
              <w:t xml:space="preserve"> و بند زر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پرنده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در قفس است،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شه</w:t>
      </w:r>
      <w:r w:rsidRPr="00E243D8">
        <w:rPr>
          <w:rtl/>
          <w:lang w:bidi="fa-IR"/>
        </w:rPr>
        <w:t xml:space="preserve"> محزون و غمگ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است.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آزادش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شاد است. نبا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بند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 پول و مقام باش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بلکه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را پل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</w:t>
      </w:r>
      <w:r w:rsidRPr="00E243D8">
        <w:rPr>
          <w:rtl/>
          <w:lang w:bidi="fa-IR"/>
        </w:rPr>
        <w:t xml:space="preserve"> به کمال معنو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قرب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دانست. اگر انسان بتواند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را وس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له</w:t>
      </w:r>
      <w:r w:rsidRPr="00E243D8">
        <w:rPr>
          <w:rtl/>
          <w:lang w:bidi="fa-IR"/>
        </w:rPr>
        <w:t xml:space="preserve"> رضا و خشنود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خداوند و کسب فضائل و بهشت قرار دهد،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ن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مطلوب و خواستن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 مهم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بند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نباش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را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نخواه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بلکه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را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آخرت و رشد و کمال معنو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بخواه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علامت</w:t>
      </w:r>
      <w:r w:rsidRPr="00E243D8">
        <w:rPr>
          <w:rtl/>
          <w:lang w:bidi="fa-IR"/>
        </w:rPr>
        <w:t xml:space="preserve"> بند بودن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اگر به ما گفتند آماده باش تا برو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نداشته باش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زن و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پول و 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و 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است</w:t>
      </w:r>
      <w:r w:rsidRPr="00E243D8">
        <w:rPr>
          <w:rtl/>
          <w:lang w:bidi="fa-IR"/>
        </w:rPr>
        <w:t xml:space="preserve"> نباش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دل از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کنده باش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هرگاه توانست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خودت را از همه بندها رها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معلوم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 آزاد هست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. اگر الآن حضرت عزرائ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به سراغ شما آمد، چقدر آمادگ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؟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00596D" w:rsidP="0000596D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97" w:name="_Toc67344780"/>
      <w:r w:rsidR="00E243D8" w:rsidRPr="00E243D8">
        <w:rPr>
          <w:rFonts w:hint="eastAsia"/>
          <w:rtl/>
          <w:lang w:bidi="fa-IR"/>
        </w:rPr>
        <w:lastRenderedPageBreak/>
        <w:t>اشت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اق</w:t>
      </w:r>
      <w:r w:rsidR="00E243D8" w:rsidRPr="00E243D8">
        <w:rPr>
          <w:rtl/>
          <w:lang w:bidi="fa-IR"/>
        </w:rPr>
        <w:t xml:space="preserve"> ملاقات</w:t>
      </w:r>
      <w:bookmarkEnd w:id="97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اگر</w:t>
      </w:r>
      <w:r w:rsidRPr="00E243D8">
        <w:rPr>
          <w:rtl/>
          <w:lang w:bidi="fa-IR"/>
        </w:rPr>
        <w:t xml:space="preserve"> ما ملاقات خدا را دوست داشت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علامت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خدا هم به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ملاقات</w:t>
      </w:r>
      <w:r w:rsidRPr="00E243D8">
        <w:rPr>
          <w:rtl/>
          <w:lang w:bidi="fa-IR"/>
        </w:rPr>
        <w:t xml:space="preserve"> ما اشت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اق</w:t>
      </w:r>
      <w:r w:rsidRPr="00E243D8">
        <w:rPr>
          <w:rtl/>
          <w:lang w:bidi="fa-IR"/>
        </w:rPr>
        <w:t xml:space="preserve"> دارد. رسول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مَنْ</w:t>
      </w:r>
      <w:r w:rsidRPr="00E243D8">
        <w:rPr>
          <w:rtl/>
          <w:lang w:bidi="fa-IR"/>
        </w:rPr>
        <w:t xml:space="preserve"> اَحَبَّ لِقاءَ اللهِ اَحَبَّ اللهُ لِقائَهُ وَ مَنْ کَرِهَ لِقاءَ اللهِ کَرِهَ اللهُ لِقائَهُ؛</w:t>
      </w:r>
      <w:r w:rsidRPr="0000596D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هر که دوستدار لقا و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</w:t>
      </w:r>
      <w:r w:rsidRPr="00E243D8">
        <w:rPr>
          <w:rtl/>
          <w:lang w:bidi="fa-IR"/>
        </w:rPr>
        <w:t xml:space="preserve"> خداوند باشد، خداوند دوستدار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</w:t>
      </w:r>
      <w:r w:rsidRPr="00E243D8">
        <w:rPr>
          <w:rtl/>
          <w:lang w:bidi="fa-IR"/>
        </w:rPr>
        <w:t xml:space="preserve"> اوست و هر کس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</w:t>
      </w:r>
      <w:r w:rsidRPr="00E243D8">
        <w:rPr>
          <w:rtl/>
          <w:lang w:bidi="fa-IR"/>
        </w:rPr>
        <w:t xml:space="preserve"> خدا را ناخوش دارد، خدا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</w:t>
      </w:r>
      <w:r w:rsidRPr="00E243D8">
        <w:rPr>
          <w:rtl/>
          <w:lang w:bidi="fa-IR"/>
        </w:rPr>
        <w:t xml:space="preserve"> او را ناخوش دارد.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اگر</w:t>
      </w:r>
      <w:r w:rsidRPr="00E243D8">
        <w:rPr>
          <w:rtl/>
          <w:lang w:bidi="fa-IR"/>
        </w:rPr>
        <w:t xml:space="preserve"> دل از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کنده باش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دوستدار ملاقات خدا هست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اگر هنوز دل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دار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به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</w:t>
      </w:r>
      <w:r w:rsidRPr="00E243D8">
        <w:rPr>
          <w:rtl/>
          <w:lang w:bidi="fa-IR"/>
        </w:rPr>
        <w:t xml:space="preserve"> خدا برو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ناخوشا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خدا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پهلو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من.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: ما زن و بچه دار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ملک و خانه و ماش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 پول دار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چگونه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ها را رها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و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یی</w:t>
      </w:r>
      <w:r w:rsidRPr="00E243D8">
        <w:rPr>
          <w:rFonts w:hint="eastAsia"/>
          <w:rtl/>
          <w:lang w:bidi="fa-IR"/>
        </w:rPr>
        <w:t>م؟</w:t>
      </w:r>
      <w:r w:rsidRPr="00E243D8">
        <w:rPr>
          <w:rtl/>
          <w:lang w:bidi="fa-IR"/>
        </w:rPr>
        <w:t>!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ها</w:t>
      </w:r>
      <w:r w:rsidRPr="00E243D8">
        <w:rPr>
          <w:rtl/>
          <w:lang w:bidi="fa-IR"/>
        </w:rPr>
        <w:t xml:space="preserve"> را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شتر</w:t>
      </w:r>
      <w:r w:rsidRPr="00E243D8">
        <w:rPr>
          <w:rtl/>
          <w:lang w:bidi="fa-IR"/>
        </w:rPr>
        <w:t xml:space="preserve"> از خدا دوست دار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موقع مردن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>: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پهلو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ما.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00596D" w:rsidP="0000596D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98" w:name="_Toc67344781"/>
      <w:r w:rsidR="00E243D8" w:rsidRPr="00E243D8">
        <w:rPr>
          <w:rFonts w:hint="eastAsia"/>
          <w:rtl/>
          <w:lang w:bidi="fa-IR"/>
        </w:rPr>
        <w:lastRenderedPageBreak/>
        <w:t>آغوش</w:t>
      </w:r>
      <w:r w:rsidR="00E243D8" w:rsidRPr="00E243D8">
        <w:rPr>
          <w:rtl/>
          <w:lang w:bidi="fa-IR"/>
        </w:rPr>
        <w:t xml:space="preserve"> باز</w:t>
      </w:r>
      <w:bookmarkEnd w:id="98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 xml:space="preserve">: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دوستان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ارت</w:t>
      </w:r>
      <w:r w:rsidRPr="00E243D8">
        <w:rPr>
          <w:rtl/>
          <w:lang w:bidi="fa-IR"/>
        </w:rPr>
        <w:t xml:space="preserve"> به نجف مشرف شد. بچه ها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بزرگ شده و همه ازدواج کرده بودند. در حرم حضرت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 xml:space="preserve">از زبانش درآمد که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ما آمده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تا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شه</w:t>
      </w:r>
      <w:r w:rsidRPr="00E243D8">
        <w:rPr>
          <w:rtl/>
          <w:lang w:bidi="fa-IR"/>
        </w:rPr>
        <w:t xml:space="preserve"> در جوار شما باش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. و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چراغ سبز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رفتن به آن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به حضرت نشان داد.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به</w:t>
      </w:r>
      <w:r w:rsidRPr="00E243D8">
        <w:rPr>
          <w:rtl/>
          <w:lang w:bidi="fa-IR"/>
        </w:rPr>
        <w:t xml:space="preserve"> مسافرخانه برگشت و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مار</w:t>
      </w:r>
      <w:r w:rsidRPr="00E243D8">
        <w:rPr>
          <w:rtl/>
          <w:lang w:bidi="fa-IR"/>
        </w:rPr>
        <w:t xml:space="preserve"> شد.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مار</w:t>
      </w:r>
      <w:r w:rsidRPr="00E243D8">
        <w:rPr>
          <w:rFonts w:hint="cs"/>
          <w:rtl/>
          <w:lang w:bidi="fa-IR"/>
        </w:rPr>
        <w:t>ی</w:t>
      </w:r>
      <w:r w:rsidR="0000596D">
        <w:rPr>
          <w:rFonts w:hint="cs"/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اش</w:t>
      </w:r>
      <w:r w:rsidRPr="00E243D8">
        <w:rPr>
          <w:rtl/>
          <w:lang w:bidi="fa-IR"/>
        </w:rPr>
        <w:t xml:space="preserve"> شدت گرفت. فهم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که دعا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مستجاب شده است و الآن است که حضرت عزرائ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تشر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اورد</w:t>
      </w:r>
      <w:r w:rsidRPr="00E243D8">
        <w:rPr>
          <w:rtl/>
          <w:lang w:bidi="fa-IR"/>
        </w:rPr>
        <w:t xml:space="preserve">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مرتبه دبه درآورد. گفت: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حالا ما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حرف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زن و بچه ها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منتظرند. ما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همه دعا کرد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مستجاب نشد. از 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دع</w:t>
      </w:r>
      <w:r w:rsidRPr="00E243D8">
        <w:rPr>
          <w:rFonts w:hint="eastAsia"/>
          <w:rtl/>
          <w:lang w:bidi="fa-IR"/>
        </w:rPr>
        <w:t>اها</w:t>
      </w:r>
      <w:r w:rsidRPr="00E243D8">
        <w:rPr>
          <w:rtl/>
          <w:lang w:bidi="fa-IR"/>
        </w:rPr>
        <w:t xml:space="preserve">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مستجاب شد؟! آه و ناله کرد که خدا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ا،</w:t>
      </w:r>
      <w:r w:rsidRPr="00E243D8">
        <w:rPr>
          <w:rtl/>
          <w:lang w:bidi="fa-IR"/>
        </w:rPr>
        <w:t xml:space="preserve"> غلط کردم.</w:t>
      </w:r>
    </w:p>
    <w:p w:rsidR="00E243D8" w:rsidRPr="00E243D8" w:rsidRDefault="0000596D" w:rsidP="0000596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E243D8" w:rsidRPr="00E243D8" w:rsidRDefault="00E243D8" w:rsidP="0000596D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فلاح السائل، ص 75؛ بحارالانوار، ج 6، ص 133.</w:t>
      </w:r>
    </w:p>
    <w:p w:rsidR="00E243D8" w:rsidRPr="00E243D8" w:rsidRDefault="0000596D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cs"/>
          <w:rtl/>
          <w:lang w:bidi="fa-IR"/>
        </w:rPr>
        <w:lastRenderedPageBreak/>
        <w:t>ی</w:t>
      </w:r>
      <w:r w:rsidR="00E243D8" w:rsidRPr="00E243D8">
        <w:rPr>
          <w:rFonts w:hint="eastAsia"/>
          <w:rtl/>
          <w:lang w:bidi="fa-IR"/>
        </w:rPr>
        <w:t>ک</w:t>
      </w:r>
      <w:r w:rsidR="00E243D8" w:rsidRPr="00E243D8">
        <w:rPr>
          <w:rtl/>
          <w:lang w:bidi="fa-IR"/>
        </w:rPr>
        <w:t xml:space="preserve"> حرف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زد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م،</w:t>
      </w:r>
      <w:r w:rsidR="00E243D8" w:rsidRPr="00E243D8">
        <w:rPr>
          <w:rtl/>
          <w:lang w:bidi="fa-IR"/>
        </w:rPr>
        <w:t xml:space="preserve"> اشتباه شده است. ما آمادگ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ندار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</w:t>
      </w:r>
      <w:r w:rsidR="00E243D8"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حال احتضار بود که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فرشته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آمد و به عزرائ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گفت: حضرت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 چند سال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به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آقا مهلت بده.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خواست برود، رو به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شخص کرد و گفت: 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که نفهم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؟</w:t>
      </w:r>
      <w:r w:rsidRPr="00E243D8">
        <w:rPr>
          <w:rtl/>
          <w:lang w:bidi="fa-IR"/>
        </w:rPr>
        <w:t>! حضرت را در خمار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پکر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گذارد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. آغوش حضرت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به رو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شما باز بود.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همه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ماست. هم پدر است، هم مادر و هم اولاد و همسر. همه خوب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 آنجاست. در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آمده است که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موقع جان دادن دوستانشان، به آنان بشارت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دهد 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وَلِ</w:t>
      </w:r>
      <w:r w:rsidRPr="00E243D8">
        <w:rPr>
          <w:rFonts w:hint="cs"/>
          <w:rtl/>
          <w:lang w:bidi="fa-IR"/>
        </w:rPr>
        <w:t>یَّ</w:t>
      </w:r>
      <w:r w:rsidRPr="00E243D8">
        <w:rPr>
          <w:rtl/>
          <w:lang w:bidi="fa-IR"/>
        </w:rPr>
        <w:t xml:space="preserve"> اللهِ اَبْشِرْ اَنَا عَلِ</w:t>
      </w:r>
      <w:r w:rsidRPr="00E243D8">
        <w:rPr>
          <w:rFonts w:hint="cs"/>
          <w:rtl/>
          <w:lang w:bidi="fa-IR"/>
        </w:rPr>
        <w:t>یُّ</w:t>
      </w:r>
      <w:r w:rsidRPr="00E243D8">
        <w:rPr>
          <w:rtl/>
          <w:lang w:bidi="fa-IR"/>
        </w:rPr>
        <w:t xml:space="preserve"> بْنِ 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طالب الّذ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کُنْتَ تُحِبُّهُ اَما لَاَ نْفَعُنَّکَ؛</w:t>
      </w:r>
      <w:r w:rsidRPr="0000596D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خدا، بر تو بشارت باد! من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بن 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طالب هستم که او را دوست داشت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. آگاه باش که البته خ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و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تو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رسانم و از وجود من بهره مند خواه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 من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 از مال و زن و فرزند و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بهترم.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00596D" w:rsidP="0000596D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99" w:name="_Toc67344782"/>
      <w:r w:rsidR="00E243D8" w:rsidRPr="00E243D8">
        <w:rPr>
          <w:rFonts w:hint="eastAsia"/>
          <w:rtl/>
          <w:lang w:bidi="fa-IR"/>
        </w:rPr>
        <w:lastRenderedPageBreak/>
        <w:t>نشانه</w:t>
      </w:r>
      <w:r w:rsidR="00E243D8" w:rsidRPr="00E243D8">
        <w:rPr>
          <w:rtl/>
          <w:lang w:bidi="fa-IR"/>
        </w:rPr>
        <w:t xml:space="preserve"> زهد</w:t>
      </w:r>
      <w:bookmarkEnd w:id="99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نشانه</w:t>
      </w:r>
      <w:r w:rsidRPr="00E243D8">
        <w:rPr>
          <w:rtl/>
          <w:lang w:bidi="fa-IR"/>
        </w:rPr>
        <w:t xml:space="preserve"> زاهد بودن، دلبستگ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نداشتن به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است</w:t>
      </w:r>
      <w:r w:rsidRPr="00E243D8">
        <w:rPr>
          <w:rtl/>
          <w:lang w:bidi="fa-IR"/>
        </w:rPr>
        <w:t>. به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هر وقت گفتند بفرما</w:t>
      </w:r>
      <w:r w:rsidRPr="00E243D8">
        <w:rPr>
          <w:rFonts w:hint="cs"/>
          <w:rtl/>
          <w:lang w:bidi="fa-IR"/>
        </w:rPr>
        <w:t>یی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به راحت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بتوان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دل بکن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احسان و محبت کردن در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خوب است. احسان به خانواده، زن و فرزند، پدر و مادر، اقوام و دوستان و همه کسان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در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 آنان به گونه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رابطه د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اما نبا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پا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بند</w:t>
      </w:r>
      <w:r w:rsidRPr="00E243D8">
        <w:rPr>
          <w:rtl/>
          <w:lang w:bidi="fa-IR"/>
        </w:rPr>
        <w:t xml:space="preserve"> به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باش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دلبستگ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وابستگ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بد است.</w:t>
      </w:r>
    </w:p>
    <w:p w:rsidR="00E243D8" w:rsidRPr="00E243D8" w:rsidRDefault="0000596D" w:rsidP="0000596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E243D8" w:rsidRPr="00E243D8" w:rsidRDefault="00E243D8" w:rsidP="0000596D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3، ص 129؛ الفصول المهمه، ج 1، ص 307؛ بحارالانوار، ج 39، ص 237.</w:t>
      </w:r>
    </w:p>
    <w:p w:rsidR="00E243D8" w:rsidRPr="00E243D8" w:rsidRDefault="0000596D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انسان</w:t>
      </w:r>
      <w:r w:rsidR="00E243D8" w:rsidRPr="00E243D8">
        <w:rPr>
          <w:rtl/>
          <w:lang w:bidi="fa-IR"/>
        </w:rPr>
        <w:t xml:space="preserve"> ممکن است مال فراوان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داشته باشد، در ع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حال به آن مال دلبسته نباشد و در دن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tl/>
          <w:lang w:bidi="fa-IR"/>
        </w:rPr>
        <w:t xml:space="preserve"> زهد بورزد. و 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ز</w:t>
      </w:r>
      <w:r w:rsidR="00E243D8" w:rsidRPr="00E243D8">
        <w:rPr>
          <w:rtl/>
          <w:lang w:bidi="fa-IR"/>
        </w:rPr>
        <w:t xml:space="preserve"> ممکن است مال و ثروت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نداشته باشد، ول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دلبسته به دن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tl/>
          <w:lang w:bidi="fa-IR"/>
        </w:rPr>
        <w:t xml:space="preserve"> باشد. دلبستگ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و پا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بند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به دن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tl/>
          <w:lang w:bidi="fa-IR"/>
        </w:rPr>
        <w:t xml:space="preserve"> بد است. در دعا</w:t>
      </w:r>
      <w:r w:rsidR="00E243D8" w:rsidRPr="00E243D8">
        <w:rPr>
          <w:rFonts w:hint="cs"/>
          <w:rtl/>
          <w:lang w:bidi="fa-IR"/>
        </w:rPr>
        <w:t>یی</w:t>
      </w:r>
      <w:r w:rsidR="00E243D8" w:rsidRPr="00E243D8">
        <w:rPr>
          <w:rtl/>
          <w:lang w:bidi="fa-IR"/>
        </w:rPr>
        <w:t xml:space="preserve"> که از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="00E243D8" w:rsidRPr="00E243D8">
        <w:rPr>
          <w:rtl/>
          <w:lang w:bidi="fa-IR"/>
        </w:rPr>
        <w:t>به ما رس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ده</w:t>
      </w:r>
      <w:r w:rsidR="00E243D8" w:rsidRPr="00E243D8">
        <w:rPr>
          <w:rtl/>
          <w:lang w:bidi="fa-IR"/>
        </w:rPr>
        <w:t xml:space="preserve"> است، چن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خ</w:t>
      </w:r>
      <w:r w:rsidR="00E243D8" w:rsidRPr="00E243D8">
        <w:rPr>
          <w:rFonts w:hint="eastAsia"/>
          <w:rtl/>
          <w:lang w:bidi="fa-IR"/>
        </w:rPr>
        <w:t>وان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</w:t>
      </w:r>
      <w:r w:rsidR="00E243D8"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وَارزُقن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مِنَ الدُّن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 زَهِّدْن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ها</w:t>
      </w:r>
      <w:r w:rsidRPr="00E243D8">
        <w:rPr>
          <w:rtl/>
          <w:lang w:bidi="fa-IR"/>
        </w:rPr>
        <w:t xml:space="preserve"> وَلا تَزْوِها عَنّ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 رَغْبَت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ها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رَحمانُ؛</w:t>
      </w:r>
      <w:r w:rsidRPr="0000596D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و از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روز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ام ده و مرا بدان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رغبتم کن و آن را از من دور مگردان، در حال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رغبت من در آن باشد،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بخشنده!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چنان نباشد که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را از من بگ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رغبت من به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باشد، بلکه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را به من بده و رغبتم را بگ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که در آن زهد بورزم.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از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رو بزرگان فرموده اند: زهد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 xml:space="preserve"> که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نداشته باش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زهد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مالک تو نباشد. هر چه دار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مملوک شما باشد و بتوان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راحت آن را بده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. به راحت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</w:t>
      </w:r>
      <w:r w:rsidRPr="00E243D8">
        <w:rPr>
          <w:rtl/>
          <w:lang w:bidi="fa-IR"/>
        </w:rPr>
        <w:t xml:space="preserve">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خود را بپرداز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چرا</w:t>
      </w:r>
      <w:r w:rsidRPr="00E243D8">
        <w:rPr>
          <w:rtl/>
          <w:lang w:bidi="fa-IR"/>
        </w:rPr>
        <w:t xml:space="preserve"> برخ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افراد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خواهند حقوق واجب خود را بپردازند و خمس و زکات بدهند، انگار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خواهند جان بدهند. ما هر چه دار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مال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است. خ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ما لطف کرده اند و گفته اند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پنجم آن را بده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حاضر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پنجم از مازاد بر هز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نه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زن</w:t>
      </w:r>
      <w:r w:rsidRPr="00E243D8">
        <w:rPr>
          <w:rFonts w:hint="eastAsia"/>
          <w:rtl/>
          <w:lang w:bidi="fa-IR"/>
        </w:rPr>
        <w:t>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اش را بدهد، چگونه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خواهد جان بدهد و در آغوش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برود.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با مال حلال و ط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</w:t>
      </w:r>
      <w:r w:rsidRPr="00E243D8">
        <w:rPr>
          <w:rtl/>
          <w:lang w:bidi="fa-IR"/>
        </w:rPr>
        <w:t xml:space="preserve"> به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</w:t>
      </w:r>
      <w:r w:rsidRPr="00E243D8">
        <w:rPr>
          <w:rtl/>
          <w:lang w:bidi="fa-IR"/>
        </w:rPr>
        <w:t xml:space="preserve"> خدا برو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شعار نده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زهد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 xml:space="preserve"> که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نداشته باش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همه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داشته باش، </w:t>
      </w:r>
      <w:r w:rsidRPr="00E243D8">
        <w:rPr>
          <w:rtl/>
          <w:lang w:bidi="fa-IR"/>
        </w:rPr>
        <w:lastRenderedPageBreak/>
        <w:t>فقط دلبسته به آن نباش. مگر حضرت سل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ملک و پادشاه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نداشت؟ مگر حضرت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وسف</w:t>
      </w:r>
    </w:p>
    <w:p w:rsidR="00E243D8" w:rsidRPr="00E243D8" w:rsidRDefault="0000596D" w:rsidP="006A5E8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</w:t>
      </w:r>
    </w:p>
    <w:p w:rsidR="00E243D8" w:rsidRPr="00E243D8" w:rsidRDefault="00E243D8" w:rsidP="006A5E8F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_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2، ص 590؛ مفات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الجنان، الباق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 xml:space="preserve"> الصالحات، ص 1130، دعاها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کوتاه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حوائج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 آخرت.</w:t>
      </w:r>
    </w:p>
    <w:p w:rsidR="00E243D8" w:rsidRPr="00E243D8" w:rsidRDefault="006A5E8F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عز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ز</w:t>
      </w:r>
      <w:r w:rsidR="00E243D8" w:rsidRPr="00E243D8">
        <w:rPr>
          <w:rtl/>
          <w:lang w:bidi="fa-IR"/>
        </w:rPr>
        <w:t xml:space="preserve"> مصر نبود؟ مگر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امبر</w:t>
      </w:r>
      <w:r w:rsidR="00E243D8" w:rsidRPr="00E243D8">
        <w:rPr>
          <w:rtl/>
          <w:lang w:bidi="fa-IR"/>
        </w:rPr>
        <w:t xml:space="preserve"> و امامان ما نداشتند؟ مگر حضرت خد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جه</w:t>
      </w:r>
      <w:r w:rsidR="00E243D8" w:rsidRPr="00E243D8">
        <w:rPr>
          <w:rtl/>
          <w:lang w:bidi="fa-IR"/>
        </w:rPr>
        <w:t xml:space="preserve"> نداشت؟ مهم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است که سوار بر مال باش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</w:t>
      </w:r>
      <w:r w:rsidR="00E243D8" w:rsidRPr="00E243D8">
        <w:rPr>
          <w:rtl/>
          <w:lang w:bidi="fa-IR"/>
        </w:rPr>
        <w:t xml:space="preserve"> و صاحب اخت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ار</w:t>
      </w:r>
      <w:r w:rsidR="00E243D8" w:rsidRPr="00E243D8">
        <w:rPr>
          <w:rtl/>
          <w:lang w:bidi="fa-IR"/>
        </w:rPr>
        <w:t xml:space="preserve"> آن، نه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که مال دن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tl/>
          <w:lang w:bidi="fa-IR"/>
        </w:rPr>
        <w:t xml:space="preserve"> سوار بر ما باشد.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6A5E8F" w:rsidP="006A5E8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00" w:name="_Toc67344783"/>
      <w:r w:rsidR="00E243D8" w:rsidRPr="00E243D8">
        <w:rPr>
          <w:rFonts w:hint="eastAsia"/>
          <w:rtl/>
          <w:lang w:bidi="fa-IR"/>
        </w:rPr>
        <w:lastRenderedPageBreak/>
        <w:t>فلسفه</w:t>
      </w:r>
      <w:r w:rsidR="00E243D8" w:rsidRPr="00E243D8">
        <w:rPr>
          <w:rtl/>
          <w:lang w:bidi="fa-IR"/>
        </w:rPr>
        <w:t xml:space="preserve"> 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ون</w:t>
      </w:r>
      <w:r w:rsidR="00E243D8" w:rsidRPr="00E243D8">
        <w:rPr>
          <w:rtl/>
          <w:lang w:bidi="fa-IR"/>
        </w:rPr>
        <w:t xml:space="preserve"> اله</w:t>
      </w:r>
      <w:r w:rsidR="00E243D8" w:rsidRPr="00E243D8">
        <w:rPr>
          <w:rFonts w:hint="cs"/>
          <w:rtl/>
          <w:lang w:bidi="fa-IR"/>
        </w:rPr>
        <w:t>ی</w:t>
      </w:r>
      <w:bookmarkEnd w:id="100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اساساً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فلسفه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مهم پرداخت خمس و زکات و صدقات و حقوق مال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از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بخل که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عوامل سقوط انسان پاک شو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دست دهنده دارد و حقوق مال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واجب و مستحب خود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پردازد، نفس و جانش به گذشت خو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رد</w:t>
      </w:r>
      <w:r w:rsidRPr="00E243D8">
        <w:rPr>
          <w:rtl/>
          <w:lang w:bidi="fa-IR"/>
        </w:rPr>
        <w:t xml:space="preserve"> و به راحت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تواند از همه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زش</w:t>
      </w:r>
      <w:r w:rsidRPr="00E243D8">
        <w:rPr>
          <w:rtl/>
          <w:lang w:bidi="fa-IR"/>
        </w:rPr>
        <w:t xml:space="preserve"> د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راه خدا بگذرد. خداوند به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امبرش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خُذْ</w:t>
      </w:r>
      <w:r w:rsidRPr="00E243D8">
        <w:rPr>
          <w:rtl/>
          <w:lang w:bidi="fa-IR"/>
        </w:rPr>
        <w:t xml:space="preserve"> مِنْ اَمْوالِهِمْ صَدَقَهً تُطَهِّرُهُمْ وَ تُزَکّ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هِمْ</w:t>
      </w:r>
      <w:r w:rsidRPr="00E243D8">
        <w:rPr>
          <w:rtl/>
          <w:lang w:bidi="fa-IR"/>
        </w:rPr>
        <w:t xml:space="preserve"> بِها؛</w:t>
      </w:r>
      <w:r w:rsidRPr="001B7AE8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از اموال آنان صدقه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تا به وس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له</w:t>
      </w:r>
      <w:r w:rsidRPr="00E243D8">
        <w:rPr>
          <w:rtl/>
          <w:lang w:bidi="fa-IR"/>
        </w:rPr>
        <w:t xml:space="preserve"> آن پاک و پاک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زه</w:t>
      </w:r>
      <w:r w:rsidRPr="00E243D8">
        <w:rPr>
          <w:rtl/>
          <w:lang w:bidi="fa-IR"/>
        </w:rPr>
        <w:t xml:space="preserve"> شان ساز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امام</w:t>
      </w:r>
      <w:r w:rsidRPr="00E243D8">
        <w:rPr>
          <w:rtl/>
          <w:lang w:bidi="fa-IR"/>
        </w:rPr>
        <w:t xml:space="preserve"> عصر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اَمّا</w:t>
      </w:r>
      <w:r w:rsidRPr="00E243D8">
        <w:rPr>
          <w:rtl/>
          <w:lang w:bidi="fa-IR"/>
        </w:rPr>
        <w:t xml:space="preserve"> اَمْوالُکُمْ فَلا نَقْبِلُها اِلّا لِتَطَهَّرُوا فَمَنْ شاءَ فَلْ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صِلْ</w:t>
      </w:r>
      <w:r w:rsidRPr="00E243D8">
        <w:rPr>
          <w:rtl/>
          <w:lang w:bidi="fa-IR"/>
        </w:rPr>
        <w:t xml:space="preserve"> وَ مَنْ شاءَ فَلْ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قْطَعْ</w:t>
      </w:r>
      <w:r w:rsidRPr="00E243D8">
        <w:rPr>
          <w:rtl/>
          <w:lang w:bidi="fa-IR"/>
        </w:rPr>
        <w:t xml:space="preserve"> فَما آتانِ</w:t>
      </w:r>
      <w:r w:rsidRPr="00E243D8">
        <w:rPr>
          <w:rFonts w:hint="cs"/>
          <w:rtl/>
          <w:lang w:bidi="fa-IR"/>
        </w:rPr>
        <w:t>یَ</w:t>
      </w:r>
      <w:r w:rsidRPr="00E243D8">
        <w:rPr>
          <w:rtl/>
          <w:lang w:bidi="fa-IR"/>
        </w:rPr>
        <w:t xml:space="preserve"> اللهُ خَ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رٌ</w:t>
      </w:r>
      <w:r w:rsidRPr="00E243D8">
        <w:rPr>
          <w:rtl/>
          <w:lang w:bidi="fa-IR"/>
        </w:rPr>
        <w:t xml:space="preserve"> مِمّا آتاکُمْ؛</w:t>
      </w:r>
      <w:r w:rsidRPr="001B7AE8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اما اموال شما را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پذ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که شما پاک شو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 هر کس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خواهد بفرستد و هر که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خواهد قطع کند؛ آنچه خدا به من داده است، بهتر است از آنچه به شما داده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1B7AE8">
      <w:pPr>
        <w:pStyle w:val="Heading2"/>
        <w:rPr>
          <w:rtl/>
          <w:lang w:bidi="fa-IR"/>
        </w:rPr>
      </w:pPr>
      <w:bookmarkStart w:id="101" w:name="_Toc67344784"/>
      <w:r w:rsidRPr="00E243D8">
        <w:rPr>
          <w:rFonts w:hint="eastAsia"/>
          <w:rtl/>
          <w:lang w:bidi="fa-IR"/>
        </w:rPr>
        <w:t>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زهد</w:t>
      </w:r>
      <w:bookmarkEnd w:id="101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حضرت</w:t>
      </w:r>
      <w:r w:rsidRPr="00E243D8">
        <w:rPr>
          <w:rtl/>
          <w:lang w:bidi="fa-IR"/>
        </w:rPr>
        <w:t xml:space="preserve">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فرموده اند: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الزُّهْدُ</w:t>
      </w:r>
      <w:r w:rsidRPr="00E243D8">
        <w:rPr>
          <w:rtl/>
          <w:lang w:bidi="fa-IR"/>
        </w:rPr>
        <w:t xml:space="preserve"> کُلُّهُ بَ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 xml:space="preserve"> کَلِمَتَ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نِ</w:t>
      </w:r>
      <w:r w:rsidRPr="00E243D8">
        <w:rPr>
          <w:rtl/>
          <w:lang w:bidi="fa-IR"/>
        </w:rPr>
        <w:t xml:space="preserve"> مِنَ الْقُرآنِ قالَ الله تعال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: لِکَ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لا</w:t>
      </w:r>
      <w:r w:rsidRPr="00E243D8">
        <w:rPr>
          <w:rtl/>
          <w:lang w:bidi="fa-IR"/>
        </w:rPr>
        <w:t xml:space="preserve"> تَأسَوْا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</w:t>
      </w:r>
    </w:p>
    <w:p w:rsidR="00E243D8" w:rsidRPr="00E243D8" w:rsidRDefault="001B7AE8" w:rsidP="001B7AE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E243D8" w:rsidRPr="00E243D8" w:rsidRDefault="00E243D8" w:rsidP="001B7AE8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سوره توبه،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103.</w:t>
      </w:r>
    </w:p>
    <w:p w:rsidR="00E243D8" w:rsidRPr="00E243D8" w:rsidRDefault="00E243D8" w:rsidP="001B7AE8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کمال الد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ج ، ص 484؛ الاحتجاج، ج 2، ص 47.</w:t>
      </w:r>
    </w:p>
    <w:p w:rsidR="00E243D8" w:rsidRPr="00E243D8" w:rsidRDefault="001B7AE8" w:rsidP="001B7AE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فاتَکُمْ</w:t>
      </w:r>
      <w:r w:rsidR="00E243D8" w:rsidRPr="00E243D8">
        <w:rPr>
          <w:rtl/>
          <w:lang w:bidi="fa-IR"/>
        </w:rPr>
        <w:t xml:space="preserve"> وَلا تَفْرَحوا بِما آتاکُمْ؛</w:t>
      </w:r>
      <w:r w:rsidR="00E243D8" w:rsidRPr="001B7AE8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فَمَنْ لَمْ </w:t>
      </w:r>
      <w:r w:rsidR="00E243D8" w:rsidRPr="00E243D8">
        <w:rPr>
          <w:rFonts w:hint="cs"/>
          <w:rtl/>
          <w:lang w:bidi="fa-IR"/>
        </w:rPr>
        <w:t>یَ</w:t>
      </w:r>
      <w:r w:rsidR="00E243D8" w:rsidRPr="00E243D8">
        <w:rPr>
          <w:rFonts w:hint="eastAsia"/>
          <w:rtl/>
          <w:lang w:bidi="fa-IR"/>
        </w:rPr>
        <w:t>أسِ</w:t>
      </w:r>
      <w:r w:rsidR="00E243D8" w:rsidRPr="00E243D8">
        <w:rPr>
          <w:rtl/>
          <w:lang w:bidi="fa-IR"/>
        </w:rPr>
        <w:t xml:space="preserve"> عَلَ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الماض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وَ لَمْ </w:t>
      </w:r>
      <w:r w:rsidR="00E243D8" w:rsidRPr="00E243D8">
        <w:rPr>
          <w:rFonts w:hint="cs"/>
          <w:rtl/>
          <w:lang w:bidi="fa-IR"/>
        </w:rPr>
        <w:t>یَ</w:t>
      </w:r>
      <w:r w:rsidR="00E243D8" w:rsidRPr="00E243D8">
        <w:rPr>
          <w:rFonts w:hint="eastAsia"/>
          <w:rtl/>
          <w:lang w:bidi="fa-IR"/>
        </w:rPr>
        <w:t>فْرَحْ</w:t>
      </w:r>
      <w:r w:rsidR="00E243D8" w:rsidRPr="00E243D8">
        <w:rPr>
          <w:rtl/>
          <w:lang w:bidi="fa-IR"/>
        </w:rPr>
        <w:t xml:space="preserve"> بِالآت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فَقَدْ اَخَذَ بِالزُّهْدِ؛</w:t>
      </w:r>
      <w:r w:rsidR="00E243D8" w:rsidRPr="001B7AE8">
        <w:rPr>
          <w:rStyle w:val="libFootnotenumChar"/>
          <w:rtl/>
        </w:rPr>
        <w:t>(2)</w:t>
      </w:r>
      <w:r w:rsidR="00E243D8" w:rsidRPr="00E243D8">
        <w:rPr>
          <w:rtl/>
          <w:lang w:bidi="fa-IR"/>
        </w:rPr>
        <w:t xml:space="preserve"> تمام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زهد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دو کلمه قرار گرفته است. خدا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تعال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فرمود: «تا بر آنچه از دست شما رفته، اندوهگ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نشو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و به سبب آنچه به شما داده اس</w:t>
      </w:r>
      <w:r w:rsidR="00E243D8" w:rsidRPr="00E243D8">
        <w:rPr>
          <w:rFonts w:hint="eastAsia"/>
          <w:rtl/>
          <w:lang w:bidi="fa-IR"/>
        </w:rPr>
        <w:t>ت،</w:t>
      </w:r>
      <w:r w:rsidR="00E243D8" w:rsidRPr="00E243D8">
        <w:rPr>
          <w:rtl/>
          <w:lang w:bidi="fa-IR"/>
        </w:rPr>
        <w:t xml:space="preserve"> شادمان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نکن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>.» بنابرا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ن،</w:t>
      </w:r>
      <w:r w:rsidR="00E243D8" w:rsidRPr="00E243D8">
        <w:rPr>
          <w:rtl/>
          <w:lang w:bidi="fa-IR"/>
        </w:rPr>
        <w:t xml:space="preserve"> هر کس بر گذشته اش ناراحت نباشد و به آ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نده</w:t>
      </w:r>
      <w:r w:rsidR="00E243D8" w:rsidRPr="00E243D8">
        <w:rPr>
          <w:rtl/>
          <w:lang w:bidi="fa-IR"/>
        </w:rPr>
        <w:t xml:space="preserve"> اش شادمان نگردد، زهد را درک نموده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زهد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اعتنا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به گذشته و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نده</w:t>
      </w:r>
      <w:r w:rsidRPr="00E243D8">
        <w:rPr>
          <w:rtl/>
          <w:lang w:bidi="fa-IR"/>
        </w:rPr>
        <w:t xml:space="preserve"> است.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ترک وابستگ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 و اسارت ها در چنگال گذشته و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نده</w:t>
      </w:r>
      <w:r w:rsidRPr="00E243D8">
        <w:rPr>
          <w:rtl/>
          <w:lang w:bidi="fa-IR"/>
        </w:rPr>
        <w:t>. از آنچه خداوند به شما داده است، خوشحال نشو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که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روز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 را از شما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رد</w:t>
      </w:r>
      <w:r w:rsidRPr="00E243D8">
        <w:rPr>
          <w:rtl/>
          <w:lang w:bidi="fa-IR"/>
        </w:rPr>
        <w:t>. بعض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نم</w:t>
      </w:r>
      <w:r w:rsidRPr="00E243D8">
        <w:rPr>
          <w:rtl/>
          <w:lang w:bidi="fa-IR"/>
        </w:rPr>
        <w:t xml:space="preserve"> که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مقدار حقوقشان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شود، در پوست خود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گنجند.</w:t>
      </w:r>
    </w:p>
    <w:p w:rsidR="00E243D8" w:rsidRPr="00E243D8" w:rsidRDefault="00E243D8" w:rsidP="001B7AE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نفر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گفت: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افراد م</w:t>
      </w:r>
      <w:r w:rsidRPr="00E243D8">
        <w:rPr>
          <w:rFonts w:hint="cs"/>
          <w:rtl/>
          <w:lang w:bidi="fa-IR"/>
        </w:rPr>
        <w:t>ی</w:t>
      </w:r>
      <w:r w:rsidR="001B7AE8">
        <w:rPr>
          <w:rFonts w:hint="cs"/>
          <w:rtl/>
          <w:lang w:bidi="fa-IR"/>
        </w:rPr>
        <w:t xml:space="preserve"> </w:t>
      </w:r>
      <w:r w:rsidRPr="00E243D8">
        <w:rPr>
          <w:rtl/>
          <w:lang w:bidi="fa-IR"/>
        </w:rPr>
        <w:t>روند حقوقشان را از بانک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رند،</w:t>
      </w:r>
      <w:r w:rsidRPr="00E243D8">
        <w:rPr>
          <w:rtl/>
          <w:lang w:bidi="fa-IR"/>
        </w:rPr>
        <w:t xml:space="preserve"> من از چهره شان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فهمم که حقوقشان اضافه شده،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کم شده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با</w:t>
      </w:r>
      <w:r w:rsidRPr="00E243D8">
        <w:rPr>
          <w:rtl/>
          <w:lang w:bidi="fa-IR"/>
        </w:rPr>
        <w:t xml:space="preserve"> ده هزار تومان کم و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شدن، روح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عوض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شخص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ده هزار تومان است. اگر به شما دادند، نبا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خوشحال شو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اگر از شما گرفتند، ناراحت و پکر نشو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 اگر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مرحله 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مال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قدر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شد،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شه</w:t>
      </w:r>
      <w:r w:rsidRPr="00E243D8">
        <w:rPr>
          <w:rtl/>
          <w:lang w:bidi="fa-IR"/>
        </w:rPr>
        <w:t xml:space="preserve"> خوش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1B7AE8" w:rsidP="001B7AE8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02" w:name="_Toc67344785"/>
      <w:r w:rsidR="00E243D8" w:rsidRPr="00E243D8">
        <w:rPr>
          <w:rFonts w:hint="eastAsia"/>
          <w:rtl/>
          <w:lang w:bidi="fa-IR"/>
        </w:rPr>
        <w:lastRenderedPageBreak/>
        <w:t>بزرگ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،</w:t>
      </w:r>
      <w:r w:rsidR="00E243D8" w:rsidRPr="00E243D8">
        <w:rPr>
          <w:rtl/>
          <w:lang w:bidi="fa-IR"/>
        </w:rPr>
        <w:t xml:space="preserve"> 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بنده</w:t>
      </w:r>
      <w:r w:rsidR="00E243D8" w:rsidRPr="00E243D8">
        <w:rPr>
          <w:rtl/>
          <w:lang w:bidi="fa-IR"/>
        </w:rPr>
        <w:t xml:space="preserve"> خداوند</w:t>
      </w:r>
      <w:bookmarkEnd w:id="102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گاه خودتان را فدا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مال و مقام و مدرک نکن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 بعض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افراد خودشان را به آب و آتش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زنند تا به پست و مقام و عنوان و مدرک</w:t>
      </w:r>
      <w:r w:rsidRPr="00E243D8">
        <w:rPr>
          <w:rFonts w:hint="cs"/>
          <w:rtl/>
          <w:lang w:bidi="fa-IR"/>
        </w:rPr>
        <w:t>ی</w:t>
      </w:r>
    </w:p>
    <w:p w:rsidR="00E243D8" w:rsidRPr="00E243D8" w:rsidRDefault="001B7AE8" w:rsidP="001B7AE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E243D8" w:rsidRPr="00E243D8" w:rsidRDefault="00E243D8" w:rsidP="001B7AE8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سوره حد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23.</w:t>
      </w:r>
    </w:p>
    <w:p w:rsidR="00E243D8" w:rsidRPr="00E243D8" w:rsidRDefault="00E243D8" w:rsidP="001B7AE8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مشکاه الانوار، ص 115؛ نهج البلاغه، حکمت 439؛ بحارالانوار، ج 7، ص 52؛ تفس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الصاف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5، ص 138.</w:t>
      </w:r>
    </w:p>
    <w:p w:rsidR="00E243D8" w:rsidRPr="00E243D8" w:rsidRDefault="001B7AE8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برسند</w:t>
      </w:r>
      <w:r w:rsidR="00E243D8" w:rsidRPr="00E243D8">
        <w:rPr>
          <w:rtl/>
          <w:lang w:bidi="fa-IR"/>
        </w:rPr>
        <w:t>. اگر به من دکتر و مهندس نگو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ند</w:t>
      </w:r>
      <w:r w:rsidR="00E243D8" w:rsidRPr="00E243D8">
        <w:rPr>
          <w:rtl/>
          <w:lang w:bidi="fa-IR"/>
        </w:rPr>
        <w:t xml:space="preserve"> چه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شود؟ بزرگ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فقط مال خداست. خدا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گو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>: هر کس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خواهد بزرگ شود و به دنبال بزرگ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است، او را به زم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خواهم زد.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امبر</w:t>
      </w:r>
      <w:r w:rsidR="00E243D8" w:rsidRPr="00E243D8">
        <w:rPr>
          <w:rtl/>
          <w:lang w:bidi="fa-IR"/>
        </w:rPr>
        <w:t xml:space="preserve"> خدا 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قُولُ</w:t>
      </w:r>
      <w:r w:rsidRPr="00E243D8">
        <w:rPr>
          <w:rtl/>
          <w:lang w:bidi="fa-IR"/>
        </w:rPr>
        <w:t xml:space="preserve"> اللهُ الْکِبر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اءُ</w:t>
      </w:r>
      <w:r w:rsidRPr="00E243D8">
        <w:rPr>
          <w:rtl/>
          <w:lang w:bidi="fa-IR"/>
        </w:rPr>
        <w:t xml:space="preserve"> رِدائ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 الْعَظَمَهُ اِزار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فَمَنْ نازَعَن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واحِدٍ مِنْهُما اَلْقَ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تُهُ</w:t>
      </w:r>
      <w:r w:rsidRPr="00E243D8">
        <w:rPr>
          <w:rtl/>
          <w:lang w:bidi="fa-IR"/>
        </w:rPr>
        <w:t xml:space="preserve">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جَهَنَّمُ؛</w:t>
      </w:r>
      <w:r w:rsidRPr="001B7AE8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خداوند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 بزرگ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بنده</w:t>
      </w:r>
      <w:r w:rsidRPr="00E243D8">
        <w:rPr>
          <w:rtl/>
          <w:lang w:bidi="fa-IR"/>
        </w:rPr>
        <w:t xml:space="preserve"> من است و عظمت از آن من. بنابرا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هر کس در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دو با من در 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زد،</w:t>
      </w:r>
      <w:r w:rsidRPr="00E243D8">
        <w:rPr>
          <w:rtl/>
          <w:lang w:bidi="fa-IR"/>
        </w:rPr>
        <w:t xml:space="preserve"> او را در جهنم افکنم.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حد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ث</w:t>
      </w:r>
      <w:r w:rsidRPr="00E243D8">
        <w:rPr>
          <w:rtl/>
          <w:lang w:bidi="fa-IR"/>
        </w:rPr>
        <w:t xml:space="preserve"> آمده است که حضرت آدم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ملائکه دارند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طان</w:t>
      </w:r>
      <w:r w:rsidRPr="00E243D8">
        <w:rPr>
          <w:rtl/>
          <w:lang w:bidi="fa-IR"/>
        </w:rPr>
        <w:t xml:space="preserve"> را با پس گردن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برند. خند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در دلش گفت: حق توست! به زبان هم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اورد</w:t>
      </w:r>
      <w:r w:rsidRPr="00E243D8">
        <w:rPr>
          <w:rtl/>
          <w:lang w:bidi="fa-IR"/>
        </w:rPr>
        <w:t>. خطاب شد: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آدم، چرا خند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به حقارت نگر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؟</w:t>
      </w:r>
      <w:r w:rsidRPr="00E243D8">
        <w:rPr>
          <w:rtl/>
          <w:lang w:bidi="fa-IR"/>
        </w:rPr>
        <w:t xml:space="preserve"> حواست جمع باشد! اگر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بار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خطور به ذهنت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جا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 را با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طان</w:t>
      </w:r>
      <w:r w:rsidRPr="00E243D8">
        <w:rPr>
          <w:rtl/>
          <w:lang w:bidi="fa-IR"/>
        </w:rPr>
        <w:t xml:space="preserve"> عوض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کنم.</w:t>
      </w:r>
      <w:r w:rsidRPr="001B7AE8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امتحان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آورم که مردود شو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. اگر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عبرت بگ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>. نه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بگو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من کارم درست است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آقا زم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خورده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1B7AE8" w:rsidP="001B7AE8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03" w:name="_Toc67344786"/>
      <w:r w:rsidR="00E243D8" w:rsidRPr="00E243D8">
        <w:rPr>
          <w:rFonts w:hint="eastAsia"/>
          <w:rtl/>
          <w:lang w:bidi="fa-IR"/>
        </w:rPr>
        <w:lastRenderedPageBreak/>
        <w:t>ماندگارتر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رف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ق</w:t>
      </w:r>
      <w:bookmarkEnd w:id="103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شاد بودن و رها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از نگران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دلهره و اندوه،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از بند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</w:t>
      </w:r>
      <w:r w:rsidRPr="00E243D8">
        <w:rPr>
          <w:rtl/>
          <w:lang w:bidi="fa-IR"/>
        </w:rPr>
        <w:t xml:space="preserve"> کرد. اگر انسان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را در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ابد</w:t>
      </w:r>
      <w:r w:rsidRPr="00E243D8">
        <w:rPr>
          <w:rtl/>
          <w:lang w:bidi="fa-IR"/>
        </w:rPr>
        <w:t xml:space="preserve"> و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اعتبار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را بشناسد و بفهمد که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به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کس وفا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کند،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قدر تعلق خاطر به آن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</w:t>
      </w:r>
      <w:r w:rsidRPr="00E243D8">
        <w:rPr>
          <w:rtl/>
          <w:lang w:bidi="fa-IR"/>
        </w:rPr>
        <w:t xml:space="preserve">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و به خاطر از دست دادن آن، محزون و اندو</w:t>
      </w:r>
      <w:r w:rsidRPr="00E243D8">
        <w:rPr>
          <w:rFonts w:hint="eastAsia"/>
          <w:rtl/>
          <w:lang w:bidi="fa-IR"/>
        </w:rPr>
        <w:t>هگ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</w:t>
      </w:r>
    </w:p>
    <w:p w:rsidR="00E243D8" w:rsidRPr="00E243D8" w:rsidRDefault="00AF0F9B" w:rsidP="00AF0F9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E243D8" w:rsidRPr="00E243D8" w:rsidRDefault="00E243D8" w:rsidP="00AF0F9B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مجموعه ورام، ج 1، ص 198؛ عوالم العلوم، ج 22، ص 38؛ تفس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کنز الدقائق، ج 12، ص 165.</w:t>
      </w:r>
    </w:p>
    <w:p w:rsidR="00E243D8" w:rsidRPr="00E243D8" w:rsidRDefault="00E243D8" w:rsidP="00AF0F9B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جامع النور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ص 189.</w:t>
      </w:r>
    </w:p>
    <w:p w:rsidR="00E243D8" w:rsidRPr="00E243D8" w:rsidRDefault="00AF0F9B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مرحوم</w:t>
      </w:r>
      <w:r w:rsidR="00E243D8" w:rsidRPr="00E243D8">
        <w:rPr>
          <w:rtl/>
          <w:lang w:bidi="fa-IR"/>
        </w:rPr>
        <w:t xml:space="preserve"> ش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خ</w:t>
      </w:r>
      <w:r w:rsidR="00E243D8" w:rsidRPr="00E243D8">
        <w:rPr>
          <w:rtl/>
          <w:lang w:bidi="fa-IR"/>
        </w:rPr>
        <w:t xml:space="preserve"> عبدالکر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</w:t>
      </w:r>
      <w:r w:rsidR="00E243D8" w:rsidRPr="00E243D8">
        <w:rPr>
          <w:rtl/>
          <w:lang w:bidi="fa-IR"/>
        </w:rPr>
        <w:t xml:space="preserve"> حامد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فرمود: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ک</w:t>
      </w:r>
      <w:r w:rsidR="00E243D8" w:rsidRPr="00E243D8">
        <w:rPr>
          <w:rtl/>
          <w:lang w:bidi="fa-IR"/>
        </w:rPr>
        <w:t xml:space="preserve"> نفر خاطرخواه کس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شده بود.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گفت: معشوق من، محبوب من! اتفاقاً طرف افتاد و مرد. او هم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قه</w:t>
      </w:r>
      <w:r w:rsidR="00E243D8" w:rsidRPr="00E243D8">
        <w:rPr>
          <w:rtl/>
          <w:lang w:bidi="fa-IR"/>
        </w:rPr>
        <w:t xml:space="preserve"> خودش را چاک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کرد، موها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ش</w:t>
      </w:r>
      <w:r w:rsidR="00E243D8" w:rsidRPr="00E243D8">
        <w:rPr>
          <w:rtl/>
          <w:lang w:bidi="fa-IR"/>
        </w:rPr>
        <w:t xml:space="preserve"> را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کند، به سر و صورت خود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زد.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ک</w:t>
      </w:r>
      <w:r w:rsidR="00E243D8" w:rsidRPr="00E243D8">
        <w:rPr>
          <w:rtl/>
          <w:lang w:bidi="fa-IR"/>
        </w:rPr>
        <w:t xml:space="preserve"> نفر به او گفت: چرا با خودت چن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؟</w:t>
      </w:r>
      <w:r w:rsidR="00E243D8" w:rsidRPr="00E243D8">
        <w:rPr>
          <w:rtl/>
          <w:lang w:bidi="fa-IR"/>
        </w:rPr>
        <w:t>! گفت: معشوق و محبوب و هم</w:t>
      </w:r>
      <w:r w:rsidR="00E243D8" w:rsidRPr="00E243D8">
        <w:rPr>
          <w:rFonts w:hint="eastAsia"/>
          <w:rtl/>
          <w:lang w:bidi="fa-IR"/>
        </w:rPr>
        <w:t>ه</w:t>
      </w:r>
      <w:r w:rsidR="00E243D8" w:rsidRPr="00E243D8">
        <w:rPr>
          <w:rtl/>
          <w:lang w:bidi="fa-IR"/>
        </w:rPr>
        <w:t xml:space="preserve"> 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زم</w:t>
      </w:r>
      <w:r w:rsidR="00E243D8" w:rsidRPr="00E243D8">
        <w:rPr>
          <w:rtl/>
          <w:lang w:bidi="fa-IR"/>
        </w:rPr>
        <w:t xml:space="preserve"> رفت. آن شخص به او گفت: خاک بر سرت! گفت چرا؟ پاسخ داد: چرا رفت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رف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ق</w:t>
      </w:r>
      <w:r w:rsidR="00E243D8" w:rsidRPr="00E243D8">
        <w:rPr>
          <w:rtl/>
          <w:lang w:bidi="fa-IR"/>
        </w:rPr>
        <w:t xml:space="preserve"> مردن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برا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خودت انتخاب کرد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؟</w:t>
      </w:r>
      <w:r w:rsidR="00E243D8" w:rsidRPr="00E243D8">
        <w:rPr>
          <w:rtl/>
          <w:lang w:bidi="fa-IR"/>
        </w:rPr>
        <w:t xml:space="preserve"> برو دنبال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ک</w:t>
      </w:r>
      <w:r w:rsidR="00E243D8" w:rsidRPr="00E243D8">
        <w:rPr>
          <w:rtl/>
          <w:lang w:bidi="fa-IR"/>
        </w:rPr>
        <w:t xml:space="preserve"> رف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ق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بگرد که نم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رد</w:t>
      </w:r>
      <w:r w:rsidR="00E243D8" w:rsidRPr="00E243D8">
        <w:rPr>
          <w:rtl/>
          <w:lang w:bidi="fa-IR"/>
        </w:rPr>
        <w:t xml:space="preserve"> و همه جا به درد انسان بخورد. کسان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دن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tl/>
          <w:lang w:bidi="fa-IR"/>
        </w:rPr>
        <w:t xml:space="preserve"> را به عنوان محبوب خود بر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گز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نند،</w:t>
      </w:r>
      <w:r w:rsidR="00E243D8" w:rsidRPr="00E243D8">
        <w:rPr>
          <w:rtl/>
          <w:lang w:bidi="fa-IR"/>
        </w:rPr>
        <w:t xml:space="preserve"> به هم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سرنوشت دچارند.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نام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 رف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tl/>
          <w:lang w:bidi="fa-IR"/>
        </w:rPr>
        <w:t xml:space="preserve"> است. در دعا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مشلول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: «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رَف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tl/>
          <w:lang w:bidi="fa-IR"/>
        </w:rPr>
        <w:t xml:space="preserve"> و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شَف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tl/>
          <w:lang w:bidi="fa-IR"/>
        </w:rPr>
        <w:t>!» بهتر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tl/>
          <w:lang w:bidi="fa-IR"/>
        </w:rPr>
        <w:t xml:space="preserve"> و خ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رخواه</w:t>
      </w:r>
      <w:r w:rsidRPr="00E243D8">
        <w:rPr>
          <w:rtl/>
          <w:lang w:bidi="fa-IR"/>
        </w:rPr>
        <w:t xml:space="preserve"> 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 ماندگارتر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tl/>
          <w:lang w:bidi="fa-IR"/>
        </w:rPr>
        <w:t xml:space="preserve"> و غن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tl/>
          <w:lang w:bidi="fa-IR"/>
        </w:rPr>
        <w:t xml:space="preserve"> خداوند است. هر کس با خداوند رف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tl/>
          <w:lang w:bidi="fa-IR"/>
        </w:rPr>
        <w:t xml:space="preserve"> شد،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نگران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او راه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</w:t>
      </w:r>
      <w:r w:rsidRPr="00E243D8">
        <w:rPr>
          <w:rtl/>
          <w:lang w:bidi="fa-IR"/>
        </w:rPr>
        <w:t xml:space="preserve">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کند، بلکه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شه</w:t>
      </w:r>
      <w:r w:rsidRPr="00E243D8">
        <w:rPr>
          <w:rtl/>
          <w:lang w:bidi="fa-IR"/>
        </w:rPr>
        <w:t xml:space="preserve"> سرخوش و سرحال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را به عنوان رف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tl/>
          <w:lang w:bidi="fa-IR"/>
        </w:rPr>
        <w:t xml:space="preserve"> و همدم و تنها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خود برگز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اند، در خسران و خطر سقوط قرار دارند و همه حزن و اندوه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به آنان هجوم خواهد آورد. چون در ماه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حزن و اندوه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شده است.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چه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با</w:t>
      </w:r>
      <w:r w:rsidRPr="00E243D8">
        <w:rPr>
          <w:rtl/>
          <w:lang w:bidi="fa-IR"/>
        </w:rPr>
        <w:t xml:space="preserve"> فرموده اند: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مَنْ</w:t>
      </w:r>
      <w:r w:rsidRPr="00E243D8">
        <w:rPr>
          <w:rtl/>
          <w:lang w:bidi="fa-IR"/>
        </w:rPr>
        <w:t xml:space="preserve"> عَرَفَ الدُّن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لَمْ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حْزَنْ</w:t>
      </w:r>
      <w:r w:rsidRPr="00E243D8">
        <w:rPr>
          <w:rtl/>
          <w:lang w:bidi="fa-IR"/>
        </w:rPr>
        <w:t xml:space="preserve">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 اَصابَهُ؛</w:t>
      </w:r>
      <w:r w:rsidRPr="00AF0F9B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هر کس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را بشناسد، بر آنچه به او رسد، اندوهناک نگردد.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ناگوار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 و مصائب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در او تأث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سوء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گذارد، چون به پست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tl/>
          <w:lang w:bidi="fa-IR"/>
        </w:rPr>
        <w:lastRenderedPageBreak/>
        <w:t>ارزش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برده است 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داند پا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 xml:space="preserve"> و به زود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دست</w:t>
      </w:r>
    </w:p>
    <w:p w:rsidR="00E243D8" w:rsidRPr="00E243D8" w:rsidRDefault="00AF0F9B" w:rsidP="00AF0F9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E243D8" w:rsidRPr="00E243D8" w:rsidRDefault="00E243D8" w:rsidP="00AF0F9B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</w:t>
      </w:r>
      <w:r w:rsidRPr="00E243D8">
        <w:rPr>
          <w:rtl/>
          <w:lang w:bidi="fa-IR"/>
        </w:rPr>
        <w:t xml:space="preserve"> الحکم، ص 435؛ تصن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غرر الحکم، ص 131.</w:t>
      </w:r>
    </w:p>
    <w:p w:rsidR="00E243D8" w:rsidRPr="00E243D8" w:rsidRDefault="00AF0F9B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رود. بنابرا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ن،</w:t>
      </w:r>
      <w:r w:rsidR="00E243D8" w:rsidRPr="00E243D8">
        <w:rPr>
          <w:rtl/>
          <w:lang w:bidi="fa-IR"/>
        </w:rPr>
        <w:t xml:space="preserve"> اگر 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از دن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tl/>
          <w:lang w:bidi="fa-IR"/>
        </w:rPr>
        <w:t xml:space="preserve"> را از دست داد، ناراحت و اندوهگ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نم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شود. وقت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بداند که دن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tl/>
          <w:lang w:bidi="fa-IR"/>
        </w:rPr>
        <w:t xml:space="preserve"> محل گذر است و ماندگار 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ست،</w:t>
      </w:r>
      <w:r w:rsidR="00E243D8" w:rsidRPr="00E243D8">
        <w:rPr>
          <w:rtl/>
          <w:lang w:bidi="fa-IR"/>
        </w:rPr>
        <w:t xml:space="preserve"> و اگر هم در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دن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tl/>
          <w:lang w:bidi="fa-IR"/>
        </w:rPr>
        <w:t xml:space="preserve"> به ابتلا</w:t>
      </w:r>
      <w:r w:rsidR="00E243D8" w:rsidRPr="00E243D8">
        <w:rPr>
          <w:rFonts w:hint="cs"/>
          <w:rtl/>
          <w:lang w:bidi="fa-IR"/>
        </w:rPr>
        <w:t>یی</w:t>
      </w:r>
      <w:r w:rsidR="00E243D8" w:rsidRPr="00E243D8">
        <w:rPr>
          <w:rtl/>
          <w:lang w:bidi="fa-IR"/>
        </w:rPr>
        <w:t xml:space="preserve"> گرفتار شد، خداوند آن را تلاف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خواهد نمود و پاداش جاو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در انتظار اوست، بر گرفتار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و مص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بت</w:t>
      </w:r>
      <w:r w:rsidR="00E243D8" w:rsidRPr="00E243D8">
        <w:rPr>
          <w:rtl/>
          <w:lang w:bidi="fa-IR"/>
        </w:rPr>
        <w:t xml:space="preserve"> ها هم ن</w:t>
      </w:r>
      <w:r w:rsidR="00E243D8" w:rsidRPr="00E243D8">
        <w:rPr>
          <w:rFonts w:hint="eastAsia"/>
          <w:rtl/>
          <w:lang w:bidi="fa-IR"/>
        </w:rPr>
        <w:t>اراحت</w:t>
      </w:r>
      <w:r w:rsidR="00E243D8" w:rsidRPr="00E243D8">
        <w:rPr>
          <w:rtl/>
          <w:lang w:bidi="fa-IR"/>
        </w:rPr>
        <w:t xml:space="preserve"> و غمگ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نم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AF0F9B">
      <w:pPr>
        <w:pStyle w:val="Heading2"/>
        <w:rPr>
          <w:rtl/>
          <w:lang w:bidi="fa-IR"/>
        </w:rPr>
      </w:pPr>
      <w:bookmarkStart w:id="104" w:name="_Toc67344787"/>
      <w:r w:rsidRPr="00E243D8">
        <w:rPr>
          <w:rFonts w:hint="eastAsia"/>
          <w:rtl/>
          <w:lang w:bidi="fa-IR"/>
        </w:rPr>
        <w:t>اساس</w:t>
      </w:r>
      <w:r w:rsidRPr="00E243D8">
        <w:rPr>
          <w:rtl/>
          <w:lang w:bidi="fa-IR"/>
        </w:rPr>
        <w:t xml:space="preserve"> دل</w:t>
      </w:r>
      <w:r w:rsidR="00AF0F9B">
        <w:rPr>
          <w:rFonts w:hint="cs"/>
          <w:rtl/>
          <w:lang w:bidi="fa-IR"/>
        </w:rPr>
        <w:t xml:space="preserve"> </w:t>
      </w:r>
      <w:r w:rsidRPr="00E243D8">
        <w:rPr>
          <w:rtl/>
          <w:lang w:bidi="fa-IR"/>
        </w:rPr>
        <w:t>نگران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bookmarkEnd w:id="104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شاء الله با خدا و دستگاه خدا آشنا شو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که همه حزن و اندوه و خوف و نگران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 برطرف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اساس</w:t>
      </w:r>
      <w:r w:rsidRPr="00E243D8">
        <w:rPr>
          <w:rtl/>
          <w:lang w:bidi="fa-IR"/>
        </w:rPr>
        <w:t xml:space="preserve"> دلنگران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به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وابسته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همه همّ و غمّ ما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است</w:t>
      </w:r>
      <w:r w:rsidRPr="00E243D8">
        <w:rPr>
          <w:rtl/>
          <w:lang w:bidi="fa-IR"/>
        </w:rPr>
        <w:t>. راه رها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از همه غم و غصه ها و رنج 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در درون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به آنچه خداوند در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روز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 کرده است، قانع باش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و حرص و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اده</w:t>
      </w:r>
      <w:r w:rsidRPr="00E243D8">
        <w:rPr>
          <w:rtl/>
          <w:lang w:bidi="fa-IR"/>
        </w:rPr>
        <w:t xml:space="preserve"> طلب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کنار بگذار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آن گاه راحت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.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مَنْ</w:t>
      </w:r>
      <w:r w:rsidRPr="00E243D8">
        <w:rPr>
          <w:rtl/>
          <w:lang w:bidi="fa-IR"/>
        </w:rPr>
        <w:t xml:space="preserve"> قَنَعَ بالمَقْسومِ اسْتراحَ مِنَ الهَمِّ وَ الْکَرْبِ وَ التَّعَبِ؛</w:t>
      </w:r>
      <w:r w:rsidRPr="00AF0F9B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هرکس به آنچه خدا به او داده است قناعت کرد و راض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شد، از غم و اندوه و ناراحت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رنج راحت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اگر</w:t>
      </w:r>
      <w:r w:rsidRPr="00E243D8">
        <w:rPr>
          <w:rtl/>
          <w:lang w:bidi="fa-IR"/>
        </w:rPr>
        <w:t xml:space="preserve"> به سو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عجوزه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رفت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پدرت را در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آورد.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ولش کرد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به دنبالت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AF0F9B" w:rsidP="00AF0F9B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05" w:name="_Toc67344788"/>
      <w:r w:rsidR="00E243D8" w:rsidRPr="00E243D8">
        <w:rPr>
          <w:rFonts w:hint="eastAsia"/>
          <w:rtl/>
          <w:lang w:bidi="fa-IR"/>
        </w:rPr>
        <w:lastRenderedPageBreak/>
        <w:t>وصف</w:t>
      </w:r>
      <w:r w:rsidR="00E243D8" w:rsidRPr="00E243D8">
        <w:rPr>
          <w:rtl/>
          <w:lang w:bidi="fa-IR"/>
        </w:rPr>
        <w:t xml:space="preserve"> دن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bookmarkEnd w:id="105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در وصف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>:</w:t>
      </w:r>
    </w:p>
    <w:p w:rsidR="00E243D8" w:rsidRPr="00E243D8" w:rsidRDefault="00AF0F9B" w:rsidP="00AF0F9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E243D8" w:rsidRPr="00E243D8" w:rsidRDefault="00E243D8" w:rsidP="00AF0F9B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مصباح الشر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عه،</w:t>
      </w:r>
      <w:r w:rsidRPr="00E243D8">
        <w:rPr>
          <w:rtl/>
          <w:lang w:bidi="fa-IR"/>
        </w:rPr>
        <w:t xml:space="preserve"> ص 202؛ تفس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کنز الدقائق، ج 12، ص 54؛ بحارالانوار، ج 68ص 349.</w:t>
      </w:r>
    </w:p>
    <w:p w:rsidR="00E243D8" w:rsidRPr="00E243D8" w:rsidRDefault="00AF0F9B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ما</w:t>
      </w:r>
      <w:r w:rsidR="00E243D8" w:rsidRPr="00E243D8">
        <w:rPr>
          <w:rtl/>
          <w:lang w:bidi="fa-IR"/>
        </w:rPr>
        <w:t xml:space="preserve"> اَصِفُ داراً اَوَّلُها عَناءٌ وَ آخِرُها فَناءٌ فِ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حَلالِها حِسابٌ وَ ف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حَرامِها عِقابٌ مَنِ اسْتَغْن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ف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ها</w:t>
      </w:r>
      <w:r w:rsidR="00E243D8" w:rsidRPr="00E243D8">
        <w:rPr>
          <w:rtl/>
          <w:lang w:bidi="fa-IR"/>
        </w:rPr>
        <w:t xml:space="preserve"> فُتِنَ وَ مَنِ افْتَقَرَ ف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ها</w:t>
      </w:r>
      <w:r w:rsidR="00E243D8" w:rsidRPr="00E243D8">
        <w:rPr>
          <w:rtl/>
          <w:lang w:bidi="fa-IR"/>
        </w:rPr>
        <w:t xml:space="preserve"> حَزِنَ وَ مَنْ ساعاها فاتَتْهُ وَ مَنْ قَعَدَ عَنْها واتَتْهُ وَ مَنْ اَبْصَ_رَ بِها بَصَّ_رَتْهُ وَ مَنْ اَبْصَ_</w:t>
      </w:r>
      <w:r w:rsidR="00E243D8" w:rsidRPr="00E243D8">
        <w:rPr>
          <w:rFonts w:hint="eastAsia"/>
          <w:rtl/>
          <w:lang w:bidi="fa-IR"/>
        </w:rPr>
        <w:t>رَ</w:t>
      </w:r>
      <w:r w:rsidR="00E243D8" w:rsidRPr="00E243D8">
        <w:rPr>
          <w:rtl/>
          <w:lang w:bidi="fa-IR"/>
        </w:rPr>
        <w:t xml:space="preserve"> اِلَ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ها</w:t>
      </w:r>
      <w:r w:rsidR="00E243D8" w:rsidRPr="00E243D8">
        <w:rPr>
          <w:rtl/>
          <w:lang w:bidi="fa-IR"/>
        </w:rPr>
        <w:t xml:space="preserve"> اَعْمَتْهُ؛</w:t>
      </w:r>
      <w:r w:rsidR="00E243D8" w:rsidRPr="00AF0F9B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چگونه خانه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را وصف کنم که اولش مشقت و پا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انش</w:t>
      </w:r>
      <w:r w:rsidR="00E243D8" w:rsidRPr="00E243D8">
        <w:rPr>
          <w:rtl/>
          <w:lang w:bidi="fa-IR"/>
        </w:rPr>
        <w:t xml:space="preserve"> 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ست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است. در حلالش حساب و در حرامش عقاب است. هر که در آن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از</w:t>
      </w:r>
      <w:r w:rsidR="00E243D8" w:rsidRPr="00E243D8">
        <w:rPr>
          <w:rtl/>
          <w:lang w:bidi="fa-IR"/>
        </w:rPr>
        <w:t xml:space="preserve"> شود، طغ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ان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کند و هر که محتاج شود، غمگ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گردد. هر که دنبالش رود، آن را از دست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دهد و هر که ترکش گو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د،</w:t>
      </w:r>
      <w:r w:rsidR="00E243D8" w:rsidRPr="00E243D8">
        <w:rPr>
          <w:rtl/>
          <w:lang w:bidi="fa-IR"/>
        </w:rPr>
        <w:t xml:space="preserve"> به دنبال او آ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>. هر کس به آن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نا</w:t>
      </w:r>
      <w:r w:rsidR="00E243D8" w:rsidRPr="00E243D8">
        <w:rPr>
          <w:rFonts w:hint="cs"/>
          <w:rtl/>
          <w:lang w:bidi="fa-IR"/>
        </w:rPr>
        <w:t>یی</w:t>
      </w:r>
      <w:r w:rsidR="00E243D8" w:rsidRPr="00E243D8">
        <w:rPr>
          <w:rtl/>
          <w:lang w:bidi="fa-IR"/>
        </w:rPr>
        <w:t xml:space="preserve"> جو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د،</w:t>
      </w:r>
      <w:r w:rsidR="00E243D8" w:rsidRPr="00E243D8">
        <w:rPr>
          <w:rtl/>
          <w:lang w:bidi="fa-IR"/>
        </w:rPr>
        <w:t xml:space="preserve">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نا</w:t>
      </w:r>
      <w:r w:rsidR="00E243D8" w:rsidRPr="00E243D8">
        <w:rPr>
          <w:rFonts w:hint="cs"/>
          <w:rtl/>
          <w:lang w:bidi="fa-IR"/>
        </w:rPr>
        <w:t>یی</w:t>
      </w:r>
      <w:r w:rsidR="00E243D8" w:rsidRPr="00E243D8">
        <w:rPr>
          <w:rtl/>
          <w:lang w:bidi="fa-IR"/>
        </w:rPr>
        <w:t xml:space="preserve"> 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رد</w:t>
      </w:r>
      <w:r w:rsidR="00E243D8" w:rsidRPr="00E243D8">
        <w:rPr>
          <w:rtl/>
          <w:lang w:bidi="fa-IR"/>
        </w:rPr>
        <w:t xml:space="preserve"> و هر کس به آن چشم بدوزد، کور گردد.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را به سا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تشب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کرده اند؛ اگر از آن فرار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به دنبالت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اگر به طرفش برو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به آن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. و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چه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با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را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فرموده اند: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فاِنَّ</w:t>
      </w:r>
      <w:r w:rsidRPr="00E243D8">
        <w:rPr>
          <w:rtl/>
          <w:lang w:bidi="fa-IR"/>
        </w:rPr>
        <w:t xml:space="preserve"> الدُّن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خَلَقَها اللهُ تَعال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بِمَنْزِلَهِ ظِلِّکَ اِنْ طَلَبْتَهُ اَتْعَبَکَ وَلا تَلْحَقُهُ اَبَداً وَ اِنْ تَرَکْتَهُ تَبِعَکَ وَ اَنْتَ مُسْتَر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حٌ؛</w:t>
      </w:r>
      <w:r w:rsidRPr="00AF0F9B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خداوند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را به منزله سا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شما آفر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است. اگر به دنبال آن برو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تو را به </w:t>
      </w:r>
      <w:r w:rsidRPr="00E243D8">
        <w:rPr>
          <w:rFonts w:hint="eastAsia"/>
          <w:rtl/>
          <w:lang w:bidi="fa-IR"/>
        </w:rPr>
        <w:t>رنج</w:t>
      </w:r>
      <w:r w:rsidRPr="00E243D8">
        <w:rPr>
          <w:rtl/>
          <w:lang w:bidi="fa-IR"/>
        </w:rPr>
        <w:t xml:space="preserve"> و زحمت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اندازد و هرگز به او نخواه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 و اگر آن را ترک گفت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پشت به آن نمود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تو را همراه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خواهد کرد و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داشت.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B51394" w:rsidP="00B51394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06" w:name="_Toc67344789"/>
      <w:r w:rsidR="00E243D8" w:rsidRPr="00E243D8">
        <w:rPr>
          <w:rFonts w:hint="eastAsia"/>
          <w:rtl/>
          <w:lang w:bidi="fa-IR"/>
        </w:rPr>
        <w:lastRenderedPageBreak/>
        <w:t>خدمت</w:t>
      </w:r>
      <w:r w:rsidR="00E243D8" w:rsidRPr="00E243D8">
        <w:rPr>
          <w:rtl/>
          <w:lang w:bidi="fa-IR"/>
        </w:rPr>
        <w:t xml:space="preserve"> دن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bookmarkEnd w:id="106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هرکس</w:t>
      </w:r>
      <w:r w:rsidRPr="00E243D8">
        <w:rPr>
          <w:rtl/>
          <w:lang w:bidi="fa-IR"/>
        </w:rPr>
        <w:t xml:space="preserve">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را رها کند،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در خانه اش زانو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زند و خدمتگزار او</w:t>
      </w:r>
    </w:p>
    <w:p w:rsidR="00E243D8" w:rsidRPr="00E243D8" w:rsidRDefault="00B51394" w:rsidP="00B5139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E243D8" w:rsidRPr="00E243D8" w:rsidRDefault="00E243D8" w:rsidP="00B51394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مشکاه الانوار، ص 269؛ نهج البلاغه، خطبه 82.</w:t>
      </w:r>
    </w:p>
    <w:p w:rsidR="00E243D8" w:rsidRPr="00E243D8" w:rsidRDefault="00E243D8" w:rsidP="00B51394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مصباح الشر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عه،</w:t>
      </w:r>
      <w:r w:rsidRPr="00E243D8">
        <w:rPr>
          <w:rtl/>
          <w:lang w:bidi="fa-IR"/>
        </w:rPr>
        <w:t xml:space="preserve"> ص 117؛ بحارالانوار، ج 70، ص 165.</w:t>
      </w:r>
    </w:p>
    <w:p w:rsidR="00E243D8" w:rsidRPr="00E243D8" w:rsidRDefault="00B51394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خواهد</w:t>
      </w:r>
      <w:r w:rsidR="00E243D8" w:rsidRPr="00E243D8">
        <w:rPr>
          <w:rtl/>
          <w:lang w:bidi="fa-IR"/>
        </w:rPr>
        <w:t xml:space="preserve"> شد.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="00E243D8" w:rsidRPr="00E243D8">
        <w:rPr>
          <w:rtl/>
          <w:lang w:bidi="fa-IR"/>
        </w:rPr>
        <w:t>از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امبر</w:t>
      </w:r>
      <w:r w:rsidR="00E243D8" w:rsidRPr="00E243D8">
        <w:rPr>
          <w:rtl/>
          <w:lang w:bidi="fa-IR"/>
        </w:rPr>
        <w:t xml:space="preserve"> گرام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اسلام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="00E243D8" w:rsidRPr="00E243D8">
        <w:rPr>
          <w:rtl/>
          <w:lang w:bidi="fa-IR"/>
        </w:rPr>
        <w:t>چن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روا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اِنَّ</w:t>
      </w:r>
      <w:r w:rsidRPr="00E243D8">
        <w:rPr>
          <w:rtl/>
          <w:lang w:bidi="fa-IR"/>
        </w:rPr>
        <w:t xml:space="preserve"> اللهَ جَلَّ جَلالُهُ اَوْح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اِلَ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الدُّن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اَنْ اَتْعِب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مَنْ خَدَمَکَ وَ اَخْدِم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مَنْ رَفَضَکَ؛</w:t>
      </w:r>
      <w:r w:rsidRPr="00B51394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به راست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جل جلاله به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وح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فرمود که هرکس به تو خدمت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کند، او را در رنج افکن و هر کس تو را رها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کند، خدمتگزارش باشد.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فرمان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فرمان تکو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 طب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عت</w:t>
      </w:r>
      <w:r w:rsidRPr="00E243D8">
        <w:rPr>
          <w:rtl/>
          <w:lang w:bidi="fa-IR"/>
        </w:rPr>
        <w:t xml:space="preserve">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اقتضا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 هرکس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را رها کند،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خادم او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 مقام و ثروت و شهرت در برابرش صف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کشند،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او به همه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ها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است. و در برابر آن، اگر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سراغ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رفت و در طلبش روز و شب تلاش کرد،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او ر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تحت فشار قرار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دهد و به رنج و زحمت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اندازد. و در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به نوکر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مبدل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</w:t>
      </w:r>
    </w:p>
    <w:p w:rsidR="00E243D8" w:rsidRPr="00E243D8" w:rsidRDefault="00B51394" w:rsidP="00B5139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E243D8" w:rsidRPr="00E243D8" w:rsidRDefault="00E243D8" w:rsidP="00B51394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الامال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للصدوق، ص 279، بحارالانوار، ج 38، ص 99.</w:t>
      </w:r>
    </w:p>
    <w:p w:rsidR="00E243D8" w:rsidRPr="00E243D8" w:rsidRDefault="00B51394" w:rsidP="00B51394">
      <w:pPr>
        <w:pStyle w:val="libBold1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tl/>
          <w:lang w:bidi="fa-IR"/>
        </w:rPr>
        <w:lastRenderedPageBreak/>
        <w:t>6) شادکردن دل ها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از عوامل شاد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شادکردن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است. شادکردن دل ها، اثر عج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روح و جان آدم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دارد. اگر دل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شاد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حتماً بدان که دلت را شاد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کنند. اصلاً با شاد کردن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رضا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خاطر در وجود انسان پد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که او را سرشار از فرح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برابر آن، اگر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بشکند، دل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اندوهگ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کند، دلش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شکنند و اندوهگ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ها از امور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فوراً در دل انسان منعکس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از</w:t>
      </w:r>
      <w:r w:rsidRPr="00E243D8">
        <w:rPr>
          <w:rtl/>
          <w:lang w:bidi="fa-IR"/>
        </w:rPr>
        <w:t xml:space="preserve"> امام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شده است: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B51394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فرمودند: «اَفْضَلُ الاَعمالِ بَعْدَ الصَّلاهِ اِدْخالُ السُّرورِ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قَلْبِ المُؤْمِنِ بِما لا اِثْمَ فِ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هِ؛</w:t>
      </w:r>
      <w:r w:rsidRPr="00E243D8">
        <w:rPr>
          <w:rtl/>
          <w:lang w:bidi="fa-IR"/>
        </w:rPr>
        <w:t xml:space="preserve"> برتر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اعمال بعد از نماز،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جاد</w:t>
      </w:r>
      <w:r w:rsidRPr="00E243D8">
        <w:rPr>
          <w:rtl/>
          <w:lang w:bidi="fa-IR"/>
        </w:rPr>
        <w:t xml:space="preserve"> سرور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دل مؤمن است، به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در آن گناه نباشد.»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</w:t>
      </w:r>
      <w:r w:rsidRPr="00E243D8">
        <w:rPr>
          <w:rtl/>
          <w:lang w:bidi="fa-IR"/>
        </w:rPr>
        <w:t xml:space="preserve"> من غلام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مشاهده کردم که با سگ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غذا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خورد. (لقمه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خودش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خورد و لقمه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سگ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داد.) 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باره از او پرس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دم</w:t>
      </w:r>
      <w:r w:rsidRPr="00E243D8">
        <w:rPr>
          <w:rtl/>
          <w:lang w:bidi="fa-IR"/>
        </w:rPr>
        <w:t>. گفت: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فرزند رسول خدا، من اندوهناکم.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خواهم با خوشحال کردن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سگ شاد شوم؛ چون صاحب من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هود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خواهم از او جدا شوم.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امام</w:t>
      </w:r>
      <w:r w:rsidRPr="00E243D8">
        <w:rPr>
          <w:rtl/>
          <w:lang w:bidi="fa-IR"/>
        </w:rPr>
        <w:t xml:space="preserve">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با 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نار،</w:t>
      </w:r>
      <w:r w:rsidRPr="00E243D8">
        <w:rPr>
          <w:rtl/>
          <w:lang w:bidi="fa-IR"/>
        </w:rPr>
        <w:t xml:space="preserve"> به قصد خر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غلام، نزد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هود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صاحب غلام رفتند.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هود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امام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را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گفت: غلام من فدا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قدم شما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باغ هم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او و 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نار</w:t>
      </w:r>
      <w:r w:rsidRPr="00E243D8">
        <w:rPr>
          <w:rtl/>
          <w:lang w:bidi="fa-IR"/>
        </w:rPr>
        <w:t xml:space="preserve"> را هم به شما باز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گردانم. حضرت فرمودند: من 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نار</w:t>
      </w:r>
      <w:r w:rsidRPr="00E243D8">
        <w:rPr>
          <w:rtl/>
          <w:lang w:bidi="fa-IR"/>
        </w:rPr>
        <w:t xml:space="preserve"> </w:t>
      </w:r>
      <w:r w:rsidRPr="00E243D8">
        <w:rPr>
          <w:rtl/>
          <w:lang w:bidi="fa-IR"/>
        </w:rPr>
        <w:lastRenderedPageBreak/>
        <w:t>را به تو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بخش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هود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گفت: من آن را قبول کردم و به غلام بخش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دم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B51394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امام</w:t>
      </w:r>
      <w:r w:rsidRPr="00E243D8">
        <w:rPr>
          <w:rtl/>
          <w:lang w:bidi="fa-IR"/>
        </w:rPr>
        <w:t xml:space="preserve">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فرمود: غلام را آزاد کردم و همه اموال را به او بخش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دم</w:t>
      </w:r>
      <w:r w:rsidRPr="00E243D8">
        <w:rPr>
          <w:rtl/>
          <w:lang w:bidi="fa-IR"/>
        </w:rPr>
        <w:t xml:space="preserve">. زن آن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هود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گفت: من هم مسلمان شدم و مهر خود را</w:t>
      </w:r>
      <w:r w:rsidR="00B51394">
        <w:rPr>
          <w:rFonts w:hint="cs"/>
          <w:rtl/>
          <w:lang w:bidi="fa-IR"/>
        </w:rPr>
        <w:t xml:space="preserve"> </w:t>
      </w:r>
      <w:r w:rsidRPr="00E243D8">
        <w:rPr>
          <w:rFonts w:hint="eastAsia"/>
          <w:rtl/>
          <w:lang w:bidi="fa-IR"/>
        </w:rPr>
        <w:t>به</w:t>
      </w:r>
      <w:r w:rsidRPr="00E243D8">
        <w:rPr>
          <w:rtl/>
          <w:lang w:bidi="fa-IR"/>
        </w:rPr>
        <w:t xml:space="preserve"> شوهرم بخش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دم</w:t>
      </w:r>
      <w:r w:rsidRPr="00E243D8">
        <w:rPr>
          <w:rtl/>
          <w:lang w:bidi="fa-IR"/>
        </w:rPr>
        <w:t xml:space="preserve">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هود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هم گفت: من هم مسلمان شدم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خانه را به زنم بخش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دم</w:t>
      </w:r>
      <w:r w:rsidRPr="00E243D8">
        <w:rPr>
          <w:rtl/>
          <w:lang w:bidi="fa-IR"/>
        </w:rPr>
        <w:t>.</w:t>
      </w:r>
      <w:r w:rsidRPr="00B51394">
        <w:rPr>
          <w:rStyle w:val="libFootnotenumChar"/>
          <w:rtl/>
        </w:rPr>
        <w:t>(1)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B51394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شادکردن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سگ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قدر آثار دارد. 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غلام هم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فهمد که اگر دل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شاد کند</w:t>
      </w:r>
      <w:r w:rsidR="00B51394">
        <w:rPr>
          <w:rFonts w:hint="cs"/>
          <w:rtl/>
          <w:lang w:bidi="fa-IR"/>
        </w:rPr>
        <w:t xml:space="preserve"> </w:t>
      </w:r>
      <w:r w:rsidRPr="00E243D8">
        <w:rPr>
          <w:rtl/>
          <w:lang w:bidi="fa-IR"/>
        </w:rPr>
        <w:t>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اگر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سگ باشد دلش شاد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</w:t>
      </w:r>
      <w:r w:rsidR="00B51394" w:rsidRPr="00E243D8">
        <w:rPr>
          <w:rtl/>
          <w:lang w:bidi="fa-IR"/>
        </w:rPr>
        <w:t xml:space="preserve"> </w:t>
      </w:r>
      <w:r w:rsidRPr="00E243D8">
        <w:rPr>
          <w:rFonts w:hint="eastAsia"/>
          <w:rtl/>
          <w:lang w:bidi="fa-IR"/>
        </w:rPr>
        <w:t>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شاد</w:t>
      </w:r>
      <w:r w:rsidR="00B51394">
        <w:rPr>
          <w:rFonts w:hint="cs"/>
          <w:rtl/>
          <w:lang w:bidi="fa-IR"/>
        </w:rPr>
        <w:t xml:space="preserve"> </w:t>
      </w:r>
      <w:r w:rsidRPr="00E243D8">
        <w:rPr>
          <w:rtl/>
          <w:lang w:bidi="fa-IR"/>
        </w:rPr>
        <w:t xml:space="preserve">کردن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سگ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قدر برکات داشته باشد، شاد کردن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مؤمن،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فام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دوست و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انسان چقدر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تواند کارساز باشد!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شادکردن</w:t>
      </w:r>
      <w:r w:rsidRPr="00E243D8">
        <w:rPr>
          <w:rtl/>
          <w:lang w:bidi="fa-IR"/>
        </w:rPr>
        <w:t xml:space="preserve"> خ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تول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 تا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گره از کار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بگشا</w:t>
      </w:r>
      <w:r w:rsidRPr="00E243D8">
        <w:rPr>
          <w:rFonts w:hint="cs"/>
          <w:rtl/>
          <w:lang w:bidi="fa-IR"/>
        </w:rPr>
        <w:t>یی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آنان را شاد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 هر وقت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غم و اندوه به دلتان هجوم آورد، بگرد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کجا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دل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شاد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تا غم و اندوهتان برود.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B51394" w:rsidP="00B51394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07" w:name="_Toc67344790"/>
      <w:r w:rsidR="00E243D8" w:rsidRPr="00E243D8">
        <w:rPr>
          <w:rFonts w:hint="eastAsia"/>
          <w:rtl/>
          <w:lang w:bidi="fa-IR"/>
        </w:rPr>
        <w:lastRenderedPageBreak/>
        <w:t>شادکردن</w:t>
      </w:r>
      <w:r w:rsidR="00E243D8" w:rsidRPr="00E243D8">
        <w:rPr>
          <w:rtl/>
          <w:lang w:bidi="fa-IR"/>
        </w:rPr>
        <w:t xml:space="preserve"> مؤمن</w:t>
      </w:r>
      <w:bookmarkEnd w:id="107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امام</w:t>
      </w:r>
      <w:r w:rsidRPr="00E243D8">
        <w:rPr>
          <w:rtl/>
          <w:lang w:bidi="fa-IR"/>
        </w:rPr>
        <w:t xml:space="preserve"> باقر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>: خداوند متعال با بنده خو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ش،</w:t>
      </w:r>
      <w:r w:rsidRPr="00E243D8">
        <w:rPr>
          <w:rtl/>
          <w:lang w:bidi="fa-IR"/>
        </w:rPr>
        <w:t xml:space="preserve"> حضرت موس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بن عمران مناجات کرد. از جمله به او فرمود: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اِنَّ</w:t>
      </w:r>
      <w:r w:rsidRPr="00E243D8">
        <w:rPr>
          <w:rtl/>
          <w:lang w:bidi="fa-IR"/>
        </w:rPr>
        <w:t xml:space="preserve"> 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عِباداً اُب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حُهُمْ</w:t>
      </w:r>
      <w:r w:rsidRPr="00E243D8">
        <w:rPr>
          <w:rtl/>
          <w:lang w:bidi="fa-IR"/>
        </w:rPr>
        <w:t xml:space="preserve"> جَنَّت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أُحَکِّمُهُمْ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ها؛</w:t>
      </w:r>
      <w:r w:rsidRPr="00E243D8">
        <w:rPr>
          <w:rtl/>
          <w:lang w:bidi="fa-IR"/>
        </w:rPr>
        <w:t xml:space="preserve"> بندگان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دارم که بهشت را بر آنان روا داشتم و آنان را در آن حاکم و فرمانروا ساختم.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B51394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حضرت</w:t>
      </w:r>
      <w:r w:rsidRPr="00E243D8">
        <w:rPr>
          <w:rtl/>
          <w:lang w:bidi="fa-IR"/>
        </w:rPr>
        <w:t xml:space="preserve"> موس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گفت: </w:t>
      </w:r>
      <w:r w:rsidR="00B51394" w:rsidRPr="00B51394">
        <w:rPr>
          <w:rStyle w:val="libAlaemChar"/>
          <w:rFonts w:hint="cs"/>
          <w:rtl/>
        </w:rPr>
        <w:t>(</w:t>
      </w:r>
      <w:r w:rsidRPr="00B51394">
        <w:rPr>
          <w:rStyle w:val="libAieChar"/>
          <w:rFonts w:hint="cs"/>
          <w:rtl/>
        </w:rPr>
        <w:t>ی</w:t>
      </w:r>
      <w:r w:rsidRPr="00B51394">
        <w:rPr>
          <w:rStyle w:val="libAieChar"/>
          <w:rFonts w:hint="eastAsia"/>
          <w:rtl/>
        </w:rPr>
        <w:t>ا</w:t>
      </w:r>
      <w:r w:rsidRPr="00B51394">
        <w:rPr>
          <w:rStyle w:val="libAieChar"/>
          <w:rtl/>
        </w:rPr>
        <w:t xml:space="preserve"> رَبِّ وَ مَنْ هؤلاءِ الَّذ</w:t>
      </w:r>
      <w:r w:rsidRPr="00B51394">
        <w:rPr>
          <w:rStyle w:val="libAieChar"/>
          <w:rFonts w:hint="cs"/>
          <w:rtl/>
        </w:rPr>
        <w:t>ی</w:t>
      </w:r>
      <w:r w:rsidRPr="00B51394">
        <w:rPr>
          <w:rStyle w:val="libAieChar"/>
          <w:rFonts w:hint="eastAsia"/>
          <w:rtl/>
        </w:rPr>
        <w:t>نَ</w:t>
      </w:r>
      <w:r w:rsidRPr="00B51394">
        <w:rPr>
          <w:rStyle w:val="libAieChar"/>
          <w:rtl/>
        </w:rPr>
        <w:t xml:space="preserve"> تُب</w:t>
      </w:r>
      <w:r w:rsidRPr="00B51394">
        <w:rPr>
          <w:rStyle w:val="libAieChar"/>
          <w:rFonts w:hint="cs"/>
          <w:rtl/>
        </w:rPr>
        <w:t>ی</w:t>
      </w:r>
      <w:r w:rsidRPr="00B51394">
        <w:rPr>
          <w:rStyle w:val="libAieChar"/>
          <w:rFonts w:hint="eastAsia"/>
          <w:rtl/>
        </w:rPr>
        <w:t>حُهُمْ</w:t>
      </w:r>
      <w:r w:rsidRPr="00B51394">
        <w:rPr>
          <w:rStyle w:val="libAieChar"/>
          <w:rtl/>
        </w:rPr>
        <w:t xml:space="preserve"> جَنّتکَ وَ تُحَکِّمُهُمْ ف</w:t>
      </w:r>
      <w:r w:rsidRPr="00B51394">
        <w:rPr>
          <w:rStyle w:val="libAieChar"/>
          <w:rFonts w:hint="cs"/>
          <w:rtl/>
        </w:rPr>
        <w:t>ی</w:t>
      </w:r>
      <w:r w:rsidRPr="00B51394">
        <w:rPr>
          <w:rStyle w:val="libAieChar"/>
          <w:rFonts w:hint="eastAsia"/>
          <w:rtl/>
        </w:rPr>
        <w:t>ها</w:t>
      </w:r>
      <w:r w:rsidR="00B51394" w:rsidRPr="00B51394">
        <w:rPr>
          <w:rStyle w:val="libAlaemChar"/>
          <w:rFonts w:hint="cs"/>
          <w:rtl/>
        </w:rPr>
        <w:t>)</w:t>
      </w:r>
      <w:r w:rsidRPr="00E243D8">
        <w:rPr>
          <w:rtl/>
          <w:lang w:bidi="fa-IR"/>
        </w:rPr>
        <w:t xml:space="preserve"> پروردگارا، آنان 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اند که بهشت را بر آن ها روا دار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در آن حاکم ساز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؟</w:t>
      </w:r>
      <w:r w:rsidRPr="00E243D8">
        <w:rPr>
          <w:rtl/>
          <w:lang w:bidi="fa-IR"/>
        </w:rPr>
        <w:t xml:space="preserve"> فرمود: «مَنْ اَدْخَلَ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مُؤمنٍ سُروراً؛ هرکس 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شاد کند.»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آن</w:t>
      </w:r>
      <w:r w:rsidRPr="00E243D8">
        <w:rPr>
          <w:rtl/>
          <w:lang w:bidi="fa-IR"/>
        </w:rPr>
        <w:t xml:space="preserve"> گاه امام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فرمود: 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مملکت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جباران بود و آن جبار او را تکذ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نمود و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شمرد. آن مؤمن از آن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به بلاد شرک 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خت</w:t>
      </w:r>
      <w:r w:rsidRPr="00E243D8">
        <w:rPr>
          <w:rtl/>
          <w:lang w:bidi="fa-IR"/>
        </w:rPr>
        <w:t xml:space="preserve"> و بر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آنان وارد شد. 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او پذ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کرد و او را جا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داد</w:t>
      </w:r>
    </w:p>
    <w:p w:rsidR="00E243D8" w:rsidRPr="00E243D8" w:rsidRDefault="00B51394" w:rsidP="00B5139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E243D8" w:rsidRPr="00E243D8" w:rsidRDefault="00E243D8" w:rsidP="00B51394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اض</w:t>
      </w:r>
      <w:r w:rsidRPr="00E243D8">
        <w:rPr>
          <w:rtl/>
          <w:lang w:bidi="fa-IR"/>
        </w:rPr>
        <w:t xml:space="preserve"> الابرار، ج 1، ص 159؛ مناقب آل اب</w:t>
      </w:r>
      <w:r w:rsidRPr="00E243D8">
        <w:rPr>
          <w:rFonts w:hint="cs"/>
          <w:rtl/>
          <w:lang w:bidi="fa-IR"/>
        </w:rPr>
        <w:t>یطالب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، ج 4، ص 75؛ بحارالانوار، ج 44، ص 194.</w:t>
      </w:r>
    </w:p>
    <w:p w:rsidR="00E243D8" w:rsidRPr="00E243D8" w:rsidRDefault="00B51394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و</w:t>
      </w:r>
      <w:r w:rsidR="00E243D8" w:rsidRPr="00E243D8">
        <w:rPr>
          <w:rtl/>
          <w:lang w:bidi="fa-IR"/>
        </w:rPr>
        <w:t xml:space="preserve"> مهربان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کرد و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زبان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نمود. چون مرگ آن مشرک فرا رس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د،</w:t>
      </w:r>
      <w:r w:rsidR="00E243D8" w:rsidRPr="00E243D8">
        <w:rPr>
          <w:rtl/>
          <w:lang w:bidi="fa-IR"/>
        </w:rPr>
        <w:t xml:space="preserve"> خداوند به او الهام کرد که به عزت و جلالم سوگند، اگر برا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تو در بهشت محل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بود، تو را در آنجا ساکن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گردان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دم،</w:t>
      </w:r>
      <w:r w:rsidR="00E243D8" w:rsidRPr="00E243D8">
        <w:rPr>
          <w:rtl/>
          <w:lang w:bidi="fa-IR"/>
        </w:rPr>
        <w:t xml:space="preserve"> ول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کن</w:t>
      </w:r>
      <w:r w:rsidR="00E243D8" w:rsidRPr="00E243D8">
        <w:rPr>
          <w:rtl/>
          <w:lang w:bidi="fa-IR"/>
        </w:rPr>
        <w:t xml:space="preserve"> بهشت بر مشرک حرام شده است. اما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آتش، او را بترسان، لکن نسوزان و آزارش مرسان و در ب</w:t>
      </w:r>
      <w:r w:rsidR="00E243D8" w:rsidRPr="00E243D8">
        <w:rPr>
          <w:rFonts w:hint="eastAsia"/>
          <w:rtl/>
          <w:lang w:bidi="fa-IR"/>
        </w:rPr>
        <w:t>امدادان</w:t>
      </w:r>
      <w:r w:rsidR="00E243D8" w:rsidRPr="00E243D8">
        <w:rPr>
          <w:rtl/>
          <w:lang w:bidi="fa-IR"/>
        </w:rPr>
        <w:t xml:space="preserve"> و شامگاه روز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او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رسد. سائل پرس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>: از بهشت؟ فرمود: از هر کجا که خدا بخواهد.</w:t>
      </w:r>
      <w:r w:rsidR="00E243D8" w:rsidRPr="00B51394">
        <w:rPr>
          <w:rStyle w:val="libFootnotenumChar"/>
          <w:rtl/>
        </w:rPr>
        <w:t>(1)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B51394" w:rsidP="00B51394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08" w:name="_Toc67344791"/>
      <w:r w:rsidR="00E243D8" w:rsidRPr="00E243D8">
        <w:rPr>
          <w:rFonts w:hint="eastAsia"/>
          <w:rtl/>
          <w:lang w:bidi="fa-IR"/>
        </w:rPr>
        <w:lastRenderedPageBreak/>
        <w:t>محبوب</w:t>
      </w:r>
      <w:r w:rsidR="00E243D8" w:rsidRPr="00E243D8">
        <w:rPr>
          <w:rtl/>
          <w:lang w:bidi="fa-IR"/>
        </w:rPr>
        <w:t xml:space="preserve"> تر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اعمال</w:t>
      </w:r>
      <w:bookmarkEnd w:id="108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اهل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شادکردن مؤمن را محبوب 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اعمال در نزد خداوند بر شمرده اند. امام سجاد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 xml:space="preserve">از رسول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اِنَّ</w:t>
      </w:r>
      <w:r w:rsidRPr="00E243D8">
        <w:rPr>
          <w:rtl/>
          <w:lang w:bidi="fa-IR"/>
        </w:rPr>
        <w:t xml:space="preserve"> اَحَبَّ الاَعْمالِ اِلَ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اللهِ عَزَّوَجَلَّ اِدْخالُ السّ_ُرورِ عَلَ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المُؤمن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ن؛</w:t>
      </w:r>
      <w:r w:rsidRPr="00B51394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به راست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محبوب 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اعمال در نزد خداوند، شادکردن اهل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شادکردن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مؤمن و غم و اندوه را از چهره او زدودن، پاداش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دارد. 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اگر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مشرک دل 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شاد کند، خداوند 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آخرت هم او را بدون پاداش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گذارد. اگر بتوان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گره از کارش باز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راهنما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اش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و 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جمله،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لط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فه</w:t>
      </w:r>
      <w:r w:rsidRPr="00E243D8">
        <w:rPr>
          <w:rtl/>
          <w:lang w:bidi="fa-IR"/>
        </w:rPr>
        <w:t xml:space="preserve"> خوشحالش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خداو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 xml:space="preserve"> پاداش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اندازه بهشت عنا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خواهد کرد.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400F2A">
      <w:pPr>
        <w:pStyle w:val="libBold1"/>
        <w:rPr>
          <w:rtl/>
          <w:lang w:bidi="fa-IR"/>
        </w:rPr>
      </w:pPr>
      <w:r w:rsidRPr="00E243D8">
        <w:rPr>
          <w:rtl/>
          <w:lang w:bidi="fa-IR"/>
        </w:rPr>
        <w:t>7)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ستادگ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راه خدا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از عوامل شاد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پا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ستادگ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راه خداست. کسان</w:t>
      </w:r>
      <w:r w:rsidRPr="00E243D8">
        <w:rPr>
          <w:rFonts w:hint="cs"/>
          <w:rtl/>
          <w:lang w:bidi="fa-IR"/>
        </w:rPr>
        <w:t>ی</w:t>
      </w:r>
    </w:p>
    <w:p w:rsidR="00E243D8" w:rsidRPr="00E243D8" w:rsidRDefault="00400F2A" w:rsidP="00400F2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</w:t>
      </w:r>
    </w:p>
    <w:p w:rsidR="00E243D8" w:rsidRPr="00E243D8" w:rsidRDefault="00E243D8" w:rsidP="00400F2A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2، ص 189؛ المؤمن، ص 50؛ بحارالانوار، ج 71، ص 288.</w:t>
      </w:r>
    </w:p>
    <w:p w:rsidR="00E243D8" w:rsidRPr="00E243D8" w:rsidRDefault="00E243D8" w:rsidP="00400F2A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2، ص 189؛ بحارالانوار، ج 71، ص 289.</w:t>
      </w:r>
    </w:p>
    <w:p w:rsidR="00E243D8" w:rsidRPr="00E243D8" w:rsidRDefault="00400F2A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که</w:t>
      </w:r>
      <w:r w:rsidR="00E243D8" w:rsidRPr="00E243D8">
        <w:rPr>
          <w:rtl/>
          <w:lang w:bidi="fa-IR"/>
        </w:rPr>
        <w:t xml:space="preserve"> در راه خدا استقامت ورزند، فرشتگان بر آنان نازل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شود و حامل بشارت بهشت و رفع غم و اندوه و ترس و نگران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برا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آنان هستند.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400F2A" w:rsidP="00400F2A">
      <w:pPr>
        <w:pStyle w:val="libNormal"/>
        <w:rPr>
          <w:rtl/>
          <w:lang w:bidi="fa-IR"/>
        </w:rPr>
      </w:pPr>
      <w:r w:rsidRPr="00400F2A">
        <w:rPr>
          <w:rStyle w:val="libAlaemChar"/>
          <w:rFonts w:hint="cs"/>
          <w:rtl/>
        </w:rPr>
        <w:t>(</w:t>
      </w:r>
      <w:r w:rsidR="00E243D8" w:rsidRPr="00400F2A">
        <w:rPr>
          <w:rStyle w:val="libAieChar"/>
          <w:rFonts w:hint="eastAsia"/>
          <w:rtl/>
        </w:rPr>
        <w:t>اِنَّ</w:t>
      </w:r>
      <w:r w:rsidR="00E243D8" w:rsidRPr="00400F2A">
        <w:rPr>
          <w:rStyle w:val="libAieChar"/>
          <w:rtl/>
        </w:rPr>
        <w:t xml:space="preserve"> الَّذ</w:t>
      </w:r>
      <w:r w:rsidR="00E243D8" w:rsidRPr="00400F2A">
        <w:rPr>
          <w:rStyle w:val="libAieChar"/>
          <w:rFonts w:hint="cs"/>
          <w:rtl/>
        </w:rPr>
        <w:t>ی</w:t>
      </w:r>
      <w:r w:rsidR="00E243D8" w:rsidRPr="00400F2A">
        <w:rPr>
          <w:rStyle w:val="libAieChar"/>
          <w:rFonts w:hint="eastAsia"/>
          <w:rtl/>
        </w:rPr>
        <w:t>نَ</w:t>
      </w:r>
      <w:r w:rsidR="00E243D8" w:rsidRPr="00400F2A">
        <w:rPr>
          <w:rStyle w:val="libAieChar"/>
          <w:rtl/>
        </w:rPr>
        <w:t xml:space="preserve"> قالوا رَبُّنَا اللهُ ثُمَّ اسْتَقامُوا تَتَنَزَّلُ عَلَ</w:t>
      </w:r>
      <w:r w:rsidR="00E243D8" w:rsidRPr="00400F2A">
        <w:rPr>
          <w:rStyle w:val="libAieChar"/>
          <w:rFonts w:hint="cs"/>
          <w:rtl/>
        </w:rPr>
        <w:t>یْ</w:t>
      </w:r>
      <w:r w:rsidR="00E243D8" w:rsidRPr="00400F2A">
        <w:rPr>
          <w:rStyle w:val="libAieChar"/>
          <w:rFonts w:hint="eastAsia"/>
          <w:rtl/>
        </w:rPr>
        <w:t>هِمُ</w:t>
      </w:r>
      <w:r w:rsidR="00E243D8" w:rsidRPr="00400F2A">
        <w:rPr>
          <w:rStyle w:val="libAieChar"/>
          <w:rtl/>
        </w:rPr>
        <w:t xml:space="preserve"> المَلائِکَهُ اَلّا تَخافوا وَلا تَحزَنوا وَ اَبْشِروا بِالجَنَّهِ الَّت</w:t>
      </w:r>
      <w:r w:rsidR="00E243D8" w:rsidRPr="00400F2A">
        <w:rPr>
          <w:rStyle w:val="libAieChar"/>
          <w:rFonts w:hint="cs"/>
          <w:rtl/>
        </w:rPr>
        <w:t>ی</w:t>
      </w:r>
      <w:r w:rsidR="00E243D8" w:rsidRPr="00400F2A">
        <w:rPr>
          <w:rStyle w:val="libAieChar"/>
          <w:rtl/>
        </w:rPr>
        <w:t xml:space="preserve"> کُنْتُمْ تُوعَدونَ</w:t>
      </w:r>
      <w:r w:rsidRPr="00400F2A">
        <w:rPr>
          <w:rStyle w:val="libAlaemChar"/>
          <w:rFonts w:hint="cs"/>
          <w:rtl/>
        </w:rPr>
        <w:t>)</w:t>
      </w:r>
      <w:r w:rsidR="00E243D8" w:rsidRPr="00400F2A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در حق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قت</w:t>
      </w:r>
      <w:r w:rsidR="00E243D8" w:rsidRPr="00E243D8">
        <w:rPr>
          <w:rtl/>
          <w:lang w:bidi="fa-IR"/>
        </w:rPr>
        <w:t xml:space="preserve"> کسان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گفتند: پروردگار ما خداست، سپس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ستادگ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کردند، فرشتگان بر آنان فرو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آ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ند</w:t>
      </w:r>
      <w:r w:rsidR="00E243D8" w:rsidRPr="00E243D8">
        <w:rPr>
          <w:rtl/>
          <w:lang w:bidi="fa-IR"/>
        </w:rPr>
        <w:t xml:space="preserve"> و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گو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ند</w:t>
      </w:r>
      <w:r w:rsidR="00E243D8" w:rsidRPr="00E243D8">
        <w:rPr>
          <w:rtl/>
          <w:lang w:bidi="fa-IR"/>
        </w:rPr>
        <w:t>: هان،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</w:t>
      </w:r>
      <w:r w:rsidR="00E243D8" w:rsidRPr="00E243D8">
        <w:rPr>
          <w:rtl/>
          <w:lang w:bidi="fa-IR"/>
        </w:rPr>
        <w:t xml:space="preserve"> مدار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و غم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مباش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و به بهشت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وعده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افته</w:t>
      </w:r>
      <w:r w:rsidR="00E243D8" w:rsidRPr="00E243D8">
        <w:rPr>
          <w:rtl/>
          <w:lang w:bidi="fa-IR"/>
        </w:rPr>
        <w:t xml:space="preserve"> بود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د،</w:t>
      </w:r>
      <w:r w:rsidR="00E243D8" w:rsidRPr="00E243D8">
        <w:rPr>
          <w:rtl/>
          <w:lang w:bidi="fa-IR"/>
        </w:rPr>
        <w:t xml:space="preserve"> شاد باش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استقامت</w:t>
      </w:r>
      <w:r w:rsidRPr="00E243D8">
        <w:rPr>
          <w:rtl/>
          <w:lang w:bidi="fa-IR"/>
        </w:rPr>
        <w:t xml:space="preserve"> در راه،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رمزها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بزرگ موفق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است. کسان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>: «ربّنا الله؛ پروردگار ما فقط خداست»، شرط نا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آمدنشان به مراتب بلند کمال، استقامت ورز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</w:t>
      </w:r>
      <w:r w:rsidRPr="00E243D8">
        <w:rPr>
          <w:rtl/>
          <w:lang w:bidi="fa-IR"/>
        </w:rPr>
        <w:t xml:space="preserve"> 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اعتقاد است. وگرنه همه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>: «ربّنا الله». افراد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 توده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کمون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 xml:space="preserve"> هم هرگاه در بحر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فتند،</w:t>
      </w:r>
      <w:r w:rsidRPr="00E243D8">
        <w:rPr>
          <w:rtl/>
          <w:lang w:bidi="fa-IR"/>
        </w:rPr>
        <w:t xml:space="preserve"> مثلاً هواپ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</w:t>
      </w:r>
      <w:r w:rsidRPr="00E243D8">
        <w:rPr>
          <w:rtl/>
          <w:lang w:bidi="fa-IR"/>
        </w:rPr>
        <w:t xml:space="preserve"> در آسمان نقص فن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</w:t>
      </w:r>
      <w:r w:rsidRPr="00E243D8">
        <w:rPr>
          <w:rtl/>
          <w:lang w:bidi="fa-IR"/>
        </w:rPr>
        <w:t xml:space="preserve"> کند،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کشت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دستخوش طوفان سهمگ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شود، همه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>: خدا. استقامت مهم است!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علما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فرمود: زمان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سفر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سوار کشت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کشت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 دچار بحران طوفان شد و همه را متلاطم کرد. افراد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کشورها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مختلف در آن کشت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بودند. هر کس به زبان خودش از صم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قلب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گفت: «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الله».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از</w:t>
      </w:r>
      <w:r w:rsidRPr="00E243D8">
        <w:rPr>
          <w:rtl/>
          <w:lang w:bidi="fa-IR"/>
        </w:rPr>
        <w:t xml:space="preserve"> کشت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اده</w:t>
      </w:r>
      <w:r w:rsidRPr="00E243D8">
        <w:rPr>
          <w:rtl/>
          <w:lang w:bidi="fa-IR"/>
        </w:rPr>
        <w:t xml:space="preserve"> شد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دوباره به همان خلاف کار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از بحران باز گشتند. به بعض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آن ها گفتم: شما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ساعت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منقطع 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الله بود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«ربنا الله» </w:t>
      </w:r>
      <w:r w:rsidRPr="00E243D8">
        <w:rPr>
          <w:rtl/>
          <w:lang w:bidi="fa-IR"/>
        </w:rPr>
        <w:lastRenderedPageBreak/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گفت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 چه طور شد که دوباره به کارها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خلاف</w:t>
      </w:r>
    </w:p>
    <w:p w:rsidR="00E243D8" w:rsidRPr="00E243D8" w:rsidRDefault="00400F2A" w:rsidP="00400F2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E243D8" w:rsidRPr="00E243D8" w:rsidRDefault="00E243D8" w:rsidP="00400F2A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سوره فصلت،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30.</w:t>
      </w:r>
    </w:p>
    <w:p w:rsidR="00E243D8" w:rsidRPr="00E243D8" w:rsidRDefault="00400F2A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خود</w:t>
      </w:r>
      <w:r w:rsidR="00E243D8" w:rsidRPr="00E243D8">
        <w:rPr>
          <w:rtl/>
          <w:lang w:bidi="fa-IR"/>
        </w:rPr>
        <w:t xml:space="preserve"> باز گشت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د؟</w:t>
      </w:r>
      <w:r w:rsidR="00E243D8" w:rsidRPr="00E243D8">
        <w:rPr>
          <w:rtl/>
          <w:lang w:bidi="fa-IR"/>
        </w:rPr>
        <w:t>! گفتند: آن وقت 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</w:t>
      </w:r>
      <w:r w:rsidR="00E243D8" w:rsidRPr="00E243D8">
        <w:rPr>
          <w:rtl/>
          <w:lang w:bidi="fa-IR"/>
        </w:rPr>
        <w:t xml:space="preserve"> افتاده بود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م،</w:t>
      </w:r>
      <w:r w:rsidR="00E243D8" w:rsidRPr="00E243D8">
        <w:rPr>
          <w:rtl/>
          <w:lang w:bidi="fa-IR"/>
        </w:rPr>
        <w:t xml:space="preserve"> الآن که رها شد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م،</w:t>
      </w:r>
      <w:r w:rsidR="00E243D8" w:rsidRPr="00E243D8">
        <w:rPr>
          <w:rtl/>
          <w:lang w:bidi="fa-IR"/>
        </w:rPr>
        <w:t xml:space="preserve"> کار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با خدا ندار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</w:t>
      </w:r>
      <w:r w:rsidR="00E243D8" w:rsidRPr="00E243D8">
        <w:rPr>
          <w:rtl/>
          <w:lang w:bidi="fa-IR"/>
        </w:rPr>
        <w:t>. همان 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قرآن هم آن را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ادآور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کرده است: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400F2A" w:rsidP="00400F2A">
      <w:pPr>
        <w:pStyle w:val="libNormal"/>
        <w:rPr>
          <w:rtl/>
          <w:lang w:bidi="fa-IR"/>
        </w:rPr>
      </w:pPr>
      <w:r w:rsidRPr="00400F2A">
        <w:rPr>
          <w:rStyle w:val="libAlaemChar"/>
          <w:rFonts w:hint="cs"/>
          <w:rtl/>
        </w:rPr>
        <w:t>(</w:t>
      </w:r>
      <w:r w:rsidR="00E243D8" w:rsidRPr="00400F2A">
        <w:rPr>
          <w:rStyle w:val="libAieChar"/>
          <w:rFonts w:hint="eastAsia"/>
          <w:rtl/>
        </w:rPr>
        <w:t>فَاِذا</w:t>
      </w:r>
      <w:r w:rsidR="00E243D8" w:rsidRPr="00400F2A">
        <w:rPr>
          <w:rStyle w:val="libAieChar"/>
          <w:rtl/>
        </w:rPr>
        <w:t xml:space="preserve"> رَکِبُوا فِ</w:t>
      </w:r>
      <w:r w:rsidR="00E243D8" w:rsidRPr="00400F2A">
        <w:rPr>
          <w:rStyle w:val="libAieChar"/>
          <w:rFonts w:hint="cs"/>
          <w:rtl/>
        </w:rPr>
        <w:t>ی</w:t>
      </w:r>
      <w:r w:rsidR="00E243D8" w:rsidRPr="00400F2A">
        <w:rPr>
          <w:rStyle w:val="libAieChar"/>
          <w:rtl/>
        </w:rPr>
        <w:t xml:space="preserve"> الْفُلْکِ دَعَوُ اللهَ مُخلِص</w:t>
      </w:r>
      <w:r w:rsidR="00E243D8" w:rsidRPr="00400F2A">
        <w:rPr>
          <w:rStyle w:val="libAieChar"/>
          <w:rFonts w:hint="cs"/>
          <w:rtl/>
        </w:rPr>
        <w:t>ی</w:t>
      </w:r>
      <w:r w:rsidR="00E243D8" w:rsidRPr="00400F2A">
        <w:rPr>
          <w:rStyle w:val="libAieChar"/>
          <w:rFonts w:hint="eastAsia"/>
          <w:rtl/>
        </w:rPr>
        <w:t>نَ</w:t>
      </w:r>
      <w:r w:rsidR="00E243D8" w:rsidRPr="00400F2A">
        <w:rPr>
          <w:rStyle w:val="libAieChar"/>
          <w:rtl/>
        </w:rPr>
        <w:t xml:space="preserve"> لَهُ الدّ</w:t>
      </w:r>
      <w:r w:rsidR="00E243D8" w:rsidRPr="00400F2A">
        <w:rPr>
          <w:rStyle w:val="libAieChar"/>
          <w:rFonts w:hint="cs"/>
          <w:rtl/>
        </w:rPr>
        <w:t>ی</w:t>
      </w:r>
      <w:r w:rsidR="00E243D8" w:rsidRPr="00400F2A">
        <w:rPr>
          <w:rStyle w:val="libAieChar"/>
          <w:rFonts w:hint="eastAsia"/>
          <w:rtl/>
        </w:rPr>
        <w:t>نَ</w:t>
      </w:r>
      <w:r w:rsidR="00E243D8" w:rsidRPr="00400F2A">
        <w:rPr>
          <w:rStyle w:val="libAieChar"/>
          <w:rtl/>
        </w:rPr>
        <w:t xml:space="preserve"> فَلَمّا نَجّاهُم اِلَ</w:t>
      </w:r>
      <w:r w:rsidR="00E243D8" w:rsidRPr="00400F2A">
        <w:rPr>
          <w:rStyle w:val="libAieChar"/>
          <w:rFonts w:hint="cs"/>
          <w:rtl/>
        </w:rPr>
        <w:t>ی</w:t>
      </w:r>
      <w:r w:rsidR="00E243D8" w:rsidRPr="00400F2A">
        <w:rPr>
          <w:rStyle w:val="libAieChar"/>
          <w:rtl/>
        </w:rPr>
        <w:t xml:space="preserve"> الْبَرِّ اِذا هُمْ </w:t>
      </w:r>
      <w:r w:rsidR="00E243D8" w:rsidRPr="00400F2A">
        <w:rPr>
          <w:rStyle w:val="libAieChar"/>
          <w:rFonts w:hint="cs"/>
          <w:rtl/>
        </w:rPr>
        <w:t>یُ</w:t>
      </w:r>
      <w:r w:rsidR="00E243D8" w:rsidRPr="00400F2A">
        <w:rPr>
          <w:rStyle w:val="libAieChar"/>
          <w:rFonts w:hint="eastAsia"/>
          <w:rtl/>
        </w:rPr>
        <w:t>شْرِکونَ</w:t>
      </w:r>
      <w:r w:rsidRPr="00400F2A">
        <w:rPr>
          <w:rStyle w:val="libAlaemChar"/>
          <w:rFonts w:hint="cs"/>
          <w:rtl/>
        </w:rPr>
        <w:t>)</w:t>
      </w:r>
      <w:r w:rsidR="00E243D8" w:rsidRPr="00400F2A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و هنگام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بر کشت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سوار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شدند، خدا را پاک</w:t>
      </w:r>
      <w:r w:rsidR="006A75EC">
        <w:rPr>
          <w:rFonts w:hint="cs"/>
          <w:rtl/>
          <w:lang w:bidi="fa-IR"/>
        </w:rPr>
        <w:t xml:space="preserve"> </w:t>
      </w:r>
      <w:r w:rsidR="00E243D8" w:rsidRPr="00E243D8">
        <w:rPr>
          <w:rtl/>
          <w:lang w:bidi="fa-IR"/>
        </w:rPr>
        <w:t>دلانه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خوانند، ول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چون به سو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خشک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رساند و نجاتشان داد، به ناگاه شرک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ورزند.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«رَبُّنا</w:t>
      </w:r>
      <w:r w:rsidRPr="00E243D8">
        <w:rPr>
          <w:rtl/>
          <w:lang w:bidi="fa-IR"/>
        </w:rPr>
        <w:t xml:space="preserve"> الله» مهم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>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را هر فرقه و گروه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 اصلاً اگر نگو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در خط توح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ند،</w:t>
      </w:r>
      <w:r w:rsidRPr="00E243D8">
        <w:rPr>
          <w:rtl/>
          <w:lang w:bidi="fa-IR"/>
        </w:rPr>
        <w:t xml:space="preserve"> در باز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باز شد، فرار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کنند. مهم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اگر به صلاح و رستگار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 نمود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آن را ادامه بده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پشت کار و تداوم کار از خود کار مهم تر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6A75EC" w:rsidP="006A75EC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09" w:name="_Toc67344792"/>
      <w:r w:rsidR="00E243D8" w:rsidRPr="00E243D8">
        <w:rPr>
          <w:rFonts w:hint="eastAsia"/>
          <w:rtl/>
          <w:lang w:bidi="fa-IR"/>
        </w:rPr>
        <w:lastRenderedPageBreak/>
        <w:t>نزول</w:t>
      </w:r>
      <w:r w:rsidR="00E243D8" w:rsidRPr="00E243D8">
        <w:rPr>
          <w:rtl/>
          <w:lang w:bidi="fa-IR"/>
        </w:rPr>
        <w:t xml:space="preserve"> فرشتگان</w:t>
      </w:r>
      <w:bookmarkEnd w:id="109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اگر</w:t>
      </w:r>
      <w:r w:rsidRPr="00E243D8">
        <w:rPr>
          <w:rtl/>
          <w:lang w:bidi="fa-IR"/>
        </w:rPr>
        <w:t xml:space="preserve"> استقامت در راه خدا آمد، نوبت نزول فرشتگان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 ملائکه و اهل آسمان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کمک به شما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شتابند.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>: ما همه هست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م؛</w:t>
      </w:r>
      <w:r w:rsidRPr="00E243D8">
        <w:rPr>
          <w:rtl/>
          <w:lang w:bidi="fa-IR"/>
        </w:rPr>
        <w:t xml:space="preserve"> چون مرد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ملا</w:t>
      </w:r>
      <w:r w:rsidRPr="00E243D8">
        <w:rPr>
          <w:rtl/>
          <w:lang w:bidi="fa-IR"/>
        </w:rPr>
        <w:t xml:space="preserve"> عبدالله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 هر کس در هر رشته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وارد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 تا با تمام توجه در آن کار وارد نشود و دل به آن کار ندهد، استادکار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خواهد نجار ماهر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شود،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همت کند، فوت و فن نجار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خوب فرا بگ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رد</w:t>
      </w:r>
      <w:r w:rsidRPr="00E243D8">
        <w:rPr>
          <w:rtl/>
          <w:lang w:bidi="fa-IR"/>
        </w:rPr>
        <w:t>. با تفنن و کار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انسان به جا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رسد.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</w:t>
      </w:r>
      <w:r w:rsidRPr="00E243D8">
        <w:rPr>
          <w:rFonts w:hint="eastAsia"/>
          <w:rtl/>
          <w:lang w:bidi="fa-IR"/>
        </w:rPr>
        <w:t>بق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کارها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جنب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کنار گذارد و فقط به آن پرداخت تا به آن برسد. وگرنه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شود، جز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معجزه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درکار باشد.</w:t>
      </w:r>
    </w:p>
    <w:p w:rsidR="00E243D8" w:rsidRPr="00E243D8" w:rsidRDefault="00E534DF" w:rsidP="00E534D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E243D8" w:rsidRPr="00E243D8" w:rsidRDefault="00E243D8" w:rsidP="00E534DF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سوره عنکبوت،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65.</w:t>
      </w:r>
    </w:p>
    <w:p w:rsidR="00E243D8" w:rsidRPr="00E243D8" w:rsidRDefault="00E534DF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«ثم</w:t>
      </w:r>
      <w:r w:rsidR="00E243D8" w:rsidRPr="00E243D8">
        <w:rPr>
          <w:rtl/>
          <w:lang w:bidi="fa-IR"/>
        </w:rPr>
        <w:t xml:space="preserve"> استقاموا»،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عن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«ربنا الله» را ادامه بدهد. همه وقت و در همه کار بگو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خدا. در خوش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و ناخوش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،</w:t>
      </w:r>
      <w:r w:rsidR="00E243D8" w:rsidRPr="00E243D8">
        <w:rPr>
          <w:rtl/>
          <w:lang w:bidi="fa-IR"/>
        </w:rPr>
        <w:t xml:space="preserve"> در فقر و غنا، همه توجهش به خدا باشد.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نزول</w:t>
      </w:r>
      <w:r w:rsidRPr="00E243D8">
        <w:rPr>
          <w:rtl/>
          <w:lang w:bidi="fa-IR"/>
        </w:rPr>
        <w:t xml:space="preserve"> فرشتگان اختصاص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هنگام مردن ندارد، چون در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بعد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534DF" w:rsidP="00E534DF">
      <w:pPr>
        <w:pStyle w:val="libNormal"/>
        <w:rPr>
          <w:rtl/>
          <w:lang w:bidi="fa-IR"/>
        </w:rPr>
      </w:pPr>
      <w:r w:rsidRPr="00E534DF">
        <w:rPr>
          <w:rStyle w:val="libAlaemChar"/>
          <w:rFonts w:hint="cs"/>
          <w:rtl/>
        </w:rPr>
        <w:t>(</w:t>
      </w:r>
      <w:r w:rsidR="00E243D8" w:rsidRPr="00E534DF">
        <w:rPr>
          <w:rStyle w:val="libAieChar"/>
          <w:rFonts w:hint="eastAsia"/>
          <w:rtl/>
        </w:rPr>
        <w:t>نَحْنُ</w:t>
      </w:r>
      <w:r w:rsidR="00E243D8" w:rsidRPr="00E534DF">
        <w:rPr>
          <w:rStyle w:val="libAieChar"/>
          <w:rtl/>
        </w:rPr>
        <w:t xml:space="preserve"> اَول</w:t>
      </w:r>
      <w:r w:rsidR="00E243D8" w:rsidRPr="00E534DF">
        <w:rPr>
          <w:rStyle w:val="libAieChar"/>
          <w:rFonts w:hint="cs"/>
          <w:rtl/>
        </w:rPr>
        <w:t>ی</w:t>
      </w:r>
      <w:r w:rsidR="00E243D8" w:rsidRPr="00E534DF">
        <w:rPr>
          <w:rStyle w:val="libAieChar"/>
          <w:rFonts w:hint="eastAsia"/>
          <w:rtl/>
        </w:rPr>
        <w:t>اءُکُمْ</w:t>
      </w:r>
      <w:r w:rsidR="00E243D8" w:rsidRPr="00E534DF">
        <w:rPr>
          <w:rStyle w:val="libAieChar"/>
          <w:rtl/>
        </w:rPr>
        <w:t xml:space="preserve"> فِ</w:t>
      </w:r>
      <w:r w:rsidR="00E243D8" w:rsidRPr="00E534DF">
        <w:rPr>
          <w:rStyle w:val="libAieChar"/>
          <w:rFonts w:hint="cs"/>
          <w:rtl/>
        </w:rPr>
        <w:t>ی</w:t>
      </w:r>
      <w:r w:rsidR="00E243D8" w:rsidRPr="00E534DF">
        <w:rPr>
          <w:rStyle w:val="libAieChar"/>
          <w:rtl/>
        </w:rPr>
        <w:t xml:space="preserve"> الحَ</w:t>
      </w:r>
      <w:r w:rsidR="00E243D8" w:rsidRPr="00E534DF">
        <w:rPr>
          <w:rStyle w:val="libAieChar"/>
          <w:rFonts w:hint="cs"/>
          <w:rtl/>
        </w:rPr>
        <w:t>ی</w:t>
      </w:r>
      <w:r w:rsidR="00E243D8" w:rsidRPr="00E534DF">
        <w:rPr>
          <w:rStyle w:val="libAieChar"/>
          <w:rFonts w:hint="eastAsia"/>
          <w:rtl/>
        </w:rPr>
        <w:t>وهِ</w:t>
      </w:r>
      <w:r w:rsidR="00E243D8" w:rsidRPr="00E534DF">
        <w:rPr>
          <w:rStyle w:val="libAieChar"/>
          <w:rtl/>
        </w:rPr>
        <w:t xml:space="preserve"> الدُّن</w:t>
      </w:r>
      <w:r w:rsidR="00E243D8" w:rsidRPr="00E534DF">
        <w:rPr>
          <w:rStyle w:val="libAieChar"/>
          <w:rFonts w:hint="cs"/>
          <w:rtl/>
        </w:rPr>
        <w:t>ی</w:t>
      </w:r>
      <w:r w:rsidR="00E243D8" w:rsidRPr="00E534DF">
        <w:rPr>
          <w:rStyle w:val="libAieChar"/>
          <w:rFonts w:hint="eastAsia"/>
          <w:rtl/>
        </w:rPr>
        <w:t>ا</w:t>
      </w:r>
      <w:r w:rsidR="00E243D8" w:rsidRPr="00E534DF">
        <w:rPr>
          <w:rStyle w:val="libAieChar"/>
          <w:rtl/>
        </w:rPr>
        <w:t xml:space="preserve"> و فِ</w:t>
      </w:r>
      <w:r w:rsidR="00E243D8" w:rsidRPr="00E534DF">
        <w:rPr>
          <w:rStyle w:val="libAieChar"/>
          <w:rFonts w:hint="cs"/>
          <w:rtl/>
        </w:rPr>
        <w:t>ی</w:t>
      </w:r>
      <w:r w:rsidR="00E243D8" w:rsidRPr="00E534DF">
        <w:rPr>
          <w:rStyle w:val="libAieChar"/>
          <w:rtl/>
        </w:rPr>
        <w:t xml:space="preserve"> الآخِرَهِ</w:t>
      </w:r>
      <w:r w:rsidRPr="00E534DF">
        <w:rPr>
          <w:rStyle w:val="libAlaemChar"/>
          <w:rFonts w:hint="cs"/>
          <w:rtl/>
        </w:rPr>
        <w:t>)</w:t>
      </w:r>
      <w:r w:rsidR="00E243D8" w:rsidRPr="00E534DF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در زندگ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tl/>
          <w:lang w:bidi="fa-IR"/>
        </w:rPr>
        <w:t xml:space="preserve"> و در آخرت دوستانتان ما</w:t>
      </w:r>
      <w:r w:rsidR="00E243D8" w:rsidRPr="00E243D8">
        <w:rPr>
          <w:rFonts w:hint="cs"/>
          <w:rtl/>
          <w:lang w:bidi="fa-IR"/>
        </w:rPr>
        <w:t>یی</w:t>
      </w:r>
      <w:r w:rsidR="00E243D8" w:rsidRPr="00E243D8">
        <w:rPr>
          <w:rFonts w:hint="eastAsia"/>
          <w:rtl/>
          <w:lang w:bidi="fa-IR"/>
        </w:rPr>
        <w:t>م</w:t>
      </w:r>
      <w:r w:rsidR="00E243D8" w:rsidRPr="00E243D8">
        <w:rPr>
          <w:rtl/>
          <w:lang w:bidi="fa-IR"/>
        </w:rPr>
        <w:t>.</w:t>
      </w:r>
    </w:p>
    <w:p w:rsidR="00E243D8" w:rsidRPr="00E243D8" w:rsidRDefault="00E243D8" w:rsidP="00E534DF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الآن اول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شما هست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همه فرشتگان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شما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ج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شوند 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 xml:space="preserve">: </w:t>
      </w:r>
      <w:r w:rsidR="00E534DF" w:rsidRPr="00E534DF">
        <w:rPr>
          <w:rStyle w:val="libAlaemChar"/>
          <w:rFonts w:hint="cs"/>
          <w:rtl/>
        </w:rPr>
        <w:t>(</w:t>
      </w:r>
      <w:r w:rsidRPr="00E534DF">
        <w:rPr>
          <w:rStyle w:val="libAieChar"/>
          <w:rtl/>
        </w:rPr>
        <w:t>لا تَخافُوا وَلا تَحْزَنوا</w:t>
      </w:r>
      <w:r w:rsidR="00E534DF" w:rsidRPr="00E534DF">
        <w:rPr>
          <w:rStyle w:val="libAlaemChar"/>
          <w:rFonts w:hint="cs"/>
          <w:rtl/>
        </w:rPr>
        <w:t>)</w:t>
      </w:r>
      <w:r w:rsidRPr="00E243D8">
        <w:rPr>
          <w:rtl/>
          <w:lang w:bidi="fa-IR"/>
        </w:rPr>
        <w:t xml:space="preserve">؛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خوف و نگران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رفت. شما در سراز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افتاده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 سربالا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همان استقامت ورز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</w:t>
      </w:r>
      <w:r w:rsidRPr="00E243D8">
        <w:rPr>
          <w:rtl/>
          <w:lang w:bidi="fa-IR"/>
        </w:rPr>
        <w:t xml:space="preserve"> شما بود.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راه خ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سخت و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مه</w:t>
      </w:r>
      <w:r w:rsidRPr="00E243D8">
        <w:rPr>
          <w:rtl/>
          <w:lang w:bidi="fa-IR"/>
        </w:rPr>
        <w:t xml:space="preserve"> بعد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همه سراز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 اصلاً شما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برند. ابتدا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کار مشکل است.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کاسب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جا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فتد</w:t>
      </w:r>
      <w:r w:rsidRPr="00E243D8">
        <w:rPr>
          <w:rtl/>
          <w:lang w:bidi="fa-IR"/>
        </w:rPr>
        <w:t xml:space="preserve"> تا کارش رو به راه شود.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خبر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حزن و اندوه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>. همه فرح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سرور و انبساط و بشارت به بهشت است. هر چه بخواه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هست.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534DF" w:rsidP="00E534DF">
      <w:pPr>
        <w:pStyle w:val="libNormal"/>
        <w:rPr>
          <w:rtl/>
          <w:lang w:bidi="fa-IR"/>
        </w:rPr>
      </w:pPr>
      <w:r w:rsidRPr="00E534DF">
        <w:rPr>
          <w:rStyle w:val="libAlaemChar"/>
          <w:rFonts w:hint="cs"/>
          <w:rtl/>
        </w:rPr>
        <w:t>(</w:t>
      </w:r>
      <w:r w:rsidR="00E243D8" w:rsidRPr="00E534DF">
        <w:rPr>
          <w:rStyle w:val="libAieChar"/>
          <w:rFonts w:hint="eastAsia"/>
          <w:rtl/>
        </w:rPr>
        <w:t>لَکُمْ</w:t>
      </w:r>
      <w:r w:rsidR="00E243D8" w:rsidRPr="00E534DF">
        <w:rPr>
          <w:rStyle w:val="libAieChar"/>
          <w:rtl/>
        </w:rPr>
        <w:t xml:space="preserve"> ف</w:t>
      </w:r>
      <w:r w:rsidR="00E243D8" w:rsidRPr="00E534DF">
        <w:rPr>
          <w:rStyle w:val="libAieChar"/>
          <w:rFonts w:hint="cs"/>
          <w:rtl/>
        </w:rPr>
        <w:t>ی</w:t>
      </w:r>
      <w:r w:rsidR="00E243D8" w:rsidRPr="00E534DF">
        <w:rPr>
          <w:rStyle w:val="libAieChar"/>
          <w:rFonts w:hint="eastAsia"/>
          <w:rtl/>
        </w:rPr>
        <w:t>ها</w:t>
      </w:r>
      <w:r w:rsidR="00E243D8" w:rsidRPr="00E534DF">
        <w:rPr>
          <w:rStyle w:val="libAieChar"/>
          <w:rtl/>
        </w:rPr>
        <w:t xml:space="preserve"> ما تَشْتَه</w:t>
      </w:r>
      <w:r w:rsidR="00E243D8" w:rsidRPr="00E534DF">
        <w:rPr>
          <w:rStyle w:val="libAieChar"/>
          <w:rFonts w:hint="cs"/>
          <w:rtl/>
        </w:rPr>
        <w:t>ی</w:t>
      </w:r>
      <w:r w:rsidR="00E243D8" w:rsidRPr="00E534DF">
        <w:rPr>
          <w:rStyle w:val="libAieChar"/>
          <w:rtl/>
        </w:rPr>
        <w:t xml:space="preserve"> اَنْفُسُکُمْ وَلَکُمْ ف</w:t>
      </w:r>
      <w:r w:rsidR="00E243D8" w:rsidRPr="00E534DF">
        <w:rPr>
          <w:rStyle w:val="libAieChar"/>
          <w:rFonts w:hint="cs"/>
          <w:rtl/>
        </w:rPr>
        <w:t>ی</w:t>
      </w:r>
      <w:r w:rsidR="00E243D8" w:rsidRPr="00E534DF">
        <w:rPr>
          <w:rStyle w:val="libAieChar"/>
          <w:rFonts w:hint="eastAsia"/>
          <w:rtl/>
        </w:rPr>
        <w:t>ها</w:t>
      </w:r>
      <w:r w:rsidR="00E243D8" w:rsidRPr="00E534DF">
        <w:rPr>
          <w:rStyle w:val="libAieChar"/>
          <w:rtl/>
        </w:rPr>
        <w:t xml:space="preserve"> ما تَدَّعُونَ</w:t>
      </w:r>
      <w:r w:rsidRPr="00E534DF">
        <w:rPr>
          <w:rStyle w:val="libAlaemChar"/>
          <w:rFonts w:hint="cs"/>
          <w:rtl/>
        </w:rPr>
        <w:t>)</w:t>
      </w:r>
      <w:r w:rsidR="00E243D8" w:rsidRPr="00E534DF">
        <w:rPr>
          <w:rStyle w:val="libFootnotenumChar"/>
          <w:rtl/>
        </w:rPr>
        <w:t>(2)</w:t>
      </w:r>
      <w:r w:rsidR="00E243D8" w:rsidRPr="00E243D8">
        <w:rPr>
          <w:rtl/>
          <w:lang w:bidi="fa-IR"/>
        </w:rPr>
        <w:t xml:space="preserve"> هر چه دل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تان</w:t>
      </w:r>
      <w:r w:rsidR="00E243D8" w:rsidRPr="00E243D8">
        <w:rPr>
          <w:rtl/>
          <w:lang w:bidi="fa-IR"/>
        </w:rPr>
        <w:t xml:space="preserve"> بخواهد، در بهشت برا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شماست و هر چه خواستار باش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د،</w:t>
      </w:r>
      <w:r w:rsidR="00E243D8" w:rsidRPr="00E243D8">
        <w:rPr>
          <w:rtl/>
          <w:lang w:bidi="fa-IR"/>
        </w:rPr>
        <w:t xml:space="preserve"> در آنجا خواه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داشت.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534DF" w:rsidP="00E534DF">
      <w:pPr>
        <w:pStyle w:val="libBold1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tl/>
          <w:lang w:bidi="fa-IR"/>
        </w:rPr>
        <w:lastRenderedPageBreak/>
        <w:t>8) حکا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ات</w:t>
      </w:r>
      <w:r w:rsidR="00E243D8" w:rsidRPr="00E243D8">
        <w:rPr>
          <w:rtl/>
          <w:lang w:bidi="fa-IR"/>
        </w:rPr>
        <w:t xml:space="preserve"> نشاط بخش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علما</w:t>
      </w:r>
      <w:r w:rsidRPr="00E243D8">
        <w:rPr>
          <w:rtl/>
          <w:lang w:bidi="fa-IR"/>
        </w:rPr>
        <w:t xml:space="preserve"> و بزرگان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به مطالب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خاطر انسان را شاد کند و نشاط بخشد،</w:t>
      </w:r>
    </w:p>
    <w:p w:rsidR="00E243D8" w:rsidRPr="00E243D8" w:rsidRDefault="00422B3B" w:rsidP="00422B3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E243D8" w:rsidRPr="00E243D8" w:rsidRDefault="00E243D8" w:rsidP="00422B3B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سوره فصلت،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31.</w:t>
      </w:r>
    </w:p>
    <w:p w:rsidR="00E243D8" w:rsidRPr="00E243D8" w:rsidRDefault="00E243D8" w:rsidP="00422B3B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همان.</w:t>
      </w:r>
    </w:p>
    <w:p w:rsidR="00E243D8" w:rsidRPr="00E243D8" w:rsidRDefault="00422B3B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عنا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tl/>
          <w:lang w:bidi="fa-IR"/>
        </w:rPr>
        <w:t xml:space="preserve"> داشته اند و در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زم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نه</w:t>
      </w:r>
      <w:r w:rsidR="00E243D8" w:rsidRPr="00E243D8">
        <w:rPr>
          <w:rtl/>
          <w:lang w:bidi="fa-IR"/>
        </w:rPr>
        <w:t xml:space="preserve"> کتاب ها</w:t>
      </w:r>
      <w:r w:rsidR="00E243D8" w:rsidRPr="00E243D8">
        <w:rPr>
          <w:rFonts w:hint="cs"/>
          <w:rtl/>
          <w:lang w:bidi="fa-IR"/>
        </w:rPr>
        <w:t>یی</w:t>
      </w:r>
      <w:r w:rsidR="00E243D8" w:rsidRPr="00E243D8">
        <w:rPr>
          <w:rtl/>
          <w:lang w:bidi="fa-IR"/>
        </w:rPr>
        <w:t xml:space="preserve"> نگاشته اند که برا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تفر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ح</w:t>
      </w:r>
      <w:r w:rsidR="00E243D8" w:rsidRPr="00E243D8">
        <w:rPr>
          <w:rtl/>
          <w:lang w:bidi="fa-IR"/>
        </w:rPr>
        <w:t xml:space="preserve"> و رفع خستگ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از آن استفاده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شود. در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کتاب ها از مطا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بات</w:t>
      </w:r>
      <w:r w:rsidR="00E243D8" w:rsidRPr="00E243D8">
        <w:rPr>
          <w:rtl/>
          <w:lang w:bidi="fa-IR"/>
        </w:rPr>
        <w:t xml:space="preserve"> و حکا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tl/>
          <w:lang w:bidi="fa-IR"/>
        </w:rPr>
        <w:t xml:space="preserve"> ش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که موجب انبساط خاطر است، فراوان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افت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مثلاً</w:t>
      </w:r>
      <w:r w:rsidRPr="00E243D8">
        <w:rPr>
          <w:rtl/>
          <w:lang w:bidi="fa-IR"/>
        </w:rPr>
        <w:t xml:space="preserve"> مرحوم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نعمت الله جزا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کتاب مفصل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نام «زهر الرب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ع»</w:t>
      </w:r>
      <w:r w:rsidRPr="00E243D8">
        <w:rPr>
          <w:rtl/>
          <w:lang w:bidi="fa-IR"/>
        </w:rPr>
        <w:t xml:space="preserve"> 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زم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نه</w:t>
      </w:r>
      <w:r w:rsidRPr="00E243D8">
        <w:rPr>
          <w:rtl/>
          <w:lang w:bidi="fa-IR"/>
        </w:rPr>
        <w:t xml:space="preserve"> نوشته است که پر است از لطا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و شن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مسرت بخش. خودش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 من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کتاب را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تغ</w:t>
      </w:r>
      <w:r w:rsidRPr="00E243D8">
        <w:rPr>
          <w:rFonts w:hint="cs"/>
          <w:rtl/>
          <w:lang w:bidi="fa-IR"/>
        </w:rPr>
        <w:t>یی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ذائقه و نشاط خاطر و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اهل علم نوشتم تا پس از تلاش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علم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رفع خستگ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 را مط</w:t>
      </w:r>
      <w:r w:rsidRPr="00E243D8">
        <w:rPr>
          <w:rFonts w:hint="eastAsia"/>
          <w:rtl/>
          <w:lang w:bidi="fa-IR"/>
        </w:rPr>
        <w:t>العه</w:t>
      </w:r>
      <w:r w:rsidRPr="00E243D8">
        <w:rPr>
          <w:rtl/>
          <w:lang w:bidi="fa-IR"/>
        </w:rPr>
        <w:t xml:space="preserve"> کنند و اسباب فرح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شان فراهم گردد.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422B3B">
      <w:pPr>
        <w:pStyle w:val="libBold1"/>
        <w:rPr>
          <w:rtl/>
          <w:lang w:bidi="fa-IR"/>
        </w:rPr>
      </w:pPr>
      <w:r w:rsidRPr="00E243D8">
        <w:rPr>
          <w:rtl/>
          <w:lang w:bidi="fa-IR"/>
        </w:rPr>
        <w:t>9) عوامل روح</w:t>
      </w:r>
      <w:r w:rsidRPr="00E243D8">
        <w:rPr>
          <w:rFonts w:hint="cs"/>
          <w:rtl/>
          <w:lang w:bidi="fa-IR"/>
        </w:rPr>
        <w:t>افزا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افزون</w:t>
      </w:r>
      <w:r w:rsidRPr="00E243D8">
        <w:rPr>
          <w:rtl/>
          <w:lang w:bidi="fa-IR"/>
        </w:rPr>
        <w:t xml:space="preserve"> بر آنچه ذکر شد، در بعض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 xml:space="preserve"> عوامل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که موجب نشاط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 و روح افزاست را برشمرده اند. چنان که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النَّشْوَهُ</w:t>
      </w:r>
      <w:r w:rsidRPr="00E243D8">
        <w:rPr>
          <w:rtl/>
          <w:lang w:bidi="fa-IR"/>
        </w:rPr>
        <w:t xml:space="preserve">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عَشَرَهِ اش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اءَ</w:t>
      </w:r>
      <w:r w:rsidRPr="00E243D8">
        <w:rPr>
          <w:rtl/>
          <w:lang w:bidi="fa-IR"/>
        </w:rPr>
        <w:t xml:space="preserve"> المَشْ</w:t>
      </w:r>
      <w:r w:rsidRPr="00E243D8">
        <w:rPr>
          <w:rFonts w:hint="cs"/>
          <w:rtl/>
          <w:lang w:bidi="fa-IR"/>
        </w:rPr>
        <w:t>یِ</w:t>
      </w:r>
      <w:r w:rsidRPr="00E243D8">
        <w:rPr>
          <w:rtl/>
          <w:lang w:bidi="fa-IR"/>
        </w:rPr>
        <w:t xml:space="preserve"> وَ الرُّکوبِ وَ الاِرتِماسِ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الماءِ وَ النَّظَرِ اِل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الخُ_ضْرَهِ وَ الْاَکْلِ وَ الشُّرْبِ وَ النَّظَرِ اِلَ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المَرْأَهِ الحَسْناءِ و الجِماعِ و السِّواکِ وَ مُحادَثَهِ الرِّجالِ؛</w:t>
      </w:r>
      <w:r w:rsidRPr="00422B3B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نشاط در ده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است: راه رفتن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سوار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فرو رفتن در آب، نگاه کردن به سبزه، خوردن، آشام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دن،</w:t>
      </w:r>
      <w:r w:rsidRPr="00E243D8">
        <w:rPr>
          <w:rtl/>
          <w:lang w:bidi="fa-IR"/>
        </w:rPr>
        <w:t xml:space="preserve"> نگاه کردن به زن (همسر)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با،</w:t>
      </w:r>
      <w:r w:rsidRPr="00E243D8">
        <w:rPr>
          <w:rtl/>
          <w:lang w:bidi="fa-IR"/>
        </w:rPr>
        <w:t xml:space="preserve"> هم آغوش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 همسر، مسواک زدن، هم صحبت شدن با بزرگان.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برخ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 xml:space="preserve"> با تعب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«نُزهه» به معنا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آمده است.</w:t>
      </w:r>
      <w:r w:rsidRPr="00422B3B">
        <w:rPr>
          <w:rStyle w:val="libFootnotenumChar"/>
          <w:rtl/>
        </w:rPr>
        <w:t>(2)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lastRenderedPageBreak/>
        <w:t>امام</w:t>
      </w:r>
      <w:r w:rsidRPr="00E243D8">
        <w:rPr>
          <w:rtl/>
          <w:lang w:bidi="fa-IR"/>
        </w:rPr>
        <w:t xml:space="preserve">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در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فرمودند: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انب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از اندوه به</w:t>
      </w:r>
    </w:p>
    <w:p w:rsidR="00E243D8" w:rsidRPr="00E243D8" w:rsidRDefault="00422B3B" w:rsidP="00422B3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E243D8" w:rsidRPr="00E243D8" w:rsidRDefault="00E243D8" w:rsidP="00422B3B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الخصال، ج 2، ص 443؛ وسائل الش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عه،</w:t>
      </w:r>
      <w:r w:rsidRPr="00E243D8">
        <w:rPr>
          <w:rtl/>
          <w:lang w:bidi="fa-IR"/>
        </w:rPr>
        <w:t xml:space="preserve"> ج 2، ص 11؛ بحارالانوار، ج 73، ص 322.</w:t>
      </w:r>
    </w:p>
    <w:p w:rsidR="00E243D8" w:rsidRPr="00E243D8" w:rsidRDefault="00E243D8" w:rsidP="00422B3B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مشکاه الانوار، ص 150.</w:t>
      </w:r>
    </w:p>
    <w:p w:rsidR="00E243D8" w:rsidRPr="00E243D8" w:rsidRDefault="00422B3B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خداوند</w:t>
      </w:r>
      <w:r w:rsidR="00E243D8" w:rsidRPr="00E243D8">
        <w:rPr>
          <w:rtl/>
          <w:lang w:bidi="fa-IR"/>
        </w:rPr>
        <w:t xml:space="preserve"> شکا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tl/>
          <w:lang w:bidi="fa-IR"/>
        </w:rPr>
        <w:t xml:space="preserve"> برد. خداوند به او امر فرمود که انگور تناول کند.</w:t>
      </w:r>
      <w:r w:rsidR="00E243D8" w:rsidRPr="000962EE">
        <w:rPr>
          <w:rStyle w:val="libFootnotenumChar"/>
          <w:rtl/>
        </w:rPr>
        <w:t>(1)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در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آمده است که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غمگ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شد. پس جبرئ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به او امر کرد که سر خود را با سدر بشو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</w:t>
      </w:r>
      <w:r w:rsidRPr="000962EE">
        <w:rPr>
          <w:rStyle w:val="libFootnotenumChar"/>
          <w:rtl/>
        </w:rPr>
        <w:t>(2)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0962EE">
      <w:pPr>
        <w:pStyle w:val="libBold1"/>
        <w:rPr>
          <w:rtl/>
          <w:lang w:bidi="fa-IR"/>
        </w:rPr>
      </w:pPr>
      <w:r w:rsidRPr="00E243D8">
        <w:rPr>
          <w:rtl/>
          <w:lang w:bidi="fa-IR"/>
        </w:rPr>
        <w:t>10)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اختصاص</w:t>
      </w:r>
      <w:r w:rsidRPr="00E243D8">
        <w:rPr>
          <w:rtl/>
          <w:lang w:bidi="fa-IR"/>
        </w:rPr>
        <w:t xml:space="preserve"> بخش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اوقات شبانه روز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حات</w:t>
      </w:r>
      <w:r w:rsidRPr="00E243D8">
        <w:rPr>
          <w:rtl/>
          <w:lang w:bidi="fa-IR"/>
        </w:rPr>
        <w:t xml:space="preserve"> سالم و نشاط انگ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زم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نه</w:t>
      </w:r>
      <w:r w:rsidRPr="00E243D8">
        <w:rPr>
          <w:rtl/>
          <w:lang w:bidi="fa-IR"/>
        </w:rPr>
        <w:t xml:space="preserve"> ها و راهکارها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فراهم نمودن روح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شاد و بانشاط است. چنان که موس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بن جعفر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به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امر توص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فرموده اند: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اجْتَهِدوا</w:t>
      </w:r>
      <w:r w:rsidRPr="00E243D8">
        <w:rPr>
          <w:rtl/>
          <w:lang w:bidi="fa-IR"/>
        </w:rPr>
        <w:t xml:space="preserve">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اَنْ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کونَ</w:t>
      </w:r>
      <w:r w:rsidRPr="00E243D8">
        <w:rPr>
          <w:rtl/>
          <w:lang w:bidi="fa-IR"/>
        </w:rPr>
        <w:t xml:space="preserve"> زَمانُکُمْ اَرْبَعَ ساعاتٍ ساعَهً لِمُناجاهِ اللهِ وَ ساعَهً لِأَمْرِ المَعاشِ وَ ساعَهً لِمُعاشِرَهِ الإخوانِ وَ الثِّقاتِ الَّذ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عَرِّفُونَکُمْ</w:t>
      </w:r>
      <w:r w:rsidRPr="00E243D8">
        <w:rPr>
          <w:rtl/>
          <w:lang w:bidi="fa-IR"/>
        </w:rPr>
        <w:t xml:space="preserve"> عُ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وبَکُمْ</w:t>
      </w:r>
      <w:r w:rsidRPr="00E243D8">
        <w:rPr>
          <w:rtl/>
          <w:lang w:bidi="fa-IR"/>
        </w:rPr>
        <w:t xml:space="preserve"> وَ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خْلُصونَ</w:t>
      </w:r>
      <w:r w:rsidRPr="00E243D8">
        <w:rPr>
          <w:rtl/>
          <w:lang w:bidi="fa-IR"/>
        </w:rPr>
        <w:t xml:space="preserve"> لَکُمْ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الباطِنِ وَ ساعَهً تَخْلُونَ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ها</w:t>
      </w:r>
      <w:r w:rsidRPr="00E243D8">
        <w:rPr>
          <w:rtl/>
          <w:lang w:bidi="fa-IR"/>
        </w:rPr>
        <w:t xml:space="preserve"> لِلَذّات</w:t>
      </w:r>
      <w:r w:rsidRPr="00E243D8">
        <w:rPr>
          <w:rFonts w:hint="eastAsia"/>
          <w:rtl/>
          <w:lang w:bidi="fa-IR"/>
        </w:rPr>
        <w:t>ِکُمْ</w:t>
      </w:r>
      <w:r w:rsidRPr="00E243D8">
        <w:rPr>
          <w:rtl/>
          <w:lang w:bidi="fa-IR"/>
        </w:rPr>
        <w:t xml:space="preserve">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غَ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رِ</w:t>
      </w:r>
      <w:r w:rsidRPr="00E243D8">
        <w:rPr>
          <w:rtl/>
          <w:lang w:bidi="fa-IR"/>
        </w:rPr>
        <w:t xml:space="preserve"> مُحَرَّمٍ وَ بِهذِهِ السّاعَهِ تَقْدِرونَ عَلَ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الثَّلاثِ ساعاتٍ؛</w:t>
      </w:r>
      <w:r w:rsidRPr="000962EE">
        <w:rPr>
          <w:rStyle w:val="libFootnotenumChar"/>
          <w:rtl/>
        </w:rPr>
        <w:t>(3)</w:t>
      </w:r>
      <w:r w:rsidRPr="00E243D8">
        <w:rPr>
          <w:rtl/>
          <w:lang w:bidi="fa-IR"/>
        </w:rPr>
        <w:t xml:space="preserve"> بکوش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که وقت خود را چهار بخش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 بخش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مناجات با خدا، بخش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امرار معاش، بخش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معاشرت با برادران و افراد مورد اطم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شما را به شما بفهمانند و در </w:t>
      </w:r>
      <w:r w:rsidRPr="00E243D8">
        <w:rPr>
          <w:rFonts w:hint="eastAsia"/>
          <w:rtl/>
          <w:lang w:bidi="fa-IR"/>
        </w:rPr>
        <w:t>درون</w:t>
      </w:r>
      <w:r w:rsidRPr="00E243D8">
        <w:rPr>
          <w:rtl/>
          <w:lang w:bidi="fa-IR"/>
        </w:rPr>
        <w:t xml:space="preserve"> با شما پاکدل باشند، و بخش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هم به لذت ها و کام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مشروع اختصاص ده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 با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بخش است که بر سه بخش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حات</w:t>
      </w:r>
      <w:r w:rsidRPr="00E243D8">
        <w:rPr>
          <w:rtl/>
          <w:lang w:bidi="fa-IR"/>
        </w:rPr>
        <w:t xml:space="preserve"> سالم و لذت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مشروع انسان را آماده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سازد که با شاداب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نشاط به امور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خود بپردازد.</w:t>
      </w:r>
    </w:p>
    <w:p w:rsidR="00E243D8" w:rsidRPr="00E243D8" w:rsidRDefault="000962EE" w:rsidP="000962E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E243D8" w:rsidRPr="00E243D8" w:rsidRDefault="00E243D8" w:rsidP="000962EE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بحارالانوار، ج 73، ص 323.</w:t>
      </w:r>
    </w:p>
    <w:p w:rsidR="00E243D8" w:rsidRPr="00E243D8" w:rsidRDefault="00E243D8" w:rsidP="000962EE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همان.</w:t>
      </w:r>
    </w:p>
    <w:p w:rsidR="000962EE" w:rsidRDefault="00E243D8" w:rsidP="000962EE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3- 3. تحف العقول، ص 409؛ بحارالانوار، ج 75، ص 321.</w:t>
      </w:r>
    </w:p>
    <w:p w:rsidR="00E243D8" w:rsidRPr="00E243D8" w:rsidRDefault="000962EE" w:rsidP="000962EE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10" w:name="_Toc67344793"/>
      <w:r w:rsidR="00E243D8" w:rsidRPr="00E243D8">
        <w:rPr>
          <w:rFonts w:hint="eastAsia"/>
          <w:rtl/>
          <w:lang w:bidi="fa-IR"/>
        </w:rPr>
        <w:lastRenderedPageBreak/>
        <w:t>گفتار</w:t>
      </w:r>
      <w:r w:rsidR="00E243D8" w:rsidRPr="00E243D8">
        <w:rPr>
          <w:rtl/>
          <w:lang w:bidi="fa-IR"/>
        </w:rPr>
        <w:t xml:space="preserve"> هفتم: تفر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ح</w:t>
      </w:r>
      <w:bookmarkEnd w:id="110"/>
    </w:p>
    <w:p w:rsidR="000962EE" w:rsidRDefault="000962EE" w:rsidP="00E243D8">
      <w:pPr>
        <w:pStyle w:val="libNormal"/>
        <w:rPr>
          <w:rtl/>
          <w:lang w:bidi="fa-IR"/>
        </w:rPr>
      </w:pPr>
    </w:p>
    <w:p w:rsidR="00E243D8" w:rsidRPr="00E243D8" w:rsidRDefault="00E243D8" w:rsidP="000962EE">
      <w:pPr>
        <w:pStyle w:val="libBold1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اشاره</w:t>
      </w:r>
    </w:p>
    <w:p w:rsidR="00E243D8" w:rsidRPr="00E243D8" w:rsidRDefault="000962EE" w:rsidP="000962EE">
      <w:pPr>
        <w:pStyle w:val="libNormal"/>
        <w:rPr>
          <w:rtl/>
          <w:lang w:bidi="fa-IR"/>
        </w:rPr>
      </w:pPr>
      <w:r w:rsidRPr="000962EE">
        <w:rPr>
          <w:rStyle w:val="libAlaemChar"/>
          <w:rFonts w:hint="cs"/>
          <w:rtl/>
        </w:rPr>
        <w:t>(</w:t>
      </w:r>
      <w:r w:rsidR="00E243D8" w:rsidRPr="000962EE">
        <w:rPr>
          <w:rStyle w:val="libAieChar"/>
          <w:rFonts w:hint="eastAsia"/>
          <w:rtl/>
        </w:rPr>
        <w:t>اجْعَلُوا</w:t>
      </w:r>
      <w:r w:rsidR="00E243D8" w:rsidRPr="000962EE">
        <w:rPr>
          <w:rStyle w:val="libAieChar"/>
          <w:rtl/>
        </w:rPr>
        <w:t xml:space="preserve"> لِاَنْفُسِکُمْ حَظّاً مِنَ الدُّنْ</w:t>
      </w:r>
      <w:r w:rsidR="00E243D8" w:rsidRPr="000962EE">
        <w:rPr>
          <w:rStyle w:val="libAieChar"/>
          <w:rFonts w:hint="cs"/>
          <w:rtl/>
        </w:rPr>
        <w:t>ی</w:t>
      </w:r>
      <w:r w:rsidR="00E243D8" w:rsidRPr="000962EE">
        <w:rPr>
          <w:rStyle w:val="libAieChar"/>
          <w:rFonts w:hint="eastAsia"/>
          <w:rtl/>
        </w:rPr>
        <w:t>ا</w:t>
      </w:r>
      <w:r w:rsidR="00E243D8" w:rsidRPr="000962EE">
        <w:rPr>
          <w:rStyle w:val="libAieChar"/>
          <w:rtl/>
        </w:rPr>
        <w:t xml:space="preserve"> بِإعْطائها ما تَشْتَه</w:t>
      </w:r>
      <w:r w:rsidR="00E243D8" w:rsidRPr="000962EE">
        <w:rPr>
          <w:rStyle w:val="libAieChar"/>
          <w:rFonts w:hint="cs"/>
          <w:rtl/>
        </w:rPr>
        <w:t>ی</w:t>
      </w:r>
      <w:r w:rsidR="00E243D8" w:rsidRPr="000962EE">
        <w:rPr>
          <w:rStyle w:val="libAieChar"/>
          <w:rtl/>
        </w:rPr>
        <w:t xml:space="preserve"> مِنَ الحَلالِ وَ مالا </w:t>
      </w:r>
      <w:r w:rsidR="00E243D8" w:rsidRPr="000962EE">
        <w:rPr>
          <w:rStyle w:val="libAieChar"/>
          <w:rFonts w:hint="cs"/>
          <w:rtl/>
        </w:rPr>
        <w:t>یَ</w:t>
      </w:r>
      <w:r w:rsidR="00E243D8" w:rsidRPr="000962EE">
        <w:rPr>
          <w:rStyle w:val="libAieChar"/>
          <w:rFonts w:hint="eastAsia"/>
          <w:rtl/>
        </w:rPr>
        <w:t>ثْلِمُ</w:t>
      </w:r>
      <w:r w:rsidR="00E243D8" w:rsidRPr="000962EE">
        <w:rPr>
          <w:rStyle w:val="libAieChar"/>
          <w:rtl/>
        </w:rPr>
        <w:t xml:space="preserve"> المُرُوَّهَ وَ ما لا سَرَفَ ف</w:t>
      </w:r>
      <w:r w:rsidR="00E243D8" w:rsidRPr="000962EE">
        <w:rPr>
          <w:rStyle w:val="libAieChar"/>
          <w:rFonts w:hint="cs"/>
          <w:rtl/>
        </w:rPr>
        <w:t>ی</w:t>
      </w:r>
      <w:r w:rsidR="00E243D8" w:rsidRPr="000962EE">
        <w:rPr>
          <w:rStyle w:val="libAieChar"/>
          <w:rFonts w:hint="eastAsia"/>
          <w:rtl/>
        </w:rPr>
        <w:t>هِ</w:t>
      </w:r>
      <w:r w:rsidR="00E243D8" w:rsidRPr="000962EE">
        <w:rPr>
          <w:rStyle w:val="libAieChar"/>
          <w:rtl/>
        </w:rPr>
        <w:t xml:space="preserve"> وَ اسْتَع</w:t>
      </w:r>
      <w:r w:rsidR="00E243D8" w:rsidRPr="000962EE">
        <w:rPr>
          <w:rStyle w:val="libAieChar"/>
          <w:rFonts w:hint="cs"/>
          <w:rtl/>
        </w:rPr>
        <w:t>ی</w:t>
      </w:r>
      <w:r w:rsidR="00E243D8" w:rsidRPr="000962EE">
        <w:rPr>
          <w:rStyle w:val="libAieChar"/>
          <w:rFonts w:hint="eastAsia"/>
          <w:rtl/>
        </w:rPr>
        <w:t>نُوا</w:t>
      </w:r>
      <w:r w:rsidR="00E243D8" w:rsidRPr="000962EE">
        <w:rPr>
          <w:rStyle w:val="libAieChar"/>
          <w:rtl/>
        </w:rPr>
        <w:t xml:space="preserve"> بِذلِکَ عل</w:t>
      </w:r>
      <w:r w:rsidR="00E243D8" w:rsidRPr="000962EE">
        <w:rPr>
          <w:rStyle w:val="libAieChar"/>
          <w:rFonts w:hint="cs"/>
          <w:rtl/>
        </w:rPr>
        <w:t>ی</w:t>
      </w:r>
      <w:r w:rsidR="00E243D8" w:rsidRPr="000962EE">
        <w:rPr>
          <w:rStyle w:val="libAieChar"/>
          <w:rtl/>
        </w:rPr>
        <w:t xml:space="preserve"> اُمُورِ الدّ</w:t>
      </w:r>
      <w:r w:rsidR="00E243D8" w:rsidRPr="000962EE">
        <w:rPr>
          <w:rStyle w:val="libAieChar"/>
          <w:rFonts w:hint="cs"/>
          <w:rtl/>
        </w:rPr>
        <w:t>ی</w:t>
      </w:r>
      <w:r w:rsidR="00E243D8" w:rsidRPr="000962EE">
        <w:rPr>
          <w:rStyle w:val="libAieChar"/>
          <w:rFonts w:hint="eastAsia"/>
          <w:rtl/>
        </w:rPr>
        <w:t>نِ</w:t>
      </w:r>
      <w:r w:rsidR="00E243D8" w:rsidRPr="000962EE">
        <w:rPr>
          <w:rStyle w:val="libAieChar"/>
          <w:rtl/>
        </w:rPr>
        <w:t xml:space="preserve"> فَاِنَّهُ رُوِ</w:t>
      </w:r>
      <w:r w:rsidR="00E243D8" w:rsidRPr="000962EE">
        <w:rPr>
          <w:rStyle w:val="libAieChar"/>
          <w:rFonts w:hint="cs"/>
          <w:rtl/>
        </w:rPr>
        <w:t>یَ</w:t>
      </w:r>
      <w:r w:rsidR="00E243D8" w:rsidRPr="000962EE">
        <w:rPr>
          <w:rStyle w:val="libAieChar"/>
          <w:rtl/>
        </w:rPr>
        <w:t xml:space="preserve"> لَ</w:t>
      </w:r>
      <w:r w:rsidR="00E243D8" w:rsidRPr="000962EE">
        <w:rPr>
          <w:rStyle w:val="libAieChar"/>
          <w:rFonts w:hint="cs"/>
          <w:rtl/>
        </w:rPr>
        <w:t>یْ</w:t>
      </w:r>
      <w:r w:rsidR="00E243D8" w:rsidRPr="000962EE">
        <w:rPr>
          <w:rStyle w:val="libAieChar"/>
          <w:rFonts w:hint="eastAsia"/>
          <w:rtl/>
        </w:rPr>
        <w:t>سَ</w:t>
      </w:r>
      <w:r w:rsidR="00E243D8" w:rsidRPr="000962EE">
        <w:rPr>
          <w:rStyle w:val="libAieChar"/>
          <w:rtl/>
        </w:rPr>
        <w:t xml:space="preserve"> مِنّا مَنْ تَرَکَ دن</w:t>
      </w:r>
      <w:r w:rsidR="00E243D8" w:rsidRPr="000962EE">
        <w:rPr>
          <w:rStyle w:val="libAieChar"/>
          <w:rFonts w:hint="cs"/>
          <w:rtl/>
        </w:rPr>
        <w:t>ی</w:t>
      </w:r>
      <w:r w:rsidR="00E243D8" w:rsidRPr="000962EE">
        <w:rPr>
          <w:rStyle w:val="libAieChar"/>
          <w:rFonts w:hint="eastAsia"/>
          <w:rtl/>
        </w:rPr>
        <w:t>اهُ</w:t>
      </w:r>
      <w:r w:rsidR="00E243D8" w:rsidRPr="000962EE">
        <w:rPr>
          <w:rStyle w:val="libAieChar"/>
          <w:rtl/>
        </w:rPr>
        <w:t xml:space="preserve"> لِد</w:t>
      </w:r>
      <w:r w:rsidR="00E243D8" w:rsidRPr="000962EE">
        <w:rPr>
          <w:rStyle w:val="libAieChar"/>
          <w:rFonts w:hint="cs"/>
          <w:rtl/>
        </w:rPr>
        <w:t>ی</w:t>
      </w:r>
      <w:r w:rsidR="00E243D8" w:rsidRPr="000962EE">
        <w:rPr>
          <w:rStyle w:val="libAieChar"/>
          <w:rFonts w:hint="eastAsia"/>
          <w:rtl/>
        </w:rPr>
        <w:t>نِهِ</w:t>
      </w:r>
      <w:r w:rsidR="00E243D8" w:rsidRPr="000962EE">
        <w:rPr>
          <w:rStyle w:val="libAieChar"/>
          <w:rtl/>
        </w:rPr>
        <w:t xml:space="preserve"> اَوْ تَرَکَ د</w:t>
      </w:r>
      <w:r w:rsidR="00E243D8" w:rsidRPr="000962EE">
        <w:rPr>
          <w:rStyle w:val="libAieChar"/>
          <w:rFonts w:hint="cs"/>
          <w:rtl/>
        </w:rPr>
        <w:t>یَ</w:t>
      </w:r>
      <w:r w:rsidR="00E243D8" w:rsidRPr="000962EE">
        <w:rPr>
          <w:rStyle w:val="libAieChar"/>
          <w:rFonts w:hint="eastAsia"/>
          <w:rtl/>
        </w:rPr>
        <w:t>نُه</w:t>
      </w:r>
      <w:r w:rsidR="00E243D8" w:rsidRPr="000962EE">
        <w:rPr>
          <w:rStyle w:val="libAieChar"/>
          <w:rtl/>
        </w:rPr>
        <w:t xml:space="preserve"> لِ</w:t>
      </w:r>
      <w:r w:rsidR="00E243D8" w:rsidRPr="000962EE">
        <w:rPr>
          <w:rStyle w:val="libAieChar"/>
          <w:rFonts w:hint="eastAsia"/>
          <w:rtl/>
        </w:rPr>
        <w:t>دُن</w:t>
      </w:r>
      <w:r w:rsidR="00E243D8" w:rsidRPr="000962EE">
        <w:rPr>
          <w:rStyle w:val="libAieChar"/>
          <w:rFonts w:hint="cs"/>
          <w:rtl/>
        </w:rPr>
        <w:t>ی</w:t>
      </w:r>
      <w:r w:rsidR="00E243D8" w:rsidRPr="000962EE">
        <w:rPr>
          <w:rStyle w:val="libAieChar"/>
          <w:rFonts w:hint="eastAsia"/>
          <w:rtl/>
        </w:rPr>
        <w:t>اهُ</w:t>
      </w:r>
      <w:r w:rsidRPr="000962EE">
        <w:rPr>
          <w:rStyle w:val="libAlaemChar"/>
          <w:rFonts w:hint="cs"/>
          <w:rtl/>
        </w:rPr>
        <w:t>)</w:t>
      </w:r>
      <w:r w:rsidR="00E243D8" w:rsidRPr="000962EE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از لذائذ دن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نص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برا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کام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خو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ش</w:t>
      </w:r>
      <w:r w:rsidR="00E243D8" w:rsidRPr="00E243D8">
        <w:rPr>
          <w:rtl/>
          <w:lang w:bidi="fa-IR"/>
        </w:rPr>
        <w:t xml:space="preserve"> قرار ده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و تمن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ات</w:t>
      </w:r>
      <w:r w:rsidR="00E243D8" w:rsidRPr="00E243D8">
        <w:rPr>
          <w:rtl/>
          <w:lang w:bidi="fa-IR"/>
        </w:rPr>
        <w:t xml:space="preserve"> دل را از راه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مشروع برآور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>. مراقبت کن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که در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کار به مردانگ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و شرافت شما آس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ب</w:t>
      </w:r>
      <w:r w:rsidR="00E243D8" w:rsidRPr="00E243D8">
        <w:rPr>
          <w:rtl/>
          <w:lang w:bidi="fa-IR"/>
        </w:rPr>
        <w:t xml:space="preserve"> نرسد و دچار اسراف و تندرو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نشو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و به مدد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به وظا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ف</w:t>
      </w:r>
      <w:r w:rsidR="00E243D8" w:rsidRPr="00E243D8">
        <w:rPr>
          <w:rtl/>
          <w:lang w:bidi="fa-IR"/>
        </w:rPr>
        <w:t xml:space="preserve"> 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خود برس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د؛</w:t>
      </w:r>
      <w:r w:rsidR="00E243D8" w:rsidRPr="00E243D8">
        <w:rPr>
          <w:rtl/>
          <w:lang w:bidi="fa-IR"/>
        </w:rPr>
        <w:t xml:space="preserve"> چه روا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tl/>
          <w:lang w:bidi="fa-IR"/>
        </w:rPr>
        <w:t xml:space="preserve"> شده است که « از ما 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ست</w:t>
      </w:r>
      <w:r w:rsidR="00E243D8" w:rsidRPr="00E243D8">
        <w:rPr>
          <w:rtl/>
          <w:lang w:bidi="fa-IR"/>
        </w:rPr>
        <w:t xml:space="preserve"> آن کس که دن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ش</w:t>
      </w:r>
      <w:r w:rsidR="00E243D8" w:rsidRPr="00E243D8">
        <w:rPr>
          <w:rtl/>
          <w:lang w:bidi="fa-IR"/>
        </w:rPr>
        <w:t xml:space="preserve"> را برا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نش،</w:t>
      </w:r>
      <w:r w:rsidR="00E243D8" w:rsidRPr="00E243D8">
        <w:rPr>
          <w:rtl/>
          <w:lang w:bidi="fa-IR"/>
        </w:rPr>
        <w:t xml:space="preserve">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tl/>
          <w:lang w:bidi="fa-IR"/>
        </w:rPr>
        <w:t xml:space="preserve"> 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نش</w:t>
      </w:r>
      <w:r w:rsidR="00E243D8" w:rsidRPr="00E243D8">
        <w:rPr>
          <w:rtl/>
          <w:lang w:bidi="fa-IR"/>
        </w:rPr>
        <w:t xml:space="preserve"> را برا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ش</w:t>
      </w:r>
      <w:r w:rsidR="00E243D8" w:rsidRPr="00E243D8">
        <w:rPr>
          <w:rtl/>
          <w:lang w:bidi="fa-IR"/>
        </w:rPr>
        <w:t xml:space="preserve"> از دست بدهد.»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0962EE">
      <w:pPr>
        <w:pStyle w:val="Heading2"/>
        <w:rPr>
          <w:rtl/>
          <w:lang w:bidi="fa-IR"/>
        </w:rPr>
      </w:pPr>
      <w:bookmarkStart w:id="111" w:name="_Toc67344794"/>
      <w:r w:rsidRPr="00E243D8">
        <w:rPr>
          <w:rFonts w:hint="eastAsia"/>
          <w:rtl/>
          <w:lang w:bidi="fa-IR"/>
        </w:rPr>
        <w:t>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حات</w:t>
      </w:r>
      <w:r w:rsidRPr="00E243D8">
        <w:rPr>
          <w:rtl/>
          <w:lang w:bidi="fa-IR"/>
        </w:rPr>
        <w:t xml:space="preserve"> سالم</w:t>
      </w:r>
      <w:bookmarkEnd w:id="111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نشاط و شاداب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آدم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ازمند</w:t>
      </w:r>
      <w:r w:rsidRPr="00E243D8">
        <w:rPr>
          <w:rtl/>
          <w:lang w:bidi="fa-IR"/>
        </w:rPr>
        <w:t xml:space="preserve">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است. روح و جسم در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و تلاش روزانه خود دچار خستگ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ملامت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شوند و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</w:t>
      </w:r>
      <w:r w:rsidRPr="00E243D8">
        <w:rPr>
          <w:rtl/>
          <w:lang w:bidi="fa-IR"/>
        </w:rPr>
        <w:t xml:space="preserve"> به تنوع،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و استراحت دارند تا با نشاط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با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به دست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آورند، با</w:t>
      </w:r>
    </w:p>
    <w:p w:rsidR="00E243D8" w:rsidRPr="00E243D8" w:rsidRDefault="000962EE" w:rsidP="000962E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</w:t>
      </w:r>
    </w:p>
    <w:p w:rsidR="00E243D8" w:rsidRPr="00E243D8" w:rsidRDefault="00E243D8" w:rsidP="000962EE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تحف العقول، ص 410؛ بحارالانوار، ج 75، ص 321.</w:t>
      </w:r>
    </w:p>
    <w:p w:rsidR="00E243D8" w:rsidRPr="00E243D8" w:rsidRDefault="000962EE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رو</w:t>
      </w:r>
      <w:r w:rsidR="00E243D8" w:rsidRPr="00E243D8">
        <w:rPr>
          <w:rFonts w:hint="cs"/>
          <w:rtl/>
          <w:lang w:bidi="fa-IR"/>
        </w:rPr>
        <w:t>یی</w:t>
      </w:r>
      <w:r w:rsidR="00E243D8" w:rsidRPr="00E243D8">
        <w:rPr>
          <w:rtl/>
          <w:lang w:bidi="fa-IR"/>
        </w:rPr>
        <w:t xml:space="preserve"> دو چندان به کار و فعال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tl/>
          <w:lang w:bidi="fa-IR"/>
        </w:rPr>
        <w:t xml:space="preserve"> خود ادامه دهند. ام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رالمؤمن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="00E243D8"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اِنَّ</w:t>
      </w:r>
      <w:r w:rsidRPr="00E243D8">
        <w:rPr>
          <w:rtl/>
          <w:lang w:bidi="fa-IR"/>
        </w:rPr>
        <w:t xml:space="preserve"> لِکُلِّ عُضْوٍ مِنَ البَدَنِ استراحَهٌ؛</w:t>
      </w:r>
      <w:r w:rsidRPr="000962EE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هر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از اعضا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بدن استراحت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با برنامه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نشاط انگ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ز،</w:t>
      </w:r>
      <w:r w:rsidRPr="00E243D8">
        <w:rPr>
          <w:rtl/>
          <w:lang w:bidi="fa-IR"/>
        </w:rPr>
        <w:t xml:space="preserve"> گشا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خاطر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انسان حاصل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 که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آن را غن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مت</w:t>
      </w:r>
      <w:r w:rsidRPr="00E243D8">
        <w:rPr>
          <w:rtl/>
          <w:lang w:bidi="fa-IR"/>
        </w:rPr>
        <w:t xml:space="preserve"> شمرد و آن را بستر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رشد و تعال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خود قرار داد. هنگام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روح انسان کسل است و جسم به ضعف گرا</w:t>
      </w:r>
      <w:r w:rsidRPr="00E243D8">
        <w:rPr>
          <w:rFonts w:hint="cs"/>
          <w:rtl/>
          <w:lang w:bidi="fa-IR"/>
        </w:rPr>
        <w:t>یی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است،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شرفت</w:t>
      </w:r>
      <w:r w:rsidRPr="00E243D8">
        <w:rPr>
          <w:rtl/>
          <w:lang w:bidi="fa-IR"/>
        </w:rPr>
        <w:t xml:space="preserve"> و موفق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رو به کاست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</w:t>
      </w:r>
    </w:p>
    <w:tbl>
      <w:tblPr>
        <w:tblStyle w:val="TableGrid"/>
        <w:bidiVisual/>
        <w:tblW w:w="5244" w:type="pct"/>
        <w:tblInd w:w="-432" w:type="dxa"/>
        <w:tblLook w:val="01E0"/>
      </w:tblPr>
      <w:tblGrid>
        <w:gridCol w:w="3963"/>
        <w:gridCol w:w="268"/>
        <w:gridCol w:w="3726"/>
      </w:tblGrid>
      <w:tr w:rsidR="000962EE" w:rsidTr="001E2BB7">
        <w:trPr>
          <w:trHeight w:val="350"/>
        </w:trPr>
        <w:tc>
          <w:tcPr>
            <w:tcW w:w="4720" w:type="dxa"/>
            <w:shd w:val="clear" w:color="auto" w:fill="auto"/>
          </w:tcPr>
          <w:p w:rsidR="000962EE" w:rsidRDefault="000962EE" w:rsidP="001E2BB7">
            <w:pPr>
              <w:pStyle w:val="libPoem"/>
              <w:rPr>
                <w:rtl/>
              </w:rPr>
            </w:pPr>
            <w:r w:rsidRPr="00E243D8">
              <w:rPr>
                <w:rFonts w:hint="eastAsia"/>
                <w:rtl/>
                <w:lang w:bidi="fa-IR"/>
              </w:rPr>
              <w:t>چو</w:t>
            </w:r>
            <w:r w:rsidRPr="00E243D8">
              <w:rPr>
                <w:rtl/>
                <w:lang w:bidi="fa-IR"/>
              </w:rPr>
              <w:t xml:space="preserve"> شاد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tl/>
                <w:lang w:bidi="fa-IR"/>
              </w:rPr>
              <w:t xml:space="preserve"> بکاهد بکاهد روان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962EE" w:rsidRDefault="000962EE" w:rsidP="001E2BB7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962EE" w:rsidRDefault="000962EE" w:rsidP="001E2BB7">
            <w:pPr>
              <w:pStyle w:val="libPoem"/>
              <w:rPr>
                <w:rtl/>
              </w:rPr>
            </w:pPr>
            <w:r w:rsidRPr="00E243D8">
              <w:rPr>
                <w:rtl/>
                <w:lang w:bidi="fa-IR"/>
              </w:rPr>
              <w:t>خرد گردد اندر م</w:t>
            </w:r>
            <w:r w:rsidRPr="00E243D8">
              <w:rPr>
                <w:rFonts w:hint="cs"/>
                <w:rtl/>
                <w:lang w:bidi="fa-IR"/>
              </w:rPr>
              <w:t>ی</w:t>
            </w:r>
            <w:r w:rsidRPr="00E243D8">
              <w:rPr>
                <w:rFonts w:hint="eastAsia"/>
                <w:rtl/>
                <w:lang w:bidi="fa-IR"/>
              </w:rPr>
              <w:t>ان</w:t>
            </w:r>
            <w:r w:rsidRPr="00E243D8">
              <w:rPr>
                <w:rtl/>
                <w:lang w:bidi="fa-IR"/>
              </w:rPr>
              <w:t xml:space="preserve"> ناتوان</w:t>
            </w:r>
            <w:r w:rsidRPr="000962EE">
              <w:rPr>
                <w:rStyle w:val="libFootnotenumChar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انسان سر حال و با نشاط و مسرور نباشد، روح و روانش آمادگ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فعال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و اند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شه</w:t>
      </w:r>
      <w:r w:rsidRPr="00E243D8">
        <w:rPr>
          <w:rtl/>
          <w:lang w:bidi="fa-IR"/>
        </w:rPr>
        <w:t xml:space="preserve"> و رشد معنو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از دست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دهد. بنابرا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همان گونه که جسم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ازمند</w:t>
      </w:r>
      <w:r w:rsidRPr="00E243D8">
        <w:rPr>
          <w:rtl/>
          <w:lang w:bidi="fa-IR"/>
        </w:rPr>
        <w:t xml:space="preserve"> تغذ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و خواب و استراحت است، روح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ازمند</w:t>
      </w:r>
      <w:r w:rsidRPr="00E243D8">
        <w:rPr>
          <w:rtl/>
          <w:lang w:bidi="fa-IR"/>
        </w:rPr>
        <w:t xml:space="preserve">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است، که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0962EE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السّ</w:t>
      </w:r>
      <w:r w:rsidRPr="00E243D8">
        <w:rPr>
          <w:rtl/>
          <w:lang w:bidi="fa-IR"/>
        </w:rPr>
        <w:t xml:space="preserve">ُرورُ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بْسطُ</w:t>
      </w:r>
      <w:r w:rsidRPr="00E243D8">
        <w:rPr>
          <w:rtl/>
          <w:lang w:bidi="fa-IR"/>
        </w:rPr>
        <w:t xml:space="preserve"> النَّفْسَ وَ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ث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رُ</w:t>
      </w:r>
      <w:r w:rsidRPr="00E243D8">
        <w:rPr>
          <w:rtl/>
          <w:lang w:bidi="fa-IR"/>
        </w:rPr>
        <w:t xml:space="preserve"> النَّشاطَ؛</w:t>
      </w:r>
      <w:r w:rsidRPr="000962EE">
        <w:rPr>
          <w:rStyle w:val="libFootnotenumChar"/>
          <w:rtl/>
        </w:rPr>
        <w:t>(3)</w:t>
      </w:r>
      <w:r w:rsidRPr="00E243D8">
        <w:rPr>
          <w:rtl/>
          <w:lang w:bidi="fa-IR"/>
        </w:rPr>
        <w:t xml:space="preserve">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موجب انبساط خاطر و نشاط انگ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از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رو اوقات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غن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مت</w:t>
      </w:r>
      <w:r w:rsidRPr="00E243D8">
        <w:rPr>
          <w:rtl/>
          <w:lang w:bidi="fa-IR"/>
        </w:rPr>
        <w:t xml:space="preserve"> شمرد، که مددکار و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اور</w:t>
      </w:r>
      <w:r w:rsidRPr="00E243D8">
        <w:rPr>
          <w:rtl/>
          <w:lang w:bidi="fa-IR"/>
        </w:rPr>
        <w:t xml:space="preserve"> انسان در رشد و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شرفت</w:t>
      </w:r>
      <w:r w:rsidRPr="00E243D8">
        <w:rPr>
          <w:rtl/>
          <w:lang w:bidi="fa-IR"/>
        </w:rPr>
        <w:t xml:space="preserve"> است و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 xml:space="preserve">آن را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فرصت و غن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مت</w:t>
      </w:r>
      <w:r w:rsidRPr="00E243D8">
        <w:rPr>
          <w:rtl/>
          <w:lang w:bidi="fa-IR"/>
        </w:rPr>
        <w:t xml:space="preserve"> بر شمرده،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اَوْقاتُ</w:t>
      </w:r>
      <w:r w:rsidRPr="00E243D8">
        <w:rPr>
          <w:rtl/>
          <w:lang w:bidi="fa-IR"/>
        </w:rPr>
        <w:t xml:space="preserve"> السُّرورِ خُلْسَهٌ؛</w:t>
      </w:r>
      <w:r w:rsidRPr="000962EE">
        <w:rPr>
          <w:rStyle w:val="libFootnotenumChar"/>
          <w:rtl/>
        </w:rPr>
        <w:t>(4)</w:t>
      </w:r>
      <w:r w:rsidRPr="00E243D8">
        <w:rPr>
          <w:rtl/>
          <w:lang w:bidi="fa-IR"/>
        </w:rPr>
        <w:t xml:space="preserve"> فرصت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ربودن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lastRenderedPageBreak/>
        <w:t>آنچه</w:t>
      </w:r>
      <w:r w:rsidRPr="00E243D8">
        <w:rPr>
          <w:rtl/>
          <w:lang w:bidi="fa-IR"/>
        </w:rPr>
        <w:t xml:space="preserve"> به انسان توان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شرفت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دهد و او را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رشد و تعال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آماده</w:t>
      </w:r>
    </w:p>
    <w:p w:rsidR="00E243D8" w:rsidRPr="00E243D8" w:rsidRDefault="000962EE" w:rsidP="000962E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</w:t>
      </w:r>
    </w:p>
    <w:p w:rsidR="00E243D8" w:rsidRPr="00E243D8" w:rsidRDefault="00E243D8" w:rsidP="000962EE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غررالحکم، ص 239؛ نزهه الناظر، ص 63.</w:t>
      </w:r>
    </w:p>
    <w:p w:rsidR="00E243D8" w:rsidRPr="00E243D8" w:rsidRDefault="00E243D8" w:rsidP="000962EE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فردوس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.</w:t>
      </w:r>
    </w:p>
    <w:p w:rsidR="00E243D8" w:rsidRPr="00E243D8" w:rsidRDefault="00E243D8" w:rsidP="000962EE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3- 3. 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</w:t>
      </w:r>
      <w:r w:rsidRPr="00E243D8">
        <w:rPr>
          <w:rtl/>
          <w:lang w:bidi="fa-IR"/>
        </w:rPr>
        <w:t xml:space="preserve"> الحکم، ص 62؛ غررالحکم، ص 113.</w:t>
      </w:r>
    </w:p>
    <w:p w:rsidR="00E243D8" w:rsidRPr="00E243D8" w:rsidRDefault="00E243D8" w:rsidP="000962EE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4- 4. تصن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غررالحکم، ص 319.</w:t>
      </w:r>
    </w:p>
    <w:p w:rsidR="00E243D8" w:rsidRPr="00E243D8" w:rsidRDefault="000962EE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سازد، نشاط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است که از تفر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ح</w:t>
      </w:r>
      <w:r w:rsidR="00E243D8" w:rsidRPr="00E243D8">
        <w:rPr>
          <w:rtl/>
          <w:lang w:bidi="fa-IR"/>
        </w:rPr>
        <w:t xml:space="preserve"> سالم برا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انسان پد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آ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>. از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رو در اسلام رو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تفر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ح</w:t>
      </w:r>
      <w:r w:rsidR="00E243D8" w:rsidRPr="00E243D8">
        <w:rPr>
          <w:rtl/>
          <w:lang w:bidi="fa-IR"/>
        </w:rPr>
        <w:t xml:space="preserve"> سالم تأک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شده است و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شوا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ان</w:t>
      </w:r>
      <w:r w:rsidR="00E243D8" w:rsidRPr="00E243D8">
        <w:rPr>
          <w:rtl/>
          <w:lang w:bidi="fa-IR"/>
        </w:rPr>
        <w:t xml:space="preserve"> ما علاوه بر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که به آن توص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ه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فرمودند، خود از آن بهره مند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شدند.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0962EE">
      <w:pPr>
        <w:pStyle w:val="Heading2"/>
        <w:rPr>
          <w:rtl/>
          <w:lang w:bidi="fa-IR"/>
        </w:rPr>
      </w:pPr>
      <w:bookmarkStart w:id="112" w:name="_Toc67344795"/>
      <w:r w:rsidRPr="00E243D8">
        <w:rPr>
          <w:rFonts w:hint="eastAsia"/>
          <w:rtl/>
          <w:lang w:bidi="fa-IR"/>
        </w:rPr>
        <w:t>بهره</w:t>
      </w:r>
      <w:r w:rsidRPr="00E243D8">
        <w:rPr>
          <w:rtl/>
          <w:lang w:bidi="fa-IR"/>
        </w:rPr>
        <w:t xml:space="preserve"> مند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کام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مشروع</w:t>
      </w:r>
      <w:bookmarkEnd w:id="112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امام</w:t>
      </w:r>
      <w:r w:rsidRPr="00E243D8">
        <w:rPr>
          <w:rtl/>
          <w:lang w:bidi="fa-IR"/>
        </w:rPr>
        <w:t xml:space="preserve"> کاظم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مدد گرفتن و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افتن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انجام امور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بهره مند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حات</w:t>
      </w:r>
      <w:r w:rsidRPr="00E243D8">
        <w:rPr>
          <w:rtl/>
          <w:lang w:bidi="fa-IR"/>
        </w:rPr>
        <w:t xml:space="preserve"> سالم و لذت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مشروع را لازمه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 نشاط و بالنده دانسته و فرموده اند: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اجْعَلُوا</w:t>
      </w:r>
      <w:r w:rsidRPr="00E243D8">
        <w:rPr>
          <w:rtl/>
          <w:lang w:bidi="fa-IR"/>
        </w:rPr>
        <w:t xml:space="preserve"> لِاَنْفُسِکُمْ حَظّاً مِنَ الدُّنْ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بِإعْطائها ما تَشْتَه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مِنَ الحَلالِ وَ مالا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ثْلِمُ</w:t>
      </w:r>
      <w:r w:rsidRPr="00E243D8">
        <w:rPr>
          <w:rtl/>
          <w:lang w:bidi="fa-IR"/>
        </w:rPr>
        <w:t xml:space="preserve"> المُرُوَّهَ وَ ما لا سَرَفَ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هِ</w:t>
      </w:r>
      <w:r w:rsidRPr="00E243D8">
        <w:rPr>
          <w:rtl/>
          <w:lang w:bidi="fa-IR"/>
        </w:rPr>
        <w:t xml:space="preserve"> وَ اسْتَع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نُوا</w:t>
      </w:r>
      <w:r w:rsidRPr="00E243D8">
        <w:rPr>
          <w:rtl/>
          <w:lang w:bidi="fa-IR"/>
        </w:rPr>
        <w:t xml:space="preserve"> بِذلِکَ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اُمُورِ الدّ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نِ</w:t>
      </w:r>
      <w:r w:rsidRPr="00E243D8">
        <w:rPr>
          <w:rtl/>
          <w:lang w:bidi="fa-IR"/>
        </w:rPr>
        <w:t xml:space="preserve"> فَاِنَّهُ رُوِ</w:t>
      </w:r>
      <w:r w:rsidRPr="00E243D8">
        <w:rPr>
          <w:rFonts w:hint="cs"/>
          <w:rtl/>
          <w:lang w:bidi="fa-IR"/>
        </w:rPr>
        <w:t>یَ</w:t>
      </w:r>
      <w:r w:rsidRPr="00E243D8">
        <w:rPr>
          <w:rtl/>
          <w:lang w:bidi="fa-IR"/>
        </w:rPr>
        <w:t xml:space="preserve"> لَ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سَ</w:t>
      </w:r>
      <w:r w:rsidRPr="00E243D8">
        <w:rPr>
          <w:rtl/>
          <w:lang w:bidi="fa-IR"/>
        </w:rPr>
        <w:t xml:space="preserve"> مِنّا مَنْ تَرَکَ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اهُ</w:t>
      </w:r>
      <w:r w:rsidRPr="00E243D8">
        <w:rPr>
          <w:rtl/>
          <w:lang w:bidi="fa-IR"/>
        </w:rPr>
        <w:t xml:space="preserve"> لِد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نِهِ</w:t>
      </w:r>
      <w:r w:rsidRPr="00E243D8">
        <w:rPr>
          <w:rtl/>
          <w:lang w:bidi="fa-IR"/>
        </w:rPr>
        <w:t xml:space="preserve"> اَوْ تَرَکَ د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نُه</w:t>
      </w:r>
      <w:r w:rsidRPr="00E243D8">
        <w:rPr>
          <w:rtl/>
          <w:lang w:bidi="fa-IR"/>
        </w:rPr>
        <w:t xml:space="preserve"> لِ</w:t>
      </w:r>
      <w:r w:rsidRPr="00E243D8">
        <w:rPr>
          <w:rFonts w:hint="eastAsia"/>
          <w:rtl/>
          <w:lang w:bidi="fa-IR"/>
        </w:rPr>
        <w:t>دُن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اهُ؛</w:t>
      </w:r>
      <w:r w:rsidRPr="00E70689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از لذائذ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قرار ده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تمن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 xml:space="preserve"> دل را از راه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مشروع برآور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 مراقبت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که 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کار به مردانگ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شرافت شما آس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</w:t>
      </w:r>
      <w:r w:rsidRPr="00E243D8">
        <w:rPr>
          <w:rtl/>
          <w:lang w:bidi="fa-IR"/>
        </w:rPr>
        <w:t xml:space="preserve"> نرسد و دچار اسراف و تندرو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نشو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به مدد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به وظا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خود برس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د؛</w:t>
      </w:r>
      <w:r w:rsidRPr="00E243D8">
        <w:rPr>
          <w:rtl/>
          <w:lang w:bidi="fa-IR"/>
        </w:rPr>
        <w:t xml:space="preserve"> چه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شده است که « از ما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 xml:space="preserve"> آن کس که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را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نش،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نش</w:t>
      </w:r>
      <w:r w:rsidRPr="00E243D8">
        <w:rPr>
          <w:rtl/>
          <w:lang w:bidi="fa-IR"/>
        </w:rPr>
        <w:t xml:space="preserve"> را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از دست بدهد.»</w:t>
      </w:r>
    </w:p>
    <w:p w:rsidR="00E243D8" w:rsidRPr="00E243D8" w:rsidRDefault="00E70689" w:rsidP="00E70689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13" w:name="_Toc67344796"/>
      <w:r w:rsidR="00E243D8" w:rsidRPr="00E243D8">
        <w:rPr>
          <w:rFonts w:hint="eastAsia"/>
          <w:rtl/>
          <w:lang w:bidi="fa-IR"/>
        </w:rPr>
        <w:lastRenderedPageBreak/>
        <w:t>آفات</w:t>
      </w:r>
      <w:r w:rsidR="00E243D8" w:rsidRPr="00E243D8">
        <w:rPr>
          <w:rtl/>
          <w:lang w:bidi="fa-IR"/>
        </w:rPr>
        <w:t xml:space="preserve"> تفر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ح</w:t>
      </w:r>
      <w:bookmarkEnd w:id="113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امام</w:t>
      </w:r>
      <w:r w:rsidRPr="00E243D8">
        <w:rPr>
          <w:rtl/>
          <w:lang w:bidi="fa-IR"/>
        </w:rPr>
        <w:t xml:space="preserve"> کاظم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در ضمن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به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سالم و بهره مند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مواهب حلال و لذت بخش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توص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 و آن را بستر رشد و موفق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و</w:t>
      </w:r>
    </w:p>
    <w:p w:rsidR="00E243D8" w:rsidRPr="00E243D8" w:rsidRDefault="00E70689" w:rsidP="00E7068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E243D8" w:rsidRPr="00E243D8" w:rsidRDefault="00E243D8" w:rsidP="00E70689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تحف العقول، ص 410؛ بحارالانوار، ج 75، ص 321.</w:t>
      </w:r>
    </w:p>
    <w:p w:rsidR="00E243D8" w:rsidRPr="00E243D8" w:rsidRDefault="00E70689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شرفت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دانند، به آفت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آن 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ز</w:t>
      </w:r>
      <w:r w:rsidR="00E243D8" w:rsidRPr="00E243D8">
        <w:rPr>
          <w:rtl/>
          <w:lang w:bidi="fa-IR"/>
        </w:rPr>
        <w:t xml:space="preserve"> پرداخته و هشدار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دهند که مبادا در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امر به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راهه</w:t>
      </w:r>
      <w:r w:rsidR="00E243D8" w:rsidRPr="00E243D8">
        <w:rPr>
          <w:rtl/>
          <w:lang w:bidi="fa-IR"/>
        </w:rPr>
        <w:t xml:space="preserve"> و انحراف کش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ده</w:t>
      </w:r>
      <w:r w:rsidR="00E243D8" w:rsidRPr="00E243D8">
        <w:rPr>
          <w:rtl/>
          <w:lang w:bidi="fa-IR"/>
        </w:rPr>
        <w:t xml:space="preserve"> شو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و شرافت و مردانگ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شما دچار آس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ب</w:t>
      </w:r>
      <w:r w:rsidR="00E243D8" w:rsidRPr="00E243D8">
        <w:rPr>
          <w:rtl/>
          <w:lang w:bidi="fa-IR"/>
        </w:rPr>
        <w:t xml:space="preserve"> شود. بنابرا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ن،</w:t>
      </w:r>
      <w:r w:rsidR="00E243D8" w:rsidRPr="00E243D8">
        <w:rPr>
          <w:rtl/>
          <w:lang w:bidi="fa-IR"/>
        </w:rPr>
        <w:t xml:space="preserve">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ک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از مع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ارها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مهم تفر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ح</w:t>
      </w:r>
      <w:r w:rsidR="00E243D8" w:rsidRPr="00E243D8">
        <w:rPr>
          <w:rtl/>
          <w:lang w:bidi="fa-IR"/>
        </w:rPr>
        <w:t xml:space="preserve"> سالم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است که مناسب با کرامت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انسان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باشد. امور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کرامت ها را د</w:t>
      </w:r>
      <w:r w:rsidR="00E243D8" w:rsidRPr="00E243D8">
        <w:rPr>
          <w:rFonts w:hint="eastAsia"/>
          <w:rtl/>
          <w:lang w:bidi="fa-IR"/>
        </w:rPr>
        <w:t>چار</w:t>
      </w:r>
      <w:r w:rsidR="00E243D8" w:rsidRPr="00E243D8">
        <w:rPr>
          <w:rtl/>
          <w:lang w:bidi="fa-IR"/>
        </w:rPr>
        <w:t xml:space="preserve"> آس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ب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کند و بدان اشاره رفته است، عبارت اند از: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70689">
      <w:pPr>
        <w:pStyle w:val="libBold1"/>
        <w:rPr>
          <w:rtl/>
          <w:lang w:bidi="fa-IR"/>
        </w:rPr>
      </w:pPr>
      <w:r w:rsidRPr="00E243D8">
        <w:rPr>
          <w:rtl/>
          <w:lang w:bidi="fa-IR"/>
        </w:rPr>
        <w:t>1) گناه و معص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اگر با گناه و معص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خداوند آس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</w:t>
      </w:r>
      <w:r w:rsidRPr="00E243D8">
        <w:rPr>
          <w:rtl/>
          <w:lang w:bidi="fa-IR"/>
        </w:rPr>
        <w:t xml:space="preserve"> بب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ند،</w:t>
      </w:r>
      <w:r w:rsidRPr="00E243D8">
        <w:rPr>
          <w:rtl/>
          <w:lang w:bidi="fa-IR"/>
        </w:rPr>
        <w:t xml:space="preserve"> نه تنها انسان را در به مقصد 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</w:t>
      </w:r>
      <w:r w:rsidRPr="00E243D8">
        <w:rPr>
          <w:rtl/>
          <w:lang w:bidi="fa-IR"/>
        </w:rPr>
        <w:t xml:space="preserve"> کمک نخواهد کرد، که 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cs"/>
          <w:rtl/>
        </w:rPr>
        <w:t>ۀ</w:t>
      </w:r>
      <w:r w:rsidRPr="00E243D8">
        <w:rPr>
          <w:rtl/>
          <w:lang w:bidi="fa-IR"/>
        </w:rPr>
        <w:t xml:space="preserve"> سقوط او خواهد شد.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با لاابال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لهو و لعب و شهوات ران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غفلت از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خدا همراه است و جز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خوشگذران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موقت و گذرا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آن به دست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را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 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cs"/>
          <w:rtl/>
        </w:rPr>
        <w:t>ۀ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شرفت</w:t>
      </w:r>
      <w:r w:rsidRPr="00E243D8">
        <w:rPr>
          <w:rtl/>
          <w:lang w:bidi="fa-IR"/>
        </w:rPr>
        <w:t xml:space="preserve"> و کمال دانست، بلکه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آن را زم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نه</w:t>
      </w:r>
      <w:r w:rsidRPr="00E243D8">
        <w:rPr>
          <w:rtl/>
          <w:lang w:bidi="fa-IR"/>
        </w:rPr>
        <w:t xml:space="preserve"> ساز سقوط در لجن</w:t>
      </w:r>
      <w:r w:rsidR="00E70689">
        <w:rPr>
          <w:rFonts w:hint="cs"/>
          <w:rtl/>
          <w:lang w:bidi="fa-IR"/>
        </w:rPr>
        <w:t xml:space="preserve"> </w:t>
      </w:r>
      <w:r w:rsidRPr="00E243D8">
        <w:rPr>
          <w:rtl/>
          <w:lang w:bidi="fa-IR"/>
        </w:rPr>
        <w:t>زار گناه بر شمرد.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رو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نَزِّهُوا</w:t>
      </w:r>
      <w:r w:rsidRPr="00E243D8">
        <w:rPr>
          <w:rtl/>
          <w:lang w:bidi="fa-IR"/>
        </w:rPr>
        <w:t xml:space="preserve"> اَنْفُسَکُمْ عَنْ دَنَسِ اللّذّاتِ وَ تَبِعاتِ الشَّهواتِ؛</w:t>
      </w:r>
      <w:r w:rsidRPr="00E70689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جان خود را از آلودگ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لذت ها و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خواهش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نفسان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پاک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زه</w:t>
      </w:r>
      <w:r w:rsidRPr="00E243D8">
        <w:rPr>
          <w:rtl/>
          <w:lang w:bidi="fa-IR"/>
        </w:rPr>
        <w:t xml:space="preserve"> نگاه دار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گونه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حات،</w:t>
      </w:r>
      <w:r w:rsidRPr="00E243D8">
        <w:rPr>
          <w:rtl/>
          <w:lang w:bidi="fa-IR"/>
        </w:rPr>
        <w:t xml:space="preserve"> لذت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حرام که لحظات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کام نفس انسان را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کند، جز سقوط از کرامت انسان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و فرو رفتن در گرداب گناه و سقوط در آتش دوزخ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</w:t>
      </w:r>
      <w:r w:rsidRPr="00E243D8">
        <w:rPr>
          <w:rtl/>
          <w:lang w:bidi="fa-IR"/>
        </w:rPr>
        <w:t xml:space="preserve"> انسان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 و در پس آن جز </w:t>
      </w:r>
      <w:r w:rsidRPr="00E243D8">
        <w:rPr>
          <w:rtl/>
          <w:lang w:bidi="fa-IR"/>
        </w:rPr>
        <w:lastRenderedPageBreak/>
        <w:t>پش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چارگ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 xml:space="preserve"> که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فرمودند:</w:t>
      </w:r>
    </w:p>
    <w:p w:rsidR="00E243D8" w:rsidRPr="00E243D8" w:rsidRDefault="00E70689" w:rsidP="00E7068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</w:t>
      </w:r>
    </w:p>
    <w:p w:rsidR="00E243D8" w:rsidRPr="00E243D8" w:rsidRDefault="00E243D8" w:rsidP="00E70689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غررالحکم، ص 720.</w:t>
      </w:r>
    </w:p>
    <w:p w:rsidR="00E243D8" w:rsidRPr="00E243D8" w:rsidRDefault="00E70689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رُبَّ</w:t>
      </w:r>
      <w:r w:rsidR="00E243D8" w:rsidRPr="00E243D8">
        <w:rPr>
          <w:rtl/>
          <w:lang w:bidi="fa-IR"/>
        </w:rPr>
        <w:t xml:space="preserve"> نُزْهَهٍ عادَتْ نُغْصَهً؛</w:t>
      </w:r>
      <w:r w:rsidR="00E243D8" w:rsidRPr="00E70689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چه بسا گردش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به کدورت و تار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ک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دل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نجامد</w:t>
      </w:r>
      <w:r w:rsidR="00E243D8"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لاخَ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رَ</w:t>
      </w:r>
      <w:r w:rsidRPr="00E243D8">
        <w:rPr>
          <w:rtl/>
          <w:lang w:bidi="fa-IR"/>
        </w:rPr>
        <w:t xml:space="preserve">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لَذَّهٍ مِنْ بَعْدِهَا النّارُ؛</w:t>
      </w:r>
      <w:r w:rsidRPr="00E70689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در لذت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بعد از آتش است، خ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70689">
      <w:pPr>
        <w:pStyle w:val="libBold1"/>
        <w:rPr>
          <w:rtl/>
          <w:lang w:bidi="fa-IR"/>
        </w:rPr>
      </w:pPr>
      <w:r w:rsidRPr="00E243D8">
        <w:rPr>
          <w:rtl/>
          <w:lang w:bidi="fa-IR"/>
        </w:rPr>
        <w:t>2)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اده</w:t>
      </w:r>
      <w:r w:rsidRPr="00E243D8">
        <w:rPr>
          <w:rtl/>
          <w:lang w:bidi="fa-IR"/>
        </w:rPr>
        <w:t xml:space="preserve"> رو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اسراف</w:t>
      </w:r>
      <w:r w:rsidRPr="00E243D8">
        <w:rPr>
          <w:rtl/>
          <w:lang w:bidi="fa-IR"/>
        </w:rPr>
        <w:t xml:space="preserve"> و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اده</w:t>
      </w:r>
      <w:r w:rsidRPr="00E243D8">
        <w:rPr>
          <w:rtl/>
          <w:lang w:bidi="fa-IR"/>
        </w:rPr>
        <w:t xml:space="preserve"> رو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از آفات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است که حضرت موس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بن جعفر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آن را گوشزد فرموده و پره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از آن را لازم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دانند. برخ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افراد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در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جز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ندارند و هم</w:t>
      </w:r>
      <w:r w:rsidRPr="00E243D8">
        <w:rPr>
          <w:rFonts w:hint="cs"/>
          <w:rtl/>
        </w:rPr>
        <w:t>ۀ</w:t>
      </w:r>
      <w:r w:rsidRPr="00E243D8">
        <w:rPr>
          <w:rtl/>
          <w:lang w:bidi="fa-IR"/>
        </w:rPr>
        <w:t xml:space="preserve"> همت شان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در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خوش بگذرانند و هر فرصت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به دست </w:t>
      </w:r>
      <w:r w:rsidRPr="00E243D8">
        <w:rPr>
          <w:rFonts w:hint="eastAsia"/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به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بپردازند. در صورت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مقصود از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و خوشگذران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ست،</w:t>
      </w:r>
      <w:r w:rsidRPr="00E243D8">
        <w:rPr>
          <w:rtl/>
          <w:lang w:bidi="fa-IR"/>
        </w:rPr>
        <w:t xml:space="preserve"> مقصد و مقصود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انسان قرب به خدا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</w:t>
      </w:r>
      <w:r w:rsidRPr="00E243D8">
        <w:rPr>
          <w:rtl/>
          <w:lang w:bidi="fa-IR"/>
        </w:rPr>
        <w:t xml:space="preserve"> کند و مدارج کمال انسان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را ط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اگر</w:t>
      </w:r>
      <w:r w:rsidRPr="00E243D8">
        <w:rPr>
          <w:rtl/>
          <w:lang w:bidi="fa-IR"/>
        </w:rPr>
        <w:t xml:space="preserve"> توص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به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فرموده اند، نه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کردن اصل و اساس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و اصالت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است، بلکه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را به عنوان کمک و مدد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هدف اصل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کمال است معرف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فرموده اند تا با نشاط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شتر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مس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رشد و کمال گام برداشته شود.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70689">
      <w:pPr>
        <w:pStyle w:val="libBold1"/>
        <w:rPr>
          <w:rtl/>
          <w:lang w:bidi="fa-IR"/>
        </w:rPr>
      </w:pPr>
      <w:r w:rsidRPr="00E243D8">
        <w:rPr>
          <w:rtl/>
          <w:lang w:bidi="fa-IR"/>
        </w:rPr>
        <w:t>3) اسراف و تبذ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از اسراف و تبذ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و 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خت</w:t>
      </w:r>
      <w:r w:rsidRPr="00E243D8">
        <w:rPr>
          <w:rtl/>
          <w:lang w:bidi="fa-IR"/>
        </w:rPr>
        <w:t xml:space="preserve"> و پاش 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خلاف شرع</w:t>
      </w:r>
    </w:p>
    <w:p w:rsidR="00E243D8" w:rsidRPr="00E243D8" w:rsidRDefault="00E70689" w:rsidP="00E7068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E243D8" w:rsidRPr="00E243D8" w:rsidRDefault="00E243D8" w:rsidP="00E70689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</w:t>
      </w:r>
      <w:r w:rsidRPr="00E243D8">
        <w:rPr>
          <w:rtl/>
          <w:lang w:bidi="fa-IR"/>
        </w:rPr>
        <w:t xml:space="preserve"> الحکم، ص 266؛ تصن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غررالحکم، ص 319.</w:t>
      </w:r>
    </w:p>
    <w:p w:rsidR="00E243D8" w:rsidRPr="00E243D8" w:rsidRDefault="00E243D8" w:rsidP="00E70689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من 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حضره</w:t>
      </w:r>
      <w:r w:rsidRPr="00E243D8">
        <w:rPr>
          <w:rtl/>
          <w:lang w:bidi="fa-IR"/>
        </w:rPr>
        <w:t xml:space="preserve"> الفق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ج 4، ص 392.</w:t>
      </w:r>
    </w:p>
    <w:p w:rsidR="00E243D8" w:rsidRPr="00E243D8" w:rsidRDefault="00E70689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است</w:t>
      </w:r>
      <w:r w:rsidR="00E243D8" w:rsidRPr="00E243D8">
        <w:rPr>
          <w:rtl/>
          <w:lang w:bidi="fa-IR"/>
        </w:rPr>
        <w:t xml:space="preserve"> پره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ز</w:t>
      </w:r>
      <w:r w:rsidR="00E243D8" w:rsidRPr="00E243D8">
        <w:rPr>
          <w:rtl/>
          <w:lang w:bidi="fa-IR"/>
        </w:rPr>
        <w:t xml:space="preserve"> نمود. چون خود تفر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ح</w:t>
      </w:r>
      <w:r w:rsidR="00E243D8" w:rsidRPr="00E243D8">
        <w:rPr>
          <w:rtl/>
          <w:lang w:bidi="fa-IR"/>
        </w:rPr>
        <w:t xml:space="preserve"> زم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نه</w:t>
      </w:r>
      <w:r w:rsidR="00E243D8" w:rsidRPr="00E243D8">
        <w:rPr>
          <w:rtl/>
          <w:lang w:bidi="fa-IR"/>
        </w:rPr>
        <w:t xml:space="preserve"> را برا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اسراف فراهم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سازد و چه بس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ارند</w:t>
      </w:r>
      <w:r w:rsidR="00E243D8" w:rsidRPr="00E243D8">
        <w:rPr>
          <w:rtl/>
          <w:lang w:bidi="fa-IR"/>
        </w:rPr>
        <w:t xml:space="preserve"> افراد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هز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نه</w:t>
      </w:r>
      <w:r w:rsidR="00E243D8" w:rsidRPr="00E243D8">
        <w:rPr>
          <w:rtl/>
          <w:lang w:bidi="fa-IR"/>
        </w:rPr>
        <w:t xml:space="preserve">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تفر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ح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آنان بس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ار</w:t>
      </w:r>
      <w:r w:rsidR="00E243D8" w:rsidRPr="00E243D8">
        <w:rPr>
          <w:rtl/>
          <w:lang w:bidi="fa-IR"/>
        </w:rPr>
        <w:t xml:space="preserve"> هنگفت و سرسام آور است. گاه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هز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نه</w:t>
      </w:r>
      <w:r w:rsidR="00E243D8" w:rsidRPr="00E243D8">
        <w:rPr>
          <w:rtl/>
          <w:lang w:bidi="fa-IR"/>
        </w:rPr>
        <w:t xml:space="preserve">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ک</w:t>
      </w:r>
      <w:r w:rsidR="00E243D8" w:rsidRPr="00E243D8">
        <w:rPr>
          <w:rtl/>
          <w:lang w:bidi="fa-IR"/>
        </w:rPr>
        <w:t xml:space="preserve"> مسافرت تفر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ح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آنان به خارج از کشور، معادل هز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نه</w:t>
      </w:r>
      <w:r w:rsidR="00E243D8" w:rsidRPr="00E243D8">
        <w:rPr>
          <w:rtl/>
          <w:lang w:bidi="fa-IR"/>
        </w:rPr>
        <w:t xml:space="preserve"> زندگ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ک</w:t>
      </w:r>
      <w:r w:rsidR="00E243D8" w:rsidRPr="00E243D8">
        <w:rPr>
          <w:rtl/>
          <w:lang w:bidi="fa-IR"/>
        </w:rPr>
        <w:t xml:space="preserve"> سال است. و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ک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از مصاد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ق</w:t>
      </w:r>
      <w:r w:rsidR="00E243D8" w:rsidRPr="00E243D8">
        <w:rPr>
          <w:rtl/>
          <w:lang w:bidi="fa-IR"/>
        </w:rPr>
        <w:t xml:space="preserve"> بارز اسراف و تبذ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</w:t>
      </w:r>
      <w:r w:rsidR="00E243D8" w:rsidRPr="00E243D8">
        <w:rPr>
          <w:rtl/>
          <w:lang w:bidi="fa-IR"/>
        </w:rPr>
        <w:t xml:space="preserve"> است. بنابرا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ن،</w:t>
      </w:r>
      <w:r w:rsidR="00E243D8" w:rsidRPr="00E243D8">
        <w:rPr>
          <w:rtl/>
          <w:lang w:bidi="fa-IR"/>
        </w:rPr>
        <w:t xml:space="preserve"> تفر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حات</w:t>
      </w:r>
      <w:r w:rsidR="00E243D8" w:rsidRPr="00E243D8">
        <w:rPr>
          <w:rtl/>
          <w:lang w:bidi="fa-IR"/>
        </w:rPr>
        <w:t xml:space="preserve"> پرهز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نه</w:t>
      </w:r>
      <w:r w:rsidR="00E243D8" w:rsidRPr="00E243D8">
        <w:rPr>
          <w:rtl/>
          <w:lang w:bidi="fa-IR"/>
        </w:rPr>
        <w:t xml:space="preserve"> که با ولخرج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اد</w:t>
      </w:r>
      <w:r w:rsidR="00E243D8" w:rsidRPr="00E243D8">
        <w:rPr>
          <w:rtl/>
          <w:lang w:bidi="fa-IR"/>
        </w:rPr>
        <w:t xml:space="preserve"> و اسراف همراه است، 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بند</w:t>
      </w:r>
      <w:r w:rsidR="00E243D8" w:rsidRPr="00E243D8">
        <w:rPr>
          <w:rFonts w:hint="cs"/>
          <w:rtl/>
        </w:rPr>
        <w:t>ۀ</w:t>
      </w:r>
      <w:r w:rsidR="00E243D8" w:rsidRPr="00E243D8">
        <w:rPr>
          <w:rtl/>
          <w:lang w:bidi="fa-IR"/>
        </w:rPr>
        <w:t xml:space="preserve"> انسان متعال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و کمال خواه 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ست</w:t>
      </w:r>
      <w:r w:rsidR="00E243D8"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70689" w:rsidP="00E70689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14" w:name="_Toc67344797"/>
      <w:r w:rsidR="00E243D8" w:rsidRPr="00E243D8">
        <w:rPr>
          <w:rFonts w:hint="eastAsia"/>
          <w:rtl/>
          <w:lang w:bidi="fa-IR"/>
        </w:rPr>
        <w:lastRenderedPageBreak/>
        <w:t>ابعاد</w:t>
      </w:r>
      <w:r w:rsidR="00E243D8" w:rsidRPr="00E243D8">
        <w:rPr>
          <w:rtl/>
          <w:lang w:bidi="fa-IR"/>
        </w:rPr>
        <w:t xml:space="preserve"> و گونه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تفر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ح</w:t>
      </w:r>
      <w:bookmarkEnd w:id="114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سالم ابعاد گوناگون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دارد که هر کدام در تقو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جسم و روح و نشاط و شاداب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نقش مهم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فا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 توجه به همه ابعاد آن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تواند انسان را در همه ابعاد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مدد دهد و اسباب موفق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او را فراهم سازد. 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بخش به برخ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گونه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سالم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</w:t>
      </w:r>
      <w:r w:rsidRPr="00E243D8">
        <w:rPr>
          <w:rFonts w:hint="eastAsia"/>
          <w:rtl/>
          <w:lang w:bidi="fa-IR"/>
        </w:rPr>
        <w:t>رداز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70689">
      <w:pPr>
        <w:pStyle w:val="Heading2"/>
        <w:rPr>
          <w:rtl/>
          <w:lang w:bidi="fa-IR"/>
        </w:rPr>
      </w:pPr>
      <w:bookmarkStart w:id="115" w:name="_Toc67344798"/>
      <w:r w:rsidRPr="00E243D8">
        <w:rPr>
          <w:rFonts w:hint="eastAsia"/>
          <w:rtl/>
          <w:lang w:bidi="fa-IR"/>
        </w:rPr>
        <w:t>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خانوادگ</w:t>
      </w:r>
      <w:r w:rsidRPr="00E243D8">
        <w:rPr>
          <w:rFonts w:hint="cs"/>
          <w:rtl/>
          <w:lang w:bidi="fa-IR"/>
        </w:rPr>
        <w:t>ی</w:t>
      </w:r>
      <w:bookmarkEnd w:id="115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بخش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از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حات</w:t>
      </w:r>
      <w:r w:rsidRPr="00E243D8">
        <w:rPr>
          <w:rtl/>
          <w:lang w:bidi="fa-IR"/>
        </w:rPr>
        <w:t xml:space="preserve"> سالم، سازنده و نشاط آفر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حات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به همراه خانواده انجام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رد</w:t>
      </w:r>
      <w:r w:rsidRPr="00E243D8">
        <w:rPr>
          <w:rtl/>
          <w:lang w:bidi="fa-IR"/>
        </w:rPr>
        <w:t>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ضرور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حات</w:t>
      </w:r>
      <w:r w:rsidRPr="00E243D8">
        <w:rPr>
          <w:rtl/>
          <w:lang w:bidi="fa-IR"/>
        </w:rPr>
        <w:t xml:space="preserve"> است؛ چرا که نه تنها فرد فرد خانواده را به نشاط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آورد، بلکه به نشاط و گرم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کانون خانواده که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اساس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ارکان جامعه ا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انجامد. اگر روح نشاط در جمع خانواده برقرار باشد، از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مشکلات جامعه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خواهد نمود. چرا که خانواده 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نشان</w:t>
      </w:r>
      <w:r w:rsidRPr="00E243D8">
        <w:rPr>
          <w:rtl/>
          <w:lang w:bidi="fa-IR"/>
        </w:rPr>
        <w:t xml:space="preserve"> تفرقه و ناهماهنگ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است،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شتر</w:t>
      </w:r>
      <w:r w:rsidRPr="00E243D8">
        <w:rPr>
          <w:rtl/>
          <w:lang w:bidi="fa-IR"/>
        </w:rPr>
        <w:t xml:space="preserve"> در معرض آفت و سقوط قرار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رد</w:t>
      </w:r>
      <w:r w:rsidRPr="00E243D8">
        <w:rPr>
          <w:rtl/>
          <w:lang w:bidi="fa-IR"/>
        </w:rPr>
        <w:t xml:space="preserve"> نشاط در جمع خانواده، موجب اتحاد و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گانگ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محبت در خانواده خواهد شد. در نت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جه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شتر</w:t>
      </w:r>
      <w:r w:rsidRPr="00E243D8">
        <w:rPr>
          <w:rtl/>
          <w:lang w:bidi="fa-IR"/>
        </w:rPr>
        <w:t xml:space="preserve"> همد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را درک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 و مشکلات را به کمک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حل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کنند.</w:t>
      </w:r>
    </w:p>
    <w:p w:rsidR="00E243D8" w:rsidRPr="00E243D8" w:rsidRDefault="00E70689" w:rsidP="00E70689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16" w:name="_Toc67344799"/>
      <w:r w:rsidR="00E243D8" w:rsidRPr="00E243D8">
        <w:rPr>
          <w:rFonts w:hint="eastAsia"/>
          <w:rtl/>
          <w:lang w:bidi="fa-IR"/>
        </w:rPr>
        <w:lastRenderedPageBreak/>
        <w:t>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دارها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فام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ل</w:t>
      </w:r>
      <w:r w:rsidR="00E243D8" w:rsidRPr="00E243D8">
        <w:rPr>
          <w:rFonts w:hint="cs"/>
          <w:rtl/>
          <w:lang w:bidi="fa-IR"/>
        </w:rPr>
        <w:t>ی</w:t>
      </w:r>
      <w:bookmarkEnd w:id="116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مهم 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حات</w:t>
      </w:r>
      <w:r w:rsidRPr="00E243D8">
        <w:rPr>
          <w:rtl/>
          <w:lang w:bidi="fa-IR"/>
        </w:rPr>
        <w:t xml:space="preserve"> خانوادگ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بازد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با اقوام و خو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شان</w:t>
      </w:r>
      <w:r w:rsidRPr="00E243D8">
        <w:rPr>
          <w:rtl/>
          <w:lang w:bidi="fa-IR"/>
        </w:rPr>
        <w:t xml:space="preserve"> است که آثار و برکات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فراوان در پ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خواهد داشت. لذت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</w:t>
      </w:r>
      <w:r w:rsidRPr="00E243D8">
        <w:rPr>
          <w:rtl/>
          <w:lang w:bidi="fa-IR"/>
        </w:rPr>
        <w:t xml:space="preserve"> اقوام و خو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شان</w:t>
      </w:r>
      <w:r w:rsidRPr="00E243D8">
        <w:rPr>
          <w:rtl/>
          <w:lang w:bidi="fa-IR"/>
        </w:rPr>
        <w:t xml:space="preserve"> و کسان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چه بسا با آنان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کرده و خاطرات فراوان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دارند، قابل انکار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>.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 xml:space="preserve"> که از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</w:t>
      </w:r>
      <w:r w:rsidRPr="00E243D8">
        <w:rPr>
          <w:rtl/>
          <w:lang w:bidi="fa-IR"/>
        </w:rPr>
        <w:t xml:space="preserve"> پدر و مادر، </w:t>
      </w:r>
      <w:r w:rsidRPr="00E243D8">
        <w:rPr>
          <w:rFonts w:hint="eastAsia"/>
          <w:rtl/>
          <w:lang w:bidi="fa-IR"/>
        </w:rPr>
        <w:t>خواهر</w:t>
      </w:r>
      <w:r w:rsidRPr="00E243D8">
        <w:rPr>
          <w:rtl/>
          <w:lang w:bidi="fa-IR"/>
        </w:rPr>
        <w:t xml:space="preserve"> و برادر و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اقوامش شادمان نشود.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روا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: به محضر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دم</w:t>
      </w:r>
      <w:r w:rsidRPr="00E243D8">
        <w:rPr>
          <w:rtl/>
          <w:lang w:bidi="fa-IR"/>
        </w:rPr>
        <w:t>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شان</w:t>
      </w:r>
      <w:r w:rsidRPr="00E243D8">
        <w:rPr>
          <w:rtl/>
          <w:lang w:bidi="fa-IR"/>
        </w:rPr>
        <w:t xml:space="preserve"> در منزل برادر خود عبدالله بود. به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شان</w:t>
      </w:r>
      <w:r w:rsidRPr="00E243D8">
        <w:rPr>
          <w:rtl/>
          <w:lang w:bidi="fa-IR"/>
        </w:rPr>
        <w:t xml:space="preserve"> عرض کردم: «جُعِلْتُ فِداکَ ما حَوَّلَکَ اِل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هذَا المَنْزِلِ؛ فدا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شوم، چه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شما را به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نجا</w:t>
      </w:r>
      <w:r w:rsidRPr="00E243D8">
        <w:rPr>
          <w:rtl/>
          <w:lang w:bidi="fa-IR"/>
        </w:rPr>
        <w:t xml:space="preserve"> کشان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است؟» فرمودند: «طَلَبُ النَّزْهَهِ؛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آمده ام».</w:t>
      </w:r>
      <w:r w:rsidRPr="005D4BDB">
        <w:rPr>
          <w:rStyle w:val="libFootnotenumChar"/>
          <w:rtl/>
        </w:rPr>
        <w:t>(1)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صله</w:t>
      </w:r>
      <w:r w:rsidRPr="00E243D8">
        <w:rPr>
          <w:rtl/>
          <w:lang w:bidi="fa-IR"/>
        </w:rPr>
        <w:t xml:space="preserve"> رحم و ارتباط و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وندها</w:t>
      </w:r>
      <w:r w:rsidRPr="00E243D8">
        <w:rPr>
          <w:rtl/>
          <w:lang w:bidi="fa-IR"/>
        </w:rPr>
        <w:t xml:space="preserve"> و رفت و آمدها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خانوادگ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فصل بزرگ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روابط اجتماع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اسلام را تشک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دهد. توص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فراوان خداوند در قرآن و سخنان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به صله رحم و ارتباط خانوادگ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پوش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شخص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محضر رسول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پرس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 برتر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اعمال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ست؟</w:t>
      </w:r>
      <w:r w:rsidRPr="00E243D8">
        <w:rPr>
          <w:rtl/>
          <w:lang w:bidi="fa-IR"/>
        </w:rPr>
        <w:t xml:space="preserve"> حضرت فرمودند: «الا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مانُ</w:t>
      </w:r>
      <w:r w:rsidRPr="00E243D8">
        <w:rPr>
          <w:rtl/>
          <w:lang w:bidi="fa-IR"/>
        </w:rPr>
        <w:t xml:space="preserve"> بِاللهِ؛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به خدا.» پرس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 پس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به خدا؟ حضرت فرمودند: «صِلهُ الرَّحِمَ؛ ارتباط و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</w:t>
      </w:r>
      <w:r w:rsidRPr="00E243D8">
        <w:rPr>
          <w:rtl/>
          <w:lang w:bidi="fa-IR"/>
        </w:rPr>
        <w:t xml:space="preserve"> با خو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شان</w:t>
      </w:r>
      <w:r w:rsidRPr="00E243D8">
        <w:rPr>
          <w:rtl/>
          <w:lang w:bidi="fa-IR"/>
        </w:rPr>
        <w:t>.»</w:t>
      </w:r>
      <w:r w:rsidRPr="005D4BDB">
        <w:rPr>
          <w:rStyle w:val="libFootnotenumChar"/>
          <w:rtl/>
        </w:rPr>
        <w:t>(2)</w:t>
      </w:r>
    </w:p>
    <w:p w:rsid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از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فرما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جا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گاه</w:t>
      </w:r>
      <w:r w:rsidRPr="00E243D8">
        <w:rPr>
          <w:rtl/>
          <w:lang w:bidi="fa-IR"/>
        </w:rPr>
        <w:t xml:space="preserve"> بس رف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</w:t>
      </w:r>
      <w:r w:rsidRPr="00E243D8">
        <w:rPr>
          <w:rtl/>
          <w:lang w:bidi="fa-IR"/>
        </w:rPr>
        <w:t xml:space="preserve"> صل</w:t>
      </w:r>
      <w:r w:rsidRPr="00E243D8">
        <w:rPr>
          <w:rFonts w:hint="cs"/>
          <w:rtl/>
        </w:rPr>
        <w:t>ۀ</w:t>
      </w:r>
      <w:r w:rsidRPr="00E243D8">
        <w:rPr>
          <w:rtl/>
          <w:lang w:bidi="fa-IR"/>
        </w:rPr>
        <w:t xml:space="preserve"> رحم و اهم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آن به</w:t>
      </w:r>
    </w:p>
    <w:p w:rsidR="005D4BDB" w:rsidRPr="00E243D8" w:rsidRDefault="005D4BDB" w:rsidP="005D4BD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</w:t>
      </w:r>
    </w:p>
    <w:p w:rsidR="00E243D8" w:rsidRPr="00E243D8" w:rsidRDefault="00E243D8" w:rsidP="005D4BDB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المحاسن، ج 2، ص 622؛ بحارالانوار، ج 76، ص 291.</w:t>
      </w:r>
    </w:p>
    <w:p w:rsidR="005D4BDB" w:rsidRDefault="00E243D8" w:rsidP="005D4BDB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الفقه المنسوب 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الامام الرضا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، ص 376؛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2، ص 157؛ بحارالانوار، ج 71، ص 97.</w:t>
      </w:r>
    </w:p>
    <w:p w:rsidR="00E243D8" w:rsidRPr="00E243D8" w:rsidRDefault="005D4BDB" w:rsidP="005D4B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دست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آ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د،</w:t>
      </w:r>
      <w:r w:rsidR="00E243D8" w:rsidRPr="00E243D8">
        <w:rPr>
          <w:rtl/>
          <w:lang w:bidi="fa-IR"/>
        </w:rPr>
        <w:t xml:space="preserve"> اگر 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بعد از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مان</w:t>
      </w:r>
      <w:r w:rsidR="00E243D8" w:rsidRPr="00E243D8">
        <w:rPr>
          <w:rtl/>
          <w:lang w:bidi="fa-IR"/>
        </w:rPr>
        <w:t xml:space="preserve"> به خدا به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مرتبه بود، حضرت آن را ذکر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فرمودند.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صله</w:t>
      </w:r>
      <w:r w:rsidRPr="00E243D8">
        <w:rPr>
          <w:rtl/>
          <w:lang w:bidi="fa-IR"/>
        </w:rPr>
        <w:t xml:space="preserve"> رحم، ارتباط و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گذشته از بهجت و نشاط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به همراه دارد، آثار ارزشمند فراوان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پ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دارد و از امور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نه تنها ثواب اخرو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فراوان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دارد که آثار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در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ما از خود باق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گذارد.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در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برخ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آث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اخرو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 اشاره فرموده اند: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اِنَّ</w:t>
      </w:r>
      <w:r w:rsidRPr="00E243D8">
        <w:rPr>
          <w:rtl/>
          <w:lang w:bidi="fa-IR"/>
        </w:rPr>
        <w:t xml:space="preserve"> صِلَهَ الرَّحِمِ تُزَکِّ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الاَعمالَ وَ تُنْمِ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الاَمْوالَ و تُ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سِّرُ</w:t>
      </w:r>
      <w:r w:rsidRPr="00E243D8">
        <w:rPr>
          <w:rtl/>
          <w:lang w:bidi="fa-IR"/>
        </w:rPr>
        <w:t xml:space="preserve"> الحِسابَ وَ تَدْفَعُ الْبَلو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 تَز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دُ</w:t>
      </w:r>
      <w:r w:rsidRPr="00E243D8">
        <w:rPr>
          <w:rtl/>
          <w:lang w:bidi="fa-IR"/>
        </w:rPr>
        <w:t xml:space="preserve">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الاَعمْارِ؛</w:t>
      </w:r>
      <w:r w:rsidRPr="005D4BDB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صله رحم اعمال را پاک، اموال را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ار،</w:t>
      </w:r>
      <w:r w:rsidRPr="00E243D8">
        <w:rPr>
          <w:rtl/>
          <w:lang w:bidi="fa-IR"/>
        </w:rPr>
        <w:t xml:space="preserve"> حساب را آسان، بلا را دفع و روز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</w:t>
      </w:r>
      <w:r w:rsidRPr="00E243D8">
        <w:rPr>
          <w:rtl/>
          <w:lang w:bidi="fa-IR"/>
        </w:rPr>
        <w:t xml:space="preserve"> آثار فراوان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نجا</w:t>
      </w:r>
      <w:r w:rsidRPr="00E243D8">
        <w:rPr>
          <w:rtl/>
          <w:lang w:bidi="fa-IR"/>
        </w:rPr>
        <w:t xml:space="preserve"> مجال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طرح آن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5D4BDB" w:rsidP="005D4BDB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17" w:name="_Toc67344800"/>
      <w:r w:rsidR="00E243D8" w:rsidRPr="00E243D8">
        <w:rPr>
          <w:rFonts w:hint="eastAsia"/>
          <w:rtl/>
          <w:lang w:bidi="fa-IR"/>
        </w:rPr>
        <w:lastRenderedPageBreak/>
        <w:t>گردش</w:t>
      </w:r>
      <w:r w:rsidR="00E243D8" w:rsidRPr="00E243D8">
        <w:rPr>
          <w:rtl/>
          <w:lang w:bidi="fa-IR"/>
        </w:rPr>
        <w:t xml:space="preserve"> و مسافرت</w:t>
      </w:r>
      <w:bookmarkEnd w:id="117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از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حات</w:t>
      </w:r>
      <w:r w:rsidRPr="00E243D8">
        <w:rPr>
          <w:rtl/>
          <w:lang w:bidi="fa-IR"/>
        </w:rPr>
        <w:t xml:space="preserve"> مسرت بخش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خانواده ها گردش و مسافرت است. گردش و مسافرت خانوادگ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زم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نه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صم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و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گانگ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همدل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همراه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شتر</w:t>
      </w:r>
      <w:r w:rsidRPr="00E243D8">
        <w:rPr>
          <w:rtl/>
          <w:lang w:bidi="fa-IR"/>
        </w:rPr>
        <w:t xml:space="preserve"> را در خانواده فراهم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سازد.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از حالت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="00605410">
        <w:rPr>
          <w:rFonts w:hint="cs"/>
          <w:rtl/>
          <w:lang w:bidi="fa-IR"/>
        </w:rPr>
        <w:t xml:space="preserve"> </w:t>
      </w:r>
      <w:r w:rsidRPr="00E243D8">
        <w:rPr>
          <w:rFonts w:hint="eastAsia"/>
          <w:rtl/>
          <w:lang w:bidi="fa-IR"/>
        </w:rPr>
        <w:t>نواخت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روزمرگ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آورد و روح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در کالبد گرم خانواده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دمد.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با</w:t>
      </w:r>
      <w:r w:rsidRPr="00E243D8">
        <w:rPr>
          <w:rtl/>
          <w:lang w:bidi="fa-IR"/>
        </w:rPr>
        <w:t xml:space="preserve"> گردش در طب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عت</w:t>
      </w:r>
      <w:r w:rsidRPr="00E243D8">
        <w:rPr>
          <w:rtl/>
          <w:lang w:bidi="fa-IR"/>
        </w:rPr>
        <w:t xml:space="preserve"> از مواهب طب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مناظر، سبزه زارها، باغ ها و رودخانه ها و آب و هوا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پاک بهره برده و نشاط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در جان و روحمان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چنان که شاعر عرب با الهام از کلام معصومان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</w:t>
      </w:r>
    </w:p>
    <w:p w:rsidR="00E243D8" w:rsidRPr="00E243D8" w:rsidRDefault="00605410" w:rsidP="0060541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E243D8" w:rsidRPr="00E243D8" w:rsidRDefault="00E243D8" w:rsidP="00605410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الاصول السته عشر، ص 297؛ الزهد، ص 34؛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5، ص 58؛ بحارالانوار، ج 71، ص 88.</w:t>
      </w:r>
    </w:p>
    <w:p w:rsidR="00E243D8" w:rsidRPr="00E243D8" w:rsidRDefault="00605410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ثَلاثَهٌ</w:t>
      </w:r>
      <w:r w:rsidR="00E243D8" w:rsidRPr="00E243D8">
        <w:rPr>
          <w:rtl/>
          <w:lang w:bidi="fa-IR"/>
        </w:rPr>
        <w:t xml:space="preserve"> </w:t>
      </w:r>
      <w:r w:rsidR="00E243D8" w:rsidRPr="00E243D8">
        <w:rPr>
          <w:rFonts w:hint="cs"/>
          <w:rtl/>
          <w:lang w:bidi="fa-IR"/>
        </w:rPr>
        <w:t>یُ</w:t>
      </w:r>
      <w:r w:rsidR="00E243D8" w:rsidRPr="00E243D8">
        <w:rPr>
          <w:rFonts w:hint="eastAsia"/>
          <w:rtl/>
          <w:lang w:bidi="fa-IR"/>
        </w:rPr>
        <w:t>ذْهِبْنَ</w:t>
      </w:r>
      <w:r w:rsidR="00E243D8" w:rsidRPr="00E243D8">
        <w:rPr>
          <w:rtl/>
          <w:lang w:bidi="fa-IR"/>
        </w:rPr>
        <w:t xml:space="preserve"> عَنْ قَلب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الحَزَنَالماءُ وَ الخَضْ_راءُ و الوَجْهُ الحَسَنُ؛</w:t>
      </w:r>
      <w:r w:rsidR="00E243D8" w:rsidRPr="00605410">
        <w:rPr>
          <w:rStyle w:val="libFootnotenumChar"/>
          <w:rtl/>
        </w:rPr>
        <w:t>(1)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سه</w:t>
      </w:r>
      <w:r w:rsidRPr="00E243D8">
        <w:rPr>
          <w:rtl/>
          <w:lang w:bidi="fa-IR"/>
        </w:rPr>
        <w:t xml:space="preserve">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حزن و اندوه را از دل من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زدا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 آب و سبزه زار و صورت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کو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رون</w:t>
      </w:r>
      <w:r w:rsidRPr="00E243D8">
        <w:rPr>
          <w:rtl/>
          <w:lang w:bidi="fa-IR"/>
        </w:rPr>
        <w:t xml:space="preserve"> آمدن از خانه و کاشانه و از شهر و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ار،</w:t>
      </w:r>
      <w:r w:rsidRPr="00E243D8">
        <w:rPr>
          <w:rtl/>
          <w:lang w:bidi="fa-IR"/>
        </w:rPr>
        <w:t xml:space="preserve"> در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خارج شدن از پوسته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مدت ها در آن محبوس بوده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اگر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گردش ها همراه با تفرج صنع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باشد و ما را با نعمت ها و آثار رحمت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آفر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نش</w:t>
      </w:r>
      <w:r w:rsidRPr="00E243D8">
        <w:rPr>
          <w:rtl/>
          <w:lang w:bidi="fa-IR"/>
        </w:rPr>
        <w:t xml:space="preserve"> و خالق هست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شتر</w:t>
      </w:r>
      <w:r w:rsidRPr="00E243D8">
        <w:rPr>
          <w:rtl/>
          <w:lang w:bidi="fa-IR"/>
        </w:rPr>
        <w:t xml:space="preserve"> آشنا کند، که بهتر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بهره را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برده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خداوند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ژگ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در گردش ها مورد توجه قرار داده و همه راه به آن دعوت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605410" w:rsidP="00605410">
      <w:pPr>
        <w:pStyle w:val="libNormal"/>
        <w:rPr>
          <w:rtl/>
          <w:lang w:bidi="fa-IR"/>
        </w:rPr>
      </w:pPr>
      <w:r w:rsidRPr="00605410">
        <w:rPr>
          <w:rStyle w:val="libAlaemChar"/>
          <w:rFonts w:hint="cs"/>
          <w:rtl/>
        </w:rPr>
        <w:t>(</w:t>
      </w:r>
      <w:r w:rsidR="00E243D8" w:rsidRPr="00605410">
        <w:rPr>
          <w:rStyle w:val="libAieChar"/>
          <w:rFonts w:hint="eastAsia"/>
          <w:rtl/>
        </w:rPr>
        <w:t>قُلْ</w:t>
      </w:r>
      <w:r w:rsidR="00E243D8" w:rsidRPr="00605410">
        <w:rPr>
          <w:rStyle w:val="libAieChar"/>
          <w:rtl/>
        </w:rPr>
        <w:t xml:space="preserve"> س</w:t>
      </w:r>
      <w:r w:rsidR="00E243D8" w:rsidRPr="00605410">
        <w:rPr>
          <w:rStyle w:val="libAieChar"/>
          <w:rFonts w:hint="cs"/>
          <w:rtl/>
        </w:rPr>
        <w:t>ی</w:t>
      </w:r>
      <w:r w:rsidR="00E243D8" w:rsidRPr="00605410">
        <w:rPr>
          <w:rStyle w:val="libAieChar"/>
          <w:rFonts w:hint="eastAsia"/>
          <w:rtl/>
        </w:rPr>
        <w:t>رُوا</w:t>
      </w:r>
      <w:r w:rsidR="00E243D8" w:rsidRPr="00605410">
        <w:rPr>
          <w:rStyle w:val="libAieChar"/>
          <w:rtl/>
        </w:rPr>
        <w:t xml:space="preserve"> فِ</w:t>
      </w:r>
      <w:r w:rsidR="00E243D8" w:rsidRPr="00605410">
        <w:rPr>
          <w:rStyle w:val="libAieChar"/>
          <w:rFonts w:hint="cs"/>
          <w:rtl/>
        </w:rPr>
        <w:t>ی</w:t>
      </w:r>
      <w:r w:rsidR="00E243D8" w:rsidRPr="00605410">
        <w:rPr>
          <w:rStyle w:val="libAieChar"/>
          <w:rtl/>
        </w:rPr>
        <w:t xml:space="preserve"> الاَرضِ فَانْظُرُوا کَ</w:t>
      </w:r>
      <w:r w:rsidR="00E243D8" w:rsidRPr="00605410">
        <w:rPr>
          <w:rStyle w:val="libAieChar"/>
          <w:rFonts w:hint="cs"/>
          <w:rtl/>
        </w:rPr>
        <w:t>یْ</w:t>
      </w:r>
      <w:r w:rsidR="00E243D8" w:rsidRPr="00605410">
        <w:rPr>
          <w:rStyle w:val="libAieChar"/>
          <w:rFonts w:hint="eastAsia"/>
          <w:rtl/>
        </w:rPr>
        <w:t>فَ</w:t>
      </w:r>
      <w:r w:rsidR="00E243D8" w:rsidRPr="00605410">
        <w:rPr>
          <w:rStyle w:val="libAieChar"/>
          <w:rtl/>
        </w:rPr>
        <w:t xml:space="preserve"> بَدَاَ الخَلْقَ ثُمَّ اللهُ </w:t>
      </w:r>
      <w:r w:rsidR="00E243D8" w:rsidRPr="00605410">
        <w:rPr>
          <w:rStyle w:val="libAieChar"/>
          <w:rFonts w:hint="cs"/>
          <w:rtl/>
        </w:rPr>
        <w:t>یُ</w:t>
      </w:r>
      <w:r w:rsidR="00E243D8" w:rsidRPr="00605410">
        <w:rPr>
          <w:rStyle w:val="libAieChar"/>
          <w:rFonts w:hint="eastAsia"/>
          <w:rtl/>
        </w:rPr>
        <w:t>نْشِ</w:t>
      </w:r>
      <w:r w:rsidR="00E243D8" w:rsidRPr="00605410">
        <w:rPr>
          <w:rStyle w:val="libAieChar"/>
          <w:rtl/>
        </w:rPr>
        <w:t>_</w:t>
      </w:r>
      <w:r w:rsidR="00E243D8" w:rsidRPr="00605410">
        <w:rPr>
          <w:rStyle w:val="libAieChar"/>
          <w:rFonts w:hint="cs"/>
          <w:rtl/>
        </w:rPr>
        <w:t>ی</w:t>
      </w:r>
      <w:r w:rsidR="00E243D8" w:rsidRPr="00605410">
        <w:rPr>
          <w:rStyle w:val="libAieChar"/>
          <w:rFonts w:hint="eastAsia"/>
          <w:rtl/>
        </w:rPr>
        <w:t>ءُ</w:t>
      </w:r>
      <w:r w:rsidR="00E243D8" w:rsidRPr="00605410">
        <w:rPr>
          <w:rStyle w:val="libAieChar"/>
          <w:rtl/>
        </w:rPr>
        <w:t xml:space="preserve"> النَّشْ_أَهَ الآخِرَهَ</w:t>
      </w:r>
      <w:r w:rsidRPr="00605410">
        <w:rPr>
          <w:rStyle w:val="libAlaemChar"/>
          <w:rFonts w:hint="cs"/>
          <w:rtl/>
        </w:rPr>
        <w:t>)</w:t>
      </w:r>
      <w:r w:rsidR="00E243D8" w:rsidRPr="00605410">
        <w:rPr>
          <w:rStyle w:val="libFootnotenumChar"/>
          <w:rtl/>
        </w:rPr>
        <w:t>(2)</w:t>
      </w:r>
      <w:r w:rsidR="00E243D8" w:rsidRPr="00E243D8">
        <w:rPr>
          <w:rtl/>
          <w:lang w:bidi="fa-IR"/>
        </w:rPr>
        <w:t xml:space="preserve"> بگو: در زم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بگرد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و بنگر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که خداوند چگونه آفر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نش</w:t>
      </w:r>
      <w:r w:rsidR="00E243D8" w:rsidRPr="00E243D8">
        <w:rPr>
          <w:rtl/>
          <w:lang w:bidi="fa-IR"/>
        </w:rPr>
        <w:t xml:space="preserve"> را آغاز کرده است. سپس باز خداست که نشأه آخرت را پد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آورد.</w:t>
      </w:r>
      <w:r w:rsidR="00E243D8" w:rsidRPr="00E243D8">
        <w:rPr>
          <w:rFonts w:hint="eastAsia"/>
          <w:rtl/>
          <w:lang w:bidi="fa-IR"/>
        </w:rPr>
        <w:t>خداوند</w:t>
      </w:r>
      <w:r w:rsidR="00E243D8" w:rsidRPr="00E243D8">
        <w:rPr>
          <w:rtl/>
          <w:lang w:bidi="fa-IR"/>
        </w:rPr>
        <w:t xml:space="preserve"> در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</w:t>
      </w:r>
      <w:r w:rsidR="00E243D8" w:rsidRPr="00E243D8">
        <w:rPr>
          <w:rtl/>
          <w:lang w:bidi="fa-IR"/>
        </w:rPr>
        <w:t xml:space="preserve"> و گردش، مبدأ و معاد را به ما نشان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دهد. بنابرا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ن،</w:t>
      </w:r>
      <w:r w:rsidR="00E243D8" w:rsidRPr="00E243D8">
        <w:rPr>
          <w:rtl/>
          <w:lang w:bidi="fa-IR"/>
        </w:rPr>
        <w:t xml:space="preserve">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ک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از برکات گردش در طب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عت</w:t>
      </w:r>
      <w:r w:rsidR="00E243D8" w:rsidRPr="00E243D8">
        <w:rPr>
          <w:rtl/>
          <w:lang w:bidi="fa-IR"/>
        </w:rPr>
        <w:t xml:space="preserve">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است که به شناخت مبدأ و معاد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انجامد و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برتر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و بالاتر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انسان با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در زندگ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در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آن باشد.</w:t>
      </w:r>
    </w:p>
    <w:p w:rsidR="00E243D8" w:rsidRPr="00E243D8" w:rsidRDefault="00E243D8" w:rsidP="00605410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و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ما خود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گردش ها بهره مند بوده اند. از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شده است که رسول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روز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در خان</w:t>
      </w:r>
      <w:r w:rsidRPr="00E243D8">
        <w:rPr>
          <w:rFonts w:hint="cs"/>
          <w:rtl/>
        </w:rPr>
        <w:t>ۀ</w:t>
      </w:r>
      <w:r w:rsidRPr="00E243D8">
        <w:rPr>
          <w:rtl/>
          <w:lang w:bidi="fa-IR"/>
        </w:rPr>
        <w:t xml:space="preserve"> فاطمه</w:t>
      </w:r>
      <w:r w:rsidR="00605410" w:rsidRPr="00605410">
        <w:rPr>
          <w:rFonts w:ascii="Traditional Arabic" w:eastAsiaTheme="minorHAnsi" w:hAnsi="Traditional Arabic" w:cs="Traditional Arabic"/>
          <w:rtl/>
        </w:rPr>
        <w:t xml:space="preserve"> </w:t>
      </w:r>
      <w:r w:rsidR="00605410" w:rsidRPr="00605410">
        <w:rPr>
          <w:rStyle w:val="libAlaemChar"/>
          <w:rFonts w:eastAsiaTheme="minorHAnsi"/>
          <w:rtl/>
        </w:rPr>
        <w:t>عليها‌السلام</w:t>
      </w:r>
      <w:r w:rsidRPr="00E243D8">
        <w:rPr>
          <w:rtl/>
          <w:lang w:bidi="fa-IR"/>
        </w:rPr>
        <w:t xml:space="preserve"> آمدند.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شان</w:t>
      </w:r>
      <w:r w:rsidRPr="00E243D8">
        <w:rPr>
          <w:rtl/>
          <w:lang w:bidi="fa-IR"/>
        </w:rPr>
        <w:t xml:space="preserve"> را بر الاغ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سوار کردند و به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حسن و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 xml:space="preserve">هم فرمودند: به همراه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از شهر مد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نه</w:t>
      </w:r>
      <w:r w:rsidRPr="00E243D8">
        <w:rPr>
          <w:rtl/>
          <w:lang w:bidi="fa-IR"/>
        </w:rPr>
        <w:t xml:space="preserve"> خارج شو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</w:t>
      </w:r>
    </w:p>
    <w:p w:rsidR="00E243D8" w:rsidRPr="00E243D8" w:rsidRDefault="00605410" w:rsidP="0060541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E243D8" w:rsidRPr="00E243D8" w:rsidRDefault="00E243D8" w:rsidP="00605410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المحاسن، ج 2، ص 622.</w:t>
      </w:r>
    </w:p>
    <w:p w:rsidR="00D2138A" w:rsidRDefault="00E243D8" w:rsidP="00605410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سور</w:t>
      </w:r>
      <w:r w:rsidRPr="00E243D8">
        <w:rPr>
          <w:rFonts w:hint="cs"/>
          <w:rtl/>
        </w:rPr>
        <w:t>ۀ</w:t>
      </w:r>
      <w:r w:rsidRPr="00E243D8">
        <w:rPr>
          <w:rtl/>
        </w:rPr>
        <w:t xml:space="preserve"> عنکبوت، آ</w:t>
      </w:r>
      <w:r w:rsidRPr="00E243D8">
        <w:rPr>
          <w:rFonts w:hint="cs"/>
          <w:rtl/>
        </w:rPr>
        <w:t>یۀ</w:t>
      </w:r>
      <w:r w:rsidRPr="00E243D8">
        <w:rPr>
          <w:rtl/>
          <w:lang w:bidi="fa-IR"/>
        </w:rPr>
        <w:t xml:space="preserve"> 20.</w:t>
      </w:r>
    </w:p>
    <w:p w:rsidR="00E243D8" w:rsidRPr="00E243D8" w:rsidRDefault="00D2138A" w:rsidP="00D2138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هنگام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از 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وارها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شهر فاصله گرفتند، سر دو راه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رس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دند</w:t>
      </w:r>
      <w:r w:rsidR="00E243D8" w:rsidRPr="00E243D8">
        <w:rPr>
          <w:rtl/>
          <w:lang w:bidi="fa-IR"/>
        </w:rPr>
        <w:t xml:space="preserve">. رسول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="00E243D8" w:rsidRPr="00E243D8">
        <w:rPr>
          <w:rtl/>
          <w:lang w:bidi="fa-IR"/>
        </w:rPr>
        <w:t>دست راست را انتخاب کردند و رفتند تا به محل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رس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دند</w:t>
      </w:r>
      <w:r w:rsidR="00E243D8" w:rsidRPr="00E243D8">
        <w:rPr>
          <w:rtl/>
          <w:lang w:bidi="fa-IR"/>
        </w:rPr>
        <w:t xml:space="preserve"> که در آنجا درخت خرما</w:t>
      </w:r>
      <w:r w:rsidR="00E243D8" w:rsidRPr="00E243D8">
        <w:rPr>
          <w:rFonts w:hint="cs"/>
          <w:rtl/>
          <w:lang w:bidi="fa-IR"/>
        </w:rPr>
        <w:t>یی</w:t>
      </w:r>
      <w:r w:rsidR="00E243D8" w:rsidRPr="00E243D8">
        <w:rPr>
          <w:rtl/>
          <w:lang w:bidi="fa-IR"/>
        </w:rPr>
        <w:t xml:space="preserve"> بود. حضرت گوسفند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خر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دند</w:t>
      </w:r>
      <w:r w:rsidR="00E243D8" w:rsidRPr="00E243D8">
        <w:rPr>
          <w:rtl/>
          <w:lang w:bidi="fa-IR"/>
        </w:rPr>
        <w:t xml:space="preserve"> که در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ک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از گوش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ش</w:t>
      </w:r>
      <w:r w:rsidR="00E243D8" w:rsidRPr="00E243D8">
        <w:rPr>
          <w:rtl/>
          <w:lang w:bidi="fa-IR"/>
        </w:rPr>
        <w:t xml:space="preserve"> نقطه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سف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داشت. دستور دادند آن را ذب</w:t>
      </w:r>
      <w:r w:rsidR="00E243D8" w:rsidRPr="00E243D8">
        <w:rPr>
          <w:rFonts w:hint="eastAsia"/>
          <w:rtl/>
          <w:lang w:bidi="fa-IR"/>
        </w:rPr>
        <w:t>ح</w:t>
      </w:r>
      <w:r w:rsidR="00E243D8" w:rsidRPr="00E243D8">
        <w:rPr>
          <w:rtl/>
          <w:lang w:bidi="fa-IR"/>
        </w:rPr>
        <w:t xml:space="preserve"> نمودند و پختند.</w:t>
      </w:r>
      <w:r w:rsidR="00E243D8" w:rsidRPr="002565A8">
        <w:rPr>
          <w:rStyle w:val="libFootnotenumChar"/>
          <w:rtl/>
        </w:rPr>
        <w:t>(1)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که چگونه رسول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تجد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روح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جاد</w:t>
      </w:r>
      <w:r w:rsidRPr="00E243D8">
        <w:rPr>
          <w:rtl/>
          <w:lang w:bidi="fa-IR"/>
        </w:rPr>
        <w:t xml:space="preserve"> نشاط، خانواده خود را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به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رون</w:t>
      </w:r>
      <w:r w:rsidRPr="00E243D8">
        <w:rPr>
          <w:rtl/>
          <w:lang w:bidi="fa-IR"/>
        </w:rPr>
        <w:t xml:space="preserve"> از شهر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آمده است که حضرت امام رضا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از اصحاب خود پرس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دند</w:t>
      </w:r>
      <w:r w:rsidRPr="00E243D8">
        <w:rPr>
          <w:rtl/>
          <w:lang w:bidi="fa-IR"/>
        </w:rPr>
        <w:t>: «اَ</w:t>
      </w:r>
      <w:r w:rsidRPr="00E243D8">
        <w:rPr>
          <w:rFonts w:hint="cs"/>
          <w:rtl/>
          <w:lang w:bidi="fa-IR"/>
        </w:rPr>
        <w:t>یُّ</w:t>
      </w:r>
      <w:r w:rsidRPr="00E243D8">
        <w:rPr>
          <w:rtl/>
          <w:lang w:bidi="fa-IR"/>
        </w:rPr>
        <w:t xml:space="preserve"> الإدامِ اَجْوَدُ؛ چه خورش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بهتر است؟»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گفت: گوشت.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گفت: روغن، بعض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گفتند: روغن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تون</w:t>
      </w:r>
      <w:r w:rsidRPr="00E243D8">
        <w:rPr>
          <w:rtl/>
          <w:lang w:bidi="fa-IR"/>
        </w:rPr>
        <w:t>. حضرت فرمود: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لا</w:t>
      </w:r>
      <w:r w:rsidRPr="00E243D8">
        <w:rPr>
          <w:rtl/>
          <w:lang w:bidi="fa-IR"/>
        </w:rPr>
        <w:t xml:space="preserve"> بَلِ المِلْحُ لَقَدْ خَرَجْنا اِل</w:t>
      </w:r>
      <w:r w:rsidRPr="00E243D8">
        <w:rPr>
          <w:rFonts w:hint="cs"/>
          <w:rtl/>
          <w:lang w:bidi="fa-IR"/>
        </w:rPr>
        <w:t>یَ</w:t>
      </w:r>
      <w:r w:rsidRPr="00E243D8">
        <w:rPr>
          <w:rtl/>
          <w:lang w:bidi="fa-IR"/>
        </w:rPr>
        <w:t xml:space="preserve"> نُزْهَهٍ لَنا فَنَسِ</w:t>
      </w:r>
      <w:r w:rsidRPr="00E243D8">
        <w:rPr>
          <w:rFonts w:hint="cs"/>
          <w:rtl/>
          <w:lang w:bidi="fa-IR"/>
        </w:rPr>
        <w:t>یَ</w:t>
      </w:r>
      <w:r w:rsidRPr="00E243D8">
        <w:rPr>
          <w:rtl/>
          <w:lang w:bidi="fa-IR"/>
        </w:rPr>
        <w:t xml:space="preserve"> الْغُلامُ المِلْحَ فَما انْتَفَعْنا بِشَ_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ءٍ</w:t>
      </w:r>
      <w:r w:rsidRPr="00E243D8">
        <w:rPr>
          <w:rtl/>
          <w:lang w:bidi="fa-IR"/>
        </w:rPr>
        <w:t xml:space="preserve"> حَتَّ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انْصَرَفْنا؛</w:t>
      </w:r>
      <w:r w:rsidRPr="002565A8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از آنچه گفته شد بهتر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خورش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ست،</w:t>
      </w:r>
      <w:r w:rsidRPr="00E243D8">
        <w:rPr>
          <w:rtl/>
          <w:lang w:bidi="fa-IR"/>
        </w:rPr>
        <w:t xml:space="preserve"> بلکه نمک بهتر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خورش است. روز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و گردش از شهر خارج شد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 غلام نمک را جا گذا</w:t>
      </w:r>
      <w:r w:rsidRPr="00E243D8">
        <w:rPr>
          <w:rFonts w:hint="eastAsia"/>
          <w:rtl/>
          <w:lang w:bidi="fa-IR"/>
        </w:rPr>
        <w:t>شت</w:t>
      </w:r>
      <w:r w:rsidRPr="00E243D8">
        <w:rPr>
          <w:rtl/>
          <w:lang w:bidi="fa-IR"/>
        </w:rPr>
        <w:t>.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رو از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چ</w:t>
      </w:r>
      <w:r w:rsidRPr="00E243D8">
        <w:rPr>
          <w:rtl/>
          <w:lang w:bidi="fa-IR"/>
        </w:rPr>
        <w:t xml:space="preserve"> خوردن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استفاده نکرد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تا برگشت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2565A8" w:rsidP="002565A8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18" w:name="_Toc67344801"/>
      <w:r w:rsidR="00E243D8" w:rsidRPr="00E243D8">
        <w:rPr>
          <w:rFonts w:hint="eastAsia"/>
          <w:rtl/>
          <w:lang w:bidi="fa-IR"/>
        </w:rPr>
        <w:lastRenderedPageBreak/>
        <w:t>شوخ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با همسر</w:t>
      </w:r>
      <w:bookmarkEnd w:id="118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از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حات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به آن توجه داشت و در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 xml:space="preserve"> متعدد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آن اشاره شده است، توجه به همسر و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با اوست. از رسول</w:t>
      </w:r>
    </w:p>
    <w:p w:rsidR="00E243D8" w:rsidRPr="00E243D8" w:rsidRDefault="002565A8" w:rsidP="002565A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E243D8" w:rsidRPr="00E243D8" w:rsidRDefault="00E243D8" w:rsidP="002565A8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تفس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قم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2، ص 355؛ جامع احاد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ث</w:t>
      </w:r>
      <w:r w:rsidRPr="00E243D8">
        <w:rPr>
          <w:rtl/>
          <w:lang w:bidi="fa-IR"/>
        </w:rPr>
        <w:t xml:space="preserve"> الش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عه،</w:t>
      </w:r>
      <w:r w:rsidRPr="00E243D8">
        <w:rPr>
          <w:rtl/>
          <w:lang w:bidi="fa-IR"/>
        </w:rPr>
        <w:t xml:space="preserve"> ج 22، ص 204.</w:t>
      </w:r>
    </w:p>
    <w:p w:rsidR="00E243D8" w:rsidRPr="00E243D8" w:rsidRDefault="00E243D8" w:rsidP="002565A8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مکارم الاخلاق، ص 189؛ المحاسن، ج 2، ص 592.</w:t>
      </w:r>
    </w:p>
    <w:p w:rsidR="00E243D8" w:rsidRPr="00E243D8" w:rsidRDefault="002565A8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خدا</w:t>
      </w:r>
      <w:r w:rsidR="00E243D8" w:rsidRPr="00E243D8">
        <w:rPr>
          <w:rtl/>
          <w:lang w:bidi="fa-IR"/>
        </w:rPr>
        <w:t xml:space="preserve">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="00E243D8" w:rsidRPr="00E243D8">
        <w:rPr>
          <w:rtl/>
          <w:lang w:bidi="fa-IR"/>
        </w:rPr>
        <w:t>چن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روا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tl/>
          <w:lang w:bidi="fa-IR"/>
        </w:rPr>
        <w:t xml:space="preserve"> شده است: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کُلُّ</w:t>
      </w:r>
      <w:r w:rsidRPr="00E243D8">
        <w:rPr>
          <w:rtl/>
          <w:lang w:bidi="fa-IR"/>
        </w:rPr>
        <w:t xml:space="preserve"> لَهوِ المُؤْمِنْ باطِلٌ اِلّا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ثَلاثٍ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تَأْد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بِ</w:t>
      </w:r>
      <w:r w:rsidRPr="00E243D8">
        <w:rPr>
          <w:rtl/>
          <w:lang w:bidi="fa-IR"/>
        </w:rPr>
        <w:t xml:space="preserve"> الْفَرَسِ وَ رَم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هِ</w:t>
      </w:r>
      <w:r w:rsidRPr="00E243D8">
        <w:rPr>
          <w:rtl/>
          <w:lang w:bidi="fa-IR"/>
        </w:rPr>
        <w:t xml:space="preserve"> عَنْ قَوْسِهِ وَ مُلاعَبَهِ امْرَأَتِهِ فَانَّهُنَّ حَقٌّ؛</w:t>
      </w:r>
      <w:r w:rsidRPr="001E2BB7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هرگونه لهو و باز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مؤمن نابه جاست، مگر در سه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>: در ترب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کردن اسب، و مسابقات 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انداز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 با همسر که 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ها درست و به جاست.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از امام باقر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نقل شده است: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لَهوُ</w:t>
      </w:r>
      <w:r w:rsidRPr="00E243D8">
        <w:rPr>
          <w:rtl/>
          <w:lang w:bidi="fa-IR"/>
        </w:rPr>
        <w:t xml:space="preserve"> المُؤْمِنِ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ثَلاثَهِ اَشْ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اءَ</w:t>
      </w:r>
      <w:r w:rsidRPr="00E243D8">
        <w:rPr>
          <w:rtl/>
          <w:lang w:bidi="fa-IR"/>
        </w:rPr>
        <w:t xml:space="preserve"> التَّمتُّعِ بِالنِّساءِ َو مُفاکَهَهِ الْإِخوانِ وَ الصَّلاهِ باللَّ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لِ؛</w:t>
      </w:r>
      <w:r w:rsidRPr="001E2BB7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سرگرم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اهل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در سه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است: لذت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کام جو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از همسر، مزاح و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 برادران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نمازگزاردن در شب.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امام</w:t>
      </w:r>
      <w:r w:rsidRPr="00E243D8">
        <w:rPr>
          <w:rtl/>
          <w:lang w:bidi="fa-IR"/>
        </w:rPr>
        <w:t xml:space="preserve">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 xml:space="preserve">هم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حات</w:t>
      </w:r>
      <w:r w:rsidRPr="00E243D8">
        <w:rPr>
          <w:rtl/>
          <w:lang w:bidi="fa-IR"/>
        </w:rPr>
        <w:t xml:space="preserve"> سالم و لذت بخش را زناشو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و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 با همسر برشمرده اند: «مُلاعَبَهُ الرَّجُلِ اَهْلَهُ».</w:t>
      </w:r>
      <w:r w:rsidRPr="00994EF4">
        <w:rPr>
          <w:rStyle w:val="libFootnotenumChar"/>
          <w:rtl/>
        </w:rPr>
        <w:t>(3)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994EF4" w:rsidP="00994EF4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19" w:name="_Toc67344802"/>
      <w:r w:rsidR="00E243D8" w:rsidRPr="00E243D8">
        <w:rPr>
          <w:rFonts w:hint="eastAsia"/>
          <w:rtl/>
          <w:lang w:bidi="fa-IR"/>
        </w:rPr>
        <w:lastRenderedPageBreak/>
        <w:t>باز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با کودکان</w:t>
      </w:r>
      <w:bookmarkEnd w:id="119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از</w:t>
      </w:r>
      <w:r w:rsidRPr="00E243D8">
        <w:rPr>
          <w:rtl/>
          <w:lang w:bidi="fa-IR"/>
        </w:rPr>
        <w:t xml:space="preserve"> جمله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حات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هم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خود انسان مف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مسرت بخش است و هم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کودکان، باز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 با آن هاست.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باز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 کودک علاوه بر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اسباب نشاط و خوشحال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او را فراهم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کند، موجب انس و الفت خانواده است. به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معنا که کودک با پدر و مادر احساس صم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صم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در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نده</w:t>
      </w:r>
      <w:r w:rsidRPr="00E243D8">
        <w:rPr>
          <w:rtl/>
          <w:lang w:bidi="fa-IR"/>
        </w:rPr>
        <w:t xml:space="preserve"> او نقش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مؤثر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خواهد داشت. از سو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باز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ضرور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اول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cs"/>
          <w:rtl/>
        </w:rPr>
        <w:t>ۀ</w:t>
      </w:r>
    </w:p>
    <w:p w:rsidR="00E243D8" w:rsidRPr="00E243D8" w:rsidRDefault="00994EF4" w:rsidP="00994EF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</w:t>
      </w:r>
    </w:p>
    <w:p w:rsidR="00E243D8" w:rsidRPr="00E243D8" w:rsidRDefault="00E243D8" w:rsidP="00994EF4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5، ص 50؛ وسائل الش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عه،</w:t>
      </w:r>
      <w:r w:rsidRPr="00E243D8">
        <w:rPr>
          <w:rtl/>
          <w:lang w:bidi="fa-IR"/>
        </w:rPr>
        <w:t xml:space="preserve"> ج 11، ص 493.</w:t>
      </w:r>
    </w:p>
    <w:p w:rsidR="00E243D8" w:rsidRPr="00E243D8" w:rsidRDefault="00E243D8" w:rsidP="00994EF4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الخصال، ج 1، ص 161؛ روضه الواعظ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ج 2، ص 373.</w:t>
      </w:r>
    </w:p>
    <w:p w:rsidR="00E243D8" w:rsidRPr="00E243D8" w:rsidRDefault="00E243D8" w:rsidP="00994EF4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3- 3. معان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الاخبار، ص 300؛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5، ص 49، ج 10.</w:t>
      </w:r>
    </w:p>
    <w:p w:rsidR="00E243D8" w:rsidRPr="00E243D8" w:rsidRDefault="00994EF4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کودکان</w:t>
      </w:r>
      <w:r w:rsidR="00E243D8" w:rsidRPr="00E243D8">
        <w:rPr>
          <w:rtl/>
          <w:lang w:bidi="fa-IR"/>
        </w:rPr>
        <w:t xml:space="preserve"> است. اگر خود ما زم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Fonts w:hint="cs"/>
          <w:rtl/>
        </w:rPr>
        <w:t>ۀ</w:t>
      </w:r>
      <w:r w:rsidR="00E243D8" w:rsidRPr="00E243D8">
        <w:rPr>
          <w:rtl/>
          <w:lang w:bidi="fa-IR"/>
        </w:rPr>
        <w:t xml:space="preserve"> باز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او را فراهم کن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</w:t>
      </w:r>
      <w:r w:rsidR="00E243D8" w:rsidRPr="00E243D8">
        <w:rPr>
          <w:rtl/>
          <w:lang w:bidi="fa-IR"/>
        </w:rPr>
        <w:t xml:space="preserve"> و در ح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باز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احساسات پدرانه و مادرانه را اظهار کن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</w:t>
      </w:r>
      <w:r w:rsidR="00E243D8" w:rsidRPr="00E243D8">
        <w:rPr>
          <w:rtl/>
          <w:lang w:bidi="fa-IR"/>
        </w:rPr>
        <w:t xml:space="preserve"> و مهر و محبت را نثارش کن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م،</w:t>
      </w:r>
      <w:r w:rsidR="00E243D8" w:rsidRPr="00E243D8">
        <w:rPr>
          <w:rtl/>
          <w:lang w:bidi="fa-IR"/>
        </w:rPr>
        <w:t xml:space="preserve"> هم از جهت باز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ارضاء خواهد شد و از جهت عاطف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و احساس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بهره مند خواهد شد.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مرحوم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الله بهاءالد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فرمودند: کودکان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اند.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نشاط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خانواده را فراهم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سازند.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روست که خانواده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در آن فرزند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فروغ است و نشاط کمتر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آن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افت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باز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 کودک علاوه بر آثار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مف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ذکر شد، زم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نه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تواضع و فروتن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در انسان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جاد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 گاه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انسان در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مقام و موقع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سن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اجتماع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در شأن خود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داند که با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کودک همباز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 و خودش را در جا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گاه</w:t>
      </w:r>
      <w:r w:rsidRPr="00E243D8">
        <w:rPr>
          <w:rtl/>
          <w:lang w:bidi="fa-IR"/>
        </w:rPr>
        <w:t xml:space="preserve"> کودکان قرار دهد.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احساس خودبز</w:t>
      </w:r>
      <w:r w:rsidRPr="00E243D8">
        <w:rPr>
          <w:rFonts w:hint="eastAsia"/>
          <w:rtl/>
          <w:lang w:bidi="fa-IR"/>
        </w:rPr>
        <w:t>رگ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مقام و موقع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خاص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با باز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 کودکان از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برود و تواضع و فروتن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 را بگ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رد</w:t>
      </w:r>
      <w:r w:rsidRPr="00E243D8">
        <w:rPr>
          <w:rtl/>
          <w:lang w:bidi="fa-IR"/>
        </w:rPr>
        <w:t>.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موهبت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آموزها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ماست.</w:t>
      </w:r>
    </w:p>
    <w:p w:rsidR="00994EF4" w:rsidRPr="00E243D8" w:rsidRDefault="00994EF4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شخص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اکرم که سر سلسله کائنات و گل سر سبد هست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اول شخص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عالم است، خودش با کودکان باز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 و اسباب خرسند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آنان را فراهم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ساخت. جابربن عبدالله انصار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994EF4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دَخَلْتُ</w:t>
      </w:r>
      <w:r w:rsidRPr="00E243D8">
        <w:rPr>
          <w:rtl/>
          <w:lang w:bidi="fa-IR"/>
        </w:rPr>
        <w:t xml:space="preserve">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النّب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الحَسَنُ وَ الحُسَ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نُ</w:t>
      </w:r>
      <w:r w:rsidRPr="00E243D8">
        <w:rPr>
          <w:rtl/>
          <w:lang w:bidi="fa-IR"/>
        </w:rPr>
        <w:t xml:space="preserve">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ظَهْرِهِ وَ هُوَ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جْثُو</w:t>
      </w:r>
      <w:r w:rsidRPr="00E243D8">
        <w:rPr>
          <w:rtl/>
          <w:lang w:bidi="fa-IR"/>
        </w:rPr>
        <w:t xml:space="preserve"> بِهِما وَ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قُولُ</w:t>
      </w:r>
      <w:r w:rsidRPr="00E243D8">
        <w:rPr>
          <w:rtl/>
          <w:lang w:bidi="fa-IR"/>
        </w:rPr>
        <w:t xml:space="preserve"> نِعْمَ الجَمَلُ جَمَلَکُما وَ نِعْمَ الْعَدْلانِ اَنْتُما؛</w:t>
      </w:r>
      <w:r w:rsidRPr="00994EF4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به محضر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دم،</w:t>
      </w:r>
      <w:r w:rsidRPr="00E243D8">
        <w:rPr>
          <w:rtl/>
          <w:lang w:bidi="fa-IR"/>
        </w:rPr>
        <w:t xml:space="preserve"> در حال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حسن و </w:t>
      </w:r>
      <w:r w:rsidRPr="00E243D8">
        <w:rPr>
          <w:rtl/>
          <w:lang w:bidi="fa-IR"/>
        </w:rPr>
        <w:lastRenderedPageBreak/>
        <w:t>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سوار بر پشت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بودند و حضرت</w:t>
      </w:r>
      <w:r w:rsidR="00994EF4">
        <w:rPr>
          <w:rFonts w:hint="cs"/>
          <w:rtl/>
          <w:lang w:bidi="fa-IR"/>
        </w:rPr>
        <w:t xml:space="preserve"> _____________________________</w:t>
      </w:r>
    </w:p>
    <w:p w:rsidR="00E243D8" w:rsidRPr="00E243D8" w:rsidRDefault="00E243D8" w:rsidP="00994EF4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مناقب آل 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طالب، ج 2، ص 387؛ بحارالانوار، ج 43، ص 285.</w:t>
      </w:r>
    </w:p>
    <w:p w:rsidR="00E243D8" w:rsidRPr="00E243D8" w:rsidRDefault="00994EF4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پشت</w:t>
      </w:r>
      <w:r w:rsidR="00E243D8" w:rsidRPr="00E243D8">
        <w:rPr>
          <w:rtl/>
          <w:lang w:bidi="fa-IR"/>
        </w:rPr>
        <w:t xml:space="preserve"> خود را برا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آن دو خم کرده بود و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فرمود: بهتر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شتر، شتر شماست و بهتر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سوار، شمار هست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عبدالله</w:t>
      </w:r>
      <w:r w:rsidRPr="00E243D8">
        <w:rPr>
          <w:rtl/>
          <w:lang w:bidi="fa-IR"/>
        </w:rPr>
        <w:t xml:space="preserve"> بن مسعود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 رو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رسول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حسن و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عل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هما</w:t>
      </w:r>
      <w:r w:rsidRPr="00E243D8">
        <w:rPr>
          <w:rtl/>
          <w:lang w:bidi="fa-IR"/>
        </w:rPr>
        <w:t xml:space="preserve"> السلام را بر پشت خو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سوار کرده و به راه افتادند و 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نِعْمَ</w:t>
      </w:r>
      <w:r w:rsidRPr="00E243D8">
        <w:rPr>
          <w:rtl/>
          <w:lang w:bidi="fa-IR"/>
        </w:rPr>
        <w:t xml:space="preserve"> المَط</w:t>
      </w:r>
      <w:r w:rsidRPr="00E243D8">
        <w:rPr>
          <w:rFonts w:hint="cs"/>
          <w:rtl/>
          <w:lang w:bidi="fa-IR"/>
        </w:rPr>
        <w:t>یُّ</w:t>
      </w:r>
      <w:r w:rsidRPr="00E243D8">
        <w:rPr>
          <w:rtl/>
          <w:lang w:bidi="fa-IR"/>
        </w:rPr>
        <w:t xml:space="preserve"> مَط</w:t>
      </w:r>
      <w:r w:rsidRPr="00E243D8">
        <w:rPr>
          <w:rFonts w:hint="cs"/>
          <w:rtl/>
          <w:lang w:bidi="fa-IR"/>
        </w:rPr>
        <w:t>یُّ</w:t>
      </w:r>
      <w:r w:rsidRPr="00E243D8">
        <w:rPr>
          <w:rFonts w:hint="eastAsia"/>
          <w:rtl/>
          <w:lang w:bidi="fa-IR"/>
        </w:rPr>
        <w:t>کُما</w:t>
      </w:r>
      <w:r w:rsidRPr="00E243D8">
        <w:rPr>
          <w:rtl/>
          <w:lang w:bidi="fa-IR"/>
        </w:rPr>
        <w:t xml:space="preserve"> وَ نِعْمَ الرّاکبانِ اَنْتُما وَ اَبُوکُما خَ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رٌ</w:t>
      </w:r>
      <w:r w:rsidRPr="00E243D8">
        <w:rPr>
          <w:rtl/>
          <w:lang w:bidi="fa-IR"/>
        </w:rPr>
        <w:t xml:space="preserve"> مِنْکُما؛</w:t>
      </w:r>
      <w:r w:rsidRPr="00994EF4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بهتر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مرکب، مرکب شماست و بهتر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سوار شما دو نفر هست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اما پدرتان از شما دو نفر برتر و بالاتر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994EF4" w:rsidP="00994EF4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20" w:name="_Toc67344803"/>
      <w:r w:rsidR="00E243D8" w:rsidRPr="00E243D8">
        <w:rPr>
          <w:rFonts w:hint="eastAsia"/>
          <w:rtl/>
          <w:lang w:bidi="fa-IR"/>
        </w:rPr>
        <w:lastRenderedPageBreak/>
        <w:t>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دار</w:t>
      </w:r>
      <w:r w:rsidR="00E243D8" w:rsidRPr="00E243D8">
        <w:rPr>
          <w:rtl/>
          <w:lang w:bidi="fa-IR"/>
        </w:rPr>
        <w:t xml:space="preserve"> دوستان</w:t>
      </w:r>
      <w:bookmarkEnd w:id="120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حات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نشاط بخش است و خستگ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از جان انسان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کند،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</w:t>
      </w:r>
      <w:r w:rsidRPr="00E243D8">
        <w:rPr>
          <w:rtl/>
          <w:lang w:bidi="fa-IR"/>
        </w:rPr>
        <w:t xml:space="preserve"> و گفت و گو با برادران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دوستان است. انسان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فشار کار و تلاش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او ملامت آور شده و خستگ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 جانش نشسته است، هنگام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به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</w:t>
      </w:r>
      <w:r w:rsidRPr="00E243D8">
        <w:rPr>
          <w:rtl/>
          <w:lang w:bidi="fa-IR"/>
        </w:rPr>
        <w:t xml:space="preserve"> دوستانش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رود و با آنان گپ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زند و گفت و گو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کند، خستگ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تنش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وجد و نشاط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او حاصل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 خود نفس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</w:t>
      </w:r>
      <w:r w:rsidRPr="00E243D8">
        <w:rPr>
          <w:rtl/>
          <w:lang w:bidi="fa-IR"/>
        </w:rPr>
        <w:t xml:space="preserve"> دوستان و گعده دوستانه نشاط بخش است. البته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حدود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مراعات نمود و مراقب بود که فضا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گناه بر مجلس حاکم نشود.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اسباب فرح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اهل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است؛ چنان ک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به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خطاب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عَل</w:t>
      </w:r>
      <w:r w:rsidRPr="00E243D8">
        <w:rPr>
          <w:rFonts w:hint="cs"/>
          <w:rtl/>
          <w:lang w:bidi="fa-IR"/>
        </w:rPr>
        <w:t>یّ</w:t>
      </w:r>
      <w:r w:rsidRPr="00E243D8">
        <w:rPr>
          <w:rtl/>
          <w:lang w:bidi="fa-IR"/>
        </w:rPr>
        <w:t xml:space="preserve"> ثَلاثٌ فَرَحاتٌ لِلْمُؤمِنِ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الدُّن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لِقاءُ الْإِخوانِ وَ تَفْط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رُ</w:t>
      </w:r>
      <w:r w:rsidRPr="00E243D8">
        <w:rPr>
          <w:rtl/>
          <w:lang w:bidi="fa-IR"/>
        </w:rPr>
        <w:t xml:space="preserve"> الصّائِمِ وَ التَّهَجُّدِ مِنْ آخِرِ الَّل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لِ؛</w:t>
      </w:r>
      <w:r w:rsidRPr="00994EF4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عل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اهل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سه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موجب</w:t>
      </w:r>
    </w:p>
    <w:p w:rsidR="00994EF4" w:rsidRPr="00E243D8" w:rsidRDefault="00994EF4" w:rsidP="00994EF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E243D8" w:rsidRPr="00E243D8" w:rsidRDefault="00E243D8" w:rsidP="00994EF4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شواهد التنز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ل،</w:t>
      </w:r>
      <w:r w:rsidRPr="00E243D8">
        <w:rPr>
          <w:rtl/>
          <w:lang w:bidi="fa-IR"/>
        </w:rPr>
        <w:t xml:space="preserve"> ج 1، ص 455؛ بحارالانوار، ج 43، ص 286.</w:t>
      </w:r>
    </w:p>
    <w:p w:rsidR="00E243D8" w:rsidRPr="00E243D8" w:rsidRDefault="00E243D8" w:rsidP="00994EF4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من 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حضره</w:t>
      </w:r>
      <w:r w:rsidRPr="00E243D8">
        <w:rPr>
          <w:rtl/>
          <w:lang w:bidi="fa-IR"/>
        </w:rPr>
        <w:t xml:space="preserve"> الفق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ج 4، ص 360؛ الخصال، ج 1، ص 125؛ بحارالانوار، ج 66، ص 371.</w:t>
      </w:r>
    </w:p>
    <w:p w:rsidR="00E243D8" w:rsidRPr="00E243D8" w:rsidRDefault="00994EF4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شادمان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در دن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است</w:t>
      </w:r>
      <w:r w:rsidR="00E243D8" w:rsidRPr="00E243D8">
        <w:rPr>
          <w:rtl/>
          <w:lang w:bidi="fa-IR"/>
        </w:rPr>
        <w:t>: 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دار</w:t>
      </w:r>
      <w:r w:rsidR="00E243D8" w:rsidRPr="00E243D8">
        <w:rPr>
          <w:rtl/>
          <w:lang w:bidi="fa-IR"/>
        </w:rPr>
        <w:t xml:space="preserve"> برادران 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،</w:t>
      </w:r>
      <w:r w:rsidR="00E243D8" w:rsidRPr="00E243D8">
        <w:rPr>
          <w:rtl/>
          <w:lang w:bidi="fa-IR"/>
        </w:rPr>
        <w:t xml:space="preserve"> افطار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دادن به روزه دار و تهجد و شب زنده دار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در ساعات آخر شب.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</w:t>
      </w:r>
      <w:r w:rsidRPr="00E243D8">
        <w:rPr>
          <w:rtl/>
          <w:lang w:bidi="fa-IR"/>
        </w:rPr>
        <w:t xml:space="preserve"> برادران و دوستان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عوامل نشاط برشمرده شده است. امام موس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بن جعفر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مُلاقاتُ</w:t>
      </w:r>
      <w:r w:rsidRPr="00E243D8">
        <w:rPr>
          <w:rtl/>
          <w:lang w:bidi="fa-IR"/>
        </w:rPr>
        <w:t xml:space="preserve"> الإِخوانِ نُشْرَهٌ وَ تَلق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حٌ</w:t>
      </w:r>
      <w:r w:rsidRPr="00E243D8">
        <w:rPr>
          <w:rtl/>
          <w:lang w:bidi="fa-IR"/>
        </w:rPr>
        <w:t xml:space="preserve"> لِلْعَقْلِ وَ اِنْ کانَ نُزْراً قَل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لاً؛</w:t>
      </w:r>
      <w:r w:rsidRPr="00994EF4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</w:t>
      </w:r>
      <w:r w:rsidRPr="00E243D8">
        <w:rPr>
          <w:rtl/>
          <w:lang w:bidi="fa-IR"/>
        </w:rPr>
        <w:t xml:space="preserve"> برادران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نشاط آور و خرد زاست، هر چند کم باشد.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دارها</w:t>
      </w:r>
      <w:r w:rsidRPr="00E243D8">
        <w:rPr>
          <w:rtl/>
          <w:lang w:bidi="fa-IR"/>
        </w:rPr>
        <w:t xml:space="preserve"> اگر بر محور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و اخوت و برادر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باشد، علاوه بر آن که موجب نشاط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است، بر خرد انسان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افزا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د؛</w:t>
      </w:r>
      <w:r w:rsidRPr="00E243D8">
        <w:rPr>
          <w:rtl/>
          <w:lang w:bidi="fa-IR"/>
        </w:rPr>
        <w:t xml:space="preserve"> چون انسان با تبادل نظر و انتقال معلومات و اطلاعات به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گر،</w:t>
      </w:r>
      <w:r w:rsidRPr="00E243D8">
        <w:rPr>
          <w:rtl/>
          <w:lang w:bidi="fa-IR"/>
        </w:rPr>
        <w:t xml:space="preserve"> به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خرد جمع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دست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ابد</w:t>
      </w:r>
      <w:r w:rsidRPr="00E243D8">
        <w:rPr>
          <w:rtl/>
          <w:lang w:bidi="fa-IR"/>
        </w:rPr>
        <w:t>. در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علم و عقلش کمال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ابد</w:t>
      </w:r>
      <w:r w:rsidRPr="00E243D8">
        <w:rPr>
          <w:rtl/>
          <w:lang w:bidi="fa-IR"/>
        </w:rPr>
        <w:t xml:space="preserve"> و راه کمال را بهتر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شناسد و به آن رهنمون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994EF4" w:rsidP="00994EF4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21" w:name="_Toc67344804"/>
      <w:r w:rsidR="00E243D8" w:rsidRPr="00E243D8">
        <w:rPr>
          <w:rFonts w:hint="eastAsia"/>
          <w:rtl/>
          <w:lang w:bidi="fa-IR"/>
        </w:rPr>
        <w:lastRenderedPageBreak/>
        <w:t>گشاده</w:t>
      </w:r>
      <w:r w:rsidR="00E243D8" w:rsidRPr="00E243D8">
        <w:rPr>
          <w:rtl/>
          <w:lang w:bidi="fa-IR"/>
        </w:rPr>
        <w:t xml:space="preserve"> رو</w:t>
      </w:r>
      <w:r w:rsidR="00E243D8" w:rsidRPr="00E243D8">
        <w:rPr>
          <w:rFonts w:hint="cs"/>
          <w:rtl/>
          <w:lang w:bidi="fa-IR"/>
        </w:rPr>
        <w:t>یی</w:t>
      </w:r>
      <w:r w:rsidR="00E243D8" w:rsidRPr="00E243D8">
        <w:rPr>
          <w:rtl/>
          <w:lang w:bidi="fa-IR"/>
        </w:rPr>
        <w:t xml:space="preserve"> در 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ارت</w:t>
      </w:r>
      <w:bookmarkEnd w:id="121"/>
    </w:p>
    <w:p w:rsidR="00E243D8" w:rsidRPr="00E243D8" w:rsidRDefault="00E243D8" w:rsidP="00994EF4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انسان</w:t>
      </w:r>
      <w:r w:rsidRPr="00E243D8">
        <w:rPr>
          <w:rtl/>
          <w:lang w:bidi="fa-IR"/>
        </w:rPr>
        <w:t xml:space="preserve"> اگر به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ارت</w:t>
      </w:r>
      <w:r w:rsidRPr="00E243D8">
        <w:rPr>
          <w:rtl/>
          <w:lang w:bidi="fa-IR"/>
        </w:rPr>
        <w:t xml:space="preserve">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رود،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او را خشنود و خرسند و مسرور گرداند و از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</w:t>
      </w:r>
      <w:r w:rsidRPr="00E243D8">
        <w:rPr>
          <w:rtl/>
          <w:lang w:bidi="fa-IR"/>
        </w:rPr>
        <w:t xml:space="preserve"> او دلشاد شود.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با خوشرو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حاصل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شود، نه با اظهار غم و اندوه.</w:t>
      </w:r>
      <w:r w:rsidRPr="00E243D8">
        <w:rPr>
          <w:rFonts w:hint="eastAsia"/>
          <w:rtl/>
          <w:lang w:bidi="fa-IR"/>
        </w:rPr>
        <w:t>اگر</w:t>
      </w:r>
      <w:r w:rsidRPr="00E243D8">
        <w:rPr>
          <w:rtl/>
          <w:lang w:bidi="fa-IR"/>
        </w:rPr>
        <w:t xml:space="preserve"> با رو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درهم کش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و با حالت ناراحت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</w:t>
      </w:r>
      <w:r w:rsidRPr="00E243D8">
        <w:rPr>
          <w:rtl/>
          <w:lang w:bidi="fa-IR"/>
        </w:rPr>
        <w:t xml:space="preserve"> و دوست و محبوب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سرور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باشد، 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غم و اندوه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گردد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نه تنها اکرام دوست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ست،</w:t>
      </w:r>
      <w:r w:rsidRPr="00E243D8">
        <w:rPr>
          <w:rtl/>
          <w:lang w:bidi="fa-IR"/>
        </w:rPr>
        <w:t xml:space="preserve"> که آزار و اهانت به اوست.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فرمودند:</w:t>
      </w:r>
    </w:p>
    <w:p w:rsidR="00E243D8" w:rsidRPr="00E243D8" w:rsidRDefault="00994EF4" w:rsidP="00994EF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E243D8" w:rsidRPr="00E243D8" w:rsidRDefault="00E243D8" w:rsidP="00994EF4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الامال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للمف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ص 329؛ بحارالانوار، ج 71، ص 353.</w:t>
      </w:r>
    </w:p>
    <w:p w:rsidR="00E243D8" w:rsidRPr="00E243D8" w:rsidRDefault="00994EF4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لازِ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ارَهَ</w:t>
      </w:r>
      <w:r w:rsidR="00E243D8" w:rsidRPr="00E243D8">
        <w:rPr>
          <w:rtl/>
          <w:lang w:bidi="fa-IR"/>
        </w:rPr>
        <w:t xml:space="preserve"> مَعَ ذَعارَهٍ؛</w:t>
      </w:r>
      <w:r w:rsidR="00E243D8" w:rsidRPr="00994EF4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ارت</w:t>
      </w:r>
      <w:r w:rsidR="00E243D8" w:rsidRPr="00E243D8">
        <w:rPr>
          <w:rtl/>
          <w:lang w:bidi="fa-IR"/>
        </w:rPr>
        <w:t xml:space="preserve"> و 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دار</w:t>
      </w:r>
      <w:r w:rsidR="00E243D8" w:rsidRPr="00E243D8">
        <w:rPr>
          <w:rtl/>
          <w:lang w:bidi="fa-IR"/>
        </w:rPr>
        <w:t xml:space="preserve"> با بدخلق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ناسازگار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بر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اساس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با رو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گشاده و سرور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دوستان و خو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شان</w:t>
      </w:r>
      <w:r w:rsidRPr="00E243D8">
        <w:rPr>
          <w:rtl/>
          <w:lang w:bidi="fa-IR"/>
        </w:rPr>
        <w:t xml:space="preserve"> خود را ملاقات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تا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مسرت بخش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داشته باش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و نشاط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بر دل ها بنشاند.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مسائل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توص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ند،</w:t>
      </w:r>
      <w:r w:rsidRPr="00E243D8">
        <w:rPr>
          <w:rtl/>
          <w:lang w:bidi="fa-IR"/>
        </w:rPr>
        <w:t xml:space="preserve">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گشاده رو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در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</w:t>
      </w:r>
      <w:r w:rsidRPr="00E243D8">
        <w:rPr>
          <w:rtl/>
          <w:lang w:bidi="fa-IR"/>
        </w:rPr>
        <w:t xml:space="preserve"> دوستان است: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وَ</w:t>
      </w:r>
      <w:r w:rsidRPr="00E243D8">
        <w:rPr>
          <w:rtl/>
          <w:lang w:bidi="fa-IR"/>
        </w:rPr>
        <w:t xml:space="preserve"> اَظْهِروا البِشْ_رَ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</w:t>
      </w:r>
      <w:r w:rsidRPr="00E243D8">
        <w:rPr>
          <w:rtl/>
          <w:lang w:bidi="fa-IR"/>
        </w:rPr>
        <w:t xml:space="preserve"> بَ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نَکُمْ</w:t>
      </w:r>
      <w:r w:rsidRPr="00E243D8">
        <w:rPr>
          <w:rtl/>
          <w:lang w:bidi="fa-IR"/>
        </w:rPr>
        <w:t xml:space="preserve"> وَ السّ_ُرورَ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مُلاقاتِکُمْ؛</w:t>
      </w:r>
      <w:r w:rsidRPr="00994EF4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در مواجهه با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گشاده رو باش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در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خود آشکار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994EF4">
      <w:pPr>
        <w:pStyle w:val="Heading2"/>
        <w:rPr>
          <w:rtl/>
          <w:lang w:bidi="fa-IR"/>
        </w:rPr>
      </w:pPr>
      <w:bookmarkStart w:id="122" w:name="_Toc67344805"/>
      <w:r w:rsidRPr="00E243D8">
        <w:rPr>
          <w:rFonts w:hint="eastAsia"/>
          <w:rtl/>
          <w:lang w:bidi="fa-IR"/>
        </w:rPr>
        <w:t>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 xml:space="preserve"> دل ها</w:t>
      </w:r>
      <w:bookmarkEnd w:id="122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توص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به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</w:t>
      </w:r>
      <w:r w:rsidRPr="00E243D8">
        <w:rPr>
          <w:rtl/>
          <w:lang w:bidi="fa-IR"/>
        </w:rPr>
        <w:t xml:space="preserve"> از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فراوان توص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شده است. با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دارها</w:t>
      </w:r>
      <w:r w:rsidRPr="00E243D8">
        <w:rPr>
          <w:rtl/>
          <w:lang w:bidi="fa-IR"/>
        </w:rPr>
        <w:t xml:space="preserve"> دل ها 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و انسان از دل</w:t>
      </w:r>
      <w:r w:rsidR="00994EF4">
        <w:rPr>
          <w:rFonts w:hint="cs"/>
          <w:rtl/>
          <w:lang w:bidi="fa-IR"/>
        </w:rPr>
        <w:t xml:space="preserve"> </w:t>
      </w:r>
      <w:r w:rsidRPr="00E243D8">
        <w:rPr>
          <w:rtl/>
          <w:lang w:bidi="fa-IR"/>
        </w:rPr>
        <w:t>مردگ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کسالت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ژگ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مهم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ارت</w:t>
      </w:r>
      <w:r w:rsidRPr="00E243D8">
        <w:rPr>
          <w:rtl/>
          <w:lang w:bidi="fa-IR"/>
        </w:rPr>
        <w:t xml:space="preserve"> اهل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از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است، به 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ژه</w:t>
      </w:r>
      <w:r w:rsidRPr="00E243D8">
        <w:rPr>
          <w:rtl/>
          <w:lang w:bidi="fa-IR"/>
        </w:rPr>
        <w:t xml:space="preserve"> آن که در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مجالس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و ذکر سخنانشان به بر</w:t>
      </w:r>
      <w:r w:rsidRPr="00E243D8">
        <w:rPr>
          <w:rFonts w:hint="eastAsia"/>
          <w:rtl/>
          <w:lang w:bidi="fa-IR"/>
        </w:rPr>
        <w:t>کت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مجالس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افزا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دل ها را بر محور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 xml:space="preserve">به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نزد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و نزد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تر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تَزاوَرُوا</w:t>
      </w:r>
      <w:r w:rsidRPr="00E243D8">
        <w:rPr>
          <w:rtl/>
          <w:lang w:bidi="fa-IR"/>
        </w:rPr>
        <w:t xml:space="preserve"> فَاِنَّ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ارَتِکُم</w:t>
      </w:r>
      <w:r w:rsidRPr="00E243D8">
        <w:rPr>
          <w:rtl/>
          <w:lang w:bidi="fa-IR"/>
        </w:rPr>
        <w:t xml:space="preserve"> اِح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اءً</w:t>
      </w:r>
      <w:r w:rsidRPr="00E243D8">
        <w:rPr>
          <w:rtl/>
          <w:lang w:bidi="fa-IR"/>
        </w:rPr>
        <w:t xml:space="preserve"> لِقُلُوبِکُمْ وَ ذِکْراً لِأَحاد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ثِنا</w:t>
      </w:r>
      <w:r w:rsidRPr="00E243D8">
        <w:rPr>
          <w:rtl/>
          <w:lang w:bidi="fa-IR"/>
        </w:rPr>
        <w:t xml:space="preserve"> وَ احاد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ثُنا</w:t>
      </w:r>
      <w:r w:rsidRPr="00E243D8">
        <w:rPr>
          <w:rtl/>
          <w:lang w:bidi="fa-IR"/>
        </w:rPr>
        <w:t xml:space="preserve"> تُعَطَّفُ بَعْضَکُمْ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بَعْضٍ؛</w:t>
      </w:r>
      <w:r w:rsidRPr="00994EF4">
        <w:rPr>
          <w:rStyle w:val="libFootnotenumChar"/>
          <w:rtl/>
        </w:rPr>
        <w:t>(3)</w:t>
      </w:r>
      <w:r w:rsidRPr="00E243D8">
        <w:rPr>
          <w:rtl/>
          <w:lang w:bidi="fa-IR"/>
        </w:rPr>
        <w:t xml:space="preserve"> از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</w:t>
      </w:r>
      <w:r w:rsidRPr="00E243D8">
        <w:rPr>
          <w:rtl/>
          <w:lang w:bidi="fa-IR"/>
        </w:rPr>
        <w:t xml:space="preserve">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که 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</w:t>
      </w:r>
      <w:r w:rsidRPr="00E243D8">
        <w:rPr>
          <w:rtl/>
          <w:lang w:bidi="fa-IR"/>
        </w:rPr>
        <w:t xml:space="preserve"> دل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شما زنده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 و از اخبار و احاد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ث</w:t>
      </w:r>
      <w:r w:rsidRPr="00E243D8">
        <w:rPr>
          <w:rtl/>
          <w:lang w:bidi="fa-IR"/>
        </w:rPr>
        <w:t xml:space="preserve"> ما شما را به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مهربان خواهد کرد.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994EF4" w:rsidP="00994EF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E243D8" w:rsidRPr="00E243D8" w:rsidRDefault="00E243D8" w:rsidP="00994EF4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lastRenderedPageBreak/>
        <w:t>1- 1. شرح مأه کلمه، ج 2، ص 20.</w:t>
      </w:r>
    </w:p>
    <w:p w:rsidR="00E243D8" w:rsidRPr="00E243D8" w:rsidRDefault="00E243D8" w:rsidP="00994EF4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الاقبال، ج 1، ص 463؛ بحارالانوار، ج 94، ص 117.</w:t>
      </w:r>
    </w:p>
    <w:p w:rsidR="00E243D8" w:rsidRPr="00E243D8" w:rsidRDefault="00E243D8" w:rsidP="00994EF4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3- 3.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2، ص 186؛ بحارالانوار، ج 71، ص 258.</w:t>
      </w:r>
    </w:p>
    <w:p w:rsidR="00E243D8" w:rsidRPr="00E243D8" w:rsidRDefault="00994EF4" w:rsidP="00994EF4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23" w:name="_Toc67344806"/>
      <w:r w:rsidR="00E243D8" w:rsidRPr="00E243D8">
        <w:rPr>
          <w:rFonts w:hint="eastAsia"/>
          <w:rtl/>
          <w:lang w:bidi="fa-IR"/>
        </w:rPr>
        <w:lastRenderedPageBreak/>
        <w:t>ورزش</w:t>
      </w:r>
      <w:r w:rsidR="00E243D8" w:rsidRPr="00E243D8">
        <w:rPr>
          <w:rtl/>
          <w:lang w:bidi="fa-IR"/>
        </w:rPr>
        <w:t xml:space="preserve">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رزم</w:t>
      </w:r>
      <w:r w:rsidR="00E243D8" w:rsidRPr="00E243D8">
        <w:rPr>
          <w:rFonts w:hint="cs"/>
          <w:rtl/>
          <w:lang w:bidi="fa-IR"/>
        </w:rPr>
        <w:t>ی</w:t>
      </w:r>
      <w:bookmarkEnd w:id="123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حات</w:t>
      </w:r>
      <w:r w:rsidRPr="00E243D8">
        <w:rPr>
          <w:rtl/>
          <w:lang w:bidi="fa-IR"/>
        </w:rPr>
        <w:t xml:space="preserve"> سالم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باعث انبساط خاطر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 و وجد و نشاط را در انسان فراهم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سازد، ورزش 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است که موجب تقو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بن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cs"/>
          <w:rtl/>
        </w:rPr>
        <w:t>ۀ</w:t>
      </w:r>
      <w:r w:rsidRPr="00E243D8">
        <w:rPr>
          <w:rtl/>
          <w:lang w:bidi="fa-IR"/>
        </w:rPr>
        <w:t xml:space="preserve"> نظام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 و جامعه اسلام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دفاع در برابر دشمنان مه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سازد.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اسلام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تشو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tl/>
          <w:lang w:bidi="fa-IR"/>
        </w:rPr>
        <w:t xml:space="preserve"> و ترغ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</w:t>
      </w:r>
      <w:r w:rsidRPr="00E243D8">
        <w:rPr>
          <w:rtl/>
          <w:lang w:bidi="fa-IR"/>
        </w:rPr>
        <w:t xml:space="preserve"> به تقو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اسلام، نه تنها به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ورزش ها توص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کرده است، بلکه برد و باخت و شرط بند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که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محرمات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است، 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موارد جا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و حلال بر شمرده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رانداز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سوارکار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از مهم 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ابزار دفاع در برابر دشمنان بوده،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قب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حات</w:t>
      </w:r>
      <w:r w:rsidRPr="00E243D8">
        <w:rPr>
          <w:rtl/>
          <w:lang w:bidi="fa-IR"/>
        </w:rPr>
        <w:t xml:space="preserve"> سالم است. مسابقه در سوارکار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رانداز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سرگرم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پسند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و مطلوب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البته</w:t>
      </w:r>
      <w:r w:rsidRPr="00E243D8">
        <w:rPr>
          <w:rtl/>
          <w:lang w:bidi="fa-IR"/>
        </w:rPr>
        <w:t xml:space="preserve"> روشن است که در هر زمان بن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رزم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نظام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گونه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تقو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 اگر به سوارکار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رانداز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شده، به جهت تقو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ها بوده است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سفارش قرآن است که فرموده است: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36395D" w:rsidP="0036395D">
      <w:pPr>
        <w:pStyle w:val="libNormal"/>
        <w:rPr>
          <w:rtl/>
          <w:lang w:bidi="fa-IR"/>
        </w:rPr>
      </w:pPr>
      <w:r w:rsidRPr="0036395D">
        <w:rPr>
          <w:rStyle w:val="libAlaemChar"/>
          <w:rFonts w:hint="cs"/>
          <w:rtl/>
        </w:rPr>
        <w:t>(</w:t>
      </w:r>
      <w:r w:rsidR="00E243D8" w:rsidRPr="0036395D">
        <w:rPr>
          <w:rStyle w:val="libAieChar"/>
          <w:rFonts w:hint="eastAsia"/>
          <w:rtl/>
        </w:rPr>
        <w:t>وَ</w:t>
      </w:r>
      <w:r w:rsidR="00E243D8" w:rsidRPr="0036395D">
        <w:rPr>
          <w:rStyle w:val="libAieChar"/>
          <w:rtl/>
        </w:rPr>
        <w:t xml:space="preserve"> اَعِدُّوا لَه_ُمْ مَا اسْتَطَعْتُمْ مِنْ قُوَّهٍ وَ مِنْ رِباطِ الْخ_َ</w:t>
      </w:r>
      <w:r w:rsidR="00E243D8" w:rsidRPr="0036395D">
        <w:rPr>
          <w:rStyle w:val="libAieChar"/>
          <w:rFonts w:hint="cs"/>
          <w:rtl/>
        </w:rPr>
        <w:t>یْ</w:t>
      </w:r>
      <w:r w:rsidR="00E243D8" w:rsidRPr="0036395D">
        <w:rPr>
          <w:rStyle w:val="libAieChar"/>
          <w:rFonts w:hint="eastAsia"/>
          <w:rtl/>
        </w:rPr>
        <w:t>لِ</w:t>
      </w:r>
      <w:r w:rsidR="00E243D8" w:rsidRPr="0036395D">
        <w:rPr>
          <w:rStyle w:val="libAieChar"/>
          <w:rtl/>
        </w:rPr>
        <w:t xml:space="preserve"> تُرْهِبونَ بِهِ عَدُوَّ اللهِ وَ عَدُوَّکُمْ </w:t>
      </w:r>
      <w:r w:rsidRPr="0036395D">
        <w:rPr>
          <w:rStyle w:val="libAlaemChar"/>
          <w:rFonts w:hint="cs"/>
          <w:rtl/>
        </w:rPr>
        <w:t>)</w:t>
      </w:r>
      <w:r w:rsidRPr="00E243D8">
        <w:rPr>
          <w:rtl/>
          <w:lang w:bidi="fa-IR"/>
        </w:rPr>
        <w:t xml:space="preserve"> </w:t>
      </w:r>
      <w:r w:rsidR="00E243D8" w:rsidRPr="0036395D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و هر چه در توان دار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از 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رو</w:t>
      </w:r>
      <w:r w:rsidR="00E243D8" w:rsidRPr="00E243D8">
        <w:rPr>
          <w:rtl/>
          <w:lang w:bidi="fa-IR"/>
        </w:rPr>
        <w:t xml:space="preserve"> و اسب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آماده بس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ج</w:t>
      </w:r>
      <w:r w:rsidR="00E243D8" w:rsidRPr="00E243D8">
        <w:rPr>
          <w:rtl/>
          <w:lang w:bidi="fa-IR"/>
        </w:rPr>
        <w:t xml:space="preserve"> کن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د،</w:t>
      </w:r>
      <w:r w:rsidR="00E243D8" w:rsidRPr="00E243D8">
        <w:rPr>
          <w:rtl/>
          <w:lang w:bidi="fa-IR"/>
        </w:rPr>
        <w:t xml:space="preserve"> تا به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تدارکات، دشمن خدا و دشمن خودتان را بترسان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جامعه</w:t>
      </w:r>
      <w:r w:rsidRPr="00E243D8">
        <w:rPr>
          <w:rtl/>
          <w:lang w:bidi="fa-IR"/>
        </w:rPr>
        <w:t xml:space="preserve"> اسلام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جامعه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قو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رومند</w:t>
      </w:r>
      <w:r w:rsidRPr="00E243D8">
        <w:rPr>
          <w:rtl/>
          <w:lang w:bidi="fa-IR"/>
        </w:rPr>
        <w:t xml:space="preserve"> و بانشاط باشد تا در برابر هجمه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دشمن در هر بعد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بتواند از خود دفاع </w:t>
      </w:r>
      <w:r w:rsidRPr="00E243D8">
        <w:rPr>
          <w:rtl/>
          <w:lang w:bidi="fa-IR"/>
        </w:rPr>
        <w:lastRenderedPageBreak/>
        <w:t>کند و آن را رفع نما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رو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ما به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ورزش ها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اهم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دادند، و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را در</w:t>
      </w:r>
    </w:p>
    <w:p w:rsidR="00E243D8" w:rsidRPr="00E243D8" w:rsidRDefault="0036395D" w:rsidP="0036395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E243D8" w:rsidRPr="00E243D8" w:rsidRDefault="00E243D8" w:rsidP="0036395D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سور</w:t>
      </w:r>
      <w:r w:rsidRPr="00E243D8">
        <w:rPr>
          <w:rFonts w:hint="cs"/>
          <w:rtl/>
        </w:rPr>
        <w:t>ۀ</w:t>
      </w:r>
      <w:r w:rsidRPr="00E243D8">
        <w:rPr>
          <w:rtl/>
        </w:rPr>
        <w:t xml:space="preserve"> انفال، آ</w:t>
      </w:r>
      <w:r w:rsidRPr="00E243D8">
        <w:rPr>
          <w:rFonts w:hint="cs"/>
          <w:rtl/>
        </w:rPr>
        <w:t>یۀ</w:t>
      </w:r>
      <w:r w:rsidRPr="00E243D8">
        <w:rPr>
          <w:rtl/>
          <w:lang w:bidi="fa-IR"/>
        </w:rPr>
        <w:t xml:space="preserve"> 60.</w:t>
      </w:r>
    </w:p>
    <w:p w:rsidR="00E243D8" w:rsidRPr="00E243D8" w:rsidRDefault="0036395D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فراگ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و تقو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tl/>
          <w:lang w:bidi="fa-IR"/>
        </w:rPr>
        <w:t xml:space="preserve"> آن تشو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ق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فرمودند و خود 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ز</w:t>
      </w:r>
      <w:r w:rsidR="00E243D8" w:rsidRPr="00E243D8">
        <w:rPr>
          <w:rtl/>
          <w:lang w:bidi="fa-IR"/>
        </w:rPr>
        <w:t xml:space="preserve"> به آن مبادرت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ورز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دند</w:t>
      </w:r>
      <w:r w:rsidR="00E243D8"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36395D">
      <w:pPr>
        <w:pStyle w:val="Heading2"/>
        <w:rPr>
          <w:rtl/>
          <w:lang w:bidi="fa-IR"/>
        </w:rPr>
      </w:pPr>
      <w:bookmarkStart w:id="124" w:name="_Toc67344807"/>
      <w:r w:rsidRPr="00E243D8">
        <w:rPr>
          <w:rFonts w:hint="eastAsia"/>
          <w:rtl/>
          <w:lang w:bidi="fa-IR"/>
        </w:rPr>
        <w:t>شنا</w:t>
      </w:r>
      <w:bookmarkEnd w:id="124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از ورزش 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نشاط بخش است، هم بر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بدن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افزا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هم روح و جان انسان را سر حال و بانشاط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سازد، شناست که به فراگ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انجام آن توص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شده است.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اکرم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خَ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رُ</w:t>
      </w:r>
      <w:r w:rsidRPr="00E243D8">
        <w:rPr>
          <w:rtl/>
          <w:lang w:bidi="fa-IR"/>
        </w:rPr>
        <w:t xml:space="preserve"> لَه_ْوِ المُؤْمِنِ السَّباحَهُ؛</w:t>
      </w:r>
      <w:r w:rsidRPr="0036395D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بهتر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لهو و باز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مؤمن شناکردن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آموزش</w:t>
      </w:r>
      <w:r w:rsidRPr="00E243D8">
        <w:rPr>
          <w:rtl/>
          <w:lang w:bidi="fa-IR"/>
        </w:rPr>
        <w:t xml:space="preserve"> شنا به فرزندان، خود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از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است که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گرام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اسلام به آن توص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فرموده اند: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عَلِّمُوا</w:t>
      </w:r>
      <w:r w:rsidRPr="00E243D8">
        <w:rPr>
          <w:rtl/>
          <w:lang w:bidi="fa-IR"/>
        </w:rPr>
        <w:t xml:space="preserve"> اَولادَکُمْ السَّباحَهَ وَ الرِّما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هَ؛</w:t>
      </w:r>
      <w:r w:rsidRPr="0036395D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به فرزندانتان شنا و 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رانداز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اموز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36395D">
      <w:pPr>
        <w:pStyle w:val="Heading2"/>
        <w:rPr>
          <w:rtl/>
          <w:lang w:bidi="fa-IR"/>
        </w:rPr>
      </w:pPr>
      <w:bookmarkStart w:id="125" w:name="_Toc67344808"/>
      <w:r w:rsidRPr="00E243D8">
        <w:rPr>
          <w:rFonts w:hint="eastAsia"/>
          <w:rtl/>
          <w:lang w:bidi="fa-IR"/>
        </w:rPr>
        <w:t>مسافرت</w:t>
      </w:r>
      <w:bookmarkEnd w:id="125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عوامل مهم تجد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روح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جاد</w:t>
      </w:r>
      <w:r w:rsidRPr="00E243D8">
        <w:rPr>
          <w:rtl/>
          <w:lang w:bidi="fa-IR"/>
        </w:rPr>
        <w:t xml:space="preserve"> نشاط و رفع خستگ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 و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کنواخت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مسافرت است. سفر هر چند ممکن است با رنج و مشقت همراه باشد،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لذت و بهره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انسان از مسافرت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برد، هم</w:t>
      </w:r>
      <w:r w:rsidRPr="00E243D8">
        <w:rPr>
          <w:rFonts w:hint="cs"/>
          <w:rtl/>
        </w:rPr>
        <w:t>ۀ</w:t>
      </w:r>
      <w:r w:rsidRPr="00E243D8">
        <w:rPr>
          <w:rtl/>
          <w:lang w:bidi="fa-IR"/>
        </w:rPr>
        <w:t xml:space="preserve"> آن ها را جبران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و به دست فراموش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سپارد و چه بسا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مشقت ها را به خاطره 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لذت بخش تبد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مسافرت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اسباب سلامت روح و جسم انسان است.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</w:t>
      </w:r>
    </w:p>
    <w:p w:rsidR="00E243D8" w:rsidRPr="00E243D8" w:rsidRDefault="0036395D" w:rsidP="0036395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</w:t>
      </w:r>
    </w:p>
    <w:p w:rsidR="0036395D" w:rsidRDefault="00E243D8" w:rsidP="0036395D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نهج الفصاحه، ص 473.</w:t>
      </w:r>
    </w:p>
    <w:p w:rsidR="0036395D" w:rsidRDefault="00E243D8" w:rsidP="0036395D">
      <w:pPr>
        <w:pStyle w:val="libFootnote"/>
        <w:rPr>
          <w:rtl/>
          <w:lang w:bidi="fa-IR"/>
        </w:rPr>
      </w:pPr>
      <w:r w:rsidRPr="00E243D8">
        <w:rPr>
          <w:rtl/>
          <w:lang w:bidi="fa-IR"/>
        </w:rPr>
        <w:t>2- 2.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6، ص 47؛ وسائل الش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عه،</w:t>
      </w:r>
      <w:r w:rsidRPr="00E243D8">
        <w:rPr>
          <w:rtl/>
          <w:lang w:bidi="fa-IR"/>
        </w:rPr>
        <w:t xml:space="preserve"> ج 17، ص 231.</w:t>
      </w:r>
    </w:p>
    <w:p w:rsidR="00E243D8" w:rsidRPr="00E243D8" w:rsidRDefault="0036395D" w:rsidP="0036395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رسول</w:t>
      </w:r>
      <w:r w:rsidR="00E243D8" w:rsidRPr="00E243D8">
        <w:rPr>
          <w:rtl/>
          <w:lang w:bidi="fa-IR"/>
        </w:rPr>
        <w:t xml:space="preserve">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="00E243D8"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سافِروا</w:t>
      </w:r>
      <w:r w:rsidRPr="00E243D8">
        <w:rPr>
          <w:rtl/>
          <w:lang w:bidi="fa-IR"/>
        </w:rPr>
        <w:t xml:space="preserve"> تَصِحُّوا؛</w:t>
      </w:r>
      <w:r w:rsidRPr="0036395D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مسافرت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تا صحت و سلامت خود را باز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در شعر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منسوب به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شان</w:t>
      </w:r>
      <w:r w:rsidRPr="00E243D8">
        <w:rPr>
          <w:rtl/>
          <w:lang w:bidi="fa-IR"/>
        </w:rPr>
        <w:t xml:space="preserve"> است، پنج خاص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و اثر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مسافرت ذکر نموده اند که هر کدام فصل مهم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تَغْرَبْ</w:t>
      </w:r>
      <w:r w:rsidRPr="00E243D8">
        <w:rPr>
          <w:rtl/>
          <w:lang w:bidi="fa-IR"/>
        </w:rPr>
        <w:t xml:space="preserve"> عَنِ الاَوْطانِ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طَلَبِ الْعُل</w:t>
      </w:r>
      <w:r w:rsidRPr="00E243D8">
        <w:rPr>
          <w:rFonts w:hint="cs"/>
          <w:rtl/>
          <w:lang w:bidi="fa-IR"/>
        </w:rPr>
        <w:t>یِ</w:t>
      </w:r>
      <w:r w:rsidRPr="00E243D8">
        <w:rPr>
          <w:rtl/>
          <w:lang w:bidi="fa-IR"/>
        </w:rPr>
        <w:t xml:space="preserve"> وَ سافِرْ فَفْ</w:t>
      </w:r>
      <w:r w:rsidRPr="00E243D8">
        <w:rPr>
          <w:rFonts w:hint="cs"/>
          <w:rtl/>
          <w:lang w:bidi="fa-IR"/>
        </w:rPr>
        <w:t>یِ</w:t>
      </w:r>
      <w:r w:rsidRPr="00E243D8">
        <w:rPr>
          <w:rtl/>
          <w:lang w:bidi="fa-IR"/>
        </w:rPr>
        <w:t xml:space="preserve"> الاَسْفارِ خَمْسُ فَوائِدٍ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36395D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تَفَرُّجُ</w:t>
      </w:r>
      <w:r w:rsidRPr="00E243D8">
        <w:rPr>
          <w:rtl/>
          <w:lang w:bidi="fa-IR"/>
        </w:rPr>
        <w:t xml:space="preserve"> هَ_مٍّ وَ اکْتِسابُ مَع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شَ</w:t>
      </w:r>
      <w:r w:rsidRPr="00E243D8">
        <w:rPr>
          <w:rtl/>
          <w:lang w:bidi="fa-IR"/>
        </w:rPr>
        <w:t>_هٍوَ عِلْ_مٍ وَ آدابٍ وَ صُحبَهِ ماجِدٍ</w:t>
      </w:r>
      <w:r w:rsidRPr="0036395D">
        <w:rPr>
          <w:rStyle w:val="libFootnotenumChar"/>
          <w:rtl/>
        </w:rPr>
        <w:t>(2)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دست آوردن بالندگ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شهرها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خود هجرت کن و مسافرت کن که در مسافرت ها پنج فا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است: زدودن غم و اندوه، تحص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مع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شت،</w:t>
      </w:r>
      <w:r w:rsidRPr="00E243D8">
        <w:rPr>
          <w:rtl/>
          <w:lang w:bidi="fa-IR"/>
        </w:rPr>
        <w:t xml:space="preserve"> تحص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علم، تحص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آداب و همنش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 افراد بزرگوار.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نخست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فا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مسافرت ذکر کرده اند، تفرج همّ و بر طرف نمودن غم و اندوه است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از مهم 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 با ارزش 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جه</w:t>
      </w:r>
      <w:r w:rsidRPr="00E243D8">
        <w:rPr>
          <w:rtl/>
          <w:lang w:bidi="fa-IR"/>
        </w:rPr>
        <w:t xml:space="preserve"> مسافرت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36395D" w:rsidP="0036395D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26" w:name="_Toc67344809"/>
      <w:r w:rsidR="00E243D8" w:rsidRPr="00E243D8">
        <w:rPr>
          <w:rFonts w:hint="eastAsia"/>
          <w:rtl/>
          <w:lang w:bidi="fa-IR"/>
        </w:rPr>
        <w:lastRenderedPageBreak/>
        <w:t>آداب</w:t>
      </w:r>
      <w:r w:rsidR="00E243D8" w:rsidRPr="00E243D8">
        <w:rPr>
          <w:rtl/>
          <w:lang w:bidi="fa-IR"/>
        </w:rPr>
        <w:t xml:space="preserve"> سفر</w:t>
      </w:r>
      <w:bookmarkEnd w:id="126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البته</w:t>
      </w:r>
      <w:r w:rsidRPr="00E243D8">
        <w:rPr>
          <w:rtl/>
          <w:lang w:bidi="fa-IR"/>
        </w:rPr>
        <w:t xml:space="preserve"> 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رف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tl/>
          <w:lang w:bidi="fa-IR"/>
        </w:rPr>
        <w:t xml:space="preserve"> راه و هم</w:t>
      </w:r>
      <w:r w:rsidRPr="00E243D8">
        <w:rPr>
          <w:rFonts w:hint="cs"/>
          <w:rtl/>
          <w:lang w:bidi="fa-IR"/>
        </w:rPr>
        <w:t>سفر هم سهم به سزایی</w:t>
      </w:r>
      <w:r w:rsidRPr="00E243D8">
        <w:rPr>
          <w:rtl/>
          <w:lang w:bidi="fa-IR"/>
        </w:rPr>
        <w:t xml:space="preserve"> در بهره مند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برکات و آثار سفر دارد.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سفر کردن ابتدا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رف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tl/>
          <w:lang w:bidi="fa-IR"/>
        </w:rPr>
        <w:t xml:space="preserve"> راه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</w:t>
      </w:r>
      <w:r w:rsidRPr="00E243D8">
        <w:rPr>
          <w:rtl/>
          <w:lang w:bidi="fa-IR"/>
        </w:rPr>
        <w:t xml:space="preserve"> کرد، بعد عزم سفر نمود. که رسول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الرَّف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قَ</w:t>
      </w:r>
      <w:r w:rsidRPr="00E243D8">
        <w:rPr>
          <w:rtl/>
          <w:lang w:bidi="fa-IR"/>
        </w:rPr>
        <w:t xml:space="preserve"> ثُمَّ الطَّر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قَ؛</w:t>
      </w:r>
      <w:r w:rsidRPr="0036395D">
        <w:rPr>
          <w:rStyle w:val="libFootnotenumChar"/>
          <w:rtl/>
        </w:rPr>
        <w:t>(3)</w:t>
      </w:r>
      <w:r w:rsidRPr="00E243D8">
        <w:rPr>
          <w:rtl/>
          <w:lang w:bidi="fa-IR"/>
        </w:rPr>
        <w:t xml:space="preserve"> ابتدا رف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tl/>
          <w:lang w:bidi="fa-IR"/>
        </w:rPr>
        <w:t xml:space="preserve"> و آن گاه راه.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بذل</w:t>
      </w:r>
      <w:r w:rsidRPr="00E243D8">
        <w:rPr>
          <w:rtl/>
          <w:lang w:bidi="fa-IR"/>
        </w:rPr>
        <w:t xml:space="preserve"> و بخشش و 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خت</w:t>
      </w:r>
      <w:r w:rsidRPr="00E243D8">
        <w:rPr>
          <w:rtl/>
          <w:lang w:bidi="fa-IR"/>
        </w:rPr>
        <w:t xml:space="preserve"> و پاش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به اسراف و تبذ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نجامد،</w:t>
      </w:r>
      <w:r w:rsidRPr="00E243D8">
        <w:rPr>
          <w:rtl/>
          <w:lang w:bidi="fa-IR"/>
        </w:rPr>
        <w:t xml:space="preserve"> از آداب</w:t>
      </w:r>
      <w:r w:rsidRPr="00E243D8">
        <w:rPr>
          <w:rFonts w:hint="cs"/>
          <w:rtl/>
          <w:lang w:bidi="fa-IR"/>
        </w:rPr>
        <w:t>ی</w:t>
      </w:r>
    </w:p>
    <w:p w:rsidR="00E243D8" w:rsidRPr="00E243D8" w:rsidRDefault="0036395D" w:rsidP="0036395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E243D8" w:rsidRPr="00E243D8" w:rsidRDefault="00E243D8" w:rsidP="0036395D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من 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حضره</w:t>
      </w:r>
      <w:r w:rsidRPr="00E243D8">
        <w:rPr>
          <w:rtl/>
          <w:lang w:bidi="fa-IR"/>
        </w:rPr>
        <w:t xml:space="preserve"> الفق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ج 2، ص 265؛ مکارم الاخلاق، ص 240؛ بحارالانوار، ج 73، ص 231.</w:t>
      </w:r>
    </w:p>
    <w:p w:rsidR="00E243D8" w:rsidRPr="00E243D8" w:rsidRDefault="00E243D8" w:rsidP="0036395D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وان</w:t>
      </w:r>
      <w:r w:rsidRPr="00E243D8">
        <w:rPr>
          <w:rtl/>
          <w:lang w:bidi="fa-IR"/>
        </w:rPr>
        <w:t xml:space="preserve">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، ص 139.</w:t>
      </w:r>
    </w:p>
    <w:p w:rsidR="00E243D8" w:rsidRPr="00E243D8" w:rsidRDefault="00E243D8" w:rsidP="0036395D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3- 3. المحاسن، ج 2، ص 357؛ بحارالانوار، ج 73، ص 267.</w:t>
      </w:r>
    </w:p>
    <w:p w:rsidR="00E243D8" w:rsidRPr="00E243D8" w:rsidRDefault="0036395D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است</w:t>
      </w:r>
      <w:r w:rsidR="00E243D8" w:rsidRPr="00E243D8">
        <w:rPr>
          <w:rtl/>
          <w:lang w:bidi="fa-IR"/>
        </w:rPr>
        <w:t xml:space="preserve"> که برا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سفر برشمرده اند. گشاده رو</w:t>
      </w:r>
      <w:r w:rsidR="00E243D8" w:rsidRPr="00E243D8">
        <w:rPr>
          <w:rFonts w:hint="cs"/>
          <w:rtl/>
          <w:lang w:bidi="fa-IR"/>
        </w:rPr>
        <w:t>یی</w:t>
      </w:r>
      <w:r w:rsidR="00E243D8" w:rsidRPr="00E243D8">
        <w:rPr>
          <w:rFonts w:hint="eastAsia"/>
          <w:rtl/>
          <w:lang w:bidi="fa-IR"/>
        </w:rPr>
        <w:t>،</w:t>
      </w:r>
      <w:r w:rsidR="00E243D8" w:rsidRPr="00E243D8">
        <w:rPr>
          <w:rtl/>
          <w:lang w:bidi="fa-IR"/>
        </w:rPr>
        <w:t xml:space="preserve"> گشاده دست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و بذل و بخشش به هم سفر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ها از موارد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است که به آن توص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ه</w:t>
      </w:r>
      <w:r w:rsidR="00E243D8" w:rsidRPr="00E243D8">
        <w:rPr>
          <w:rtl/>
          <w:lang w:bidi="fa-IR"/>
        </w:rPr>
        <w:t xml:space="preserve"> شده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مهم 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آداب سفر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مزاح با همراهان است که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هم طول سفر را کوتاه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و هم رنج سفر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زدا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هم بر نشاط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انسان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افزا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.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در شمار نشانه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جوانمرد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سفر،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هم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که به غضب خداوند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نجامد</w:t>
      </w:r>
      <w:r w:rsidRPr="00E243D8">
        <w:rPr>
          <w:rtl/>
          <w:lang w:bidi="fa-IR"/>
        </w:rPr>
        <w:t xml:space="preserve"> برشمرده اند: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وَ</w:t>
      </w:r>
      <w:r w:rsidRPr="00E243D8">
        <w:rPr>
          <w:rtl/>
          <w:lang w:bidi="fa-IR"/>
        </w:rPr>
        <w:t xml:space="preserve"> کَثْرَهُ المِزاحِ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غ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ما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سْخِطُ</w:t>
      </w:r>
      <w:r w:rsidRPr="00E243D8">
        <w:rPr>
          <w:rtl/>
          <w:lang w:bidi="fa-IR"/>
        </w:rPr>
        <w:t xml:space="preserve"> اللهَ عَزَّوَجَلَّ.</w:t>
      </w:r>
      <w:r w:rsidRPr="0036395D">
        <w:rPr>
          <w:rStyle w:val="libFootnotenumChar"/>
          <w:rtl/>
        </w:rPr>
        <w:t>(1)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36395D">
      <w:pPr>
        <w:pStyle w:val="Heading2"/>
        <w:rPr>
          <w:rtl/>
          <w:lang w:bidi="fa-IR"/>
        </w:rPr>
      </w:pPr>
      <w:bookmarkStart w:id="127" w:name="_Toc67344810"/>
      <w:r w:rsidRPr="00E243D8">
        <w:rPr>
          <w:rFonts w:hint="eastAsia"/>
          <w:rtl/>
          <w:lang w:bidi="fa-IR"/>
        </w:rPr>
        <w:t>نماز</w:t>
      </w:r>
      <w:r w:rsidRPr="00E243D8">
        <w:rPr>
          <w:rtl/>
          <w:lang w:bidi="fa-IR"/>
        </w:rPr>
        <w:t xml:space="preserve"> شب</w:t>
      </w:r>
      <w:bookmarkEnd w:id="127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از</w:t>
      </w:r>
      <w:r w:rsidRPr="00E243D8">
        <w:rPr>
          <w:rtl/>
          <w:lang w:bidi="fa-IR"/>
        </w:rPr>
        <w:t xml:space="preserve"> مهم 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موارد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سالم و نشاط بخش که موجب انبساط روح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 و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سرشار از نشاط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کند، نماز شب و دعا و مناجات با خدا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متعال است. هر کس به 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رحمت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کران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وصل شود، به لذت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</w:t>
      </w:r>
      <w:r w:rsidRPr="00E243D8">
        <w:rPr>
          <w:rtl/>
          <w:lang w:bidi="fa-IR"/>
        </w:rPr>
        <w:t xml:space="preserve"> و خاطر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آسوده دست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ابد</w:t>
      </w:r>
      <w:r w:rsidRPr="00E243D8">
        <w:rPr>
          <w:rtl/>
          <w:lang w:bidi="fa-IR"/>
        </w:rPr>
        <w:t>. و نماز شب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از همه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ن زم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نه</w:t>
      </w:r>
      <w:r w:rsidRPr="00E243D8">
        <w:rPr>
          <w:rtl/>
          <w:lang w:bidi="fa-IR"/>
        </w:rPr>
        <w:t xml:space="preserve"> را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آدم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فراهم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رو امام باقر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تفرجات اهل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را که موجب فرح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گردد، نماز شب بر شمرده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لَهوُ</w:t>
      </w:r>
      <w:r w:rsidRPr="00E243D8">
        <w:rPr>
          <w:rtl/>
          <w:lang w:bidi="fa-IR"/>
        </w:rPr>
        <w:t xml:space="preserve"> المُؤْمِنِ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ثَلاثَهِ اَشْ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اءَ</w:t>
      </w:r>
      <w:r w:rsidRPr="00E243D8">
        <w:rPr>
          <w:rtl/>
          <w:lang w:bidi="fa-IR"/>
        </w:rPr>
        <w:t xml:space="preserve"> ... وَ الصَّلوهُ بِاللَّ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لِ؛</w:t>
      </w:r>
      <w:r w:rsidRPr="0036395D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مؤمن در سه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است؛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هم نماز شب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36395D" w:rsidP="0036395D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28" w:name="_Toc67344811"/>
      <w:r w:rsidR="00E243D8" w:rsidRPr="00E243D8">
        <w:rPr>
          <w:rFonts w:hint="eastAsia"/>
          <w:rtl/>
          <w:lang w:bidi="fa-IR"/>
        </w:rPr>
        <w:lastRenderedPageBreak/>
        <w:t>تفر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حات</w:t>
      </w:r>
      <w:r w:rsidR="00E243D8" w:rsidRPr="00E243D8">
        <w:rPr>
          <w:rtl/>
          <w:lang w:bidi="fa-IR"/>
        </w:rPr>
        <w:t xml:space="preserve"> معنو</w:t>
      </w:r>
      <w:r w:rsidR="00E243D8" w:rsidRPr="00E243D8">
        <w:rPr>
          <w:rFonts w:hint="cs"/>
          <w:rtl/>
          <w:lang w:bidi="fa-IR"/>
        </w:rPr>
        <w:t>ی</w:t>
      </w:r>
      <w:bookmarkEnd w:id="128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گاه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قلمرو طب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عت</w:t>
      </w:r>
      <w:r w:rsidRPr="00E243D8">
        <w:rPr>
          <w:rtl/>
          <w:lang w:bidi="fa-IR"/>
        </w:rPr>
        <w:t xml:space="preserve"> است و گاه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قلمرو معنو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>.</w:t>
      </w:r>
    </w:p>
    <w:p w:rsidR="00E243D8" w:rsidRPr="00E243D8" w:rsidRDefault="007A11AA" w:rsidP="007A11A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E243D8" w:rsidRPr="00E243D8" w:rsidRDefault="00E243D8" w:rsidP="007A11AA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الامال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للصدوق، ص 552؛ من 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حضره</w:t>
      </w:r>
      <w:r w:rsidRPr="00E243D8">
        <w:rPr>
          <w:rtl/>
          <w:lang w:bidi="fa-IR"/>
        </w:rPr>
        <w:t xml:space="preserve"> الفق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ج 2، ص 294.</w:t>
      </w:r>
    </w:p>
    <w:p w:rsidR="00E243D8" w:rsidRPr="00E243D8" w:rsidRDefault="00E243D8" w:rsidP="007A11AA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الخصال، ج 1، ص 161؛ بحارالانوار، ج 73، ص 59.</w:t>
      </w:r>
    </w:p>
    <w:p w:rsidR="00E243D8" w:rsidRPr="00E243D8" w:rsidRDefault="007A11AA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انسان</w:t>
      </w:r>
      <w:r w:rsidR="00E243D8" w:rsidRPr="00E243D8">
        <w:rPr>
          <w:rtl/>
          <w:lang w:bidi="fa-IR"/>
        </w:rPr>
        <w:t xml:space="preserve">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کامل و وارسته به جز طب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عت،</w:t>
      </w:r>
      <w:r w:rsidR="00E243D8" w:rsidRPr="00E243D8">
        <w:rPr>
          <w:rtl/>
          <w:lang w:bidi="fa-IR"/>
        </w:rPr>
        <w:t xml:space="preserve"> تفرجگاه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گر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دارند که لذت و نشاط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در آن فضا به دست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آورند، با نشاط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از فضا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طب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عت</w:t>
      </w:r>
      <w:r w:rsidR="00E243D8" w:rsidRPr="00E243D8">
        <w:rPr>
          <w:rtl/>
          <w:lang w:bidi="fa-IR"/>
        </w:rPr>
        <w:t xml:space="preserve"> به دست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آ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د،</w:t>
      </w:r>
      <w:r w:rsidR="00E243D8" w:rsidRPr="00E243D8">
        <w:rPr>
          <w:rtl/>
          <w:lang w:bidi="fa-IR"/>
        </w:rPr>
        <w:t xml:space="preserve"> قابل ق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اس</w:t>
      </w:r>
      <w:r w:rsidR="00E243D8" w:rsidRPr="00E243D8">
        <w:rPr>
          <w:rtl/>
          <w:lang w:bidi="fa-IR"/>
        </w:rPr>
        <w:t xml:space="preserve"> 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ست</w:t>
      </w:r>
      <w:r w:rsidR="00E243D8" w:rsidRPr="00E243D8">
        <w:rPr>
          <w:rtl/>
          <w:lang w:bidi="fa-IR"/>
        </w:rPr>
        <w:t>. آن فضاها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معنو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و نوران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روح و جان را نشاط و انبساط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بخشد و انسان را به اوج لذت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ماندگار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رساند.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لذت ها آن چنان عم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ق</w:t>
      </w:r>
      <w:r w:rsidR="00E243D8" w:rsidRPr="00E243D8">
        <w:rPr>
          <w:rtl/>
          <w:lang w:bidi="fa-IR"/>
        </w:rPr>
        <w:t xml:space="preserve"> و پا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دار</w:t>
      </w:r>
      <w:r w:rsidR="00E243D8" w:rsidRPr="00E243D8">
        <w:rPr>
          <w:rtl/>
          <w:lang w:bidi="fa-IR"/>
        </w:rPr>
        <w:t xml:space="preserve"> است که ه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چ</w:t>
      </w:r>
      <w:r w:rsidR="00E243D8" w:rsidRPr="00E243D8">
        <w:rPr>
          <w:rtl/>
          <w:lang w:bidi="fa-IR"/>
        </w:rPr>
        <w:t xml:space="preserve"> گاه از انسان جدا نم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شود و همواره با اوست.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 xml:space="preserve">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به برخ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تفرجگاه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معنو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اشاره شده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7A11AA">
      <w:pPr>
        <w:pStyle w:val="Heading2"/>
        <w:rPr>
          <w:rtl/>
          <w:lang w:bidi="fa-IR"/>
        </w:rPr>
      </w:pPr>
      <w:bookmarkStart w:id="129" w:name="_Toc67344812"/>
      <w:r w:rsidRPr="00E243D8">
        <w:rPr>
          <w:rFonts w:hint="eastAsia"/>
          <w:rtl/>
          <w:lang w:bidi="fa-IR"/>
        </w:rPr>
        <w:t>تفرجگاه</w:t>
      </w:r>
      <w:r w:rsidRPr="00E243D8">
        <w:rPr>
          <w:rtl/>
          <w:lang w:bidi="fa-IR"/>
        </w:rPr>
        <w:t xml:space="preserve"> دوستان خدا</w:t>
      </w:r>
      <w:bookmarkEnd w:id="129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انسان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سعادتمند و دوستان خداوند تفرجگاه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بس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با</w:t>
      </w:r>
      <w:r w:rsidRPr="00E243D8">
        <w:rPr>
          <w:rtl/>
          <w:lang w:bidi="fa-IR"/>
        </w:rPr>
        <w:t xml:space="preserve"> و وصف ناشدن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دارند که هر شب به هنگام سحر در آنجا به گردش مشغول اند.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تفرجگاه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پرده برداشته و فرموده اند: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سَهَرُ</w:t>
      </w:r>
      <w:r w:rsidRPr="00E243D8">
        <w:rPr>
          <w:rtl/>
          <w:lang w:bidi="fa-IR"/>
        </w:rPr>
        <w:t xml:space="preserve"> الْعُ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ونِ</w:t>
      </w:r>
      <w:r w:rsidRPr="00E243D8">
        <w:rPr>
          <w:rtl/>
          <w:lang w:bidi="fa-IR"/>
        </w:rPr>
        <w:t xml:space="preserve"> بِذِکرِ اللهِ فُرْصَهُ الصُّعداءِ وَ نُزْهَهُ الْاَولِ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اءِ؛</w:t>
      </w:r>
      <w:r w:rsidRPr="007A11AA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چشم ها و شب زنده دار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ذکر خدا، فرصت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کبختان</w:t>
      </w:r>
      <w:r w:rsidRPr="00E243D8">
        <w:rPr>
          <w:rtl/>
          <w:lang w:bidi="fa-IR"/>
        </w:rPr>
        <w:t xml:space="preserve"> و تفرجگاه دوستان خداست.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دگان</w:t>
      </w:r>
      <w:r w:rsidRPr="00E243D8">
        <w:rPr>
          <w:rtl/>
          <w:lang w:bidi="fa-IR"/>
        </w:rPr>
        <w:t xml:space="preserve"> را با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خدا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سبحان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دار</w:t>
      </w:r>
      <w:r w:rsidRPr="00E243D8">
        <w:rPr>
          <w:rtl/>
          <w:lang w:bidi="fa-IR"/>
        </w:rPr>
        <w:t xml:space="preserve"> داشتن تفرجگاه معنو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اول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آن غم و اندوه را از جان و دل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زدا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 xml:space="preserve"> و نشاط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جا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آن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کنند.</w:t>
      </w:r>
    </w:p>
    <w:p w:rsidR="007A11AA" w:rsidRPr="00E243D8" w:rsidRDefault="007A11AA" w:rsidP="007A11A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E243D8" w:rsidRPr="00E243D8" w:rsidRDefault="00E243D8" w:rsidP="007A11AA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</w:t>
      </w:r>
      <w:r w:rsidRPr="00E243D8">
        <w:rPr>
          <w:rtl/>
          <w:lang w:bidi="fa-IR"/>
        </w:rPr>
        <w:t xml:space="preserve"> الحکم، ص 285؛ تصن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غررالحکم، ص 319.</w:t>
      </w:r>
    </w:p>
    <w:p w:rsidR="00E243D8" w:rsidRPr="00E243D8" w:rsidRDefault="007A11AA" w:rsidP="007A11AA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30" w:name="_Toc67344813"/>
      <w:r w:rsidR="00E243D8" w:rsidRPr="00E243D8">
        <w:rPr>
          <w:rFonts w:hint="eastAsia"/>
          <w:rtl/>
          <w:lang w:bidi="fa-IR"/>
        </w:rPr>
        <w:lastRenderedPageBreak/>
        <w:t>بوستان</w:t>
      </w:r>
      <w:r w:rsidR="00E243D8" w:rsidRPr="00E243D8">
        <w:rPr>
          <w:rtl/>
          <w:lang w:bidi="fa-IR"/>
        </w:rPr>
        <w:t xml:space="preserve"> خردمندان</w:t>
      </w:r>
      <w:bookmarkEnd w:id="130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به دنبال کسب حکمت و دانش اند و هر روز بر دانش و دانا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آنان افزوده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شود، گو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در باغ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باصفا و در تفرجگاه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سرسبز به تفرج و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مشغول اند و لذت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و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احت</w:t>
      </w:r>
      <w:r w:rsidRPr="00E243D8">
        <w:rPr>
          <w:rtl/>
          <w:lang w:bidi="fa-IR"/>
        </w:rPr>
        <w:t xml:space="preserve"> معنو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</w:t>
      </w:r>
      <w:r w:rsidRPr="00E243D8">
        <w:rPr>
          <w:rtl/>
          <w:lang w:bidi="fa-IR"/>
        </w:rPr>
        <w:t xml:space="preserve"> آنان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شود، با لذت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قابل 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اس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>. چنان که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الْحِکْمَهُ</w:t>
      </w:r>
      <w:r w:rsidRPr="00E243D8">
        <w:rPr>
          <w:rtl/>
          <w:lang w:bidi="fa-IR"/>
        </w:rPr>
        <w:t xml:space="preserve"> رَوْضَهُ العُقلاء و نُزْهَهُ النُبَلاءِ؛</w:t>
      </w:r>
      <w:r w:rsidRPr="007A11AA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حکمت و دانش باغ و بوستان خردمندان و گردشگاه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رکان</w:t>
      </w:r>
      <w:r w:rsidRPr="00E243D8">
        <w:rPr>
          <w:rtl/>
          <w:lang w:bidi="fa-IR"/>
        </w:rPr>
        <w:t xml:space="preserve"> و هوش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اران</w:t>
      </w:r>
      <w:r w:rsidRPr="00E243D8">
        <w:rPr>
          <w:rtl/>
          <w:lang w:bidi="fa-IR"/>
        </w:rPr>
        <w:t xml:space="preserve">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7A11AA">
      <w:pPr>
        <w:pStyle w:val="Heading2"/>
        <w:rPr>
          <w:rtl/>
          <w:lang w:bidi="fa-IR"/>
        </w:rPr>
      </w:pPr>
      <w:bookmarkStart w:id="131" w:name="_Toc67344814"/>
      <w:r w:rsidRPr="00E243D8">
        <w:rPr>
          <w:rFonts w:hint="eastAsia"/>
          <w:rtl/>
          <w:lang w:bidi="fa-IR"/>
        </w:rPr>
        <w:t>تفرجگاه</w:t>
      </w:r>
      <w:r w:rsidRPr="00E243D8">
        <w:rPr>
          <w:rtl/>
          <w:lang w:bidi="fa-IR"/>
        </w:rPr>
        <w:t xml:space="preserve"> پارسا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bookmarkEnd w:id="131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تفکر</w:t>
      </w:r>
      <w:r w:rsidRPr="00E243D8">
        <w:rPr>
          <w:rtl/>
          <w:lang w:bidi="fa-IR"/>
        </w:rPr>
        <w:t xml:space="preserve"> و اند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</w:t>
      </w:r>
      <w:r w:rsidRPr="00E243D8">
        <w:rPr>
          <w:rtl/>
          <w:lang w:bidi="fa-IR"/>
        </w:rPr>
        <w:t xml:space="preserve"> در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 xml:space="preserve"> اله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نشانه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خداوند و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در آفاق و انفس و تدبر در خلقت و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انسان از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تفرجگاه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معنو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ختگان</w:t>
      </w:r>
      <w:r w:rsidRPr="00E243D8">
        <w:rPr>
          <w:rtl/>
          <w:lang w:bidi="fa-IR"/>
        </w:rPr>
        <w:t xml:space="preserve"> و انسان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وارسته است.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زم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نه</w:t>
      </w:r>
      <w:r w:rsidRPr="00E243D8">
        <w:rPr>
          <w:rtl/>
          <w:lang w:bidi="fa-IR"/>
        </w:rPr>
        <w:t xml:space="preserve"> فرموده اند: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الفِکْرُ</w:t>
      </w:r>
      <w:r w:rsidRPr="00E243D8">
        <w:rPr>
          <w:rtl/>
          <w:lang w:bidi="fa-IR"/>
        </w:rPr>
        <w:t xml:space="preserve"> نُزْهَهُ المُتَّق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ن؛</w:t>
      </w:r>
      <w:r w:rsidRPr="007A11AA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اند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شه</w:t>
      </w:r>
      <w:r w:rsidRPr="00E243D8">
        <w:rPr>
          <w:rtl/>
          <w:lang w:bidi="fa-IR"/>
        </w:rPr>
        <w:t xml:space="preserve"> و تفکر در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 xml:space="preserve"> حق تفرجگاه پره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زکاران</w:t>
      </w:r>
      <w:r w:rsidRPr="00E243D8">
        <w:rPr>
          <w:rtl/>
          <w:lang w:bidi="fa-IR"/>
        </w:rPr>
        <w:t xml:space="preserve">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7A11AA" w:rsidRDefault="00E243D8" w:rsidP="007A11AA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مرز حق را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خود برگز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اند و مراقب اند که از مس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خداوند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 ها مشخص کرده است به انحراف کش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نشود. در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خود به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تفرجگاه توجه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دارند و راه و معرفت و 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</w:t>
      </w:r>
      <w:r w:rsidRPr="00E243D8">
        <w:rPr>
          <w:rtl/>
          <w:lang w:bidi="fa-IR"/>
        </w:rPr>
        <w:t xml:space="preserve"> به نقطه کمال را 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تفرجگاه جست و جو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امام</w:t>
      </w:r>
      <w:r w:rsidRPr="00E243D8">
        <w:rPr>
          <w:rtl/>
          <w:lang w:bidi="fa-IR"/>
        </w:rPr>
        <w:cr/>
      </w:r>
      <w:r w:rsidR="007A11AA">
        <w:rPr>
          <w:rFonts w:hint="cs"/>
          <w:rtl/>
          <w:lang w:bidi="fa-IR"/>
        </w:rPr>
        <w:t>____________________________</w:t>
      </w:r>
    </w:p>
    <w:p w:rsidR="00E243D8" w:rsidRPr="00E243D8" w:rsidRDefault="00E243D8" w:rsidP="007A11AA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</w:t>
      </w:r>
      <w:r w:rsidRPr="00E243D8">
        <w:rPr>
          <w:rtl/>
          <w:lang w:bidi="fa-IR"/>
        </w:rPr>
        <w:t xml:space="preserve"> الحکم، ص 52؛ تصن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غررالحکم، ص 58.</w:t>
      </w:r>
    </w:p>
    <w:p w:rsidR="007A11AA" w:rsidRDefault="00E243D8" w:rsidP="007A11AA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</w:t>
      </w:r>
      <w:r w:rsidRPr="00E243D8">
        <w:rPr>
          <w:rtl/>
          <w:lang w:bidi="fa-IR"/>
        </w:rPr>
        <w:t xml:space="preserve"> الحکم، ص 24؛ غررالحکم، ص 42.</w:t>
      </w:r>
    </w:p>
    <w:p w:rsidR="00E243D8" w:rsidRPr="00E243D8" w:rsidRDefault="007A11AA" w:rsidP="007A11A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صادق</w:t>
      </w:r>
      <w:r w:rsidR="00E243D8"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="00E243D8"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7A11AA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کانَ</w:t>
      </w:r>
      <w:r w:rsidRPr="00E243D8">
        <w:rPr>
          <w:rtl/>
          <w:lang w:bidi="fa-IR"/>
        </w:rPr>
        <w:t xml:space="preserve"> اَکْثَرُ عِبادَهِ 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ذَرٍّ رَحِمَهُ اللهُ التَّفَکُّرُ وَ الْاِعتِبارٌ؛</w:t>
      </w:r>
      <w:r w:rsidRPr="007A11AA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عبادت ابوذر _ که خداوند رحمتش کند  دو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بود: تفکر و عبرت گرفتن.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7A11AA">
      <w:pPr>
        <w:pStyle w:val="Heading2"/>
        <w:rPr>
          <w:rtl/>
          <w:lang w:bidi="fa-IR"/>
        </w:rPr>
      </w:pPr>
      <w:bookmarkStart w:id="132" w:name="_Toc67344815"/>
      <w:r w:rsidRPr="00E243D8">
        <w:rPr>
          <w:rFonts w:hint="eastAsia"/>
          <w:rtl/>
          <w:lang w:bidi="fa-IR"/>
        </w:rPr>
        <w:t>تفرجگاه</w:t>
      </w:r>
      <w:r w:rsidRPr="00E243D8">
        <w:rPr>
          <w:rtl/>
          <w:lang w:bidi="fa-IR"/>
        </w:rPr>
        <w:t xml:space="preserve"> دانش پژوهان</w:t>
      </w:r>
      <w:bookmarkEnd w:id="132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فراگ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دانش و دانش افزا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صرف نظر از رنج و مشقت آن،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لذت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در راه تحص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علم و دانش گام بر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دارند. کشف مطالب و رموز طب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عت</w:t>
      </w:r>
      <w:r w:rsidRPr="00E243D8">
        <w:rPr>
          <w:rtl/>
          <w:lang w:bidi="fa-IR"/>
        </w:rPr>
        <w:t xml:space="preserve"> و دست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فن</w:t>
      </w:r>
      <w:r w:rsidR="007A11AA">
        <w:rPr>
          <w:rFonts w:hint="cs"/>
          <w:rtl/>
          <w:lang w:bidi="fa-IR"/>
        </w:rPr>
        <w:t xml:space="preserve"> </w:t>
      </w:r>
      <w:r w:rsidRPr="00E243D8">
        <w:rPr>
          <w:rtl/>
          <w:lang w:bidi="fa-IR"/>
        </w:rPr>
        <w:t>آور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تلاش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کنند، لذت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به دنبال دارد.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خود به مانند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لذت بخش است که آنان را از نظر روح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معنو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ارضاء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 و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چه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با</w:t>
      </w:r>
      <w:r w:rsidRPr="00E243D8">
        <w:rPr>
          <w:rtl/>
          <w:lang w:bidi="fa-IR"/>
        </w:rPr>
        <w:t xml:space="preserve"> 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العُلُومُ</w:t>
      </w:r>
      <w:r w:rsidRPr="00E243D8">
        <w:rPr>
          <w:rtl/>
          <w:lang w:bidi="fa-IR"/>
        </w:rPr>
        <w:t xml:space="preserve"> نُزْهَهُ الْاُدَباءِ؛</w:t>
      </w:r>
      <w:r w:rsidRPr="007A11AA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دانش ها تفرجگاه دانش پژوهان است.</w:t>
      </w:r>
    </w:p>
    <w:p w:rsidR="00E243D8" w:rsidRPr="00E243D8" w:rsidRDefault="007A11AA" w:rsidP="007A11A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E243D8" w:rsidRPr="00E243D8" w:rsidRDefault="00E243D8" w:rsidP="007A11AA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الخصال، ج 1، ص 42؛ بحارالانوار، ج 22، ص 431.</w:t>
      </w:r>
    </w:p>
    <w:p w:rsidR="00E243D8" w:rsidRPr="00E243D8" w:rsidRDefault="00E243D8" w:rsidP="007A11AA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</w:t>
      </w:r>
      <w:r w:rsidRPr="00E243D8">
        <w:rPr>
          <w:rtl/>
          <w:lang w:bidi="fa-IR"/>
        </w:rPr>
        <w:t xml:space="preserve"> الحکم، ص 23؛ تصن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غررالحکم، ص 41.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7A11AA" w:rsidP="007A11AA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33" w:name="_Toc67344816"/>
      <w:r w:rsidR="00E243D8" w:rsidRPr="00E243D8">
        <w:rPr>
          <w:rFonts w:hint="eastAsia"/>
          <w:rtl/>
          <w:lang w:bidi="fa-IR"/>
        </w:rPr>
        <w:lastRenderedPageBreak/>
        <w:t>گفتار</w:t>
      </w:r>
      <w:r w:rsidR="00E243D8" w:rsidRPr="00E243D8">
        <w:rPr>
          <w:rtl/>
          <w:lang w:bidi="fa-IR"/>
        </w:rPr>
        <w:t xml:space="preserve"> هشتم: شوخ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و خنده</w:t>
      </w:r>
      <w:bookmarkEnd w:id="133"/>
    </w:p>
    <w:p w:rsidR="007A11AA" w:rsidRDefault="007A11AA" w:rsidP="00E243D8">
      <w:pPr>
        <w:pStyle w:val="libNormal"/>
        <w:rPr>
          <w:rtl/>
          <w:lang w:bidi="fa-IR"/>
        </w:rPr>
      </w:pPr>
    </w:p>
    <w:p w:rsidR="00E243D8" w:rsidRPr="00E243D8" w:rsidRDefault="00E243D8" w:rsidP="007A11AA">
      <w:pPr>
        <w:pStyle w:val="libBold1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اشاره</w:t>
      </w:r>
    </w:p>
    <w:p w:rsidR="007A11AA" w:rsidRDefault="007A11AA" w:rsidP="00E243D8">
      <w:pPr>
        <w:pStyle w:val="libNormal"/>
        <w:rPr>
          <w:rtl/>
          <w:lang w:bidi="fa-IR"/>
        </w:rPr>
      </w:pPr>
    </w:p>
    <w:p w:rsidR="00E243D8" w:rsidRPr="00E243D8" w:rsidRDefault="00E243D8" w:rsidP="007A11AA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اِنَّ</w:t>
      </w:r>
      <w:r w:rsidRPr="00E243D8">
        <w:rPr>
          <w:rtl/>
          <w:lang w:bidi="fa-IR"/>
        </w:rPr>
        <w:t xml:space="preserve"> المُداعَبَهَ مِنْ حُسْنِ الخُلْقِ وَ اِنَّکَ لَتُدْخِلُ بِهَا السُّرُورَ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اَخ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کَ</w:t>
      </w:r>
      <w:r w:rsidRPr="00E243D8">
        <w:rPr>
          <w:rtl/>
          <w:lang w:bidi="fa-IR"/>
        </w:rPr>
        <w:t xml:space="preserve"> وَ لَقَدْ کانَ رَسولُ اللهِ </w:t>
      </w:r>
      <w:r w:rsidR="007A11AA" w:rsidRPr="007A11AA">
        <w:rPr>
          <w:rStyle w:val="libAlaemChar"/>
          <w:rFonts w:eastAsiaTheme="minorHAnsi"/>
          <w:rtl/>
        </w:rPr>
        <w:t>صلى‌الله‌عليه‌وآله‌وسلم</w:t>
      </w:r>
      <w:r w:rsidR="007A11AA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داعِبُ</w:t>
      </w:r>
      <w:r w:rsidRPr="00E243D8">
        <w:rPr>
          <w:rtl/>
          <w:lang w:bidi="fa-IR"/>
        </w:rPr>
        <w:t xml:space="preserve"> الرَّجُلَ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دُ</w:t>
      </w:r>
      <w:r w:rsidRPr="00E243D8">
        <w:rPr>
          <w:rtl/>
          <w:lang w:bidi="fa-IR"/>
        </w:rPr>
        <w:t xml:space="preserve"> اَنْ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سُرَّهُ؛</w:t>
      </w:r>
      <w:r w:rsidRPr="007A11AA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درحق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خوش خلق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و تو بدان وس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له</w:t>
      </w:r>
      <w:r w:rsidRPr="00E243D8">
        <w:rPr>
          <w:rtl/>
          <w:lang w:bidi="fa-IR"/>
        </w:rPr>
        <w:t xml:space="preserve"> برادرت را خوشحال و مسرور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. هر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نه</w:t>
      </w:r>
      <w:r w:rsidRPr="00E243D8">
        <w:rPr>
          <w:rtl/>
          <w:lang w:bidi="fa-IR"/>
        </w:rPr>
        <w:t xml:space="preserve"> رسول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گاه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 برخ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افراد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 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خواستند او را شاد و مسرور کنند.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7A11AA">
      <w:pPr>
        <w:pStyle w:val="Heading2"/>
        <w:rPr>
          <w:rtl/>
          <w:lang w:bidi="fa-IR"/>
        </w:rPr>
      </w:pPr>
      <w:bookmarkStart w:id="134" w:name="_Toc67344817"/>
      <w:r w:rsidRPr="00E243D8">
        <w:rPr>
          <w:rFonts w:hint="eastAsia"/>
          <w:rtl/>
          <w:lang w:bidi="fa-IR"/>
        </w:rPr>
        <w:t>وس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له</w:t>
      </w:r>
      <w:r w:rsidRPr="00E243D8">
        <w:rPr>
          <w:rtl/>
          <w:lang w:bidi="fa-IR"/>
        </w:rPr>
        <w:t xml:space="preserve"> قرب به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bookmarkEnd w:id="134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محبت</w:t>
      </w:r>
      <w:r w:rsidRPr="00E243D8">
        <w:rPr>
          <w:rtl/>
          <w:lang w:bidi="fa-IR"/>
        </w:rPr>
        <w:t xml:space="preserve">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اساس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ماست. چنان که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اَساسُ</w:t>
      </w:r>
      <w:r w:rsidRPr="00E243D8">
        <w:rPr>
          <w:rtl/>
          <w:lang w:bidi="fa-IR"/>
        </w:rPr>
        <w:t xml:space="preserve"> الاِسْلامِ حُبّ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 حُبُّ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؛</w:t>
      </w:r>
      <w:r w:rsidRPr="007A11AA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اساس و پا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اسلام، محبت من و محبت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من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اگر</w:t>
      </w:r>
      <w:r w:rsidRPr="00E243D8">
        <w:rPr>
          <w:rtl/>
          <w:lang w:bidi="fa-IR"/>
        </w:rPr>
        <w:t xml:space="preserve">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دوست دارد، وس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له</w:t>
      </w:r>
      <w:r w:rsidRPr="00E243D8">
        <w:rPr>
          <w:rtl/>
          <w:lang w:bidi="fa-IR"/>
        </w:rPr>
        <w:t xml:space="preserve"> قرب و وصول و 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</w:t>
      </w:r>
      <w:r w:rsidRPr="00E243D8">
        <w:rPr>
          <w:rtl/>
          <w:lang w:bidi="fa-IR"/>
        </w:rPr>
        <w:t xml:space="preserve"> به او را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دوست دارد و در جست و جو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 است.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نشانه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محبت درون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انسان همواره به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محبوب خود باشد و نامش بر زبان او جار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گردد.</w:t>
      </w:r>
    </w:p>
    <w:p w:rsidR="00E243D8" w:rsidRPr="00E243D8" w:rsidRDefault="007A11AA" w:rsidP="007A11A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E243D8" w:rsidRPr="00E243D8" w:rsidRDefault="00E243D8" w:rsidP="007A11AA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2، ص 662؛ مکارم الاخلاق، ص 21؛ بحارالانوار، ج 16، ص 298.</w:t>
      </w:r>
    </w:p>
    <w:p w:rsidR="00E243D8" w:rsidRPr="00E243D8" w:rsidRDefault="00E243D8" w:rsidP="007A11AA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دلائل الصدق، ج 4، ص 215؛ شرح الاخبار، ج 3، ص 515.</w:t>
      </w:r>
    </w:p>
    <w:p w:rsidR="00E243D8" w:rsidRPr="00E243D8" w:rsidRDefault="007A11AA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بنابرا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ن،</w:t>
      </w:r>
      <w:r w:rsidR="00E243D8" w:rsidRPr="00E243D8">
        <w:rPr>
          <w:rtl/>
          <w:lang w:bidi="fa-IR"/>
        </w:rPr>
        <w:t xml:space="preserve"> کس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به دنبال قرب و وصول به محمد و آل محمد است، با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ذکرشر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ف</w:t>
      </w:r>
      <w:r w:rsidR="00E243D8" w:rsidRPr="00E243D8">
        <w:rPr>
          <w:rtl/>
          <w:lang w:bidi="fa-IR"/>
        </w:rPr>
        <w:t xml:space="preserve"> صلوات را 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اد</w:t>
      </w:r>
      <w:r w:rsidR="00E243D8" w:rsidRPr="00E243D8">
        <w:rPr>
          <w:rtl/>
          <w:lang w:bidi="fa-IR"/>
        </w:rPr>
        <w:t xml:space="preserve"> بر زبان جار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کند. و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گو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محبت حب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ب</w:t>
      </w:r>
      <w:r w:rsidR="00E243D8" w:rsidRPr="00E243D8">
        <w:rPr>
          <w:rtl/>
          <w:lang w:bidi="fa-IR"/>
        </w:rPr>
        <w:t xml:space="preserve"> خدا و اهل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="00E243D8" w:rsidRPr="00E243D8">
        <w:rPr>
          <w:rtl/>
          <w:lang w:bidi="fa-IR"/>
        </w:rPr>
        <w:t>است. پس هر چه عشق و علاقه به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خاندان دار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د،</w:t>
      </w:r>
      <w:r w:rsidR="00E243D8" w:rsidRPr="00E243D8">
        <w:rPr>
          <w:rtl/>
          <w:lang w:bidi="fa-IR"/>
        </w:rPr>
        <w:t xml:space="preserve"> با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برا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شان</w:t>
      </w:r>
      <w:r w:rsidR="00E243D8" w:rsidRPr="00E243D8">
        <w:rPr>
          <w:rtl/>
          <w:lang w:bidi="fa-IR"/>
        </w:rPr>
        <w:t xml:space="preserve"> صلوات بفرست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515728">
      <w:pPr>
        <w:pStyle w:val="Heading2"/>
        <w:rPr>
          <w:rtl/>
          <w:lang w:bidi="fa-IR"/>
        </w:rPr>
      </w:pPr>
      <w:bookmarkStart w:id="135" w:name="_Toc67344818"/>
      <w:r w:rsidRPr="00E243D8">
        <w:rPr>
          <w:rFonts w:hint="eastAsia"/>
          <w:rtl/>
          <w:lang w:bidi="fa-IR"/>
        </w:rPr>
        <w:t>مزاح</w:t>
      </w:r>
      <w:r w:rsidRPr="00E243D8">
        <w:rPr>
          <w:rtl/>
          <w:lang w:bidi="fa-IR"/>
        </w:rPr>
        <w:t xml:space="preserve"> و شوخ طبع</w:t>
      </w:r>
      <w:r w:rsidRPr="00E243D8">
        <w:rPr>
          <w:rFonts w:hint="cs"/>
          <w:rtl/>
          <w:lang w:bidi="fa-IR"/>
        </w:rPr>
        <w:t>ی</w:t>
      </w:r>
      <w:bookmarkEnd w:id="135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مصاد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tl/>
          <w:lang w:bidi="fa-IR"/>
        </w:rPr>
        <w:t xml:space="preserve"> حسن خلق، مزاح و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طبع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 مزاح و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جا و به دور از معص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خداوند، نه تنها مذموم و ناپسند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ست،</w:t>
      </w:r>
      <w:r w:rsidRPr="00E243D8">
        <w:rPr>
          <w:rtl/>
          <w:lang w:bidi="fa-IR"/>
        </w:rPr>
        <w:t xml:space="preserve"> بلکه به آن توص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شده است. انسان گاه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لط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فه</w:t>
      </w:r>
      <w:r w:rsidRPr="00E243D8">
        <w:rPr>
          <w:rtl/>
          <w:lang w:bidi="fa-IR"/>
        </w:rPr>
        <w:t xml:space="preserve">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با،</w:t>
      </w:r>
      <w:r w:rsidRPr="00E243D8">
        <w:rPr>
          <w:rtl/>
          <w:lang w:bidi="fa-IR"/>
        </w:rPr>
        <w:t xml:space="preserve"> خنده بر چهره انسان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اندوهگ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نشاند و سرور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به او هد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دهد.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عل</w:t>
      </w:r>
      <w:r w:rsidRPr="00E243D8">
        <w:rPr>
          <w:rFonts w:hint="eastAsia"/>
          <w:rtl/>
          <w:lang w:bidi="fa-IR"/>
        </w:rPr>
        <w:t>اوه</w:t>
      </w:r>
      <w:r w:rsidRPr="00E243D8">
        <w:rPr>
          <w:rtl/>
          <w:lang w:bidi="fa-IR"/>
        </w:rPr>
        <w:t xml:space="preserve"> بر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از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اخلاق شمرده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شود،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جاد</w:t>
      </w:r>
      <w:r w:rsidRPr="00E243D8">
        <w:rPr>
          <w:rtl/>
          <w:lang w:bidi="fa-IR"/>
        </w:rPr>
        <w:t xml:space="preserve"> و سرور و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دل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به شمار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که آثار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ارزنده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اخرو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دارد.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طنزگو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و مزاح و شوخ طبع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اگر در مرز شرع برگزار شود، و از خطوط قرمز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خداوند و اول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 تب</w:t>
      </w:r>
      <w:r w:rsidRPr="00E243D8">
        <w:rPr>
          <w:rFonts w:hint="cs"/>
          <w:rtl/>
          <w:lang w:bidi="fa-IR"/>
        </w:rPr>
        <w:t>یی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کرده اند تجاوز نکند،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تواند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عوامل نشاط بخش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باشد.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ما به مزاح و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سالم و فرحبخش توص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فرموده اند.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ونس</w:t>
      </w:r>
      <w:r w:rsidRPr="00E243D8">
        <w:rPr>
          <w:rtl/>
          <w:lang w:bidi="fa-IR"/>
        </w:rPr>
        <w:t xml:space="preserve">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: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به من 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51572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فَ</w:t>
      </w:r>
      <w:r w:rsidRPr="00E243D8">
        <w:rPr>
          <w:rtl/>
          <w:lang w:bidi="fa-IR"/>
        </w:rPr>
        <w:t xml:space="preserve"> مُداعَبَهُ بَعْضِکُمْ بَعْضاً؛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 شما با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چگونه است؟ در پاسخ عرض کردم: قل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لٌ؛</w:t>
      </w:r>
      <w:r w:rsidRPr="00E243D8">
        <w:rPr>
          <w:rtl/>
          <w:lang w:bidi="fa-IR"/>
        </w:rPr>
        <w:t xml:space="preserve"> اندک است. فرمود: فَلا تَفْعَلوا؛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گونه نباشد. فَاِنَّ المُداعَبَهَ مِنْ حُسْنِ الخُلْقِ وَ اِنَّکَ لَتُدْخِلُ بِهَا السُّ_رُورَ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اَخ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کَ</w:t>
      </w:r>
      <w:r w:rsidRPr="00E243D8">
        <w:rPr>
          <w:rtl/>
          <w:lang w:bidi="fa-IR"/>
        </w:rPr>
        <w:t xml:space="preserve"> وَ لَقَدْ </w:t>
      </w:r>
      <w:r w:rsidRPr="00E243D8">
        <w:rPr>
          <w:rtl/>
          <w:lang w:bidi="fa-IR"/>
        </w:rPr>
        <w:lastRenderedPageBreak/>
        <w:t xml:space="preserve">کانَ </w:t>
      </w:r>
      <w:r w:rsidRPr="00E243D8">
        <w:rPr>
          <w:rFonts w:hint="eastAsia"/>
          <w:rtl/>
          <w:lang w:bidi="fa-IR"/>
        </w:rPr>
        <w:t>رَسول</w:t>
      </w:r>
      <w:r w:rsidRPr="00E243D8">
        <w:rPr>
          <w:rtl/>
          <w:lang w:bidi="fa-IR"/>
        </w:rPr>
        <w:t xml:space="preserve"> اللهِ صل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الله عل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و اله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داعِبُ</w:t>
      </w:r>
      <w:r w:rsidRPr="00E243D8">
        <w:rPr>
          <w:rtl/>
          <w:lang w:bidi="fa-IR"/>
        </w:rPr>
        <w:t xml:space="preserve"> الرَّجُلَ</w:t>
      </w:r>
      <w:r w:rsidR="00515728">
        <w:rPr>
          <w:rFonts w:hint="cs"/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دُ</w:t>
      </w:r>
      <w:r w:rsidRPr="00E243D8">
        <w:rPr>
          <w:rtl/>
          <w:lang w:bidi="fa-IR"/>
        </w:rPr>
        <w:t xml:space="preserve"> اَنْ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سُ</w:t>
      </w:r>
      <w:r w:rsidRPr="00E243D8">
        <w:rPr>
          <w:rtl/>
          <w:lang w:bidi="fa-IR"/>
        </w:rPr>
        <w:t>_رَّهُ؛</w:t>
      </w:r>
      <w:r w:rsidRPr="00515728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</w:t>
      </w:r>
      <w:r w:rsidRPr="00E243D8">
        <w:rPr>
          <w:rtl/>
          <w:lang w:bidi="fa-IR"/>
        </w:rPr>
        <w:t xml:space="preserve">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خوش خلق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و تو بدان وس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له</w:t>
      </w:r>
      <w:r w:rsidRPr="00E243D8">
        <w:rPr>
          <w:rtl/>
          <w:lang w:bidi="fa-IR"/>
        </w:rPr>
        <w:t xml:space="preserve"> برادرت را خوشحال و مسرور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. هر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نه</w:t>
      </w:r>
      <w:r w:rsidRPr="00E243D8">
        <w:rPr>
          <w:rtl/>
          <w:lang w:bidi="fa-IR"/>
        </w:rPr>
        <w:t xml:space="preserve"> رسول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گاه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 برخ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افراد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 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خواستند او را شاد و مسرور کنند.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از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فرما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استفاده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 که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مزاح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ره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بوده است. و شوخ طبع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مسرور کردن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ژگ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 حضرت به شمار رفته است.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رو،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شوخ طبع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به عنوان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ره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در صحنه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ک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بند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و اسباب فرح و شاد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خود و خانواده و دوستان را فراهم ساز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515728">
      <w:pPr>
        <w:pStyle w:val="Heading2"/>
        <w:rPr>
          <w:rtl/>
          <w:lang w:bidi="fa-IR"/>
        </w:rPr>
      </w:pPr>
      <w:bookmarkStart w:id="136" w:name="_Toc67344819"/>
      <w:r w:rsidRPr="00E243D8">
        <w:rPr>
          <w:rFonts w:hint="eastAsia"/>
          <w:rtl/>
          <w:lang w:bidi="fa-IR"/>
        </w:rPr>
        <w:t>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ژگ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اهل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bookmarkEnd w:id="136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اهل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شه</w:t>
      </w:r>
      <w:r w:rsidRPr="00E243D8">
        <w:rPr>
          <w:rtl/>
          <w:lang w:bidi="fa-IR"/>
        </w:rPr>
        <w:t xml:space="preserve"> بانشاط و شوخ طبع اند، از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شده است: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ما</w:t>
      </w:r>
      <w:r w:rsidRPr="00E243D8">
        <w:rPr>
          <w:rtl/>
          <w:lang w:bidi="fa-IR"/>
        </w:rPr>
        <w:t xml:space="preserve"> مِنْ مُؤمنٍ اِلّا وَ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دُعابَهٌ؛</w:t>
      </w:r>
      <w:r w:rsidRPr="00515728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ست،</w:t>
      </w:r>
      <w:r w:rsidRPr="00E243D8">
        <w:rPr>
          <w:rtl/>
          <w:lang w:bidi="fa-IR"/>
        </w:rPr>
        <w:t xml:space="preserve"> جز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در او «دعابه» هست.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راو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 پرس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دم</w:t>
      </w:r>
      <w:r w:rsidRPr="00E243D8">
        <w:rPr>
          <w:rtl/>
          <w:lang w:bidi="fa-IR"/>
        </w:rPr>
        <w:t xml:space="preserve"> دعابه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ست؟</w:t>
      </w:r>
      <w:r w:rsidRPr="00E243D8">
        <w:rPr>
          <w:rtl/>
          <w:lang w:bidi="fa-IR"/>
        </w:rPr>
        <w:t xml:space="preserve"> فرمودند: مزاح.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مؤمن اهل مزاح و خوش و بش است.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شه</w:t>
      </w:r>
      <w:r w:rsidRPr="00E243D8">
        <w:rPr>
          <w:rtl/>
          <w:lang w:bidi="fa-IR"/>
        </w:rPr>
        <w:t xml:space="preserve"> سر حال و بانشاط و خندان است.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هم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لَأَمْزَحُ وَلا اَقُولُ اِلّا حَقّاً؛</w:t>
      </w:r>
      <w:r w:rsidRPr="00515728">
        <w:rPr>
          <w:rStyle w:val="libFootnotenumChar"/>
          <w:rtl/>
        </w:rPr>
        <w:t>(3)</w:t>
      </w:r>
      <w:r w:rsidRPr="00E243D8">
        <w:rPr>
          <w:rtl/>
          <w:lang w:bidi="fa-IR"/>
        </w:rPr>
        <w:t xml:space="preserve"> من مزاح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کنم،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جز حق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lastRenderedPageBreak/>
        <w:t>برخ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افراد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نمک و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مزه اند،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ستند</w:t>
      </w:r>
      <w:r w:rsidRPr="00E243D8">
        <w:rPr>
          <w:rtl/>
          <w:lang w:bidi="fa-IR"/>
        </w:rPr>
        <w:t>.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و امامان خوشمزه</w:t>
      </w:r>
    </w:p>
    <w:p w:rsidR="00E243D8" w:rsidRPr="00E243D8" w:rsidRDefault="00515728" w:rsidP="00E243D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E243D8" w:rsidRPr="00E243D8" w:rsidRDefault="00E243D8" w:rsidP="00515728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2، ص 662؛ مکارم الاخلاق، ص 21؛ بحارالانوار، ج 16، ص 298.</w:t>
      </w:r>
    </w:p>
    <w:p w:rsidR="00E243D8" w:rsidRPr="00E243D8" w:rsidRDefault="00E243D8" w:rsidP="00515728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2، ص 663؛ معان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الاخبار، ص 164؛ بحارالانوار، ج 73، ص 60.</w:t>
      </w:r>
    </w:p>
    <w:p w:rsidR="00E243D8" w:rsidRPr="00E243D8" w:rsidRDefault="00E243D8" w:rsidP="00515728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3- 3. مکارم الاخلاق، ص 21؛ بحارالانوار، ج 16، ص 298.</w:t>
      </w:r>
    </w:p>
    <w:p w:rsidR="00E243D8" w:rsidRPr="00E243D8" w:rsidRDefault="00515728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و</w:t>
      </w:r>
      <w:r w:rsidR="00E243D8" w:rsidRPr="00E243D8">
        <w:rPr>
          <w:rtl/>
          <w:lang w:bidi="fa-IR"/>
        </w:rPr>
        <w:t xml:space="preserve"> بانمک و ش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بودند. اهل مزاح بودند. اصلاً ش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در طب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عت</w:t>
      </w:r>
      <w:r w:rsidR="00E243D8" w:rsidRPr="00E243D8">
        <w:rPr>
          <w:rtl/>
          <w:lang w:bidi="fa-IR"/>
        </w:rPr>
        <w:t xml:space="preserve"> مؤمن نهفته است. چنان که نب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مکرم اسلام 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51572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المُؤمِنُ</w:t>
      </w:r>
      <w:r w:rsidRPr="00E243D8">
        <w:rPr>
          <w:rtl/>
          <w:lang w:bidi="fa-IR"/>
        </w:rPr>
        <w:t xml:space="preserve"> عَذبٌ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حِبُّ</w:t>
      </w:r>
      <w:r w:rsidRPr="00E243D8">
        <w:rPr>
          <w:rtl/>
          <w:lang w:bidi="fa-IR"/>
        </w:rPr>
        <w:t xml:space="preserve"> الْعُذوبَهَ والمُؤمِنُ حُلْوٌ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حِبُّ</w:t>
      </w:r>
      <w:r w:rsidRPr="00E243D8">
        <w:rPr>
          <w:rtl/>
          <w:lang w:bidi="fa-IR"/>
        </w:rPr>
        <w:t xml:space="preserve"> الحَلاوَهَ؛</w:t>
      </w:r>
      <w:r w:rsidRPr="00515728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مؤمن گوارا و خوشمزه است و گوارا و خوشمزه را دوست دارد و مؤمن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و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دوست دارد.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برخورد</w:t>
      </w:r>
      <w:r w:rsidRPr="00E243D8">
        <w:rPr>
          <w:rtl/>
          <w:lang w:bidi="fa-IR"/>
        </w:rPr>
        <w:t xml:space="preserve"> و رفتار و چهره و سخن مؤمن، همه گوارا و دلچسب است و انسان از معاشرت با او لذت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برد. چنان</w:t>
      </w:r>
      <w:r w:rsidRPr="00E243D8">
        <w:rPr>
          <w:rFonts w:hint="cs"/>
          <w:rtl/>
          <w:lang w:bidi="fa-IR"/>
        </w:rPr>
        <w:t>که پی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المؤمِنُ</w:t>
      </w:r>
      <w:r w:rsidRPr="00E243D8">
        <w:rPr>
          <w:rtl/>
          <w:lang w:bidi="fa-IR"/>
        </w:rPr>
        <w:t xml:space="preserve"> دَعِبٌ لَعِبٌ وَ المُنافِقُ قَطِبٌ غَضِبٌ؛</w:t>
      </w:r>
      <w:r w:rsidRPr="00515728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مؤمن شوخ طبع و بذله گو است و منافق بدخو، ترشرو و خشم جو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مؤمن</w:t>
      </w:r>
      <w:r w:rsidRPr="00E243D8">
        <w:rPr>
          <w:rtl/>
          <w:lang w:bidi="fa-IR"/>
        </w:rPr>
        <w:t xml:space="preserve">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خوشمزگ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داشته باشد. برخ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افراد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 خوشمزه اند، بعض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مزه اند و بعض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تلخ اند. اهل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و دوستان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نمک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اند.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ملاحت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ستند</w:t>
      </w:r>
      <w:r w:rsidRPr="00E243D8">
        <w:rPr>
          <w:rtl/>
          <w:lang w:bidi="fa-IR"/>
        </w:rPr>
        <w:t>. شوخ و سرحال و 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فورند</w:t>
      </w:r>
      <w:r w:rsidRPr="00E243D8">
        <w:rPr>
          <w:rtl/>
          <w:lang w:bidi="fa-IR"/>
        </w:rPr>
        <w:t>. با حرف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پسند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با خانواده و فرزندان و دوستانشان شو</w:t>
      </w:r>
      <w:r w:rsidRPr="00E243D8">
        <w:rPr>
          <w:rFonts w:hint="eastAsia"/>
          <w:rtl/>
          <w:lang w:bidi="fa-IR"/>
        </w:rPr>
        <w:t>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515728" w:rsidP="00515728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37" w:name="_Toc67344820"/>
      <w:r w:rsidR="00E243D8" w:rsidRPr="00E243D8">
        <w:rPr>
          <w:rFonts w:hint="eastAsia"/>
          <w:rtl/>
          <w:lang w:bidi="fa-IR"/>
        </w:rPr>
        <w:lastRenderedPageBreak/>
        <w:t>شوخ</w:t>
      </w:r>
      <w:r w:rsidR="00E243D8" w:rsidRPr="00E243D8">
        <w:rPr>
          <w:rtl/>
          <w:lang w:bidi="fa-IR"/>
        </w:rPr>
        <w:t xml:space="preserve"> طبع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امبر</w:t>
      </w:r>
      <w:r w:rsidR="00E243D8" w:rsidRPr="00E243D8">
        <w:rPr>
          <w:rtl/>
          <w:lang w:bidi="fa-IR"/>
        </w:rPr>
        <w:t xml:space="preserve"> </w:t>
      </w:r>
      <w:r w:rsidRPr="00515728">
        <w:rPr>
          <w:rStyle w:val="libAlaemChar"/>
          <w:rFonts w:eastAsiaTheme="minorHAnsi"/>
          <w:rtl/>
        </w:rPr>
        <w:t>صلى‌الله‌عليه‌وآله‌وسلم</w:t>
      </w:r>
      <w:bookmarkEnd w:id="137"/>
      <w:r w:rsidRPr="005100D5">
        <w:rPr>
          <w:rFonts w:ascii="Traditional Arabic" w:eastAsiaTheme="minorHAnsi" w:hAnsi="Traditional Arabic" w:cs="Traditional Arabic"/>
          <w:rtl/>
        </w:rPr>
        <w:t xml:space="preserve"> 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 و با مزاح و شوخ طبع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خود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را مسرور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 و علاوه بر آن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خواستند ابهت شخص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شان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را مرعوب خود نکند، بلکه با صفا و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گانگ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معاشرت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 و شأن و عظمت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مانع از آن نبود که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به راحت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 آن ح</w:t>
      </w:r>
      <w:r w:rsidRPr="00E243D8">
        <w:rPr>
          <w:rFonts w:hint="eastAsia"/>
          <w:rtl/>
          <w:lang w:bidi="fa-IR"/>
        </w:rPr>
        <w:t>ضرت</w:t>
      </w:r>
      <w:r w:rsidRPr="00E243D8">
        <w:rPr>
          <w:rtl/>
          <w:lang w:bidi="fa-IR"/>
        </w:rPr>
        <w:t xml:space="preserve"> مصاحبت و معاشرت داشتند باشند.</w:t>
      </w:r>
    </w:p>
    <w:p w:rsidR="00E243D8" w:rsidRPr="00E243D8" w:rsidRDefault="00515728" w:rsidP="0051572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</w:t>
      </w:r>
    </w:p>
    <w:p w:rsidR="00E243D8" w:rsidRPr="00E243D8" w:rsidRDefault="00E243D8" w:rsidP="00515728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المحاسن، ج 2، ص 408؛ بحارالانوار، ج 63، ص 285.</w:t>
      </w:r>
    </w:p>
    <w:p w:rsidR="00E243D8" w:rsidRPr="00E243D8" w:rsidRDefault="00E243D8" w:rsidP="00515728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تحف العقول، ص 49؛ بحارالانوار، ج 74، ص 153.</w:t>
      </w:r>
    </w:p>
    <w:p w:rsidR="00E243D8" w:rsidRPr="00E243D8" w:rsidRDefault="00515728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هرگاه</w:t>
      </w:r>
      <w:r w:rsidR="00E243D8" w:rsidRPr="00E243D8">
        <w:rPr>
          <w:rtl/>
          <w:lang w:bidi="fa-IR"/>
        </w:rPr>
        <w:t xml:space="preserve"> با گروه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نشستند، طور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بود که 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گران</w:t>
      </w:r>
      <w:r w:rsidR="00E243D8" w:rsidRPr="00E243D8">
        <w:rPr>
          <w:rtl/>
          <w:lang w:bidi="fa-IR"/>
        </w:rPr>
        <w:t xml:space="preserve"> احساس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کردند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امبر</w:t>
      </w:r>
      <w:r w:rsidR="00E243D8" w:rsidRPr="00E243D8">
        <w:rPr>
          <w:rtl/>
          <w:lang w:bidi="fa-IR"/>
        </w:rPr>
        <w:t xml:space="preserve"> هم همچون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ک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از آنان است. اصلاً دوست نداشت که در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ان</w:t>
      </w:r>
      <w:r w:rsidR="00E243D8" w:rsidRPr="00E243D8">
        <w:rPr>
          <w:rtl/>
          <w:lang w:bidi="fa-IR"/>
        </w:rPr>
        <w:t xml:space="preserve"> اصحاب خود متما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ز</w:t>
      </w:r>
      <w:r w:rsidR="00E243D8" w:rsidRPr="00E243D8">
        <w:rPr>
          <w:rtl/>
          <w:lang w:bidi="fa-IR"/>
        </w:rPr>
        <w:t xml:space="preserve"> از 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گران</w:t>
      </w:r>
      <w:r w:rsidR="00E243D8" w:rsidRPr="00E243D8">
        <w:rPr>
          <w:rtl/>
          <w:lang w:bidi="fa-IR"/>
        </w:rPr>
        <w:t xml:space="preserve"> باشد. در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ان</w:t>
      </w:r>
      <w:r w:rsidR="00E243D8" w:rsidRPr="00E243D8">
        <w:rPr>
          <w:rtl/>
          <w:lang w:bidi="fa-IR"/>
        </w:rPr>
        <w:t xml:space="preserve">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ژگ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امبر</w:t>
      </w:r>
      <w:r w:rsidR="00E243D8" w:rsidRPr="00E243D8">
        <w:rPr>
          <w:rtl/>
          <w:lang w:bidi="fa-IR"/>
        </w:rPr>
        <w:t xml:space="preserve"> خدا گفته اند: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51572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اِذا</w:t>
      </w:r>
      <w:r w:rsidRPr="00E243D8">
        <w:rPr>
          <w:rtl/>
          <w:lang w:bidi="fa-IR"/>
        </w:rPr>
        <w:t xml:space="preserve"> جَلَسَ بَ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 xml:space="preserve"> النّاسِ کانَ کَواحِدٍ مِنْهُمْ لا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عْرِفُهُ</w:t>
      </w:r>
      <w:r w:rsidRPr="00E243D8">
        <w:rPr>
          <w:rtl/>
          <w:lang w:bidi="fa-IR"/>
        </w:rPr>
        <w:t xml:space="preserve"> مَنْ لَمْ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کُنْ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عْرِِفُهُ؛</w:t>
      </w:r>
      <w:r w:rsidRPr="00515728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هنگام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مردم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نشست، همانند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آنان بود، به طور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را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شناخت،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دانست کدام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امبرند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اگر</w:t>
      </w:r>
      <w:r w:rsidRPr="00E243D8">
        <w:rPr>
          <w:rtl/>
          <w:lang w:bidi="fa-IR"/>
        </w:rPr>
        <w:t xml:space="preserve"> با دقت نظر در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ره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گرام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اسلام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بنگر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که با آن مکانت رف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</w:t>
      </w:r>
      <w:r w:rsidRPr="00E243D8">
        <w:rPr>
          <w:rtl/>
          <w:lang w:bidi="fa-IR"/>
        </w:rPr>
        <w:t xml:space="preserve"> و شأن عظ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که تا به سدر المنته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بالا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رود و جبرئ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ل،</w:t>
      </w:r>
      <w:r w:rsidRPr="00E243D8">
        <w:rPr>
          <w:rtl/>
          <w:lang w:bidi="fa-IR"/>
        </w:rPr>
        <w:t xml:space="preserve"> بزرگ 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 مقرب 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فرشته عالم هست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او عقب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ماند، با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همه عظمت و بزرگ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متواضع، س</w:t>
      </w:r>
      <w:r w:rsidRPr="00E243D8">
        <w:rPr>
          <w:rFonts w:hint="eastAsia"/>
          <w:rtl/>
          <w:lang w:bidi="fa-IR"/>
        </w:rPr>
        <w:t>هل،</w:t>
      </w:r>
      <w:r w:rsidRPr="00E243D8">
        <w:rPr>
          <w:rtl/>
          <w:lang w:bidi="fa-IR"/>
        </w:rPr>
        <w:t xml:space="preserve"> آسان، بانشاط، گشاده رو، متبسم، شادان و با لطافت و ظرافت است. لط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فه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و خوش طبع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و با کلام نمک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خود،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را مسرور و شادمان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سازد. ظر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و لط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فه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پسندد و آن را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کو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شمارد.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صفت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آن چنان چشمگ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است که اصحاب باب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ژگ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گشوده اند.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3B73CB" w:rsidP="003B73CB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38" w:name="_Toc67344821"/>
      <w:r w:rsidR="00E243D8" w:rsidRPr="00E243D8">
        <w:rPr>
          <w:rFonts w:hint="eastAsia"/>
          <w:rtl/>
          <w:lang w:bidi="fa-IR"/>
        </w:rPr>
        <w:lastRenderedPageBreak/>
        <w:t>خلق</w:t>
      </w:r>
      <w:r w:rsidR="00E243D8" w:rsidRPr="00E243D8">
        <w:rPr>
          <w:rtl/>
          <w:lang w:bidi="fa-IR"/>
        </w:rPr>
        <w:t xml:space="preserve"> عظ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</w:t>
      </w:r>
      <w:r w:rsidR="00E243D8" w:rsidRPr="00E243D8">
        <w:rPr>
          <w:rtl/>
          <w:lang w:bidi="fa-IR"/>
        </w:rPr>
        <w:t xml:space="preserve">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امبر</w:t>
      </w:r>
      <w:bookmarkEnd w:id="138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راو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: از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پرس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دم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جُعِلْتُ</w:t>
      </w:r>
      <w:r w:rsidRPr="00E243D8">
        <w:rPr>
          <w:rtl/>
          <w:lang w:bidi="fa-IR"/>
        </w:rPr>
        <w:t xml:space="preserve"> فِداکَ هَلْ کانَتْ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النَّبِ</w:t>
      </w:r>
      <w:r w:rsidRPr="00E243D8">
        <w:rPr>
          <w:rFonts w:hint="cs"/>
          <w:rtl/>
          <w:lang w:bidi="fa-IR"/>
        </w:rPr>
        <w:t>یِّ</w:t>
      </w:r>
      <w:r w:rsidRPr="00E243D8">
        <w:rPr>
          <w:rtl/>
          <w:lang w:bidi="fa-IR"/>
        </w:rPr>
        <w:t xml:space="preserve"> مُداعَبَهٌ؛ فدا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گردم،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هم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کردند!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فرمود</w:t>
      </w:r>
      <w:r w:rsidRPr="00E243D8">
        <w:rPr>
          <w:rtl/>
          <w:lang w:bidi="fa-IR"/>
        </w:rPr>
        <w:t>: لَقَدْ وَصَفَهُ اللهُ بِخُلْقُ عَظ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مٍ</w:t>
      </w:r>
      <w:r w:rsidRPr="00E243D8">
        <w:rPr>
          <w:rtl/>
          <w:lang w:bidi="fa-IR"/>
        </w:rPr>
        <w:t xml:space="preserve">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المُداعَبَهِ وَ اِنَّ اللهَ بَعَثَ اَنب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اءَهُ</w:t>
      </w:r>
    </w:p>
    <w:p w:rsidR="00E243D8" w:rsidRPr="00E243D8" w:rsidRDefault="003B73CB" w:rsidP="003B73C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E243D8" w:rsidRPr="00E243D8" w:rsidRDefault="00E243D8" w:rsidP="003B73CB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لئال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الاخبار، ج 1، ص 73.</w:t>
      </w:r>
    </w:p>
    <w:p w:rsidR="00E243D8" w:rsidRPr="00E243D8" w:rsidRDefault="003B73CB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فَکانَتْ</w:t>
      </w:r>
      <w:r w:rsidR="00E243D8" w:rsidRPr="00E243D8">
        <w:rPr>
          <w:rtl/>
          <w:lang w:bidi="fa-IR"/>
        </w:rPr>
        <w:t xml:space="preserve"> ف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هم</w:t>
      </w:r>
      <w:r w:rsidR="00E243D8" w:rsidRPr="00E243D8">
        <w:rPr>
          <w:rtl/>
          <w:lang w:bidi="fa-IR"/>
        </w:rPr>
        <w:t xml:space="preserve"> کَزازَهٌ وَ بَعَثَ مُحَمَّداً بِالرَّأفَهِ وَ الرَّحْمَهِ وَ کانَ مِنْ رَأفَتِهِ لِاُمَّتِهِ مُداعَبَتُهُ لَه_ُمْ لِکَ</w:t>
      </w:r>
      <w:r w:rsidR="00E243D8" w:rsidRPr="00E243D8">
        <w:rPr>
          <w:rFonts w:hint="cs"/>
          <w:rtl/>
          <w:lang w:bidi="fa-IR"/>
        </w:rPr>
        <w:t>یْ</w:t>
      </w:r>
      <w:r w:rsidR="00E243D8" w:rsidRPr="00E243D8">
        <w:rPr>
          <w:rFonts w:hint="eastAsia"/>
          <w:rtl/>
          <w:lang w:bidi="fa-IR"/>
        </w:rPr>
        <w:t>لا</w:t>
      </w:r>
      <w:r w:rsidR="00E243D8" w:rsidRPr="00E243D8">
        <w:rPr>
          <w:rtl/>
          <w:lang w:bidi="fa-IR"/>
        </w:rPr>
        <w:t xml:space="preserve"> </w:t>
      </w:r>
      <w:r w:rsidR="00E243D8" w:rsidRPr="00E243D8">
        <w:rPr>
          <w:rFonts w:hint="cs"/>
          <w:rtl/>
          <w:lang w:bidi="fa-IR"/>
        </w:rPr>
        <w:t>یَ</w:t>
      </w:r>
      <w:r w:rsidR="00E243D8" w:rsidRPr="00E243D8">
        <w:rPr>
          <w:rFonts w:hint="eastAsia"/>
          <w:rtl/>
          <w:lang w:bidi="fa-IR"/>
        </w:rPr>
        <w:t>بْلُغَ</w:t>
      </w:r>
      <w:r w:rsidR="00E243D8" w:rsidRPr="00E243D8">
        <w:rPr>
          <w:rtl/>
          <w:lang w:bidi="fa-IR"/>
        </w:rPr>
        <w:t xml:space="preserve"> بِاَحدٍ مِنْهُم التَّعظ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مُ</w:t>
      </w:r>
      <w:r w:rsidR="00E243D8" w:rsidRPr="00E243D8">
        <w:rPr>
          <w:rtl/>
          <w:lang w:bidi="fa-IR"/>
        </w:rPr>
        <w:t xml:space="preserve"> حَتّ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لا </w:t>
      </w:r>
      <w:r w:rsidR="00E243D8" w:rsidRPr="00E243D8">
        <w:rPr>
          <w:rFonts w:hint="cs"/>
          <w:rtl/>
          <w:lang w:bidi="fa-IR"/>
        </w:rPr>
        <w:t>یَ</w:t>
      </w:r>
      <w:r w:rsidR="00E243D8" w:rsidRPr="00E243D8">
        <w:rPr>
          <w:rFonts w:hint="eastAsia"/>
          <w:rtl/>
          <w:lang w:bidi="fa-IR"/>
        </w:rPr>
        <w:t>نْظُرَ</w:t>
      </w:r>
      <w:r w:rsidR="00E243D8" w:rsidRPr="00E243D8">
        <w:rPr>
          <w:rtl/>
          <w:lang w:bidi="fa-IR"/>
        </w:rPr>
        <w:t xml:space="preserve"> اِلَ</w:t>
      </w:r>
      <w:r w:rsidR="00E243D8" w:rsidRPr="00E243D8">
        <w:rPr>
          <w:rFonts w:hint="cs"/>
          <w:rtl/>
          <w:lang w:bidi="fa-IR"/>
        </w:rPr>
        <w:t>یْ</w:t>
      </w:r>
      <w:r w:rsidR="00E243D8" w:rsidRPr="00E243D8">
        <w:rPr>
          <w:rFonts w:hint="eastAsia"/>
          <w:rtl/>
          <w:lang w:bidi="fa-IR"/>
        </w:rPr>
        <w:t>هِ؛</w:t>
      </w:r>
      <w:r w:rsidR="00E243D8" w:rsidRPr="003B73CB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خداوند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امبر</w:t>
      </w:r>
      <w:r w:rsidR="00E243D8" w:rsidRPr="00E243D8">
        <w:rPr>
          <w:rtl/>
          <w:lang w:bidi="fa-IR"/>
        </w:rPr>
        <w:t xml:space="preserve"> را در شوخ طبع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به خُلق بزرگ توص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ف</w:t>
      </w:r>
      <w:r w:rsidR="00E243D8" w:rsidRPr="00E243D8">
        <w:rPr>
          <w:rtl/>
          <w:lang w:bidi="fa-IR"/>
        </w:rPr>
        <w:t xml:space="preserve"> فرمو</w:t>
      </w:r>
      <w:r w:rsidR="00E243D8" w:rsidRPr="00E243D8">
        <w:rPr>
          <w:rFonts w:hint="eastAsia"/>
          <w:rtl/>
          <w:lang w:bidi="fa-IR"/>
        </w:rPr>
        <w:t>ده</w:t>
      </w:r>
      <w:r w:rsidR="00E243D8" w:rsidRPr="00E243D8">
        <w:rPr>
          <w:rtl/>
          <w:lang w:bidi="fa-IR"/>
        </w:rPr>
        <w:t xml:space="preserve"> است. و البته خداوند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امبرانش</w:t>
      </w:r>
      <w:r w:rsidR="00E243D8" w:rsidRPr="00E243D8">
        <w:rPr>
          <w:rtl/>
          <w:lang w:bidi="fa-IR"/>
        </w:rPr>
        <w:t xml:space="preserve"> را مبعوث فرمود، در حال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در آنان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ک</w:t>
      </w:r>
      <w:r w:rsidR="00E243D8" w:rsidRPr="00E243D8">
        <w:rPr>
          <w:rtl/>
          <w:lang w:bidi="fa-IR"/>
        </w:rPr>
        <w:t xml:space="preserve"> قبض و گرفتگ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بود. و محمد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="00E243D8" w:rsidRPr="00E243D8">
        <w:rPr>
          <w:rtl/>
          <w:lang w:bidi="fa-IR"/>
        </w:rPr>
        <w:t>را با رأفت و مهربان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و رحمت مبعوث کرد. و رأفت و مهربان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او برا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امتش مزاح و شوخ طبع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آن حضرت با مردم است. تا عظمت و ه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بت</w:t>
      </w:r>
      <w:r w:rsidR="00E243D8" w:rsidRPr="00E243D8">
        <w:rPr>
          <w:rtl/>
          <w:lang w:bidi="fa-IR"/>
        </w:rPr>
        <w:t xml:space="preserve"> آن حضرت آنان </w:t>
      </w:r>
      <w:r w:rsidR="00E243D8" w:rsidRPr="00E243D8">
        <w:rPr>
          <w:rFonts w:hint="eastAsia"/>
          <w:rtl/>
          <w:lang w:bidi="fa-IR"/>
        </w:rPr>
        <w:t>را</w:t>
      </w:r>
      <w:r w:rsidR="00E243D8" w:rsidRPr="00E243D8">
        <w:rPr>
          <w:rtl/>
          <w:lang w:bidi="fa-IR"/>
        </w:rPr>
        <w:t xml:space="preserve"> نگ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رد</w:t>
      </w:r>
      <w:r w:rsidR="00E243D8" w:rsidRPr="00E243D8">
        <w:rPr>
          <w:rtl/>
          <w:lang w:bidi="fa-IR"/>
        </w:rPr>
        <w:t xml:space="preserve"> و مانع نگاه کردن به آن حضرت نشود.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خودشان را تنز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دادند و پا</w:t>
      </w:r>
      <w:r w:rsidRPr="00E243D8">
        <w:rPr>
          <w:rFonts w:hint="cs"/>
          <w:rtl/>
          <w:lang w:bidi="fa-IR"/>
        </w:rPr>
        <w:t>یی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آورند، تا مردم بهتر بتوانند با آنان رابطه برقرار کنند و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گانه</w:t>
      </w:r>
      <w:r w:rsidRPr="00E243D8">
        <w:rPr>
          <w:rtl/>
          <w:lang w:bidi="fa-IR"/>
        </w:rPr>
        <w:t xml:space="preserve"> شوند. مثل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بزرگ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با بچه ها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و خودش را پا</w:t>
      </w:r>
      <w:r w:rsidRPr="00E243D8">
        <w:rPr>
          <w:rFonts w:hint="cs"/>
          <w:rtl/>
          <w:lang w:bidi="fa-IR"/>
        </w:rPr>
        <w:t>یی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آورد.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نها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تواضع و فروتن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بوده است که با آن عظمت همه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</w:t>
      </w:r>
      <w:r w:rsidRPr="00E243D8">
        <w:rPr>
          <w:rFonts w:hint="eastAsia"/>
          <w:rtl/>
          <w:lang w:bidi="fa-IR"/>
        </w:rPr>
        <w:t>نستند</w:t>
      </w:r>
      <w:r w:rsidRPr="00E243D8">
        <w:rPr>
          <w:rtl/>
          <w:lang w:bidi="fa-IR"/>
        </w:rPr>
        <w:t xml:space="preserve"> با آن حضرت ارتباط برقرار کنند، همنش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شوند و گفت و گو کنند. تا بدانجا که با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 و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هم از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آنان استقبال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فرمود.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از 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ژگ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بزرگ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رحمت و خاتم المرسل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بوده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3B73CB" w:rsidP="003B73CB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39" w:name="_Toc67344822"/>
      <w:r w:rsidR="00E243D8" w:rsidRPr="00E243D8">
        <w:rPr>
          <w:rFonts w:hint="eastAsia"/>
          <w:rtl/>
          <w:lang w:bidi="fa-IR"/>
        </w:rPr>
        <w:lastRenderedPageBreak/>
        <w:t>شوخ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با اصحاب</w:t>
      </w:r>
      <w:bookmarkEnd w:id="139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هم با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مزاح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فرمودند و آنان را شادمان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 و هم اصحاب با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مزاح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 و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از شوخ طبع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آنان شادمان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شدند. امام باقر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از پدران خود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کرده اند: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کان</w:t>
      </w:r>
      <w:r w:rsidRPr="00E243D8">
        <w:rPr>
          <w:rtl/>
          <w:lang w:bidi="fa-IR"/>
        </w:rPr>
        <w:t xml:space="preserve"> رسولُ اللهِ صَلّ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الله عل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و آله، لَ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سُرُّ</w:t>
      </w:r>
      <w:r w:rsidRPr="00E243D8">
        <w:rPr>
          <w:rtl/>
          <w:lang w:bidi="fa-IR"/>
        </w:rPr>
        <w:t xml:space="preserve"> الرَّجُلَ مِنْ اَصْحابِهِ اِذا رَآهُ</w:t>
      </w:r>
    </w:p>
    <w:p w:rsidR="00E243D8" w:rsidRPr="00E243D8" w:rsidRDefault="003B73CB" w:rsidP="003B73C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E243D8" w:rsidRPr="00E243D8" w:rsidRDefault="00E243D8" w:rsidP="003B73CB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کشف الر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به،</w:t>
      </w:r>
      <w:r w:rsidRPr="00E243D8">
        <w:rPr>
          <w:rtl/>
          <w:lang w:bidi="fa-IR"/>
        </w:rPr>
        <w:t xml:space="preserve"> ص 82؛ مستدرک الوسائل، ج 8، ص 408.</w:t>
      </w:r>
    </w:p>
    <w:p w:rsidR="00E243D8" w:rsidRPr="00E243D8" w:rsidRDefault="003B73CB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مَغْمُوماً</w:t>
      </w:r>
      <w:r w:rsidR="00E243D8" w:rsidRPr="00E243D8">
        <w:rPr>
          <w:rtl/>
          <w:lang w:bidi="fa-IR"/>
        </w:rPr>
        <w:t xml:space="preserve"> بِالمُداعَبَهِ؛</w:t>
      </w:r>
      <w:r w:rsidR="00E243D8" w:rsidRPr="003B73CB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امبر</w:t>
      </w:r>
      <w:r w:rsidR="00E243D8" w:rsidRPr="00E243D8">
        <w:rPr>
          <w:rtl/>
          <w:lang w:bidi="fa-IR"/>
        </w:rPr>
        <w:t xml:space="preserve">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="00E243D8" w:rsidRPr="00E243D8">
        <w:rPr>
          <w:rtl/>
          <w:lang w:bidi="fa-IR"/>
        </w:rPr>
        <w:t>هرگاه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دند</w:t>
      </w:r>
      <w:r w:rsidR="00E243D8" w:rsidRPr="00E243D8">
        <w:rPr>
          <w:rtl/>
          <w:lang w:bidi="fa-IR"/>
        </w:rPr>
        <w:t xml:space="preserve">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ک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از اصحابشان اندوهگ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است، او را با مزاح و شوخ طبع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شادمان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کردند.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ابوهر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 به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گفتند: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رسول الله، شما با ما مزاح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د؟</w:t>
      </w:r>
      <w:r w:rsidRPr="00E243D8">
        <w:rPr>
          <w:rtl/>
          <w:lang w:bidi="fa-IR"/>
        </w:rPr>
        <w:t xml:space="preserve"> حضرت 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لا اَقولُ اِلّا حَقّاً؛</w:t>
      </w:r>
      <w:r w:rsidRPr="003B73CB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من جز حق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مزاح و شوخ طبع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من هم بر اساس حق است. خلاف و باطل و استهزاء و حرف ناروا در آن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از</w:t>
      </w:r>
      <w:r w:rsidRPr="00E243D8">
        <w:rPr>
          <w:rtl/>
          <w:lang w:bidi="fa-IR"/>
        </w:rPr>
        <w:t xml:space="preserve"> عا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شه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نقل شده است: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3B73CB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کانَ</w:t>
      </w:r>
      <w:r w:rsidRPr="00E243D8">
        <w:rPr>
          <w:rtl/>
          <w:lang w:bidi="fa-IR"/>
        </w:rPr>
        <w:t xml:space="preserve"> رسُولُ الله </w:t>
      </w:r>
      <w:r w:rsidR="003B73CB" w:rsidRPr="003B73CB">
        <w:rPr>
          <w:rStyle w:val="libAlaemChar"/>
          <w:rFonts w:eastAsiaTheme="minorHAnsi"/>
          <w:rtl/>
        </w:rPr>
        <w:t>صلى‌الله‌عليه‌وآله‌وسلم</w:t>
      </w:r>
      <w:r w:rsidR="003B73CB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E243D8">
        <w:rPr>
          <w:rtl/>
          <w:lang w:bidi="fa-IR"/>
        </w:rPr>
        <w:t>کَث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رُ</w:t>
      </w:r>
      <w:r w:rsidRPr="00E243D8">
        <w:rPr>
          <w:rtl/>
          <w:lang w:bidi="fa-IR"/>
        </w:rPr>
        <w:t xml:space="preserve"> الْمِزاحِ؛</w:t>
      </w:r>
      <w:r w:rsidRPr="003B73CB">
        <w:rPr>
          <w:rStyle w:val="libFootnotenumChar"/>
          <w:rtl/>
        </w:rPr>
        <w:t>(3)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خانواده خود بانشاط بودند و با اهل خانه مزاح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فرمودند و آنان را شاد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کردند. برخ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افراد با رفقا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کنند،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خانه مثل برج زهر مار هستند.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خلاف مروت و مردانگ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3B73CB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 و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سخن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</w:t>
      </w:r>
      <w:r w:rsidR="003B73CB" w:rsidRPr="003B73CB">
        <w:rPr>
          <w:rStyle w:val="libAlaemChar"/>
          <w:rFonts w:eastAsiaTheme="minorHAnsi"/>
          <w:rtl/>
        </w:rPr>
        <w:t>صلى‌الله‌عليه‌وآله‌وسلم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سخنش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 پر از لطافت بود.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کلام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و لطافت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و شوخ طبع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 حضرت با همه اصحاب و مردم، بزرگ و کوچک، هم در شاداب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نشاط مردم نقش داشته و هم احساس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گانگ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خودمان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بودن آن حضرت را در مردم بر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زاند</w:t>
      </w:r>
      <w:r w:rsidRPr="00E243D8">
        <w:rPr>
          <w:rtl/>
          <w:lang w:bidi="fa-IR"/>
        </w:rPr>
        <w:t>.</w:t>
      </w:r>
    </w:p>
    <w:p w:rsidR="00E243D8" w:rsidRPr="00E243D8" w:rsidRDefault="003B73CB" w:rsidP="003B73C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E243D8" w:rsidRPr="00E243D8" w:rsidRDefault="00E243D8" w:rsidP="003B73CB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lastRenderedPageBreak/>
        <w:t>1- 1. کشف الر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به،</w:t>
      </w:r>
      <w:r w:rsidRPr="00E243D8">
        <w:rPr>
          <w:rtl/>
          <w:lang w:bidi="fa-IR"/>
        </w:rPr>
        <w:t xml:space="preserve"> ص 83؛ مستدرک الوسائل، ج 8، ص 408.</w:t>
      </w:r>
    </w:p>
    <w:p w:rsidR="00E243D8" w:rsidRPr="00E243D8" w:rsidRDefault="00E243D8" w:rsidP="003B73CB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کشف الاسرار، ج 1، ص 156، به نقل از صح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الترمذ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2، ص 20.</w:t>
      </w:r>
    </w:p>
    <w:p w:rsidR="00E243D8" w:rsidRPr="00E243D8" w:rsidRDefault="00E243D8" w:rsidP="003B73CB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3- 3. کشف الاسرار، ج 1، ص 156، به نقل از البلاغ المب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ج 2، ص 204.</w:t>
      </w:r>
    </w:p>
    <w:p w:rsidR="003B73CB" w:rsidRDefault="003B73CB" w:rsidP="00E243D8">
      <w:pPr>
        <w:pStyle w:val="libNormal"/>
        <w:rPr>
          <w:rtl/>
          <w:lang w:bidi="fa-IR"/>
        </w:rPr>
      </w:pPr>
    </w:p>
    <w:p w:rsidR="00E243D8" w:rsidRPr="00E243D8" w:rsidRDefault="003B73CB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شوخ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آن حضرت همه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ان</w:t>
      </w:r>
      <w:r w:rsidR="00E243D8" w:rsidRPr="00E243D8">
        <w:rPr>
          <w:rtl/>
          <w:lang w:bidi="fa-IR"/>
        </w:rPr>
        <w:t xml:space="preserve"> واقع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tl/>
          <w:lang w:bidi="fa-IR"/>
        </w:rPr>
        <w:t xml:space="preserve"> هاست، ول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واقع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ممکن است بس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از افراد به آن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توجه باشند و از شن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دن</w:t>
      </w:r>
      <w:r w:rsidR="00E243D8" w:rsidRPr="00E243D8">
        <w:rPr>
          <w:rtl/>
          <w:lang w:bidi="fa-IR"/>
        </w:rPr>
        <w:t xml:space="preserve"> آن احساس تعجب کنند. گاه با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ان</w:t>
      </w:r>
      <w:r w:rsidR="00E243D8" w:rsidRPr="00E243D8">
        <w:rPr>
          <w:rtl/>
          <w:lang w:bidi="fa-IR"/>
        </w:rPr>
        <w:t xml:space="preserve"> بد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ه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بدور از ذهن است، با اصحاب و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ارانشان</w:t>
      </w:r>
      <w:r w:rsidR="00E243D8" w:rsidRPr="00E243D8">
        <w:rPr>
          <w:rtl/>
          <w:lang w:bidi="fa-IR"/>
        </w:rPr>
        <w:t xml:space="preserve"> مزاح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کردند و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راست تر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و نمک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تر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شوخ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امبر</w:t>
      </w:r>
      <w:r w:rsidR="00E243D8" w:rsidRPr="00E243D8">
        <w:rPr>
          <w:rtl/>
          <w:lang w:bidi="fa-IR"/>
        </w:rPr>
        <w:t xml:space="preserve"> خداست. «از نمک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کلام خود حق نمک ادا کند.»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از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نمونه ها در تار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خ</w:t>
      </w:r>
      <w:r w:rsidRPr="00E243D8">
        <w:rPr>
          <w:rtl/>
          <w:lang w:bidi="fa-IR"/>
        </w:rPr>
        <w:t xml:space="preserve">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و معاشرت و همز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 مردم آن دوران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افت</w:t>
      </w:r>
      <w:r w:rsidRPr="00E243D8">
        <w:rPr>
          <w:rtl/>
          <w:lang w:bidi="fa-IR"/>
        </w:rPr>
        <w:t xml:space="preserve"> که نمونه 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از آن ذکر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1) در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آمده است که رسول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شتر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دند</w:t>
      </w:r>
      <w:r w:rsidRPr="00E243D8">
        <w:rPr>
          <w:rtl/>
          <w:lang w:bidi="fa-IR"/>
        </w:rPr>
        <w:t xml:space="preserve"> که گندم حمل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کرد. 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تَمشِ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الهَر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سَهُ؛</w:t>
      </w:r>
      <w:r w:rsidRPr="003B73CB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حل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دارد حرکت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3B73CB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با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لط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فشان</w:t>
      </w:r>
      <w:r w:rsidRPr="00E243D8">
        <w:rPr>
          <w:rtl/>
          <w:lang w:bidi="fa-IR"/>
        </w:rPr>
        <w:t xml:space="preserve"> هم مزاح کردند و هم سرانجام و عاقبت گندم ها را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فرمودند. چون هر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سه</w:t>
      </w:r>
      <w:r w:rsidRPr="00E243D8">
        <w:rPr>
          <w:rtl/>
          <w:lang w:bidi="fa-IR"/>
        </w:rPr>
        <w:t xml:space="preserve"> غذا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است که از گندم و گوشت ته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 که در اصطلاح به آن حل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 xml:space="preserve">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بار شتر در قوه حل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است. هر چند که فعلاً گندم است،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 روز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حل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تبد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شود.</w:t>
      </w:r>
      <w:r w:rsidRPr="00E243D8">
        <w:rPr>
          <w:rtl/>
          <w:lang w:bidi="fa-IR"/>
        </w:rPr>
        <w:cr/>
        <w:t xml:space="preserve">2)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روز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بلال را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دند</w:t>
      </w:r>
      <w:r w:rsidRPr="00E243D8">
        <w:rPr>
          <w:rtl/>
          <w:lang w:bidi="fa-IR"/>
        </w:rPr>
        <w:t xml:space="preserve"> که شکمش برآمده بود. فرمودند: «اُمِّ حُبَ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اُمّ ِحُبَ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>!»</w:t>
      </w:r>
      <w:r w:rsidRPr="003B73CB">
        <w:rPr>
          <w:rStyle w:val="libFootnotenumChar"/>
          <w:rtl/>
        </w:rPr>
        <w:t>(2)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ام</w:t>
      </w:r>
      <w:r w:rsidR="003B73CB">
        <w:rPr>
          <w:rFonts w:hint="cs"/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حبی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همان آفتاب پرست است که شکم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برآمده دارد. حضرت بلال را در برآمدگ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tl/>
          <w:lang w:bidi="fa-IR"/>
        </w:rPr>
        <w:lastRenderedPageBreak/>
        <w:t>شکمش به آفتاب پرست تشب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فرمودند و با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کلام با او مزاح و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فرمودند.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3) از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شده است که رسول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با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رزن</w:t>
      </w:r>
      <w:r w:rsidRPr="00E243D8">
        <w:rPr>
          <w:rFonts w:hint="cs"/>
          <w:rtl/>
          <w:lang w:bidi="fa-IR"/>
        </w:rPr>
        <w:t>ی</w:t>
      </w:r>
    </w:p>
    <w:p w:rsidR="00E243D8" w:rsidRPr="00E243D8" w:rsidRDefault="003B73CB" w:rsidP="003B73C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E243D8" w:rsidRPr="00E243D8" w:rsidRDefault="00E243D8" w:rsidP="003B73CB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مناقب آل 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طالب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، ج 1، ص 148؛ بحارالانوار، ج 16، ص 294.</w:t>
      </w:r>
    </w:p>
    <w:p w:rsidR="00E243D8" w:rsidRPr="00E243D8" w:rsidRDefault="00E243D8" w:rsidP="003B73CB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همان، ص 295.</w:t>
      </w:r>
    </w:p>
    <w:p w:rsidR="00E243D8" w:rsidRPr="00E243D8" w:rsidRDefault="003B73CB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فرتوت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دندان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ش</w:t>
      </w:r>
      <w:r w:rsidR="00E243D8" w:rsidRPr="00E243D8">
        <w:rPr>
          <w:rtl/>
          <w:lang w:bidi="fa-IR"/>
        </w:rPr>
        <w:t xml:space="preserve"> 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خته</w:t>
      </w:r>
      <w:r w:rsidR="00E243D8" w:rsidRPr="00E243D8">
        <w:rPr>
          <w:rtl/>
          <w:lang w:bidi="fa-IR"/>
        </w:rPr>
        <w:t xml:space="preserve"> بود برخورد کردند و به او فرمودند: «اَما اِنَّهُ لا تَدْخُلُ الجَنَّهَ عَجوزٌ دَرْداءٌ؛ آگاه باش که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رزنِ</w:t>
      </w:r>
      <w:r w:rsidR="00E243D8" w:rsidRPr="00E243D8">
        <w:rPr>
          <w:rtl/>
          <w:lang w:bidi="fa-IR"/>
        </w:rPr>
        <w:t xml:space="preserve"> بدون دندان وارد بهشت نم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شود.»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رزن</w:t>
      </w:r>
      <w:r w:rsidRPr="00E243D8">
        <w:rPr>
          <w:rtl/>
          <w:lang w:bidi="fa-IR"/>
        </w:rPr>
        <w:t xml:space="preserve"> با شن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سخن به 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افتاد. حضرت فرمودند: چرا 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؟</w:t>
      </w:r>
      <w:r w:rsidRPr="00E243D8">
        <w:rPr>
          <w:rtl/>
          <w:lang w:bidi="fa-IR"/>
        </w:rPr>
        <w:t xml:space="preserve"> گفت: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رسول الله، آخر من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رزن</w:t>
      </w:r>
      <w:r w:rsidRPr="00E243D8">
        <w:rPr>
          <w:rtl/>
          <w:lang w:bidi="fa-IR"/>
        </w:rPr>
        <w:t xml:space="preserve"> بدون دندان هستم و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توانم وارد بهشت شوم.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خند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دند</w:t>
      </w:r>
      <w:r w:rsidRPr="00E243D8">
        <w:rPr>
          <w:rtl/>
          <w:lang w:bidi="fa-IR"/>
        </w:rPr>
        <w:t xml:space="preserve"> و فرمود: با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حال وارد بهشت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بلکه در آنجا جوان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گرد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.</w:t>
      </w:r>
      <w:r w:rsidRPr="003B73CB">
        <w:rPr>
          <w:rStyle w:val="libFootnotenumChar"/>
          <w:rtl/>
        </w:rPr>
        <w:t>(1)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3B73CB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4) و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از آن حضرت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شده است که نگاه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به زن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دو چشمش عفونت داشت افتاد. به او فرمودند: «اَما اِنَّهُ لا تَدْخُلُ الجَنَّهَ رَمْصاءُ الْعَ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نَ؛</w:t>
      </w:r>
      <w:r w:rsidRPr="00E243D8">
        <w:rPr>
          <w:rtl/>
          <w:lang w:bidi="fa-IR"/>
        </w:rPr>
        <w:t xml:space="preserve"> آگاه باش که زن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دو چشمش عفونت دارد وارد بهشت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شود.» زن به گر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ه افتاد و گفت: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رسول خدا، پس من داخل دوزخ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شوم؟ حضرت فرمودند: نه منظور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با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صورت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وارد بهشت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. سپس ادامه دادند: لا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دْخُلُ</w:t>
      </w:r>
      <w:r w:rsidRPr="00E243D8">
        <w:rPr>
          <w:rtl/>
          <w:lang w:bidi="fa-IR"/>
        </w:rPr>
        <w:t xml:space="preserve"> الجَنَّهَ الْاَعوَدُ وَالْاَعم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هذا المَعن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؛</w:t>
      </w:r>
      <w:r w:rsidRPr="00E243D8">
        <w:rPr>
          <w:rtl/>
          <w:lang w:bidi="fa-IR"/>
        </w:rPr>
        <w:t xml:space="preserve"> افراد، چپ چشم و ناب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نا</w:t>
      </w:r>
      <w:r w:rsidRPr="00E243D8">
        <w:rPr>
          <w:rtl/>
          <w:lang w:bidi="fa-IR"/>
        </w:rPr>
        <w:t xml:space="preserve"> وارد بهشت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شوند. بلکه در بهشت س</w:t>
      </w:r>
      <w:r w:rsidRPr="00E243D8">
        <w:rPr>
          <w:rFonts w:hint="eastAsia"/>
          <w:rtl/>
          <w:lang w:bidi="fa-IR"/>
        </w:rPr>
        <w:t>الم</w:t>
      </w:r>
      <w:r w:rsidRPr="00E243D8">
        <w:rPr>
          <w:rtl/>
          <w:lang w:bidi="fa-IR"/>
        </w:rPr>
        <w:t xml:space="preserve"> و جوان خواهند بود.</w:t>
      </w:r>
      <w:r w:rsidRPr="003B73CB">
        <w:rPr>
          <w:rStyle w:val="libFootnotenumChar"/>
          <w:rtl/>
        </w:rPr>
        <w:t>(2)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 xml:space="preserve">5) انس مالک خادم رسول الله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ره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بود که با ما قات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شد، با ما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نشست و گفت و گو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قدر خودمان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شد که با ما مزاح و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 و آن عظمت و 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بت</w:t>
      </w:r>
      <w:r w:rsidRPr="00E243D8">
        <w:rPr>
          <w:rtl/>
          <w:lang w:bidi="fa-IR"/>
        </w:rPr>
        <w:t xml:space="preserve"> و وقارِ نبوتش مانع از 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نبود.</w:t>
      </w:r>
    </w:p>
    <w:p w:rsidR="003B73CB" w:rsidRPr="00E243D8" w:rsidRDefault="003B73CB" w:rsidP="003B73C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E243D8" w:rsidRPr="00E243D8" w:rsidRDefault="00E243D8" w:rsidP="003B73CB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الجعفر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ات،</w:t>
      </w:r>
      <w:r w:rsidRPr="00E243D8">
        <w:rPr>
          <w:rtl/>
          <w:lang w:bidi="fa-IR"/>
        </w:rPr>
        <w:t xml:space="preserve"> ص 191؛ بحارالانوار، ج 16، ص 298.</w:t>
      </w:r>
    </w:p>
    <w:p w:rsidR="003B73CB" w:rsidRDefault="00E243D8" w:rsidP="003B73CB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النوادر للراوند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ص 10؛ بحارالانوار، ج 16، ص 299.</w:t>
      </w:r>
    </w:p>
    <w:p w:rsidR="00E243D8" w:rsidRPr="00E243D8" w:rsidRDefault="003B73CB" w:rsidP="003B73C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انس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گو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>: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امبر</w:t>
      </w:r>
      <w:r w:rsidR="00E243D8" w:rsidRPr="00E243D8">
        <w:rPr>
          <w:rtl/>
          <w:lang w:bidi="fa-IR"/>
        </w:rPr>
        <w:t xml:space="preserve"> آن قدر با ما خودمان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و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گانه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شد که من برادر کوچک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داشتم که پرنده کوچک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داشت و با آن باز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کرد و با آن انس فراوان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داشت.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پرنده مُرد و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امبر</w:t>
      </w:r>
      <w:r w:rsidR="00E243D8" w:rsidRPr="00E243D8">
        <w:rPr>
          <w:rtl/>
          <w:lang w:bidi="fa-IR"/>
        </w:rPr>
        <w:t xml:space="preserve"> گاه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از باب ملاطفت و شوخ طبع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به او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فرمود: «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tl/>
          <w:lang w:bidi="fa-IR"/>
        </w:rPr>
        <w:t xml:space="preserve"> اَبا عُمَ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رما</w:t>
      </w:r>
      <w:r w:rsidR="00E243D8" w:rsidRPr="00E243D8">
        <w:rPr>
          <w:rtl/>
          <w:lang w:bidi="fa-IR"/>
        </w:rPr>
        <w:t xml:space="preserve"> فَعَلَ النُّغَ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ر؛</w:t>
      </w:r>
      <w:r w:rsidR="00E243D8" w:rsidRPr="00E243D8">
        <w:rPr>
          <w:rtl/>
          <w:lang w:bidi="fa-IR"/>
        </w:rPr>
        <w:t xml:space="preserve">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اب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tl/>
          <w:lang w:bidi="fa-IR"/>
        </w:rPr>
        <w:t xml:space="preserve"> عم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ر،</w:t>
      </w:r>
      <w:r w:rsidR="00E243D8" w:rsidRPr="00E243D8">
        <w:rPr>
          <w:rtl/>
          <w:lang w:bidi="fa-IR"/>
        </w:rPr>
        <w:t xml:space="preserve"> پرنده چه شد؟»</w:t>
      </w:r>
      <w:r w:rsidR="00E243D8" w:rsidRPr="003B73CB">
        <w:rPr>
          <w:rStyle w:val="libFootnotenumChar"/>
          <w:rtl/>
        </w:rPr>
        <w:t>(1)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</w:t>
      </w:r>
      <w:r w:rsidRPr="00E243D8">
        <w:rPr>
          <w:rtl/>
          <w:lang w:bidi="fa-IR"/>
        </w:rPr>
        <w:t xml:space="preserve"> با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سخن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خود، 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 کودکان مزاح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 و آنان را شاد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نمود.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6) انس بن مالک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 مرد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نش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به نام زاهر بن حرام،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هد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آورد. هرگاه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خواست برگردد،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هم به او مال و کالا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دادند. 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بدق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افه،</w:t>
      </w:r>
      <w:r w:rsidRPr="00E243D8">
        <w:rPr>
          <w:rtl/>
          <w:lang w:bidi="fa-IR"/>
        </w:rPr>
        <w:t xml:space="preserve"> اما مورد علاقه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بود. روز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بازار مشغول فروش کالاها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بود.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او را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دند</w:t>
      </w:r>
      <w:r w:rsidRPr="00E243D8">
        <w:rPr>
          <w:rtl/>
          <w:lang w:bidi="fa-IR"/>
        </w:rPr>
        <w:t xml:space="preserve"> و بدو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او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را بب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 xml:space="preserve"> از پشت سر او را در بغل گرفتند، به طور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او نتواند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را بب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>. او هم گفت: مرا رها کن،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ست؟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فرمودند: «مَنْ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شْتر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هذا العَبْدَ؛ چه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عبد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خرد.» منظور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از عبد «عبدالله» بود، نه غلام و برده.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زاهر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را شناخت و گفت: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رسول الله، به خدا سوگند وضع مرا کساد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!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فرمود: «لِکِنَّکَ عِنْدَ اللهِ لَسْتَ بِکاسِدٍ؛ لکن وضع تو در نزد خدا کساد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>.»</w:t>
      </w:r>
      <w:r w:rsidRPr="00B30795">
        <w:rPr>
          <w:rStyle w:val="libFootnotenumChar"/>
          <w:rtl/>
        </w:rPr>
        <w:t>(2)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7) انس بن مالک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: رسول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در سفرها معمولاً زنان خود را به همراه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برد. حضرت ساربان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داشت که از صوت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برخوردار بود و معمولاً </w:t>
      </w:r>
      <w:r w:rsidRPr="00E243D8">
        <w:rPr>
          <w:rtl/>
          <w:lang w:bidi="fa-IR"/>
        </w:rPr>
        <w:lastRenderedPageBreak/>
        <w:t>در سفرها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شتران به سرعت حرکت</w:t>
      </w:r>
    </w:p>
    <w:p w:rsidR="00E243D8" w:rsidRPr="00E243D8" w:rsidRDefault="00B30795" w:rsidP="00B3079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E243D8" w:rsidRPr="00E243D8" w:rsidRDefault="00E243D8" w:rsidP="00B30795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کشف الاسرار، ج 1، ص 7؛ مناقب آل 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طالب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، ج 1، ص 147.</w:t>
      </w:r>
    </w:p>
    <w:p w:rsidR="00E243D8" w:rsidRPr="00E243D8" w:rsidRDefault="00E243D8" w:rsidP="00B30795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کشف الاسرار، ج 1، ص 158؛ بحارالانوار، ج 16، ص 296؛ حل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الابرار، ج 1، ص 313.</w:t>
      </w:r>
    </w:p>
    <w:p w:rsidR="00E243D8" w:rsidRPr="00E243D8" w:rsidRDefault="00B30795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کنند،</w:t>
      </w:r>
      <w:r w:rsidR="00E243D8" w:rsidRPr="00E243D8">
        <w:rPr>
          <w:rtl/>
          <w:lang w:bidi="fa-IR"/>
        </w:rPr>
        <w:t xml:space="preserve"> برا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آن ها آواز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خواند که در اصطلاح عرب به آن «حُد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»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گو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ند</w:t>
      </w:r>
      <w:r w:rsidR="00E243D8"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نام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ساربان انجشه بود. انجشه مسئول شتران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بود که زنان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بر آن سوار بودند. هرگاه انجشه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شتران حُد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خواند، بر سرعت آنان افزوده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شد و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با لطافت کلامش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فرمودند: «رُوَ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اَنْجَشهُ، اِرْفَقْ بِالقَوار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ر؛</w:t>
      </w:r>
      <w:r w:rsidRPr="00E243D8">
        <w:rPr>
          <w:rtl/>
          <w:lang w:bidi="fa-IR"/>
        </w:rPr>
        <w:t xml:space="preserve"> آرام تر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انجشه، با ظرف </w:t>
      </w:r>
      <w:r w:rsidRPr="00E243D8">
        <w:rPr>
          <w:rFonts w:hint="eastAsia"/>
          <w:rtl/>
          <w:lang w:bidi="fa-IR"/>
        </w:rPr>
        <w:t>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بلور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مدارا و ملاطفت کن.» و در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آمده است که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فرمودند: «لا تُکسِرِ القَوار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رَ؛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ظرف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بلور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را نشکن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!»</w:t>
      </w:r>
      <w:r w:rsidRPr="00B30795">
        <w:rPr>
          <w:rStyle w:val="libFootnotenumChar"/>
          <w:rtl/>
        </w:rPr>
        <w:t>(1)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گونه سخنان، از لطافت کلام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و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سخن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 حضرت است. 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سخن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هم زنان را در لطافت و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و شکنندگ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جام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بلور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تشب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فرموده اند و هم سخن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گفته اند، همان طور که ما گاه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حساس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بار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شه</w:t>
      </w:r>
      <w:r w:rsidRPr="00E243D8">
        <w:rPr>
          <w:rtl/>
          <w:lang w:bidi="fa-IR"/>
        </w:rPr>
        <w:t xml:space="preserve"> دار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خود، مزاح لط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انبساط خاطر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8)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رزن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انصار به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عرض کرد، دعا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من به بهشت بروم.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فرمودند: «اِنَّ الجَنَّهَ لا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دْخُلُهَا</w:t>
      </w:r>
      <w:r w:rsidRPr="00E243D8">
        <w:rPr>
          <w:rtl/>
          <w:lang w:bidi="fa-IR"/>
        </w:rPr>
        <w:t xml:space="preserve"> العَجوزُ؛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رزن</w:t>
      </w:r>
      <w:r w:rsidRPr="00E243D8">
        <w:rPr>
          <w:rtl/>
          <w:lang w:bidi="fa-IR"/>
        </w:rPr>
        <w:t xml:space="preserve"> وارد بهشت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شود.»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رزن</w:t>
      </w:r>
      <w:r w:rsidRPr="00E243D8">
        <w:rPr>
          <w:rtl/>
          <w:lang w:bidi="fa-IR"/>
        </w:rPr>
        <w:t xml:space="preserve">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خبر ناراحت شد و به 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افتاد و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فرمودند: اَما سَمِعْتَ قَوْلَ الله تبارک و تعال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«اِنّا اَنْشَأناهُنَّ اِنْشاءً فَجَعلْنا هُنَّ اَبْکاراً»؛</w:t>
      </w:r>
      <w:r w:rsidRPr="00B30795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کلام خداوند تبارک و تعال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نشن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فرمود: ما آنان را پد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آورده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پد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آوردن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دوش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زه</w:t>
      </w:r>
      <w:r w:rsidRPr="00E243D8">
        <w:rPr>
          <w:rtl/>
          <w:lang w:bidi="fa-IR"/>
        </w:rPr>
        <w:t xml:space="preserve"> گردان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</w:t>
      </w:r>
    </w:p>
    <w:p w:rsidR="00E243D8" w:rsidRPr="00E243D8" w:rsidRDefault="00B30795" w:rsidP="00B3079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E243D8" w:rsidRPr="00E243D8" w:rsidRDefault="00E243D8" w:rsidP="00B30795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کشف الاسرار، ج1، ص 157، المجازات النبو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ص 44؛ مناقب آل 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طالب عل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السلام، ج1، ص 147.</w:t>
      </w:r>
    </w:p>
    <w:p w:rsidR="00E243D8" w:rsidRPr="00E243D8" w:rsidRDefault="00E243D8" w:rsidP="00B30795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lastRenderedPageBreak/>
        <w:t>2- 2. سوره واقعه،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35 و 36. مناقب آل 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طالب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، ج 1، ص 147؛ بحارالانوار، ح 16، ص 295؛ کشف الاسرار، ج 1، ص 160.</w:t>
      </w:r>
    </w:p>
    <w:p w:rsidR="00B30795" w:rsidRDefault="00B30795" w:rsidP="00E243D8">
      <w:pPr>
        <w:pStyle w:val="libNormal"/>
        <w:rPr>
          <w:rtl/>
          <w:lang w:bidi="fa-IR"/>
        </w:rPr>
      </w:pPr>
    </w:p>
    <w:p w:rsidR="00E243D8" w:rsidRPr="00E243D8" w:rsidRDefault="00B30795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cs"/>
          <w:rtl/>
          <w:lang w:bidi="fa-IR"/>
        </w:rPr>
        <w:lastRenderedPageBreak/>
        <w:t>ی</w:t>
      </w:r>
      <w:r w:rsidR="00E243D8" w:rsidRPr="00E243D8">
        <w:rPr>
          <w:rFonts w:hint="eastAsia"/>
          <w:rtl/>
          <w:lang w:bidi="fa-IR"/>
        </w:rPr>
        <w:t>عن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خداوند هنگام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خواهد اهل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مان</w:t>
      </w:r>
      <w:r w:rsidR="00E243D8" w:rsidRPr="00E243D8">
        <w:rPr>
          <w:rtl/>
          <w:lang w:bidi="fa-IR"/>
        </w:rPr>
        <w:t xml:space="preserve"> را وارد بهشت کند، ابتدا وارد چشمه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کند که بس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ار</w:t>
      </w:r>
      <w:r w:rsidR="00E243D8" w:rsidRPr="00E243D8">
        <w:rPr>
          <w:rtl/>
          <w:lang w:bidi="fa-IR"/>
        </w:rPr>
        <w:t xml:space="preserve"> 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با</w:t>
      </w:r>
      <w:r w:rsidR="00E243D8" w:rsidRPr="00E243D8">
        <w:rPr>
          <w:rtl/>
          <w:lang w:bidi="fa-IR"/>
        </w:rPr>
        <w:t xml:space="preserve">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شوند و بعد وارد بهشت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کند. در بهشت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رزن</w:t>
      </w:r>
      <w:r w:rsidR="00E243D8" w:rsidRPr="00E243D8">
        <w:rPr>
          <w:rtl/>
          <w:lang w:bidi="fa-IR"/>
        </w:rPr>
        <w:t xml:space="preserve"> و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</w:t>
      </w:r>
      <w:r w:rsidR="00E243D8" w:rsidRPr="00E243D8">
        <w:rPr>
          <w:rtl/>
          <w:lang w:bidi="fa-IR"/>
        </w:rPr>
        <w:t xml:space="preserve"> مرد و انسان ناز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با</w:t>
      </w:r>
      <w:r w:rsidR="00E243D8" w:rsidRPr="00E243D8">
        <w:rPr>
          <w:rtl/>
          <w:lang w:bidi="fa-IR"/>
        </w:rPr>
        <w:t xml:space="preserve"> وجود ندارد، بلکه همه به ز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باتر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صورت وارد بهشت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شوند.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معلوم</w:t>
      </w:r>
      <w:r w:rsidRPr="00E243D8">
        <w:rPr>
          <w:rtl/>
          <w:lang w:bidi="fa-IR"/>
        </w:rPr>
        <w:t xml:space="preserve"> است که 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رزن</w:t>
      </w:r>
      <w:r w:rsidRPr="00E243D8">
        <w:rPr>
          <w:rtl/>
          <w:lang w:bidi="fa-IR"/>
        </w:rPr>
        <w:t xml:space="preserve"> از شوق بهشت بوده است. و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با کلام خود هم با او مزاح کردند و هم به او بشارت به بهشت دادند و هم به معرفت او نسبت به خصوص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 xml:space="preserve"> بهشت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افزودند.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9)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گاه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 انس بن مالک که در خدمت آن حضرت بود،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 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فرمودند: «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ذَا الاُذُنَ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نِ؛</w:t>
      </w:r>
      <w:r w:rsidRPr="00B30795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صاحب دو گوش.»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10)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شده است که زن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خاطر کار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شوهرش داشت به محضر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از او پرس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دند</w:t>
      </w:r>
      <w:r w:rsidRPr="00E243D8">
        <w:rPr>
          <w:rtl/>
          <w:lang w:bidi="fa-IR"/>
        </w:rPr>
        <w:t>: شوهرت 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ست؟</w:t>
      </w:r>
      <w:r w:rsidRPr="00E243D8">
        <w:rPr>
          <w:rtl/>
          <w:lang w:bidi="fa-IR"/>
        </w:rPr>
        <w:t xml:space="preserve"> گفت: فلان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. حضرت فرمودند: «الَّذ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نِهِ</w:t>
      </w:r>
      <w:r w:rsidRPr="00E243D8">
        <w:rPr>
          <w:rtl/>
          <w:lang w:bidi="fa-IR"/>
        </w:rPr>
        <w:t xml:space="preserve"> بَ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اضٌ؛</w:t>
      </w:r>
      <w:r w:rsidRPr="00E243D8">
        <w:rPr>
          <w:rtl/>
          <w:lang w:bidi="fa-IR"/>
        </w:rPr>
        <w:t xml:space="preserve"> همان شخص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در چشمش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سف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است؟»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گفت</w:t>
      </w:r>
      <w:r w:rsidRPr="00E243D8">
        <w:rPr>
          <w:rtl/>
          <w:lang w:bidi="fa-IR"/>
        </w:rPr>
        <w:t>: نه و به سرعت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شوهرش برگشت و شروع به وارس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چشم شوهرش کرد. شوهرش از او پرس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 چه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؟</w:t>
      </w:r>
      <w:r w:rsidRPr="00E243D8">
        <w:rPr>
          <w:rtl/>
          <w:lang w:bidi="fa-IR"/>
        </w:rPr>
        <w:t xml:space="preserve"> گفت: رسول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 xml:space="preserve">به من خبرداد که در چشم تو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سف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 شوهرش گفت: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راست گفته است، مگر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سف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چشم من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شتر</w:t>
      </w:r>
      <w:r w:rsidRPr="00E243D8">
        <w:rPr>
          <w:rtl/>
          <w:lang w:bidi="fa-IR"/>
        </w:rPr>
        <w:t xml:space="preserve"> از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 ا</w:t>
      </w:r>
      <w:r w:rsidRPr="00E243D8">
        <w:rPr>
          <w:rFonts w:hint="eastAsia"/>
          <w:rtl/>
          <w:lang w:bidi="fa-IR"/>
        </w:rPr>
        <w:t>ست؟</w:t>
      </w:r>
      <w:r w:rsidRPr="00E243D8">
        <w:rPr>
          <w:rtl/>
          <w:lang w:bidi="fa-IR"/>
        </w:rPr>
        <w:t xml:space="preserve">! </w:t>
      </w:r>
      <w:r w:rsidRPr="00B30795">
        <w:rPr>
          <w:rStyle w:val="libFootnotenumChar"/>
          <w:rtl/>
        </w:rPr>
        <w:t>(2)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با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بد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 xml:space="preserve"> با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مزاح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فرمودند.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11) ابن عباس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: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زنان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لباس بلند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پوش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بود.</w:t>
      </w:r>
    </w:p>
    <w:p w:rsidR="00E243D8" w:rsidRPr="00E243D8" w:rsidRDefault="00B30795" w:rsidP="00B3079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</w:t>
      </w:r>
    </w:p>
    <w:p w:rsidR="00E243D8" w:rsidRPr="00E243D8" w:rsidRDefault="00E243D8" w:rsidP="00B30795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کشف الاسرار، ج 1، ص 159؛ النها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غر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</w:t>
      </w:r>
      <w:r w:rsidRPr="00E243D8">
        <w:rPr>
          <w:rtl/>
          <w:lang w:bidi="fa-IR"/>
        </w:rPr>
        <w:t xml:space="preserve"> الحد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ث</w:t>
      </w:r>
      <w:r w:rsidRPr="00E243D8">
        <w:rPr>
          <w:rtl/>
          <w:lang w:bidi="fa-IR"/>
        </w:rPr>
        <w:t xml:space="preserve"> و الاثر، ج 1، ص 34.</w:t>
      </w:r>
    </w:p>
    <w:p w:rsidR="00E243D8" w:rsidRPr="00E243D8" w:rsidRDefault="00E243D8" w:rsidP="00B30795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کشف الاسرار، ج 1، ص 159 به نقل از زهر الرب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ع،</w:t>
      </w:r>
      <w:r w:rsidRPr="00E243D8">
        <w:rPr>
          <w:rtl/>
          <w:lang w:bidi="fa-IR"/>
        </w:rPr>
        <w:t xml:space="preserve"> ج 1، ص 3؛ مناقب آل 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طالب، ج 1، ص 148.</w:t>
      </w:r>
    </w:p>
    <w:p w:rsidR="00E243D8" w:rsidRPr="00E243D8" w:rsidRDefault="00B30795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حضرت</w:t>
      </w:r>
      <w:r w:rsidR="00E243D8" w:rsidRPr="00E243D8">
        <w:rPr>
          <w:rtl/>
          <w:lang w:bidi="fa-IR"/>
        </w:rPr>
        <w:t xml:space="preserve"> به او فرمودند: «اَلْبِس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هِ</w:t>
      </w:r>
      <w:r w:rsidR="00E243D8" w:rsidRPr="00E243D8">
        <w:rPr>
          <w:rtl/>
          <w:lang w:bidi="fa-IR"/>
        </w:rPr>
        <w:t xml:space="preserve"> وَ اَحْمَدِ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اللهَ وَ جَر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مِنهُ ذَ</w:t>
      </w:r>
      <w:r w:rsidR="00E243D8" w:rsidRPr="00E243D8">
        <w:rPr>
          <w:rFonts w:hint="cs"/>
          <w:rtl/>
          <w:lang w:bidi="fa-IR"/>
        </w:rPr>
        <w:t>یْ</w:t>
      </w:r>
      <w:r w:rsidR="00E243D8" w:rsidRPr="00E243D8">
        <w:rPr>
          <w:rFonts w:hint="eastAsia"/>
          <w:rtl/>
          <w:lang w:bidi="fa-IR"/>
        </w:rPr>
        <w:t>لاً</w:t>
      </w:r>
      <w:r w:rsidR="00E243D8" w:rsidRPr="00E243D8">
        <w:rPr>
          <w:rtl/>
          <w:lang w:bidi="fa-IR"/>
        </w:rPr>
        <w:t xml:space="preserve"> کَذَ</w:t>
      </w:r>
      <w:r w:rsidR="00E243D8" w:rsidRPr="00E243D8">
        <w:rPr>
          <w:rFonts w:hint="cs"/>
          <w:rtl/>
          <w:lang w:bidi="fa-IR"/>
        </w:rPr>
        <w:t>یْ</w:t>
      </w:r>
      <w:r w:rsidR="00E243D8" w:rsidRPr="00E243D8">
        <w:rPr>
          <w:rFonts w:hint="eastAsia"/>
          <w:rtl/>
          <w:lang w:bidi="fa-IR"/>
        </w:rPr>
        <w:t>لِ</w:t>
      </w:r>
      <w:r w:rsidR="00E243D8" w:rsidRPr="00E243D8">
        <w:rPr>
          <w:rtl/>
          <w:lang w:bidi="fa-IR"/>
        </w:rPr>
        <w:t xml:space="preserve"> الْعَروسِ؛</w:t>
      </w:r>
      <w:r w:rsidR="00E243D8" w:rsidRPr="00B30795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لباس را بپوش و خداوند را سپاس گو و همچون دامان عروس آن را به دنبال خود روان ساز.»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12)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اکرم با امام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که کودک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نبود، باز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 و در حال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به پشت خواب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بودند و دست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کوچک او را گرفته و کف پا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او را رو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نه</w:t>
      </w:r>
      <w:r w:rsidRPr="00E243D8">
        <w:rPr>
          <w:rtl/>
          <w:lang w:bidi="fa-IR"/>
        </w:rPr>
        <w:t xml:space="preserve"> خود قرار داده و او را تا بالا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شانه خود بالا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بردند و با کلمات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آهنگ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 با لطافت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و شوخ طب</w:t>
      </w:r>
      <w:r w:rsidRPr="00E243D8">
        <w:rPr>
          <w:rFonts w:hint="eastAsia"/>
          <w:rtl/>
          <w:lang w:bidi="fa-IR"/>
        </w:rPr>
        <w:t>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گفتند: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«حُزُقَّهٌ</w:t>
      </w:r>
      <w:r w:rsidRPr="00E243D8">
        <w:rPr>
          <w:rtl/>
          <w:lang w:bidi="fa-IR"/>
        </w:rPr>
        <w:t xml:space="preserve"> حُزَقَهٌ تَرَقَّ عَ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 xml:space="preserve"> بَقَّهَ؛</w:t>
      </w:r>
      <w:r w:rsidRPr="00B30795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کوچولو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من، کوچولو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من،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بالا.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همانند چشم پشه!»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بعض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دانشمندان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>: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تعب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شگو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از شهادت و سوراخ سوراخ شدن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کر</w:t>
      </w:r>
      <w:r w:rsidRPr="00E243D8">
        <w:rPr>
          <w:rtl/>
          <w:lang w:bidi="fa-IR"/>
        </w:rPr>
        <w:t xml:space="preserve"> امام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است. چون اخ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راً</w:t>
      </w:r>
      <w:r w:rsidRPr="00E243D8">
        <w:rPr>
          <w:rtl/>
          <w:lang w:bidi="fa-IR"/>
        </w:rPr>
        <w:t xml:space="preserve"> کشف شده که چشم پشه سوراخ سوراخ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 xml:space="preserve">13)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اصحاب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نُعَ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نام داشت. او در جنگ بدر شرکت داشت. 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مزاح و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نزد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حر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ص</w:t>
      </w:r>
      <w:r w:rsidRPr="00E243D8">
        <w:rPr>
          <w:rtl/>
          <w:lang w:bidi="fa-IR"/>
        </w:rPr>
        <w:t xml:space="preserve"> بود و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درباره او فرمودند: «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دْخُلُ</w:t>
      </w:r>
      <w:r w:rsidRPr="00E243D8">
        <w:rPr>
          <w:rtl/>
          <w:lang w:bidi="fa-IR"/>
        </w:rPr>
        <w:t xml:space="preserve"> الجَنَّه و هو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ضْحَکُ؛</w:t>
      </w:r>
      <w:r w:rsidRPr="00B30795">
        <w:rPr>
          <w:rStyle w:val="libFootnotenumChar"/>
          <w:rtl/>
        </w:rPr>
        <w:t>(3)</w:t>
      </w:r>
      <w:r w:rsidRPr="00E243D8">
        <w:rPr>
          <w:rtl/>
          <w:lang w:bidi="fa-IR"/>
        </w:rPr>
        <w:t xml:space="preserve"> او خندان وارد بهشت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شود.»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روز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نفر اعراب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ظرف عسل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داشت. نعم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از او خر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درِ منزل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آورد. آن روز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نزد عا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شه</w:t>
      </w:r>
      <w:r w:rsidRPr="00E243D8">
        <w:rPr>
          <w:rtl/>
          <w:lang w:bidi="fa-IR"/>
        </w:rPr>
        <w:t xml:space="preserve"> بودند. ظرف عسل را به عا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شه</w:t>
      </w:r>
      <w:r w:rsidRPr="00E243D8">
        <w:rPr>
          <w:rtl/>
          <w:lang w:bidi="fa-IR"/>
        </w:rPr>
        <w:t xml:space="preserve"> داد.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</w:t>
      </w:r>
      <w:r w:rsidRPr="00E243D8">
        <w:rPr>
          <w:rtl/>
          <w:lang w:bidi="fa-IR"/>
        </w:rPr>
        <w:lastRenderedPageBreak/>
        <w:t>گمان کرد که ظرف عسل را نعم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به آن حضرت هد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داده</w:t>
      </w:r>
    </w:p>
    <w:p w:rsidR="00E243D8" w:rsidRPr="00E243D8" w:rsidRDefault="00B30795" w:rsidP="00B3079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E243D8" w:rsidRPr="00E243D8" w:rsidRDefault="00E243D8" w:rsidP="00B30795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مناقب آل 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طالب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، ج 1، ص 148؛ بحارالانوار، ج 16، ص 295.</w:t>
      </w:r>
    </w:p>
    <w:p w:rsidR="00E243D8" w:rsidRPr="00E243D8" w:rsidRDefault="00E243D8" w:rsidP="00B30795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شرح نهج البلاغه، ج 6، ص 321؛ بحارالانوار، ج 61، ص 317.</w:t>
      </w:r>
    </w:p>
    <w:p w:rsidR="00E243D8" w:rsidRPr="00E243D8" w:rsidRDefault="00E243D8" w:rsidP="00B30795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3- 3. شرح نهج البلاغه، ج 6، ص 322.</w:t>
      </w:r>
    </w:p>
    <w:p w:rsidR="00E243D8" w:rsidRPr="00E243D8" w:rsidRDefault="00B30795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است</w:t>
      </w:r>
      <w:r w:rsidR="00E243D8" w:rsidRPr="00E243D8">
        <w:rPr>
          <w:rtl/>
          <w:lang w:bidi="fa-IR"/>
        </w:rPr>
        <w:t>. نعم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ان</w:t>
      </w:r>
      <w:r w:rsidR="00E243D8" w:rsidRPr="00E243D8">
        <w:rPr>
          <w:rtl/>
          <w:lang w:bidi="fa-IR"/>
        </w:rPr>
        <w:t xml:space="preserve"> رفت. اما اعراب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هنوز پول ظرف عسل را نگرفته بود، درِ خانه نشست تا پول آن را برا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ش</w:t>
      </w:r>
      <w:r w:rsidR="00E243D8" w:rsidRPr="00E243D8">
        <w:rPr>
          <w:rtl/>
          <w:lang w:bidi="fa-IR"/>
        </w:rPr>
        <w:t xml:space="preserve">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اورند</w:t>
      </w:r>
      <w:r w:rsidR="00E243D8" w:rsidRPr="00E243D8">
        <w:rPr>
          <w:rtl/>
          <w:lang w:bidi="fa-IR"/>
        </w:rPr>
        <w:t>. وقت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خبر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نشد. صدا زد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tl/>
          <w:lang w:bidi="fa-IR"/>
        </w:rPr>
        <w:t xml:space="preserve"> پول عسل را بده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و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tl/>
          <w:lang w:bidi="fa-IR"/>
        </w:rPr>
        <w:t xml:space="preserve"> آن را به من برگردان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از جر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با خبر شدند و پول عسل را به اعراب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دادند و به نعم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فرمودند: «ما حَمَلَکَ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 فَعَلْتَ؛ با چه انگ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زه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کار را کرد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؟»</w:t>
      </w:r>
      <w:r w:rsidRPr="00413FF9">
        <w:rPr>
          <w:rStyle w:val="libFootnotenumChar"/>
          <w:rtl/>
        </w:rPr>
        <w:t>(1)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گفت</w:t>
      </w:r>
      <w:r w:rsidRPr="00E243D8">
        <w:rPr>
          <w:rtl/>
          <w:lang w:bidi="fa-IR"/>
        </w:rPr>
        <w:t xml:space="preserve">: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رسول الله، من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دم</w:t>
      </w:r>
      <w:r w:rsidRPr="00E243D8">
        <w:rPr>
          <w:rtl/>
          <w:lang w:bidi="fa-IR"/>
        </w:rPr>
        <w:t xml:space="preserve"> شما عسل دوست دار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اعراب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هم ظرف عسل داشت. گفتم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اورم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شما.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کار نع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خند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دند</w:t>
      </w:r>
      <w:r w:rsidRPr="00E243D8">
        <w:rPr>
          <w:rtl/>
          <w:lang w:bidi="fa-IR"/>
        </w:rPr>
        <w:t xml:space="preserve"> و نگفتند چرا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کار را کرد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!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 xml:space="preserve">14) حضرت ابوالحسن الرضا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فرمود: گاه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نفر اعراب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محضر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تحفه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آن حضرت هد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داد. و همانجا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گفت: بها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ما را بده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از کار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اعراب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خنده شان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گرفت. و هرگاه اندوهناک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شدند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فرمودند: «ما فَعَلَ ال</w:t>
      </w:r>
      <w:r w:rsidRPr="00E243D8">
        <w:rPr>
          <w:rFonts w:hint="eastAsia"/>
          <w:rtl/>
          <w:lang w:bidi="fa-IR"/>
        </w:rPr>
        <w:t>اَعراب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لَ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تَهُ</w:t>
      </w:r>
      <w:r w:rsidRPr="00E243D8">
        <w:rPr>
          <w:rtl/>
          <w:lang w:bidi="fa-IR"/>
        </w:rPr>
        <w:t xml:space="preserve"> اَتانا؛ آن اعراب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چه شد؟ کاش نزد ما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آمد و ما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خنداند.»</w:t>
      </w:r>
      <w:r w:rsidRPr="00413FF9">
        <w:rPr>
          <w:rStyle w:val="libFootnotenumChar"/>
          <w:rtl/>
        </w:rPr>
        <w:t>(2)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 xml:space="preserve">15)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روز ابوهر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ره</w:t>
      </w:r>
      <w:r w:rsidRPr="00E243D8">
        <w:rPr>
          <w:rtl/>
          <w:lang w:bidi="fa-IR"/>
        </w:rPr>
        <w:t xml:space="preserve"> کفش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را به سرقت برد و گرو گذاشت و مقدار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خرما گرفت و رفت به جا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کفش ها نشست و شروع به خوردن خرما کرد.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به او فرمودند: «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اَبا هُرَ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رَه</w:t>
      </w:r>
      <w:r w:rsidRPr="00E243D8">
        <w:rPr>
          <w:rtl/>
          <w:lang w:bidi="fa-IR"/>
        </w:rPr>
        <w:t xml:space="preserve"> ما تَأکُلُ؛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ابوهر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ره</w:t>
      </w:r>
      <w:r w:rsidRPr="00E243D8">
        <w:rPr>
          <w:rtl/>
          <w:lang w:bidi="fa-IR"/>
        </w:rPr>
        <w:t xml:space="preserve"> چه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؟»</w:t>
      </w:r>
      <w:r w:rsidRPr="00E243D8">
        <w:rPr>
          <w:rtl/>
          <w:lang w:bidi="fa-IR"/>
        </w:rPr>
        <w:t xml:space="preserve"> پاسخ داد: «نَعْلَ رَسول الله؛ کفش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</w:t>
      </w:r>
      <w:r w:rsidRPr="00E243D8">
        <w:rPr>
          <w:rFonts w:hint="eastAsia"/>
          <w:rtl/>
          <w:lang w:bidi="fa-IR"/>
        </w:rPr>
        <w:t>دا</w:t>
      </w:r>
      <w:r w:rsidRPr="00E243D8">
        <w:rPr>
          <w:rtl/>
          <w:lang w:bidi="fa-IR"/>
        </w:rPr>
        <w:t xml:space="preserve"> را.»</w:t>
      </w:r>
      <w:r w:rsidRPr="00413FF9">
        <w:rPr>
          <w:rStyle w:val="libFootnotenumChar"/>
          <w:rtl/>
        </w:rPr>
        <w:t>(3)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lastRenderedPageBreak/>
        <w:t>16)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 xml:space="preserve">: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موقع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به اصحاب فرمودند: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پا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من مثل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ست؟</w:t>
      </w:r>
      <w:r w:rsidRPr="00E243D8">
        <w:rPr>
          <w:rtl/>
          <w:lang w:bidi="fa-IR"/>
        </w:rPr>
        <w:t xml:space="preserve"> هر کس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گفت. فرمودند: همه شما اشتباه کرد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</w:p>
    <w:p w:rsidR="00E243D8" w:rsidRPr="00E243D8" w:rsidRDefault="00413FF9" w:rsidP="00413FF9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</w:t>
      </w:r>
    </w:p>
    <w:p w:rsidR="00E243D8" w:rsidRPr="00E243D8" w:rsidRDefault="00E243D8" w:rsidP="00413FF9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مناقب آل 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طالب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، ج 1، ص 149؛ بحارالانوار، ج 16، ص 296.</w:t>
      </w:r>
    </w:p>
    <w:p w:rsidR="00E243D8" w:rsidRPr="00E243D8" w:rsidRDefault="00E243D8" w:rsidP="00413FF9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2، ص 663؛ بحارالانوار، ج 16، ص 259.</w:t>
      </w:r>
    </w:p>
    <w:p w:rsidR="00E243D8" w:rsidRPr="00E243D8" w:rsidRDefault="00E243D8" w:rsidP="00413FF9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3- 3. مناقب آل 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طالب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، ج 1، ص 149؛ بحارالانوار، ج 16، ص 296.</w:t>
      </w:r>
    </w:p>
    <w:p w:rsidR="00E243D8" w:rsidRPr="00E243D8" w:rsidRDefault="00413FF9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پا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من مثل پا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گر</w:t>
      </w:r>
      <w:r w:rsidR="00E243D8" w:rsidRPr="00E243D8">
        <w:rPr>
          <w:rtl/>
          <w:lang w:bidi="fa-IR"/>
        </w:rPr>
        <w:t xml:space="preserve"> من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17)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>: مادر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شده بود. فرزندش او را در زنب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گذارد و به کول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طرف و آن طرف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برد. به نزد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امام آمد.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رزن</w:t>
      </w:r>
      <w:r w:rsidRPr="00E243D8">
        <w:rPr>
          <w:rtl/>
          <w:lang w:bidi="fa-IR"/>
        </w:rPr>
        <w:t xml:space="preserve"> فرتوت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بود. حضرت با او حال و احوال کردند. بعد رو به پسر او کردند و فرمودند: به او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؟</w:t>
      </w:r>
      <w:r w:rsidRPr="00E243D8">
        <w:rPr>
          <w:rtl/>
          <w:lang w:bidi="fa-IR"/>
        </w:rPr>
        <w:t xml:space="preserve"> گفت: بله! فرمودند: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او را شوهر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؟</w:t>
      </w:r>
      <w:r w:rsidRPr="00E243D8">
        <w:rPr>
          <w:rtl/>
          <w:lang w:bidi="fa-IR"/>
        </w:rPr>
        <w:t xml:space="preserve"> گفت: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شده، دندان ندارد و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تواند کار کند و به شوهر برسد.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رزن</w:t>
      </w:r>
      <w:r w:rsidRPr="00E243D8">
        <w:rPr>
          <w:rtl/>
          <w:lang w:bidi="fa-IR"/>
        </w:rPr>
        <w:t xml:space="preserve"> رو به پسرش کرد و گفت: خاک بر سرت، تو بهتر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>!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18) زن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محضر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از دست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اصحاب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شکا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کرد که فلان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مرا در کوچه بوس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است. حضرت احضارش کردند و فرمودند: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چه کار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بود که کرد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؟</w:t>
      </w:r>
      <w:r w:rsidRPr="00E243D8">
        <w:rPr>
          <w:rtl/>
          <w:lang w:bidi="fa-IR"/>
        </w:rPr>
        <w:t xml:space="preserve"> پاسخ داد: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مشکل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ندارد، اگر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خواهد،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قصاص کند.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و اصحاب از پاسخ او تبسم کردند. </w:t>
      </w:r>
      <w:r w:rsidRPr="00E243D8">
        <w:rPr>
          <w:rFonts w:hint="eastAsia"/>
          <w:rtl/>
          <w:lang w:bidi="fa-IR"/>
        </w:rPr>
        <w:t>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به او فرمودند: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کارها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؟</w:t>
      </w:r>
      <w:r w:rsidRPr="00E243D8">
        <w:rPr>
          <w:rtl/>
          <w:lang w:bidi="fa-IR"/>
        </w:rPr>
        <w:t xml:space="preserve"> گفت: نه،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رسول الله، به خدا قسم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کنم.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هم از او گذشتند.</w:t>
      </w:r>
      <w:r w:rsidRPr="00413FF9">
        <w:rPr>
          <w:rStyle w:val="libFootnotenumChar"/>
          <w:rtl/>
        </w:rPr>
        <w:t>(1)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413FF9" w:rsidP="00413FF9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40" w:name="_Toc67344823"/>
      <w:r w:rsidR="00E243D8" w:rsidRPr="00E243D8">
        <w:rPr>
          <w:rFonts w:hint="eastAsia"/>
          <w:rtl/>
          <w:lang w:bidi="fa-IR"/>
        </w:rPr>
        <w:lastRenderedPageBreak/>
        <w:t>شوخ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ها و حاضرجواب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رالمؤمن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</w:t>
      </w:r>
      <w:r w:rsidRPr="00413FF9">
        <w:rPr>
          <w:rStyle w:val="libAlaemChar"/>
          <w:rFonts w:eastAsiaTheme="minorHAnsi"/>
          <w:rtl/>
        </w:rPr>
        <w:t>عليه‌السلام</w:t>
      </w:r>
      <w:bookmarkEnd w:id="140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نفر از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درباره مرد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 حضرت فرمودند: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شب</w:t>
      </w:r>
      <w:r w:rsidRPr="00E243D8">
        <w:rPr>
          <w:rtl/>
          <w:lang w:bidi="fa-IR"/>
        </w:rPr>
        <w:t xml:space="preserve"> فوت کرد. آن شخص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مرتبه جا خورد. حضرت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را تلاوت 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413FF9" w:rsidP="00413FF9">
      <w:pPr>
        <w:pStyle w:val="libNormal"/>
        <w:rPr>
          <w:rtl/>
          <w:lang w:bidi="fa-IR"/>
        </w:rPr>
      </w:pPr>
      <w:r w:rsidRPr="00413FF9">
        <w:rPr>
          <w:rStyle w:val="libAlaemChar"/>
          <w:rFonts w:hint="cs"/>
          <w:rtl/>
        </w:rPr>
        <w:t>(</w:t>
      </w:r>
      <w:r w:rsidR="00E243D8" w:rsidRPr="00413FF9">
        <w:rPr>
          <w:rStyle w:val="libAieChar"/>
          <w:rFonts w:hint="eastAsia"/>
          <w:rtl/>
        </w:rPr>
        <w:t>اللهُ</w:t>
      </w:r>
      <w:r w:rsidR="00E243D8" w:rsidRPr="00413FF9">
        <w:rPr>
          <w:rStyle w:val="libAieChar"/>
          <w:rtl/>
        </w:rPr>
        <w:t xml:space="preserve"> </w:t>
      </w:r>
      <w:r w:rsidR="00E243D8" w:rsidRPr="00413FF9">
        <w:rPr>
          <w:rStyle w:val="libAieChar"/>
          <w:rFonts w:hint="cs"/>
          <w:rtl/>
        </w:rPr>
        <w:t>یَ</w:t>
      </w:r>
      <w:r w:rsidR="00E243D8" w:rsidRPr="00413FF9">
        <w:rPr>
          <w:rStyle w:val="libAieChar"/>
          <w:rFonts w:hint="eastAsia"/>
          <w:rtl/>
        </w:rPr>
        <w:t>تَوَفَّ</w:t>
      </w:r>
      <w:r w:rsidR="00E243D8" w:rsidRPr="00413FF9">
        <w:rPr>
          <w:rStyle w:val="libAieChar"/>
          <w:rFonts w:hint="cs"/>
          <w:rtl/>
        </w:rPr>
        <w:t>ی</w:t>
      </w:r>
      <w:r w:rsidR="00E243D8" w:rsidRPr="00413FF9">
        <w:rPr>
          <w:rStyle w:val="libAieChar"/>
          <w:rtl/>
        </w:rPr>
        <w:t xml:space="preserve"> الأنْفُسَ ح</w:t>
      </w:r>
      <w:r w:rsidR="00E243D8" w:rsidRPr="00413FF9">
        <w:rPr>
          <w:rStyle w:val="libAieChar"/>
          <w:rFonts w:hint="cs"/>
          <w:rtl/>
        </w:rPr>
        <w:t>ی</w:t>
      </w:r>
      <w:r w:rsidR="00E243D8" w:rsidRPr="00413FF9">
        <w:rPr>
          <w:rStyle w:val="libAieChar"/>
          <w:rFonts w:hint="eastAsia"/>
          <w:rtl/>
        </w:rPr>
        <w:t>نَ</w:t>
      </w:r>
      <w:r w:rsidR="00E243D8" w:rsidRPr="00413FF9">
        <w:rPr>
          <w:rStyle w:val="libAieChar"/>
          <w:rtl/>
        </w:rPr>
        <w:t xml:space="preserve"> مَوتِها وَ الَّت</w:t>
      </w:r>
      <w:r w:rsidR="00E243D8" w:rsidRPr="00413FF9">
        <w:rPr>
          <w:rStyle w:val="libAieChar"/>
          <w:rFonts w:hint="cs"/>
          <w:rtl/>
        </w:rPr>
        <w:t>ی</w:t>
      </w:r>
      <w:r w:rsidR="00E243D8" w:rsidRPr="00413FF9">
        <w:rPr>
          <w:rStyle w:val="libAieChar"/>
          <w:rtl/>
        </w:rPr>
        <w:t xml:space="preserve"> لَمْ تَمُتْ ف</w:t>
      </w:r>
      <w:r w:rsidR="00E243D8" w:rsidRPr="00413FF9">
        <w:rPr>
          <w:rStyle w:val="libAieChar"/>
          <w:rFonts w:hint="cs"/>
          <w:rtl/>
        </w:rPr>
        <w:t>ی</w:t>
      </w:r>
      <w:r w:rsidR="00E243D8" w:rsidRPr="00413FF9">
        <w:rPr>
          <w:rStyle w:val="libAieChar"/>
          <w:rtl/>
        </w:rPr>
        <w:t xml:space="preserve"> مَنامِها</w:t>
      </w:r>
      <w:r w:rsidRPr="00413FF9">
        <w:rPr>
          <w:rStyle w:val="libAlaemChar"/>
          <w:rFonts w:hint="cs"/>
          <w:rtl/>
        </w:rPr>
        <w:t>)</w:t>
      </w:r>
      <w:r w:rsidR="00E243D8" w:rsidRPr="00413FF9">
        <w:rPr>
          <w:rStyle w:val="libFootnotenumChar"/>
          <w:rtl/>
        </w:rPr>
        <w:t>(2)</w:t>
      </w:r>
      <w:r w:rsidR="00E243D8" w:rsidRPr="00E243D8">
        <w:rPr>
          <w:rtl/>
          <w:lang w:bidi="fa-IR"/>
        </w:rPr>
        <w:t xml:space="preserve"> خداوند روح</w:t>
      </w:r>
    </w:p>
    <w:p w:rsidR="00E243D8" w:rsidRPr="00E243D8" w:rsidRDefault="00413FF9" w:rsidP="00413FF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E243D8" w:rsidRPr="00E243D8" w:rsidRDefault="00E243D8" w:rsidP="00413FF9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کشف الاسرار، ج 1، ص 161؛ بحارالانوار،ج 16، ص 295؛ مناقب آل 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طالب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، ج 1، ص 149.</w:t>
      </w:r>
    </w:p>
    <w:p w:rsidR="00E243D8" w:rsidRPr="00E243D8" w:rsidRDefault="00E243D8" w:rsidP="00413FF9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سوره زمر،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43؛ مناقب آل 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طالب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، ج 3، ص 196؛ بحارالانوار، ج 41، ص 52.</w:t>
      </w:r>
    </w:p>
    <w:p w:rsidR="00E243D8" w:rsidRPr="00E243D8" w:rsidRDefault="00413FF9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مردم</w:t>
      </w:r>
      <w:r w:rsidR="00E243D8" w:rsidRPr="00E243D8">
        <w:rPr>
          <w:rtl/>
          <w:lang w:bidi="fa-IR"/>
        </w:rPr>
        <w:t xml:space="preserve"> را هنگام مرگشان به تمام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باز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ستاند و 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ز</w:t>
      </w:r>
      <w:r w:rsidR="00E243D8" w:rsidRPr="00E243D8">
        <w:rPr>
          <w:rtl/>
          <w:lang w:bidi="fa-IR"/>
        </w:rPr>
        <w:t xml:space="preserve"> روح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را که در موقع خوابش نمرده است، قبض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 xml:space="preserve">2)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روز رسول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با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مشغول خوردن رطب بودند.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خرما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خوردند و هسته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 را جلو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گذاردند و حضرت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متوجه نبودند.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خوردن خرما فارغ شدند، همه هسته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خرما جلو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بود.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به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فرمودند: «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اِنَّکَ اَکُولٌ؛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عل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به راست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تو اکول هست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»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.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پاسخ داد: «الاَکُولُ الَّذ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أکُلُ</w:t>
      </w:r>
      <w:r w:rsidRPr="00E243D8">
        <w:rPr>
          <w:rtl/>
          <w:lang w:bidi="fa-IR"/>
        </w:rPr>
        <w:t xml:space="preserve"> التَّمْرَ وَ نَواهُ؛ اکلو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که خرما را با هسته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خورد.» و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از پاسخ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خند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دند</w:t>
      </w:r>
      <w:r w:rsidRPr="00E243D8">
        <w:rPr>
          <w:rtl/>
          <w:lang w:bidi="fa-IR"/>
        </w:rPr>
        <w:t>.</w:t>
      </w:r>
      <w:r w:rsidRPr="00413FF9">
        <w:rPr>
          <w:rStyle w:val="libFootnotenumChar"/>
          <w:rtl/>
        </w:rPr>
        <w:t>(1)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3)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روز در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کوچه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نه</w:t>
      </w:r>
      <w:r w:rsidRPr="00E243D8">
        <w:rPr>
          <w:rtl/>
          <w:lang w:bidi="fa-IR"/>
        </w:rPr>
        <w:t xml:space="preserve"> عبور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کردند. ابوبکر و عمر هم در دو طرف همراه آن حضرت بودند. آن دو قد بلند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داشتند. به حضرت گفتند: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اَنْتَ بَ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نَنَا</w:t>
      </w:r>
      <w:r w:rsidRPr="00E243D8">
        <w:rPr>
          <w:rtl/>
          <w:lang w:bidi="fa-IR"/>
        </w:rPr>
        <w:t xml:space="preserve"> کُنُونِ لَنا؛ تو در 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ما مثل نون «لنا» هست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.» «ن» در کلمه «لنا»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Pr="00E243D8">
        <w:rPr>
          <w:rFonts w:hint="eastAsia"/>
          <w:rtl/>
          <w:lang w:bidi="fa-IR"/>
        </w:rPr>
        <w:t>دو</w:t>
      </w:r>
      <w:r w:rsidRPr="00E243D8">
        <w:rPr>
          <w:rtl/>
          <w:lang w:bidi="fa-IR"/>
        </w:rPr>
        <w:t xml:space="preserve"> حرف بلند قرار دارد: «ل» و «الف».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فور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پاسخ دادند: «لَوْ لا اَنَا بَ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نَکُما</w:t>
      </w:r>
      <w:r w:rsidRPr="00E243D8">
        <w:rPr>
          <w:rtl/>
          <w:lang w:bidi="fa-IR"/>
        </w:rPr>
        <w:t xml:space="preserve"> لَکُنْتُما لا؛</w:t>
      </w:r>
      <w:r w:rsidRPr="00413FF9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اگر من 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شما نبودم، شما «لا» بود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.»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«لنا» بدون نون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 «لا».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اگر من نبودم، شما هم نبود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lastRenderedPageBreak/>
        <w:t>کما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در تار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خ</w:t>
      </w:r>
      <w:r w:rsidRPr="00E243D8">
        <w:rPr>
          <w:rtl/>
          <w:lang w:bidi="fa-IR"/>
        </w:rPr>
        <w:t xml:space="preserve"> آمده است که عمر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گفت: «لَوْ لا عَلِ</w:t>
      </w:r>
      <w:r w:rsidRPr="00E243D8">
        <w:rPr>
          <w:rFonts w:hint="cs"/>
          <w:rtl/>
          <w:lang w:bidi="fa-IR"/>
        </w:rPr>
        <w:t>یٌّ</w:t>
      </w:r>
      <w:r w:rsidRPr="00E243D8">
        <w:rPr>
          <w:rtl/>
          <w:lang w:bidi="fa-IR"/>
        </w:rPr>
        <w:t xml:space="preserve"> لَهَلَکَ عُمَر؛</w:t>
      </w:r>
      <w:r w:rsidRPr="00413FF9">
        <w:rPr>
          <w:rStyle w:val="libFootnotenumChar"/>
          <w:rtl/>
        </w:rPr>
        <w:t>(3)</w:t>
      </w:r>
      <w:r w:rsidRPr="00E243D8">
        <w:rPr>
          <w:rtl/>
          <w:lang w:bidi="fa-IR"/>
        </w:rPr>
        <w:t xml:space="preserve"> اگر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نبود، عمر هلاک شده بود».</w:t>
      </w:r>
    </w:p>
    <w:p w:rsidR="00E243D8" w:rsidRPr="00E243D8" w:rsidRDefault="00413FF9" w:rsidP="00413FF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E243D8" w:rsidRPr="00E243D8" w:rsidRDefault="00E243D8" w:rsidP="00413FF9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کشف الاسرار، ج 1، ص 165؛ منهاج البراعه، ج 6، ص 94، به نقل از زهر الرب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</w:t>
      </w:r>
      <w:r w:rsidRPr="00E243D8">
        <w:rPr>
          <w:rtl/>
          <w:lang w:bidi="fa-IR"/>
        </w:rPr>
        <w:t>.</w:t>
      </w:r>
    </w:p>
    <w:p w:rsidR="00E243D8" w:rsidRPr="00E243D8" w:rsidRDefault="00E243D8" w:rsidP="00413FF9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کشف الاسرار، ج 1، ص 165.</w:t>
      </w:r>
    </w:p>
    <w:p w:rsidR="00E243D8" w:rsidRPr="00E243D8" w:rsidRDefault="00E243D8" w:rsidP="00413FF9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3- 3. 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اض</w:t>
      </w:r>
      <w:r w:rsidRPr="00E243D8">
        <w:rPr>
          <w:rtl/>
          <w:lang w:bidi="fa-IR"/>
        </w:rPr>
        <w:t xml:space="preserve"> الابرار، ج 2، ص 109؛ وسائل الش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عه،</w:t>
      </w:r>
      <w:r w:rsidRPr="00E243D8">
        <w:rPr>
          <w:rtl/>
          <w:lang w:bidi="fa-IR"/>
        </w:rPr>
        <w:t xml:space="preserve"> مقدمه، ص 20؛ البرهان، ج 1، ص 374؛ التعجب من اغلاط العامه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مسأله الامامه، ص 62.</w:t>
      </w:r>
    </w:p>
    <w:p w:rsidR="00E243D8" w:rsidRPr="00E243D8" w:rsidRDefault="00413FF9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و</w:t>
      </w:r>
      <w:r w:rsidR="00E243D8" w:rsidRPr="00E243D8">
        <w:rPr>
          <w:rtl/>
          <w:lang w:bidi="fa-IR"/>
        </w:rPr>
        <w:t xml:space="preserve"> حضرت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چن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به مزاح آنان پاسخ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دندان شکن دادند.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413FF9">
      <w:pPr>
        <w:pStyle w:val="Heading2"/>
        <w:rPr>
          <w:rtl/>
          <w:lang w:bidi="fa-IR"/>
        </w:rPr>
      </w:pPr>
      <w:bookmarkStart w:id="141" w:name="_Toc67344824"/>
      <w:r w:rsidRPr="00E243D8">
        <w:rPr>
          <w:rFonts w:hint="eastAsia"/>
          <w:rtl/>
          <w:lang w:bidi="fa-IR"/>
        </w:rPr>
        <w:t>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مزاح در سفر</w:t>
      </w:r>
      <w:bookmarkEnd w:id="141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هر چند مذمت شده است، اما در هنگام مسافرت در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 xml:space="preserve"> پسند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و به جا شمرده شده است و به عنوان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آداب و مستحبات سفر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شده است.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آداب سفر را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تب</w:t>
      </w:r>
      <w:r w:rsidRPr="00E243D8">
        <w:rPr>
          <w:rFonts w:hint="cs"/>
          <w:rtl/>
          <w:lang w:bidi="fa-IR"/>
        </w:rPr>
        <w:t>یی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فرموده اند: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وَ</w:t>
      </w:r>
      <w:r w:rsidRPr="00E243D8">
        <w:rPr>
          <w:rtl/>
          <w:lang w:bidi="fa-IR"/>
        </w:rPr>
        <w:t xml:space="preserve"> کَثْرَهُ المَزاحِ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غَ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رِ</w:t>
      </w:r>
      <w:r w:rsidRPr="00E243D8">
        <w:rPr>
          <w:rtl/>
          <w:lang w:bidi="fa-IR"/>
        </w:rPr>
        <w:t xml:space="preserve"> ما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سْخِطُ</w:t>
      </w:r>
      <w:r w:rsidRPr="00E243D8">
        <w:rPr>
          <w:rtl/>
          <w:lang w:bidi="fa-IR"/>
        </w:rPr>
        <w:t xml:space="preserve"> اللهَ عَزَّوَجَلَّ؛</w:t>
      </w:r>
      <w:r w:rsidRPr="00413FF9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و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از امور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به عنوان مروّت در سفر است،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مزاح کردن است، در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غضب خدا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عزوجل در آن نباشد.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مزاح</w:t>
      </w:r>
      <w:r w:rsidRPr="00E243D8">
        <w:rPr>
          <w:rtl/>
          <w:lang w:bidi="fa-IR"/>
        </w:rPr>
        <w:t xml:space="preserve"> در سفر، طول سفر را کوتاه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و خستگ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راه را از تن به در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برد،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هر صورت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حدود مزاح و خط قرمز آن که پره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از گناه و معص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خداوند است، در همه حال مراعات گردد.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برخ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افراد و بزرگان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که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باوقارند،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 آن ها مسافرت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مزاح و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کنند. به گونه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انسان ناباورانه به آن نگاه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 سفر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اقتضا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پسندد که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 و مستحب هم هست. در مسافرت انسان از وطن خو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 در غربت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افتد و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غربت و دور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وطن را به گونه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جبران کند.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شخص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گفت: من عتبات رفتم، مد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نه</w:t>
      </w:r>
      <w:r w:rsidRPr="00E243D8">
        <w:rPr>
          <w:rtl/>
          <w:lang w:bidi="fa-IR"/>
        </w:rPr>
        <w:t xml:space="preserve"> و مکه رفتم، خانه خدا رفتم، به</w:t>
      </w:r>
    </w:p>
    <w:p w:rsidR="00E243D8" w:rsidRPr="00E243D8" w:rsidRDefault="00413FF9" w:rsidP="00413FF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_____________________________</w:t>
      </w:r>
    </w:p>
    <w:p w:rsidR="00E243D8" w:rsidRPr="00E243D8" w:rsidRDefault="00E243D8" w:rsidP="00413FF9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الامال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للصدوق، ص 55؛ من لا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حضره</w:t>
      </w:r>
      <w:r w:rsidRPr="00E243D8">
        <w:rPr>
          <w:rtl/>
          <w:lang w:bidi="fa-IR"/>
        </w:rPr>
        <w:t xml:space="preserve"> الفق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ج2، ص 294؛ بحار الانوار، ج 72، ص266.</w:t>
      </w:r>
    </w:p>
    <w:p w:rsidR="00E243D8" w:rsidRPr="00E243D8" w:rsidRDefault="00413FF9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خود</w:t>
      </w:r>
      <w:r w:rsidR="00E243D8" w:rsidRPr="00E243D8">
        <w:rPr>
          <w:rtl/>
          <w:lang w:bidi="fa-IR"/>
        </w:rPr>
        <w:t xml:space="preserve"> خدا هم گفتم، ه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چ</w:t>
      </w:r>
      <w:r w:rsidR="00E243D8" w:rsidRPr="00E243D8">
        <w:rPr>
          <w:rtl/>
          <w:lang w:bidi="fa-IR"/>
        </w:rPr>
        <w:t xml:space="preserve"> کجا خانه خود آدم نم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شود!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انسان</w:t>
      </w:r>
      <w:r w:rsidRPr="00E243D8">
        <w:rPr>
          <w:rtl/>
          <w:lang w:bidi="fa-IR"/>
        </w:rPr>
        <w:t xml:space="preserve"> در خانه اش آرامش دارد. به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دل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به آن مسکن و محل سکونت و آرامش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>. از خانه خودش که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غربت او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رد</w:t>
      </w:r>
      <w:r w:rsidRPr="00E243D8">
        <w:rPr>
          <w:rtl/>
          <w:lang w:bidi="fa-IR"/>
        </w:rPr>
        <w:t>. مزاح و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مسافرت خاص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تش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راه را نزد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انسان احساس خستگ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 اصلاً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فهمد 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مقصد 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413FF9">
      <w:pPr>
        <w:pStyle w:val="Heading2"/>
        <w:rPr>
          <w:rtl/>
          <w:lang w:bidi="fa-IR"/>
        </w:rPr>
      </w:pPr>
      <w:bookmarkStart w:id="142" w:name="_Toc67344825"/>
      <w:r w:rsidRPr="00E243D8">
        <w:rPr>
          <w:rFonts w:hint="eastAsia"/>
          <w:rtl/>
          <w:lang w:bidi="fa-IR"/>
        </w:rPr>
        <w:t>مرزها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شوخ</w:t>
      </w:r>
      <w:r w:rsidRPr="00E243D8">
        <w:rPr>
          <w:rFonts w:hint="cs"/>
          <w:rtl/>
          <w:lang w:bidi="fa-IR"/>
        </w:rPr>
        <w:t>ی</w:t>
      </w:r>
      <w:bookmarkEnd w:id="142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انگ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زه</w:t>
      </w:r>
      <w:r w:rsidRPr="00E243D8">
        <w:rPr>
          <w:rtl/>
          <w:lang w:bidi="fa-IR"/>
        </w:rPr>
        <w:t xml:space="preserve"> ما از شوخ طبع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فقط مسرور کردن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باشد و اگر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انگ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زه</w:t>
      </w:r>
      <w:r w:rsidRPr="00E243D8">
        <w:rPr>
          <w:rtl/>
          <w:lang w:bidi="fa-IR"/>
        </w:rPr>
        <w:t xml:space="preserve"> استهزاء و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دست انداخن و اهانت به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مزاح کند، عمل او مخالف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ره</w:t>
      </w:r>
      <w:r w:rsidRPr="00E243D8">
        <w:rPr>
          <w:rtl/>
          <w:lang w:bidi="fa-IR"/>
        </w:rPr>
        <w:t xml:space="preserve"> رسول خداست و نه تنها ارزش معنو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نخواهد داشت، بلکه چه بسا گناه و معص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به شمار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ممکن</w:t>
      </w:r>
      <w:r w:rsidRPr="00E243D8">
        <w:rPr>
          <w:rtl/>
          <w:lang w:bidi="fa-IR"/>
        </w:rPr>
        <w:t xml:space="preserve"> است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 شما با او خوشش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 در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صورت نبا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با او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کرد.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افراد و مکان و موقع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را مراعات نمود تا مزاح و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مثبت ارز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 اگر شوخ طبع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حد و مرز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اول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 ترس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فرموده اند، انجام 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رد،</w:t>
      </w:r>
      <w:r w:rsidRPr="00E243D8">
        <w:rPr>
          <w:rtl/>
          <w:lang w:bidi="fa-IR"/>
        </w:rPr>
        <w:t xml:space="preserve"> نه تنها مذموم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ست،</w:t>
      </w:r>
      <w:r w:rsidRPr="00E243D8">
        <w:rPr>
          <w:rtl/>
          <w:lang w:bidi="fa-IR"/>
        </w:rPr>
        <w:t xml:space="preserve"> </w:t>
      </w:r>
      <w:r w:rsidRPr="00E243D8">
        <w:rPr>
          <w:rFonts w:hint="eastAsia"/>
          <w:rtl/>
          <w:lang w:bidi="fa-IR"/>
        </w:rPr>
        <w:t>بلکه</w:t>
      </w:r>
      <w:r w:rsidRPr="00E243D8">
        <w:rPr>
          <w:rtl/>
          <w:lang w:bidi="fa-IR"/>
        </w:rPr>
        <w:t xml:space="preserve"> محبوب و موجب خشنود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خداوند واقع خواهد شد. امام باقر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اِنَّ</w:t>
      </w:r>
      <w:r w:rsidRPr="00E243D8">
        <w:rPr>
          <w:rtl/>
          <w:lang w:bidi="fa-IR"/>
        </w:rPr>
        <w:t xml:space="preserve"> اللهَ تَبارک و تعال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حِبُّ</w:t>
      </w:r>
      <w:r w:rsidRPr="00E243D8">
        <w:rPr>
          <w:rtl/>
          <w:lang w:bidi="fa-IR"/>
        </w:rPr>
        <w:t xml:space="preserve"> المُداعِبَ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الجَماعَهِ بلا رَفَثٍ؛</w:t>
      </w:r>
      <w:r w:rsidRPr="00413FF9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همانا خداوند تبارک و تعال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که در 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tl/>
          <w:lang w:bidi="fa-IR"/>
        </w:rPr>
        <w:t xml:space="preserve"> جمع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مزاح و شوخ طبع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تا به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خوش بگذرد دوست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دارد، اما چندان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که به فحش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نجامد</w:t>
      </w:r>
      <w:r w:rsidRPr="00E243D8">
        <w:rPr>
          <w:rtl/>
          <w:lang w:bidi="fa-IR"/>
        </w:rPr>
        <w:t>.</w:t>
      </w:r>
    </w:p>
    <w:p w:rsidR="00E243D8" w:rsidRPr="00E243D8" w:rsidRDefault="00413FF9" w:rsidP="00413FF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_____________________________</w:t>
      </w:r>
    </w:p>
    <w:p w:rsidR="00E243D8" w:rsidRPr="00E243D8" w:rsidRDefault="00E243D8" w:rsidP="00413FF9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المحاسن، ج 1، ص 293؛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2، ص 663؛ بحارالانوار، ج 73، ص 60.</w:t>
      </w:r>
    </w:p>
    <w:p w:rsidR="00E243D8" w:rsidRPr="00E243D8" w:rsidRDefault="00413FF9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در</w:t>
      </w:r>
      <w:r w:rsidR="00E243D8" w:rsidRPr="00E243D8">
        <w:rPr>
          <w:rtl/>
          <w:lang w:bidi="fa-IR"/>
        </w:rPr>
        <w:t xml:space="preserve"> جمع دوستان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tl/>
          <w:lang w:bidi="fa-IR"/>
        </w:rPr>
        <w:t xml:space="preserve"> فام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ل،</w:t>
      </w:r>
      <w:r w:rsidR="00E243D8" w:rsidRPr="00E243D8">
        <w:rPr>
          <w:rtl/>
          <w:lang w:bidi="fa-IR"/>
        </w:rPr>
        <w:t xml:space="preserve"> کسان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هنر مزاح سالم را دارند،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هنر را به کار 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رند</w:t>
      </w:r>
      <w:r w:rsidR="00E243D8" w:rsidRPr="00E243D8">
        <w:rPr>
          <w:rtl/>
          <w:lang w:bidi="fa-IR"/>
        </w:rPr>
        <w:t xml:space="preserve"> و نشاط و شاداب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را به جمع خود هد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ه</w:t>
      </w:r>
      <w:r w:rsidR="00E243D8" w:rsidRPr="00E243D8">
        <w:rPr>
          <w:rtl/>
          <w:lang w:bidi="fa-IR"/>
        </w:rPr>
        <w:t xml:space="preserve"> دهند، تا اسباب محبوب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tl/>
          <w:lang w:bidi="fa-IR"/>
        </w:rPr>
        <w:t xml:space="preserve"> اله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را فراهم سازند. البته با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دقت داشت که ه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چ</w:t>
      </w:r>
      <w:r w:rsidR="00E243D8" w:rsidRPr="00E243D8">
        <w:rPr>
          <w:rtl/>
          <w:lang w:bidi="fa-IR"/>
        </w:rPr>
        <w:t xml:space="preserve"> گونه حرف ناروا</w:t>
      </w:r>
      <w:r w:rsidR="00E243D8" w:rsidRPr="00E243D8">
        <w:rPr>
          <w:rFonts w:hint="cs"/>
          <w:rtl/>
          <w:lang w:bidi="fa-IR"/>
        </w:rPr>
        <w:t>یی</w:t>
      </w:r>
      <w:r w:rsidR="00E243D8" w:rsidRPr="00E243D8">
        <w:rPr>
          <w:rFonts w:hint="eastAsia"/>
          <w:rtl/>
          <w:lang w:bidi="fa-IR"/>
        </w:rPr>
        <w:t>،</w:t>
      </w:r>
      <w:r w:rsidR="00E243D8" w:rsidRPr="00E243D8">
        <w:rPr>
          <w:rtl/>
          <w:lang w:bidi="fa-IR"/>
        </w:rPr>
        <w:t xml:space="preserve"> از جمله دروغ و غ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بت</w:t>
      </w:r>
      <w:r w:rsidR="00E243D8" w:rsidRPr="00E243D8">
        <w:rPr>
          <w:rtl/>
          <w:lang w:bidi="fa-IR"/>
        </w:rPr>
        <w:t xml:space="preserve"> واستهزا و رنجش 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گران</w:t>
      </w:r>
      <w:r w:rsidR="00E243D8" w:rsidRPr="00E243D8">
        <w:rPr>
          <w:rtl/>
          <w:lang w:bidi="fa-IR"/>
        </w:rPr>
        <w:t xml:space="preserve"> در آن نبا</w:t>
      </w:r>
      <w:r w:rsidR="00E243D8" w:rsidRPr="00E243D8">
        <w:rPr>
          <w:rFonts w:hint="eastAsia"/>
          <w:rtl/>
          <w:lang w:bidi="fa-IR"/>
        </w:rPr>
        <w:t>شد</w:t>
      </w:r>
      <w:r w:rsidR="00E243D8"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قب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جلسات که سرشار از نشاط و شاداب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گپ و گفت و گو است، در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بزرگان ما هم بوده است. معمولاً برخ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بزرگان در آخر هفته پس از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هفته کار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سخت، جلسات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داشته اند، تا خستگ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تنشان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رون</w:t>
      </w:r>
      <w:r w:rsidRPr="00E243D8">
        <w:rPr>
          <w:rtl/>
          <w:lang w:bidi="fa-IR"/>
        </w:rPr>
        <w:t xml:space="preserve"> رود و بانشاط و شاداب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کار و فعال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بپردازند.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B26D1E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مرحوم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الله بهاءالد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فرمودند: امام معمولاً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جلسات داشتند و شرط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 که در آن جلسه بحث علم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نباشد. فقط گپ و گفت و گو باشد.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B26D1E">
      <w:pPr>
        <w:pStyle w:val="Heading2"/>
        <w:rPr>
          <w:rtl/>
          <w:lang w:bidi="fa-IR"/>
        </w:rPr>
      </w:pPr>
      <w:bookmarkStart w:id="143" w:name="_Toc67344826"/>
      <w:r w:rsidRPr="00E243D8">
        <w:rPr>
          <w:rFonts w:hint="eastAsia"/>
          <w:rtl/>
          <w:lang w:bidi="fa-IR"/>
        </w:rPr>
        <w:t>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ناپسند</w:t>
      </w:r>
      <w:bookmarkEnd w:id="143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مؤمن</w:t>
      </w:r>
      <w:r w:rsidRPr="00E243D8">
        <w:rPr>
          <w:rtl/>
          <w:lang w:bidi="fa-IR"/>
        </w:rPr>
        <w:t xml:space="preserve"> شوخ طبع و بذله گوست. البته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 معنا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 xml:space="preserve"> که انسان کارش فقط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مزاح باشد. افراط و تفر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ط</w:t>
      </w:r>
      <w:r w:rsidRPr="00E243D8">
        <w:rPr>
          <w:rtl/>
          <w:lang w:bidi="fa-IR"/>
        </w:rPr>
        <w:t xml:space="preserve"> کار خوب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انسان همه کارش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متلک پراندن به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باشد، پسند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>.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اح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اناً</w:t>
      </w:r>
      <w:r w:rsidRPr="00E243D8">
        <w:rPr>
          <w:rtl/>
          <w:lang w:bidi="fa-IR"/>
        </w:rPr>
        <w:t xml:space="preserve"> مزاح و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مذمت کرده است،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. افراط در شوخ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مورد و نابه جا،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در آن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مسخره شوند،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همراه با گناه معص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و غ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بت</w:t>
      </w:r>
      <w:r w:rsidRPr="00E243D8">
        <w:rPr>
          <w:rtl/>
          <w:lang w:bidi="fa-IR"/>
        </w:rPr>
        <w:t xml:space="preserve"> و تهمت و زخم زبان به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باشد،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ها همه مذمت شده و ناپسند است.</w:t>
      </w:r>
    </w:p>
    <w:p w:rsidR="00E243D8" w:rsidRPr="00E243D8" w:rsidRDefault="00E243D8" w:rsidP="00B26D1E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lastRenderedPageBreak/>
        <w:t>انسان</w:t>
      </w:r>
      <w:r w:rsidRPr="00E243D8">
        <w:rPr>
          <w:rtl/>
          <w:lang w:bidi="fa-IR"/>
        </w:rPr>
        <w:t xml:space="preserve"> نبا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همه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را به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رد</w:t>
      </w:r>
      <w:r w:rsidRPr="00E243D8">
        <w:rPr>
          <w:rtl/>
          <w:lang w:bidi="fa-IR"/>
        </w:rPr>
        <w:t>. «هر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به جا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کوست</w:t>
      </w:r>
      <w:r w:rsidRPr="00E243D8">
        <w:rPr>
          <w:rtl/>
          <w:lang w:bidi="fa-IR"/>
        </w:rPr>
        <w:t>.» نبا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راه خدا و 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امت</w:t>
      </w:r>
      <w:r w:rsidRPr="00E243D8">
        <w:rPr>
          <w:rtl/>
          <w:lang w:bidi="fa-IR"/>
        </w:rPr>
        <w:t xml:space="preserve"> را به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گرفت.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انسان هر</w:t>
      </w:r>
      <w:r w:rsidR="00B26D1E">
        <w:rPr>
          <w:rFonts w:hint="cs"/>
          <w:rtl/>
          <w:lang w:bidi="fa-IR"/>
        </w:rPr>
        <w:t xml:space="preserve"> </w:t>
      </w:r>
      <w:r w:rsidRPr="00E243D8">
        <w:rPr>
          <w:rFonts w:hint="eastAsia"/>
          <w:rtl/>
          <w:lang w:bidi="fa-IR"/>
        </w:rPr>
        <w:t>کار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بکند، بعد بگو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مهم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ت،</w:t>
      </w:r>
      <w:r w:rsidRPr="00E243D8">
        <w:rPr>
          <w:rtl/>
          <w:lang w:bidi="fa-IR"/>
        </w:rPr>
        <w:t xml:space="preserve"> کار اشتباه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است. در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آمده است که رسول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ما</w:t>
      </w:r>
      <w:r w:rsidRPr="00E243D8">
        <w:rPr>
          <w:rtl/>
          <w:lang w:bidi="fa-IR"/>
        </w:rPr>
        <w:t xml:space="preserve"> اَنَا مِنْ دَدٍ وَلا الدَّدُ مِنّ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 مَعَ ذلِکَ کانَ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مْزَحُ</w:t>
      </w:r>
      <w:r w:rsidRPr="00E243D8">
        <w:rPr>
          <w:rtl/>
          <w:lang w:bidi="fa-IR"/>
        </w:rPr>
        <w:t xml:space="preserve"> وَلا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قُولُ</w:t>
      </w:r>
      <w:r w:rsidRPr="00E243D8">
        <w:rPr>
          <w:rtl/>
          <w:lang w:bidi="fa-IR"/>
        </w:rPr>
        <w:t xml:space="preserve"> اِلّا حَقّاً فَلا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کونُ</w:t>
      </w:r>
      <w:r w:rsidRPr="00E243D8">
        <w:rPr>
          <w:rtl/>
          <w:lang w:bidi="fa-IR"/>
        </w:rPr>
        <w:t xml:space="preserve"> ذلِکَ الْمِزاحُ مِنَ الدَّدِ لِاَنَّ الحَقَّ لَ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سَ</w:t>
      </w:r>
      <w:r w:rsidRPr="00E243D8">
        <w:rPr>
          <w:rtl/>
          <w:lang w:bidi="fa-IR"/>
        </w:rPr>
        <w:t xml:space="preserve"> مِنَ الدَّدِ؛</w:t>
      </w:r>
      <w:r w:rsidRPr="00B26D1E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من اهل لهو و لعب و باز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سرگرم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 و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جا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ستم</w:t>
      </w:r>
      <w:r w:rsidRPr="00E243D8">
        <w:rPr>
          <w:rtl/>
          <w:lang w:bidi="fa-IR"/>
        </w:rPr>
        <w:t>.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گونه امور کار من هم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>. با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وجود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گرام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اسلام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همواره با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مزاح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فرمود و جز حق و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گفت.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گونه مزاح را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توان از قب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لهو و لعب بر شمرد؛ چرا که حق و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سنخ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همچن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در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ره</w:t>
      </w:r>
      <w:r w:rsidRPr="00E243D8">
        <w:rPr>
          <w:rtl/>
          <w:lang w:bidi="fa-IR"/>
        </w:rPr>
        <w:t xml:space="preserve"> آن گرام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آمده است: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اَنَّهُ</w:t>
      </w:r>
      <w:r w:rsidRPr="00E243D8">
        <w:rPr>
          <w:rtl/>
          <w:lang w:bidi="fa-IR"/>
        </w:rPr>
        <w:t xml:space="preserve">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 xml:space="preserve">کانَ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مْزَحُ</w:t>
      </w:r>
      <w:r w:rsidRPr="00E243D8">
        <w:rPr>
          <w:rtl/>
          <w:lang w:bidi="fa-IR"/>
        </w:rPr>
        <w:t xml:space="preserve"> وَلا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قُولُ</w:t>
      </w:r>
      <w:r w:rsidRPr="00E243D8">
        <w:rPr>
          <w:rtl/>
          <w:lang w:bidi="fa-IR"/>
        </w:rPr>
        <w:t xml:space="preserve"> اِلّا حَقّاً وَلا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ؤذِ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قَلْباً وَلا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فْرِطُ</w:t>
      </w:r>
      <w:r w:rsidRPr="00E243D8">
        <w:rPr>
          <w:rtl/>
          <w:lang w:bidi="fa-IR"/>
        </w:rPr>
        <w:t xml:space="preserve">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هِ؛</w:t>
      </w:r>
      <w:r w:rsidRPr="00B26D1E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همواره مزاح و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 و جز حق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گفتند و دل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آزردند و همچن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در مزاح و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افراط و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اده</w:t>
      </w:r>
      <w:r w:rsidRPr="00E243D8">
        <w:rPr>
          <w:rtl/>
          <w:lang w:bidi="fa-IR"/>
        </w:rPr>
        <w:t xml:space="preserve"> رو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نمودند.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B26D1E" w:rsidP="00B26D1E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44" w:name="_Toc67344827"/>
      <w:r w:rsidR="00E243D8" w:rsidRPr="00E243D8">
        <w:rPr>
          <w:rFonts w:hint="eastAsia"/>
          <w:rtl/>
          <w:lang w:bidi="fa-IR"/>
        </w:rPr>
        <w:lastRenderedPageBreak/>
        <w:t>آفات</w:t>
      </w:r>
      <w:r w:rsidR="00E243D8" w:rsidRPr="00E243D8">
        <w:rPr>
          <w:rtl/>
          <w:lang w:bidi="fa-IR"/>
        </w:rPr>
        <w:t xml:space="preserve"> شوخ</w:t>
      </w:r>
      <w:r w:rsidR="00E243D8" w:rsidRPr="00E243D8">
        <w:rPr>
          <w:rFonts w:hint="cs"/>
          <w:rtl/>
          <w:lang w:bidi="fa-IR"/>
        </w:rPr>
        <w:t>ی</w:t>
      </w:r>
      <w:bookmarkEnd w:id="144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ره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مس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صح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را به انسان نشان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دهد که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مزاح کرد،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حدود آن را نگاه داشت و مراقب بود آفات 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بانگ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او نشود.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B26D1E">
      <w:pPr>
        <w:pStyle w:val="libBold1"/>
        <w:rPr>
          <w:rtl/>
          <w:lang w:bidi="fa-IR"/>
        </w:rPr>
      </w:pPr>
      <w:r w:rsidRPr="00E243D8">
        <w:rPr>
          <w:rtl/>
          <w:lang w:bidi="fa-IR"/>
        </w:rPr>
        <w:t>1) دروغ در شوخ</w:t>
      </w:r>
      <w:r w:rsidRPr="00E243D8">
        <w:rPr>
          <w:rFonts w:hint="cs"/>
          <w:rtl/>
          <w:lang w:bidi="fa-IR"/>
        </w:rPr>
        <w:t>ی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انسان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را بخنداند و خوش طبع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کند، به دروغ و</w:t>
      </w:r>
    </w:p>
    <w:p w:rsidR="00E243D8" w:rsidRPr="00E243D8" w:rsidRDefault="00B26D1E" w:rsidP="00B26D1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E243D8" w:rsidRPr="00E243D8" w:rsidRDefault="00E243D8" w:rsidP="00B26D1E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عوال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اللئال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1، ص 69؛ مستدرک الوسائل، ج 8، ص 414.</w:t>
      </w:r>
    </w:p>
    <w:p w:rsidR="00E243D8" w:rsidRPr="00E243D8" w:rsidRDefault="00E243D8" w:rsidP="00B26D1E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بحارالانوار، ج 69، ص 235؛ مرآه العقول، ج 10، ص 328.</w:t>
      </w:r>
    </w:p>
    <w:p w:rsidR="00E243D8" w:rsidRPr="00E243D8" w:rsidRDefault="00B26D1E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حرف</w:t>
      </w:r>
      <w:r w:rsidR="00E243D8" w:rsidRPr="00E243D8">
        <w:rPr>
          <w:rtl/>
          <w:lang w:bidi="fa-IR"/>
        </w:rPr>
        <w:t xml:space="preserve">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باطل و ناروا متوسل نشود، بلکه با راستگو</w:t>
      </w:r>
      <w:r w:rsidR="00E243D8" w:rsidRPr="00E243D8">
        <w:rPr>
          <w:rFonts w:hint="cs"/>
          <w:rtl/>
          <w:lang w:bidi="fa-IR"/>
        </w:rPr>
        <w:t>یی</w:t>
      </w:r>
      <w:r w:rsidR="00E243D8" w:rsidRPr="00E243D8">
        <w:rPr>
          <w:rtl/>
          <w:lang w:bidi="fa-IR"/>
        </w:rPr>
        <w:t xml:space="preserve"> و حق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قت</w:t>
      </w:r>
      <w:r w:rsidR="00E243D8" w:rsidRPr="00E243D8">
        <w:rPr>
          <w:rtl/>
          <w:lang w:bidi="fa-IR"/>
        </w:rPr>
        <w:t xml:space="preserve"> گو</w:t>
      </w:r>
      <w:r w:rsidR="00E243D8" w:rsidRPr="00E243D8">
        <w:rPr>
          <w:rFonts w:hint="cs"/>
          <w:rtl/>
          <w:lang w:bidi="fa-IR"/>
        </w:rPr>
        <w:t>یی</w:t>
      </w:r>
      <w:r w:rsidR="00E243D8" w:rsidRPr="00E243D8">
        <w:rPr>
          <w:rFonts w:hint="eastAsia"/>
          <w:rtl/>
          <w:lang w:bidi="fa-IR"/>
        </w:rPr>
        <w:t>،</w:t>
      </w:r>
      <w:r w:rsidR="00E243D8" w:rsidRPr="00E243D8">
        <w:rPr>
          <w:rtl/>
          <w:lang w:bidi="fa-IR"/>
        </w:rPr>
        <w:t xml:space="preserve"> شوخ طبع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خودش را به نما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ش</w:t>
      </w:r>
      <w:r w:rsidR="00E243D8" w:rsidRPr="00E243D8">
        <w:rPr>
          <w:rtl/>
          <w:lang w:bidi="fa-IR"/>
        </w:rPr>
        <w:t xml:space="preserve"> بگذارد و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هنر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رسول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آمده است: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لٌ</w:t>
      </w:r>
      <w:r w:rsidRPr="00E243D8">
        <w:rPr>
          <w:rtl/>
          <w:lang w:bidi="fa-IR"/>
        </w:rPr>
        <w:t xml:space="preserve"> لِلَّذ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حَدِّثٌ</w:t>
      </w:r>
      <w:r w:rsidRPr="00E243D8">
        <w:rPr>
          <w:rtl/>
          <w:lang w:bidi="fa-IR"/>
        </w:rPr>
        <w:t xml:space="preserve"> فَ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کْذِبُ</w:t>
      </w:r>
      <w:r w:rsidRPr="00E243D8">
        <w:rPr>
          <w:rtl/>
          <w:lang w:bidi="fa-IR"/>
        </w:rPr>
        <w:t xml:space="preserve"> لِ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ضْحِکَ</w:t>
      </w:r>
      <w:r w:rsidRPr="00E243D8">
        <w:rPr>
          <w:rtl/>
          <w:lang w:bidi="fa-IR"/>
        </w:rPr>
        <w:t xml:space="preserve"> القَوْمَ فَوَ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لٌ</w:t>
      </w:r>
      <w:r w:rsidRPr="00E243D8">
        <w:rPr>
          <w:rtl/>
          <w:lang w:bidi="fa-IR"/>
        </w:rPr>
        <w:t xml:space="preserve"> لَهُ ثُمَّ وَ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لٌ</w:t>
      </w:r>
      <w:r w:rsidRPr="00E243D8">
        <w:rPr>
          <w:rtl/>
          <w:lang w:bidi="fa-IR"/>
        </w:rPr>
        <w:t xml:space="preserve"> لَهُ</w:t>
      </w:r>
      <w:r w:rsidRPr="00B26D1E">
        <w:rPr>
          <w:rStyle w:val="libFootnotenumChar"/>
          <w:rtl/>
        </w:rPr>
        <w:t>؛(1)</w:t>
      </w:r>
      <w:r w:rsidRPr="00E243D8">
        <w:rPr>
          <w:rtl/>
          <w:lang w:bidi="fa-IR"/>
        </w:rPr>
        <w:t xml:space="preserve"> وا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حال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به دروغ سخن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گروه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بخنداند، پس وا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 او، وا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 او!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بنابرا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مزاح و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حد اعتدال در صورت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با دروغ و حرف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ناپسند و باطل همراه نباشد و آزردگ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خاطر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را فراهم نسازد و به گناه و معص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آلوده نگردد، نه تنها منع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آن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ست،</w:t>
      </w:r>
      <w:r w:rsidRPr="00E243D8">
        <w:rPr>
          <w:rtl/>
          <w:lang w:bidi="fa-IR"/>
        </w:rPr>
        <w:t xml:space="preserve"> بلکه از 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ژگ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شمرده شده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دروغ</w:t>
      </w:r>
      <w:r w:rsidRPr="00E243D8">
        <w:rPr>
          <w:rtl/>
          <w:lang w:bidi="fa-IR"/>
        </w:rPr>
        <w:t xml:space="preserve"> گفتن در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 جا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ست،</w:t>
      </w:r>
      <w:r w:rsidRPr="00E243D8">
        <w:rPr>
          <w:rtl/>
          <w:lang w:bidi="fa-IR"/>
        </w:rPr>
        <w:t xml:space="preserve"> جز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انسان لط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فه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که دروغ بودنش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همه روشن است، شا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لطافت آن هم در دروغ بودنش باشد. اما دروغ 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دروغ بودنش معلوم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ست،</w:t>
      </w:r>
      <w:r w:rsidRPr="00E243D8">
        <w:rPr>
          <w:rtl/>
          <w:lang w:bidi="fa-IR"/>
        </w:rPr>
        <w:t xml:space="preserve"> و گاه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افراد با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دروغ ها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خواهند طرف را سر کار بگذارند و به خ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ال</w:t>
      </w:r>
      <w:r w:rsidRPr="00E243D8">
        <w:rPr>
          <w:rtl/>
          <w:lang w:bidi="fa-IR"/>
        </w:rPr>
        <w:t xml:space="preserve"> خودشان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مزاح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کنند، کار ناپسند، بلکه حرام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معلوم است بافتن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است و همه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مطلب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فهمند، مشکل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ندارد.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همراه با دروغ، وعده دروغ و خبر دروغ است و طرف هم باور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کند، بر اساس حکم همه فقها حرام است. و دروغ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گناهان بزرگ است که با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سازگار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ندارد. 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</w:t>
      </w:r>
      <w:r w:rsidRPr="00E243D8">
        <w:rPr>
          <w:rFonts w:hint="eastAsia"/>
          <w:rtl/>
          <w:lang w:bidi="fa-IR"/>
        </w:rPr>
        <w:t>که</w:t>
      </w:r>
      <w:r w:rsidRPr="00E243D8">
        <w:rPr>
          <w:rtl/>
          <w:lang w:bidi="fa-IR"/>
        </w:rPr>
        <w:t xml:space="preserve"> </w:t>
      </w:r>
      <w:r w:rsidRPr="00E243D8">
        <w:rPr>
          <w:rtl/>
          <w:lang w:bidi="fa-IR"/>
        </w:rPr>
        <w:lastRenderedPageBreak/>
        <w:t>به دروغ آلوده است هم با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منافات دارد.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فرمودند:</w:t>
      </w:r>
    </w:p>
    <w:p w:rsidR="00E243D8" w:rsidRPr="00E243D8" w:rsidRDefault="00B26D1E" w:rsidP="00B26D1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E243D8" w:rsidRPr="00E243D8" w:rsidRDefault="00E243D8" w:rsidP="00B26D1E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مرآه العقول، ج 10، ص 327؛ الامال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للطوس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ص 537؛ وسائل الش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عه،</w:t>
      </w:r>
      <w:r w:rsidRPr="00E243D8">
        <w:rPr>
          <w:rtl/>
          <w:lang w:bidi="fa-IR"/>
        </w:rPr>
        <w:t xml:space="preserve"> ج 12، ص 251.</w:t>
      </w:r>
    </w:p>
    <w:p w:rsidR="00E243D8" w:rsidRPr="00E243D8" w:rsidRDefault="00B26D1E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لا</w:t>
      </w:r>
      <w:r w:rsidR="00E243D8" w:rsidRPr="00E243D8">
        <w:rPr>
          <w:rtl/>
          <w:lang w:bidi="fa-IR"/>
        </w:rPr>
        <w:t xml:space="preserve"> </w:t>
      </w:r>
      <w:r w:rsidR="00E243D8" w:rsidRPr="00E243D8">
        <w:rPr>
          <w:rFonts w:hint="cs"/>
          <w:rtl/>
          <w:lang w:bidi="fa-IR"/>
        </w:rPr>
        <w:t>یَ</w:t>
      </w:r>
      <w:r w:rsidR="00E243D8" w:rsidRPr="00E243D8">
        <w:rPr>
          <w:rFonts w:hint="eastAsia"/>
          <w:rtl/>
          <w:lang w:bidi="fa-IR"/>
        </w:rPr>
        <w:t>جِدُ</w:t>
      </w:r>
      <w:r w:rsidR="00E243D8" w:rsidRPr="00E243D8">
        <w:rPr>
          <w:rtl/>
          <w:lang w:bidi="fa-IR"/>
        </w:rPr>
        <w:t xml:space="preserve"> عَبْدٌ طَعْمَ الإ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مانِ</w:t>
      </w:r>
      <w:r w:rsidR="00E243D8" w:rsidRPr="00E243D8">
        <w:rPr>
          <w:rtl/>
          <w:lang w:bidi="fa-IR"/>
        </w:rPr>
        <w:t xml:space="preserve"> حَتّ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</w:t>
      </w:r>
      <w:r w:rsidR="00E243D8" w:rsidRPr="00E243D8">
        <w:rPr>
          <w:rFonts w:hint="cs"/>
          <w:rtl/>
          <w:lang w:bidi="fa-IR"/>
        </w:rPr>
        <w:t>یَ</w:t>
      </w:r>
      <w:r w:rsidR="00E243D8" w:rsidRPr="00E243D8">
        <w:rPr>
          <w:rFonts w:hint="eastAsia"/>
          <w:rtl/>
          <w:lang w:bidi="fa-IR"/>
        </w:rPr>
        <w:t>تْرُکَ</w:t>
      </w:r>
      <w:r w:rsidR="00E243D8" w:rsidRPr="00E243D8">
        <w:rPr>
          <w:rtl/>
          <w:lang w:bidi="fa-IR"/>
        </w:rPr>
        <w:t xml:space="preserve"> الْکِذْبَ هَزْلَهُ وَ جِدَّهُ؛</w:t>
      </w:r>
      <w:r w:rsidR="00E243D8" w:rsidRPr="00B26D1E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ه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چ</w:t>
      </w:r>
      <w:r w:rsidR="00E243D8" w:rsidRPr="00E243D8">
        <w:rPr>
          <w:rtl/>
          <w:lang w:bidi="fa-IR"/>
        </w:rPr>
        <w:t xml:space="preserve"> بنده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طعم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مان</w:t>
      </w:r>
      <w:r w:rsidR="00E243D8" w:rsidRPr="00E243D8">
        <w:rPr>
          <w:rtl/>
          <w:lang w:bidi="fa-IR"/>
        </w:rPr>
        <w:t xml:space="preserve"> را نم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چشد، جز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که دروغ را، چه به شوخ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و چه جد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،</w:t>
      </w:r>
      <w:r w:rsidR="00E243D8" w:rsidRPr="00E243D8">
        <w:rPr>
          <w:rtl/>
          <w:lang w:bidi="fa-IR"/>
        </w:rPr>
        <w:t xml:space="preserve"> ترک گو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B26D1E">
      <w:pPr>
        <w:pStyle w:val="libBold1"/>
        <w:rPr>
          <w:rtl/>
          <w:lang w:bidi="fa-IR"/>
        </w:rPr>
      </w:pPr>
      <w:r w:rsidRPr="00E243D8">
        <w:rPr>
          <w:rtl/>
          <w:lang w:bidi="fa-IR"/>
        </w:rPr>
        <w:t>2) دل آزار</w:t>
      </w:r>
      <w:r w:rsidRPr="00E243D8">
        <w:rPr>
          <w:rFonts w:hint="cs"/>
          <w:rtl/>
          <w:lang w:bidi="fa-IR"/>
        </w:rPr>
        <w:t>ی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مراقب بود که خدا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ناخواسته با کلام و مزاحش دل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ازارد</w:t>
      </w:r>
      <w:r w:rsidRPr="00E243D8">
        <w:rPr>
          <w:rtl/>
          <w:lang w:bidi="fa-IR"/>
        </w:rPr>
        <w:t xml:space="preserve"> که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کار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ناپسند است. نبا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به بهانه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خواه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را شاد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دل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ازار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که با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کار به جا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ثواب، کباب کرده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زخم</w:t>
      </w:r>
      <w:r w:rsidRPr="00E243D8">
        <w:rPr>
          <w:rtl/>
          <w:lang w:bidi="fa-IR"/>
        </w:rPr>
        <w:t xml:space="preserve"> زبان زدن به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گران،</w:t>
      </w:r>
      <w:r w:rsidRPr="00E243D8">
        <w:rPr>
          <w:rtl/>
          <w:lang w:bidi="fa-IR"/>
        </w:rPr>
        <w:t xml:space="preserve"> متلک گفتن به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 آن که موجب ناراحت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آنان شود، مسخره کردن، و هر مزاح و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مستلزم گناه و آزردگ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ناراحت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باشد، از نظر اسلام و مکتب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کار زشت و نارواست. بنابرا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در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خود با کمال احت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اط</w:t>
      </w:r>
      <w:r w:rsidRPr="00E243D8">
        <w:rPr>
          <w:rtl/>
          <w:lang w:bidi="fa-IR"/>
        </w:rPr>
        <w:t xml:space="preserve"> و </w:t>
      </w:r>
      <w:r w:rsidRPr="00E243D8">
        <w:rPr>
          <w:rFonts w:hint="eastAsia"/>
          <w:rtl/>
          <w:lang w:bidi="fa-IR"/>
        </w:rPr>
        <w:t>مراقبت</w:t>
      </w:r>
      <w:r w:rsidRPr="00E243D8">
        <w:rPr>
          <w:rtl/>
          <w:lang w:bidi="fa-IR"/>
        </w:rPr>
        <w:t xml:space="preserve"> رفتار 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B26D1E">
      <w:pPr>
        <w:pStyle w:val="libBold1"/>
        <w:rPr>
          <w:rtl/>
          <w:lang w:bidi="fa-IR"/>
        </w:rPr>
      </w:pPr>
      <w:r w:rsidRPr="00E243D8">
        <w:rPr>
          <w:rtl/>
          <w:lang w:bidi="fa-IR"/>
        </w:rPr>
        <w:t>3)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اده</w:t>
      </w:r>
      <w:r w:rsidRPr="00E243D8">
        <w:rPr>
          <w:rtl/>
          <w:lang w:bidi="fa-IR"/>
        </w:rPr>
        <w:t xml:space="preserve"> رو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شوخ</w:t>
      </w:r>
      <w:r w:rsidRPr="00E243D8">
        <w:rPr>
          <w:rFonts w:hint="cs"/>
          <w:rtl/>
          <w:lang w:bidi="fa-IR"/>
        </w:rPr>
        <w:t>ی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مزاح و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افراط و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اده</w:t>
      </w:r>
      <w:r w:rsidRPr="00E243D8">
        <w:rPr>
          <w:rtl/>
          <w:lang w:bidi="fa-IR"/>
        </w:rPr>
        <w:t xml:space="preserve"> رو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 که موجب سبک شدن انسان گردد. امام باقر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کَثْرَهُ</w:t>
      </w:r>
      <w:r w:rsidRPr="00E243D8">
        <w:rPr>
          <w:rtl/>
          <w:lang w:bidi="fa-IR"/>
        </w:rPr>
        <w:t xml:space="preserve"> الْمِزاحُ تَذْهَبُ بِماءِ الْوَجْهِ؛</w:t>
      </w:r>
      <w:r w:rsidRPr="00B26D1E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اده</w:t>
      </w:r>
      <w:r w:rsidRPr="00E243D8">
        <w:rPr>
          <w:rtl/>
          <w:lang w:bidi="fa-IR"/>
        </w:rPr>
        <w:t xml:space="preserve"> رو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مزاح و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آبرو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افراط</w:t>
      </w:r>
      <w:r w:rsidRPr="00E243D8">
        <w:rPr>
          <w:rtl/>
          <w:lang w:bidi="fa-IR"/>
        </w:rPr>
        <w:t xml:space="preserve"> و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اده</w:t>
      </w:r>
      <w:r w:rsidRPr="00E243D8">
        <w:rPr>
          <w:rtl/>
          <w:lang w:bidi="fa-IR"/>
        </w:rPr>
        <w:t xml:space="preserve"> رو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خود را مضحکه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کردن، موجب</w:t>
      </w:r>
    </w:p>
    <w:p w:rsidR="00E243D8" w:rsidRPr="00E243D8" w:rsidRDefault="00B26D1E" w:rsidP="00B26D1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E243D8" w:rsidRPr="00E243D8" w:rsidRDefault="00E243D8" w:rsidP="00B26D1E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2، ص 340؛ تحف العقول، ص 216؛ بحارالانوار، ج 69، ص 249.</w:t>
      </w:r>
    </w:p>
    <w:p w:rsidR="00B26D1E" w:rsidRDefault="00E243D8" w:rsidP="00B26D1E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2، ص 665.</w:t>
      </w:r>
    </w:p>
    <w:p w:rsidR="00E243D8" w:rsidRPr="00E243D8" w:rsidRDefault="00B26D1E" w:rsidP="00B26D1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شود که عزت و وقار و ه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بت</w:t>
      </w:r>
      <w:r w:rsidR="00E243D8" w:rsidRPr="00E243D8">
        <w:rPr>
          <w:rtl/>
          <w:lang w:bidi="fa-IR"/>
        </w:rPr>
        <w:t xml:space="preserve"> انسان در هم شکسته شود و خوار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و حقارت و سبک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برا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انسان پد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آ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>. از ام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رالمؤمن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="00E243D8" w:rsidRPr="00E243D8">
        <w:rPr>
          <w:rtl/>
          <w:lang w:bidi="fa-IR"/>
        </w:rPr>
        <w:t>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ز</w:t>
      </w:r>
      <w:r w:rsidR="00E243D8" w:rsidRPr="00E243D8">
        <w:rPr>
          <w:rtl/>
          <w:lang w:bidi="fa-IR"/>
        </w:rPr>
        <w:t xml:space="preserve"> چن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روا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ت</w:t>
      </w:r>
      <w:r w:rsidR="00E243D8" w:rsidRPr="00E243D8">
        <w:rPr>
          <w:rtl/>
          <w:lang w:bidi="fa-IR"/>
        </w:rPr>
        <w:t xml:space="preserve"> شده است: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کَثْرَهُ</w:t>
      </w:r>
      <w:r w:rsidRPr="00E243D8">
        <w:rPr>
          <w:rtl/>
          <w:lang w:bidi="fa-IR"/>
        </w:rPr>
        <w:t xml:space="preserve"> الْمِزاحِ تَذْهَبُ البَهاءَ وَ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وجِبُ</w:t>
      </w:r>
      <w:r w:rsidRPr="00E243D8">
        <w:rPr>
          <w:rtl/>
          <w:lang w:bidi="fa-IR"/>
        </w:rPr>
        <w:t xml:space="preserve"> الشَّحْناءَ؛</w:t>
      </w:r>
      <w:r w:rsidRPr="00B26D1E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مزاح از قدر و منزلت و ارزش انسان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کاهد و موجب 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نه</w:t>
      </w:r>
      <w:r w:rsidRPr="00E243D8">
        <w:rPr>
          <w:rtl/>
          <w:lang w:bidi="fa-IR"/>
        </w:rPr>
        <w:t xml:space="preserve"> و دشمن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گردد.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بدان جهت است که کسان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در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اده</w:t>
      </w:r>
      <w:r w:rsidRPr="00E243D8">
        <w:rPr>
          <w:rtl/>
          <w:lang w:bidi="fa-IR"/>
        </w:rPr>
        <w:t xml:space="preserve"> رو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کنند، کمتر حدود آن را مراعات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 و موجب رنجش خاطر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گردند. و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خود 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نه</w:t>
      </w:r>
      <w:r w:rsidRPr="00E243D8">
        <w:rPr>
          <w:rtl/>
          <w:lang w:bidi="fa-IR"/>
        </w:rPr>
        <w:t xml:space="preserve"> و دشمن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آورد.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 و مزاح مثل نمک است. اگر نمک غذا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باشد، غذا شور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 و دل انسان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زند. اگر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نمک باشد، غذا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ملاحت است و مزه ندارد. غذا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ملاحت و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نمک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شتر</w:t>
      </w:r>
      <w:r w:rsidRPr="00E243D8">
        <w:rPr>
          <w:rtl/>
          <w:lang w:bidi="fa-IR"/>
        </w:rPr>
        <w:t xml:space="preserve"> قابل تحمل است، تا غذا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شور.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وقت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کار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اده</w:t>
      </w:r>
      <w:r w:rsidRPr="00E243D8">
        <w:rPr>
          <w:rtl/>
          <w:lang w:bidi="fa-IR"/>
        </w:rPr>
        <w:t xml:space="preserve"> رو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کند،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 xml:space="preserve"> ش</w:t>
      </w:r>
      <w:r w:rsidRPr="00E243D8">
        <w:rPr>
          <w:rFonts w:hint="eastAsia"/>
          <w:rtl/>
          <w:lang w:bidi="fa-IR"/>
        </w:rPr>
        <w:t>ورش</w:t>
      </w:r>
      <w:r w:rsidRPr="00E243D8">
        <w:rPr>
          <w:rtl/>
          <w:lang w:bidi="fa-IR"/>
        </w:rPr>
        <w:t xml:space="preserve"> را در آورد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کارها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شما ما را دلزده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 هر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اندازه خوب است. اعتدال در همه کار و همه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خوب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B26D1E">
      <w:pPr>
        <w:pStyle w:val="libBold1"/>
        <w:rPr>
          <w:rtl/>
          <w:lang w:bidi="fa-IR"/>
        </w:rPr>
      </w:pPr>
      <w:r w:rsidRPr="00E243D8">
        <w:rPr>
          <w:rtl/>
          <w:lang w:bidi="fa-IR"/>
        </w:rPr>
        <w:t>4)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جا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ملاحظه طرف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مجلس را هم کرد. بعض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مجالس کشش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هر نوع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ندارند. ممکن است به آن ها بر بخورد. «هر سخن جا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و هر نکته مکان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دارد.» هر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را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در جا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خودش قرار داد.</w:t>
      </w:r>
    </w:p>
    <w:p w:rsidR="00E243D8" w:rsidRPr="00E243D8" w:rsidRDefault="00B26D1E" w:rsidP="00B26D1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B26D1E" w:rsidRDefault="00E243D8" w:rsidP="00B26D1E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تصن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غرر الحکم، ص 222.</w:t>
      </w:r>
    </w:p>
    <w:p w:rsidR="00E243D8" w:rsidRPr="00E243D8" w:rsidRDefault="00B26D1E" w:rsidP="00B26D1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به</w:t>
      </w:r>
      <w:r w:rsidR="00E243D8" w:rsidRPr="00E243D8">
        <w:rPr>
          <w:rtl/>
          <w:lang w:bidi="fa-IR"/>
        </w:rPr>
        <w:t xml:space="preserve"> جا شوخ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کردن 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ز</w:t>
      </w:r>
      <w:r w:rsidR="00E243D8" w:rsidRPr="00E243D8">
        <w:rPr>
          <w:rtl/>
          <w:lang w:bidi="fa-IR"/>
        </w:rPr>
        <w:t xml:space="preserve"> بس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ار</w:t>
      </w:r>
      <w:r w:rsidR="00E243D8" w:rsidRPr="00E243D8">
        <w:rPr>
          <w:rtl/>
          <w:lang w:bidi="fa-IR"/>
        </w:rPr>
        <w:t xml:space="preserve"> مهم است.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ک</w:t>
      </w:r>
      <w:r w:rsidR="00E243D8" w:rsidRPr="00E243D8">
        <w:rPr>
          <w:rtl/>
          <w:lang w:bidi="fa-IR"/>
        </w:rPr>
        <w:t xml:space="preserve"> شوخ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را از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ک</w:t>
      </w:r>
      <w:r w:rsidR="00E243D8" w:rsidRPr="00E243D8">
        <w:rPr>
          <w:rtl/>
          <w:lang w:bidi="fa-IR"/>
        </w:rPr>
        <w:t xml:space="preserve"> نفر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خرند و از 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گر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نم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خرند. مراتب افراد را با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در شوخ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با آن ها ملاحظه کرد. برخ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افراد در مرتبه 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هستند که شا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سته</w:t>
      </w:r>
      <w:r w:rsidR="00E243D8" w:rsidRPr="00E243D8">
        <w:rPr>
          <w:rtl/>
          <w:lang w:bidi="fa-IR"/>
        </w:rPr>
        <w:t xml:space="preserve"> 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ست</w:t>
      </w:r>
      <w:r w:rsidR="00E243D8" w:rsidRPr="00E243D8">
        <w:rPr>
          <w:rtl/>
          <w:lang w:bidi="fa-IR"/>
        </w:rPr>
        <w:t xml:space="preserve"> با آنان شوخ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کرد. حت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بعض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افراد، به هر دل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ل</w:t>
      </w:r>
      <w:r w:rsidR="00E243D8" w:rsidRPr="00E243D8">
        <w:rPr>
          <w:rtl/>
          <w:lang w:bidi="fa-IR"/>
        </w:rPr>
        <w:t xml:space="preserve"> از شوخ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خوششان نم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آ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.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ک</w:t>
      </w:r>
      <w:r w:rsidR="00E243D8" w:rsidRPr="00E243D8">
        <w:rPr>
          <w:rtl/>
          <w:lang w:bidi="fa-IR"/>
        </w:rPr>
        <w:t xml:space="preserve"> نفر مم</w:t>
      </w:r>
      <w:r w:rsidR="00E243D8" w:rsidRPr="00E243D8">
        <w:rPr>
          <w:rFonts w:hint="eastAsia"/>
          <w:rtl/>
          <w:lang w:bidi="fa-IR"/>
        </w:rPr>
        <w:t>کن</w:t>
      </w:r>
      <w:r w:rsidR="00E243D8" w:rsidRPr="00E243D8">
        <w:rPr>
          <w:rtl/>
          <w:lang w:bidi="fa-IR"/>
        </w:rPr>
        <w:t xml:space="preserve"> است از 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ک</w:t>
      </w:r>
      <w:r w:rsidR="00E243D8" w:rsidRPr="00E243D8">
        <w:rPr>
          <w:rtl/>
          <w:lang w:bidi="fa-IR"/>
        </w:rPr>
        <w:t xml:space="preserve"> شوخ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خوشش ب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</w:t>
      </w:r>
      <w:r w:rsidR="00E243D8" w:rsidRPr="00E243D8">
        <w:rPr>
          <w:rtl/>
          <w:lang w:bidi="fa-IR"/>
        </w:rPr>
        <w:t xml:space="preserve"> و 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گر</w:t>
      </w:r>
      <w:r w:rsidR="00E243D8" w:rsidRPr="00E243D8">
        <w:rPr>
          <w:rtl/>
          <w:lang w:bidi="fa-IR"/>
        </w:rPr>
        <w:t xml:space="preserve"> از آن ناراحت شود.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دست</w:t>
      </w:r>
      <w:r w:rsidRPr="00E243D8">
        <w:rPr>
          <w:rtl/>
          <w:lang w:bidi="fa-IR"/>
        </w:rPr>
        <w:t xml:space="preserve"> انداختن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در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تحق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و اهانت به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اقوام و مل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ها پسند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مراعات</w:t>
      </w:r>
      <w:r w:rsidRPr="00E243D8">
        <w:rPr>
          <w:rtl/>
          <w:lang w:bidi="fa-IR"/>
        </w:rPr>
        <w:t xml:space="preserve"> مکان و حالات افراد در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مهم است. گاه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جلسه رسم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 کسان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با ما سابقه آشنا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ندارند،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 ممکن است برا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شان</w:t>
      </w:r>
      <w:r w:rsidRPr="00E243D8">
        <w:rPr>
          <w:rtl/>
          <w:lang w:bidi="fa-IR"/>
        </w:rPr>
        <w:t xml:space="preserve"> سنگ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باشد.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بنابرا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مراقب بودکه در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دروغ، تحق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ر،</w:t>
      </w:r>
      <w:r w:rsidRPr="00E243D8">
        <w:rPr>
          <w:rtl/>
          <w:lang w:bidi="fa-IR"/>
        </w:rPr>
        <w:t xml:space="preserve"> تمسخر، دست انداختن اهانت به افراد و آزردگ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خاطر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گران</w:t>
      </w:r>
      <w:r w:rsidRPr="00E243D8">
        <w:rPr>
          <w:rtl/>
          <w:lang w:bidi="fa-IR"/>
        </w:rPr>
        <w:t xml:space="preserve"> نباشد. در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 آخرت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شاداب و شادمان بود،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راهش.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E0075" w:rsidP="00EE0075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45" w:name="_Toc67344828"/>
      <w:r w:rsidR="00E243D8" w:rsidRPr="00E243D8">
        <w:rPr>
          <w:rFonts w:hint="eastAsia"/>
          <w:rtl/>
          <w:lang w:bidi="fa-IR"/>
        </w:rPr>
        <w:lastRenderedPageBreak/>
        <w:t>پد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ده</w:t>
      </w:r>
      <w:r w:rsidR="00E243D8" w:rsidRPr="00E243D8">
        <w:rPr>
          <w:rtl/>
          <w:lang w:bidi="fa-IR"/>
        </w:rPr>
        <w:t xml:space="preserve"> خنده</w:t>
      </w:r>
      <w:bookmarkEnd w:id="145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خنده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مظاهر شادمان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نشاط است و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باتر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آن تبسم و لبخند است. درباره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ره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آمده است: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کانَ</w:t>
      </w:r>
      <w:r w:rsidRPr="00E243D8">
        <w:rPr>
          <w:rtl/>
          <w:lang w:bidi="fa-IR"/>
        </w:rPr>
        <w:t xml:space="preserve"> اَکْثَرُ النّاسِ تَبَسُّما؛</w:t>
      </w:r>
      <w:r w:rsidRPr="00EE0075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از همه مردم متبسم بود.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E0075">
      <w:pPr>
        <w:pStyle w:val="Heading2"/>
        <w:rPr>
          <w:rtl/>
          <w:lang w:bidi="fa-IR"/>
        </w:rPr>
      </w:pPr>
      <w:bookmarkStart w:id="146" w:name="_Toc67344829"/>
      <w:r w:rsidRPr="00E243D8">
        <w:rPr>
          <w:rFonts w:hint="eastAsia"/>
          <w:rtl/>
          <w:lang w:bidi="fa-IR"/>
        </w:rPr>
        <w:t>چهره</w:t>
      </w:r>
      <w:r w:rsidRPr="00E243D8">
        <w:rPr>
          <w:rtl/>
          <w:lang w:bidi="fa-IR"/>
        </w:rPr>
        <w:t xml:space="preserve"> خندان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</w:t>
      </w:r>
      <w:r w:rsidR="00EE0075" w:rsidRPr="00EE0075">
        <w:rPr>
          <w:rStyle w:val="libAlaemChar"/>
          <w:rFonts w:eastAsiaTheme="minorHAnsi"/>
          <w:rtl/>
        </w:rPr>
        <w:t>صلى‌الله‌عليه‌وآله‌وسلم</w:t>
      </w:r>
      <w:bookmarkEnd w:id="146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چهره</w:t>
      </w:r>
      <w:r w:rsidRPr="00E243D8">
        <w:rPr>
          <w:rtl/>
          <w:lang w:bidi="fa-IR"/>
        </w:rPr>
        <w:t xml:space="preserve"> خندان و تبسم در سخن گفتن،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ژگ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</w:p>
    <w:p w:rsidR="00E243D8" w:rsidRPr="00E243D8" w:rsidRDefault="00EE0075" w:rsidP="00EE007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E243D8" w:rsidRPr="00E243D8" w:rsidRDefault="00E243D8" w:rsidP="00EE0075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مناقب آل 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طالب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، ج 1، ص 146؛ بحارالانوار، ج 16، ص 228.</w:t>
      </w:r>
    </w:p>
    <w:p w:rsidR="00E243D8" w:rsidRPr="00E243D8" w:rsidRDefault="00EE0075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خداست</w:t>
      </w:r>
      <w:r w:rsidR="00E243D8" w:rsidRPr="00E243D8">
        <w:rPr>
          <w:rtl/>
          <w:lang w:bidi="fa-IR"/>
        </w:rPr>
        <w:t>. س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ما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نوران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و گشاده و خنده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ر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او بر دل همه کسان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که با آن حضرت مواجه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شدند،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نشست و آنان را مجذوب خود م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ساخت.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عبدالله</w:t>
      </w:r>
      <w:r w:rsidRPr="00E243D8">
        <w:rPr>
          <w:rtl/>
          <w:lang w:bidi="fa-IR"/>
        </w:rPr>
        <w:t xml:space="preserve"> بن حارث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E0075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ما</w:t>
      </w:r>
      <w:r w:rsidRPr="00E243D8">
        <w:rPr>
          <w:rtl/>
          <w:lang w:bidi="fa-IR"/>
        </w:rPr>
        <w:t xml:space="preserve"> رَاَ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تُ</w:t>
      </w:r>
      <w:r w:rsidRPr="00E243D8">
        <w:rPr>
          <w:rtl/>
          <w:lang w:bidi="fa-IR"/>
        </w:rPr>
        <w:t xml:space="preserve"> اَحَداً اَکْثَرُ تبسماً مِنْ رَسولِ الله </w:t>
      </w:r>
      <w:r w:rsidR="00EE0075" w:rsidRPr="00EE0075">
        <w:rPr>
          <w:rStyle w:val="libAlaemChar"/>
          <w:rFonts w:eastAsiaTheme="minorHAnsi"/>
          <w:rtl/>
        </w:rPr>
        <w:t>صلى‌الله‌عليه‌وآله‌وسلم</w:t>
      </w:r>
      <w:r w:rsidR="00EE0075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E243D8">
        <w:rPr>
          <w:rtl/>
          <w:lang w:bidi="fa-IR"/>
        </w:rPr>
        <w:t>؛</w:t>
      </w:r>
      <w:r w:rsidRPr="00EE0075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من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متبسم تر و خندان تر از رسول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دم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</w:t>
      </w:r>
      <w:r w:rsidRPr="00E243D8">
        <w:rPr>
          <w:rtl/>
          <w:lang w:bidi="fa-IR"/>
        </w:rPr>
        <w:t xml:space="preserve"> بعض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 xml:space="preserve"> آمده است که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نام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«ضحوک» است.</w:t>
      </w:r>
      <w:r w:rsidRPr="00EE0075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خندان و متبسم است. و ابن عباس «ضحوک» را از نام 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در «تورات» آمده است، بر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شمارد.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اسْمُهُ</w:t>
      </w:r>
      <w:r w:rsidRPr="00E243D8">
        <w:rPr>
          <w:rtl/>
          <w:lang w:bidi="fa-IR"/>
        </w:rPr>
        <w:t xml:space="preserve">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التّوراهِ اَحْمَدُ الضّحوکُ القَتّال؛</w:t>
      </w:r>
      <w:r w:rsidRPr="00EE0075">
        <w:rPr>
          <w:rStyle w:val="libFootnotenumChar"/>
          <w:rtl/>
        </w:rPr>
        <w:t>(3)</w:t>
      </w:r>
      <w:r w:rsidRPr="00E243D8">
        <w:rPr>
          <w:rtl/>
          <w:lang w:bidi="fa-IR"/>
        </w:rPr>
        <w:t xml:space="preserve"> اسم آن حضرت در تورات احمد است و ضحوک القتال،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خندان چهره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حر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ص</w:t>
      </w:r>
      <w:r w:rsidRPr="00E243D8">
        <w:rPr>
          <w:rtl/>
          <w:lang w:bidi="fa-IR"/>
        </w:rPr>
        <w:t xml:space="preserve"> بر جهاد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 دوستانش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خنده رو و بانشاط و گشاده رو بود و با دشمنانش در ست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درباره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شده است: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کان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ضْحَکُ</w:t>
      </w:r>
      <w:r w:rsidRPr="00E243D8">
        <w:rPr>
          <w:rtl/>
          <w:lang w:bidi="fa-IR"/>
        </w:rPr>
        <w:t xml:space="preserve"> حَتّ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بْدُو</w:t>
      </w:r>
      <w:r w:rsidRPr="00E243D8">
        <w:rPr>
          <w:rtl/>
          <w:lang w:bidi="fa-IR"/>
        </w:rPr>
        <w:t xml:space="preserve"> ناجِذُه؛</w:t>
      </w:r>
      <w:r w:rsidRPr="00EE0075">
        <w:rPr>
          <w:rStyle w:val="libFootnotenumChar"/>
          <w:rtl/>
        </w:rPr>
        <w:t>(4)</w:t>
      </w:r>
      <w:r w:rsidRPr="00E243D8">
        <w:rPr>
          <w:rtl/>
          <w:lang w:bidi="fa-IR"/>
        </w:rPr>
        <w:t xml:space="preserve"> گاه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طور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که دندان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آن حضرت ظاهر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شد.</w:t>
      </w:r>
    </w:p>
    <w:p w:rsidR="00E243D8" w:rsidRPr="00E243D8" w:rsidRDefault="00EE0075" w:rsidP="00EE007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E243D8" w:rsidRPr="00E243D8" w:rsidRDefault="00E243D8" w:rsidP="00EE0075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کشف الاسرار، ج 1، ص 155 به نقل از صح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الترمذ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1، ص 205.</w:t>
      </w:r>
    </w:p>
    <w:p w:rsidR="00E243D8" w:rsidRPr="00E243D8" w:rsidRDefault="00E243D8" w:rsidP="00EE0075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lastRenderedPageBreak/>
        <w:t>2- 2. کمال الد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 تمام النعمه، ج 1، ص 198؛ تفس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قم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1، ص 33؛ بحارالانوار، ج 15، ص 206.</w:t>
      </w:r>
    </w:p>
    <w:p w:rsidR="00E243D8" w:rsidRPr="00E243D8" w:rsidRDefault="00E243D8" w:rsidP="00EE0075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3- 3. کشف الغمه، ج 1، ص 7؛ الهدا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ا،</w:t>
      </w:r>
      <w:r w:rsidRPr="00E243D8">
        <w:rPr>
          <w:rtl/>
          <w:lang w:bidi="fa-IR"/>
        </w:rPr>
        <w:t xml:space="preserve"> ج 1، ص 90؛ بحارالانوار، ج 16، ص 115.</w:t>
      </w:r>
    </w:p>
    <w:p w:rsidR="00E243D8" w:rsidRPr="00E243D8" w:rsidRDefault="00E243D8" w:rsidP="00EE0075">
      <w:pPr>
        <w:pStyle w:val="libLine"/>
        <w:rPr>
          <w:rtl/>
          <w:lang w:bidi="fa-IR"/>
        </w:rPr>
      </w:pPr>
      <w:r w:rsidRPr="00E243D8">
        <w:rPr>
          <w:rtl/>
          <w:lang w:bidi="fa-IR"/>
        </w:rPr>
        <w:t>4- 1. کشف الغمّه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معرفه الائمه، ج 1، ص 9؛ بحارالانوار، ج 16، ص 116.</w:t>
      </w:r>
    </w:p>
    <w:p w:rsidR="00E243D8" w:rsidRPr="00E243D8" w:rsidRDefault="00EE0075" w:rsidP="00EE0075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47" w:name="_Toc67344830"/>
      <w:r w:rsidR="00E243D8" w:rsidRPr="00E243D8">
        <w:rPr>
          <w:rFonts w:hint="eastAsia"/>
          <w:rtl/>
          <w:lang w:bidi="fa-IR"/>
        </w:rPr>
        <w:lastRenderedPageBreak/>
        <w:t>خنده</w:t>
      </w:r>
      <w:r w:rsidR="00E243D8" w:rsidRPr="00E243D8">
        <w:rPr>
          <w:rtl/>
          <w:lang w:bidi="fa-IR"/>
        </w:rPr>
        <w:t xml:space="preserve"> ها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tl/>
          <w:lang w:bidi="fa-IR"/>
        </w:rPr>
        <w:t xml:space="preserve"> نمک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ن</w:t>
      </w:r>
      <w:r w:rsidR="00E243D8" w:rsidRPr="00E243D8">
        <w:rPr>
          <w:rtl/>
          <w:lang w:bidi="fa-IR"/>
        </w:rPr>
        <w:t xml:space="preserve">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امبر</w:t>
      </w:r>
      <w:bookmarkEnd w:id="147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گاه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عرب ها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خشن و بداخلاق با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تند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اهانت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کردند، اما هرگز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نشد که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برآشفته شود و با آنان با تند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برخورد کند. با آنان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نرم و لط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برخورد و گفت و گو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کرد. و در ارتباطش با آنان در کمال رفق و مدارا بود. با همراهان و همنش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نانش</w:t>
      </w:r>
      <w:r w:rsidRPr="00E243D8">
        <w:rPr>
          <w:rtl/>
          <w:lang w:bidi="fa-IR"/>
        </w:rPr>
        <w:t xml:space="preserve"> ملا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و مهربان بود و چهره اش نوران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منبسط و گشاده بود. خنده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 نمک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بر لب داشت.</w:t>
      </w:r>
      <w:r w:rsidRPr="00EE0075">
        <w:rPr>
          <w:rStyle w:val="libFootnotenumChar"/>
          <w:rtl/>
        </w:rPr>
        <w:t>(1)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انس</w:t>
      </w:r>
      <w:r w:rsidRPr="00E243D8">
        <w:rPr>
          <w:rtl/>
          <w:lang w:bidi="fa-IR"/>
        </w:rPr>
        <w:t xml:space="preserve"> بن مالک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 نه سال در خدمت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بودم. خلق و خو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باتر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خلق و خو بود. حضرت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روز مرا برا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فرستادند. در آن زمان هشت ساله بودم و من گفتم: به خدا قسم نم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روم!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خودم گفتم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روم؛ چون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فرمان داده است. از خانه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رون</w:t>
      </w:r>
      <w:r w:rsidRPr="00E243D8">
        <w:rPr>
          <w:rtl/>
          <w:lang w:bidi="fa-IR"/>
        </w:rPr>
        <w:t xml:space="preserve"> آمدم.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دم</w:t>
      </w:r>
      <w:r w:rsidRPr="00E243D8">
        <w:rPr>
          <w:rtl/>
          <w:lang w:bidi="fa-IR"/>
        </w:rPr>
        <w:t xml:space="preserve"> بچه ها در کوچه و بازار باز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کنند. من هم مشغول باز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شدم.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وقت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دم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از پشت مرا گرفتند 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خندند. آن گاه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«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اُنَ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س،</w:t>
      </w:r>
      <w:r w:rsidRPr="00E243D8">
        <w:rPr>
          <w:rtl/>
          <w:lang w:bidi="fa-IR"/>
        </w:rPr>
        <w:t xml:space="preserve"> اَذَهَبْتَ حَ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ثُ</w:t>
      </w:r>
      <w:r w:rsidRPr="00E243D8">
        <w:rPr>
          <w:rtl/>
          <w:lang w:bidi="fa-IR"/>
        </w:rPr>
        <w:t xml:space="preserve"> اَمَرتُک؛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انس کوچولو، کار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که به تو گفتم انجام داد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؟</w:t>
      </w:r>
      <w:r w:rsidRPr="00E243D8">
        <w:rPr>
          <w:rtl/>
          <w:lang w:bidi="fa-IR"/>
        </w:rPr>
        <w:t xml:space="preserve"> گفتم: بله،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روم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رسول الله.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انس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: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ندارم که کار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کرده باشم و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بگو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 چرا کرد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؟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کار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انجام نداده باشم و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فرموده باشند: چرا انجام نداد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؟</w:t>
      </w:r>
      <w:r w:rsidRPr="00EE0075">
        <w:rPr>
          <w:rStyle w:val="libFootnotenumChar"/>
          <w:rtl/>
        </w:rPr>
        <w:t>(2)</w:t>
      </w:r>
    </w:p>
    <w:p w:rsidR="00E243D8" w:rsidRPr="00E243D8" w:rsidRDefault="00EE0075" w:rsidP="00EE007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</w:t>
      </w:r>
    </w:p>
    <w:p w:rsidR="00E243D8" w:rsidRPr="00E243D8" w:rsidRDefault="00E243D8" w:rsidP="00EE0075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کشف الاسرار، ح 1، ص 157.</w:t>
      </w:r>
    </w:p>
    <w:p w:rsidR="00EE0075" w:rsidRDefault="00E243D8" w:rsidP="00EE0075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2- 1. کشف الاسرار، ج 1، ص 158؛ به نقل از صح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مسلم، ج 2، ص 253.</w:t>
      </w:r>
    </w:p>
    <w:p w:rsidR="00E243D8" w:rsidRPr="00E243D8" w:rsidRDefault="00EE0075" w:rsidP="00EE0075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48" w:name="_Toc67344831"/>
      <w:r w:rsidR="00E243D8" w:rsidRPr="00E243D8">
        <w:rPr>
          <w:rFonts w:hint="eastAsia"/>
          <w:rtl/>
          <w:lang w:bidi="fa-IR"/>
        </w:rPr>
        <w:lastRenderedPageBreak/>
        <w:t>اصحاب</w:t>
      </w:r>
      <w:r w:rsidR="00E243D8" w:rsidRPr="00E243D8">
        <w:rPr>
          <w:rtl/>
          <w:lang w:bidi="fa-IR"/>
        </w:rPr>
        <w:t xml:space="preserve"> خندان پ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امبر</w:t>
      </w:r>
      <w:bookmarkEnd w:id="148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همان</w:t>
      </w:r>
      <w:r w:rsidRPr="00E243D8">
        <w:rPr>
          <w:rtl/>
          <w:lang w:bidi="fa-IR"/>
        </w:rPr>
        <w:t xml:space="preserve"> گونه که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 هم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شه</w:t>
      </w:r>
      <w:r w:rsidRPr="00E243D8">
        <w:rPr>
          <w:rtl/>
          <w:lang w:bidi="fa-IR"/>
        </w:rPr>
        <w:t xml:space="preserve"> بانشاط و متبسم و بشاش و شوخ طبع بودند و گاه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با اصحاب و خانواده خود مزاح و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 تا آنان را شادمان کنند،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شتر</w:t>
      </w:r>
      <w:r w:rsidRPr="00E243D8">
        <w:rPr>
          <w:rtl/>
          <w:lang w:bidi="fa-IR"/>
        </w:rPr>
        <w:t xml:space="preserve"> اصحابشان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tl/>
          <w:lang w:bidi="fa-IR"/>
        </w:rPr>
        <w:t xml:space="preserve"> 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بودند. از ابن عمر پرس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دند</w:t>
      </w:r>
      <w:r w:rsidRPr="00E243D8">
        <w:rPr>
          <w:rtl/>
          <w:lang w:bidi="fa-IR"/>
        </w:rPr>
        <w:t>: اصحاب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اهل خنده هم بودند؟ پاسخ داد: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نَعَمْ</w:t>
      </w:r>
      <w:r w:rsidRPr="00E243D8">
        <w:rPr>
          <w:rtl/>
          <w:lang w:bidi="fa-IR"/>
        </w:rPr>
        <w:t xml:space="preserve"> وَالا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مانُ</w:t>
      </w:r>
      <w:r w:rsidRPr="00E243D8">
        <w:rPr>
          <w:rtl/>
          <w:lang w:bidi="fa-IR"/>
        </w:rPr>
        <w:t xml:space="preserve">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قُلُوبِهِمْ اَعْظَمُ مِنَ الجَبَلِ؛ خندان بودند، در حال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در دل ها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شان</w:t>
      </w:r>
      <w:r w:rsidRPr="00E243D8">
        <w:rPr>
          <w:rtl/>
          <w:lang w:bidi="fa-IR"/>
        </w:rPr>
        <w:t xml:space="preserve"> با عظمت تر از کوه بود.</w:t>
      </w:r>
      <w:r w:rsidRPr="00EE0075">
        <w:rPr>
          <w:rStyle w:val="libFootnotenumChar"/>
          <w:rtl/>
        </w:rPr>
        <w:t>(1)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بلال</w:t>
      </w:r>
      <w:r w:rsidRPr="00E243D8">
        <w:rPr>
          <w:rtl/>
          <w:lang w:bidi="fa-IR"/>
        </w:rPr>
        <w:t xml:space="preserve"> بن سعد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اَدْرَکْتُهُمْ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شْتَدُّونَ</w:t>
      </w:r>
      <w:r w:rsidRPr="00E243D8">
        <w:rPr>
          <w:rtl/>
          <w:lang w:bidi="fa-IR"/>
        </w:rPr>
        <w:t xml:space="preserve"> بَ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الاَغْراضِ وَ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ضْحَکُ</w:t>
      </w:r>
      <w:r w:rsidRPr="00E243D8">
        <w:rPr>
          <w:rtl/>
          <w:lang w:bidi="fa-IR"/>
        </w:rPr>
        <w:t xml:space="preserve"> بَعْضُهُم اِل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بَعضٍ فَاِذا کانَ اللّ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لُ</w:t>
      </w:r>
      <w:r w:rsidRPr="00E243D8">
        <w:rPr>
          <w:rtl/>
          <w:lang w:bidi="fa-IR"/>
        </w:rPr>
        <w:t xml:space="preserve"> کانوا رُهْباناً؛</w:t>
      </w:r>
      <w:r w:rsidRPr="00EE0075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اصحاب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را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دم</w:t>
      </w:r>
      <w:r w:rsidRPr="00E243D8">
        <w:rPr>
          <w:rtl/>
          <w:lang w:bidi="fa-IR"/>
        </w:rPr>
        <w:t xml:space="preserve"> که در اهداف خودشان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استوار بودند، با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گر</w:t>
      </w:r>
      <w:r w:rsidRPr="00E243D8">
        <w:rPr>
          <w:rtl/>
          <w:lang w:bidi="fa-IR"/>
        </w:rPr>
        <w:t xml:space="preserve"> مزاح و شوخ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کردند و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دند</w:t>
      </w:r>
      <w:r w:rsidRPr="00E243D8">
        <w:rPr>
          <w:rtl/>
          <w:lang w:bidi="fa-IR"/>
        </w:rPr>
        <w:t>. و هرگاه شب فرا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زاهدان شب بودند.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E0075" w:rsidP="00EE0075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49" w:name="_Toc67344832"/>
      <w:r w:rsidR="00E243D8" w:rsidRPr="00E243D8">
        <w:rPr>
          <w:rFonts w:hint="eastAsia"/>
          <w:rtl/>
          <w:lang w:bidi="fa-IR"/>
        </w:rPr>
        <w:lastRenderedPageBreak/>
        <w:t>همسر</w:t>
      </w:r>
      <w:r w:rsidR="00E243D8" w:rsidRPr="00E243D8">
        <w:rPr>
          <w:rtl/>
          <w:lang w:bidi="fa-IR"/>
        </w:rPr>
        <w:t xml:space="preserve"> خنده رو</w:t>
      </w:r>
      <w:bookmarkEnd w:id="149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خ</w:t>
      </w:r>
      <w:r w:rsidRPr="00E243D8">
        <w:rPr>
          <w:rtl/>
          <w:lang w:bidi="fa-IR"/>
        </w:rPr>
        <w:t xml:space="preserve"> حر عامل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کتاب شر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«وسائل الش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عه»</w:t>
      </w:r>
      <w:r w:rsidRPr="00E243D8">
        <w:rPr>
          <w:rtl/>
          <w:lang w:bidi="fa-IR"/>
        </w:rPr>
        <w:t xml:space="preserve"> در کتاب نکاح باب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گشوده است که در آن باب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آورده است که دلالت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بر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که مستحب است انسان با زن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که خنده رو باشد ازدواج کند. خود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</w:t>
      </w:r>
      <w:r w:rsidRPr="00E243D8">
        <w:rPr>
          <w:rtl/>
          <w:lang w:bidi="fa-IR"/>
        </w:rPr>
        <w:t xml:space="preserve"> چهره شاد در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دل انسان را شاد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 و به 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نشاط و ش</w:t>
      </w:r>
      <w:r w:rsidRPr="00E243D8">
        <w:rPr>
          <w:rFonts w:hint="eastAsia"/>
          <w:rtl/>
          <w:lang w:bidi="fa-IR"/>
        </w:rPr>
        <w:t>اداب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بخشد.</w:t>
      </w:r>
    </w:p>
    <w:p w:rsidR="00E243D8" w:rsidRPr="00E243D8" w:rsidRDefault="00EE0075" w:rsidP="00EE007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E243D8" w:rsidRPr="00E243D8" w:rsidRDefault="00E243D8" w:rsidP="00EE0075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کشف الاسرار، ج 1، ص 161.</w:t>
      </w:r>
    </w:p>
    <w:p w:rsidR="00E243D8" w:rsidRPr="00E243D8" w:rsidRDefault="00E243D8" w:rsidP="00EE0075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همان.</w:t>
      </w:r>
    </w:p>
    <w:p w:rsidR="00E243D8" w:rsidRPr="00E243D8" w:rsidRDefault="00EE0075" w:rsidP="00EE0075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50" w:name="_Toc67344833"/>
      <w:r w:rsidR="00E243D8" w:rsidRPr="00E243D8">
        <w:rPr>
          <w:rFonts w:hint="eastAsia"/>
          <w:rtl/>
          <w:lang w:bidi="fa-IR"/>
        </w:rPr>
        <w:lastRenderedPageBreak/>
        <w:t>آفات</w:t>
      </w:r>
      <w:r w:rsidR="00E243D8" w:rsidRPr="00E243D8">
        <w:rPr>
          <w:rtl/>
          <w:lang w:bidi="fa-IR"/>
        </w:rPr>
        <w:t xml:space="preserve"> خنده</w:t>
      </w:r>
      <w:bookmarkEnd w:id="150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تبسم</w:t>
      </w:r>
      <w:r w:rsidRPr="00E243D8">
        <w:rPr>
          <w:rtl/>
          <w:lang w:bidi="fa-IR"/>
        </w:rPr>
        <w:t xml:space="preserve"> و خنده، هرچند موجب نشاط و سرزندگ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ره</w:t>
      </w:r>
      <w:r w:rsidRPr="00E243D8">
        <w:rPr>
          <w:rtl/>
          <w:lang w:bidi="fa-IR"/>
        </w:rPr>
        <w:t xml:space="preserve">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خداست، ول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گاه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از مرز ادب و اعتدال خارج شده و به عنوان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پد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مذموم مطرح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شود.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رو</w:t>
      </w:r>
      <w:r w:rsidRPr="00E243D8">
        <w:rPr>
          <w:rtl/>
          <w:lang w:bidi="fa-IR"/>
        </w:rPr>
        <w:t xml:space="preserve">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در هنگام خند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</w:t>
      </w:r>
      <w:r w:rsidRPr="00E243D8">
        <w:rPr>
          <w:rtl/>
          <w:lang w:bidi="fa-IR"/>
        </w:rPr>
        <w:t xml:space="preserve"> توجه داشت که به آفات آن گرفتار نشو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E0075">
      <w:pPr>
        <w:pStyle w:val="libBold1"/>
        <w:rPr>
          <w:rtl/>
          <w:lang w:bidi="fa-IR"/>
        </w:rPr>
      </w:pPr>
      <w:r w:rsidRPr="00E243D8">
        <w:rPr>
          <w:rtl/>
          <w:lang w:bidi="fa-IR"/>
        </w:rPr>
        <w:t>1) قهقهه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قهقهه</w:t>
      </w:r>
      <w:r w:rsidRPr="00E243D8">
        <w:rPr>
          <w:rtl/>
          <w:lang w:bidi="fa-IR"/>
        </w:rPr>
        <w:t xml:space="preserve"> زدن در هنگام خنده، از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است که مذمت شده است. قهقهه وقار و سکن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مؤمن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برد و دل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راند</w:t>
      </w:r>
      <w:r w:rsidRPr="00E243D8">
        <w:rPr>
          <w:rtl/>
          <w:lang w:bidi="fa-IR"/>
        </w:rPr>
        <w:t xml:space="preserve">. از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چن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شده است: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اَلْقَهْقَهَهُ</w:t>
      </w:r>
      <w:r w:rsidRPr="00E243D8">
        <w:rPr>
          <w:rtl/>
          <w:lang w:bidi="fa-IR"/>
        </w:rPr>
        <w:t xml:space="preserve"> مِن الشَّ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طانِ؛</w:t>
      </w:r>
      <w:r w:rsidRPr="00E243D8">
        <w:rPr>
          <w:rtl/>
          <w:lang w:bidi="fa-IR"/>
        </w:rPr>
        <w:t xml:space="preserve"> قهقهه و با صدا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بلند خند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دن،</w:t>
      </w:r>
      <w:r w:rsidRPr="00E243D8">
        <w:rPr>
          <w:rtl/>
          <w:lang w:bidi="fa-IR"/>
        </w:rPr>
        <w:t xml:space="preserve"> از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طان</w:t>
      </w:r>
      <w:r w:rsidRPr="00E243D8">
        <w:rPr>
          <w:rtl/>
          <w:lang w:bidi="fa-IR"/>
        </w:rPr>
        <w:t xml:space="preserve">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قهقهه</w:t>
      </w:r>
      <w:r w:rsidRPr="00E243D8">
        <w:rPr>
          <w:rtl/>
          <w:lang w:bidi="fa-IR"/>
        </w:rPr>
        <w:t xml:space="preserve"> و با صدا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بلند خند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دن،</w:t>
      </w:r>
      <w:r w:rsidRPr="00E243D8">
        <w:rPr>
          <w:rtl/>
          <w:lang w:bidi="fa-IR"/>
        </w:rPr>
        <w:t xml:space="preserve"> اسباب غفلت از حق و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معاد است. از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رو،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خنده پ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امبر</w:t>
      </w:r>
      <w:r w:rsidRPr="00E243D8">
        <w:rPr>
          <w:rtl/>
          <w:lang w:bidi="fa-IR"/>
        </w:rPr>
        <w:t xml:space="preserve"> تبسم بوده است. خنده 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فقط رو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لب ها نقش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بسته و صدا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 xml:space="preserve"> نداشته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چنانچه</w:t>
      </w:r>
      <w:r w:rsidRPr="00E243D8">
        <w:rPr>
          <w:rtl/>
          <w:lang w:bidi="fa-IR"/>
        </w:rPr>
        <w:t xml:space="preserve"> انسان در خند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</w:t>
      </w:r>
      <w:r w:rsidRPr="00E243D8">
        <w:rPr>
          <w:rtl/>
          <w:lang w:bidi="fa-IR"/>
        </w:rPr>
        <w:t xml:space="preserve"> دچار قهقهه شد، با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از خداوند بخواهد که عواقب سوء آن را از او برطرف کند. امام باقر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فرمودند: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اذا</w:t>
      </w:r>
      <w:r w:rsidRPr="00E243D8">
        <w:rPr>
          <w:rtl/>
          <w:lang w:bidi="fa-IR"/>
        </w:rPr>
        <w:t xml:space="preserve"> قَهْقَهْتَ فَقُلْ 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 xml:space="preserve"> تَفْرُغُ اللّهُمَّ لا تَمْقُتْن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؛</w:t>
      </w:r>
      <w:r w:rsidRPr="007936AF">
        <w:rPr>
          <w:rStyle w:val="libFootnotenumChar"/>
          <w:rtl/>
        </w:rPr>
        <w:t>(1)</w:t>
      </w:r>
      <w:r w:rsidRPr="00E243D8">
        <w:rPr>
          <w:rtl/>
          <w:lang w:bidi="fa-IR"/>
        </w:rPr>
        <w:t xml:space="preserve"> هرگاه قهقهه زد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پس از فراغت از آن بگو: « اللّهُمَّ لا تَمْقُتْن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خداوندا، بر من خشم مگ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>!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lastRenderedPageBreak/>
        <w:t>بنابرا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مناسب 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 بهتر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خنده که شا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سته</w:t>
      </w:r>
      <w:r w:rsidRPr="00E243D8">
        <w:rPr>
          <w:rtl/>
          <w:lang w:bidi="fa-IR"/>
        </w:rPr>
        <w:t xml:space="preserve"> اهل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است، تبسم است.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فرمودند:</w:t>
      </w:r>
    </w:p>
    <w:p w:rsidR="00E243D8" w:rsidRPr="00E243D8" w:rsidRDefault="007936AF" w:rsidP="007936A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E243D8" w:rsidRPr="00E243D8" w:rsidRDefault="00E243D8" w:rsidP="007936AF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همان.</w:t>
      </w:r>
    </w:p>
    <w:p w:rsidR="00E243D8" w:rsidRPr="00E243D8" w:rsidRDefault="007936AF" w:rsidP="00E243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243D8" w:rsidRPr="00E243D8">
        <w:rPr>
          <w:rFonts w:hint="eastAsia"/>
          <w:rtl/>
          <w:lang w:bidi="fa-IR"/>
        </w:rPr>
        <w:lastRenderedPageBreak/>
        <w:t>ضِحْکُ</w:t>
      </w:r>
      <w:r w:rsidR="00E243D8" w:rsidRPr="00E243D8">
        <w:rPr>
          <w:rtl/>
          <w:lang w:bidi="fa-IR"/>
        </w:rPr>
        <w:t xml:space="preserve"> المُؤمِنِ تَبَسُّمٌ؛</w:t>
      </w:r>
      <w:r w:rsidR="00E243D8" w:rsidRPr="007936AF">
        <w:rPr>
          <w:rStyle w:val="libFootnotenumChar"/>
          <w:rtl/>
        </w:rPr>
        <w:t>(1)</w:t>
      </w:r>
      <w:r w:rsidR="00E243D8" w:rsidRPr="00E243D8">
        <w:rPr>
          <w:rtl/>
          <w:lang w:bidi="fa-IR"/>
        </w:rPr>
        <w:t xml:space="preserve"> خنده مؤمن تبسم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باتر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نوع خند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</w:t>
      </w:r>
      <w:r w:rsidRPr="00E243D8">
        <w:rPr>
          <w:rtl/>
          <w:lang w:bidi="fa-IR"/>
        </w:rPr>
        <w:t xml:space="preserve"> است.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7936AF">
      <w:pPr>
        <w:pStyle w:val="libBold1"/>
        <w:rPr>
          <w:rtl/>
          <w:lang w:bidi="fa-IR"/>
        </w:rPr>
      </w:pPr>
      <w:r w:rsidRPr="00E243D8">
        <w:rPr>
          <w:rtl/>
          <w:lang w:bidi="fa-IR"/>
        </w:rPr>
        <w:t>2)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اده</w:t>
      </w:r>
      <w:r w:rsidRPr="00E243D8">
        <w:rPr>
          <w:rtl/>
          <w:lang w:bidi="fa-IR"/>
        </w:rPr>
        <w:t xml:space="preserve"> رو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خنده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شوخ</w:t>
      </w:r>
      <w:r w:rsidRPr="00E243D8">
        <w:rPr>
          <w:rtl/>
          <w:lang w:bidi="fa-IR"/>
        </w:rPr>
        <w:t xml:space="preserve"> طبع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اندازه خوب است، چنان که خند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دن</w:t>
      </w:r>
      <w:r w:rsidRPr="00E243D8">
        <w:rPr>
          <w:rtl/>
          <w:lang w:bidi="fa-IR"/>
        </w:rPr>
        <w:t xml:space="preserve"> هم به اندازه خوب است و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اده</w:t>
      </w:r>
      <w:r w:rsidRPr="00E243D8">
        <w:rPr>
          <w:rtl/>
          <w:lang w:bidi="fa-IR"/>
        </w:rPr>
        <w:t xml:space="preserve"> رو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آن، منع و مذمت شده است. امام صادق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فرما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</w:t>
      </w:r>
      <w:r w:rsidRPr="00E243D8">
        <w:rPr>
          <w:rtl/>
          <w:lang w:bidi="fa-IR"/>
        </w:rPr>
        <w:t>: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کَثْرَهُ</w:t>
      </w:r>
      <w:r w:rsidRPr="00E243D8">
        <w:rPr>
          <w:rtl/>
          <w:lang w:bidi="fa-IR"/>
        </w:rPr>
        <w:t xml:space="preserve"> الضِّحْکِ تَمُجُّ الإ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مانَ</w:t>
      </w:r>
      <w:r w:rsidRPr="00E243D8">
        <w:rPr>
          <w:rtl/>
          <w:lang w:bidi="fa-IR"/>
        </w:rPr>
        <w:t xml:space="preserve"> مَجّاً؛</w:t>
      </w:r>
      <w:r w:rsidRPr="007936AF">
        <w:rPr>
          <w:rStyle w:val="libFootnotenumChar"/>
          <w:rtl/>
        </w:rPr>
        <w:t>(2)</w:t>
      </w:r>
      <w:r w:rsidRPr="00E243D8">
        <w:rPr>
          <w:rtl/>
          <w:lang w:bidi="fa-IR"/>
        </w:rPr>
        <w:t xml:space="preserve"> خنده بس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را به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سو پرتاب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مقصود</w:t>
      </w:r>
      <w:r w:rsidRPr="00E243D8">
        <w:rPr>
          <w:rtl/>
          <w:lang w:bidi="fa-IR"/>
        </w:rPr>
        <w:t xml:space="preserve">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است که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اده</w:t>
      </w:r>
      <w:r w:rsidRPr="00E243D8">
        <w:rPr>
          <w:rtl/>
          <w:lang w:bidi="fa-IR"/>
        </w:rPr>
        <w:t xml:space="preserve"> رو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در خنده، موجب کاهش و نقصان 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خواهد شد. خنده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</w:t>
      </w:r>
      <w:r w:rsidRPr="00E243D8">
        <w:rPr>
          <w:rtl/>
          <w:lang w:bidi="fa-IR"/>
        </w:rPr>
        <w:t xml:space="preserve"> آفت دارد. کسان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که در خنده افراط و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اده</w:t>
      </w:r>
      <w:r w:rsidRPr="00E243D8">
        <w:rPr>
          <w:rtl/>
          <w:lang w:bidi="fa-IR"/>
        </w:rPr>
        <w:t xml:space="preserve"> رو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کنند، بعد از آن غم و غصه آن ها را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رد</w:t>
      </w:r>
      <w:r w:rsidRPr="00E243D8">
        <w:rPr>
          <w:rtl/>
          <w:lang w:bidi="fa-IR"/>
        </w:rPr>
        <w:t>. در 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قت</w:t>
      </w:r>
      <w:r w:rsidRPr="00E243D8">
        <w:rPr>
          <w:rtl/>
          <w:lang w:bidi="fa-IR"/>
        </w:rPr>
        <w:t xml:space="preserve"> خداوند آن را جبران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کند. انسان اگر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</w:t>
      </w:r>
      <w:r w:rsidRPr="00E243D8">
        <w:rPr>
          <w:rtl/>
          <w:lang w:bidi="fa-IR"/>
        </w:rPr>
        <w:t xml:space="preserve"> از حد بخورد، پس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زند و بر 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گرداند. هر 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به اندازه خوب است.</w:t>
      </w:r>
    </w:p>
    <w:p w:rsidR="00E243D8" w:rsidRPr="00E243D8" w:rsidRDefault="007936AF" w:rsidP="007936A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E243D8" w:rsidRPr="00E243D8" w:rsidRDefault="00E243D8" w:rsidP="007936AF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1- 1.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2، ص 664؛ بحارالانوار، ح 75، ص 250.</w:t>
      </w:r>
    </w:p>
    <w:p w:rsidR="00E243D8" w:rsidRPr="00E243D8" w:rsidRDefault="00E243D8" w:rsidP="007936AF">
      <w:pPr>
        <w:pStyle w:val="libFootnote0"/>
        <w:rPr>
          <w:rtl/>
          <w:lang w:bidi="fa-IR"/>
        </w:rPr>
      </w:pPr>
      <w:r w:rsidRPr="00E243D8">
        <w:rPr>
          <w:rtl/>
          <w:lang w:bidi="fa-IR"/>
        </w:rPr>
        <w:t>2- 2.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 2، ص 665؛ مشکاه الانوار، ص 191؛ وسائل الش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عه،</w:t>
      </w:r>
      <w:r w:rsidRPr="00E243D8">
        <w:rPr>
          <w:rtl/>
          <w:lang w:bidi="fa-IR"/>
        </w:rPr>
        <w:t xml:space="preserve"> ج 12، ص 117.</w:t>
      </w:r>
    </w:p>
    <w:p w:rsidR="00E243D8" w:rsidRPr="00E243D8" w:rsidRDefault="007936AF" w:rsidP="007936AF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51" w:name="_Toc67344834"/>
      <w:r w:rsidR="00E243D8" w:rsidRPr="00E243D8">
        <w:rPr>
          <w:rFonts w:hint="eastAsia"/>
          <w:rtl/>
          <w:lang w:bidi="fa-IR"/>
        </w:rPr>
        <w:lastRenderedPageBreak/>
        <w:t>آ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 xml:space="preserve"> </w:t>
      </w:r>
      <w:r w:rsidR="00E243D8" w:rsidRPr="00E243D8">
        <w:rPr>
          <w:rFonts w:hint="eastAsia"/>
          <w:rtl/>
          <w:lang w:bidi="fa-IR"/>
        </w:rPr>
        <w:t>روا</w:t>
      </w:r>
      <w:r w:rsidR="00E243D8" w:rsidRPr="00E243D8">
        <w:rPr>
          <w:rFonts w:hint="cs"/>
          <w:rtl/>
          <w:lang w:bidi="fa-IR"/>
        </w:rPr>
        <w:t>ی</w:t>
      </w:r>
      <w:r w:rsidR="00E243D8" w:rsidRPr="00E243D8"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 xml:space="preserve"> </w:t>
      </w:r>
      <w:r w:rsidR="00E243D8" w:rsidRPr="00E243D8">
        <w:rPr>
          <w:rFonts w:hint="eastAsia"/>
          <w:rtl/>
          <w:lang w:bidi="fa-IR"/>
        </w:rPr>
        <w:t>منابع</w:t>
      </w:r>
      <w:bookmarkEnd w:id="151"/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فهرست</w:t>
      </w:r>
      <w:r w:rsidRPr="00E243D8">
        <w:rPr>
          <w:rtl/>
          <w:lang w:bidi="fa-IR"/>
        </w:rPr>
        <w:t xml:space="preserve">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وُجُوهٌ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وْمَئِذٍ</w:t>
      </w:r>
      <w:r w:rsidRPr="00E243D8">
        <w:rPr>
          <w:rtl/>
          <w:lang w:bidi="fa-IR"/>
        </w:rPr>
        <w:t xml:space="preserve"> ناعِمَهٌ لِسَعْ</w:t>
      </w:r>
      <w:r w:rsidRPr="00E243D8">
        <w:rPr>
          <w:rFonts w:hint="cs"/>
          <w:rtl/>
          <w:lang w:bidi="fa-IR"/>
        </w:rPr>
        <w:t>یِ</w:t>
      </w:r>
      <w:r w:rsidRPr="00E243D8">
        <w:rPr>
          <w:rFonts w:hint="eastAsia"/>
          <w:rtl/>
          <w:lang w:bidi="fa-IR"/>
        </w:rPr>
        <w:t>ها</w:t>
      </w:r>
      <w:r w:rsidRPr="00E243D8">
        <w:rPr>
          <w:rtl/>
          <w:lang w:bidi="fa-IR"/>
        </w:rPr>
        <w:t xml:space="preserve"> راضِ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>44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اَلا</w:t>
      </w:r>
      <w:r w:rsidRPr="00E243D8">
        <w:rPr>
          <w:rtl/>
          <w:lang w:bidi="fa-IR"/>
        </w:rPr>
        <w:t xml:space="preserve"> اِنَّ اَوْل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اءَ</w:t>
      </w:r>
      <w:r w:rsidRPr="00E243D8">
        <w:rPr>
          <w:rtl/>
          <w:lang w:bidi="fa-IR"/>
        </w:rPr>
        <w:t xml:space="preserve"> اللهِ لاخَوْفٌ عَلَ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هِم</w:t>
      </w:r>
      <w:r w:rsidRPr="00E243D8">
        <w:rPr>
          <w:rtl/>
          <w:lang w:bidi="fa-IR"/>
        </w:rPr>
        <w:t xml:space="preserve"> وَلا هُمْ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حْزنونَ</w:t>
      </w:r>
      <w:r w:rsidRPr="00E243D8">
        <w:rPr>
          <w:rtl/>
          <w:lang w:bidi="fa-IR"/>
        </w:rPr>
        <w:t>54 98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اَلحَمدُ</w:t>
      </w:r>
      <w:r w:rsidRPr="00E243D8">
        <w:rPr>
          <w:rtl/>
          <w:lang w:bidi="fa-IR"/>
        </w:rPr>
        <w:t xml:space="preserve"> للهِ الَّذ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اَذْهَبَ عَنَّا الحَزَنَ اِنَّ رَبَّنا لَغَفُورٌ شکورٌ الّذ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اَحَلَّنا دارَ المُقامَهِ مِنْ فَضْلِهِ لا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مَسُّنا</w:t>
      </w:r>
      <w:r w:rsidRPr="00E243D8">
        <w:rPr>
          <w:rtl/>
          <w:lang w:bidi="fa-IR"/>
        </w:rPr>
        <w:t xml:space="preserve">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ها</w:t>
      </w:r>
      <w:r w:rsidRPr="00E243D8">
        <w:rPr>
          <w:rtl/>
          <w:lang w:bidi="fa-IR"/>
        </w:rPr>
        <w:t xml:space="preserve"> نَصَبٌ وَلا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مَسُّنا</w:t>
      </w:r>
      <w:r w:rsidRPr="00E243D8">
        <w:rPr>
          <w:rtl/>
          <w:lang w:bidi="fa-IR"/>
        </w:rPr>
        <w:t xml:space="preserve">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ها</w:t>
      </w:r>
      <w:r w:rsidRPr="00E243D8">
        <w:rPr>
          <w:rtl/>
          <w:lang w:bidi="fa-IR"/>
        </w:rPr>
        <w:t xml:space="preserve"> لُغُوبٌ41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اَلَّذ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اَحْسَنَ کُلَّ شَ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ءٍ</w:t>
      </w:r>
      <w:r w:rsidRPr="00E243D8">
        <w:rPr>
          <w:rtl/>
          <w:lang w:bidi="fa-IR"/>
        </w:rPr>
        <w:t xml:space="preserve"> خَلَقَهُ13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اَلَّذ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 xml:space="preserve"> آمَنوا و تَطْمَئِنُّ قُلُوبُهُمْ بِذِکْرِ اللهِ اَلا بِذِکْرِ اللهِ تَطْمَئِنُّ الْقُلُوبَ121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اَمَّنْ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ج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بُ</w:t>
      </w:r>
      <w:r w:rsidRPr="00E243D8">
        <w:rPr>
          <w:rtl/>
          <w:lang w:bidi="fa-IR"/>
        </w:rPr>
        <w:t xml:space="preserve"> المُضْطَرَّ اِذا دَعاهُ وَ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کْشِفُ</w:t>
      </w:r>
      <w:r w:rsidRPr="00E243D8">
        <w:rPr>
          <w:rtl/>
          <w:lang w:bidi="fa-IR"/>
        </w:rPr>
        <w:t xml:space="preserve"> السُّوءَ وَ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جْعَلُکُمْ</w:t>
      </w:r>
      <w:r w:rsidRPr="00E243D8">
        <w:rPr>
          <w:rtl/>
          <w:lang w:bidi="fa-IR"/>
        </w:rPr>
        <w:t xml:space="preserve"> خُلَفاءَ الْاَرْضِ138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اِنَّ</w:t>
      </w:r>
      <w:r w:rsidRPr="00E243D8">
        <w:rPr>
          <w:rtl/>
          <w:lang w:bidi="fa-IR"/>
        </w:rPr>
        <w:t xml:space="preserve"> اللهَ وَ مَلائِکَتَهُ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صَلّونَ</w:t>
      </w:r>
      <w:r w:rsidRPr="00E243D8">
        <w:rPr>
          <w:rtl/>
          <w:lang w:bidi="fa-IR"/>
        </w:rPr>
        <w:t xml:space="preserve"> عَلَ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النَّب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اَ</w:t>
      </w:r>
      <w:r w:rsidRPr="00E243D8">
        <w:rPr>
          <w:rFonts w:hint="cs"/>
          <w:rtl/>
          <w:lang w:bidi="fa-IR"/>
        </w:rPr>
        <w:t>یُّ</w:t>
      </w:r>
      <w:r w:rsidRPr="00E243D8">
        <w:rPr>
          <w:rFonts w:hint="eastAsia"/>
          <w:rtl/>
          <w:lang w:bidi="fa-IR"/>
        </w:rPr>
        <w:t>هَا</w:t>
      </w:r>
      <w:r w:rsidRPr="00E243D8">
        <w:rPr>
          <w:rtl/>
          <w:lang w:bidi="fa-IR"/>
        </w:rPr>
        <w:t xml:space="preserve"> الَّذ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 xml:space="preserve"> آمَنوا صَلُّوا عَلَ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هِ</w:t>
      </w:r>
      <w:r w:rsidRPr="00E243D8">
        <w:rPr>
          <w:rtl/>
          <w:lang w:bidi="fa-IR"/>
        </w:rPr>
        <w:t xml:space="preserve"> وَ سَلِّمُوا تَسْل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</w:t>
      </w:r>
      <w:r w:rsidRPr="00E243D8">
        <w:rPr>
          <w:rtl/>
          <w:lang w:bidi="fa-IR"/>
        </w:rPr>
        <w:t>39 64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بِفَضْلِ</w:t>
      </w:r>
      <w:r w:rsidRPr="00E243D8">
        <w:rPr>
          <w:rtl/>
          <w:lang w:bidi="fa-IR"/>
        </w:rPr>
        <w:t xml:space="preserve"> اللهِ وَ بِرَحْمَتِهِ فَبِذلِکَ فَلْ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فْرحوا</w:t>
      </w:r>
      <w:r w:rsidRPr="00E243D8">
        <w:rPr>
          <w:rtl/>
          <w:lang w:bidi="fa-IR"/>
        </w:rPr>
        <w:t>52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مَنْ اَسْلَمَ وَجْهَهُ للهِ وَ هُوَ مُحْسِنٌ فَلَهُ اَجْرُهُ عِنْدَ رَبِّهِ وَلا خَوْفٌ عَلَ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هِمْ</w:t>
      </w:r>
      <w:r w:rsidRPr="00E243D8">
        <w:rPr>
          <w:rtl/>
          <w:lang w:bidi="fa-IR"/>
        </w:rPr>
        <w:t xml:space="preserve"> وَلا هُمْ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حْزَنونَ</w:t>
      </w:r>
      <w:r w:rsidRPr="00E243D8">
        <w:rPr>
          <w:rtl/>
          <w:lang w:bidi="fa-IR"/>
        </w:rPr>
        <w:t>121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خُذْ</w:t>
      </w:r>
      <w:r w:rsidRPr="00E243D8">
        <w:rPr>
          <w:rtl/>
          <w:lang w:bidi="fa-IR"/>
        </w:rPr>
        <w:t xml:space="preserve"> مِنْ اَمْوالِهِمْ صَدَقَهً تُطَهِّرُهُم وَ تُزَکّ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هِمْ</w:t>
      </w:r>
      <w:r w:rsidRPr="00E243D8">
        <w:rPr>
          <w:rtl/>
          <w:lang w:bidi="fa-IR"/>
        </w:rPr>
        <w:t xml:space="preserve"> بِها وَ صَلِّ عَلَ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هِمْ</w:t>
      </w:r>
      <w:r w:rsidRPr="00E243D8">
        <w:rPr>
          <w:rtl/>
          <w:lang w:bidi="fa-IR"/>
        </w:rPr>
        <w:t xml:space="preserve"> اِنْ صَلاتَکَ سَکَنٌ لَه_ُم112، 149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lastRenderedPageBreak/>
        <w:t>فَاِذا</w:t>
      </w:r>
      <w:r w:rsidRPr="00E243D8">
        <w:rPr>
          <w:rtl/>
          <w:lang w:bidi="fa-IR"/>
        </w:rPr>
        <w:t xml:space="preserve"> رَکِبُوا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الْفُلْکِ دَعَوُ اللهَ مُخلِص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 xml:space="preserve"> لَهُ الدّ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 xml:space="preserve"> فَلَمّا نَجّاهُم اِلَ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الْبَرِّ اِذا هُمْ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شْرِکونَ</w:t>
      </w:r>
      <w:r w:rsidRPr="00E243D8">
        <w:rPr>
          <w:rtl/>
          <w:lang w:bidi="fa-IR"/>
        </w:rPr>
        <w:t>160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فَلْ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ضْحَکُوا</w:t>
      </w:r>
      <w:r w:rsidRPr="00E243D8">
        <w:rPr>
          <w:rtl/>
          <w:lang w:bidi="fa-IR"/>
        </w:rPr>
        <w:t xml:space="preserve"> قَل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لاً</w:t>
      </w:r>
      <w:r w:rsidRPr="00E243D8">
        <w:rPr>
          <w:rtl/>
          <w:lang w:bidi="fa-IR"/>
        </w:rPr>
        <w:t xml:space="preserve"> وَلْ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بْکُوا</w:t>
      </w:r>
      <w:r w:rsidRPr="00E243D8">
        <w:rPr>
          <w:rtl/>
          <w:lang w:bidi="fa-IR"/>
        </w:rPr>
        <w:t xml:space="preserve"> کَث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راً</w:t>
      </w:r>
      <w:r w:rsidRPr="00E243D8">
        <w:rPr>
          <w:rtl/>
          <w:lang w:bidi="fa-IR"/>
        </w:rPr>
        <w:t>59 60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قُلْ</w:t>
      </w:r>
      <w:r w:rsidRPr="00E243D8">
        <w:rPr>
          <w:rtl/>
          <w:lang w:bidi="fa-IR"/>
        </w:rPr>
        <w:t xml:space="preserve"> بَفَضْلِ اللهِ وَ بِرَحْمَتِهِ فَبِذلِکَ فَلْ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فْرَحُوا</w:t>
      </w:r>
      <w:r w:rsidRPr="00E243D8">
        <w:rPr>
          <w:rtl/>
          <w:lang w:bidi="fa-IR"/>
        </w:rPr>
        <w:t xml:space="preserve"> هُوَ خَ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رٌ</w:t>
      </w:r>
      <w:r w:rsidRPr="00E243D8">
        <w:rPr>
          <w:rtl/>
          <w:lang w:bidi="fa-IR"/>
        </w:rPr>
        <w:t xml:space="preserve"> مِمّا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جْمَعونَ</w:t>
      </w:r>
      <w:r w:rsidRPr="00E243D8">
        <w:rPr>
          <w:rtl/>
          <w:lang w:bidi="fa-IR"/>
        </w:rPr>
        <w:t>39 47 53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قُلْ</w:t>
      </w:r>
      <w:r w:rsidRPr="00E243D8">
        <w:rPr>
          <w:rtl/>
          <w:lang w:bidi="fa-IR"/>
        </w:rPr>
        <w:t xml:space="preserve">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رُوا</w:t>
      </w:r>
      <w:r w:rsidRPr="00E243D8">
        <w:rPr>
          <w:rtl/>
          <w:lang w:bidi="fa-IR"/>
        </w:rPr>
        <w:t xml:space="preserve">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الاَرضِ فَانْظُرُوا کَ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فَ</w:t>
      </w:r>
      <w:r w:rsidRPr="00E243D8">
        <w:rPr>
          <w:rtl/>
          <w:lang w:bidi="fa-IR"/>
        </w:rPr>
        <w:t xml:space="preserve"> بَدَاَ الخَلْقَ ثُمَّ اللهُ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نْشِ</w:t>
      </w:r>
      <w:r w:rsidRPr="00E243D8">
        <w:rPr>
          <w:rtl/>
          <w:lang w:bidi="fa-IR"/>
        </w:rPr>
        <w:t>_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ءُ</w:t>
      </w:r>
      <w:r w:rsidRPr="00E243D8">
        <w:rPr>
          <w:rtl/>
          <w:lang w:bidi="fa-IR"/>
        </w:rPr>
        <w:t xml:space="preserve"> النَّشْ_أَهَ الآخِرَهَ175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قُلْ</w:t>
      </w:r>
      <w:r w:rsidRPr="00E243D8">
        <w:rPr>
          <w:rtl/>
          <w:lang w:bidi="fa-IR"/>
        </w:rPr>
        <w:t xml:space="preserve"> نارُ جَهَنَّمَ اَشَدُّ حَرّاً لَوْ کانُوا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فْقَهُونَ</w:t>
      </w:r>
      <w:r w:rsidRPr="00E243D8">
        <w:rPr>
          <w:rtl/>
          <w:lang w:bidi="fa-IR"/>
        </w:rPr>
        <w:t xml:space="preserve"> فَلْ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ضْحَکُو</w:t>
      </w:r>
      <w:r w:rsidRPr="00E243D8">
        <w:rPr>
          <w:rtl/>
          <w:lang w:bidi="fa-IR"/>
        </w:rPr>
        <w:t xml:space="preserve"> قَل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لاً</w:t>
      </w:r>
      <w:r w:rsidRPr="00E243D8">
        <w:rPr>
          <w:rtl/>
          <w:lang w:bidi="fa-IR"/>
        </w:rPr>
        <w:t xml:space="preserve"> وَلْ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بْکُوا</w:t>
      </w:r>
      <w:r w:rsidRPr="00E243D8">
        <w:rPr>
          <w:rtl/>
          <w:lang w:bidi="fa-IR"/>
        </w:rPr>
        <w:t xml:space="preserve"> کَث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راً</w:t>
      </w:r>
      <w:r w:rsidRPr="00E243D8">
        <w:rPr>
          <w:rtl/>
          <w:lang w:bidi="fa-IR"/>
        </w:rPr>
        <w:t xml:space="preserve"> جَزاءً بِما کانُوا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کْسِبُون</w:t>
      </w:r>
      <w:r w:rsidRPr="00E243D8">
        <w:rPr>
          <w:rtl/>
          <w:lang w:bidi="fa-IR"/>
        </w:rPr>
        <w:t>59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لا</w:t>
      </w:r>
      <w:r w:rsidRPr="00E243D8">
        <w:rPr>
          <w:rtl/>
          <w:lang w:bidi="fa-IR"/>
        </w:rPr>
        <w:t xml:space="preserve"> اِلهَ اِلّا اَنْتَ سُبْحانَکَ اِنّ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کُنْتُ مِنَ الظّالِم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>87 88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لا</w:t>
      </w:r>
      <w:r w:rsidRPr="00E243D8">
        <w:rPr>
          <w:rtl/>
          <w:lang w:bidi="fa-IR"/>
        </w:rPr>
        <w:t xml:space="preserve"> تَخافُوا وَلا تَحْزَنوا161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لا</w:t>
      </w:r>
      <w:r w:rsidRPr="00E243D8">
        <w:rPr>
          <w:rtl/>
          <w:lang w:bidi="fa-IR"/>
        </w:rPr>
        <w:t xml:space="preserve"> تَفْرَحْ اِنَّ اللهَ لا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حِبُّ</w:t>
      </w:r>
      <w:r w:rsidRPr="00E243D8">
        <w:rPr>
          <w:rtl/>
          <w:lang w:bidi="fa-IR"/>
        </w:rPr>
        <w:t xml:space="preserve"> الْفَرِح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>58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لاتَجِدُ</w:t>
      </w:r>
      <w:r w:rsidRPr="00E243D8">
        <w:rPr>
          <w:rtl/>
          <w:lang w:bidi="fa-IR"/>
        </w:rPr>
        <w:t xml:space="preserve"> قَوْماً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ؤمِنونَ</w:t>
      </w:r>
      <w:r w:rsidRPr="00E243D8">
        <w:rPr>
          <w:rtl/>
          <w:lang w:bidi="fa-IR"/>
        </w:rPr>
        <w:t xml:space="preserve"> بِاللهِ وَ الْ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ومِ</w:t>
      </w:r>
      <w:r w:rsidRPr="00E243D8">
        <w:rPr>
          <w:rtl/>
          <w:lang w:bidi="fa-IR"/>
        </w:rPr>
        <w:t xml:space="preserve"> الآخِرِ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وادُّونَ</w:t>
      </w:r>
      <w:r w:rsidRPr="00E243D8">
        <w:rPr>
          <w:rtl/>
          <w:lang w:bidi="fa-IR"/>
        </w:rPr>
        <w:t xml:space="preserve"> مَنْ حادَّ اللهَ وَ رَسولَهُ وَلَوْ کانوا آباءَهُمْ اَوْ اَبْنائَهُمْ اَوْ اِخْوانَهُمْ اَوْ عَش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رَتَهُمْ</w:t>
      </w:r>
      <w:r w:rsidRPr="00E243D8">
        <w:rPr>
          <w:rtl/>
          <w:lang w:bidi="fa-IR"/>
        </w:rPr>
        <w:t xml:space="preserve"> اُولئِکَ کَتَبَ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قُلُوبِهِمُ الا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مانَ</w:t>
      </w:r>
      <w:r w:rsidRPr="00E243D8">
        <w:rPr>
          <w:rtl/>
          <w:lang w:bidi="fa-IR"/>
        </w:rPr>
        <w:t xml:space="preserve"> وَ اَ</w:t>
      </w:r>
      <w:r w:rsidRPr="00E243D8">
        <w:rPr>
          <w:rFonts w:hint="cs"/>
          <w:rtl/>
          <w:lang w:bidi="fa-IR"/>
        </w:rPr>
        <w:t>یَّ</w:t>
      </w:r>
      <w:r w:rsidRPr="00E243D8">
        <w:rPr>
          <w:rFonts w:hint="eastAsia"/>
          <w:rtl/>
          <w:lang w:bidi="fa-IR"/>
        </w:rPr>
        <w:t>دَهُمْ</w:t>
      </w:r>
      <w:r w:rsidRPr="00E243D8">
        <w:rPr>
          <w:rtl/>
          <w:lang w:bidi="fa-IR"/>
        </w:rPr>
        <w:t xml:space="preserve"> بِروحٍ مِنْهُ وَ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دْخِلُهُمْ</w:t>
      </w:r>
      <w:r w:rsidRPr="00E243D8">
        <w:rPr>
          <w:rtl/>
          <w:lang w:bidi="fa-IR"/>
        </w:rPr>
        <w:t xml:space="preserve"> جَنّاتٍ تَجر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مِنْ تَحْتِهَا الاَنْهارَ خالِد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 xml:space="preserve">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ها</w:t>
      </w:r>
      <w:r w:rsidRPr="00E243D8">
        <w:rPr>
          <w:rtl/>
          <w:lang w:bidi="fa-IR"/>
        </w:rPr>
        <w:t xml:space="preserve"> رَضِ</w:t>
      </w:r>
      <w:r w:rsidRPr="00E243D8">
        <w:rPr>
          <w:rFonts w:hint="cs"/>
          <w:rtl/>
          <w:lang w:bidi="fa-IR"/>
        </w:rPr>
        <w:t>یَ</w:t>
      </w:r>
      <w:r w:rsidRPr="00E243D8">
        <w:rPr>
          <w:rtl/>
          <w:lang w:bidi="fa-IR"/>
        </w:rPr>
        <w:t xml:space="preserve"> اللهُ عَنْهُمْ وَ رَضُوا عَنْهُ اُولئکَ حِزْبُ اللهِ اَلا اِنَّ حِزْبَ اللهِ هُمُ المُفْلِحونَ123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اللهُ</w:t>
      </w:r>
      <w:r w:rsidRPr="00E243D8">
        <w:rPr>
          <w:rtl/>
          <w:lang w:bidi="fa-IR"/>
        </w:rPr>
        <w:t xml:space="preserve"> وَلِ</w:t>
      </w:r>
      <w:r w:rsidRPr="00E243D8">
        <w:rPr>
          <w:rFonts w:hint="cs"/>
          <w:rtl/>
          <w:lang w:bidi="fa-IR"/>
        </w:rPr>
        <w:t>یُّ</w:t>
      </w:r>
      <w:r w:rsidRPr="00E243D8">
        <w:rPr>
          <w:rtl/>
          <w:lang w:bidi="fa-IR"/>
        </w:rPr>
        <w:t xml:space="preserve"> الَّذ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 xml:space="preserve"> آمَنوا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خْرِجُهُمْ</w:t>
      </w:r>
      <w:r w:rsidRPr="00E243D8">
        <w:rPr>
          <w:rtl/>
          <w:lang w:bidi="fa-IR"/>
        </w:rPr>
        <w:t xml:space="preserve"> مِنَ الظُّلُماتِ اِلَ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النُّور130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اللهُ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تَوَفَّ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الأنْفُسَ 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 xml:space="preserve"> مَوتِها وَ الَّت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لَمْ تَمُتْ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مَنامِها205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وَ</w:t>
      </w:r>
      <w:r w:rsidRPr="00E243D8">
        <w:rPr>
          <w:rtl/>
          <w:lang w:bidi="fa-IR"/>
        </w:rPr>
        <w:t xml:space="preserve"> اِنْ تَعُدُّوا نِعْمَهَ اللهِ لا تُحْصُوها13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وَ</w:t>
      </w:r>
      <w:r w:rsidRPr="00E243D8">
        <w:rPr>
          <w:rtl/>
          <w:lang w:bidi="fa-IR"/>
        </w:rPr>
        <w:t xml:space="preserve"> مَنْ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تَوَکَّلْ</w:t>
      </w:r>
      <w:r w:rsidRPr="00E243D8">
        <w:rPr>
          <w:rtl/>
          <w:lang w:bidi="fa-IR"/>
        </w:rPr>
        <w:t xml:space="preserve"> عَلَ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الله فَاِنَّ الله عز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زٌ</w:t>
      </w:r>
      <w:r w:rsidRPr="00E243D8">
        <w:rPr>
          <w:rtl/>
          <w:lang w:bidi="fa-IR"/>
        </w:rPr>
        <w:t xml:space="preserve"> حک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مٌ</w:t>
      </w:r>
      <w:r w:rsidRPr="00E243D8">
        <w:rPr>
          <w:rtl/>
          <w:lang w:bidi="fa-IR"/>
        </w:rPr>
        <w:t>94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وَ</w:t>
      </w:r>
      <w:r w:rsidRPr="00E243D8">
        <w:rPr>
          <w:rtl/>
          <w:lang w:bidi="fa-IR"/>
        </w:rPr>
        <w:t xml:space="preserve"> مَنْ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تَوَکَّلْ</w:t>
      </w:r>
      <w:r w:rsidRPr="00E243D8">
        <w:rPr>
          <w:rtl/>
          <w:lang w:bidi="fa-IR"/>
        </w:rPr>
        <w:t xml:space="preserve"> عَلَ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اللهِ فَهُوَ حَسْبُهُ93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وُجُوهٌ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وْمَئِذٍ</w:t>
      </w:r>
      <w:r w:rsidRPr="00E243D8">
        <w:rPr>
          <w:rtl/>
          <w:lang w:bidi="fa-IR"/>
        </w:rPr>
        <w:t xml:space="preserve"> مُسْفِرَهٌ ضاحِکَهٌ مُسْتَبْشِ_رَهٌ وَ وُجُوهٌ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وْمَئِذٍ</w:t>
      </w:r>
      <w:r w:rsidRPr="00E243D8">
        <w:rPr>
          <w:rtl/>
          <w:lang w:bidi="fa-IR"/>
        </w:rPr>
        <w:t xml:space="preserve"> عَلَ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ها</w:t>
      </w:r>
      <w:r w:rsidRPr="00E243D8">
        <w:rPr>
          <w:rtl/>
          <w:lang w:bidi="fa-IR"/>
        </w:rPr>
        <w:t xml:space="preserve"> غَبَرَهٌ تَرْهَقُها قَتَرَهٌ43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وجوهٌ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ومَئذٍ</w:t>
      </w:r>
      <w:r w:rsidRPr="00E243D8">
        <w:rPr>
          <w:rtl/>
          <w:lang w:bidi="fa-IR"/>
        </w:rPr>
        <w:t xml:space="preserve"> ناضِ_رَهٌ اِل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رَبِّها ناظِرَهٌ42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اِنَّکَ</w:t>
      </w:r>
      <w:r w:rsidRPr="00E243D8">
        <w:rPr>
          <w:rtl/>
          <w:lang w:bidi="fa-IR"/>
        </w:rPr>
        <w:t xml:space="preserve"> مَ</w:t>
      </w:r>
      <w:r w:rsidRPr="00E243D8">
        <w:rPr>
          <w:rFonts w:hint="cs"/>
          <w:rtl/>
          <w:lang w:bidi="fa-IR"/>
        </w:rPr>
        <w:t>یِّ</w:t>
      </w:r>
      <w:r w:rsidRPr="00E243D8">
        <w:rPr>
          <w:rFonts w:hint="eastAsia"/>
          <w:rtl/>
          <w:lang w:bidi="fa-IR"/>
        </w:rPr>
        <w:t>تٌ</w:t>
      </w:r>
      <w:r w:rsidRPr="00E243D8">
        <w:rPr>
          <w:rtl/>
          <w:lang w:bidi="fa-IR"/>
        </w:rPr>
        <w:t xml:space="preserve"> وَ اِنَّهُم مَ</w:t>
      </w:r>
      <w:r w:rsidRPr="00E243D8">
        <w:rPr>
          <w:rFonts w:hint="cs"/>
          <w:rtl/>
          <w:lang w:bidi="fa-IR"/>
        </w:rPr>
        <w:t>یِّ</w:t>
      </w:r>
      <w:r w:rsidRPr="00E243D8">
        <w:rPr>
          <w:rFonts w:hint="eastAsia"/>
          <w:rtl/>
          <w:lang w:bidi="fa-IR"/>
        </w:rPr>
        <w:t>تونَ</w:t>
      </w:r>
      <w:r w:rsidRPr="00E243D8">
        <w:rPr>
          <w:rtl/>
          <w:lang w:bidi="fa-IR"/>
        </w:rPr>
        <w:t>133</w:t>
      </w:r>
    </w:p>
    <w:p w:rsidR="007936AF" w:rsidRDefault="007936AF" w:rsidP="00E243D8">
      <w:pPr>
        <w:pStyle w:val="libNormal"/>
        <w:rPr>
          <w:rtl/>
          <w:lang w:bidi="fa-IR"/>
        </w:rPr>
      </w:pPr>
    </w:p>
    <w:p w:rsidR="00E243D8" w:rsidRPr="00E243D8" w:rsidRDefault="00E243D8" w:rsidP="007936AF">
      <w:pPr>
        <w:pStyle w:val="libBold1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فهرست</w:t>
      </w:r>
      <w:r w:rsidRPr="00E243D8">
        <w:rPr>
          <w:rtl/>
          <w:lang w:bidi="fa-IR"/>
        </w:rPr>
        <w:t xml:space="preserve"> روا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[حَدُّ التَّوَکُّلْ] اَنْ لا تَخافَ اَحَداً اِلّا الله94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اَفْضَلُ</w:t>
      </w:r>
      <w:r w:rsidRPr="00E243D8">
        <w:rPr>
          <w:rtl/>
          <w:lang w:bidi="fa-IR"/>
        </w:rPr>
        <w:t xml:space="preserve"> الاَعمالِ بَعْدَ الصَّلاهِ اِدْخالُ السّ_ُرورِ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قَلْبِ المُؤْمِنِ بِما لا اِثْمَ فِ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هِ</w:t>
      </w:r>
      <w:r w:rsidRPr="00E243D8">
        <w:rPr>
          <w:rtl/>
          <w:lang w:bidi="fa-IR"/>
        </w:rPr>
        <w:t>156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اَلْبِس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هِ</w:t>
      </w:r>
      <w:r w:rsidRPr="00E243D8">
        <w:rPr>
          <w:rtl/>
          <w:lang w:bidi="fa-IR"/>
        </w:rPr>
        <w:t xml:space="preserve"> وَ اَحْمَدِ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اللهَ وَ جَر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مِنهُ ذَ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لاً</w:t>
      </w:r>
      <w:r w:rsidRPr="00E243D8">
        <w:rPr>
          <w:rtl/>
          <w:lang w:bidi="fa-IR"/>
        </w:rPr>
        <w:t xml:space="preserve"> کَذَ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لِ</w:t>
      </w:r>
      <w:r w:rsidRPr="00E243D8">
        <w:rPr>
          <w:rtl/>
          <w:lang w:bidi="fa-IR"/>
        </w:rPr>
        <w:t xml:space="preserve"> الْعَروسِ203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الَّذ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نِهِ</w:t>
      </w:r>
      <w:r w:rsidRPr="00E243D8">
        <w:rPr>
          <w:rtl/>
          <w:lang w:bidi="fa-IR"/>
        </w:rPr>
        <w:t xml:space="preserve"> بَ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اضٌ</w:t>
      </w:r>
      <w:r w:rsidRPr="00E243D8">
        <w:rPr>
          <w:rtl/>
          <w:lang w:bidi="fa-IR"/>
        </w:rPr>
        <w:t>202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حُزُقَّهٌ</w:t>
      </w:r>
      <w:r w:rsidRPr="00E243D8">
        <w:rPr>
          <w:rtl/>
          <w:lang w:bidi="fa-IR"/>
        </w:rPr>
        <w:t xml:space="preserve"> حُزَقَهٌ تَرَقَّ عَ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 xml:space="preserve"> بَقَّهَ203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فُزْتُ</w:t>
      </w:r>
      <w:r w:rsidRPr="00E243D8">
        <w:rPr>
          <w:rtl/>
          <w:lang w:bidi="fa-IR"/>
        </w:rPr>
        <w:t xml:space="preserve"> وَ رَبِّ الْکَعبَهِ74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ما</w:t>
      </w:r>
      <w:r w:rsidRPr="00E243D8">
        <w:rPr>
          <w:rtl/>
          <w:lang w:bidi="fa-IR"/>
        </w:rPr>
        <w:t xml:space="preserve"> فَعَلَ الاَعراب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تَهُ</w:t>
      </w:r>
      <w:r w:rsidRPr="00E243D8">
        <w:rPr>
          <w:rtl/>
          <w:lang w:bidi="fa-IR"/>
        </w:rPr>
        <w:t xml:space="preserve"> اَتانا204204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هذا</w:t>
      </w:r>
      <w:r w:rsidRPr="00E243D8">
        <w:rPr>
          <w:rtl/>
          <w:lang w:bidi="fa-IR"/>
        </w:rPr>
        <w:t xml:space="preserve"> مِنَ الْعِلْمِ المَکنُونِ وَلَولا اَنَّکُمْ سَأَلْتُمون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عَنْهُ ما اَخْبَرْتُکُمْ بِهِ39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اَبا عُمَ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رما</w:t>
      </w:r>
      <w:r w:rsidRPr="00E243D8">
        <w:rPr>
          <w:rtl/>
          <w:lang w:bidi="fa-IR"/>
        </w:rPr>
        <w:t xml:space="preserve"> فَعَلَ النُّغَ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>200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اَبا هُرَ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رَه</w:t>
      </w:r>
      <w:r w:rsidRPr="00E243D8">
        <w:rPr>
          <w:rtl/>
          <w:lang w:bidi="fa-IR"/>
        </w:rPr>
        <w:t xml:space="preserve"> ما تَأکُلُ204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اُنَ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</w:t>
      </w:r>
      <w:r w:rsidRPr="00E243D8">
        <w:rPr>
          <w:rtl/>
          <w:lang w:bidi="fa-IR"/>
        </w:rPr>
        <w:t xml:space="preserve"> اَذَهَبْتَ حَ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ثُ</w:t>
      </w:r>
      <w:r w:rsidRPr="00E243D8">
        <w:rPr>
          <w:rtl/>
          <w:lang w:bidi="fa-IR"/>
        </w:rPr>
        <w:t xml:space="preserve"> اَمَرتُک216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ذَا الاُذُنَ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نِ</w:t>
      </w:r>
      <w:r w:rsidRPr="00E243D8">
        <w:rPr>
          <w:rtl/>
          <w:lang w:bidi="fa-IR"/>
        </w:rPr>
        <w:t>202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دْخُلُ</w:t>
      </w:r>
      <w:r w:rsidRPr="00E243D8">
        <w:rPr>
          <w:rtl/>
          <w:lang w:bidi="fa-IR"/>
        </w:rPr>
        <w:t xml:space="preserve"> الجَنَّه و هو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ضْحَکُ</w:t>
      </w:r>
      <w:r w:rsidRPr="00E243D8">
        <w:rPr>
          <w:rtl/>
          <w:lang w:bidi="fa-IR"/>
        </w:rPr>
        <w:t>203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اجْتَهِدوا</w:t>
      </w:r>
      <w:r w:rsidRPr="00E243D8">
        <w:rPr>
          <w:rtl/>
          <w:lang w:bidi="fa-IR"/>
        </w:rPr>
        <w:t xml:space="preserve">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اَنْ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کونَ</w:t>
      </w:r>
      <w:r w:rsidRPr="00E243D8">
        <w:rPr>
          <w:rtl/>
          <w:lang w:bidi="fa-IR"/>
        </w:rPr>
        <w:t xml:space="preserve"> زَمانُکُمْ اَرْبَعَ ساعاتٍ ساعَهً لِمُناجاهِ اللهِ وَ ساعَهً لِأَمْرِ المَعاشِ وَ ساعَهً لِمُعاشِرَهِ الإخوانِ وَ الثِّقاتِ الَّذ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عَرِّفُونَکُمْ</w:t>
      </w:r>
      <w:r w:rsidRPr="00E243D8">
        <w:rPr>
          <w:rtl/>
          <w:lang w:bidi="fa-IR"/>
        </w:rPr>
        <w:t xml:space="preserve"> عُ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وبَکُمْ</w:t>
      </w:r>
      <w:r w:rsidRPr="00E243D8">
        <w:rPr>
          <w:rtl/>
          <w:lang w:bidi="fa-IR"/>
        </w:rPr>
        <w:t xml:space="preserve"> وَ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خْلُصونَ</w:t>
      </w:r>
      <w:r w:rsidRPr="00E243D8">
        <w:rPr>
          <w:rtl/>
          <w:lang w:bidi="fa-IR"/>
        </w:rPr>
        <w:t xml:space="preserve"> لَکُمْ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الباطِنِ وَ ساعَهً تَخْلُونَ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ها</w:t>
      </w:r>
      <w:r w:rsidRPr="00E243D8">
        <w:rPr>
          <w:rtl/>
          <w:lang w:bidi="fa-IR"/>
        </w:rPr>
        <w:t xml:space="preserve"> لِلَذّات</w:t>
      </w:r>
      <w:r w:rsidRPr="00E243D8">
        <w:rPr>
          <w:rFonts w:hint="eastAsia"/>
          <w:rtl/>
          <w:lang w:bidi="fa-IR"/>
        </w:rPr>
        <w:t>ِکُمْ</w:t>
      </w:r>
      <w:r w:rsidRPr="00E243D8">
        <w:rPr>
          <w:rtl/>
          <w:lang w:bidi="fa-IR"/>
        </w:rPr>
        <w:t xml:space="preserve">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غَ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رِ</w:t>
      </w:r>
      <w:r w:rsidRPr="00E243D8">
        <w:rPr>
          <w:rtl/>
          <w:lang w:bidi="fa-IR"/>
        </w:rPr>
        <w:t xml:space="preserve"> مُحَرَّمٍ وَ بِهذِهِ السّاعَهِ تَقْدِرونَ عَلَ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الثَّلاثِ ساعات163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اجْعَلُوا</w:t>
      </w:r>
      <w:r w:rsidRPr="00E243D8">
        <w:rPr>
          <w:rtl/>
          <w:lang w:bidi="fa-IR"/>
        </w:rPr>
        <w:t xml:space="preserve"> لِاَنْفُسِکُمْ حَظّاً مِنَ الدُّنْ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بِإعْطائها ما تَشْتَه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مِنَ الحَلالِ وَ مالا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ثْلِمُ</w:t>
      </w:r>
      <w:r w:rsidRPr="00E243D8">
        <w:rPr>
          <w:rtl/>
          <w:lang w:bidi="fa-IR"/>
        </w:rPr>
        <w:t xml:space="preserve"> المُرُوَّهَ وَ ما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لا</w:t>
      </w:r>
      <w:r w:rsidRPr="00E243D8">
        <w:rPr>
          <w:rtl/>
          <w:lang w:bidi="fa-IR"/>
        </w:rPr>
        <w:t xml:space="preserve"> سَرَفَ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هِ</w:t>
      </w:r>
      <w:r w:rsidRPr="00E243D8">
        <w:rPr>
          <w:rtl/>
          <w:lang w:bidi="fa-IR"/>
        </w:rPr>
        <w:t xml:space="preserve"> وَ اسْتَع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نُوا</w:t>
      </w:r>
      <w:r w:rsidRPr="00E243D8">
        <w:rPr>
          <w:rtl/>
          <w:lang w:bidi="fa-IR"/>
        </w:rPr>
        <w:t xml:space="preserve"> بِذلِکَ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اُمُورِ الدّ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نِ</w:t>
      </w:r>
      <w:r w:rsidRPr="00E243D8">
        <w:rPr>
          <w:rtl/>
          <w:lang w:bidi="fa-IR"/>
        </w:rPr>
        <w:t xml:space="preserve"> فَاِنَّهُ رُوِ</w:t>
      </w:r>
      <w:r w:rsidRPr="00E243D8">
        <w:rPr>
          <w:rFonts w:hint="cs"/>
          <w:rtl/>
          <w:lang w:bidi="fa-IR"/>
        </w:rPr>
        <w:t>یَ</w:t>
      </w:r>
      <w:r w:rsidRPr="00E243D8">
        <w:rPr>
          <w:rtl/>
          <w:lang w:bidi="fa-IR"/>
        </w:rPr>
        <w:t xml:space="preserve"> لَ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سَ</w:t>
      </w:r>
      <w:r w:rsidRPr="00E243D8">
        <w:rPr>
          <w:rtl/>
          <w:lang w:bidi="fa-IR"/>
        </w:rPr>
        <w:t xml:space="preserve"> مِنّا مَنْ تَرَکَ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اهُ</w:t>
      </w:r>
      <w:r w:rsidRPr="00E243D8">
        <w:rPr>
          <w:rtl/>
          <w:lang w:bidi="fa-IR"/>
        </w:rPr>
        <w:t xml:space="preserve"> لِد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نِهِ</w:t>
      </w:r>
      <w:r w:rsidRPr="00E243D8">
        <w:rPr>
          <w:rtl/>
          <w:lang w:bidi="fa-IR"/>
        </w:rPr>
        <w:t xml:space="preserve"> اَوْ تَرَکَ د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نُه</w:t>
      </w:r>
      <w:r w:rsidRPr="00E243D8">
        <w:rPr>
          <w:rtl/>
          <w:lang w:bidi="fa-IR"/>
        </w:rPr>
        <w:t xml:space="preserve"> لِدُن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اهُ</w:t>
      </w:r>
      <w:r w:rsidRPr="00E243D8">
        <w:rPr>
          <w:rtl/>
          <w:lang w:bidi="fa-IR"/>
        </w:rPr>
        <w:t>167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اجْعَلُوا</w:t>
      </w:r>
      <w:r w:rsidRPr="00E243D8">
        <w:rPr>
          <w:rtl/>
          <w:lang w:bidi="fa-IR"/>
        </w:rPr>
        <w:t xml:space="preserve"> لِاَنْفُسِکُمْ حَظّاً مِنَ الدُّنْ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بِإعْطائها ما تَشْتَه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مِنَ الحَلالِ وَ مالا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ثْلِمُ</w:t>
      </w:r>
      <w:r w:rsidRPr="00E243D8">
        <w:rPr>
          <w:rtl/>
          <w:lang w:bidi="fa-IR"/>
        </w:rPr>
        <w:t xml:space="preserve"> المُرُوَّهَ وَ ما لا سَرَفَ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هِ</w:t>
      </w:r>
      <w:r w:rsidRPr="00E243D8">
        <w:rPr>
          <w:rtl/>
          <w:lang w:bidi="fa-IR"/>
        </w:rPr>
        <w:t xml:space="preserve"> وَ اسْتَع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نُوا</w:t>
      </w:r>
      <w:r w:rsidRPr="00E243D8">
        <w:rPr>
          <w:rtl/>
          <w:lang w:bidi="fa-IR"/>
        </w:rPr>
        <w:t xml:space="preserve"> بِذلِکَ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اُمُورِ الدّ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نِ</w:t>
      </w:r>
      <w:r w:rsidRPr="00E243D8">
        <w:rPr>
          <w:rtl/>
          <w:lang w:bidi="fa-IR"/>
        </w:rPr>
        <w:t xml:space="preserve"> فَاِنَّهُ رُوِ</w:t>
      </w:r>
      <w:r w:rsidRPr="00E243D8">
        <w:rPr>
          <w:rFonts w:hint="cs"/>
          <w:rtl/>
          <w:lang w:bidi="fa-IR"/>
        </w:rPr>
        <w:t>یَ</w:t>
      </w:r>
      <w:r w:rsidRPr="00E243D8">
        <w:rPr>
          <w:rtl/>
          <w:lang w:bidi="fa-IR"/>
        </w:rPr>
        <w:t xml:space="preserve"> لَ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سَ</w:t>
      </w:r>
      <w:r w:rsidRPr="00E243D8">
        <w:rPr>
          <w:rtl/>
          <w:lang w:bidi="fa-IR"/>
        </w:rPr>
        <w:t xml:space="preserve"> مِنّا مَنْ تَرَکَ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اهُ</w:t>
      </w:r>
      <w:r w:rsidRPr="00E243D8">
        <w:rPr>
          <w:rtl/>
          <w:lang w:bidi="fa-IR"/>
        </w:rPr>
        <w:t xml:space="preserve"> لِد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نِهِ</w:t>
      </w:r>
      <w:r w:rsidRPr="00E243D8">
        <w:rPr>
          <w:rtl/>
          <w:lang w:bidi="fa-IR"/>
        </w:rPr>
        <w:t xml:space="preserve"> اَوْ تَرَکَ د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نُه</w:t>
      </w:r>
      <w:r w:rsidRPr="00E243D8">
        <w:rPr>
          <w:rtl/>
          <w:lang w:bidi="fa-IR"/>
        </w:rPr>
        <w:t xml:space="preserve"> لِ</w:t>
      </w:r>
      <w:r w:rsidRPr="00E243D8">
        <w:rPr>
          <w:rFonts w:hint="eastAsia"/>
          <w:rtl/>
          <w:lang w:bidi="fa-IR"/>
        </w:rPr>
        <w:t>دُن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اهُ</w:t>
      </w:r>
      <w:r w:rsidRPr="00E243D8">
        <w:rPr>
          <w:rtl/>
          <w:lang w:bidi="fa-IR"/>
        </w:rPr>
        <w:t>169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اجود</w:t>
      </w:r>
      <w:r w:rsidRPr="00E243D8">
        <w:rPr>
          <w:rtl/>
          <w:lang w:bidi="fa-IR"/>
        </w:rPr>
        <w:t xml:space="preserve"> الاجود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>53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اَحَبُّکُما</w:t>
      </w:r>
      <w:r w:rsidRPr="00E243D8">
        <w:rPr>
          <w:rtl/>
          <w:lang w:bidi="fa-IR"/>
        </w:rPr>
        <w:t xml:space="preserve"> اِلَ</w:t>
      </w:r>
      <w:r w:rsidRPr="00E243D8">
        <w:rPr>
          <w:rFonts w:hint="cs"/>
          <w:rtl/>
          <w:lang w:bidi="fa-IR"/>
        </w:rPr>
        <w:t>یَّ</w:t>
      </w:r>
      <w:r w:rsidRPr="00E243D8">
        <w:rPr>
          <w:rtl/>
          <w:lang w:bidi="fa-IR"/>
        </w:rPr>
        <w:t xml:space="preserve"> الطَّلِقُ البَسّامُ اَحْسَنُکُما ظَنّاًب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45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lastRenderedPageBreak/>
        <w:t>الأَحْزانُ</w:t>
      </w:r>
      <w:r w:rsidRPr="00E243D8">
        <w:rPr>
          <w:rtl/>
          <w:lang w:bidi="fa-IR"/>
        </w:rPr>
        <w:t xml:space="preserve"> اَسْقامُ القُلوبِ کَما اَنَّ الامراضَ اَسْقامُ الاَبْدانِ86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اَحْل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مِنَ الْعَسَلِ71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اَدْرَکْتُهُمْ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شْتَدُّونَ</w:t>
      </w:r>
      <w:r w:rsidRPr="00E243D8">
        <w:rPr>
          <w:rtl/>
          <w:lang w:bidi="fa-IR"/>
        </w:rPr>
        <w:t xml:space="preserve"> بَ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الاَغْراضِ وَ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ضْحَکُ</w:t>
      </w:r>
      <w:r w:rsidRPr="00E243D8">
        <w:rPr>
          <w:rtl/>
          <w:lang w:bidi="fa-IR"/>
        </w:rPr>
        <w:t xml:space="preserve"> بَعْضُهُم اِل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بَعضٍ فَاِذا کانَ اللّ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لُ</w:t>
      </w:r>
      <w:r w:rsidRPr="00E243D8">
        <w:rPr>
          <w:rtl/>
          <w:lang w:bidi="fa-IR"/>
        </w:rPr>
        <w:t xml:space="preserve"> کانوا رُهْباناً217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اِذا</w:t>
      </w:r>
      <w:r w:rsidRPr="00E243D8">
        <w:rPr>
          <w:rtl/>
          <w:lang w:bidi="fa-IR"/>
        </w:rPr>
        <w:t xml:space="preserve"> تَوالَتْ الهُمُومُ فَعَل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کَ</w:t>
      </w:r>
      <w:r w:rsidRPr="00E243D8">
        <w:rPr>
          <w:rtl/>
          <w:lang w:bidi="fa-IR"/>
        </w:rPr>
        <w:t xml:space="preserve"> بِلا حَوْلَ وَلا قُوَّهَ اِلّا بِاللهِ87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اِذا</w:t>
      </w:r>
      <w:r w:rsidRPr="00E243D8">
        <w:rPr>
          <w:rtl/>
          <w:lang w:bidi="fa-IR"/>
        </w:rPr>
        <w:t xml:space="preserve"> جَلَسَ بَ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 xml:space="preserve"> النّاسِ کانَ کَواحِدٍ مِنْهُمْ لا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عْرِِفُهُ</w:t>
      </w:r>
      <w:r w:rsidRPr="00E243D8">
        <w:rPr>
          <w:rtl/>
          <w:lang w:bidi="fa-IR"/>
        </w:rPr>
        <w:t xml:space="preserve"> مَنْ لَمْ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کُنْ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عْرِِفُهُ</w:t>
      </w:r>
      <w:r w:rsidRPr="00E243D8">
        <w:rPr>
          <w:rtl/>
          <w:lang w:bidi="fa-IR"/>
        </w:rPr>
        <w:t>195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اذا</w:t>
      </w:r>
      <w:r w:rsidRPr="00E243D8">
        <w:rPr>
          <w:rtl/>
          <w:lang w:bidi="fa-IR"/>
        </w:rPr>
        <w:t xml:space="preserve"> قَهْقَهْتَ فَقُلْ 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 xml:space="preserve"> تَفْرُغُ اللّهُمَّ لا تَمْقُتْن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218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اِذا</w:t>
      </w:r>
      <w:r w:rsidRPr="00E243D8">
        <w:rPr>
          <w:rtl/>
          <w:lang w:bidi="fa-IR"/>
        </w:rPr>
        <w:t xml:space="preserve"> کَثُرَتْ ذُنُوبُ الْم_ُؤْمِنِ وَ لَمْ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کُنْ</w:t>
      </w:r>
      <w:r w:rsidRPr="00E243D8">
        <w:rPr>
          <w:rtl/>
          <w:lang w:bidi="fa-IR"/>
        </w:rPr>
        <w:t xml:space="preserve"> لَهُ مِنَ الْعَمَلِ ما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کَفِّرُها</w:t>
      </w:r>
      <w:r w:rsidRPr="00E243D8">
        <w:rPr>
          <w:rtl/>
          <w:lang w:bidi="fa-IR"/>
        </w:rPr>
        <w:t xml:space="preserve"> ابْتَلاهُ اللهُ بالحْ_ُزْنِ لِ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کَفِّرُها</w:t>
      </w:r>
      <w:r w:rsidRPr="00E243D8">
        <w:rPr>
          <w:rtl/>
          <w:lang w:bidi="fa-IR"/>
        </w:rPr>
        <w:t xml:space="preserve"> بِهِ عَنْهُ83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اَساسُ</w:t>
      </w:r>
      <w:r w:rsidRPr="00E243D8">
        <w:rPr>
          <w:rtl/>
          <w:lang w:bidi="fa-IR"/>
        </w:rPr>
        <w:t xml:space="preserve"> الاِسْلامِ حُبّ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 حُبُّ اهل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191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اَسْأَل</w:t>
      </w:r>
      <w:r w:rsidRPr="00E243D8">
        <w:rPr>
          <w:rtl/>
          <w:lang w:bidi="fa-IR"/>
        </w:rPr>
        <w:t xml:space="preserve"> اللهَ الجَنَّهَ50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اسْمُهُ</w:t>
      </w:r>
      <w:r w:rsidRPr="00E243D8">
        <w:rPr>
          <w:rtl/>
          <w:lang w:bidi="fa-IR"/>
        </w:rPr>
        <w:t xml:space="preserve">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التّوراهِ اَحْمَدُ الضّحوکُ القَتّال215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اَعْدَدْتُ</w:t>
      </w:r>
      <w:r w:rsidRPr="00E243D8">
        <w:rPr>
          <w:rtl/>
          <w:lang w:bidi="fa-IR"/>
        </w:rPr>
        <w:t xml:space="preserve"> لِکُلِّ هَمٍّ وَ غَمٍّ فَادِحٍ ما شاءَ الله87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اَفْضَلُ</w:t>
      </w:r>
      <w:r w:rsidRPr="00E243D8">
        <w:rPr>
          <w:rtl/>
          <w:lang w:bidi="fa-IR"/>
        </w:rPr>
        <w:t xml:space="preserve"> الاَعمالِ بَعْدَ الصَّلاهِ اِدْخالُ السُّرورِ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قَلْبِ المُؤْمِنِ بِما لا اِثْمَ فِ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هِ</w:t>
      </w:r>
      <w:r w:rsidRPr="00E243D8">
        <w:rPr>
          <w:rtl/>
          <w:lang w:bidi="fa-IR"/>
        </w:rPr>
        <w:t>143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الاَکُولُ</w:t>
      </w:r>
      <w:r w:rsidRPr="00E243D8">
        <w:rPr>
          <w:rtl/>
          <w:lang w:bidi="fa-IR"/>
        </w:rPr>
        <w:t xml:space="preserve"> الَّذ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أکُلُ</w:t>
      </w:r>
      <w:r w:rsidRPr="00E243D8">
        <w:rPr>
          <w:rtl/>
          <w:lang w:bidi="fa-IR"/>
        </w:rPr>
        <w:t xml:space="preserve"> التَّمْرَ وَ نَواهُ206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lastRenderedPageBreak/>
        <w:t>اَلحَمدُ</w:t>
      </w:r>
      <w:r w:rsidRPr="00E243D8">
        <w:rPr>
          <w:rtl/>
          <w:lang w:bidi="fa-IR"/>
        </w:rPr>
        <w:t xml:space="preserve"> للهِ رَبِّ الْعالَم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 صَلَ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اللهُ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مُحَمَّدٍ وَ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آلِهِ وَ سَلَّمَ35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اَلحَمدُللهِ</w:t>
      </w:r>
      <w:r w:rsidRPr="00E243D8">
        <w:rPr>
          <w:rtl/>
          <w:lang w:bidi="fa-IR"/>
        </w:rPr>
        <w:t xml:space="preserve"> الَّذ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اَذْهَبَ عَنَّا الحَزَنَ و اَقَرَّ بِعَ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42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اَلَسْتُمْ</w:t>
      </w:r>
      <w:r w:rsidRPr="00E243D8">
        <w:rPr>
          <w:rtl/>
          <w:lang w:bidi="fa-IR"/>
        </w:rPr>
        <w:t xml:space="preserve"> تُقِرُّونَ بِاِمامَتِنا50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اَلسُّ</w:t>
      </w:r>
      <w:r w:rsidRPr="00E243D8">
        <w:rPr>
          <w:rtl/>
          <w:lang w:bidi="fa-IR"/>
        </w:rPr>
        <w:t xml:space="preserve">_رورُ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بْسُطُ</w:t>
      </w:r>
      <w:r w:rsidRPr="00E243D8">
        <w:rPr>
          <w:rtl/>
          <w:lang w:bidi="fa-IR"/>
        </w:rPr>
        <w:t xml:space="preserve"> النَّفْسَ وَ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ث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رُ</w:t>
      </w:r>
      <w:r w:rsidRPr="00E243D8">
        <w:rPr>
          <w:rtl/>
          <w:lang w:bidi="fa-IR"/>
        </w:rPr>
        <w:t xml:space="preserve"> النَّشاطَ وَ الغَمُّ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قْبِضُ</w:t>
      </w:r>
      <w:r w:rsidRPr="00E243D8">
        <w:rPr>
          <w:rtl/>
          <w:lang w:bidi="fa-IR"/>
        </w:rPr>
        <w:t xml:space="preserve"> النَّفْسَ وَ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طْو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الانْبِساطَ19 25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اَلْقَهْقَهَهُ</w:t>
      </w:r>
      <w:r w:rsidRPr="00E243D8">
        <w:rPr>
          <w:rtl/>
          <w:lang w:bidi="fa-IR"/>
        </w:rPr>
        <w:t xml:space="preserve"> مِن الشَّ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طانِ</w:t>
      </w:r>
      <w:r w:rsidRPr="00E243D8">
        <w:rPr>
          <w:rtl/>
          <w:lang w:bidi="fa-IR"/>
        </w:rPr>
        <w:t>218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اَلّلهُمَّ</w:t>
      </w:r>
      <w:r w:rsidRPr="00E243D8">
        <w:rPr>
          <w:rtl/>
          <w:lang w:bidi="fa-IR"/>
        </w:rPr>
        <w:t xml:space="preserve"> اجْعَلْن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عِنْدَکَ وَج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هاً</w:t>
      </w:r>
      <w:r w:rsidRPr="00E243D8">
        <w:rPr>
          <w:rtl/>
          <w:lang w:bidi="fa-IR"/>
        </w:rPr>
        <w:t xml:space="preserve"> بِالحُسَ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نِ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الدُّن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وَ الآخِرَه137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اَللّهُمَّ</w:t>
      </w:r>
      <w:r w:rsidRPr="00E243D8">
        <w:rPr>
          <w:rtl/>
          <w:lang w:bidi="fa-IR"/>
        </w:rPr>
        <w:t xml:space="preserve"> اِنّ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اَسْأَلُکَ اِ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ماناً</w:t>
      </w:r>
      <w:r w:rsidRPr="00E243D8">
        <w:rPr>
          <w:rtl/>
          <w:lang w:bidi="fa-IR"/>
        </w:rPr>
        <w:t xml:space="preserve"> تُباشِرُ بِهِ قَلْب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ناً</w:t>
      </w:r>
      <w:r w:rsidRPr="00E243D8">
        <w:rPr>
          <w:rtl/>
          <w:lang w:bidi="fa-IR"/>
        </w:rPr>
        <w:t xml:space="preserve"> حَتّ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اَعْلَمَ اَنَّهُ لَنْ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بَن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اِلّا ما کَتَبْتَ 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 رَضِّن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مِنَ الْعَ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شِ</w:t>
      </w:r>
      <w:r w:rsidRPr="00E243D8">
        <w:rPr>
          <w:rtl/>
          <w:lang w:bidi="fa-IR"/>
        </w:rPr>
        <w:t xml:space="preserve"> بِما قَسَمْتَ لِ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24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اَللّهُمَّ</w:t>
      </w:r>
      <w:r w:rsidRPr="00E243D8">
        <w:rPr>
          <w:rtl/>
          <w:lang w:bidi="fa-IR"/>
        </w:rPr>
        <w:t xml:space="preserve"> اِنّ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اَعُوذُ بِکَ مِنَ الهَمِّ وَ الحُزْنِ85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اَللّهُمَّ</w:t>
      </w:r>
      <w:r w:rsidRPr="00E243D8">
        <w:rPr>
          <w:rtl/>
          <w:lang w:bidi="fa-IR"/>
        </w:rPr>
        <w:t xml:space="preserve"> لا تَدَعْ 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ذَنْباً اِلّا غَفَرْتَهُ وَلا هَمّاً اِلّا فَرَّجْتَهُ85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اَلمُؤْمِنُ</w:t>
      </w:r>
      <w:r w:rsidRPr="00E243D8">
        <w:rPr>
          <w:rtl/>
          <w:lang w:bidi="fa-IR"/>
        </w:rPr>
        <w:t xml:space="preserve"> بِشْرُهُ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وَجْهِهِ وَ حُزْنُهُ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قَلْبِهِ66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اَلهَمُّ</w:t>
      </w:r>
      <w:r w:rsidRPr="00E243D8">
        <w:rPr>
          <w:rtl/>
          <w:lang w:bidi="fa-IR"/>
        </w:rPr>
        <w:t xml:space="preserve"> نِصْفُ الهَرَمِ81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رِضاً بِقَضائِکَ لا مَعْبُودَ سِواکَ73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اِله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لَمْ اَعْصِکَ 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 xml:space="preserve"> عَصَ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تُکَ</w:t>
      </w:r>
      <w:r w:rsidRPr="00E243D8">
        <w:rPr>
          <w:rtl/>
          <w:lang w:bidi="fa-IR"/>
        </w:rPr>
        <w:t xml:space="preserve"> وَ أنا بِرُبوبِ</w:t>
      </w:r>
      <w:r w:rsidRPr="00E243D8">
        <w:rPr>
          <w:rFonts w:hint="cs"/>
          <w:rtl/>
          <w:lang w:bidi="fa-IR"/>
        </w:rPr>
        <w:t>یَّ</w:t>
      </w:r>
      <w:r w:rsidRPr="00E243D8">
        <w:rPr>
          <w:rFonts w:hint="eastAsia"/>
          <w:rtl/>
          <w:lang w:bidi="fa-IR"/>
        </w:rPr>
        <w:t>تِکَ</w:t>
      </w:r>
      <w:r w:rsidRPr="00E243D8">
        <w:rPr>
          <w:rtl/>
          <w:lang w:bidi="fa-IR"/>
        </w:rPr>
        <w:t xml:space="preserve"> جاحدٌ وَلا بِاَمْرِکَ مُسْتَخِفٌّ وَلا لِعُقوبَتِکَ مُتَعَرِّضٌ وَلا لِوَع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دکَ</w:t>
      </w:r>
      <w:r w:rsidRPr="00E243D8">
        <w:rPr>
          <w:rtl/>
          <w:lang w:bidi="fa-IR"/>
        </w:rPr>
        <w:t xml:space="preserve"> مُتَهاوِنٌ لکنْ خَط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ئهٌ</w:t>
      </w:r>
      <w:r w:rsidRPr="00E243D8">
        <w:rPr>
          <w:rtl/>
          <w:lang w:bidi="fa-IR"/>
        </w:rPr>
        <w:t xml:space="preserve"> عَرَضَتْ وَ سَوَّلَتْ لِ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نَفْس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 غَلَبَن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هَوا</w:t>
      </w:r>
      <w:r w:rsidRPr="00E243D8">
        <w:rPr>
          <w:rFonts w:hint="cs"/>
          <w:rtl/>
          <w:lang w:bidi="fa-IR"/>
        </w:rPr>
        <w:t>یَ</w:t>
      </w:r>
      <w:r w:rsidRPr="00E243D8">
        <w:rPr>
          <w:rtl/>
          <w:lang w:bidi="fa-IR"/>
        </w:rPr>
        <w:t xml:space="preserve"> </w:t>
      </w:r>
      <w:r w:rsidRPr="00E243D8">
        <w:rPr>
          <w:rtl/>
          <w:lang w:bidi="fa-IR"/>
        </w:rPr>
        <w:lastRenderedPageBreak/>
        <w:t>وَ أعان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عَلَ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ها</w:t>
      </w:r>
      <w:r w:rsidRPr="00E243D8">
        <w:rPr>
          <w:rtl/>
          <w:lang w:bidi="fa-IR"/>
        </w:rPr>
        <w:t xml:space="preserve"> شِقْوَت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 غَرَّن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سِتْ</w:t>
      </w:r>
      <w:r w:rsidRPr="00E243D8">
        <w:rPr>
          <w:rFonts w:hint="eastAsia"/>
          <w:rtl/>
          <w:lang w:bidi="fa-IR"/>
        </w:rPr>
        <w:t>رُکَ</w:t>
      </w:r>
      <w:r w:rsidRPr="00E243D8">
        <w:rPr>
          <w:rtl/>
          <w:lang w:bidi="fa-IR"/>
        </w:rPr>
        <w:t xml:space="preserve"> المُرخ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عَلَ</w:t>
      </w:r>
      <w:r w:rsidRPr="00E243D8">
        <w:rPr>
          <w:rFonts w:hint="cs"/>
          <w:rtl/>
          <w:lang w:bidi="fa-IR"/>
        </w:rPr>
        <w:t>یَّ</w:t>
      </w:r>
      <w:r w:rsidRPr="00E243D8">
        <w:rPr>
          <w:rtl/>
          <w:lang w:bidi="fa-IR"/>
        </w:rPr>
        <w:t>32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اَمّا</w:t>
      </w:r>
      <w:r w:rsidRPr="00E243D8">
        <w:rPr>
          <w:rtl/>
          <w:lang w:bidi="fa-IR"/>
        </w:rPr>
        <w:t xml:space="preserve"> اَمْوالُکُمْ فَلا نَقْبِلُها اِلّا لِتَطَهَّرُوا فَمَنْ شاءَ فَلْ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صِلْ</w:t>
      </w:r>
      <w:r w:rsidRPr="00E243D8">
        <w:rPr>
          <w:rtl/>
          <w:lang w:bidi="fa-IR"/>
        </w:rPr>
        <w:t xml:space="preserve"> وَ مَنْ شاءَ فَلْ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قْطَعْ</w:t>
      </w:r>
      <w:r w:rsidRPr="00E243D8">
        <w:rPr>
          <w:rtl/>
          <w:lang w:bidi="fa-IR"/>
        </w:rPr>
        <w:t xml:space="preserve"> فَما آتانِ</w:t>
      </w:r>
      <w:r w:rsidRPr="00E243D8">
        <w:rPr>
          <w:rFonts w:hint="cs"/>
          <w:rtl/>
          <w:lang w:bidi="fa-IR"/>
        </w:rPr>
        <w:t>یَ</w:t>
      </w:r>
      <w:r w:rsidRPr="00E243D8">
        <w:rPr>
          <w:rtl/>
          <w:lang w:bidi="fa-IR"/>
        </w:rPr>
        <w:t xml:space="preserve"> اللهُ خَ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رٌ</w:t>
      </w:r>
      <w:r w:rsidRPr="00E243D8">
        <w:rPr>
          <w:rtl/>
          <w:lang w:bidi="fa-IR"/>
        </w:rPr>
        <w:t xml:space="preserve"> مِمّا آتاکُمْ149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اَما</w:t>
      </w:r>
      <w:r w:rsidRPr="00E243D8">
        <w:rPr>
          <w:rtl/>
          <w:lang w:bidi="fa-IR"/>
        </w:rPr>
        <w:t xml:space="preserve"> اِنَّهُ لا تَدْخُلُ الجَنَّهَ رَمْصاءُ الْعَ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>199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اَما</w:t>
      </w:r>
      <w:r w:rsidRPr="00E243D8">
        <w:rPr>
          <w:rtl/>
          <w:lang w:bidi="fa-IR"/>
        </w:rPr>
        <w:t xml:space="preserve"> اِنَّهُ لا تَدْخُلُ الجَنَّهَ عَجوزٌ دَرْداءٌ199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اَما</w:t>
      </w:r>
      <w:r w:rsidRPr="00E243D8">
        <w:rPr>
          <w:rtl/>
          <w:lang w:bidi="fa-IR"/>
        </w:rPr>
        <w:t xml:space="preserve"> سَمِعْتَ قَوْلَ الله تبارک و تعال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اِنّا اَنْشَأناهُنَّ اِنْشاءً فَجَعلْنا هُنَّ اَبْکاراً»201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اِنَّ</w:t>
      </w:r>
      <w:r w:rsidRPr="00E243D8">
        <w:rPr>
          <w:rtl/>
          <w:lang w:bidi="fa-IR"/>
        </w:rPr>
        <w:t xml:space="preserve"> اَحَبَّ الاَعْمالِ اِلَ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اللهِ عَزَّوَجَلَّ اِدْخالُ السّ_ُرورِ عَلَ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المُؤمن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>158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ص</w:t>
      </w:r>
      <w:r w:rsidRPr="00E243D8">
        <w:rPr>
          <w:rtl/>
          <w:lang w:bidi="fa-IR"/>
        </w:rPr>
        <w:t>: 227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اِنَّ</w:t>
      </w:r>
      <w:r w:rsidRPr="00E243D8">
        <w:rPr>
          <w:rtl/>
          <w:lang w:bidi="fa-IR"/>
        </w:rPr>
        <w:t xml:space="preserve"> الجَنَّهَ لا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دْخُلُهَا</w:t>
      </w:r>
      <w:r w:rsidRPr="00E243D8">
        <w:rPr>
          <w:rtl/>
          <w:lang w:bidi="fa-IR"/>
        </w:rPr>
        <w:t xml:space="preserve"> العَجوزُ201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</w:t>
      </w:r>
      <w:r w:rsidRPr="00E243D8">
        <w:rPr>
          <w:rtl/>
          <w:lang w:bidi="fa-IR"/>
        </w:rPr>
        <w:t xml:space="preserve"> الحس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 xml:space="preserve"> قُتِلَ مَکرُوباً وَ حَق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قٌ</w:t>
      </w:r>
      <w:r w:rsidRPr="00E243D8">
        <w:rPr>
          <w:rtl/>
          <w:lang w:bidi="fa-IR"/>
        </w:rPr>
        <w:t xml:space="preserve"> عَلَ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اللهِ اَنْ لا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أت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هِ</w:t>
      </w:r>
      <w:r w:rsidRPr="00E243D8">
        <w:rPr>
          <w:rtl/>
          <w:lang w:bidi="fa-IR"/>
        </w:rPr>
        <w:t xml:space="preserve"> مَکْرُوبٌ اِلّا رَدَّهُ اللهُ مَ_سْرُوراً102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اِنَّ</w:t>
      </w:r>
      <w:r w:rsidRPr="00E243D8">
        <w:rPr>
          <w:rtl/>
          <w:lang w:bidi="fa-IR"/>
        </w:rPr>
        <w:t xml:space="preserve"> الَّذ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 xml:space="preserve"> قالوا رَبُّنَا اللهُ ثُمَّ اسْتَقامُوا تَتَنَزَّلُ عَلَ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هِمُ</w:t>
      </w:r>
      <w:r w:rsidRPr="00E243D8">
        <w:rPr>
          <w:rtl/>
          <w:lang w:bidi="fa-IR"/>
        </w:rPr>
        <w:t xml:space="preserve"> المَلائِکَهُ اَلّا تَخافوا وَلا تَحزَنوا وَ اَبْشِروا بِالجَنَّهِ الَّت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کُنْتُمْ تُوعَدونَ159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</w:t>
      </w:r>
      <w:r w:rsidRPr="00E243D8">
        <w:rPr>
          <w:rtl/>
          <w:lang w:bidi="fa-IR"/>
        </w:rPr>
        <w:t xml:space="preserve"> اللهَ اطَّلَعَ فَاخْتارَنا وَ اخْتارَلَنا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عَتَنا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نْصُرونَنا</w:t>
      </w:r>
      <w:r w:rsidRPr="00E243D8">
        <w:rPr>
          <w:rtl/>
          <w:lang w:bidi="fa-IR"/>
        </w:rPr>
        <w:t xml:space="preserve"> وَ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فْرَحونَ</w:t>
      </w:r>
      <w:r w:rsidRPr="00E243D8">
        <w:rPr>
          <w:rtl/>
          <w:lang w:bidi="fa-IR"/>
        </w:rPr>
        <w:t xml:space="preserve"> بِفَرَحِنا وَ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حْزَنُونَ</w:t>
      </w:r>
      <w:r w:rsidRPr="00E243D8">
        <w:rPr>
          <w:rtl/>
          <w:lang w:bidi="fa-IR"/>
        </w:rPr>
        <w:t xml:space="preserve"> بِحُزْنِنا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</w:t>
      </w:r>
      <w:r w:rsidRPr="00E243D8">
        <w:rPr>
          <w:rtl/>
          <w:lang w:bidi="fa-IR"/>
        </w:rPr>
        <w:t xml:space="preserve"> اللهَ بِعَدْلِهِ وَ حِکْمَتِهِ وَ عِلْمِهِ جَعَل الرَّوْحَ وَ الْفَرَحَ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الْ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نِ</w:t>
      </w:r>
      <w:r w:rsidRPr="00E243D8">
        <w:rPr>
          <w:rtl/>
          <w:lang w:bidi="fa-IR"/>
        </w:rPr>
        <w:t xml:space="preserve"> وَ الرِّضا عَنِ اللهِ وَ جَعَلَ </w:t>
      </w:r>
      <w:r w:rsidRPr="00E243D8">
        <w:rPr>
          <w:rtl/>
          <w:lang w:bidi="fa-IR"/>
        </w:rPr>
        <w:lastRenderedPageBreak/>
        <w:t>الْه_َمَّ وَ الْح_َزَنَ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الشَّکِّ فَارْضُوا عَنِ اللهِ وَ سَلِّمُوا لِاَمْرِهِ92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اِنَّ</w:t>
      </w:r>
      <w:r w:rsidRPr="00E243D8">
        <w:rPr>
          <w:rtl/>
          <w:lang w:bidi="fa-IR"/>
        </w:rPr>
        <w:t xml:space="preserve"> اللهَ تَبارک و تعال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أَ </w:t>
      </w:r>
      <w:r w:rsidRPr="00E243D8">
        <w:rPr>
          <w:rFonts w:hint="cs"/>
          <w:rtl/>
          <w:lang w:bidi="fa-IR"/>
        </w:rPr>
        <w:t>یَّ</w:t>
      </w:r>
      <w:r w:rsidRPr="00E243D8">
        <w:rPr>
          <w:rFonts w:hint="eastAsia"/>
          <w:rtl/>
          <w:lang w:bidi="fa-IR"/>
        </w:rPr>
        <w:t>دَ</w:t>
      </w:r>
      <w:r w:rsidRPr="00E243D8">
        <w:rPr>
          <w:rtl/>
          <w:lang w:bidi="fa-IR"/>
        </w:rPr>
        <w:t xml:space="preserve"> المُؤْمِنَ بِرُوحٍ مِنْهُ139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اِنَّ</w:t>
      </w:r>
      <w:r w:rsidRPr="00E243D8">
        <w:rPr>
          <w:rtl/>
          <w:lang w:bidi="fa-IR"/>
        </w:rPr>
        <w:t xml:space="preserve"> اللهَ تَبارک و تعال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حِبُّ</w:t>
      </w:r>
      <w:r w:rsidRPr="00E243D8">
        <w:rPr>
          <w:rtl/>
          <w:lang w:bidi="fa-IR"/>
        </w:rPr>
        <w:t xml:space="preserve"> المُداعِبَ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الجَماعَهِ بلا رَفَثٍ208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اِنَّ</w:t>
      </w:r>
      <w:r w:rsidRPr="00E243D8">
        <w:rPr>
          <w:rtl/>
          <w:lang w:bidi="fa-IR"/>
        </w:rPr>
        <w:t xml:space="preserve"> اللهَ تعال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اطَّلَعَ اِلَ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الاَرْضِ فَاخْتارنا وَاخْتارَ لَنا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عَهً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نْ</w:t>
      </w:r>
      <w:r w:rsidRPr="00E243D8">
        <w:rPr>
          <w:rtl/>
          <w:lang w:bidi="fa-IR"/>
        </w:rPr>
        <w:t xml:space="preserve">_صُرونَنا وَ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فْرَحونَ</w:t>
      </w:r>
      <w:r w:rsidRPr="00E243D8">
        <w:rPr>
          <w:rtl/>
          <w:lang w:bidi="fa-IR"/>
        </w:rPr>
        <w:t xml:space="preserve"> لِفَرَحِنا وَ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حْزَنُونَ</w:t>
      </w:r>
      <w:r w:rsidRPr="00E243D8">
        <w:rPr>
          <w:rtl/>
          <w:lang w:bidi="fa-IR"/>
        </w:rPr>
        <w:t xml:space="preserve"> لِحُزْنِنا و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بْذُلُونَ</w:t>
      </w:r>
      <w:r w:rsidRPr="00E243D8">
        <w:rPr>
          <w:rtl/>
          <w:lang w:bidi="fa-IR"/>
        </w:rPr>
        <w:t xml:space="preserve"> اَنْفُسَهُمْ وَ اَموالَه_ُمْ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نا</w:t>
      </w:r>
      <w:r w:rsidRPr="00E243D8">
        <w:rPr>
          <w:rtl/>
          <w:lang w:bidi="fa-IR"/>
        </w:rPr>
        <w:t xml:space="preserve"> فَاُولِئکَ مِنّا وَ اِلَ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نا</w:t>
      </w:r>
      <w:r w:rsidRPr="00E243D8">
        <w:rPr>
          <w:rtl/>
          <w:lang w:bidi="fa-IR"/>
        </w:rPr>
        <w:t>63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اِنَّ</w:t>
      </w:r>
      <w:r w:rsidRPr="00E243D8">
        <w:rPr>
          <w:rtl/>
          <w:lang w:bidi="fa-IR"/>
        </w:rPr>
        <w:t xml:space="preserve"> اللهَ جَلَّ جَلالُهُ اَوْح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اِلَ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الدُّن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اَنْ اَتْعِب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مَنْ خَدَمَکَ وَ اَخْدِم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مَنْ رَفَضَکَ155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اِنَّ</w:t>
      </w:r>
      <w:r w:rsidRPr="00E243D8">
        <w:rPr>
          <w:rtl/>
          <w:lang w:bidi="fa-IR"/>
        </w:rPr>
        <w:t xml:space="preserve"> المُؤْمِنَ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مس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حَز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ناً</w:t>
      </w:r>
      <w:r w:rsidRPr="00E243D8">
        <w:rPr>
          <w:rtl/>
          <w:lang w:bidi="fa-IR"/>
        </w:rPr>
        <w:t xml:space="preserve"> وَ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صْبِحُ</w:t>
      </w:r>
      <w:r w:rsidRPr="00E243D8">
        <w:rPr>
          <w:rtl/>
          <w:lang w:bidi="fa-IR"/>
        </w:rPr>
        <w:t xml:space="preserve"> حَز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ناً</w:t>
      </w:r>
      <w:r w:rsidRPr="00E243D8">
        <w:rPr>
          <w:rtl/>
          <w:lang w:bidi="fa-IR"/>
        </w:rPr>
        <w:t xml:space="preserve"> وَلا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صْلَحُ</w:t>
      </w:r>
      <w:r w:rsidRPr="00E243D8">
        <w:rPr>
          <w:rtl/>
          <w:lang w:bidi="fa-IR"/>
        </w:rPr>
        <w:t xml:space="preserve"> لَهُ اِلّا ذلِکَ66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اِنَّ</w:t>
      </w:r>
      <w:r w:rsidRPr="00E243D8">
        <w:rPr>
          <w:rtl/>
          <w:lang w:bidi="fa-IR"/>
        </w:rPr>
        <w:t xml:space="preserve"> المُداعَبَهَ مِنْ حُسْنِ الخُلْقِ وَ اِنَّکَ لَتُدْخِلُ بِهَا السُّرُورَ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اَخ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کَ</w:t>
      </w:r>
      <w:r w:rsidRPr="00E243D8">
        <w:rPr>
          <w:rtl/>
          <w:lang w:bidi="fa-IR"/>
        </w:rPr>
        <w:t xml:space="preserve"> وَ لَقَدْ کانَ رَسولُ اللهِ صل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الله عل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و اله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داعِبُ</w:t>
      </w:r>
      <w:r w:rsidRPr="00E243D8">
        <w:rPr>
          <w:rtl/>
          <w:lang w:bidi="fa-IR"/>
        </w:rPr>
        <w:t xml:space="preserve"> الرَّجُلَ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دُ</w:t>
      </w:r>
      <w:r w:rsidRPr="00E243D8">
        <w:rPr>
          <w:rtl/>
          <w:lang w:bidi="fa-IR"/>
        </w:rPr>
        <w:t xml:space="preserve"> اَنْ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سُرَّهُ</w:t>
      </w:r>
      <w:r w:rsidRPr="00E243D8">
        <w:rPr>
          <w:rtl/>
          <w:lang w:bidi="fa-IR"/>
        </w:rPr>
        <w:t>191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اِنَّ</w:t>
      </w:r>
      <w:r w:rsidRPr="00E243D8">
        <w:rPr>
          <w:rtl/>
          <w:lang w:bidi="fa-IR"/>
        </w:rPr>
        <w:t xml:space="preserve"> النَّب</w:t>
      </w:r>
      <w:r w:rsidRPr="00E243D8">
        <w:rPr>
          <w:rFonts w:hint="cs"/>
          <w:rtl/>
          <w:lang w:bidi="fa-IR"/>
        </w:rPr>
        <w:t>یَّ</w:t>
      </w:r>
      <w:r w:rsidRPr="00E243D8">
        <w:rPr>
          <w:rtl/>
          <w:lang w:bidi="fa-IR"/>
        </w:rPr>
        <w:t xml:space="preserve"> کانَ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زُورُ</w:t>
      </w:r>
      <w:r w:rsidRPr="00E243D8">
        <w:rPr>
          <w:rtl/>
          <w:lang w:bidi="fa-IR"/>
        </w:rPr>
        <w:t xml:space="preserve"> الْانصارَ وَ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سَلِّم</w:t>
      </w:r>
      <w:r w:rsidRPr="00E243D8">
        <w:rPr>
          <w:rtl/>
          <w:lang w:bidi="fa-IR"/>
        </w:rPr>
        <w:t xml:space="preserve">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صِبْ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انِهِمْ</w:t>
      </w:r>
      <w:r w:rsidRPr="00E243D8">
        <w:rPr>
          <w:rtl/>
          <w:lang w:bidi="fa-IR"/>
        </w:rPr>
        <w:t xml:space="preserve"> وَ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مْسَحُ</w:t>
      </w:r>
      <w:r w:rsidRPr="00E243D8">
        <w:rPr>
          <w:rtl/>
          <w:lang w:bidi="fa-IR"/>
        </w:rPr>
        <w:t xml:space="preserve"> رُؤُوسَهُمْ116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اِنَّ</w:t>
      </w:r>
      <w:r w:rsidRPr="00E243D8">
        <w:rPr>
          <w:rtl/>
          <w:lang w:bidi="fa-IR"/>
        </w:rPr>
        <w:t xml:space="preserve"> الْه_َمَّ لَ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ذْهَبُ</w:t>
      </w:r>
      <w:r w:rsidRPr="00E243D8">
        <w:rPr>
          <w:rtl/>
          <w:lang w:bidi="fa-IR"/>
        </w:rPr>
        <w:t xml:space="preserve"> بِذُنُوبِ المْ_ُسلِمِ84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اِنَّ</w:t>
      </w:r>
      <w:r w:rsidRPr="00E243D8">
        <w:rPr>
          <w:rtl/>
          <w:lang w:bidi="fa-IR"/>
        </w:rPr>
        <w:t xml:space="preserve"> اِل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جانِبِکُمْ قَبْراً ما اَتاهُ مَکْروبٌ اِلّا نَفَّسَ اللهُ کُرْبَتَهُ وَ قَض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حاجَتَهُ102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</w:t>
      </w:r>
      <w:r w:rsidRPr="00E243D8">
        <w:rPr>
          <w:rtl/>
          <w:lang w:bidi="fa-IR"/>
        </w:rPr>
        <w:t xml:space="preserve"> ذِکْرَنا مِنْ ذِکْرِ اللهِ70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lastRenderedPageBreak/>
        <w:t>اِنَّ</w:t>
      </w:r>
      <w:r w:rsidRPr="00E243D8">
        <w:rPr>
          <w:rtl/>
          <w:lang w:bidi="fa-IR"/>
        </w:rPr>
        <w:t xml:space="preserve"> سَلْمانُ مِنّا اَهْلَ الْبَ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>138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اِنَّ</w:t>
      </w:r>
      <w:r w:rsidRPr="00E243D8">
        <w:rPr>
          <w:rtl/>
          <w:lang w:bidi="fa-IR"/>
        </w:rPr>
        <w:t xml:space="preserve"> صِلَهَ الرَّحِمِ تُزَکِّ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الاَعمالَ وَ تُنْمِ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الاَمْوالَ و تُ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سِّرُ</w:t>
      </w:r>
      <w:r w:rsidRPr="00E243D8">
        <w:rPr>
          <w:rtl/>
          <w:lang w:bidi="fa-IR"/>
        </w:rPr>
        <w:t xml:space="preserve"> الحِسابَ وَ تَدْفَعُ الْبَلو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 تَز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دُ</w:t>
      </w:r>
      <w:r w:rsidRPr="00E243D8">
        <w:rPr>
          <w:rtl/>
          <w:lang w:bidi="fa-IR"/>
        </w:rPr>
        <w:t xml:space="preserve">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الاَعمْارِ174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اِنَّ</w:t>
      </w:r>
      <w:r w:rsidRPr="00E243D8">
        <w:rPr>
          <w:rtl/>
          <w:lang w:bidi="fa-IR"/>
        </w:rPr>
        <w:t xml:space="preserve">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الجَنَّهَ داراً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قالُ</w:t>
      </w:r>
      <w:r w:rsidRPr="00E243D8">
        <w:rPr>
          <w:rtl/>
          <w:lang w:bidi="fa-IR"/>
        </w:rPr>
        <w:t xml:space="preserve"> لَها دارُ الْفَرَح ِلا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دْخُلُها</w:t>
      </w:r>
      <w:r w:rsidRPr="00E243D8">
        <w:rPr>
          <w:rtl/>
          <w:lang w:bidi="fa-IR"/>
        </w:rPr>
        <w:t xml:space="preserve"> اِلّا مَنْ فَرَّحَ الصِّب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انَ</w:t>
      </w:r>
      <w:r w:rsidRPr="00E243D8">
        <w:rPr>
          <w:rtl/>
          <w:lang w:bidi="fa-IR"/>
        </w:rPr>
        <w:t>107 120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اِنَّ</w:t>
      </w:r>
      <w:r w:rsidRPr="00E243D8">
        <w:rPr>
          <w:rtl/>
          <w:lang w:bidi="fa-IR"/>
        </w:rPr>
        <w:t xml:space="preserve"> لِکُلِّ عُضْوٍ مِنَ البَدَنِ استراحَهٌ168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اِنَّ</w:t>
      </w:r>
      <w:r w:rsidRPr="00E243D8">
        <w:rPr>
          <w:rtl/>
          <w:lang w:bidi="fa-IR"/>
        </w:rPr>
        <w:t xml:space="preserve"> 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عِباداً اُب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حُهُمْ</w:t>
      </w:r>
      <w:r w:rsidRPr="00E243D8">
        <w:rPr>
          <w:rtl/>
          <w:lang w:bidi="fa-IR"/>
        </w:rPr>
        <w:t xml:space="preserve"> جَنَّت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أُحَکِّمُهُمْ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ها</w:t>
      </w:r>
      <w:r w:rsidRPr="00E243D8">
        <w:rPr>
          <w:rtl/>
          <w:lang w:bidi="fa-IR"/>
        </w:rPr>
        <w:t>157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اِنَّ</w:t>
      </w:r>
      <w:r w:rsidRPr="00E243D8">
        <w:rPr>
          <w:rtl/>
          <w:lang w:bidi="fa-IR"/>
        </w:rPr>
        <w:t xml:space="preserve"> مِنَ الذُّنوبِ ذُنوباً لا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کَفِّرُها</w:t>
      </w:r>
      <w:r w:rsidRPr="00E243D8">
        <w:rPr>
          <w:rtl/>
          <w:lang w:bidi="fa-IR"/>
        </w:rPr>
        <w:t xml:space="preserve"> صَلاهٌ وَلا صَدَقَهٌ 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لَ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رَسُولَ اللهِ فَما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کَفِّرُها</w:t>
      </w:r>
      <w:r w:rsidRPr="00E243D8">
        <w:rPr>
          <w:rtl/>
          <w:lang w:bidi="fa-IR"/>
        </w:rPr>
        <w:t xml:space="preserve"> قالَ الهُمُومُ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طَلَبِ المَع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شَهِ</w:t>
      </w:r>
      <w:r w:rsidRPr="00E243D8">
        <w:rPr>
          <w:rtl/>
          <w:lang w:bidi="fa-IR"/>
        </w:rPr>
        <w:t>68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اِنَّ</w:t>
      </w:r>
      <w:r w:rsidRPr="00E243D8">
        <w:rPr>
          <w:rtl/>
          <w:lang w:bidi="fa-IR"/>
        </w:rPr>
        <w:t xml:space="preserve"> هذِهِ القُلوبَ تَمَلُّ کما تَمَلُّ الأَبدانُ فابْتَغوا لَها طَرائِفَ الْحِکَمْ109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اَنَا</w:t>
      </w:r>
      <w:r w:rsidRPr="00E243D8">
        <w:rPr>
          <w:rtl/>
          <w:lang w:bidi="fa-IR"/>
        </w:rPr>
        <w:t xml:space="preserve"> المَ</w:t>
      </w:r>
      <w:r w:rsidRPr="00E243D8">
        <w:rPr>
          <w:rFonts w:hint="cs"/>
          <w:rtl/>
          <w:lang w:bidi="fa-IR"/>
        </w:rPr>
        <w:t>یِّ</w:t>
      </w:r>
      <w:r w:rsidRPr="00E243D8">
        <w:rPr>
          <w:rFonts w:hint="eastAsia"/>
          <w:rtl/>
          <w:lang w:bidi="fa-IR"/>
        </w:rPr>
        <w:t>تُ</w:t>
      </w:r>
      <w:r w:rsidRPr="00E243D8">
        <w:rPr>
          <w:rtl/>
          <w:lang w:bidi="fa-IR"/>
        </w:rPr>
        <w:t>132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اَنَا</w:t>
      </w:r>
      <w:r w:rsidRPr="00E243D8">
        <w:rPr>
          <w:rtl/>
          <w:lang w:bidi="fa-IR"/>
        </w:rPr>
        <w:t xml:space="preserve"> قَت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لُ</w:t>
      </w:r>
      <w:r w:rsidRPr="00E243D8">
        <w:rPr>
          <w:rtl/>
          <w:lang w:bidi="fa-IR"/>
        </w:rPr>
        <w:t xml:space="preserve"> الْعَبَرهٍ قُتِلْتُ مَکْرُوباً وَ حَق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قٌ</w:t>
      </w:r>
      <w:r w:rsidRPr="00E243D8">
        <w:rPr>
          <w:rtl/>
          <w:lang w:bidi="fa-IR"/>
        </w:rPr>
        <w:t xml:space="preserve"> عَلَ</w:t>
      </w:r>
      <w:r w:rsidRPr="00E243D8">
        <w:rPr>
          <w:rFonts w:hint="cs"/>
          <w:rtl/>
          <w:lang w:bidi="fa-IR"/>
        </w:rPr>
        <w:t>یَّ</w:t>
      </w:r>
      <w:r w:rsidRPr="00E243D8">
        <w:rPr>
          <w:rtl/>
          <w:lang w:bidi="fa-IR"/>
        </w:rPr>
        <w:t xml:space="preserve"> اَنْ لا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أت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مَکروبٌ قَطُّ اِلّا رَدَّهُ اللهُ وَ اَقْلَبَهُ اِل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اَهْلِهِ مُسْ_روراً56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اَنْتُمْ</w:t>
      </w:r>
      <w:r w:rsidRPr="00E243D8">
        <w:rPr>
          <w:rtl/>
          <w:lang w:bidi="fa-IR"/>
        </w:rPr>
        <w:t xml:space="preserve">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الجَنَّهِ تُحْبَرونَ وَ بَ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 xml:space="preserve"> اَطْباقِ النّارِ تُطْلَبونَ فَلا تُوجَدونَ وَ اللهِ لا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جْتَمِعُ</w:t>
      </w:r>
      <w:r w:rsidRPr="00E243D8">
        <w:rPr>
          <w:rtl/>
          <w:lang w:bidi="fa-IR"/>
        </w:rPr>
        <w:t xml:space="preserve">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النّارِ مِنْکُمْ اثنانِ وَ لا وَاللهِ وَ لا واحدٌ49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اَنْتُمْ</w:t>
      </w:r>
      <w:r w:rsidRPr="00E243D8">
        <w:rPr>
          <w:rtl/>
          <w:lang w:bidi="fa-IR"/>
        </w:rPr>
        <w:t xml:space="preserve">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الجَنَّهِ فَاسْأَلوا اللهَ اَنْ لا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خْرِجَکُمْ</w:t>
      </w:r>
      <w:r w:rsidRPr="00E243D8">
        <w:rPr>
          <w:rtl/>
          <w:lang w:bidi="fa-IR"/>
        </w:rPr>
        <w:t xml:space="preserve"> مِنها50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اُنْظُرُوا</w:t>
      </w:r>
      <w:r w:rsidRPr="00E243D8">
        <w:rPr>
          <w:rtl/>
          <w:lang w:bidi="fa-IR"/>
        </w:rPr>
        <w:t xml:space="preserve"> لا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بال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بِالمَوْتِ71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lastRenderedPageBreak/>
        <w:t>اَنَّهُ</w:t>
      </w:r>
      <w:r w:rsidRPr="00E243D8">
        <w:rPr>
          <w:rtl/>
          <w:lang w:bidi="fa-IR"/>
        </w:rPr>
        <w:t xml:space="preserve">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 xml:space="preserve">کانَ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مْزَحُ</w:t>
      </w:r>
      <w:r w:rsidRPr="00E243D8">
        <w:rPr>
          <w:rtl/>
          <w:lang w:bidi="fa-IR"/>
        </w:rPr>
        <w:t xml:space="preserve"> وَلا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قُولُ</w:t>
      </w:r>
      <w:r w:rsidRPr="00E243D8">
        <w:rPr>
          <w:rtl/>
          <w:lang w:bidi="fa-IR"/>
        </w:rPr>
        <w:t xml:space="preserve"> اِلّا حَقّاً وَلا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ؤذِ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قَلْباً وَلا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فْرِطُ</w:t>
      </w:r>
      <w:r w:rsidRPr="00E243D8">
        <w:rPr>
          <w:rtl/>
          <w:lang w:bidi="fa-IR"/>
        </w:rPr>
        <w:t xml:space="preserve">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>210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لا اَقولُ اِلّا حَقّاً197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لَأَمْزَحُ وَلا اَقُولُ اِلّا حَقّاً193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لَمِنْ قَوْمٍ ... قُلُوبُهُمْ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الجَنانِ وَ اَجْسادُهُمْ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الْعَمَلِ99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اِنّ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 اللهِ لَوْ لَق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تُهُمْ</w:t>
      </w:r>
      <w:r w:rsidRPr="00E243D8">
        <w:rPr>
          <w:rtl/>
          <w:lang w:bidi="fa-IR"/>
        </w:rPr>
        <w:t xml:space="preserve"> واحِداً وَ هُمْ طِلاعُ الأرضِ کُلُّها ما با لَ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تُ</w:t>
      </w:r>
      <w:r w:rsidRPr="00E243D8">
        <w:rPr>
          <w:rtl/>
          <w:lang w:bidi="fa-IR"/>
        </w:rPr>
        <w:t xml:space="preserve"> ولا اسْتَوْحَشْتُ125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اَوْقاتُ</w:t>
      </w:r>
      <w:r w:rsidRPr="00E243D8">
        <w:rPr>
          <w:rtl/>
          <w:lang w:bidi="fa-IR"/>
        </w:rPr>
        <w:t xml:space="preserve"> السُّرورِ خُلْسَهٌ168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</w:t>
      </w:r>
      <w:r w:rsidRPr="00E243D8">
        <w:rPr>
          <w:rFonts w:hint="cs"/>
          <w:rtl/>
          <w:lang w:bidi="fa-IR"/>
        </w:rPr>
        <w:t>یُّ</w:t>
      </w:r>
      <w:r w:rsidRPr="00E243D8">
        <w:rPr>
          <w:rtl/>
          <w:lang w:bidi="fa-IR"/>
        </w:rPr>
        <w:t xml:space="preserve"> الإدامِ اَجْوَدُ176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مانُ</w:t>
      </w:r>
      <w:r w:rsidRPr="00E243D8">
        <w:rPr>
          <w:rtl/>
          <w:lang w:bidi="fa-IR"/>
        </w:rPr>
        <w:t xml:space="preserve"> بالقَدَرِ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ذْهِبُ</w:t>
      </w:r>
      <w:r w:rsidRPr="00E243D8">
        <w:rPr>
          <w:rtl/>
          <w:lang w:bidi="fa-IR"/>
        </w:rPr>
        <w:t xml:space="preserve"> الهَمَّ وَ الحُزْنَ89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مانُ</w:t>
      </w:r>
      <w:r w:rsidRPr="00E243D8">
        <w:rPr>
          <w:rtl/>
          <w:lang w:bidi="fa-IR"/>
        </w:rPr>
        <w:t xml:space="preserve"> لَهُ اَرْکانٌ اَرْبَعَهٌ التَّوکُّلُ عَلَ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اللهِ وَ تَفْو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ضُ</w:t>
      </w:r>
      <w:r w:rsidRPr="00E243D8">
        <w:rPr>
          <w:rtl/>
          <w:lang w:bidi="fa-IR"/>
        </w:rPr>
        <w:t xml:space="preserve"> الاَمْرِ اِلَ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اللهِ وَ الرِّضا بِقَضاءِ اللهِ وَ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التَّسل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مِ</w:t>
      </w:r>
      <w:r w:rsidRPr="00E243D8">
        <w:rPr>
          <w:rtl/>
          <w:lang w:bidi="fa-IR"/>
        </w:rPr>
        <w:t xml:space="preserve"> لِأَمْرِ اللهِ95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تَخَتَّمُوا</w:t>
      </w:r>
      <w:r w:rsidRPr="00E243D8">
        <w:rPr>
          <w:rtl/>
          <w:lang w:bidi="fa-IR"/>
        </w:rPr>
        <w:t xml:space="preserve"> بِالعَق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قِ</w:t>
      </w:r>
      <w:r w:rsidRPr="00E243D8">
        <w:rPr>
          <w:rtl/>
          <w:lang w:bidi="fa-IR"/>
        </w:rPr>
        <w:t xml:space="preserve"> فَاِنَّهُ اَوَّلُ جَبَلٍ اَقَرَّ للهِ تَعال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بِالوَحدانِ</w:t>
      </w:r>
      <w:r w:rsidRPr="00E243D8">
        <w:rPr>
          <w:rFonts w:hint="cs"/>
          <w:rtl/>
          <w:lang w:bidi="fa-IR"/>
        </w:rPr>
        <w:t>یَّ</w:t>
      </w:r>
      <w:r w:rsidRPr="00E243D8">
        <w:rPr>
          <w:rFonts w:hint="eastAsia"/>
          <w:rtl/>
          <w:lang w:bidi="fa-IR"/>
        </w:rPr>
        <w:t>هِ</w:t>
      </w:r>
      <w:r w:rsidRPr="00E243D8">
        <w:rPr>
          <w:rtl/>
          <w:lang w:bidi="fa-IR"/>
        </w:rPr>
        <w:t xml:space="preserve"> وَ 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بِالنُّبُوَّهِ وَ لَکَ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عَل</w:t>
      </w:r>
      <w:r w:rsidRPr="00E243D8">
        <w:rPr>
          <w:rFonts w:hint="cs"/>
          <w:rtl/>
          <w:lang w:bidi="fa-IR"/>
        </w:rPr>
        <w:t>یُّ</w:t>
      </w:r>
      <w:r w:rsidRPr="00E243D8">
        <w:rPr>
          <w:rtl/>
          <w:lang w:bidi="fa-IR"/>
        </w:rPr>
        <w:t xml:space="preserve"> بِالوَصِ</w:t>
      </w:r>
      <w:r w:rsidRPr="00E243D8">
        <w:rPr>
          <w:rFonts w:hint="cs"/>
          <w:rtl/>
          <w:lang w:bidi="fa-IR"/>
        </w:rPr>
        <w:t>یَّ</w:t>
      </w:r>
      <w:r w:rsidRPr="00E243D8">
        <w:rPr>
          <w:rFonts w:hint="eastAsia"/>
          <w:rtl/>
          <w:lang w:bidi="fa-IR"/>
        </w:rPr>
        <w:t>هِ</w:t>
      </w:r>
      <w:r w:rsidRPr="00E243D8">
        <w:rPr>
          <w:rtl/>
          <w:lang w:bidi="fa-IR"/>
        </w:rPr>
        <w:t xml:space="preserve"> وَ لِش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عَتِکَ</w:t>
      </w:r>
      <w:r w:rsidRPr="00E243D8">
        <w:rPr>
          <w:rtl/>
          <w:lang w:bidi="fa-IR"/>
        </w:rPr>
        <w:t xml:space="preserve"> بِالجَنَّهِ103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تَخَتَّمُوا</w:t>
      </w:r>
      <w:r w:rsidRPr="00E243D8">
        <w:rPr>
          <w:rtl/>
          <w:lang w:bidi="fa-IR"/>
        </w:rPr>
        <w:t xml:space="preserve"> بِالعَق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قِ</w:t>
      </w:r>
      <w:r w:rsidRPr="00E243D8">
        <w:rPr>
          <w:rtl/>
          <w:lang w:bidi="fa-IR"/>
        </w:rPr>
        <w:t xml:space="preserve"> فَاِنَّهُ لا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بُ</w:t>
      </w:r>
      <w:r w:rsidRPr="00E243D8">
        <w:rPr>
          <w:rtl/>
          <w:lang w:bidi="fa-IR"/>
        </w:rPr>
        <w:t xml:space="preserve"> اَحَدَکُمْ غَمٌّ مادامَ ذلِکَ عَلَ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هِ</w:t>
      </w:r>
      <w:r w:rsidRPr="00E243D8">
        <w:rPr>
          <w:rtl/>
          <w:lang w:bidi="fa-IR"/>
        </w:rPr>
        <w:t>103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تَدْمَعُ</w:t>
      </w:r>
      <w:r w:rsidRPr="00E243D8">
        <w:rPr>
          <w:rtl/>
          <w:lang w:bidi="fa-IR"/>
        </w:rPr>
        <w:t xml:space="preserve"> الْعَ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نُ</w:t>
      </w:r>
      <w:r w:rsidRPr="00E243D8">
        <w:rPr>
          <w:rtl/>
          <w:lang w:bidi="fa-IR"/>
        </w:rPr>
        <w:t xml:space="preserve"> وَ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حْزَنُ</w:t>
      </w:r>
      <w:r w:rsidRPr="00E243D8">
        <w:rPr>
          <w:rtl/>
          <w:lang w:bidi="fa-IR"/>
        </w:rPr>
        <w:t xml:space="preserve"> الْقَلْبُ وَلا نَقُولُ اِلّا ما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رْض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رَبُّنا وَ اِنَّا بِکَ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اِبراه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مُ</w:t>
      </w:r>
      <w:r w:rsidRPr="00E243D8">
        <w:rPr>
          <w:rtl/>
          <w:lang w:bidi="fa-IR"/>
        </w:rPr>
        <w:t xml:space="preserve"> لَمَحْزونُونَ77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lastRenderedPageBreak/>
        <w:t>تَزاوَرُوا</w:t>
      </w:r>
      <w:r w:rsidRPr="00E243D8">
        <w:rPr>
          <w:rtl/>
          <w:lang w:bidi="fa-IR"/>
        </w:rPr>
        <w:t xml:space="preserve"> فَاِنَّ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ارَتِکُم</w:t>
      </w:r>
      <w:r w:rsidRPr="00E243D8">
        <w:rPr>
          <w:rtl/>
          <w:lang w:bidi="fa-IR"/>
        </w:rPr>
        <w:t xml:space="preserve"> اِح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اءً</w:t>
      </w:r>
      <w:r w:rsidRPr="00E243D8">
        <w:rPr>
          <w:rtl/>
          <w:lang w:bidi="fa-IR"/>
        </w:rPr>
        <w:t xml:space="preserve"> لِقُلُوبِکُمْ وَ ذِکْراً لِأَحاد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ثِنا</w:t>
      </w:r>
      <w:r w:rsidRPr="00E243D8">
        <w:rPr>
          <w:rtl/>
          <w:lang w:bidi="fa-IR"/>
        </w:rPr>
        <w:t xml:space="preserve"> وَ احاد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ثُنا</w:t>
      </w:r>
      <w:r w:rsidRPr="00E243D8">
        <w:rPr>
          <w:rtl/>
          <w:lang w:bidi="fa-IR"/>
        </w:rPr>
        <w:t xml:space="preserve"> تُعَطَّفُ بَعْضَکُمْ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بَعْضٍ181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تَعَوَّذوا</w:t>
      </w:r>
      <w:r w:rsidRPr="00E243D8">
        <w:rPr>
          <w:rtl/>
          <w:lang w:bidi="fa-IR"/>
        </w:rPr>
        <w:t xml:space="preserve"> بِاللهِ مِنْ حُبِّ الحُزْنِ82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تَغْرَبْ</w:t>
      </w:r>
      <w:r w:rsidRPr="00E243D8">
        <w:rPr>
          <w:rtl/>
          <w:lang w:bidi="fa-IR"/>
        </w:rPr>
        <w:t xml:space="preserve"> عَنِ الاَوْطانِ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طَلَبِ الْعُل</w:t>
      </w:r>
      <w:r w:rsidRPr="00E243D8">
        <w:rPr>
          <w:rFonts w:hint="cs"/>
          <w:rtl/>
          <w:lang w:bidi="fa-IR"/>
        </w:rPr>
        <w:t>یِ</w:t>
      </w:r>
      <w:r w:rsidRPr="00E243D8">
        <w:rPr>
          <w:rtl/>
          <w:lang w:bidi="fa-IR"/>
        </w:rPr>
        <w:t xml:space="preserve"> وَ سافِرْ فَفْ</w:t>
      </w:r>
      <w:r w:rsidRPr="00E243D8">
        <w:rPr>
          <w:rFonts w:hint="cs"/>
          <w:rtl/>
          <w:lang w:bidi="fa-IR"/>
        </w:rPr>
        <w:t>یِ</w:t>
      </w:r>
      <w:r w:rsidRPr="00E243D8">
        <w:rPr>
          <w:rtl/>
          <w:lang w:bidi="fa-IR"/>
        </w:rPr>
        <w:t xml:space="preserve"> الاَسْفارِ خَمْسُ فَوائِدٍ184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تَفَرُّجُ</w:t>
      </w:r>
      <w:r w:rsidRPr="00E243D8">
        <w:rPr>
          <w:rtl/>
          <w:lang w:bidi="fa-IR"/>
        </w:rPr>
        <w:t xml:space="preserve"> هَ_مٍّ وَ اکْتِس__ابُ مَع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شَ</w:t>
      </w:r>
      <w:r w:rsidRPr="00E243D8">
        <w:rPr>
          <w:rtl/>
          <w:lang w:bidi="fa-IR"/>
        </w:rPr>
        <w:t>_هٍوَ عِلْ_مٍ وَ آدابٍ وَ صُحبَهِ ماجِدٍ184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تَمشِ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الهَر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سَهُ</w:t>
      </w:r>
      <w:r w:rsidRPr="00E243D8">
        <w:rPr>
          <w:rtl/>
          <w:lang w:bidi="fa-IR"/>
        </w:rPr>
        <w:t>198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ثَلاثَهٌ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ذْهِبْنَ</w:t>
      </w:r>
      <w:r w:rsidRPr="00E243D8">
        <w:rPr>
          <w:rtl/>
          <w:lang w:bidi="fa-IR"/>
        </w:rPr>
        <w:t xml:space="preserve"> عَنْ قَلب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الحَزَنَالماءُ وَ الخَضْ_راءُ و الوَجْهُ الحَسَنُ175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ثم</w:t>
      </w:r>
      <w:r w:rsidRPr="00E243D8">
        <w:rPr>
          <w:rtl/>
          <w:lang w:bidi="fa-IR"/>
        </w:rPr>
        <w:t xml:space="preserve"> استقاموا161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جُعِلْتُ</w:t>
      </w:r>
      <w:r w:rsidRPr="00E243D8">
        <w:rPr>
          <w:rtl/>
          <w:lang w:bidi="fa-IR"/>
        </w:rPr>
        <w:t xml:space="preserve"> فِداکَ ما حَوَّلَکَ اِل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هذَا المَنْزِلِ173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جُعِلْتُ</w:t>
      </w:r>
      <w:r w:rsidRPr="00E243D8">
        <w:rPr>
          <w:rtl/>
          <w:lang w:bidi="fa-IR"/>
        </w:rPr>
        <w:t xml:space="preserve"> فِداکَ هَلْ کانَتْ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النَّبِ</w:t>
      </w:r>
      <w:r w:rsidRPr="00E243D8">
        <w:rPr>
          <w:rFonts w:hint="cs"/>
          <w:rtl/>
          <w:lang w:bidi="fa-IR"/>
        </w:rPr>
        <w:t>یِّ</w:t>
      </w:r>
      <w:r w:rsidRPr="00E243D8">
        <w:rPr>
          <w:rtl/>
          <w:lang w:bidi="fa-IR"/>
        </w:rPr>
        <w:t xml:space="preserve"> مُداعَبَهٌ195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جُعِلْنا</w:t>
      </w:r>
      <w:r w:rsidRPr="00E243D8">
        <w:rPr>
          <w:rtl/>
          <w:lang w:bidi="fa-IR"/>
        </w:rPr>
        <w:t xml:space="preserve"> فِداکَ نَحنُ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الدُّن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>50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الْحِکْمَهُ</w:t>
      </w:r>
      <w:r w:rsidRPr="00E243D8">
        <w:rPr>
          <w:rtl/>
          <w:lang w:bidi="fa-IR"/>
        </w:rPr>
        <w:t xml:space="preserve"> رَوْضَهُ العُقلاء و نُزْهَهُ النُبَلاءِ187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خَ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رُ</w:t>
      </w:r>
      <w:r w:rsidRPr="00E243D8">
        <w:rPr>
          <w:rtl/>
          <w:lang w:bidi="fa-IR"/>
        </w:rPr>
        <w:t xml:space="preserve"> لَه_ْوِ المُؤْمِنِ السَّباحَهُ183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دَخَلْتُ</w:t>
      </w:r>
      <w:r w:rsidRPr="00E243D8">
        <w:rPr>
          <w:rtl/>
          <w:lang w:bidi="fa-IR"/>
        </w:rPr>
        <w:t xml:space="preserve">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النّب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الحَسَنُ وَ الحُسَ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نُ</w:t>
      </w:r>
      <w:r w:rsidRPr="00E243D8">
        <w:rPr>
          <w:rtl/>
          <w:lang w:bidi="fa-IR"/>
        </w:rPr>
        <w:t xml:space="preserve">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ظَهْرِهِ وَ هُوَ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جْثُو</w:t>
      </w:r>
      <w:r w:rsidRPr="00E243D8">
        <w:rPr>
          <w:rtl/>
          <w:lang w:bidi="fa-IR"/>
        </w:rPr>
        <w:t xml:space="preserve"> بِهِما وَ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قُولُ</w:t>
      </w:r>
      <w:r w:rsidRPr="00E243D8">
        <w:rPr>
          <w:rtl/>
          <w:lang w:bidi="fa-IR"/>
        </w:rPr>
        <w:t xml:space="preserve"> نِعْمَ الجَمَلُ جَمَلَکُما وَ نِعْمَ الْعَدْلانِ اَنْتُما178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رَأْسُ</w:t>
      </w:r>
      <w:r w:rsidRPr="00E243D8">
        <w:rPr>
          <w:rtl/>
          <w:lang w:bidi="fa-IR"/>
        </w:rPr>
        <w:t xml:space="preserve"> کُلِّ طاعَهٍ الرِّضا بِما صَنَعَ اللهُ اِلَ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الْعَبْدِ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</w:t>
      </w:r>
      <w:r w:rsidRPr="00E243D8">
        <w:rPr>
          <w:rtl/>
          <w:lang w:bidi="fa-IR"/>
        </w:rPr>
        <w:t xml:space="preserve"> اَحَبَّ وَ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</w:t>
      </w:r>
      <w:r w:rsidRPr="00E243D8">
        <w:rPr>
          <w:rtl/>
          <w:lang w:bidi="fa-IR"/>
        </w:rPr>
        <w:t xml:space="preserve"> کَرِهَ91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رُبَّ</w:t>
      </w:r>
      <w:r w:rsidRPr="00E243D8">
        <w:rPr>
          <w:rtl/>
          <w:lang w:bidi="fa-IR"/>
        </w:rPr>
        <w:t xml:space="preserve"> نُزْهَهٍ عادَتْ نُغْصَهً171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رَض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نا</w:t>
      </w:r>
      <w:r w:rsidRPr="00E243D8">
        <w:rPr>
          <w:rtl/>
          <w:lang w:bidi="fa-IR"/>
        </w:rPr>
        <w:t xml:space="preserve"> عَنِ اللهِ قَضاءَهُ وَ سَلَّمْنا للهِ اَمْرَهُ91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ص</w:t>
      </w:r>
      <w:r w:rsidRPr="00E243D8">
        <w:rPr>
          <w:rtl/>
          <w:lang w:bidi="fa-IR"/>
        </w:rPr>
        <w:t>: 230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الرَّغْبَهُ</w:t>
      </w:r>
      <w:r w:rsidRPr="00E243D8">
        <w:rPr>
          <w:rtl/>
          <w:lang w:bidi="fa-IR"/>
        </w:rPr>
        <w:t xml:space="preserve">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الدُّن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تَکْثِرُ الَهمَّ وَ الحُزْنَ وَ الزُّهْدُ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الدُّن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حُ</w:t>
      </w:r>
      <w:r w:rsidRPr="00E243D8">
        <w:rPr>
          <w:rtl/>
          <w:lang w:bidi="fa-IR"/>
        </w:rPr>
        <w:t xml:space="preserve"> الْقَلْبَ وَ الْبَدَنَ83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الرَّف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قَ</w:t>
      </w:r>
      <w:r w:rsidRPr="00E243D8">
        <w:rPr>
          <w:rtl/>
          <w:lang w:bidi="fa-IR"/>
        </w:rPr>
        <w:t xml:space="preserve"> ثُمَّ الطَّر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قَ</w:t>
      </w:r>
      <w:r w:rsidRPr="00E243D8">
        <w:rPr>
          <w:rtl/>
          <w:lang w:bidi="fa-IR"/>
        </w:rPr>
        <w:t>184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رُوَ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اَنْجَشهُ اِرْفَقْ بِالقَوار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>201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الزُّهْدُ</w:t>
      </w:r>
      <w:r w:rsidRPr="00E243D8">
        <w:rPr>
          <w:rtl/>
          <w:lang w:bidi="fa-IR"/>
        </w:rPr>
        <w:t xml:space="preserve"> کُلُّهُ بَ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 xml:space="preserve"> کَلِمَتَ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نِ</w:t>
      </w:r>
      <w:r w:rsidRPr="00E243D8">
        <w:rPr>
          <w:rtl/>
          <w:lang w:bidi="fa-IR"/>
        </w:rPr>
        <w:t xml:space="preserve"> مِنَ الْقُرآنِ قالَ الله تعال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: لِکَ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لا</w:t>
      </w:r>
      <w:r w:rsidRPr="00E243D8">
        <w:rPr>
          <w:rtl/>
          <w:lang w:bidi="fa-IR"/>
        </w:rPr>
        <w:t xml:space="preserve"> تَأسَوْا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 فاتَکُمْ وَلا تَفْرَحوا بِما آتاکُمْ فَمَنْ لَمْ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أسِ</w:t>
      </w:r>
      <w:r w:rsidRPr="00E243D8">
        <w:rPr>
          <w:rtl/>
          <w:lang w:bidi="fa-IR"/>
        </w:rPr>
        <w:t xml:space="preserve"> عَلَ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الماض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 لَمْ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فْرَحْ</w:t>
      </w:r>
      <w:r w:rsidRPr="00E243D8">
        <w:rPr>
          <w:rtl/>
          <w:lang w:bidi="fa-IR"/>
        </w:rPr>
        <w:t xml:space="preserve"> بِالآت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فَقَدْ اَخَذَ بِالزُّهْدِ149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سافِروا</w:t>
      </w:r>
      <w:r w:rsidRPr="00E243D8">
        <w:rPr>
          <w:rtl/>
          <w:lang w:bidi="fa-IR"/>
        </w:rPr>
        <w:t xml:space="preserve"> تَصِحُّوا184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ساوُوا</w:t>
      </w:r>
      <w:r w:rsidRPr="00E243D8">
        <w:rPr>
          <w:rtl/>
          <w:lang w:bidi="fa-IR"/>
        </w:rPr>
        <w:t xml:space="preserve"> بَ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 xml:space="preserve"> اَوْلادِکُمْ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الْعَطِ</w:t>
      </w:r>
      <w:r w:rsidRPr="00E243D8">
        <w:rPr>
          <w:rFonts w:hint="cs"/>
          <w:rtl/>
          <w:lang w:bidi="fa-IR"/>
        </w:rPr>
        <w:t>یَّ</w:t>
      </w:r>
      <w:r w:rsidRPr="00E243D8">
        <w:rPr>
          <w:rFonts w:hint="eastAsia"/>
          <w:rtl/>
          <w:lang w:bidi="fa-IR"/>
        </w:rPr>
        <w:t>هِ</w:t>
      </w:r>
      <w:r w:rsidRPr="00E243D8">
        <w:rPr>
          <w:rtl/>
          <w:lang w:bidi="fa-IR"/>
        </w:rPr>
        <w:t xml:space="preserve"> فَلَوْ کُنْتُ مُفَضِّلاً اَحَداً لَفَضَّلْتُ النِّساءَ115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سُرورُ</w:t>
      </w:r>
      <w:r w:rsidRPr="00E243D8">
        <w:rPr>
          <w:rtl/>
          <w:lang w:bidi="fa-IR"/>
        </w:rPr>
        <w:t xml:space="preserve"> المُؤْمِنِ بِطاعَهِ رَبِّهِ وَ حُزْنُهُ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ذَنْبِهِ68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السّ</w:t>
      </w:r>
      <w:r w:rsidRPr="00E243D8">
        <w:rPr>
          <w:rtl/>
          <w:lang w:bidi="fa-IR"/>
        </w:rPr>
        <w:t xml:space="preserve">_ُرورُ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بْسطُ</w:t>
      </w:r>
      <w:r w:rsidRPr="00E243D8">
        <w:rPr>
          <w:rtl/>
          <w:lang w:bidi="fa-IR"/>
        </w:rPr>
        <w:t xml:space="preserve"> النَّفْسَ وَ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ث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رُ</w:t>
      </w:r>
      <w:r w:rsidRPr="00E243D8">
        <w:rPr>
          <w:rtl/>
          <w:lang w:bidi="fa-IR"/>
        </w:rPr>
        <w:t xml:space="preserve"> النَّشاطَ168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سَهَرُ</w:t>
      </w:r>
      <w:r w:rsidRPr="00E243D8">
        <w:rPr>
          <w:rtl/>
          <w:lang w:bidi="fa-IR"/>
        </w:rPr>
        <w:t xml:space="preserve"> الْعُ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ونِ</w:t>
      </w:r>
      <w:r w:rsidRPr="00E243D8">
        <w:rPr>
          <w:rtl/>
          <w:lang w:bidi="fa-IR"/>
        </w:rPr>
        <w:t xml:space="preserve"> بِذِکرِ اللهِ فُرْصَهُ الصُّعداءِ وَ نُزْهَهُ الْاَولِ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اءِ</w:t>
      </w:r>
      <w:r w:rsidRPr="00E243D8">
        <w:rPr>
          <w:rtl/>
          <w:lang w:bidi="fa-IR"/>
        </w:rPr>
        <w:t>186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شَ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طانُ</w:t>
      </w:r>
      <w:r w:rsidRPr="00E243D8">
        <w:rPr>
          <w:rtl/>
          <w:lang w:bidi="fa-IR"/>
        </w:rPr>
        <w:t xml:space="preserve"> کُلِّ اِنْسانٍ نَفْسُهُ3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شَ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طان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اَسْلَمَ بِ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33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الصَّلاهُ</w:t>
      </w:r>
      <w:r w:rsidRPr="00E243D8">
        <w:rPr>
          <w:rtl/>
          <w:lang w:bidi="fa-IR"/>
        </w:rPr>
        <w:t xml:space="preserve"> عَلَ</w:t>
      </w:r>
      <w:r w:rsidRPr="00E243D8">
        <w:rPr>
          <w:rFonts w:hint="cs"/>
          <w:rtl/>
          <w:lang w:bidi="fa-IR"/>
        </w:rPr>
        <w:t>یَّ</w:t>
      </w:r>
      <w:r w:rsidRPr="00E243D8">
        <w:rPr>
          <w:rtl/>
          <w:lang w:bidi="fa-IR"/>
        </w:rPr>
        <w:t xml:space="preserve"> نُورُ الصِّراطِ وَ مَنْ کانَ لَهُ عَلَ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الصِّراطِ مِنَ النّورِ لَمْ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کُنْ</w:t>
      </w:r>
      <w:r w:rsidRPr="00E243D8">
        <w:rPr>
          <w:rtl/>
          <w:lang w:bidi="fa-IR"/>
        </w:rPr>
        <w:t xml:space="preserve"> مِنْ اَهْلِ النّارِ20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ضِحْکُ</w:t>
      </w:r>
      <w:r w:rsidRPr="00E243D8">
        <w:rPr>
          <w:rtl/>
          <w:lang w:bidi="fa-IR"/>
        </w:rPr>
        <w:t xml:space="preserve"> المُؤمِنِ تَبَسُّمٌ219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العاقِلُ</w:t>
      </w:r>
      <w:r w:rsidRPr="00E243D8">
        <w:rPr>
          <w:rtl/>
          <w:lang w:bidi="fa-IR"/>
        </w:rPr>
        <w:t xml:space="preserve"> مَهْمُومٌ مَغمومٌ57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عَجِبْتُ</w:t>
      </w:r>
      <w:r w:rsidRPr="00E243D8">
        <w:rPr>
          <w:rtl/>
          <w:lang w:bidi="fa-IR"/>
        </w:rPr>
        <w:t xml:space="preserve"> لِمَنْ اغْتَمَّ کَ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فَ</w:t>
      </w:r>
      <w:r w:rsidRPr="00E243D8">
        <w:rPr>
          <w:rtl/>
          <w:lang w:bidi="fa-IR"/>
        </w:rPr>
        <w:t xml:space="preserve"> لا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فْزَعُ</w:t>
      </w:r>
      <w:r w:rsidRPr="00E243D8">
        <w:rPr>
          <w:rtl/>
          <w:lang w:bidi="fa-IR"/>
        </w:rPr>
        <w:t xml:space="preserve"> اِل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قَوْلِهِ تَعال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لا</w:t>
      </w:r>
      <w:r w:rsidRPr="00E243D8">
        <w:rPr>
          <w:rFonts w:hint="cs"/>
          <w:rtl/>
          <w:lang w:bidi="fa-IR"/>
        </w:rPr>
        <w:t xml:space="preserve"> اِلهَ اِلّا اَنْتَ سُبْحانَکَ اِنّی</w:t>
      </w:r>
      <w:r w:rsidRPr="00E243D8">
        <w:rPr>
          <w:rtl/>
          <w:lang w:bidi="fa-IR"/>
        </w:rPr>
        <w:t xml:space="preserve"> کُنْتُ مِنَ الظّالِم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نَ»</w:t>
      </w:r>
      <w:r w:rsidRPr="00E243D8">
        <w:rPr>
          <w:rtl/>
          <w:lang w:bidi="fa-IR"/>
        </w:rPr>
        <w:t xml:space="preserve"> فَاِنّ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سَمِعْتُ اللهَ عَزَّوَجَلَّ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قُولُ</w:t>
      </w:r>
      <w:r w:rsidRPr="00E243D8">
        <w:rPr>
          <w:rtl/>
          <w:lang w:bidi="fa-IR"/>
        </w:rPr>
        <w:t xml:space="preserve"> بِعَقَبِها فَاسْتَجَبنا لَهُ وَ نَجَّ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ناهُ</w:t>
      </w:r>
      <w:r w:rsidRPr="00E243D8">
        <w:rPr>
          <w:rtl/>
          <w:lang w:bidi="fa-IR"/>
        </w:rPr>
        <w:t xml:space="preserve"> مِنَ الْغَمِّ وَ کَذ</w:t>
      </w:r>
      <w:r w:rsidRPr="00E243D8">
        <w:rPr>
          <w:rFonts w:hint="cs"/>
          <w:rtl/>
          <w:lang w:bidi="fa-IR"/>
        </w:rPr>
        <w:t>لِکَ نُنْجِی</w:t>
      </w:r>
      <w:r w:rsidRPr="00E243D8">
        <w:rPr>
          <w:rtl/>
          <w:lang w:bidi="fa-IR"/>
        </w:rPr>
        <w:t xml:space="preserve"> الْ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_ُؤْمِن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نَ»</w:t>
      </w:r>
      <w:r w:rsidRPr="00E243D8">
        <w:rPr>
          <w:rtl/>
          <w:lang w:bidi="fa-IR"/>
        </w:rPr>
        <w:t>88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عَجِبْتُ</w:t>
      </w:r>
      <w:r w:rsidRPr="00E243D8">
        <w:rPr>
          <w:rtl/>
          <w:lang w:bidi="fa-IR"/>
        </w:rPr>
        <w:t xml:space="preserve"> لِمَنْ اَ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قَنَ</w:t>
      </w:r>
      <w:r w:rsidRPr="00E243D8">
        <w:rPr>
          <w:rtl/>
          <w:lang w:bidi="fa-IR"/>
        </w:rPr>
        <w:t xml:space="preserve"> بِالْقَدَرِ کَ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فَ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حْزَنُ</w:t>
      </w:r>
      <w:r w:rsidRPr="00E243D8">
        <w:rPr>
          <w:rtl/>
          <w:lang w:bidi="fa-IR"/>
        </w:rPr>
        <w:t>91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عَلِّمُوا</w:t>
      </w:r>
      <w:r w:rsidRPr="00E243D8">
        <w:rPr>
          <w:rtl/>
          <w:lang w:bidi="fa-IR"/>
        </w:rPr>
        <w:t xml:space="preserve"> اَولادَکُمْ السَّباحَهَ وَ الرِّما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هَ</w:t>
      </w:r>
      <w:r w:rsidRPr="00E243D8">
        <w:rPr>
          <w:rtl/>
          <w:lang w:bidi="fa-IR"/>
        </w:rPr>
        <w:t>183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العُلُومُ</w:t>
      </w:r>
      <w:r w:rsidRPr="00E243D8">
        <w:rPr>
          <w:rtl/>
          <w:lang w:bidi="fa-IR"/>
        </w:rPr>
        <w:t xml:space="preserve"> نُزْهَهُ الْاُدَباءِ188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فاذْکُرِ</w:t>
      </w:r>
      <w:r w:rsidRPr="00E243D8">
        <w:rPr>
          <w:rtl/>
          <w:lang w:bidi="fa-IR"/>
        </w:rPr>
        <w:t xml:space="preserve"> المَوْتَ وَ وَحْدَتَکَ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قَبْرِکَ وَ سَ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لانَ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کَ</w:t>
      </w:r>
      <w:r w:rsidRPr="00E243D8">
        <w:rPr>
          <w:rtl/>
          <w:lang w:bidi="fa-IR"/>
        </w:rPr>
        <w:t xml:space="preserve">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خَدَّ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کَ</w:t>
      </w:r>
      <w:r w:rsidRPr="00E243D8">
        <w:rPr>
          <w:rtl/>
          <w:lang w:bidi="fa-IR"/>
        </w:rPr>
        <w:t xml:space="preserve"> وَ تَقَطُّعَ اَوْصالِکَ وَ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اَکْلَ</w:t>
      </w:r>
      <w:r w:rsidRPr="00E243D8">
        <w:rPr>
          <w:rtl/>
          <w:lang w:bidi="fa-IR"/>
        </w:rPr>
        <w:t xml:space="preserve"> الدُّودِ مِنْ لَحمِکَ وَ بَلاکَ وَ انْقِطاعَکَ عَنِ الدُّن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فَاِنَّ ذلِکَ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حُثُّکَ</w:t>
      </w:r>
      <w:r w:rsidRPr="00E243D8">
        <w:rPr>
          <w:rtl/>
          <w:lang w:bidi="fa-IR"/>
        </w:rPr>
        <w:t xml:space="preserve"> عَلَ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الْعَمَلِ وَ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رْدَعُکَ</w:t>
      </w:r>
      <w:r w:rsidRPr="00E243D8">
        <w:rPr>
          <w:rtl/>
          <w:lang w:bidi="fa-IR"/>
        </w:rPr>
        <w:t xml:space="preserve"> عَنْ کَث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رٍ</w:t>
      </w:r>
      <w:r w:rsidRPr="00E243D8">
        <w:rPr>
          <w:rtl/>
          <w:lang w:bidi="fa-IR"/>
        </w:rPr>
        <w:t xml:space="preserve"> مِنَ الحِرْصِ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الدُّن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>96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فاعِلُ</w:t>
      </w:r>
      <w:r w:rsidRPr="00E243D8">
        <w:rPr>
          <w:rtl/>
          <w:lang w:bidi="fa-IR"/>
        </w:rPr>
        <w:t xml:space="preserve"> الخَ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رِ</w:t>
      </w:r>
      <w:r w:rsidRPr="00E243D8">
        <w:rPr>
          <w:rtl/>
          <w:lang w:bidi="fa-IR"/>
        </w:rPr>
        <w:t xml:space="preserve"> خَ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رٌ</w:t>
      </w:r>
      <w:r w:rsidRPr="00E243D8">
        <w:rPr>
          <w:rtl/>
          <w:lang w:bidi="fa-IR"/>
        </w:rPr>
        <w:t xml:space="preserve"> مِنْهُ و فاعِلُ الشَّرِّ شَرٌّ مِنْهُ51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فاِنَّ</w:t>
      </w:r>
      <w:r w:rsidRPr="00E243D8">
        <w:rPr>
          <w:rtl/>
          <w:lang w:bidi="fa-IR"/>
        </w:rPr>
        <w:t xml:space="preserve"> الدُّن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خَلَقَها اللهُ تَعال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بِمَنْزِلَهِ ظِلِّکَ اِنْ طَلَبْتَهُ اَتْعَبَکَ وَلا تَلْحَقُهُ اَبَداً وَ اِنْ تَرَکْتَهُ تَبِعَکَ وَ اَنْتَ مُسْتَر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حٌ</w:t>
      </w:r>
      <w:r w:rsidRPr="00E243D8">
        <w:rPr>
          <w:rtl/>
          <w:lang w:bidi="fa-IR"/>
        </w:rPr>
        <w:t>154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فَاِنَّ</w:t>
      </w:r>
      <w:r w:rsidRPr="00E243D8">
        <w:rPr>
          <w:rtl/>
          <w:lang w:bidi="fa-IR"/>
        </w:rPr>
        <w:t xml:space="preserve"> المُداعَبَهَ مِنْ حُسْنِ الخُلْقِ وَ اِنَّکَ لَتُدْخِلُ بِهَا السُّ_رُورَ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اَخ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کَ</w:t>
      </w:r>
      <w:r w:rsidRPr="00E243D8">
        <w:rPr>
          <w:rtl/>
          <w:lang w:bidi="fa-IR"/>
        </w:rPr>
        <w:t xml:space="preserve"> وَ لَقَدْ کانَ </w:t>
      </w:r>
      <w:r w:rsidRPr="00E243D8">
        <w:rPr>
          <w:rtl/>
          <w:lang w:bidi="fa-IR"/>
        </w:rPr>
        <w:lastRenderedPageBreak/>
        <w:t>رَسول اللهِ صل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الله عل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و اله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داعِبُ</w:t>
      </w:r>
      <w:r w:rsidRPr="00E243D8">
        <w:rPr>
          <w:rtl/>
          <w:lang w:bidi="fa-IR"/>
        </w:rPr>
        <w:t xml:space="preserve"> الرَّجُلَ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دُ</w:t>
      </w:r>
      <w:r w:rsidRPr="00E243D8">
        <w:rPr>
          <w:rtl/>
          <w:lang w:bidi="fa-IR"/>
        </w:rPr>
        <w:t xml:space="preserve"> اَنْ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سُ</w:t>
      </w:r>
      <w:r w:rsidRPr="00E243D8">
        <w:rPr>
          <w:rtl/>
          <w:lang w:bidi="fa-IR"/>
        </w:rPr>
        <w:t>_رَّهُ192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فَضْلُ</w:t>
      </w:r>
      <w:r w:rsidRPr="00E243D8">
        <w:rPr>
          <w:rtl/>
          <w:lang w:bidi="fa-IR"/>
        </w:rPr>
        <w:t xml:space="preserve"> اللهِ نُبُوَّهُ نَب</w:t>
      </w:r>
      <w:r w:rsidRPr="00E243D8">
        <w:rPr>
          <w:rFonts w:hint="cs"/>
          <w:rtl/>
          <w:lang w:bidi="fa-IR"/>
        </w:rPr>
        <w:t>یِّ</w:t>
      </w:r>
      <w:r w:rsidRPr="00E243D8">
        <w:rPr>
          <w:rFonts w:hint="eastAsia"/>
          <w:rtl/>
          <w:lang w:bidi="fa-IR"/>
        </w:rPr>
        <w:t>کُمْ</w:t>
      </w:r>
      <w:r w:rsidRPr="00E243D8">
        <w:rPr>
          <w:rtl/>
          <w:lang w:bidi="fa-IR"/>
        </w:rPr>
        <w:t xml:space="preserve"> وَ رَحْمَتُهُ وِلا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هُ</w:t>
      </w:r>
      <w:r w:rsidRPr="00E243D8">
        <w:rPr>
          <w:rtl/>
          <w:lang w:bidi="fa-IR"/>
        </w:rPr>
        <w:t xml:space="preserve"> عَلِ</w:t>
      </w:r>
      <w:r w:rsidRPr="00E243D8">
        <w:rPr>
          <w:rFonts w:hint="cs"/>
          <w:rtl/>
          <w:lang w:bidi="fa-IR"/>
        </w:rPr>
        <w:t>یِّ</w:t>
      </w:r>
      <w:r w:rsidRPr="00E243D8">
        <w:rPr>
          <w:rtl/>
          <w:lang w:bidi="fa-IR"/>
        </w:rPr>
        <w:t xml:space="preserve"> بن 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طالب47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الفِکْرُ</w:t>
      </w:r>
      <w:r w:rsidRPr="00E243D8">
        <w:rPr>
          <w:rtl/>
          <w:lang w:bidi="fa-IR"/>
        </w:rPr>
        <w:t xml:space="preserve"> نُزْهَهُ المُتَّق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>187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فَلا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عْلَمُ</w:t>
      </w:r>
      <w:r w:rsidRPr="00E243D8">
        <w:rPr>
          <w:rtl/>
          <w:lang w:bidi="fa-IR"/>
        </w:rPr>
        <w:t xml:space="preserve"> ما داخَلَن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مِنَ السُّرُورِ اِلّا اللهُ بِاِکْفائ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رَسُولُ اللهِ تَحَمُّلَ رِقابِ الرِّجالِ111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فَلْ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کُنْ</w:t>
      </w:r>
      <w:r w:rsidRPr="00E243D8">
        <w:rPr>
          <w:rtl/>
          <w:lang w:bidi="fa-IR"/>
        </w:rPr>
        <w:t xml:space="preserve"> سُرورکَ بِمانِلْتُ مِنْ آخِرَتِکَ وَلْ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کُنْ</w:t>
      </w:r>
      <w:r w:rsidRPr="00E243D8">
        <w:rPr>
          <w:rtl/>
          <w:lang w:bidi="fa-IR"/>
        </w:rPr>
        <w:t xml:space="preserve"> اَسَفُکَ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 فاتَکَ مِنها66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فَوَ</w:t>
      </w:r>
      <w:r w:rsidRPr="00E243D8">
        <w:rPr>
          <w:rtl/>
          <w:lang w:bidi="fa-IR"/>
        </w:rPr>
        <w:t xml:space="preserve"> الّذ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وَسِعَ سَمْعُهُ الاَصواتَ ما مِنْ اَحَدٍ اَوْدَعَ قَلباً سُروراً اِلّا وَ خَلَقَ اللهُ لَهُ مِنْ ذلِکَ السُّرورِ لُطْفاً فَإذا نَزَلَتْ بِهِ نائِبَهٌ جَرَ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إلَ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ها</w:t>
      </w:r>
      <w:r w:rsidRPr="00E243D8">
        <w:rPr>
          <w:rtl/>
          <w:lang w:bidi="fa-IR"/>
        </w:rPr>
        <w:t xml:space="preserve"> کَالْماء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انْحدارِهِ حَتّ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طْرُدَها</w:t>
      </w:r>
      <w:r w:rsidRPr="00E243D8">
        <w:rPr>
          <w:rtl/>
          <w:lang w:bidi="fa-IR"/>
        </w:rPr>
        <w:t xml:space="preserve"> عَنْهُ کَما تُطْرَدُ غَر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بَهُ</w:t>
      </w:r>
      <w:r w:rsidRPr="00E243D8">
        <w:rPr>
          <w:rtl/>
          <w:lang w:bidi="fa-IR"/>
        </w:rPr>
        <w:t xml:space="preserve"> الاِبِل97</w:t>
      </w:r>
      <w:r w:rsidRPr="00E243D8">
        <w:rPr>
          <w:rtl/>
          <w:lang w:bidi="fa-IR"/>
        </w:rPr>
        <w:cr/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فَوَقاهُمُ</w:t>
      </w:r>
      <w:r w:rsidRPr="00E243D8">
        <w:rPr>
          <w:rtl/>
          <w:lang w:bidi="fa-IR"/>
        </w:rPr>
        <w:t xml:space="preserve"> اللهُ شَرَّ ذلِکَ ال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وْمِ</w:t>
      </w:r>
      <w:r w:rsidRPr="00E243D8">
        <w:rPr>
          <w:rtl/>
          <w:lang w:bidi="fa-IR"/>
        </w:rPr>
        <w:t xml:space="preserve"> وَ لَقّاهُمْ نَضْرَهً و سُرورا43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فهذا</w:t>
      </w:r>
      <w:r w:rsidRPr="00E243D8">
        <w:rPr>
          <w:rtl/>
          <w:lang w:bidi="fa-IR"/>
        </w:rPr>
        <w:t xml:space="preserve"> اَکْبَرُ وَ اَعْظَمُ مِمّا اَعْطَ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اللهُ آدَمَ66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قالَ</w:t>
      </w:r>
      <w:r w:rsidRPr="00E243D8">
        <w:rPr>
          <w:rtl/>
          <w:lang w:bidi="fa-IR"/>
        </w:rPr>
        <w:t xml:space="preserve"> اللهُ جَلَّ جَلالُهُ عِباد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کُلُّکُمْ ضالٌّ اِلّا مَنْ هَدَ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تُهُ</w:t>
      </w:r>
      <w:r w:rsidRPr="00E243D8">
        <w:rPr>
          <w:rtl/>
          <w:lang w:bidi="fa-IR"/>
        </w:rPr>
        <w:t xml:space="preserve"> وَ کُلُّکُمْ فَق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رٌ</w:t>
      </w:r>
      <w:r w:rsidRPr="00E243D8">
        <w:rPr>
          <w:rtl/>
          <w:lang w:bidi="fa-IR"/>
        </w:rPr>
        <w:t xml:space="preserve"> اِلّا مَنْ اَغْنَ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تُهُ</w:t>
      </w:r>
      <w:r w:rsidRPr="00E243D8">
        <w:rPr>
          <w:rtl/>
          <w:lang w:bidi="fa-IR"/>
        </w:rPr>
        <w:t xml:space="preserve"> وَ کُلُّکُمْ مُذْنِبٌ اِلّا مَنْ عَصَمْتُهُ131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قَوْلَ</w:t>
      </w:r>
      <w:r w:rsidRPr="00E243D8">
        <w:rPr>
          <w:rtl/>
          <w:lang w:bidi="fa-IR"/>
        </w:rPr>
        <w:t xml:space="preserve"> الرَّجُلِ لِلْمَرأَهِ اِنّ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اُحِبُّکَ لا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ذْهَبُ</w:t>
      </w:r>
      <w:r w:rsidRPr="00E243D8">
        <w:rPr>
          <w:rtl/>
          <w:lang w:bidi="fa-IR"/>
        </w:rPr>
        <w:t xml:space="preserve"> مِنْ قَلْبِها اَبَداً112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کانَ</w:t>
      </w:r>
      <w:r w:rsidRPr="00E243D8">
        <w:rPr>
          <w:rtl/>
          <w:lang w:bidi="fa-IR"/>
        </w:rPr>
        <w:t xml:space="preserve"> اَکْثَرُ النّاسِ تَبَسُّما214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lastRenderedPageBreak/>
        <w:t>کانَ</w:t>
      </w:r>
      <w:r w:rsidRPr="00E243D8">
        <w:rPr>
          <w:rtl/>
          <w:lang w:bidi="fa-IR"/>
        </w:rPr>
        <w:t xml:space="preserve"> اَکْثَرُ عِبادَهِ 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ذَرٍّ رَحِمَهُ اللهُ التَّفَکُّرُ وَ الْاِعتِبارٌ188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کانَ</w:t>
      </w:r>
      <w:r w:rsidRPr="00E243D8">
        <w:rPr>
          <w:rtl/>
          <w:lang w:bidi="fa-IR"/>
        </w:rPr>
        <w:t xml:space="preserve"> النَّب</w:t>
      </w:r>
      <w:r w:rsidRPr="00E243D8">
        <w:rPr>
          <w:rFonts w:hint="cs"/>
          <w:rtl/>
          <w:lang w:bidi="fa-IR"/>
        </w:rPr>
        <w:t>یُّ</w:t>
      </w:r>
      <w:r w:rsidRPr="00E243D8">
        <w:rPr>
          <w:rtl/>
          <w:lang w:bidi="fa-IR"/>
        </w:rPr>
        <w:t xml:space="preserve"> اِذا اَصْبَحَ مَسَحَ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رُؤُوسِ وُلْدِهِ وَ وَلْدِ وُلْدِهِ116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کانَ</w:t>
      </w:r>
      <w:r w:rsidRPr="00E243D8">
        <w:rPr>
          <w:rtl/>
          <w:lang w:bidi="fa-IR"/>
        </w:rPr>
        <w:t xml:space="preserve"> رسُولُ الله صلّ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الله عل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و آله کَث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رُ</w:t>
      </w:r>
      <w:r w:rsidRPr="00E243D8">
        <w:rPr>
          <w:rtl/>
          <w:lang w:bidi="fa-IR"/>
        </w:rPr>
        <w:t xml:space="preserve"> الْمِزاحِ 197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کان</w:t>
      </w:r>
      <w:r w:rsidRPr="00E243D8">
        <w:rPr>
          <w:rtl/>
          <w:lang w:bidi="fa-IR"/>
        </w:rPr>
        <w:t xml:space="preserve"> رسولُ اللهِ صَلّ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الله عل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و آله لَ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سُرُّ</w:t>
      </w:r>
      <w:r w:rsidRPr="00E243D8">
        <w:rPr>
          <w:rtl/>
          <w:lang w:bidi="fa-IR"/>
        </w:rPr>
        <w:t xml:space="preserve"> الرَّجُلَ مِنْ اَصْحابِهِ اِذا رَآهُ مَغْمُوماً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بِالمُداعَبَهِ</w:t>
      </w:r>
      <w:r w:rsidRPr="00E243D8">
        <w:rPr>
          <w:rtl/>
          <w:lang w:bidi="fa-IR"/>
        </w:rPr>
        <w:t>196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کان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ضْحَکُ</w:t>
      </w:r>
      <w:r w:rsidRPr="00E243D8">
        <w:rPr>
          <w:rtl/>
          <w:lang w:bidi="fa-IR"/>
        </w:rPr>
        <w:t xml:space="preserve"> حَتّ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بْدُو</w:t>
      </w:r>
      <w:r w:rsidRPr="00E243D8">
        <w:rPr>
          <w:rtl/>
          <w:lang w:bidi="fa-IR"/>
        </w:rPr>
        <w:t xml:space="preserve"> ناجِذُه215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کَثْرَهُ</w:t>
      </w:r>
      <w:r w:rsidRPr="00E243D8">
        <w:rPr>
          <w:rtl/>
          <w:lang w:bidi="fa-IR"/>
        </w:rPr>
        <w:t xml:space="preserve"> الضِّحْکِ تَمُجُّ الإ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مانَ</w:t>
      </w:r>
      <w:r w:rsidRPr="00E243D8">
        <w:rPr>
          <w:rtl/>
          <w:lang w:bidi="fa-IR"/>
        </w:rPr>
        <w:t xml:space="preserve"> مَجّاً219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کَثْرَهُ</w:t>
      </w:r>
      <w:r w:rsidRPr="00E243D8">
        <w:rPr>
          <w:rtl/>
          <w:lang w:bidi="fa-IR"/>
        </w:rPr>
        <w:t xml:space="preserve"> الْمِزاحِ تَذْهَبُ البَهاءَ وَ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وجِبُ</w:t>
      </w:r>
      <w:r w:rsidRPr="00E243D8">
        <w:rPr>
          <w:rtl/>
          <w:lang w:bidi="fa-IR"/>
        </w:rPr>
        <w:t xml:space="preserve"> الشَّحْناءَ213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کَثْرَهُ</w:t>
      </w:r>
      <w:r w:rsidRPr="00E243D8">
        <w:rPr>
          <w:rtl/>
          <w:lang w:bidi="fa-IR"/>
        </w:rPr>
        <w:t xml:space="preserve"> الْمِزاحُ تَذْهَبُ بِماءِ الْوَجْهِ212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کُلُّ</w:t>
      </w:r>
      <w:r w:rsidRPr="00E243D8">
        <w:rPr>
          <w:rtl/>
          <w:lang w:bidi="fa-IR"/>
        </w:rPr>
        <w:t xml:space="preserve"> لَهوِ المُؤْمِنْ باطِلٌ اِلّا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ثَلاثٍ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تَأْد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بِ</w:t>
      </w:r>
      <w:r w:rsidRPr="00E243D8">
        <w:rPr>
          <w:rtl/>
          <w:lang w:bidi="fa-IR"/>
        </w:rPr>
        <w:t xml:space="preserve"> الْفَرَسِ وَ رَم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هِ</w:t>
      </w:r>
      <w:r w:rsidRPr="00E243D8">
        <w:rPr>
          <w:rtl/>
          <w:lang w:bidi="fa-IR"/>
        </w:rPr>
        <w:t xml:space="preserve"> عَنْ قَوْسِهِ وَ مُلاعَبَهِ امْرَأَتِهِ فَانَّهُنَّ حَقٌّ177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کُلُّکُمْ</w:t>
      </w:r>
      <w:r w:rsidRPr="00E243D8">
        <w:rPr>
          <w:rtl/>
          <w:lang w:bidi="fa-IR"/>
        </w:rPr>
        <w:t xml:space="preserve"> هالِکٌ اِلّا مَنْ اَنْجَ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تُ</w:t>
      </w:r>
      <w:r w:rsidRPr="00E243D8">
        <w:rPr>
          <w:rtl/>
          <w:lang w:bidi="fa-IR"/>
        </w:rPr>
        <w:t>132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کَمْ</w:t>
      </w:r>
      <w:r w:rsidRPr="00E243D8">
        <w:rPr>
          <w:rtl/>
          <w:lang w:bidi="fa-IR"/>
        </w:rPr>
        <w:t xml:space="preserve"> مِنْ حَز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نٍ</w:t>
      </w:r>
      <w:r w:rsidRPr="00E243D8">
        <w:rPr>
          <w:rtl/>
          <w:lang w:bidi="fa-IR"/>
        </w:rPr>
        <w:t xml:space="preserve"> وَفَدَ بِهِ حُزْنُهُ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سُرورِ الْاَبَدِ69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کُنْ</w:t>
      </w:r>
      <w:r w:rsidRPr="00E243D8">
        <w:rPr>
          <w:rtl/>
          <w:lang w:bidi="fa-IR"/>
        </w:rPr>
        <w:t xml:space="preserve"> جَمَل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117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کَ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فَ</w:t>
      </w:r>
      <w:r w:rsidRPr="00E243D8">
        <w:rPr>
          <w:rtl/>
          <w:lang w:bidi="fa-IR"/>
        </w:rPr>
        <w:t xml:space="preserve"> مُداعَبَهُ بَعْضِکُمْ بَعْضاً192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lastRenderedPageBreak/>
        <w:t>لا</w:t>
      </w:r>
      <w:r w:rsidRPr="00E243D8">
        <w:rPr>
          <w:rtl/>
          <w:lang w:bidi="fa-IR"/>
        </w:rPr>
        <w:t xml:space="preserve"> بَلِ المِلْحُ لَقَدْ خَرَجْنا اِل</w:t>
      </w:r>
      <w:r w:rsidRPr="00E243D8">
        <w:rPr>
          <w:rFonts w:hint="cs"/>
          <w:rtl/>
          <w:lang w:bidi="fa-IR"/>
        </w:rPr>
        <w:t>یَ</w:t>
      </w:r>
      <w:r w:rsidRPr="00E243D8">
        <w:rPr>
          <w:rtl/>
          <w:lang w:bidi="fa-IR"/>
        </w:rPr>
        <w:t xml:space="preserve"> نُزْهَهٍ لَنا فَنَسِ</w:t>
      </w:r>
      <w:r w:rsidRPr="00E243D8">
        <w:rPr>
          <w:rFonts w:hint="cs"/>
          <w:rtl/>
          <w:lang w:bidi="fa-IR"/>
        </w:rPr>
        <w:t>یَ</w:t>
      </w:r>
      <w:r w:rsidRPr="00E243D8">
        <w:rPr>
          <w:rtl/>
          <w:lang w:bidi="fa-IR"/>
        </w:rPr>
        <w:t xml:space="preserve"> الْغُلامُ المِلْحَ فَما انْتَفَعْنا بِشَ_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ءٍ</w:t>
      </w:r>
      <w:r w:rsidRPr="00E243D8">
        <w:rPr>
          <w:rtl/>
          <w:lang w:bidi="fa-IR"/>
        </w:rPr>
        <w:t xml:space="preserve"> حَتَّ</w:t>
      </w:r>
      <w:r w:rsidRPr="00E243D8">
        <w:rPr>
          <w:rFonts w:hint="cs"/>
          <w:rtl/>
          <w:lang w:bidi="fa-IR"/>
        </w:rPr>
        <w:t>ی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انْصَرَفْنا</w:t>
      </w:r>
      <w:r w:rsidRPr="00E243D8">
        <w:rPr>
          <w:rtl/>
          <w:lang w:bidi="fa-IR"/>
        </w:rPr>
        <w:t>176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لا</w:t>
      </w:r>
      <w:r w:rsidRPr="00E243D8">
        <w:rPr>
          <w:rtl/>
          <w:lang w:bidi="fa-IR"/>
        </w:rPr>
        <w:t xml:space="preserve"> تُکسِرِ القَوار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رَ</w:t>
      </w:r>
      <w:r w:rsidRPr="00E243D8">
        <w:rPr>
          <w:rtl/>
          <w:lang w:bidi="fa-IR"/>
        </w:rPr>
        <w:t>201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لا</w:t>
      </w:r>
      <w:r w:rsidRPr="00E243D8">
        <w:rPr>
          <w:rtl/>
          <w:lang w:bidi="fa-IR"/>
        </w:rPr>
        <w:t xml:space="preserve"> حَولَ وَلا قُوَّهَ اِلّا بِالله87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لا</w:t>
      </w:r>
      <w:r w:rsidRPr="00E243D8">
        <w:rPr>
          <w:rtl/>
          <w:lang w:bidi="fa-IR"/>
        </w:rPr>
        <w:t xml:space="preserve"> راحَهَ لِمُؤمِنٍ عَلَ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الحَق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قَهِ</w:t>
      </w:r>
      <w:r w:rsidRPr="00E243D8">
        <w:rPr>
          <w:rtl/>
          <w:lang w:bidi="fa-IR"/>
        </w:rPr>
        <w:t xml:space="preserve"> اِلّا عِنْدَ لِقاء اللهِ تَعال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100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لا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جِدُ</w:t>
      </w:r>
      <w:r w:rsidRPr="00E243D8">
        <w:rPr>
          <w:rtl/>
          <w:lang w:bidi="fa-IR"/>
        </w:rPr>
        <w:t xml:space="preserve"> عَبْدٌ طَعْمَ الإ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مانِ</w:t>
      </w:r>
      <w:r w:rsidRPr="00E243D8">
        <w:rPr>
          <w:rtl/>
          <w:lang w:bidi="fa-IR"/>
        </w:rPr>
        <w:t xml:space="preserve"> حَتّ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تْرُکَ</w:t>
      </w:r>
      <w:r w:rsidRPr="00E243D8">
        <w:rPr>
          <w:rtl/>
          <w:lang w:bidi="fa-IR"/>
        </w:rPr>
        <w:t xml:space="preserve"> الْکِذْبَ هَزْلَهُ وَ جِدَّهُ212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لا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دْخُلٌُ</w:t>
      </w:r>
      <w:r w:rsidRPr="00E243D8">
        <w:rPr>
          <w:rtl/>
          <w:lang w:bidi="fa-IR"/>
        </w:rPr>
        <w:t xml:space="preserve"> الجَنَّهَ الْاَعوَدُ وَالْاَعم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هذا المَعن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199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لاخَ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رَ</w:t>
      </w:r>
      <w:r w:rsidRPr="00E243D8">
        <w:rPr>
          <w:rtl/>
          <w:lang w:bidi="fa-IR"/>
        </w:rPr>
        <w:t xml:space="preserve">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لَذَّهٍ مِنْ بَعْدِهَا النّارُ171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لازِ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ارَهَ</w:t>
      </w:r>
      <w:r w:rsidRPr="00E243D8">
        <w:rPr>
          <w:rtl/>
          <w:lang w:bidi="fa-IR"/>
        </w:rPr>
        <w:t xml:space="preserve"> مَعَ ذَعارَه181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لاعَتْبَ</w:t>
      </w:r>
      <w:r w:rsidRPr="00E243D8">
        <w:rPr>
          <w:rtl/>
          <w:lang w:bidi="fa-IR"/>
        </w:rPr>
        <w:t xml:space="preserve">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مَنْ دانَ بِوَلا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هِ</w:t>
      </w:r>
      <w:r w:rsidRPr="00E243D8">
        <w:rPr>
          <w:rtl/>
          <w:lang w:bidi="fa-IR"/>
        </w:rPr>
        <w:t xml:space="preserve"> اِمامٍ عادِلٍ مِنَ اللهِ130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لاغَفَر</w:t>
      </w:r>
      <w:r w:rsidRPr="00E243D8">
        <w:rPr>
          <w:rtl/>
          <w:lang w:bidi="fa-IR"/>
        </w:rPr>
        <w:t xml:space="preserve"> اللهُ لَکَ40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لَقَدْ</w:t>
      </w:r>
      <w:r w:rsidRPr="00E243D8">
        <w:rPr>
          <w:rtl/>
          <w:lang w:bidi="fa-IR"/>
        </w:rPr>
        <w:t xml:space="preserve"> وَصَفَهُ اللهُ بِخُلْقُ عَظ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مٍ</w:t>
      </w:r>
      <w:r w:rsidRPr="00E243D8">
        <w:rPr>
          <w:rtl/>
          <w:lang w:bidi="fa-IR"/>
        </w:rPr>
        <w:t xml:space="preserve">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المُداعَبَهِ وَ اِنَّ اللهَ بَعَثَ اَنب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اءَهُ</w:t>
      </w:r>
      <w:r w:rsidRPr="00E243D8">
        <w:rPr>
          <w:rtl/>
          <w:lang w:bidi="fa-IR"/>
        </w:rPr>
        <w:t xml:space="preserve"> فَکانَتْ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هم</w:t>
      </w:r>
      <w:r w:rsidRPr="00E243D8">
        <w:rPr>
          <w:rtl/>
          <w:lang w:bidi="fa-IR"/>
        </w:rPr>
        <w:t xml:space="preserve"> کَزازَهٌ وَ بَعَثَ مُحَمَّداً بِالرَّأفَهِ وَ الرَّحْمَهِ وَ کانَ مِنْ رَأفَتِهِ لِاُمَّتِهِ مُداعَبَتُهُ لَه_ُمْ لِکَ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لا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بْلُغَ</w:t>
      </w:r>
      <w:r w:rsidRPr="00E243D8">
        <w:rPr>
          <w:rtl/>
          <w:lang w:bidi="fa-IR"/>
        </w:rPr>
        <w:t xml:space="preserve"> بِاَحدٍ مِنْهُم التَّع</w:t>
      </w:r>
      <w:r w:rsidRPr="00E243D8">
        <w:rPr>
          <w:rFonts w:hint="eastAsia"/>
          <w:rtl/>
          <w:lang w:bidi="fa-IR"/>
        </w:rPr>
        <w:t>ظ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مُ</w:t>
      </w:r>
      <w:r w:rsidRPr="00E243D8">
        <w:rPr>
          <w:rtl/>
          <w:lang w:bidi="fa-IR"/>
        </w:rPr>
        <w:t xml:space="preserve"> حَتّ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لا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نْظُرَ</w:t>
      </w:r>
      <w:r w:rsidRPr="00E243D8">
        <w:rPr>
          <w:rtl/>
          <w:lang w:bidi="fa-IR"/>
        </w:rPr>
        <w:t xml:space="preserve"> اِلَ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هِ</w:t>
      </w:r>
      <w:r w:rsidRPr="00E243D8">
        <w:rPr>
          <w:rtl/>
          <w:lang w:bidi="fa-IR"/>
        </w:rPr>
        <w:t>195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لِکُلِّ</w:t>
      </w:r>
      <w:r w:rsidRPr="00E243D8">
        <w:rPr>
          <w:rtl/>
          <w:lang w:bidi="fa-IR"/>
        </w:rPr>
        <w:t xml:space="preserve"> شَ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ءٍ</w:t>
      </w:r>
      <w:r w:rsidRPr="00E243D8">
        <w:rPr>
          <w:rtl/>
          <w:lang w:bidi="fa-IR"/>
        </w:rPr>
        <w:t xml:space="preserve"> 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لَهٌ</w:t>
      </w:r>
      <w:r w:rsidRPr="00E243D8">
        <w:rPr>
          <w:rtl/>
          <w:lang w:bidi="fa-IR"/>
        </w:rPr>
        <w:t xml:space="preserve"> وَ 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لَهُ</w:t>
      </w:r>
      <w:r w:rsidRPr="00E243D8">
        <w:rPr>
          <w:rtl/>
          <w:lang w:bidi="fa-IR"/>
        </w:rPr>
        <w:t xml:space="preserve"> السُّرُورِ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الآخِرَهِ اَرْبَعُ خِصالٍ مَسْحُ رُؤُسِ الْ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تام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 التَّعَطُّفُ عَلَ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tl/>
          <w:lang w:bidi="fa-IR"/>
        </w:rPr>
        <w:lastRenderedPageBreak/>
        <w:t>الْاَرامِلِ وَ السَّعْ</w:t>
      </w:r>
      <w:r w:rsidRPr="00E243D8">
        <w:rPr>
          <w:rFonts w:hint="cs"/>
          <w:rtl/>
          <w:lang w:bidi="fa-IR"/>
        </w:rPr>
        <w:t>یُ</w:t>
      </w:r>
      <w:r w:rsidRPr="00E243D8">
        <w:rPr>
          <w:rtl/>
          <w:lang w:bidi="fa-IR"/>
        </w:rPr>
        <w:t xml:space="preserve">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حَوائِجِ الْم_ُؤْمِن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 xml:space="preserve"> وَ التَّفَقُّدُ لِلْفُقَراءِ وَ الْم_َساک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>120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لِکُلِّ</w:t>
      </w:r>
      <w:r w:rsidRPr="00E243D8">
        <w:rPr>
          <w:rtl/>
          <w:lang w:bidi="fa-IR"/>
        </w:rPr>
        <w:t xml:space="preserve"> هَمٍّ فَرَحٌ78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لَکُمْ</w:t>
      </w:r>
      <w:r w:rsidRPr="00E243D8">
        <w:rPr>
          <w:rtl/>
          <w:lang w:bidi="fa-IR"/>
        </w:rPr>
        <w:t xml:space="preserve">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ها</w:t>
      </w:r>
      <w:r w:rsidRPr="00E243D8">
        <w:rPr>
          <w:rtl/>
          <w:lang w:bidi="fa-IR"/>
        </w:rPr>
        <w:t xml:space="preserve"> ما تَشْتَه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اَنْفُسُکُمْ وَلَکُمْ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ها</w:t>
      </w:r>
      <w:r w:rsidRPr="00E243D8">
        <w:rPr>
          <w:rtl/>
          <w:lang w:bidi="fa-IR"/>
        </w:rPr>
        <w:t xml:space="preserve"> ما تَدَّعُونَ161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لِکِنَّکَ</w:t>
      </w:r>
      <w:r w:rsidRPr="00E243D8">
        <w:rPr>
          <w:rtl/>
          <w:lang w:bidi="fa-IR"/>
        </w:rPr>
        <w:t xml:space="preserve"> عِنْدَ اللهِ لَسْتَ بِکاسِدٍ200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لِلصّائِمِ</w:t>
      </w:r>
      <w:r w:rsidRPr="00E243D8">
        <w:rPr>
          <w:rtl/>
          <w:lang w:bidi="fa-IR"/>
        </w:rPr>
        <w:t xml:space="preserve"> فَرْحَتانِ فَرْحَهٌ عِنْدَ اِفْطارِهِ وَ فَرْحَهٌ عِنْدَ لِقاءِ رَبَّهِ100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لَوْ</w:t>
      </w:r>
      <w:r w:rsidRPr="00E243D8">
        <w:rPr>
          <w:rtl/>
          <w:lang w:bidi="fa-IR"/>
        </w:rPr>
        <w:t xml:space="preserve"> لا اَنَا بَ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نَکُما</w:t>
      </w:r>
      <w:r w:rsidRPr="00E243D8">
        <w:rPr>
          <w:rtl/>
          <w:lang w:bidi="fa-IR"/>
        </w:rPr>
        <w:t xml:space="preserve"> لَکُنْتُما لا206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لَوْ</w:t>
      </w:r>
      <w:r w:rsidRPr="00E243D8">
        <w:rPr>
          <w:rtl/>
          <w:lang w:bidi="fa-IR"/>
        </w:rPr>
        <w:t xml:space="preserve"> لا عَلِ</w:t>
      </w:r>
      <w:r w:rsidRPr="00E243D8">
        <w:rPr>
          <w:rFonts w:hint="cs"/>
          <w:rtl/>
          <w:lang w:bidi="fa-IR"/>
        </w:rPr>
        <w:t>یٌّ</w:t>
      </w:r>
      <w:r w:rsidRPr="00E243D8">
        <w:rPr>
          <w:rtl/>
          <w:lang w:bidi="fa-IR"/>
        </w:rPr>
        <w:t xml:space="preserve"> لَهَلَکَ عُمَر206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لَوْلا</w:t>
      </w:r>
      <w:r w:rsidRPr="00E243D8">
        <w:rPr>
          <w:rtl/>
          <w:lang w:bidi="fa-IR"/>
        </w:rPr>
        <w:t xml:space="preserve"> اَنَّ الماضِ</w:t>
      </w:r>
      <w:r w:rsidRPr="00E243D8">
        <w:rPr>
          <w:rFonts w:hint="cs"/>
          <w:rtl/>
          <w:lang w:bidi="fa-IR"/>
        </w:rPr>
        <w:t>یَ</w:t>
      </w:r>
      <w:r w:rsidRPr="00E243D8">
        <w:rPr>
          <w:rtl/>
          <w:lang w:bidi="fa-IR"/>
        </w:rPr>
        <w:t xml:space="preserve"> فَرَطُ الْباق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 اَنَّ الآخِرَ لاحِقٌ بِالأوَّلِ لَحَزِنّا عَلَ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ک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إبراه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مُ</w:t>
      </w:r>
      <w:r w:rsidRPr="00E243D8">
        <w:rPr>
          <w:rtl/>
          <w:lang w:bidi="fa-IR"/>
        </w:rPr>
        <w:t>77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اللهُ</w:t>
      </w:r>
      <w:r w:rsidRPr="00E243D8">
        <w:rPr>
          <w:rtl/>
          <w:lang w:bidi="fa-IR"/>
        </w:rPr>
        <w:t xml:space="preserve"> رَبّ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لا اُشْرِکُ بِهِ شَ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ئاً</w:t>
      </w:r>
      <w:r w:rsidRPr="00E243D8">
        <w:rPr>
          <w:rtl/>
          <w:lang w:bidi="fa-IR"/>
        </w:rPr>
        <w:t xml:space="preserve"> تَوَکَّلْتُ عَلَ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الحَ</w:t>
      </w:r>
      <w:r w:rsidRPr="00E243D8">
        <w:rPr>
          <w:rFonts w:hint="cs"/>
          <w:rtl/>
          <w:lang w:bidi="fa-IR"/>
        </w:rPr>
        <w:t>یِّ</w:t>
      </w:r>
      <w:r w:rsidRPr="00E243D8">
        <w:rPr>
          <w:rtl/>
          <w:lang w:bidi="fa-IR"/>
        </w:rPr>
        <w:t xml:space="preserve"> الّذ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لا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موت</w:t>
      </w:r>
      <w:r w:rsidRPr="00E243D8">
        <w:rPr>
          <w:rtl/>
          <w:lang w:bidi="fa-IR"/>
        </w:rPr>
        <w:t>88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الّلهُمَّ</w:t>
      </w:r>
      <w:r w:rsidRPr="00E243D8">
        <w:rPr>
          <w:rtl/>
          <w:lang w:bidi="fa-IR"/>
        </w:rPr>
        <w:t xml:space="preserve"> اجْعَلْن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مِنْ جُنْدِکَ فَاِنَّ جُنْدَکَ هُمُ الْغالِبُونَ121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اللّهُمَّ</w:t>
      </w:r>
      <w:r w:rsidRPr="00E243D8">
        <w:rPr>
          <w:rtl/>
          <w:lang w:bidi="fa-IR"/>
        </w:rPr>
        <w:t xml:space="preserve"> فَرِّحْ قَلْب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وَاجْعَل 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مِنْ هَمّ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 کَرْب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فَرَجاً وَ مَخْرَجاً36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اللّهُمَّ</w:t>
      </w:r>
      <w:r w:rsidRPr="00E243D8">
        <w:rPr>
          <w:rtl/>
          <w:lang w:bidi="fa-IR"/>
        </w:rPr>
        <w:t xml:space="preserve"> لا تَمْقُتْن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218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اللّهُمَّ</w:t>
      </w:r>
      <w:r w:rsidRPr="00E243D8">
        <w:rPr>
          <w:rtl/>
          <w:lang w:bidi="fa-IR"/>
        </w:rPr>
        <w:t xml:space="preserve"> لَ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سَ</w:t>
      </w:r>
      <w:r w:rsidRPr="00E243D8">
        <w:rPr>
          <w:rtl/>
          <w:lang w:bidi="fa-IR"/>
        </w:rPr>
        <w:t xml:space="preserve"> مِنّ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وَلکِنْ ذا مِنْ عُفَ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>30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اللّهُمَّ</w:t>
      </w:r>
      <w:r w:rsidRPr="00E243D8">
        <w:rPr>
          <w:rtl/>
          <w:lang w:bidi="fa-IR"/>
        </w:rPr>
        <w:t xml:space="preserve"> هذا لَ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سَ</w:t>
      </w:r>
      <w:r w:rsidRPr="00E243D8">
        <w:rPr>
          <w:rtl/>
          <w:lang w:bidi="fa-IR"/>
        </w:rPr>
        <w:t xml:space="preserve"> مِنّ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وَلکِنْ هذا مِن حِمار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30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lastRenderedPageBreak/>
        <w:t>لَهوُ</w:t>
      </w:r>
      <w:r w:rsidRPr="00E243D8">
        <w:rPr>
          <w:rtl/>
          <w:lang w:bidi="fa-IR"/>
        </w:rPr>
        <w:t xml:space="preserve"> المُؤْمِنِ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ثَلاثَهِ اَشْ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اءَ</w:t>
      </w:r>
      <w:r w:rsidRPr="00E243D8">
        <w:rPr>
          <w:rtl/>
          <w:lang w:bidi="fa-IR"/>
        </w:rPr>
        <w:t xml:space="preserve"> ... وَ الصَّلوهُ بِاللَّ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لِ</w:t>
      </w:r>
      <w:r w:rsidRPr="00E243D8">
        <w:rPr>
          <w:rtl/>
          <w:lang w:bidi="fa-IR"/>
        </w:rPr>
        <w:t>185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لَهوُ</w:t>
      </w:r>
      <w:r w:rsidRPr="00E243D8">
        <w:rPr>
          <w:rtl/>
          <w:lang w:bidi="fa-IR"/>
        </w:rPr>
        <w:t xml:space="preserve"> المُؤْمِنِ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ثَلاثَهِ اَشْ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اءَ</w:t>
      </w:r>
      <w:r w:rsidRPr="00E243D8">
        <w:rPr>
          <w:rtl/>
          <w:lang w:bidi="fa-IR"/>
        </w:rPr>
        <w:t xml:space="preserve"> التَّمتُّعِ بِالنِّساءِ َو مُفاکَهَهِ الْإِخوانِ وَ الصَّلاهِ باللَّ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لِ</w:t>
      </w:r>
      <w:r w:rsidRPr="00E243D8">
        <w:rPr>
          <w:rtl/>
          <w:lang w:bidi="fa-IR"/>
        </w:rPr>
        <w:t>177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لَ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سَ</w:t>
      </w:r>
      <w:r w:rsidRPr="00E243D8">
        <w:rPr>
          <w:rtl/>
          <w:lang w:bidi="fa-IR"/>
        </w:rPr>
        <w:t xml:space="preserve"> مِنَ الاَدَبِ اِظهارُ الْفَرَحِ عِنْدَ المَحزونِ99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المؤمِنُ</w:t>
      </w:r>
      <w:r w:rsidRPr="00E243D8">
        <w:rPr>
          <w:rtl/>
          <w:lang w:bidi="fa-IR"/>
        </w:rPr>
        <w:t xml:space="preserve"> دَعِبٌ لَعِبٌ وَ المُنافِقُ قَطِبٌ غَضِبٌ194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المُؤمِنُ</w:t>
      </w:r>
      <w:r w:rsidRPr="00E243D8">
        <w:rPr>
          <w:rtl/>
          <w:lang w:bidi="fa-IR"/>
        </w:rPr>
        <w:t xml:space="preserve"> عَذبٌ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حِبُّ</w:t>
      </w:r>
      <w:r w:rsidRPr="00E243D8">
        <w:rPr>
          <w:rtl/>
          <w:lang w:bidi="fa-IR"/>
        </w:rPr>
        <w:t xml:space="preserve"> الْعُذوبَهَ والمُؤمِنُ حُلْوٌ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حِبُّ</w:t>
      </w:r>
      <w:r w:rsidRPr="00E243D8">
        <w:rPr>
          <w:rtl/>
          <w:lang w:bidi="fa-IR"/>
        </w:rPr>
        <w:t xml:space="preserve"> الحَلاوَهَ194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ما</w:t>
      </w:r>
      <w:r w:rsidRPr="00E243D8">
        <w:rPr>
          <w:rtl/>
          <w:lang w:bidi="fa-IR"/>
        </w:rPr>
        <w:t xml:space="preserve"> اَصِفُ داراً اَوَّلُها عَناءٌ وَ آخِرُها فَناءٌ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حَلالِها حِسابٌ وَ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حَرامِها عِقابٌ مَنِ اسْتَغْن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ها</w:t>
      </w:r>
      <w:r w:rsidRPr="00E243D8">
        <w:rPr>
          <w:rtl/>
          <w:lang w:bidi="fa-IR"/>
        </w:rPr>
        <w:t xml:space="preserve"> فُتِنَ وَ مَنِ افْتَقَرَ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ها</w:t>
      </w:r>
      <w:r w:rsidRPr="00E243D8">
        <w:rPr>
          <w:rtl/>
          <w:lang w:bidi="fa-IR"/>
        </w:rPr>
        <w:t xml:space="preserve"> حَزِنَ وَ مَنْ ساعاها فاتَتْهُ وَ مَنْ قَعَدَ عَنْها واتَتْهُ وَ مَنْ اَبْصَ_رَ بِها بَصَّ_رَتْهُ وَ مَنْ اَبْصَ_</w:t>
      </w:r>
      <w:r w:rsidRPr="00E243D8">
        <w:rPr>
          <w:rFonts w:hint="eastAsia"/>
          <w:rtl/>
          <w:lang w:bidi="fa-IR"/>
        </w:rPr>
        <w:t>رَ</w:t>
      </w:r>
      <w:r w:rsidRPr="00E243D8">
        <w:rPr>
          <w:rtl/>
          <w:lang w:bidi="fa-IR"/>
        </w:rPr>
        <w:t xml:space="preserve"> اِلَ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ها</w:t>
      </w:r>
      <w:r w:rsidRPr="00E243D8">
        <w:rPr>
          <w:rtl/>
          <w:lang w:bidi="fa-IR"/>
        </w:rPr>
        <w:t xml:space="preserve"> اَعْمَتْهُ154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ما</w:t>
      </w:r>
      <w:r w:rsidRPr="00E243D8">
        <w:rPr>
          <w:rtl/>
          <w:lang w:bidi="fa-IR"/>
        </w:rPr>
        <w:t xml:space="preserve"> اَنَا مِنْ دَدٍ وَلا الدَّدُ مِنّ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 مَعَ ذلِکَ کانَ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مْزَحُ</w:t>
      </w:r>
      <w:r w:rsidRPr="00E243D8">
        <w:rPr>
          <w:rtl/>
          <w:lang w:bidi="fa-IR"/>
        </w:rPr>
        <w:t xml:space="preserve"> وَلا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قُولُ</w:t>
      </w:r>
      <w:r w:rsidRPr="00E243D8">
        <w:rPr>
          <w:rtl/>
          <w:lang w:bidi="fa-IR"/>
        </w:rPr>
        <w:t xml:space="preserve"> اِلّا حَقّاً فَلا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کونُ</w:t>
      </w:r>
      <w:r w:rsidRPr="00E243D8">
        <w:rPr>
          <w:rtl/>
          <w:lang w:bidi="fa-IR"/>
        </w:rPr>
        <w:t xml:space="preserve"> ذلِکَ الْمِزاحُ مِنَ الدَّدِ لِاَنَّ الحَقَّ لَ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سَ</w:t>
      </w:r>
      <w:r w:rsidRPr="00E243D8">
        <w:rPr>
          <w:rtl/>
          <w:lang w:bidi="fa-IR"/>
        </w:rPr>
        <w:t xml:space="preserve"> مِنَ الدَّدِ 210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ما</w:t>
      </w:r>
      <w:r w:rsidRPr="00E243D8">
        <w:rPr>
          <w:rtl/>
          <w:lang w:bidi="fa-IR"/>
        </w:rPr>
        <w:t xml:space="preserve"> حَمَلَکَ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 فَعَلْتَ204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ما</w:t>
      </w:r>
      <w:r w:rsidRPr="00E243D8">
        <w:rPr>
          <w:rtl/>
          <w:lang w:bidi="fa-IR"/>
        </w:rPr>
        <w:t xml:space="preserve"> ذُکِرَ خَبَرُنا هذا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مَحْفِلٍ مِنْ مَحافِلِ اَهْلِ الاَرْضِ وَ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هِ</w:t>
      </w:r>
      <w:r w:rsidRPr="00E243D8">
        <w:rPr>
          <w:rtl/>
          <w:lang w:bidi="fa-IR"/>
        </w:rPr>
        <w:t xml:space="preserve"> جَمْعٌ مِنْ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عَتنا</w:t>
      </w:r>
      <w:r w:rsidRPr="00E243D8">
        <w:rPr>
          <w:rtl/>
          <w:lang w:bidi="fa-IR"/>
        </w:rPr>
        <w:t xml:space="preserve"> وَ مُحِبّ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نا</w:t>
      </w:r>
      <w:r w:rsidRPr="00E243D8">
        <w:rPr>
          <w:rtl/>
          <w:lang w:bidi="fa-IR"/>
        </w:rPr>
        <w:t xml:space="preserve"> وَ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همْ</w:t>
      </w:r>
      <w:r w:rsidRPr="00E243D8">
        <w:rPr>
          <w:rtl/>
          <w:lang w:bidi="fa-IR"/>
        </w:rPr>
        <w:t xml:space="preserve"> مَهْمُومٌ اِلّا وَ فَرَّجَ اللهُ هَمَّهُ وَلا مَغْمُومٌ اِلّا وَ کَشَفَ اللهُ غَمَّهُ90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ما</w:t>
      </w:r>
      <w:r w:rsidRPr="00E243D8">
        <w:rPr>
          <w:rtl/>
          <w:lang w:bidi="fa-IR"/>
        </w:rPr>
        <w:t xml:space="preserve"> رَاَ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تُ</w:t>
      </w:r>
      <w:r w:rsidRPr="00E243D8">
        <w:rPr>
          <w:rtl/>
          <w:lang w:bidi="fa-IR"/>
        </w:rPr>
        <w:t xml:space="preserve"> اَحَداً اَکْثَرُ تبسماً مِنْ رَسولِ الله صل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الله عل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و آله215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ما</w:t>
      </w:r>
      <w:r w:rsidRPr="00E243D8">
        <w:rPr>
          <w:rtl/>
          <w:lang w:bidi="fa-IR"/>
        </w:rPr>
        <w:t xml:space="preserve"> زارَها مَکرُوبٌ اِلّا نَفَّسَ اللهُ عَزَّوَجَلَّ کَرْبَهُ102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lastRenderedPageBreak/>
        <w:t>ما</w:t>
      </w:r>
      <w:r w:rsidRPr="00E243D8">
        <w:rPr>
          <w:rtl/>
          <w:lang w:bidi="fa-IR"/>
        </w:rPr>
        <w:t xml:space="preserve"> مِنْ رَجُلٍ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دْخِلُ</w:t>
      </w:r>
      <w:r w:rsidRPr="00E243D8">
        <w:rPr>
          <w:rtl/>
          <w:lang w:bidi="fa-IR"/>
        </w:rPr>
        <w:t xml:space="preserve"> فَرْحَهً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امرأَهٍ بَ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نَهُ</w:t>
      </w:r>
      <w:r w:rsidRPr="00E243D8">
        <w:rPr>
          <w:rtl/>
          <w:lang w:bidi="fa-IR"/>
        </w:rPr>
        <w:t xml:space="preserve"> وَ بَ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نَها</w:t>
      </w:r>
      <w:r w:rsidRPr="00E243D8">
        <w:rPr>
          <w:rtl/>
          <w:lang w:bidi="fa-IR"/>
        </w:rPr>
        <w:t xml:space="preserve"> حُرْمَهٌ اِلَّا فَرَّحَهُ الله تعال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وْمَ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امَهِ</w:t>
      </w:r>
      <w:r w:rsidRPr="00E243D8">
        <w:rPr>
          <w:rtl/>
          <w:lang w:bidi="fa-IR"/>
        </w:rPr>
        <w:t>115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ما</w:t>
      </w:r>
      <w:r w:rsidRPr="00E243D8">
        <w:rPr>
          <w:rtl/>
          <w:lang w:bidi="fa-IR"/>
        </w:rPr>
        <w:t xml:space="preserve"> مِنْ قَوْمٍ اجْتَمِعُوا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مَجْلِسٍ فَلَمْ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ذکُرُوا</w:t>
      </w:r>
      <w:r w:rsidRPr="00E243D8">
        <w:rPr>
          <w:rtl/>
          <w:lang w:bidi="fa-IR"/>
        </w:rPr>
        <w:t xml:space="preserve"> اسم اللهِ عَزَّوَجَلَّ وَ لَمْ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صَلُّوا</w:t>
      </w:r>
      <w:r w:rsidRPr="00E243D8">
        <w:rPr>
          <w:rtl/>
          <w:lang w:bidi="fa-IR"/>
        </w:rPr>
        <w:t xml:space="preserve">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نَبِ</w:t>
      </w:r>
      <w:r w:rsidRPr="00E243D8">
        <w:rPr>
          <w:rFonts w:hint="cs"/>
          <w:rtl/>
          <w:lang w:bidi="fa-IR"/>
        </w:rPr>
        <w:t>یِّ</w:t>
      </w:r>
      <w:r w:rsidRPr="00E243D8">
        <w:rPr>
          <w:rFonts w:hint="eastAsia"/>
          <w:rtl/>
          <w:lang w:bidi="fa-IR"/>
        </w:rPr>
        <w:t>هِمْ</w:t>
      </w:r>
      <w:r w:rsidRPr="00E243D8">
        <w:rPr>
          <w:rtl/>
          <w:lang w:bidi="fa-IR"/>
        </w:rPr>
        <w:t xml:space="preserve"> اِلّا کانَ ذلِکَ المَجْلِسُ حَسْرَهً وَ وَبالاً عَلَ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هِمْ</w:t>
      </w:r>
      <w:r w:rsidRPr="00E243D8">
        <w:rPr>
          <w:rtl/>
          <w:lang w:bidi="fa-IR"/>
        </w:rPr>
        <w:t>143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ما</w:t>
      </w:r>
      <w:r w:rsidRPr="00E243D8">
        <w:rPr>
          <w:rtl/>
          <w:lang w:bidi="fa-IR"/>
        </w:rPr>
        <w:t xml:space="preserve"> مِنْ مُؤمنٍ اِلّا وَ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دُعابَهٌ193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مُلاعَبَهُ</w:t>
      </w:r>
      <w:r w:rsidRPr="00E243D8">
        <w:rPr>
          <w:rtl/>
          <w:lang w:bidi="fa-IR"/>
        </w:rPr>
        <w:t xml:space="preserve"> الرَّجُلِ اَهْلَهُ177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مُلاقاتُ</w:t>
      </w:r>
      <w:r w:rsidRPr="00E243D8">
        <w:rPr>
          <w:rtl/>
          <w:lang w:bidi="fa-IR"/>
        </w:rPr>
        <w:t xml:space="preserve"> الإِخوانِ نُشْرَهٌ وَ تَلق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حٌ</w:t>
      </w:r>
      <w:r w:rsidRPr="00E243D8">
        <w:rPr>
          <w:rtl/>
          <w:lang w:bidi="fa-IR"/>
        </w:rPr>
        <w:t xml:space="preserve"> لِلْعَقْلِ وَ اِنْ کانَ نُزْراً قَل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لاً</w:t>
      </w:r>
      <w:r w:rsidRPr="00E243D8">
        <w:rPr>
          <w:rtl/>
          <w:lang w:bidi="fa-IR"/>
        </w:rPr>
        <w:t>180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مَنْ</w:t>
      </w:r>
      <w:r w:rsidRPr="00E243D8">
        <w:rPr>
          <w:rtl/>
          <w:lang w:bidi="fa-IR"/>
        </w:rPr>
        <w:t xml:space="preserve"> اَحَبَّ لِقاءَ اللهِ اَحَبَّ اللهُ لِقائَهُ وَ مَنْ کَرِهَ لِقاءَ اللهِ کَرِهَ اللهُ لِقائَهُ146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مَنْ</w:t>
      </w:r>
      <w:r w:rsidRPr="00E243D8">
        <w:rPr>
          <w:rtl/>
          <w:lang w:bidi="fa-IR"/>
        </w:rPr>
        <w:t xml:space="preserve"> اَدْخَلَ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مُؤمنٍ سُروراً157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مَنْ</w:t>
      </w:r>
      <w:r w:rsidRPr="00E243D8">
        <w:rPr>
          <w:rtl/>
          <w:lang w:bidi="fa-IR"/>
        </w:rPr>
        <w:t xml:space="preserve"> اَرادَ اَنْ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کونَ</w:t>
      </w:r>
      <w:r w:rsidRPr="00E243D8">
        <w:rPr>
          <w:rtl/>
          <w:lang w:bidi="fa-IR"/>
        </w:rPr>
        <w:t xml:space="preserve"> اَقو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النّاسِ فَلْ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تَوَکَّلْ</w:t>
      </w:r>
      <w:r w:rsidRPr="00E243D8">
        <w:rPr>
          <w:rtl/>
          <w:lang w:bidi="fa-IR"/>
        </w:rPr>
        <w:t xml:space="preserve"> عَلَ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اللهِ94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مَنْ</w:t>
      </w:r>
      <w:r w:rsidRPr="00E243D8">
        <w:rPr>
          <w:rtl/>
          <w:lang w:bidi="fa-IR"/>
        </w:rPr>
        <w:t xml:space="preserve"> ارادَ اَنْ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نْظُرَ</w:t>
      </w:r>
      <w:r w:rsidRPr="00E243D8">
        <w:rPr>
          <w:rtl/>
          <w:lang w:bidi="fa-IR"/>
        </w:rPr>
        <w:t xml:space="preserve"> 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مَ</w:t>
      </w:r>
      <w:r w:rsidRPr="00E243D8">
        <w:rPr>
          <w:rFonts w:hint="cs"/>
          <w:rtl/>
          <w:lang w:bidi="fa-IR"/>
        </w:rPr>
        <w:t>یِّ</w:t>
      </w:r>
      <w:r w:rsidRPr="00E243D8">
        <w:rPr>
          <w:rFonts w:hint="eastAsia"/>
          <w:rtl/>
          <w:lang w:bidi="fa-IR"/>
        </w:rPr>
        <w:t>تٍ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مْش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فَلْ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نْظُرْ</w:t>
      </w:r>
      <w:r w:rsidRPr="00E243D8">
        <w:rPr>
          <w:rtl/>
          <w:lang w:bidi="fa-IR"/>
        </w:rPr>
        <w:t xml:space="preserve"> اِل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عَلِ</w:t>
      </w:r>
      <w:r w:rsidRPr="00E243D8">
        <w:rPr>
          <w:rFonts w:hint="cs"/>
          <w:rtl/>
          <w:lang w:bidi="fa-IR"/>
        </w:rPr>
        <w:t>یِّ</w:t>
      </w:r>
      <w:r w:rsidRPr="00E243D8">
        <w:rPr>
          <w:rtl/>
          <w:lang w:bidi="fa-IR"/>
        </w:rPr>
        <w:t xml:space="preserve"> بْنِ 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طالب عل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السلام133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مَنِ</w:t>
      </w:r>
      <w:r w:rsidRPr="00E243D8">
        <w:rPr>
          <w:rtl/>
          <w:lang w:bidi="fa-IR"/>
        </w:rPr>
        <w:t xml:space="preserve"> اغْتَمَّ کانَ لِلْغَمِّ اَهْلاً فَ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نْبَغ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لِلْمُؤْمِنِ اَنْ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کونَ</w:t>
      </w:r>
      <w:r w:rsidRPr="00E243D8">
        <w:rPr>
          <w:rtl/>
          <w:lang w:bidi="fa-IR"/>
        </w:rPr>
        <w:t xml:space="preserve"> بِاللهِ وَ بِما صَنَعَ راض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اً</w:t>
      </w:r>
      <w:r w:rsidRPr="00E243D8">
        <w:rPr>
          <w:rtl/>
          <w:lang w:bidi="fa-IR"/>
        </w:rPr>
        <w:t>92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مَنْ</w:t>
      </w:r>
      <w:r w:rsidRPr="00E243D8">
        <w:rPr>
          <w:rtl/>
          <w:lang w:bidi="fa-IR"/>
        </w:rPr>
        <w:t xml:space="preserve"> دَخَلَ السُّوقَ فَاشْتَر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تُحْفَهً فَحَمَلها اِل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الِهِ</w:t>
      </w:r>
      <w:r w:rsidRPr="00E243D8">
        <w:rPr>
          <w:rtl/>
          <w:lang w:bidi="fa-IR"/>
        </w:rPr>
        <w:t xml:space="preserve"> کانَ کَحامِلِ صَدَقَهٍ اِل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قَوْمٍ مَحاوِ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جَ</w:t>
      </w:r>
      <w:r w:rsidRPr="00E243D8">
        <w:rPr>
          <w:rtl/>
          <w:lang w:bidi="fa-IR"/>
        </w:rPr>
        <w:t xml:space="preserve"> وَلْ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بْدَأْ</w:t>
      </w:r>
      <w:r w:rsidRPr="00E243D8">
        <w:rPr>
          <w:rtl/>
          <w:lang w:bidi="fa-IR"/>
        </w:rPr>
        <w:t xml:space="preserve"> بِالْإناثِ قَبْلَ الذُّکُورِ فَاِنَّ مَنْ فَرَّحَ ابنَتَهُ فَکَاَنَّما اَعْتَقَ رَقَبَهً مِنْ وُلْدِ اسماع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لَ</w:t>
      </w:r>
      <w:r w:rsidRPr="00E243D8">
        <w:rPr>
          <w:rtl/>
          <w:lang w:bidi="fa-IR"/>
        </w:rPr>
        <w:t xml:space="preserve"> وَ مَنْ اَقَرَّ بَع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نِ</w:t>
      </w:r>
      <w:r w:rsidRPr="00E243D8">
        <w:rPr>
          <w:rtl/>
          <w:lang w:bidi="fa-IR"/>
        </w:rPr>
        <w:t xml:space="preserve"> اب</w:t>
      </w:r>
      <w:r w:rsidRPr="00E243D8">
        <w:rPr>
          <w:rFonts w:hint="eastAsia"/>
          <w:rtl/>
          <w:lang w:bidi="fa-IR"/>
        </w:rPr>
        <w:t>ْنٍ</w:t>
      </w:r>
      <w:r w:rsidRPr="00E243D8">
        <w:rPr>
          <w:rtl/>
          <w:lang w:bidi="fa-IR"/>
        </w:rPr>
        <w:t xml:space="preserve"> فَکَاَنَّما بَک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مِنْ خَشْ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هِ</w:t>
      </w:r>
      <w:r w:rsidRPr="00E243D8">
        <w:rPr>
          <w:rtl/>
          <w:lang w:bidi="fa-IR"/>
        </w:rPr>
        <w:t xml:space="preserve"> اللهِ وَ مَنْ بَک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مِنْ خَشْ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هِ</w:t>
      </w:r>
      <w:r w:rsidRPr="00E243D8">
        <w:rPr>
          <w:rtl/>
          <w:lang w:bidi="fa-IR"/>
        </w:rPr>
        <w:t xml:space="preserve"> اللهِ اَدْخَلَهُ اللهُ جناتِ النَّع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>114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مَنْ</w:t>
      </w:r>
      <w:r w:rsidRPr="00E243D8">
        <w:rPr>
          <w:rtl/>
          <w:lang w:bidi="fa-IR"/>
        </w:rPr>
        <w:t xml:space="preserve"> سُرَّتْهُ حَسَنَتُهُ وَ ساءَتْهُ سَ</w:t>
      </w:r>
      <w:r w:rsidRPr="00E243D8">
        <w:rPr>
          <w:rFonts w:hint="cs"/>
          <w:rtl/>
          <w:lang w:bidi="fa-IR"/>
        </w:rPr>
        <w:t>یِّ</w:t>
      </w:r>
      <w:r w:rsidRPr="00E243D8">
        <w:rPr>
          <w:rFonts w:hint="eastAsia"/>
          <w:rtl/>
          <w:lang w:bidi="fa-IR"/>
        </w:rPr>
        <w:t>ئَتُهُ</w:t>
      </w:r>
      <w:r w:rsidRPr="00E243D8">
        <w:rPr>
          <w:rtl/>
          <w:lang w:bidi="fa-IR"/>
        </w:rPr>
        <w:t xml:space="preserve"> فَهُوَ مُؤمِنٌ67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مَنْ</w:t>
      </w:r>
      <w:r w:rsidRPr="00E243D8">
        <w:rPr>
          <w:rtl/>
          <w:lang w:bidi="fa-IR"/>
        </w:rPr>
        <w:t xml:space="preserve"> عَرَفَ الدُّن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لَمْ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حْزَنْ</w:t>
      </w:r>
      <w:r w:rsidRPr="00E243D8">
        <w:rPr>
          <w:rtl/>
          <w:lang w:bidi="fa-IR"/>
        </w:rPr>
        <w:t xml:space="preserve">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 اَصابَهُ152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مَنْ</w:t>
      </w:r>
      <w:r w:rsidRPr="00E243D8">
        <w:rPr>
          <w:rtl/>
          <w:lang w:bidi="fa-IR"/>
        </w:rPr>
        <w:t xml:space="preserve"> قَبَّلَ وَلَدَهُ کَتَبَ اللهُ لَهُ حَسَنَهً وَ مَنْ فَرَّحَهُ فَرَّحَهُ اللهُ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وْمَ</w:t>
      </w:r>
      <w:r w:rsidRPr="00E243D8">
        <w:rPr>
          <w:rtl/>
          <w:lang w:bidi="fa-IR"/>
        </w:rPr>
        <w:t xml:space="preserve"> الْقِ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امَهِ</w:t>
      </w:r>
      <w:r w:rsidRPr="00E243D8">
        <w:rPr>
          <w:rtl/>
          <w:lang w:bidi="fa-IR"/>
        </w:rPr>
        <w:t>119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مَنْ</w:t>
      </w:r>
      <w:r w:rsidRPr="00E243D8">
        <w:rPr>
          <w:rtl/>
          <w:lang w:bidi="fa-IR"/>
        </w:rPr>
        <w:t xml:space="preserve"> قَصَّرَ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الْعَمَلِ ابْتُل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بِالْه_َمِّ84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مَنْ</w:t>
      </w:r>
      <w:r w:rsidRPr="00E243D8">
        <w:rPr>
          <w:rtl/>
          <w:lang w:bidi="fa-IR"/>
        </w:rPr>
        <w:t xml:space="preserve"> قَنَعَ بالمَقْسومِ اسْتراحَ مِنَ الهَمِّ وَ الْکَرْبِ وَ التَّعَبِ15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مَنْ</w:t>
      </w:r>
      <w:r w:rsidRPr="00E243D8">
        <w:rPr>
          <w:rtl/>
          <w:lang w:bidi="fa-IR"/>
        </w:rPr>
        <w:t xml:space="preserve"> کانَ عِنْدَه صَبِ</w:t>
      </w:r>
      <w:r w:rsidRPr="00E243D8">
        <w:rPr>
          <w:rFonts w:hint="cs"/>
          <w:rtl/>
          <w:lang w:bidi="fa-IR"/>
        </w:rPr>
        <w:t>یٌّ</w:t>
      </w:r>
      <w:r w:rsidRPr="00E243D8">
        <w:rPr>
          <w:rtl/>
          <w:lang w:bidi="fa-IR"/>
        </w:rPr>
        <w:t xml:space="preserve"> فَلْ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تَصابَ</w:t>
      </w:r>
      <w:r w:rsidRPr="00E243D8">
        <w:rPr>
          <w:rtl/>
          <w:lang w:bidi="fa-IR"/>
        </w:rPr>
        <w:t xml:space="preserve"> لَهُ118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مَنْ</w:t>
      </w:r>
      <w:r w:rsidRPr="00E243D8">
        <w:rPr>
          <w:rtl/>
          <w:lang w:bidi="fa-IR"/>
        </w:rPr>
        <w:t xml:space="preserve"> کَثُرَ هَمُّهُ سَقِمَ بَدَنُهُ82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مَنْ</w:t>
      </w:r>
      <w:r w:rsidRPr="00E243D8">
        <w:rPr>
          <w:rtl/>
          <w:lang w:bidi="fa-IR"/>
        </w:rPr>
        <w:t xml:space="preserve"> کَثُرَتْ هُمُومُهُ فَعَلَ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هِ</w:t>
      </w:r>
      <w:r w:rsidRPr="00E243D8">
        <w:rPr>
          <w:rtl/>
          <w:lang w:bidi="fa-IR"/>
        </w:rPr>
        <w:t xml:space="preserve"> بِالاِسْتِغفارِ86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مَنْ</w:t>
      </w:r>
      <w:r w:rsidRPr="00E243D8">
        <w:rPr>
          <w:rtl/>
          <w:lang w:bidi="fa-IR"/>
        </w:rPr>
        <w:t xml:space="preserve"> نَفّسَ عَنْ مُؤمِنٍ کُرْبَهً نَفَّسَ اللهُ عَنْه اثْنَتَ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نِ</w:t>
      </w:r>
      <w:r w:rsidRPr="00E243D8">
        <w:rPr>
          <w:rtl/>
          <w:lang w:bidi="fa-IR"/>
        </w:rPr>
        <w:t xml:space="preserve"> وَ سَبْع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 xml:space="preserve"> کُرْبَهً مِنْ کُرَبِ الدُّن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وَ اثْنَتَ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نِ</w:t>
      </w:r>
      <w:r w:rsidRPr="00E243D8">
        <w:rPr>
          <w:rtl/>
          <w:lang w:bidi="fa-IR"/>
        </w:rPr>
        <w:t xml:space="preserve"> وَ سَبع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 xml:space="preserve"> کُرْبَهً مِنْ کُرَبِ الآخِرَهِ97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مَنْ</w:t>
      </w:r>
      <w:r w:rsidRPr="00E243D8">
        <w:rPr>
          <w:rtl/>
          <w:lang w:bidi="fa-IR"/>
        </w:rPr>
        <w:t xml:space="preserve"> نَفَّسَ عَنْ مُؤمِنٍ کُرْبَهً نَفَّسَ اللهُ عَنْهُ کُرَبَ الآخِرَهِ وَ خَرَجَ مِنْ قَبْرِهِ ثَلَجَ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الفُؤاد</w:t>
      </w:r>
      <w:r w:rsidRPr="00E243D8">
        <w:rPr>
          <w:rtl/>
          <w:lang w:bidi="fa-IR"/>
        </w:rPr>
        <w:t>34 81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مَنْ</w:t>
      </w:r>
      <w:r w:rsidRPr="00E243D8">
        <w:rPr>
          <w:rtl/>
          <w:lang w:bidi="fa-IR"/>
        </w:rPr>
        <w:t xml:space="preserve"> وَثِقَ باللهِ اَراهُ السُّرُورَ وَ مَنْ تَوَکَّلَ عَلَ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هِ</w:t>
      </w:r>
      <w:r w:rsidRPr="00E243D8">
        <w:rPr>
          <w:rtl/>
          <w:lang w:bidi="fa-IR"/>
        </w:rPr>
        <w:t xml:space="preserve"> کَفاهُ الْاُمُورَ وَ الثِّقِهُ بِاللهِ حِصْنٌ لا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تَحَصَّنُ</w:t>
      </w:r>
      <w:r w:rsidRPr="00E243D8">
        <w:rPr>
          <w:rtl/>
          <w:lang w:bidi="fa-IR"/>
        </w:rPr>
        <w:t xml:space="preserve">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هِ</w:t>
      </w:r>
      <w:r w:rsidRPr="00E243D8">
        <w:rPr>
          <w:rtl/>
          <w:lang w:bidi="fa-IR"/>
        </w:rPr>
        <w:t xml:space="preserve"> اِلّا مُؤْمِنٌ اَم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نٌ</w:t>
      </w:r>
      <w:r w:rsidRPr="00E243D8">
        <w:rPr>
          <w:rtl/>
          <w:lang w:bidi="fa-IR"/>
        </w:rPr>
        <w:t xml:space="preserve"> وَ التَّوَکُّلُ عَلَ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اللهِ نَجاهٌ مِنْ کُلِّ سُوءٍ وَ حِرْزٌ مِنْ کُلِّ عَدُوٍّ93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مَنْ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شْتر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هذا العَبْدَ200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lastRenderedPageBreak/>
        <w:t>مَولا</w:t>
      </w:r>
      <w:r w:rsidRPr="00E243D8">
        <w:rPr>
          <w:rFonts w:hint="cs"/>
          <w:rtl/>
          <w:lang w:bidi="fa-IR"/>
        </w:rPr>
        <w:t>یَ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مَولا</w:t>
      </w:r>
      <w:r w:rsidRPr="00E243D8">
        <w:rPr>
          <w:rFonts w:hint="cs"/>
          <w:rtl/>
          <w:lang w:bidi="fa-IR"/>
        </w:rPr>
        <w:t>یَ</w:t>
      </w:r>
      <w:r w:rsidRPr="00E243D8">
        <w:rPr>
          <w:rtl/>
          <w:lang w:bidi="fa-IR"/>
        </w:rPr>
        <w:t xml:space="preserve"> اَنْتَ الْغَنِ</w:t>
      </w:r>
      <w:r w:rsidRPr="00E243D8">
        <w:rPr>
          <w:rFonts w:hint="cs"/>
          <w:rtl/>
          <w:lang w:bidi="fa-IR"/>
        </w:rPr>
        <w:t>یُّ</w:t>
      </w:r>
      <w:r w:rsidRPr="00E243D8">
        <w:rPr>
          <w:rtl/>
          <w:lang w:bidi="fa-IR"/>
        </w:rPr>
        <w:t xml:space="preserve"> وَ اَنَا الْفَق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رُ</w:t>
      </w:r>
      <w:r w:rsidRPr="00E243D8">
        <w:rPr>
          <w:rtl/>
          <w:lang w:bidi="fa-IR"/>
        </w:rPr>
        <w:t xml:space="preserve"> وَ هَلْ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رْحَمُ</w:t>
      </w:r>
      <w:r w:rsidRPr="00E243D8">
        <w:rPr>
          <w:rtl/>
          <w:lang w:bidi="fa-IR"/>
        </w:rPr>
        <w:t xml:space="preserve"> الفَق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رَ</w:t>
      </w:r>
      <w:r w:rsidRPr="00E243D8">
        <w:rPr>
          <w:rtl/>
          <w:lang w:bidi="fa-IR"/>
        </w:rPr>
        <w:t xml:space="preserve"> اِلّا الْغَن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... مَولا</w:t>
      </w:r>
      <w:r w:rsidRPr="00E243D8">
        <w:rPr>
          <w:rFonts w:hint="cs"/>
          <w:rtl/>
          <w:lang w:bidi="fa-IR"/>
        </w:rPr>
        <w:t>یَ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مَولا</w:t>
      </w:r>
      <w:r w:rsidRPr="00E243D8">
        <w:rPr>
          <w:rFonts w:hint="cs"/>
          <w:rtl/>
          <w:lang w:bidi="fa-IR"/>
        </w:rPr>
        <w:t>یَ</w:t>
      </w:r>
      <w:r w:rsidRPr="00E243D8">
        <w:rPr>
          <w:rtl/>
          <w:lang w:bidi="fa-IR"/>
        </w:rPr>
        <w:t xml:space="preserve"> اَنْتَ الحَ</w:t>
      </w:r>
      <w:r w:rsidRPr="00E243D8">
        <w:rPr>
          <w:rFonts w:hint="cs"/>
          <w:rtl/>
          <w:lang w:bidi="fa-IR"/>
        </w:rPr>
        <w:t>یُّ</w:t>
      </w:r>
      <w:r w:rsidRPr="00E243D8">
        <w:rPr>
          <w:rtl/>
          <w:lang w:bidi="fa-IR"/>
        </w:rPr>
        <w:t xml:space="preserve"> وَ اَنَا الْم</w:t>
      </w:r>
      <w:r w:rsidRPr="00E243D8">
        <w:rPr>
          <w:rFonts w:hint="cs"/>
          <w:rtl/>
          <w:lang w:bidi="fa-IR"/>
        </w:rPr>
        <w:t>یِّ</w:t>
      </w:r>
      <w:r w:rsidRPr="00E243D8">
        <w:rPr>
          <w:rFonts w:hint="eastAsia"/>
          <w:rtl/>
          <w:lang w:bidi="fa-IR"/>
        </w:rPr>
        <w:t>تُ</w:t>
      </w:r>
      <w:r w:rsidRPr="00E243D8">
        <w:rPr>
          <w:rtl/>
          <w:lang w:bidi="fa-IR"/>
        </w:rPr>
        <w:t xml:space="preserve"> وَ هَلْ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رْحَمُ</w:t>
      </w:r>
      <w:r w:rsidRPr="00E243D8">
        <w:rPr>
          <w:rtl/>
          <w:lang w:bidi="fa-IR"/>
        </w:rPr>
        <w:t xml:space="preserve"> المَ</w:t>
      </w:r>
      <w:r w:rsidRPr="00E243D8">
        <w:rPr>
          <w:rFonts w:hint="cs"/>
          <w:rtl/>
          <w:lang w:bidi="fa-IR"/>
        </w:rPr>
        <w:t>یِّ</w:t>
      </w:r>
      <w:r w:rsidRPr="00E243D8">
        <w:rPr>
          <w:rFonts w:hint="eastAsia"/>
          <w:rtl/>
          <w:lang w:bidi="fa-IR"/>
        </w:rPr>
        <w:t>تَ</w:t>
      </w:r>
      <w:r w:rsidRPr="00E243D8">
        <w:rPr>
          <w:rtl/>
          <w:lang w:bidi="fa-IR"/>
        </w:rPr>
        <w:t xml:space="preserve"> اِلّا الحَ</w:t>
      </w:r>
      <w:r w:rsidRPr="00E243D8">
        <w:rPr>
          <w:rFonts w:hint="cs"/>
          <w:rtl/>
          <w:lang w:bidi="fa-IR"/>
        </w:rPr>
        <w:t>یُّ</w:t>
      </w:r>
      <w:r w:rsidRPr="00E243D8">
        <w:rPr>
          <w:rtl/>
          <w:lang w:bidi="fa-IR"/>
        </w:rPr>
        <w:t>132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نَحْنُ</w:t>
      </w:r>
      <w:r w:rsidRPr="00E243D8">
        <w:rPr>
          <w:rtl/>
          <w:lang w:bidi="fa-IR"/>
        </w:rPr>
        <w:t xml:space="preserve"> اَول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اءُکُمْ</w:t>
      </w:r>
      <w:r w:rsidRPr="00E243D8">
        <w:rPr>
          <w:rtl/>
          <w:lang w:bidi="fa-IR"/>
        </w:rPr>
        <w:t xml:space="preserve">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الحَ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وهِ</w:t>
      </w:r>
      <w:r w:rsidRPr="00E243D8">
        <w:rPr>
          <w:rtl/>
          <w:lang w:bidi="fa-IR"/>
        </w:rPr>
        <w:t xml:space="preserve"> الدُّن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الآخِرَهِ161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نَحْنُ</w:t>
      </w:r>
      <w:r w:rsidRPr="00E243D8">
        <w:rPr>
          <w:rtl/>
          <w:lang w:bidi="fa-IR"/>
        </w:rPr>
        <w:t xml:space="preserve"> نُؤَ</w:t>
      </w:r>
      <w:r w:rsidRPr="00E243D8">
        <w:rPr>
          <w:rFonts w:hint="cs"/>
          <w:rtl/>
          <w:lang w:bidi="fa-IR"/>
        </w:rPr>
        <w:t>یِّ</w:t>
      </w:r>
      <w:r w:rsidRPr="00E243D8">
        <w:rPr>
          <w:rFonts w:hint="eastAsia"/>
          <w:rtl/>
          <w:lang w:bidi="fa-IR"/>
        </w:rPr>
        <w:t>دُ</w:t>
      </w:r>
      <w:r w:rsidRPr="00E243D8">
        <w:rPr>
          <w:rtl/>
          <w:lang w:bidi="fa-IR"/>
        </w:rPr>
        <w:t xml:space="preserve"> الرُّوحَ بِالطّاعَهِ وَ الْعَمِلِ لَهُ139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نَزِّهُوا</w:t>
      </w:r>
      <w:r w:rsidRPr="00E243D8">
        <w:rPr>
          <w:rtl/>
          <w:lang w:bidi="fa-IR"/>
        </w:rPr>
        <w:t xml:space="preserve"> اَنْفُسَکُمْ عَنْ دَنَسِ اللّذّاتِ وَ تَبِعاتِ الشَّهواتِ170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النَّشْوَهُ</w:t>
      </w:r>
      <w:r w:rsidRPr="00E243D8">
        <w:rPr>
          <w:rtl/>
          <w:lang w:bidi="fa-IR"/>
        </w:rPr>
        <w:t xml:space="preserve">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عَشَرَهِ اش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اءَ</w:t>
      </w:r>
      <w:r w:rsidRPr="00E243D8">
        <w:rPr>
          <w:rtl/>
          <w:lang w:bidi="fa-IR"/>
        </w:rPr>
        <w:t xml:space="preserve"> المَشْ</w:t>
      </w:r>
      <w:r w:rsidRPr="00E243D8">
        <w:rPr>
          <w:rFonts w:hint="cs"/>
          <w:rtl/>
          <w:lang w:bidi="fa-IR"/>
        </w:rPr>
        <w:t>یِ</w:t>
      </w:r>
      <w:r w:rsidRPr="00E243D8">
        <w:rPr>
          <w:rtl/>
          <w:lang w:bidi="fa-IR"/>
        </w:rPr>
        <w:t xml:space="preserve"> وَ الرُّکوبِ وَ الاِرتِماسِ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الماءِ وَ النَّظَرِ اِل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الخُ_ضْرَهِ وَ الْاَکْلِ وَ الشُّرْبِ وَ النَّظَرِ اِلَ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المَرْأَهِ الحَسْناءِ و الجِماعِ و السِّواکِ وَ مُحادَثَهِ الرِّجالِ162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النَّظ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فُ</w:t>
      </w:r>
      <w:r w:rsidRPr="00E243D8">
        <w:rPr>
          <w:rtl/>
          <w:lang w:bidi="fa-IR"/>
        </w:rPr>
        <w:t xml:space="preserve"> مِنَ الث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ابِ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ذْهِبُ</w:t>
      </w:r>
      <w:r w:rsidRPr="00E243D8">
        <w:rPr>
          <w:rtl/>
          <w:lang w:bidi="fa-IR"/>
        </w:rPr>
        <w:t xml:space="preserve"> الهَمَّ وَ الحَزَنَ96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نِعْمَ</w:t>
      </w:r>
      <w:r w:rsidRPr="00E243D8">
        <w:rPr>
          <w:rtl/>
          <w:lang w:bidi="fa-IR"/>
        </w:rPr>
        <w:t xml:space="preserve"> الجَمَلُ جَمَلُکُما117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نِعْمَ</w:t>
      </w:r>
      <w:r w:rsidRPr="00E243D8">
        <w:rPr>
          <w:rtl/>
          <w:lang w:bidi="fa-IR"/>
        </w:rPr>
        <w:t xml:space="preserve"> المَط</w:t>
      </w:r>
      <w:r w:rsidRPr="00E243D8">
        <w:rPr>
          <w:rFonts w:hint="cs"/>
          <w:rtl/>
          <w:lang w:bidi="fa-IR"/>
        </w:rPr>
        <w:t>یُّ</w:t>
      </w:r>
      <w:r w:rsidRPr="00E243D8">
        <w:rPr>
          <w:rtl/>
          <w:lang w:bidi="fa-IR"/>
        </w:rPr>
        <w:t xml:space="preserve"> مَط</w:t>
      </w:r>
      <w:r w:rsidRPr="00E243D8">
        <w:rPr>
          <w:rFonts w:hint="cs"/>
          <w:rtl/>
          <w:lang w:bidi="fa-IR"/>
        </w:rPr>
        <w:t>یُّ</w:t>
      </w:r>
      <w:r w:rsidRPr="00E243D8">
        <w:rPr>
          <w:rFonts w:hint="eastAsia"/>
          <w:rtl/>
          <w:lang w:bidi="fa-IR"/>
        </w:rPr>
        <w:t>کُما</w:t>
      </w:r>
      <w:r w:rsidRPr="00E243D8">
        <w:rPr>
          <w:rtl/>
          <w:lang w:bidi="fa-IR"/>
        </w:rPr>
        <w:t xml:space="preserve"> وَ نِعْمَ الرّاکبانِ اَنْتُما وَ اَبُوکُما خَ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رٌ</w:t>
      </w:r>
      <w:r w:rsidRPr="00E243D8">
        <w:rPr>
          <w:rtl/>
          <w:lang w:bidi="fa-IR"/>
        </w:rPr>
        <w:t xml:space="preserve"> مِنْکُما179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نَعَمْ</w:t>
      </w:r>
      <w:r w:rsidRPr="00E243D8">
        <w:rPr>
          <w:rtl/>
          <w:lang w:bidi="fa-IR"/>
        </w:rPr>
        <w:t xml:space="preserve"> وَالا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مانُ</w:t>
      </w:r>
      <w:r w:rsidRPr="00E243D8">
        <w:rPr>
          <w:rtl/>
          <w:lang w:bidi="fa-IR"/>
        </w:rPr>
        <w:t xml:space="preserve">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قُلُوبِهِمْ اَعْظَمُ مِنَ الجَبَلِ217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نَفس</w:t>
      </w:r>
      <w:r w:rsidRPr="00E243D8">
        <w:rPr>
          <w:rtl/>
          <w:lang w:bidi="fa-IR"/>
        </w:rPr>
        <w:t xml:space="preserve"> المَهْموُمِ لِظُلمِنا تَسب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حٌ</w:t>
      </w:r>
      <w:r w:rsidRPr="00E243D8">
        <w:rPr>
          <w:rtl/>
          <w:lang w:bidi="fa-IR"/>
        </w:rPr>
        <w:t xml:space="preserve"> وَ هَمَّهُ لَنا عِبادَهٌ69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وَ</w:t>
      </w:r>
      <w:r w:rsidRPr="00E243D8">
        <w:rPr>
          <w:rtl/>
          <w:lang w:bidi="fa-IR"/>
        </w:rPr>
        <w:t xml:space="preserve"> اَسْتَغْفِرُکَ مِنْ کُلِّ لَذَّهٍ بِغَ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رِ</w:t>
      </w:r>
      <w:r w:rsidRPr="00E243D8">
        <w:rPr>
          <w:rtl/>
          <w:lang w:bidi="fa-IR"/>
        </w:rPr>
        <w:t xml:space="preserve"> ذِکْرِکَ </w:t>
      </w:r>
      <w:r w:rsidRPr="00E243D8">
        <w:rPr>
          <w:rFonts w:hint="cs"/>
          <w:rtl/>
          <w:lang w:bidi="fa-IR"/>
        </w:rPr>
        <w:t xml:space="preserve"> و</w:t>
      </w:r>
      <w:r w:rsidRPr="00E243D8">
        <w:rPr>
          <w:rtl/>
          <w:lang w:bidi="fa-IR"/>
        </w:rPr>
        <w:t>َ مِنْ کُلِّ سُرورٍ بِغَ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رِ</w:t>
      </w:r>
      <w:r w:rsidRPr="00E243D8">
        <w:rPr>
          <w:rtl/>
          <w:lang w:bidi="fa-IR"/>
        </w:rPr>
        <w:t xml:space="preserve"> قُرْبِکَ121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lastRenderedPageBreak/>
        <w:t>وَ</w:t>
      </w:r>
      <w:r w:rsidRPr="00E243D8">
        <w:rPr>
          <w:rtl/>
          <w:lang w:bidi="fa-IR"/>
        </w:rPr>
        <w:t xml:space="preserve"> اَظْهِروا البِشْ_رَ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</w:t>
      </w:r>
      <w:r w:rsidRPr="00E243D8">
        <w:rPr>
          <w:rtl/>
          <w:lang w:bidi="fa-IR"/>
        </w:rPr>
        <w:t xml:space="preserve"> بَ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نَکُمْ</w:t>
      </w:r>
      <w:r w:rsidRPr="00E243D8">
        <w:rPr>
          <w:rtl/>
          <w:lang w:bidi="fa-IR"/>
        </w:rPr>
        <w:t xml:space="preserve"> وَ السّ_ُرورَ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مُلاقاتِکُمْ181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وَ</w:t>
      </w:r>
      <w:r w:rsidRPr="00E243D8">
        <w:rPr>
          <w:rtl/>
          <w:lang w:bidi="fa-IR"/>
        </w:rPr>
        <w:t xml:space="preserve"> اَعِدُّوا لَه_ُمْ مَا اسْتَطَعْتُمْ مِنْ قُوَّهٍ وَ مِنْ رِباطِ الْخ_َ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لِ</w:t>
      </w:r>
      <w:r w:rsidRPr="00E243D8">
        <w:rPr>
          <w:rtl/>
          <w:lang w:bidi="fa-IR"/>
        </w:rPr>
        <w:t xml:space="preserve"> تُرْهِبونَ بِهِ عَدُوَّ اللهِ وَ عَدُوَّکُمْ 182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وَ</w:t>
      </w:r>
      <w:r w:rsidRPr="00E243D8">
        <w:rPr>
          <w:rtl/>
          <w:lang w:bidi="fa-IR"/>
        </w:rPr>
        <w:t xml:space="preserve"> التَّلَطُّفُ بِالصِّب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انِ</w:t>
      </w:r>
      <w:r w:rsidRPr="00E243D8">
        <w:rPr>
          <w:rtl/>
          <w:lang w:bidi="fa-IR"/>
        </w:rPr>
        <w:t xml:space="preserve"> مِنْ عادَهِ الرَّسُولِ115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وَ</w:t>
      </w:r>
      <w:r w:rsidRPr="00E243D8">
        <w:rPr>
          <w:rtl/>
          <w:lang w:bidi="fa-IR"/>
        </w:rPr>
        <w:t xml:space="preserve"> قَدْ اَحْسَنَ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اِذْ اَخْرَجَن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مِنَ السِّجْنِ وَ جاءَ بِکُمْ مِنَ البَدْوِ مِنْ بَعْدِ اَنْ نَزَغَ الشَّ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طانُ</w:t>
      </w:r>
      <w:r w:rsidRPr="00E243D8">
        <w:rPr>
          <w:rtl/>
          <w:lang w:bidi="fa-IR"/>
        </w:rPr>
        <w:t xml:space="preserve"> بَ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 بَ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 xml:space="preserve"> اِخْوَت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32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وَ</w:t>
      </w:r>
      <w:r w:rsidRPr="00E243D8">
        <w:rPr>
          <w:rtl/>
          <w:lang w:bidi="fa-IR"/>
        </w:rPr>
        <w:t xml:space="preserve"> قَدْ اَعْطَ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اللهُ مُحَمَّداً صَلَّ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الله عل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و آله اَفْضَلَ مِنْ ذلکَ وَ هُوَ اَنّ الله صَلّ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عَلَ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وَ اَمَرَ ملائِکَتَهُ اَنْ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صَلُّوا</w:t>
      </w:r>
      <w:r w:rsidRPr="00E243D8">
        <w:rPr>
          <w:rtl/>
          <w:lang w:bidi="fa-IR"/>
        </w:rPr>
        <w:t xml:space="preserve"> عَلَ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هِ</w:t>
      </w:r>
      <w:r w:rsidRPr="00E243D8">
        <w:rPr>
          <w:rtl/>
          <w:lang w:bidi="fa-IR"/>
        </w:rPr>
        <w:t xml:space="preserve"> وَ تَعَبَّدَ جَم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عَ</w:t>
      </w:r>
      <w:r w:rsidRPr="00E243D8">
        <w:rPr>
          <w:rtl/>
          <w:lang w:bidi="fa-IR"/>
        </w:rPr>
        <w:t xml:space="preserve"> خَلْقِهِ بِالصَّلاهِ عَلَ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هِ</w:t>
      </w:r>
      <w:r w:rsidRPr="00E243D8">
        <w:rPr>
          <w:rtl/>
          <w:lang w:bidi="fa-IR"/>
        </w:rPr>
        <w:t xml:space="preserve"> اِل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ومِ</w:t>
      </w:r>
      <w:r w:rsidRPr="00E243D8">
        <w:rPr>
          <w:rtl/>
          <w:lang w:bidi="fa-IR"/>
        </w:rPr>
        <w:t xml:space="preserve"> الق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امَهِ</w:t>
      </w:r>
      <w:r w:rsidRPr="00E243D8">
        <w:rPr>
          <w:rtl/>
          <w:lang w:bidi="fa-IR"/>
        </w:rPr>
        <w:t>64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وَ</w:t>
      </w:r>
      <w:r w:rsidRPr="00E243D8">
        <w:rPr>
          <w:rtl/>
          <w:lang w:bidi="fa-IR"/>
        </w:rPr>
        <w:t xml:space="preserve"> کانَ الحُسَ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نُ</w:t>
      </w:r>
      <w:r w:rsidRPr="00E243D8">
        <w:rPr>
          <w:rtl/>
          <w:lang w:bidi="fa-IR"/>
        </w:rPr>
        <w:t xml:space="preserve"> وَ بَعْضُ مَنْ مَعَهُ مِنْ خَصائِصِهِ تَشْ_رِقُ اَلْوانُهُمْ وَ تَهْدَأُ جَوارِحُهُمْ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وَ</w:t>
      </w:r>
      <w:r w:rsidRPr="00E243D8">
        <w:rPr>
          <w:rtl/>
          <w:lang w:bidi="fa-IR"/>
        </w:rPr>
        <w:t xml:space="preserve"> تَسْکُنُ نُفُوسُهُمْ71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وَ</w:t>
      </w:r>
      <w:r w:rsidRPr="00E243D8">
        <w:rPr>
          <w:rtl/>
          <w:lang w:bidi="fa-IR"/>
        </w:rPr>
        <w:t xml:space="preserve"> کَثْرَهُ المِزاحِ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غ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ما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سْخِطُ</w:t>
      </w:r>
      <w:r w:rsidRPr="00E243D8">
        <w:rPr>
          <w:rtl/>
          <w:lang w:bidi="fa-IR"/>
        </w:rPr>
        <w:t xml:space="preserve"> اللهَ عَزَّوَجَلَّ.185 207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وَ</w:t>
      </w:r>
      <w:r w:rsidRPr="00E243D8">
        <w:rPr>
          <w:rtl/>
          <w:lang w:bidi="fa-IR"/>
        </w:rPr>
        <w:t xml:space="preserve"> لَقِّن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مِنْکَ نَضْرَهً وَ سُروراً43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وَاجْعَلْ</w:t>
      </w:r>
      <w:r w:rsidRPr="00E243D8">
        <w:rPr>
          <w:rtl/>
          <w:lang w:bidi="fa-IR"/>
        </w:rPr>
        <w:t xml:space="preserve"> لَنا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لِقائِک نَضْرَهً و سُروراً43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وَاجْعَلْن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مِنْ اَول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ائکَ</w:t>
      </w:r>
      <w:r w:rsidRPr="00E243D8">
        <w:rPr>
          <w:rtl/>
          <w:lang w:bidi="fa-IR"/>
        </w:rPr>
        <w:t xml:space="preserve"> فَاِنَّ اَوْل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ائَکَ</w:t>
      </w:r>
      <w:r w:rsidRPr="00E243D8">
        <w:rPr>
          <w:rtl/>
          <w:lang w:bidi="fa-IR"/>
        </w:rPr>
        <w:t xml:space="preserve"> لاخَوْفٌ عَلَ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هم</w:t>
      </w:r>
      <w:r w:rsidRPr="00E243D8">
        <w:rPr>
          <w:rtl/>
          <w:lang w:bidi="fa-IR"/>
        </w:rPr>
        <w:t xml:space="preserve"> ولا هم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حْزَنونَ</w:t>
      </w:r>
      <w:r w:rsidRPr="00E243D8">
        <w:rPr>
          <w:rtl/>
          <w:lang w:bidi="fa-IR"/>
        </w:rPr>
        <w:t>124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وَاجْعَلْن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مِنْ حِزْبِکَ فَاِنَّ حِزْبَکَ هُمُ المُفْلِحونَ123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lastRenderedPageBreak/>
        <w:t>وَارزُقن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مِنَ الدُّن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 زَهِّدْن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ها</w:t>
      </w:r>
      <w:r w:rsidRPr="00E243D8">
        <w:rPr>
          <w:rtl/>
          <w:lang w:bidi="fa-IR"/>
        </w:rPr>
        <w:t xml:space="preserve"> وَلا تَزْوِها عَنّ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 رَغْبَت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ها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رَحمانُ148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وَ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لٌ</w:t>
      </w:r>
      <w:r w:rsidRPr="00E243D8">
        <w:rPr>
          <w:rtl/>
          <w:lang w:bidi="fa-IR"/>
        </w:rPr>
        <w:t xml:space="preserve"> لِلَّذ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حَدِّثٌ</w:t>
      </w:r>
      <w:r w:rsidRPr="00E243D8">
        <w:rPr>
          <w:rtl/>
          <w:lang w:bidi="fa-IR"/>
        </w:rPr>
        <w:t xml:space="preserve"> فَ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کْذِبُ</w:t>
      </w:r>
      <w:r w:rsidRPr="00E243D8">
        <w:rPr>
          <w:rtl/>
          <w:lang w:bidi="fa-IR"/>
        </w:rPr>
        <w:t xml:space="preserve"> لِ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ضْحِکَ</w:t>
      </w:r>
      <w:r w:rsidRPr="00E243D8">
        <w:rPr>
          <w:rtl/>
          <w:lang w:bidi="fa-IR"/>
        </w:rPr>
        <w:t xml:space="preserve"> القَوْمَ فَوَ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لٌ</w:t>
      </w:r>
      <w:r w:rsidRPr="00E243D8">
        <w:rPr>
          <w:rtl/>
          <w:lang w:bidi="fa-IR"/>
        </w:rPr>
        <w:t xml:space="preserve"> لَهُ ثُمَّ وَ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لٌ</w:t>
      </w:r>
      <w:r w:rsidRPr="00E243D8">
        <w:rPr>
          <w:rtl/>
          <w:lang w:bidi="fa-IR"/>
        </w:rPr>
        <w:t xml:space="preserve"> لَهُ211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هذا</w:t>
      </w:r>
      <w:r w:rsidRPr="00E243D8">
        <w:rPr>
          <w:rtl/>
          <w:lang w:bidi="fa-IR"/>
        </w:rPr>
        <w:t xml:space="preserve"> مَعن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الجَنَّهِ الَّذ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مَنْ اَقَرَّ بِهِ کانَ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الجَنَّهَ فَاسْألُوا اللهَ اَنْ لا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سْلُبَکُمْ</w:t>
      </w:r>
      <w:r w:rsidRPr="00E243D8">
        <w:rPr>
          <w:rtl/>
          <w:lang w:bidi="fa-IR"/>
        </w:rPr>
        <w:t>50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هَشّاشاً</w:t>
      </w:r>
      <w:r w:rsidRPr="00E243D8">
        <w:rPr>
          <w:rtl/>
          <w:lang w:bidi="fa-IR"/>
        </w:rPr>
        <w:t xml:space="preserve"> بَشّاشاً46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الهَمُّ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نْحِلُ</w:t>
      </w:r>
      <w:r w:rsidRPr="00E243D8">
        <w:rPr>
          <w:rtl/>
          <w:lang w:bidi="fa-IR"/>
        </w:rPr>
        <w:t xml:space="preserve"> البَدَنَ81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اَباذَرّ اِنَّ سَلْمانَ بابُ اللهِ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الاَرْضِ مَنْ عَرَفَهُ کانَ مُؤمِناً وَ مَنْ اَنْکَرَهُ کانَ کافراً139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حَ</w:t>
      </w:r>
      <w:r w:rsidRPr="00E243D8">
        <w:rPr>
          <w:rFonts w:hint="cs"/>
          <w:rtl/>
          <w:lang w:bidi="fa-IR"/>
        </w:rPr>
        <w:t>یُّ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قَ</w:t>
      </w:r>
      <w:r w:rsidRPr="00E243D8">
        <w:rPr>
          <w:rFonts w:hint="cs"/>
          <w:rtl/>
          <w:lang w:bidi="fa-IR"/>
        </w:rPr>
        <w:t>یُّ</w:t>
      </w:r>
      <w:r w:rsidRPr="00E243D8">
        <w:rPr>
          <w:rFonts w:hint="eastAsia"/>
          <w:rtl/>
          <w:lang w:bidi="fa-IR"/>
        </w:rPr>
        <w:t>ومُ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لا اِلهَ اِلّا اَنْتَ بِرَحْمَتِکَ اَسْتَغ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ثُ</w:t>
      </w:r>
      <w:r w:rsidRPr="00E243D8">
        <w:rPr>
          <w:rtl/>
          <w:lang w:bidi="fa-IR"/>
        </w:rPr>
        <w:t xml:space="preserve"> فَاکْفِن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ما اَهَمَّن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وَلا تَکِلْن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إل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نَفْس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89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داودُ 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فَافْرَحْ وَبِذِکر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فَتَلَذَّذ وَ بِمُناجات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فَتَنَعَّمْ122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رَبِّ وَ مَنْ هؤلاءِ الَّذ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 xml:space="preserve"> تُب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حُهُمْ</w:t>
      </w:r>
      <w:r w:rsidRPr="00E243D8">
        <w:rPr>
          <w:rtl/>
          <w:lang w:bidi="fa-IR"/>
        </w:rPr>
        <w:t xml:space="preserve"> جَنّتکَ وَ تُحَکِّمُهُمْ 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ها</w:t>
      </w:r>
      <w:r w:rsidRPr="00E243D8">
        <w:rPr>
          <w:rtl/>
          <w:lang w:bidi="fa-IR"/>
        </w:rPr>
        <w:t>157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رَف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tl/>
          <w:lang w:bidi="fa-IR"/>
        </w:rPr>
        <w:t xml:space="preserve"> و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شَف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</w:t>
      </w:r>
      <w:r w:rsidRPr="00E243D8">
        <w:rPr>
          <w:rtl/>
          <w:lang w:bidi="fa-IR"/>
        </w:rPr>
        <w:t>152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شَف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قُ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رَف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قُ</w:t>
      </w:r>
      <w:r w:rsidRPr="00E243D8">
        <w:rPr>
          <w:rtl/>
          <w:lang w:bidi="fa-IR"/>
        </w:rPr>
        <w:t xml:space="preserve"> فُکَّن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مِنْ حَلَقِ المَض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قِ</w:t>
      </w:r>
      <w:r w:rsidRPr="00E243D8">
        <w:rPr>
          <w:rtl/>
          <w:lang w:bidi="fa-IR"/>
        </w:rPr>
        <w:t xml:space="preserve"> وَ اصْرِفْ عَنّ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کُلَّ هَمٍّ وَ غَمٍّ وَ ض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قٍ</w:t>
      </w:r>
      <w:r w:rsidRPr="00E243D8">
        <w:rPr>
          <w:rtl/>
          <w:lang w:bidi="fa-IR"/>
        </w:rPr>
        <w:t>128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عُدَّت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عِنْدَ کُرْبَت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85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اَنْتَ بَ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نَنَا</w:t>
      </w:r>
      <w:r w:rsidRPr="00E243D8">
        <w:rPr>
          <w:rtl/>
          <w:lang w:bidi="fa-IR"/>
        </w:rPr>
        <w:t xml:space="preserve"> کُنُونِ لَنا206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lastRenderedPageBreak/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عَل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اِنَّکَ اَکُولٌ206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عَل</w:t>
      </w:r>
      <w:r w:rsidRPr="00E243D8">
        <w:rPr>
          <w:rFonts w:hint="cs"/>
          <w:rtl/>
          <w:lang w:bidi="fa-IR"/>
        </w:rPr>
        <w:t>یّ</w:t>
      </w:r>
      <w:r w:rsidRPr="00E243D8">
        <w:rPr>
          <w:rtl/>
          <w:lang w:bidi="fa-IR"/>
        </w:rPr>
        <w:t xml:space="preserve"> ثَلاثٌ فَرَحاتٌ لِلْمُؤمِنِ فِ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الدُّن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لِقاءُ الْإِخوانِ وَ تَفْط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رُ</w:t>
      </w:r>
      <w:r w:rsidRPr="00E243D8">
        <w:rPr>
          <w:rtl/>
          <w:lang w:bidi="fa-IR"/>
        </w:rPr>
        <w:t xml:space="preserve"> الصّائِمِ وَ التَّهَجُّدِ مِنْ آخِرِ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الَّل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لِ</w:t>
      </w:r>
      <w:r w:rsidRPr="00E243D8">
        <w:rPr>
          <w:rtl/>
          <w:lang w:bidi="fa-IR"/>
        </w:rPr>
        <w:t>179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فارِجَ الهَمِّ وَ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کاشِفَ الغَمِّ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رَحْمنَ الدُّن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 الآخِرَهِ وَ رَح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مَهُما</w:t>
      </w:r>
      <w:r w:rsidRPr="00E243D8">
        <w:rPr>
          <w:rtl/>
          <w:lang w:bidi="fa-IR"/>
        </w:rPr>
        <w:t xml:space="preserve"> فَرِّجْ هَمّ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 اکْشِفْ غَمّ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اللهُ الواحِدُ الاَحَدُ الصَّمَدُ الّذ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لَمْ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لِدْ</w:t>
      </w:r>
      <w:r w:rsidRPr="00E243D8">
        <w:rPr>
          <w:rtl/>
          <w:lang w:bidi="fa-IR"/>
        </w:rPr>
        <w:t xml:space="preserve"> وَ لَمْ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ولَدْ</w:t>
      </w:r>
      <w:r w:rsidRPr="00E243D8">
        <w:rPr>
          <w:rtl/>
          <w:lang w:bidi="fa-IR"/>
        </w:rPr>
        <w:t xml:space="preserve"> وَ لَمْ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کُنْ</w:t>
      </w:r>
      <w:r w:rsidRPr="00E243D8">
        <w:rPr>
          <w:rtl/>
          <w:lang w:bidi="fa-IR"/>
        </w:rPr>
        <w:t xml:space="preserve"> لَهُ کُفُوّاً اَحَدٌ اِعْصِمْن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 طَهِّرْن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 اذْهَب</w:t>
      </w:r>
      <w:r w:rsidRPr="00E243D8">
        <w:rPr>
          <w:rFonts w:hint="eastAsia"/>
          <w:rtl/>
          <w:lang w:bidi="fa-IR"/>
        </w:rPr>
        <w:t>ْ</w:t>
      </w:r>
      <w:r w:rsidRPr="00E243D8">
        <w:rPr>
          <w:rtl/>
          <w:lang w:bidi="fa-IR"/>
        </w:rPr>
        <w:t xml:space="preserve"> بِبَلِ</w:t>
      </w:r>
      <w:r w:rsidRPr="00E243D8">
        <w:rPr>
          <w:rFonts w:hint="cs"/>
          <w:rtl/>
          <w:lang w:bidi="fa-IR"/>
        </w:rPr>
        <w:t>یَّ</w:t>
      </w:r>
      <w:r w:rsidRPr="00E243D8">
        <w:rPr>
          <w:rFonts w:hint="eastAsia"/>
          <w:rtl/>
          <w:lang w:bidi="fa-IR"/>
        </w:rPr>
        <w:t>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88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مَنْ أَظْهَرَ الْ_جَمِ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لَ</w:t>
      </w:r>
      <w:r w:rsidRPr="00E243D8">
        <w:rPr>
          <w:rtl/>
          <w:lang w:bidi="fa-IR"/>
        </w:rPr>
        <w:t xml:space="preserve"> وَ سَتَرَ الْقَبِ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حَ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مَنْ لَمْ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ؤَاخِذْ</w:t>
      </w:r>
      <w:r w:rsidRPr="00E243D8">
        <w:rPr>
          <w:rtl/>
          <w:lang w:bidi="fa-IR"/>
        </w:rPr>
        <w:t xml:space="preserve"> بِالْ_جَرِ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رَهِ</w:t>
      </w:r>
      <w:r w:rsidRPr="00E243D8">
        <w:rPr>
          <w:rtl/>
          <w:lang w:bidi="fa-IR"/>
        </w:rPr>
        <w:t xml:space="preserve"> وَ لَمْ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هْتِکِ</w:t>
      </w:r>
      <w:r w:rsidRPr="00E243D8">
        <w:rPr>
          <w:rtl/>
          <w:lang w:bidi="fa-IR"/>
        </w:rPr>
        <w:t xml:space="preserve"> السِّتْرَ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عَظِ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مَ</w:t>
      </w:r>
      <w:r w:rsidRPr="00E243D8">
        <w:rPr>
          <w:rtl/>
          <w:lang w:bidi="fa-IR"/>
        </w:rPr>
        <w:t xml:space="preserve"> الْعَفْوِ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حَسَنَ التَّجَاوُزِ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وَاسِعَ الْ_مَغْفِرَهِ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بَاسِطَ الْ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دَ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نِ</w:t>
      </w:r>
      <w:r w:rsidRPr="00E243D8">
        <w:rPr>
          <w:rtl/>
          <w:lang w:bidi="fa-IR"/>
        </w:rPr>
        <w:t xml:space="preserve"> بِالرَّحْمَهِ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صَاحِبَ کُلِّ نَجْوَ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</w:t>
      </w:r>
      <w:r w:rsidRPr="00E243D8">
        <w:rPr>
          <w:rFonts w:hint="eastAsia"/>
          <w:rtl/>
          <w:lang w:bidi="fa-IR"/>
        </w:rPr>
        <w:t>َ</w:t>
      </w:r>
      <w:r w:rsidRPr="00E243D8">
        <w:rPr>
          <w:rtl/>
          <w:lang w:bidi="fa-IR"/>
        </w:rPr>
        <w:t xml:space="preserve"> مُنْتَهَ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کُلِّ شَکْوَ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کَرِ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مَ</w:t>
      </w:r>
      <w:r w:rsidRPr="00E243D8">
        <w:rPr>
          <w:rtl/>
          <w:lang w:bidi="fa-IR"/>
        </w:rPr>
        <w:t xml:space="preserve"> الصَّفْحِ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عَظِ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مَ</w:t>
      </w:r>
      <w:r w:rsidRPr="00E243D8">
        <w:rPr>
          <w:rtl/>
          <w:lang w:bidi="fa-IR"/>
        </w:rPr>
        <w:t xml:space="preserve"> الْمَنِّ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مُبْتَدِئاً بِالنِّعَمِ قَبْلَ اسْتِحْقَاقِهَا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رَبَّنَا وَ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سَ</w:t>
      </w:r>
      <w:r w:rsidRPr="00E243D8">
        <w:rPr>
          <w:rFonts w:hint="cs"/>
          <w:rtl/>
          <w:lang w:bidi="fa-IR"/>
        </w:rPr>
        <w:t>یِّ</w:t>
      </w:r>
      <w:r w:rsidRPr="00E243D8">
        <w:rPr>
          <w:rFonts w:hint="eastAsia"/>
          <w:rtl/>
          <w:lang w:bidi="fa-IR"/>
        </w:rPr>
        <w:t>دَنَا</w:t>
      </w:r>
      <w:r w:rsidRPr="00E243D8">
        <w:rPr>
          <w:rtl/>
          <w:lang w:bidi="fa-IR"/>
        </w:rPr>
        <w:t xml:space="preserve"> وَ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مَوْلَانَا وَ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غَا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هَ</w:t>
      </w:r>
      <w:r w:rsidRPr="00E243D8">
        <w:rPr>
          <w:rtl/>
          <w:lang w:bidi="fa-IR"/>
        </w:rPr>
        <w:t xml:space="preserve"> رَغْبَتِنَا أَسْأَلُکَ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اللهُ أَنْ لَا تُشَوِّهَ خَلْقِ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بِالنَّار 129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مَنْ اَظْهَرَ الجَم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>129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وَلِ</w:t>
      </w:r>
      <w:r w:rsidRPr="00E243D8">
        <w:rPr>
          <w:rFonts w:hint="cs"/>
          <w:rtl/>
          <w:lang w:bidi="fa-IR"/>
        </w:rPr>
        <w:t>یَّ</w:t>
      </w:r>
      <w:r w:rsidRPr="00E243D8">
        <w:rPr>
          <w:rtl/>
          <w:lang w:bidi="fa-IR"/>
        </w:rPr>
        <w:t xml:space="preserve"> اللهِ اَبْشِرْ اَنَا عَلِ</w:t>
      </w:r>
      <w:r w:rsidRPr="00E243D8">
        <w:rPr>
          <w:rFonts w:hint="cs"/>
          <w:rtl/>
          <w:lang w:bidi="fa-IR"/>
        </w:rPr>
        <w:t>یُّ</w:t>
      </w:r>
      <w:r w:rsidRPr="00E243D8">
        <w:rPr>
          <w:rtl/>
          <w:lang w:bidi="fa-IR"/>
        </w:rPr>
        <w:t xml:space="preserve"> بْنِ 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طالب الّذ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کُنْتَ تُحِبُّهُ اَما لَاَ نْفَعُنَّکَ147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هَمّامُ المؤمِنُ ... بَع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دٌ</w:t>
      </w:r>
      <w:r w:rsidRPr="00E243D8">
        <w:rPr>
          <w:rtl/>
          <w:lang w:bidi="fa-IR"/>
        </w:rPr>
        <w:t xml:space="preserve"> کَسَلُهُ دائِمٌ نَشاطُهُ قر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بٌ</w:t>
      </w:r>
      <w:r w:rsidRPr="00E243D8">
        <w:rPr>
          <w:rtl/>
          <w:lang w:bidi="fa-IR"/>
        </w:rPr>
        <w:t xml:space="preserve"> أَمَلُهُ حَ</w:t>
      </w:r>
      <w:r w:rsidRPr="00E243D8">
        <w:rPr>
          <w:rFonts w:hint="cs"/>
          <w:rtl/>
          <w:lang w:bidi="fa-IR"/>
        </w:rPr>
        <w:t>یٌّ</w:t>
      </w:r>
      <w:r w:rsidRPr="00E243D8">
        <w:rPr>
          <w:rtl/>
          <w:lang w:bidi="fa-IR"/>
        </w:rPr>
        <w:t xml:space="preserve"> قَلْبُهُ46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تُ</w:t>
      </w:r>
      <w:r w:rsidRPr="00E243D8">
        <w:rPr>
          <w:rtl/>
          <w:lang w:bidi="fa-IR"/>
        </w:rPr>
        <w:t xml:space="preserve"> حَذِراً وَ </w:t>
      </w: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صْبِحُ</w:t>
      </w:r>
      <w:r w:rsidRPr="00E243D8">
        <w:rPr>
          <w:rtl/>
          <w:lang w:bidi="fa-IR"/>
        </w:rPr>
        <w:t xml:space="preserve"> فَرِحاً حَذِراً لِما حُذِّرَ مِنَ الْغَفْلَهِ وَ فَرِحاً بما اَصابَ مِنَ الْفَضْلِ وَ الرَّحْمَهِ48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lastRenderedPageBreak/>
        <w:t>یَ</w:t>
      </w:r>
      <w:r w:rsidRPr="00E243D8">
        <w:rPr>
          <w:rFonts w:hint="eastAsia"/>
          <w:rtl/>
          <w:lang w:bidi="fa-IR"/>
        </w:rPr>
        <w:t>خْرُجُ</w:t>
      </w:r>
      <w:r w:rsidRPr="00E243D8">
        <w:rPr>
          <w:rtl/>
          <w:lang w:bidi="fa-IR"/>
        </w:rPr>
        <w:t xml:space="preserve"> مِنْ صُلْبِ هذا الحِمارِ حمارٌ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رْکَبُهُ</w:t>
      </w:r>
      <w:r w:rsidRPr="00E243D8">
        <w:rPr>
          <w:rtl/>
          <w:lang w:bidi="fa-IR"/>
        </w:rPr>
        <w:t xml:space="preserve"> سَ</w:t>
      </w:r>
      <w:r w:rsidRPr="00E243D8">
        <w:rPr>
          <w:rFonts w:hint="cs"/>
          <w:rtl/>
          <w:lang w:bidi="fa-IR"/>
        </w:rPr>
        <w:t>یِّ</w:t>
      </w:r>
      <w:r w:rsidRPr="00E243D8">
        <w:rPr>
          <w:rFonts w:hint="eastAsia"/>
          <w:rtl/>
          <w:lang w:bidi="fa-IR"/>
        </w:rPr>
        <w:t>دُ</w:t>
      </w:r>
      <w:r w:rsidRPr="00E243D8">
        <w:rPr>
          <w:rtl/>
          <w:lang w:bidi="fa-IR"/>
        </w:rPr>
        <w:t xml:space="preserve"> المُرسَل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نَ</w:t>
      </w:r>
      <w:r w:rsidRPr="00E243D8">
        <w:rPr>
          <w:rtl/>
          <w:lang w:bidi="fa-IR"/>
        </w:rPr>
        <w:t xml:space="preserve"> وَ خاتَمُهُمْ فَالحَمْدُللهِ الَّذ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جَعَلن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ذلِکَ الْحِمارَ31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رْحَمُکَ</w:t>
      </w:r>
      <w:r w:rsidRPr="00E243D8">
        <w:rPr>
          <w:rtl/>
          <w:lang w:bidi="fa-IR"/>
        </w:rPr>
        <w:t xml:space="preserve"> اللهُ35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یُ</w:t>
      </w:r>
      <w:r w:rsidRPr="00E243D8">
        <w:rPr>
          <w:rFonts w:hint="eastAsia"/>
          <w:rtl/>
          <w:lang w:bidi="fa-IR"/>
        </w:rPr>
        <w:t>سْتَشْهَدُ</w:t>
      </w:r>
      <w:r w:rsidRPr="00E243D8">
        <w:rPr>
          <w:rtl/>
          <w:lang w:bidi="fa-IR"/>
        </w:rPr>
        <w:t xml:space="preserve"> مَعَک جَماعَهٌ مِنْ اَصْحابِکَ لا </w:t>
      </w: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جِدونَ</w:t>
      </w:r>
      <w:r w:rsidRPr="00E243D8">
        <w:rPr>
          <w:rtl/>
          <w:lang w:bidi="fa-IR"/>
        </w:rPr>
        <w:t xml:space="preserve"> اَلَم مَسِّ الحَد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دِ</w:t>
      </w:r>
      <w:r w:rsidRPr="00E243D8">
        <w:rPr>
          <w:rtl/>
          <w:lang w:bidi="fa-IR"/>
        </w:rPr>
        <w:t>101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غْفِرُ</w:t>
      </w:r>
      <w:r w:rsidRPr="00E243D8">
        <w:rPr>
          <w:rtl/>
          <w:lang w:bidi="fa-IR"/>
        </w:rPr>
        <w:t xml:space="preserve"> الله لَنا وَ لَکَ35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cs"/>
          <w:rtl/>
          <w:lang w:bidi="fa-IR"/>
        </w:rPr>
        <w:t>یَ</w:t>
      </w:r>
      <w:r w:rsidRPr="00E243D8">
        <w:rPr>
          <w:rFonts w:hint="eastAsia"/>
          <w:rtl/>
          <w:lang w:bidi="fa-IR"/>
        </w:rPr>
        <w:t>قُولُ</w:t>
      </w:r>
      <w:r w:rsidRPr="00E243D8">
        <w:rPr>
          <w:rtl/>
          <w:lang w:bidi="fa-IR"/>
        </w:rPr>
        <w:t xml:space="preserve"> اللهُ الْکِبر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اءُ</w:t>
      </w:r>
      <w:r w:rsidRPr="00E243D8">
        <w:rPr>
          <w:rtl/>
          <w:lang w:bidi="fa-IR"/>
        </w:rPr>
        <w:t xml:space="preserve"> رِدائ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وَ الْعَظَمَهُ اِزار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فَمَنْ نازَعَن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واحِدٍ مِنْهُما اَلْقَ</w:t>
      </w:r>
      <w:r w:rsidRPr="00E243D8">
        <w:rPr>
          <w:rFonts w:hint="cs"/>
          <w:rtl/>
          <w:lang w:bidi="fa-IR"/>
        </w:rPr>
        <w:t>یْ</w:t>
      </w:r>
      <w:r w:rsidRPr="00E243D8">
        <w:rPr>
          <w:rFonts w:hint="eastAsia"/>
          <w:rtl/>
          <w:lang w:bidi="fa-IR"/>
        </w:rPr>
        <w:t>تُهُ</w:t>
      </w:r>
      <w:r w:rsidRPr="00E243D8">
        <w:rPr>
          <w:rtl/>
          <w:lang w:bidi="fa-IR"/>
        </w:rPr>
        <w:t xml:space="preserve">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جَهَنَّمُ151</w:t>
      </w:r>
    </w:p>
    <w:p w:rsidR="00E243D8" w:rsidRPr="00E243D8" w:rsidRDefault="00E243D8" w:rsidP="007936AF">
      <w:pPr>
        <w:pStyle w:val="libBold1"/>
        <w:rPr>
          <w:rtl/>
          <w:lang w:bidi="fa-IR"/>
        </w:rPr>
      </w:pPr>
      <w:r w:rsidRPr="00E243D8">
        <w:rPr>
          <w:rFonts w:hint="eastAsia"/>
          <w:rtl/>
          <w:lang w:bidi="fa-IR"/>
        </w:rPr>
        <w:t>فهرست</w:t>
      </w:r>
      <w:r w:rsidRPr="00E243D8">
        <w:rPr>
          <w:rtl/>
          <w:lang w:bidi="fa-IR"/>
        </w:rPr>
        <w:t xml:space="preserve"> منابع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1.قرآن.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2.الاحتجاج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اهل اللجاج / احمد بن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طبرس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نشر مرتض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مشهد، چاپ اول، 1403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3.ارشاد القلوب 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الصواب / حسن بن محمد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الشر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الرض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قم، چاپ اول، 1412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4.الاصول السته عشر / عده</w:t>
      </w:r>
      <w:r w:rsidRPr="00E243D8">
        <w:rPr>
          <w:rFonts w:hint="cs"/>
          <w:rtl/>
          <w:lang w:bidi="fa-IR"/>
        </w:rPr>
        <w:t>ای</w:t>
      </w:r>
      <w:r w:rsidRPr="00E243D8">
        <w:rPr>
          <w:rtl/>
          <w:lang w:bidi="fa-IR"/>
        </w:rPr>
        <w:t xml:space="preserve"> از علما، دارالشبستر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للمطبوعات، قم، چاپ اول، 1363 ش.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5.اعلام الد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صفات 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/ حسن بن محمد 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موسسه آل الب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، قم، چاپ اول، 1408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lastRenderedPageBreak/>
        <w:t>6.الاقبال بالاعمال الحسنه /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بن موس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ابن طاووس، دفتر تبل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غات</w:t>
      </w:r>
      <w:r w:rsidRPr="00E243D8">
        <w:rPr>
          <w:rtl/>
          <w:lang w:bidi="fa-IR"/>
        </w:rPr>
        <w:t xml:space="preserve"> اسلام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قم، چاپ اول، 1376 ش.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7.الامال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للصدوق / محمد بن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بن بابو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کتابچ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تهران، چاپ ششم، 1376 ش.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8.الامال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للطوس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/ محمد بن الحسن طوس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دارالثقافه، قم، چاپ اول، 1414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9.الامال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للمف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/ محمد بن محمد (ش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خ</w:t>
      </w:r>
      <w:r w:rsidRPr="00E243D8">
        <w:rPr>
          <w:rtl/>
          <w:lang w:bidi="fa-IR"/>
        </w:rPr>
        <w:t xml:space="preserve"> مف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)، کنگره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خ</w:t>
      </w:r>
      <w:r w:rsidRPr="00E243D8">
        <w:rPr>
          <w:rtl/>
          <w:lang w:bidi="fa-IR"/>
        </w:rPr>
        <w:t xml:space="preserve"> مف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قم، چاپ اول، 1413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10.ام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گل</w:t>
      </w:r>
      <w:r w:rsidRPr="00E243D8">
        <w:rPr>
          <w:rFonts w:hint="cs"/>
          <w:rtl/>
          <w:lang w:bidi="fa-IR"/>
        </w:rPr>
        <w:t>ها / حسی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نشر نس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اند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شه،</w:t>
      </w:r>
      <w:r w:rsidRPr="00E243D8">
        <w:rPr>
          <w:rtl/>
          <w:lang w:bidi="fa-IR"/>
        </w:rPr>
        <w:t xml:space="preserve"> قم، 1385 ش.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11.بحارالانوار الجامعه لدرر اخبار الائمه الاطهار / محمد باقربن محمد تق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مجلس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دار اح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اء</w:t>
      </w:r>
      <w:r w:rsidRPr="00E243D8">
        <w:rPr>
          <w:rtl/>
          <w:lang w:bidi="fa-IR"/>
        </w:rPr>
        <w:t xml:space="preserve"> التراث العرب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روت،</w:t>
      </w:r>
      <w:r w:rsidRPr="00E243D8">
        <w:rPr>
          <w:rtl/>
          <w:lang w:bidi="fa-IR"/>
        </w:rPr>
        <w:t xml:space="preserve"> چاپ دوم، 1403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12.البرهان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تفس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القرآن /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هاشم بن سل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بحران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مؤسسه بعثه، قم، چاپ اول، 1374 ش.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13.البلد الام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 الدرع الحص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/ ابراه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بن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عامل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مؤسسه الاعلم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للمطبوعات،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روت،</w:t>
      </w:r>
      <w:r w:rsidRPr="00E243D8">
        <w:rPr>
          <w:rtl/>
          <w:lang w:bidi="fa-IR"/>
        </w:rPr>
        <w:t xml:space="preserve"> چاپ اول، 1418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 xml:space="preserve">14.تحف العقول عن آل الرسول </w:t>
      </w:r>
      <w:r w:rsidR="00F10AE1" w:rsidRPr="00F10AE1">
        <w:rPr>
          <w:rStyle w:val="libAlaemChar"/>
          <w:rtl/>
        </w:rPr>
        <w:t xml:space="preserve">صلى‌الله‌عليه‌وآله‌وسلم </w:t>
      </w:r>
      <w:r w:rsidRPr="00E243D8">
        <w:rPr>
          <w:rtl/>
          <w:lang w:bidi="fa-IR"/>
        </w:rPr>
        <w:t>/ حسن بن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بن شعبه حران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جامعه مدرس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قم، چاپ دوم، 1404 ق _ 1363 ش.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15.تحفه الملوک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و السلوک /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مهد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بحر العلوم (با مقدمه و شرح </w:t>
      </w:r>
      <w:r w:rsidRPr="00E243D8">
        <w:rPr>
          <w:rtl/>
          <w:lang w:bidi="fa-IR"/>
        </w:rPr>
        <w:lastRenderedPageBreak/>
        <w:t>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محمد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تهران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)، انتشارات علامه طباطبا</w:t>
      </w:r>
      <w:r w:rsidRPr="00E243D8">
        <w:rPr>
          <w:rFonts w:hint="cs"/>
          <w:rtl/>
          <w:lang w:bidi="fa-IR"/>
        </w:rPr>
        <w:t>یی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تهران، چاپ چهارم، 1418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16.تصن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غررالحکم و دررالکلم / عبدالواحد بن محمد تم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آمد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دفتر تبل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غات،</w:t>
      </w:r>
      <w:r w:rsidRPr="00E243D8">
        <w:rPr>
          <w:rtl/>
          <w:lang w:bidi="fa-IR"/>
        </w:rPr>
        <w:t xml:space="preserve"> قم، چاپ اول، 1366 ش.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17.التعجب من اغلاط العامه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مسأله الامامه / محمد بن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کراجک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دارالغد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ر،</w:t>
      </w:r>
      <w:r w:rsidRPr="00E243D8">
        <w:rPr>
          <w:rtl/>
          <w:lang w:bidi="fa-IR"/>
        </w:rPr>
        <w:t xml:space="preserve"> قم، چاپ اول، 1421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18.تفس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الصاف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/ محمد بن شاه مرتض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(ف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ض</w:t>
      </w:r>
      <w:r w:rsidRPr="00E243D8">
        <w:rPr>
          <w:rtl/>
          <w:lang w:bidi="fa-IR"/>
        </w:rPr>
        <w:t xml:space="preserve"> کاشان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)، مکتبه الصدر، تهران، چاپ دوم، 1415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19.تفس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الع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اش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/ محمد بن مسعود 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المطبعه العمل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تهران، چاپ اول، 1380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20.تفس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القم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/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بن ابراه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قم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دارالکتاب، قم، چاپ سوم، 1404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21.تفس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فرات الکوف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/ فرات بن ابراه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کوف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مؤسسه الطبع و النشر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وزاره الارشاد الاسلام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تهران، چاپ اول، 1410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22.تفس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کنزالدقائق و بحر الغرائب / محمد بن محمد رضا قم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مشهد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سازمان چاپ و انتشارات وزارت فرهنگ و ارشاد اسلام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تهران،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چاپ</w:t>
      </w:r>
      <w:r w:rsidRPr="00E243D8">
        <w:rPr>
          <w:rtl/>
          <w:lang w:bidi="fa-IR"/>
        </w:rPr>
        <w:t xml:space="preserve"> اول، 1368 ش.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lastRenderedPageBreak/>
        <w:t>23.تفس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نور الثقل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/ عبد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بن جمعه العروس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الحو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اسماع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ان،</w:t>
      </w:r>
      <w:r w:rsidRPr="00E243D8">
        <w:rPr>
          <w:rtl/>
          <w:lang w:bidi="fa-IR"/>
        </w:rPr>
        <w:t xml:space="preserve"> قم، چاپ چهارم، 1415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24.التمح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ص</w:t>
      </w:r>
      <w:r w:rsidRPr="00E243D8">
        <w:rPr>
          <w:rtl/>
          <w:lang w:bidi="fa-IR"/>
        </w:rPr>
        <w:t xml:space="preserve"> / محمد بن همام بن سه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(ابن همام اسکاف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)، مدرسه الامام المهد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، قم، چاپ اول، 1404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25.التوح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للصدوق / محمد بن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بن بابو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جامعه مدرس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قم، چاپ اول، 1398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26.ثواب الاعمال و عقاب الاعمال / محمد بن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بن بابو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دارالشر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الرض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للنشر، قم، چاپ روم، 1406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27.جامع احاد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ث</w:t>
      </w:r>
      <w:r w:rsidRPr="00E243D8">
        <w:rPr>
          <w:rtl/>
          <w:lang w:bidi="fa-IR"/>
        </w:rPr>
        <w:t xml:space="preserve">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عه</w:t>
      </w:r>
      <w:r w:rsidRPr="00E243D8">
        <w:rPr>
          <w:rtl/>
          <w:lang w:bidi="fa-IR"/>
        </w:rPr>
        <w:t xml:space="preserve"> / بروجرد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آقا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انتشارات فرهنگ سبز، تهران، چاپ اول، 1386 ش.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28.جامع الاخبار / محمدبن محمد شع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مطبعه 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نجف، چاپ اول.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29.جامع النور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/ حاج ملااسماع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سبزوار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کتابفروش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علم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اسلام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تهران.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30.الجعفر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 xml:space="preserve"> (الاشعث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ات</w:t>
      </w:r>
      <w:r w:rsidRPr="00E243D8">
        <w:rPr>
          <w:rtl/>
          <w:lang w:bidi="fa-IR"/>
        </w:rPr>
        <w:t>) / محمد بن محمد بن اشعث، مکتبه الن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الحد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ثه،</w:t>
      </w:r>
      <w:r w:rsidRPr="00E243D8">
        <w:rPr>
          <w:rtl/>
          <w:lang w:bidi="fa-IR"/>
        </w:rPr>
        <w:t xml:space="preserve"> تهران، چاپ اول.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31.حکا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Fonts w:hint="cs"/>
          <w:rtl/>
          <w:lang w:bidi="fa-IR"/>
        </w:rPr>
        <w:t>های</w:t>
      </w:r>
      <w:r w:rsidRPr="00E243D8">
        <w:rPr>
          <w:rtl/>
          <w:lang w:bidi="fa-IR"/>
        </w:rPr>
        <w:t xml:space="preserve"> شن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/ محمد محمد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اشتهارد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انتشارات علامه، قم، 1375 ش.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lastRenderedPageBreak/>
        <w:t>32.حکمت نامه کودک / محمد محمد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شهر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سازمان چاپ و نشر دارالحد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ث،</w:t>
      </w:r>
      <w:r w:rsidRPr="00E243D8">
        <w:rPr>
          <w:rtl/>
          <w:lang w:bidi="fa-IR"/>
        </w:rPr>
        <w:t xml:space="preserve"> قم، چاپ اول، 1385 ش.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33.حل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الابرار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احوال محمد و آله الاطهار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/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هاشم بن سل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بحران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مؤسسه المعارف الاسلام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قم، چاپ اول، 1411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34.الح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اه</w:t>
      </w:r>
      <w:r w:rsidRPr="00E243D8">
        <w:rPr>
          <w:rtl/>
          <w:lang w:bidi="fa-IR"/>
        </w:rPr>
        <w:t xml:space="preserve"> / محمد رضا الحک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محمد الحک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الحک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دفتر انتشارات اسلام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قم، 1360 ش.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35.الخرائج و الجرائح / سع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بن هبه الله، قطب الد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راوند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مؤسسه امام مهد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، قم، چاپ اول، 1409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 xml:space="preserve">36.خصائص الائمه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/ محمد بن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شر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الرض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آستان قدس رضو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مشهد، چاپ اول، 1406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37.الخصال / محمد بن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بن بابو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نس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کوثر، قم، چاپ اول، 1382 ش.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38.الدعوات للراوند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/ قطب الد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راوند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سع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بن هبه الله، انتشارات مدرسه امام مهد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، قم، چاپ اول، 1407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39.دلائل الصدق لنهج الحق / محمد حسن مظفر نجف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مؤسسه آل الب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، قم، چاپ اول، 1422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40.د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وان</w:t>
      </w:r>
      <w:r w:rsidRPr="00E243D8">
        <w:rPr>
          <w:rtl/>
          <w:lang w:bidi="fa-IR"/>
        </w:rPr>
        <w:t xml:space="preserve">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رالمؤمن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/ 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بن مع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الد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دار نداء الاسلام للنشر، قم، چاپ اول، 1411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lastRenderedPageBreak/>
        <w:t>41.د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وان</w:t>
      </w:r>
      <w:r w:rsidRPr="00E243D8">
        <w:rPr>
          <w:rtl/>
          <w:lang w:bidi="fa-IR"/>
        </w:rPr>
        <w:t xml:space="preserve"> خواجه حافظ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راز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/ به اهتمام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ابوالقاسم انجو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انتشارات جاو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دان،</w:t>
      </w:r>
      <w:r w:rsidRPr="00E243D8">
        <w:rPr>
          <w:rtl/>
          <w:lang w:bidi="fa-IR"/>
        </w:rPr>
        <w:t xml:space="preserve"> تهران، 1358 ش.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42.رجال الکش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(اخت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</w:t>
      </w:r>
      <w:r w:rsidRPr="00E243D8">
        <w:rPr>
          <w:rtl/>
          <w:lang w:bidi="fa-IR"/>
        </w:rPr>
        <w:t xml:space="preserve"> معرفه الرجال) / محمد بن عمر کش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مؤسسه آل الب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، قم، چاپ اول، 1363 ش.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43.روضه المتق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شرح من لا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حضره</w:t>
      </w:r>
      <w:r w:rsidRPr="00E243D8">
        <w:rPr>
          <w:rtl/>
          <w:lang w:bidi="fa-IR"/>
        </w:rPr>
        <w:t xml:space="preserve"> الفق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/ محمد تق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بن مقصود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مجلس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مؤسسه فرهنگ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اسلام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کوشانپور، قم، چاپ دوم، 1406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44.ر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اض</w:t>
      </w:r>
      <w:r w:rsidRPr="00E243D8">
        <w:rPr>
          <w:rtl/>
          <w:lang w:bidi="fa-IR"/>
        </w:rPr>
        <w:t xml:space="preserve"> الابرار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مناقب الائمه الاطهار / نعمت الله بن عبدالله جزائر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مؤسسه التار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خ</w:t>
      </w:r>
      <w:r w:rsidRPr="00E243D8">
        <w:rPr>
          <w:rtl/>
          <w:lang w:bidi="fa-IR"/>
        </w:rPr>
        <w:t xml:space="preserve"> العرب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روت،</w:t>
      </w:r>
      <w:r w:rsidRPr="00E243D8">
        <w:rPr>
          <w:rtl/>
          <w:lang w:bidi="fa-IR"/>
        </w:rPr>
        <w:t xml:space="preserve"> چاپ اول، 1427 ق _ 2006 م.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45.الزهد / کوف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اهواز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بن سع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د،</w:t>
      </w:r>
      <w:r w:rsidRPr="00E243D8">
        <w:rPr>
          <w:rtl/>
          <w:lang w:bidi="fa-IR"/>
        </w:rPr>
        <w:t xml:space="preserve"> المطبعه العلم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قم، چاپ دوم، 1402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46.شاهنامه فردوس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47.شرح آقا جمال خوانسار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بر غررالحکم و درر الکلم / محمد بن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آقا جمال خوانسار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دانشگاه تهران، تهران، چاپ چهارم، 1366 ش.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48.شرح اصول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/ محمد بن ابراه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صدر الد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راز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مؤسسه مطالعات و تحق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قات</w:t>
      </w:r>
      <w:r w:rsidRPr="00E243D8">
        <w:rPr>
          <w:rtl/>
          <w:lang w:bidi="fa-IR"/>
        </w:rPr>
        <w:t xml:space="preserve"> فرهنگ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تهران، چاپ اول، 1383 ش.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49.شرح الاخبار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فضائل الائمه الاطهار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/ جامعه مدرس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قم، چاپ اول، 1409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lastRenderedPageBreak/>
        <w:t>50.شرح مأه کلمه.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51.شرح نهج البلاغه لابن 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الحد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/ عبدالحم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بن هبه الله (ابن 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الحد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>)، مکتبه آ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الله المرعش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النجف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قم، چاپ اول، 1404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52.شرح و فضائل صلوات / احمد بن محمد الحس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اردکان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قات،</w:t>
      </w:r>
      <w:r w:rsidRPr="00E243D8">
        <w:rPr>
          <w:rtl/>
          <w:lang w:bidi="fa-IR"/>
        </w:rPr>
        <w:t xml:space="preserve"> تهران، چاپ پنجم، 1378 ش.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53.شواهد التنز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لقواعد التفض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tl/>
          <w:lang w:bidi="fa-IR"/>
        </w:rPr>
        <w:t xml:space="preserve"> / حسکان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عب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دالله</w:t>
      </w:r>
      <w:r w:rsidRPr="00E243D8">
        <w:rPr>
          <w:rtl/>
          <w:lang w:bidi="fa-IR"/>
        </w:rPr>
        <w:t xml:space="preserve"> بن عبدالله، مجمع اح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اء</w:t>
      </w:r>
      <w:r w:rsidRPr="00E243D8">
        <w:rPr>
          <w:rtl/>
          <w:lang w:bidi="fa-IR"/>
        </w:rPr>
        <w:t xml:space="preserve"> الثقافه الاسلام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تهران، چاپ اول، 1411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54.عده الداع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نجاح الساع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/ ابن فهد حل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احمدبن محمد، دارالکتب الاسلام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چاپ اول، 1407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55.عوالم العلوم و المعارف و الاحوال / عبدالله بن نور الله بحران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اصفهان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مؤسسه الامام المهد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(عجل الله تعال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فرجه الشر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>)، قم، چاپ دوم، 1382 ش.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56.عوال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اللئال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العز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الاحاد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ث</w:t>
      </w:r>
      <w:r w:rsidRPr="00E243D8">
        <w:rPr>
          <w:rtl/>
          <w:lang w:bidi="fa-IR"/>
        </w:rPr>
        <w:t xml:space="preserve"> الد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/ ابن 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جمهور، محمد بن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الد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دار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الشهداء اللنشر، قم، چاپ اول، 1405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57.ع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</w:t>
      </w:r>
      <w:r w:rsidRPr="00E243D8">
        <w:rPr>
          <w:rtl/>
          <w:lang w:bidi="fa-IR"/>
        </w:rPr>
        <w:t xml:space="preserve"> اخبار رضا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/ ابن بابو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محمد بن عل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نشر جهان، تهران، چاپ اول، 1378 ش.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lastRenderedPageBreak/>
        <w:t>58.ع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ون</w:t>
      </w:r>
      <w:r w:rsidRPr="00E243D8">
        <w:rPr>
          <w:rtl/>
          <w:lang w:bidi="fa-IR"/>
        </w:rPr>
        <w:t xml:space="preserve"> الحکم و المواعظ /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بن محمد 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ث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واسط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دارالحد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ث،</w:t>
      </w:r>
      <w:r w:rsidRPr="00E243D8">
        <w:rPr>
          <w:rtl/>
          <w:lang w:bidi="fa-IR"/>
        </w:rPr>
        <w:t xml:space="preserve"> قم، چاپ اول، 1376 ش.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59.غررالحکم و دررالکلم / عبدالواحد بن محمد تم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آمد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دارالکتاب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الاسلام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قم، چاپ دوم، 1410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60.الغ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به</w:t>
      </w:r>
      <w:r w:rsidRPr="00E243D8">
        <w:rPr>
          <w:rtl/>
          <w:lang w:bidi="fa-IR"/>
        </w:rPr>
        <w:t xml:space="preserve"> / ابن 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نب،</w:t>
      </w:r>
      <w:r w:rsidRPr="00E243D8">
        <w:rPr>
          <w:rtl/>
          <w:lang w:bidi="fa-IR"/>
        </w:rPr>
        <w:t xml:space="preserve"> محمد بن ابراه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م،</w:t>
      </w:r>
      <w:r w:rsidRPr="00E243D8">
        <w:rPr>
          <w:rtl/>
          <w:lang w:bidi="fa-IR"/>
        </w:rPr>
        <w:t xml:space="preserve"> نشر صدوق، تهران، چاپ اول، 1397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61.الفرقان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تفس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القرآن بالقرآن / محمد صادق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تهران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انتشارات فرهنگ اسلام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قم، چاپ دوم، 1365 ش.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 xml:space="preserve">62.الفقه منسوب للامام رضا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/ منسوب به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بن موس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امام هشتم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، مؤسسه آل الب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، مشهد، چاپ اول، 1406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63.فلاح السائل و نجاح المسائل /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بن موس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بن طاووس، بوستان کتاب، قم، چاپ اول، 1406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64.الکاف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/ محمد بن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عقوب</w:t>
      </w:r>
      <w:r w:rsidRPr="00E243D8">
        <w:rPr>
          <w:rtl/>
          <w:lang w:bidi="fa-IR"/>
        </w:rPr>
        <w:t xml:space="preserve"> بن اسحاق کل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دارالکتب الاسلام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تهران، چاپ چهارم، 1407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65.کامل الز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ارات</w:t>
      </w:r>
      <w:r w:rsidRPr="00E243D8">
        <w:rPr>
          <w:rtl/>
          <w:lang w:bidi="fa-IR"/>
        </w:rPr>
        <w:t xml:space="preserve"> / جعفر بن محمد بن قولو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دارالمرتضو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نجف اشرف، چاپ اول، 1356 ش.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66.کشف الاسرار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شرح الاستبصار / نعمت الله بن عبدالله جزائر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مؤسسه دارالکتاب، قم، چاپ اول، 1408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67.کشف الر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به</w:t>
      </w:r>
      <w:r w:rsidRPr="00E243D8">
        <w:rPr>
          <w:rtl/>
          <w:lang w:bidi="fa-IR"/>
        </w:rPr>
        <w:t xml:space="preserve"> / 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الد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بن عل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شه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ثان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دارالمرتضو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للنشر، چاپ سوم، 1390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68.کشف الغمه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معرفه الائمه /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بن 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اربل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بن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هاشم، تبر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ز،</w:t>
      </w:r>
      <w:r w:rsidRPr="00E243D8">
        <w:rPr>
          <w:rtl/>
          <w:lang w:bidi="fa-IR"/>
        </w:rPr>
        <w:t xml:space="preserve"> چاپ اول، 1381ق.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69.کمال الد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و تمام النعمه / محمد بن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بن بابو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اسلام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تهران، چاپ دوم، 1395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70.لئال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الاخبار / محمد نب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سرکان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انتشارات علامه، قم.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71.المؤمن /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بن سع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کوف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اهواز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مؤسسه الامام المهد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، قم، 1404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72.مثنو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معنو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/ جلال الد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محمد بلخ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(مولو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)، به کوشش و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Fonts w:hint="eastAsia"/>
          <w:rtl/>
          <w:lang w:bidi="fa-IR"/>
        </w:rPr>
        <w:t>اهتمام</w:t>
      </w:r>
      <w:r w:rsidRPr="00E243D8">
        <w:rPr>
          <w:rtl/>
          <w:lang w:bidi="fa-IR"/>
        </w:rPr>
        <w:t xml:space="preserve"> 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نولدال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کلسون،</w:t>
      </w:r>
      <w:r w:rsidRPr="00E243D8">
        <w:rPr>
          <w:rtl/>
          <w:lang w:bidi="fa-IR"/>
        </w:rPr>
        <w:t xml:space="preserve"> نشر طلوع، تهران، 1373 ش.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73.المجازات النبو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/ محمد بن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شر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الرض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دارالحد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ث،</w:t>
      </w:r>
      <w:r w:rsidRPr="00E243D8">
        <w:rPr>
          <w:rtl/>
          <w:lang w:bidi="fa-IR"/>
        </w:rPr>
        <w:t xml:space="preserve"> قم، چاپ اول، 1422 ق _ 1380 ش.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74.مجموعه ورام / ورام بن 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فراس، مسعود بن 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مکتبه فق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قم، چاپ اول، 1410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75.المحاسن / احمد بن محمد بن خالد برق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دارالکتب الاسلام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قم، چاپ دوم، 1371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76.المحجه الب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ضاء</w:t>
      </w:r>
      <w:r w:rsidRPr="00E243D8">
        <w:rPr>
          <w:rtl/>
          <w:lang w:bidi="fa-IR"/>
        </w:rPr>
        <w:t xml:space="preserve">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تهذ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</w:t>
      </w:r>
      <w:r w:rsidRPr="00E243D8">
        <w:rPr>
          <w:rtl/>
          <w:lang w:bidi="fa-IR"/>
        </w:rPr>
        <w:t xml:space="preserve"> الاح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اء</w:t>
      </w:r>
      <w:r w:rsidRPr="00E243D8">
        <w:rPr>
          <w:rtl/>
          <w:lang w:bidi="fa-IR"/>
        </w:rPr>
        <w:t xml:space="preserve"> / الف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ض</w:t>
      </w:r>
      <w:r w:rsidRPr="00E243D8">
        <w:rPr>
          <w:rtl/>
          <w:lang w:bidi="fa-IR"/>
        </w:rPr>
        <w:t xml:space="preserve"> الکاشان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مؤسسه النشر الاسلام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قم، 1428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77.مختصر البصائر / حسن بن سل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مان</w:t>
      </w:r>
      <w:r w:rsidRPr="00E243D8">
        <w:rPr>
          <w:rtl/>
          <w:lang w:bidi="fa-IR"/>
        </w:rPr>
        <w:t xml:space="preserve"> بن محمد حل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مؤسسه النشر الاسلام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قم، چاپ اول، 1421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78.مخزن العرفان در تفس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قرآن / 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ده</w:t>
      </w:r>
      <w:r w:rsidRPr="00E243D8">
        <w:rPr>
          <w:rtl/>
          <w:lang w:bidi="fa-IR"/>
        </w:rPr>
        <w:t xml:space="preserve"> نصرت 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(بانو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اصفهان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)، نهضت زنان مسلمان، تهران، 1361 ش.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79.مرآه العقول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شرح الاخبار آل الرسول / محمد باقر بن محمد تق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مجلس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دارالکتب الاسلام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تهران، چاپ دوم، 1404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80.المزار للشه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الاول / محمد بن مک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(شه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اول)، مدرسه امام مهد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، قم، چاپ اول، 1410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81.مستدرک الوسائل و مستنبط المسائل /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بن محمد تق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نور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مؤسسه آل الب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، قم، چاپ اول، 1408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82.مسکن الفؤاد عند فقد الاحبه و الاولاد / شه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</w:t>
      </w:r>
      <w:r w:rsidRPr="00E243D8">
        <w:rPr>
          <w:rtl/>
          <w:lang w:bidi="fa-IR"/>
        </w:rPr>
        <w:t xml:space="preserve"> ثان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بص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قم، چاپ اول.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83.مشکاه الانوار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غررالاخبار /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بن حسن طبرس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المکتبه الح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در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نجف، چاپ دوم، 1385 ق _ 1344 ش.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lastRenderedPageBreak/>
        <w:t>84.مصباح الشر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عه</w:t>
      </w:r>
      <w:r w:rsidRPr="00E243D8">
        <w:rPr>
          <w:rtl/>
          <w:lang w:bidi="fa-IR"/>
        </w:rPr>
        <w:t xml:space="preserve"> / منسوب به جعفر بن محمد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، امام ششم، اعلم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روت،</w:t>
      </w:r>
      <w:r w:rsidRPr="00E243D8">
        <w:rPr>
          <w:rtl/>
          <w:lang w:bidi="fa-IR"/>
        </w:rPr>
        <w:t xml:space="preserve"> چاپ اول، 1400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85.مصباح المتهجد و سلاح المتعبد / محمد بن الحسن طوس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مؤسسه فقه الش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عه،</w:t>
      </w:r>
      <w:r w:rsidRPr="00E243D8">
        <w:rPr>
          <w:rtl/>
          <w:lang w:bidi="fa-IR"/>
        </w:rPr>
        <w:t xml:space="preserve">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روت،</w:t>
      </w:r>
      <w:r w:rsidRPr="00E243D8">
        <w:rPr>
          <w:rtl/>
          <w:lang w:bidi="fa-IR"/>
        </w:rPr>
        <w:t xml:space="preserve"> چاپ اول، 1411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86.المصباح للکفعم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/ ابراه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م</w:t>
      </w:r>
      <w:r w:rsidRPr="00E243D8">
        <w:rPr>
          <w:rtl/>
          <w:lang w:bidi="fa-IR"/>
        </w:rPr>
        <w:t xml:space="preserve"> بن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عامل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کفعم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دارالرض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قم، چاپ دوم، 1405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87.معان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الاخبار / محمد بن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بن بابو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دفتر انتشارات اسلام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قم، چاپ اول، 1403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88.مفات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tl/>
          <w:lang w:bidi="fa-IR"/>
        </w:rPr>
        <w:t xml:space="preserve"> الجنان / حاج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خ</w:t>
      </w:r>
      <w:r w:rsidRPr="00E243D8">
        <w:rPr>
          <w:rtl/>
          <w:lang w:bidi="fa-IR"/>
        </w:rPr>
        <w:t xml:space="preserve"> عباس قم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قدس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ان،</w:t>
      </w:r>
      <w:r w:rsidRPr="00E243D8">
        <w:rPr>
          <w:rtl/>
          <w:lang w:bidi="fa-IR"/>
        </w:rPr>
        <w:t xml:space="preserve"> قم، چاپ اول، 1389 ش.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89.مفتاح الفلاح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عمل ال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وم</w:t>
      </w:r>
      <w:r w:rsidRPr="00E243D8">
        <w:rPr>
          <w:rtl/>
          <w:lang w:bidi="fa-IR"/>
        </w:rPr>
        <w:t xml:space="preserve"> و الل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له</w:t>
      </w:r>
      <w:r w:rsidRPr="00E243D8">
        <w:rPr>
          <w:rtl/>
          <w:lang w:bidi="fa-IR"/>
        </w:rPr>
        <w:t xml:space="preserve"> من الواجبات و المستحبات / محمد بن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(ش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خ</w:t>
      </w:r>
      <w:r w:rsidRPr="00E243D8">
        <w:rPr>
          <w:rtl/>
          <w:lang w:bidi="fa-IR"/>
        </w:rPr>
        <w:t xml:space="preserve"> بها</w:t>
      </w:r>
      <w:r w:rsidRPr="00E243D8">
        <w:rPr>
          <w:rFonts w:hint="cs"/>
          <w:rtl/>
          <w:lang w:bidi="fa-IR"/>
        </w:rPr>
        <w:t>یی</w:t>
      </w:r>
      <w:r w:rsidRPr="00E243D8">
        <w:rPr>
          <w:rtl/>
          <w:lang w:bidi="fa-IR"/>
        </w:rPr>
        <w:t>)، نشر دارالاضواء،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روت،</w:t>
      </w:r>
      <w:r w:rsidRPr="00E243D8">
        <w:rPr>
          <w:rtl/>
          <w:lang w:bidi="fa-IR"/>
        </w:rPr>
        <w:t xml:space="preserve"> چاپ اول، 1405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90.مکارم الاخلاق / حسن بن فضل طبرس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شر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ف</w:t>
      </w:r>
      <w:r w:rsidRPr="00E243D8">
        <w:rPr>
          <w:rtl/>
          <w:lang w:bidi="fa-IR"/>
        </w:rPr>
        <w:t xml:space="preserve"> رض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قم، چاپ چهارم، 1412 ق _ 1370 ش.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91.الملهوف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قتل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الطفوف / ابن طاووس،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بن موس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بن جعفر، دارالاسوه، 1425 ق _ 1383 ش.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92.من لا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حضره</w:t>
      </w:r>
      <w:r w:rsidRPr="00E243D8">
        <w:rPr>
          <w:rtl/>
          <w:lang w:bidi="fa-IR"/>
        </w:rPr>
        <w:t xml:space="preserve"> الفق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/ محمد بن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بن بابو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دفتر انتشارات اسلام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قم، چاپ دوم، 1413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lastRenderedPageBreak/>
        <w:t>93.مناقب آل اب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طالب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/ محمد بن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(ابن شهر آشوب مازندران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)، علامه، قم، چاپ اول، 1379 ش.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94.منهاج البراعه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شرح نهج البلاغه / 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رزا</w:t>
      </w:r>
      <w:r w:rsidRPr="00E243D8">
        <w:rPr>
          <w:rtl/>
          <w:lang w:bidi="fa-IR"/>
        </w:rPr>
        <w:t xml:space="preserve"> حب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</w:t>
      </w:r>
      <w:r w:rsidRPr="00E243D8">
        <w:rPr>
          <w:rtl/>
          <w:lang w:bidi="fa-IR"/>
        </w:rPr>
        <w:t xml:space="preserve"> الله هاشم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خو</w:t>
      </w:r>
      <w:r w:rsidRPr="00E243D8">
        <w:rPr>
          <w:rFonts w:hint="cs"/>
          <w:rtl/>
          <w:lang w:bidi="fa-IR"/>
        </w:rPr>
        <w:t>یی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مکتبه الاسلام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ه،</w:t>
      </w:r>
      <w:r w:rsidRPr="00E243D8">
        <w:rPr>
          <w:rtl/>
          <w:lang w:bidi="fa-IR"/>
        </w:rPr>
        <w:t xml:space="preserve"> تهران، 1400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95.مهج الدعوات و منهج العباد / ابن طاووس،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بن موس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دار الذخائر، قم، چاپ اول، 1411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96.نزهه الناظر و تنب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الخاطر / حلوان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بن محمد بن حسن بن نظر، مدرسه الامام المهد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، قم، چاپ اول، 1408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97.نفس الهموم / 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خ</w:t>
      </w:r>
      <w:r w:rsidRPr="00E243D8">
        <w:rPr>
          <w:rtl/>
          <w:lang w:bidi="fa-IR"/>
        </w:rPr>
        <w:t xml:space="preserve"> عباس قم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بص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قم.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98.النوادر للراوند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/ فضل الله بن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راوند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کاشان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دارالکتاب، قم، چاپ اول.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99.النها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غر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</w:t>
      </w:r>
      <w:r w:rsidRPr="00E243D8">
        <w:rPr>
          <w:rtl/>
          <w:lang w:bidi="fa-IR"/>
        </w:rPr>
        <w:t xml:space="preserve"> الحد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ث</w:t>
      </w:r>
      <w:r w:rsidRPr="00E243D8">
        <w:rPr>
          <w:rtl/>
          <w:lang w:bidi="fa-IR"/>
        </w:rPr>
        <w:t xml:space="preserve"> و الاثر / ابن اث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</w:t>
      </w:r>
      <w:r w:rsidRPr="00E243D8">
        <w:rPr>
          <w:rtl/>
          <w:lang w:bidi="fa-IR"/>
        </w:rPr>
        <w:t xml:space="preserve"> جزر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مبارک بن محمد، مؤسسه مطبوعات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اسماع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ان،</w:t>
      </w:r>
      <w:r w:rsidRPr="00E243D8">
        <w:rPr>
          <w:rtl/>
          <w:lang w:bidi="fa-IR"/>
        </w:rPr>
        <w:t xml:space="preserve"> قم، چاپ چهارم، 1367 ش.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100.نهج البلاغه / ترجمه محمدرضا آشت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ان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و محمد جعفر امام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نشر امام عل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</w:t>
      </w:r>
      <w:r w:rsidR="00B155C2" w:rsidRPr="00B155C2">
        <w:rPr>
          <w:rStyle w:val="libAlaemChar"/>
          <w:rtl/>
        </w:rPr>
        <w:t xml:space="preserve">عليه‌السلام </w:t>
      </w:r>
      <w:r w:rsidRPr="00E243D8">
        <w:rPr>
          <w:rtl/>
          <w:lang w:bidi="fa-IR"/>
        </w:rPr>
        <w:t>، قم، 1369 ش.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101.نهج الفصاحه / پا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نده،</w:t>
      </w:r>
      <w:r w:rsidRPr="00E243D8">
        <w:rPr>
          <w:rtl/>
          <w:lang w:bidi="fa-IR"/>
        </w:rPr>
        <w:t xml:space="preserve"> ابوالقاسم، دن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دانش، تهران، چاپ چهارم، 1382 ش.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lastRenderedPageBreak/>
        <w:t>102.وسائل الش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عه</w:t>
      </w:r>
      <w:r w:rsidRPr="00E243D8">
        <w:rPr>
          <w:rtl/>
          <w:lang w:bidi="fa-IR"/>
        </w:rPr>
        <w:t xml:space="preserve"> / محمد بن حسن (ش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خ</w:t>
      </w:r>
      <w:r w:rsidRPr="00E243D8">
        <w:rPr>
          <w:rtl/>
          <w:lang w:bidi="fa-IR"/>
        </w:rPr>
        <w:t xml:space="preserve"> حر عامل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)، مؤسسه آل الب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ت</w:t>
      </w:r>
      <w:r w:rsidRPr="00E243D8">
        <w:rPr>
          <w:rtl/>
          <w:lang w:bidi="fa-IR"/>
        </w:rPr>
        <w:t xml:space="preserve"> </w:t>
      </w:r>
      <w:r w:rsidR="00C12670" w:rsidRPr="00C12670">
        <w:rPr>
          <w:rStyle w:val="libAlaemChar"/>
          <w:rtl/>
        </w:rPr>
        <w:t xml:space="preserve">عليهم‌السلام </w:t>
      </w:r>
      <w:r w:rsidRPr="00E243D8">
        <w:rPr>
          <w:rtl/>
          <w:lang w:bidi="fa-IR"/>
        </w:rPr>
        <w:t>، قم، چاپ اول، 1409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103.وقعه الطف / ابومخنف کوف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لوط بن 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ح</w:t>
      </w:r>
      <w:r w:rsidRPr="00E243D8">
        <w:rPr>
          <w:rFonts w:hint="cs"/>
          <w:rtl/>
          <w:lang w:bidi="fa-IR"/>
        </w:rPr>
        <w:t>یی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جامعه مدرس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ن،</w:t>
      </w:r>
      <w:r w:rsidRPr="00E243D8">
        <w:rPr>
          <w:rtl/>
          <w:lang w:bidi="fa-IR"/>
        </w:rPr>
        <w:t xml:space="preserve"> قم، چاپ سوم، 1417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104.الهدا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ا</w:t>
      </w:r>
      <w:r w:rsidRPr="00E243D8">
        <w:rPr>
          <w:rtl/>
          <w:lang w:bidi="fa-IR"/>
        </w:rPr>
        <w:t xml:space="preserve"> لش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عه</w:t>
      </w:r>
      <w:r w:rsidRPr="00E243D8">
        <w:rPr>
          <w:rtl/>
          <w:lang w:bidi="fa-IR"/>
        </w:rPr>
        <w:t xml:space="preserve"> ائمه الهد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(شرح اصول الکاف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>) / محمد مجذوب تبر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ز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دارالحد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ث،</w:t>
      </w:r>
      <w:r w:rsidRPr="00E243D8">
        <w:rPr>
          <w:rtl/>
          <w:lang w:bidi="fa-IR"/>
        </w:rPr>
        <w:t xml:space="preserve"> قم، چاپ اول، 1429 ق _ 1387 ش.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243D8" w:rsidRPr="00E243D8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105.الهدا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ه</w:t>
      </w:r>
      <w:r w:rsidRPr="00E243D8">
        <w:rPr>
          <w:rtl/>
          <w:lang w:bidi="fa-IR"/>
        </w:rPr>
        <w:t xml:space="preserve"> الکبر</w:t>
      </w:r>
      <w:r w:rsidRPr="00E243D8">
        <w:rPr>
          <w:rFonts w:hint="cs"/>
          <w:rtl/>
          <w:lang w:bidi="fa-IR"/>
        </w:rPr>
        <w:t>ی</w:t>
      </w:r>
      <w:r w:rsidRPr="00E243D8">
        <w:rPr>
          <w:rtl/>
          <w:lang w:bidi="fa-IR"/>
        </w:rPr>
        <w:t xml:space="preserve"> / حس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ن</w:t>
      </w:r>
      <w:r w:rsidRPr="00E243D8">
        <w:rPr>
          <w:rtl/>
          <w:lang w:bidi="fa-IR"/>
        </w:rPr>
        <w:t xml:space="preserve"> بن حمدان خص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البلاغ، ب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روت،</w:t>
      </w:r>
      <w:r w:rsidRPr="00E243D8">
        <w:rPr>
          <w:rtl/>
          <w:lang w:bidi="fa-IR"/>
        </w:rPr>
        <w:t xml:space="preserve"> 1419 ق.</w:t>
      </w:r>
    </w:p>
    <w:p w:rsidR="00E243D8" w:rsidRPr="00E243D8" w:rsidRDefault="00E243D8" w:rsidP="00E243D8">
      <w:pPr>
        <w:pStyle w:val="libNormal"/>
        <w:rPr>
          <w:rtl/>
          <w:lang w:bidi="fa-IR"/>
        </w:rPr>
      </w:pPr>
    </w:p>
    <w:p w:rsidR="00E41B56" w:rsidRDefault="00E243D8" w:rsidP="00E243D8">
      <w:pPr>
        <w:pStyle w:val="libNormal"/>
        <w:rPr>
          <w:rtl/>
          <w:lang w:bidi="fa-IR"/>
        </w:rPr>
      </w:pPr>
      <w:r w:rsidRPr="00E243D8">
        <w:rPr>
          <w:rtl/>
          <w:lang w:bidi="fa-IR"/>
        </w:rPr>
        <w:t>106.الفضائل لابن شاذان / ابن شاذان قم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ابوالفضل شاذان بن جبرئ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ل،</w:t>
      </w:r>
      <w:r w:rsidRPr="00E243D8">
        <w:rPr>
          <w:rtl/>
          <w:lang w:bidi="fa-IR"/>
        </w:rPr>
        <w:t xml:space="preserve"> رض</w:t>
      </w:r>
      <w:r w:rsidRPr="00E243D8">
        <w:rPr>
          <w:rFonts w:hint="cs"/>
          <w:rtl/>
          <w:lang w:bidi="fa-IR"/>
        </w:rPr>
        <w:t>ی</w:t>
      </w:r>
      <w:r w:rsidRPr="00E243D8">
        <w:rPr>
          <w:rFonts w:hint="eastAsia"/>
          <w:rtl/>
          <w:lang w:bidi="fa-IR"/>
        </w:rPr>
        <w:t>،</w:t>
      </w:r>
      <w:r w:rsidRPr="00E243D8">
        <w:rPr>
          <w:rtl/>
          <w:lang w:bidi="fa-IR"/>
        </w:rPr>
        <w:t xml:space="preserve"> قم، چاپ دوم، 1363 ش.</w:t>
      </w:r>
    </w:p>
    <w:p w:rsidR="00E243D8" w:rsidRDefault="00E41B56" w:rsidP="00E41B56">
      <w:pPr>
        <w:pStyle w:val="Heading1Cente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152" w:name="_Toc67344835"/>
      <w:r>
        <w:rPr>
          <w:rFonts w:hint="cs"/>
          <w:rtl/>
          <w:lang w:bidi="fa-IR"/>
        </w:rPr>
        <w:lastRenderedPageBreak/>
        <w:t>فهرست مطالب</w:t>
      </w:r>
      <w:bookmarkEnd w:id="152"/>
    </w:p>
    <w:sdt>
      <w:sdtPr>
        <w:id w:val="390287358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E41B56" w:rsidRDefault="00E41B56" w:rsidP="00E41B56">
          <w:pPr>
            <w:pStyle w:val="TOCHeading"/>
          </w:pPr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7344683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شگفتار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Toc67344683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7344684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گفتار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سو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شادمان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Toc67344684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685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عبور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صراط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Toc67344685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686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غم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شاد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Toc67344686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687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اصالت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شاد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Toc67344687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688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نشانه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اصالت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شاد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Toc67344688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689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گواه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فطرت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Toc67344689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690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جنود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عقل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Toc67344690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691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زم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اندوه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Toc67344691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692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انبساط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نفس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Toc67344692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693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انس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نشاط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Toc67344693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694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لبخند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دن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Toc67344694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695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خ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محمد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بهار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Toc67344695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696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همراه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نفس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Toc67344696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697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سلامت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موفق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گرو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نشاط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Toc67344697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698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اوج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شاد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Toc67344698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699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الاغ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امبر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Toc67344699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00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شلوغ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کار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نفس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01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توص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غم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زدا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02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آرزو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شادمان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گران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03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ادب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عطسه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04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درخواست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شاد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7344705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گفتار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سو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شادمان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noProof/>
                <w:vertAlign w:val="superscript"/>
                <w:rtl/>
              </w:rPr>
              <w:t>(2)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06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دعا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فرشتگان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07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برتر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حالات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نفس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08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اندوه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زدا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09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چهره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شاداب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10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چهره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شاد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چهره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اندوهگ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11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مناظره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دو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امبر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12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13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ژگ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14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شاد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بودن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فضل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رحمت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15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منبع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فرح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شاد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16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پرتو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ولا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17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حاضر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18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19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اعتنا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20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محضر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eastAsiaTheme="minorHAnsi" w:cs="Rafed Alaem" w:hint="eastAsia"/>
                <w:noProof/>
                <w:rtl/>
              </w:rPr>
              <w:t>عليهم‌السلام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21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عالم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محبت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گانگ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22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قدر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نعمت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23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غم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شاد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دن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24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غم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شاد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آخرت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25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26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شادمان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7344727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گفتار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اندوه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سازنده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28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عطا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بزرگ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تر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29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گونه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اندوه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30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اندوه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سازنده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31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همدل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eastAsiaTheme="minorHAnsi" w:cs="Rafed Alaem" w:hint="eastAsia"/>
                <w:noProof/>
                <w:rtl/>
              </w:rPr>
              <w:t>عليهم‌السلام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32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باطن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مصائب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33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رضا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مص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34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لذت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35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جامه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ماتم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چه؟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36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شوق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شهادت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37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مصائب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طب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38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پس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اندوه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7344739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گفتار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چهارم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اندوه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رانگر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40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اندوه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رانگر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41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عوامل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اندوه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رانگر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42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راهکارها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اندوه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زدا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43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ذکر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استغفار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44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ذکر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ماشاءالله»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45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دعاها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اندوه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زدا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46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دست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اب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آسا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خرسند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47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موج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رحمت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48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سرور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ملاقات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49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راحت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مطلق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50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سرمست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7344751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گفتار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پنجم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نشاط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عوامل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52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نجات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فرشتگان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53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پرتو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نشاط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شاد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54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نشاط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جامعه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55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نشاط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خانواده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56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وه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نشاط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بخش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دن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خانواده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57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شاد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کردن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زنان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خانواده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58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شادکردن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کودکان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59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امبر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باز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کودکان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60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رالمؤمن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A943A2">
              <w:rPr>
                <w:rStyle w:val="Hyperlink"/>
                <w:rFonts w:cs="Rafed Alaem"/>
                <w:noProof/>
                <w:rtl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کودکان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61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خانه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شاد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62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دست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اب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سرور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جاو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63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عوامل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نشاط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64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لشکر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65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حزب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66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67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اتصال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68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بار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مسئول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69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غنچه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70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گنج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عرش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71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فقر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محض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72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وند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هست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مطلق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73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اظهار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عجز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74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پوست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75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معراج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مردان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76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خود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7344777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گفتار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ششم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نشاط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عوامل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78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مجلس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حسرت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79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راز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موفق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80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اشت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اق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ملاقات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81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آغوش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82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نشانه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زهد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83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فلسفه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ون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84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حق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قت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زهد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85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بزرگ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بنده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86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ماندگارتر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رف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87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اساس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دل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نگران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88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وصف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دن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89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خدمت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دن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90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شادکردن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مؤمن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91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محبوب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تر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اعمال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92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نزول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فرشتگان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7344793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گفتار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هفتم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تفر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94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تفر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حات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سالم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95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بهره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مند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کام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اب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مشروع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96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آفات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تفر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97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ابعاد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گونه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تفر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98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تفر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خانوادگ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799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دارها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فام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Toc67344799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800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گردش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مسافرت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Toc67344800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801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شوخ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همسر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Toc67344801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802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باز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کودکان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Toc67344802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803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دار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دوستان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Toc67344803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804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گشاده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رو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Toc67344804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805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دل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Toc67344805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806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ورزش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رزم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Toc67344806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807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Toc67344807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808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مسافرت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Toc67344808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809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آداب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سفر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Toc67344809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810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Toc67344810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811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تفر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حات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معنو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Toc67344811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812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تفرجگاه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دوستان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Toc67344812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813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بوستان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خردمندان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Toc67344813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814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تفرجگاه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پارسا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Toc67344814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815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تفرجگاه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دانش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پژوهان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Toc67344815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7344816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گفتار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هشتم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شوخ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خنده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Toc67344816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817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وس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له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قرب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امبر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Toc67344817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818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مزاح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شوخ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طبع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Toc67344818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819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ژگ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Toc67344819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820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شوخ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طبع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امبر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eastAsiaTheme="minorHAnsi" w:cs="Rafed Alaem" w:hint="eastAsia"/>
                <w:noProof/>
                <w:rtl/>
              </w:rPr>
              <w:t>صلى‌الله‌عليه‌وآله‌وسلم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Toc67344820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821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خلق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عظ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امبر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Toc67344821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822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شوخ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اصحاب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Toc67344822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823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شوخ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حاضرجواب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رالمؤمن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eastAsiaTheme="minorHAnsi"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Toc67344823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824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شوخ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مزاح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سفر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Toc67344824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825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مرزها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شوخ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Toc67344825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826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شوخ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ناپسند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Toc67344826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827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آفات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شوخ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Toc67344827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828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پد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ده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خنده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Toc67344828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829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چهره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خندان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امبر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eastAsiaTheme="minorHAnsi" w:cs="Rafed Alaem" w:hint="eastAsia"/>
                <w:noProof/>
                <w:rtl/>
              </w:rPr>
              <w:t>صلى‌الله‌عليه‌وآله‌وسلم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Toc67344829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830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خنده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نمک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امبر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Toc67344830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831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اصحاب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خندان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امبر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Toc67344831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832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همسر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خنده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رو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Toc67344832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67344833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آفات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خنده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Toc67344833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7344834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آ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روا</w:t>
            </w:r>
            <w:r w:rsidRPr="00A943A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منابع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Toc67344834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7344835" w:history="1"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Pr="00A943A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43A2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Toc67344835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41B56" w:rsidRDefault="00E41B56">
          <w:r>
            <w:fldChar w:fldCharType="end"/>
          </w:r>
        </w:p>
      </w:sdtContent>
    </w:sdt>
    <w:p w:rsidR="00E41B56" w:rsidRPr="00E243D8" w:rsidRDefault="00E41B56" w:rsidP="00E41B56">
      <w:pPr>
        <w:pStyle w:val="libNormal"/>
        <w:rPr>
          <w:rtl/>
          <w:lang w:bidi="fa-IR"/>
        </w:rPr>
      </w:pPr>
    </w:p>
    <w:sectPr w:rsidR="00E41B56" w:rsidRPr="00E243D8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851" w:rsidRDefault="00642851">
      <w:r>
        <w:separator/>
      </w:r>
    </w:p>
  </w:endnote>
  <w:endnote w:type="continuationSeparator" w:id="0">
    <w:p w:rsidR="00642851" w:rsidRDefault="006428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BB7" w:rsidRDefault="003857AE">
    <w:pPr>
      <w:pStyle w:val="Footer"/>
    </w:pPr>
    <w:fldSimple w:instr=" PAGE   \* MERGEFORMAT ">
      <w:r w:rsidR="00E41B56">
        <w:rPr>
          <w:noProof/>
          <w:rtl/>
        </w:rPr>
        <w:t>356</w:t>
      </w:r>
    </w:fldSimple>
  </w:p>
  <w:p w:rsidR="001E2BB7" w:rsidRDefault="001E2BB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BB7" w:rsidRDefault="003857AE">
    <w:pPr>
      <w:pStyle w:val="Footer"/>
    </w:pPr>
    <w:fldSimple w:instr=" PAGE   \* MERGEFORMAT ">
      <w:r w:rsidR="00E41B56">
        <w:rPr>
          <w:noProof/>
          <w:rtl/>
        </w:rPr>
        <w:t>357</w:t>
      </w:r>
    </w:fldSimple>
  </w:p>
  <w:p w:rsidR="001E2BB7" w:rsidRDefault="001E2BB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BB7" w:rsidRDefault="003857AE">
    <w:pPr>
      <w:pStyle w:val="Footer"/>
    </w:pPr>
    <w:fldSimple w:instr=" PAGE   \* MERGEFORMAT ">
      <w:r w:rsidR="00E41B56">
        <w:rPr>
          <w:noProof/>
          <w:rtl/>
        </w:rPr>
        <w:t>1</w:t>
      </w:r>
    </w:fldSimple>
  </w:p>
  <w:p w:rsidR="001E2BB7" w:rsidRDefault="001E2BB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851" w:rsidRDefault="00642851">
      <w:r>
        <w:separator/>
      </w:r>
    </w:p>
  </w:footnote>
  <w:footnote w:type="continuationSeparator" w:id="0">
    <w:p w:rsidR="00642851" w:rsidRDefault="006428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3D0A"/>
    <w:rsid w:val="0000596D"/>
    <w:rsid w:val="00005A19"/>
    <w:rsid w:val="00010942"/>
    <w:rsid w:val="000217A6"/>
    <w:rsid w:val="00024AA0"/>
    <w:rsid w:val="000267FE"/>
    <w:rsid w:val="00030622"/>
    <w:rsid w:val="00040272"/>
    <w:rsid w:val="00040798"/>
    <w:rsid w:val="00043023"/>
    <w:rsid w:val="0004539A"/>
    <w:rsid w:val="00051935"/>
    <w:rsid w:val="00054406"/>
    <w:rsid w:val="00060B99"/>
    <w:rsid w:val="0006216A"/>
    <w:rsid w:val="00067F84"/>
    <w:rsid w:val="00071C97"/>
    <w:rsid w:val="000761F7"/>
    <w:rsid w:val="00076A3A"/>
    <w:rsid w:val="00092805"/>
    <w:rsid w:val="00092A0C"/>
    <w:rsid w:val="000962EE"/>
    <w:rsid w:val="00096C12"/>
    <w:rsid w:val="000A3D0A"/>
    <w:rsid w:val="000A7750"/>
    <w:rsid w:val="000B3A56"/>
    <w:rsid w:val="000B77AC"/>
    <w:rsid w:val="000C0A89"/>
    <w:rsid w:val="000C7722"/>
    <w:rsid w:val="000D0932"/>
    <w:rsid w:val="000D180B"/>
    <w:rsid w:val="000D1BDF"/>
    <w:rsid w:val="000D1D47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B7AE8"/>
    <w:rsid w:val="001C4AB6"/>
    <w:rsid w:val="001C5EDB"/>
    <w:rsid w:val="001D41A1"/>
    <w:rsid w:val="001D60DA"/>
    <w:rsid w:val="001D65C3"/>
    <w:rsid w:val="001D67C0"/>
    <w:rsid w:val="001E25DC"/>
    <w:rsid w:val="001E2BB7"/>
    <w:rsid w:val="001E4B5F"/>
    <w:rsid w:val="001F0713"/>
    <w:rsid w:val="001F160F"/>
    <w:rsid w:val="00200813"/>
    <w:rsid w:val="002015B2"/>
    <w:rsid w:val="00202C7B"/>
    <w:rsid w:val="002054C5"/>
    <w:rsid w:val="00206196"/>
    <w:rsid w:val="00213662"/>
    <w:rsid w:val="002139CB"/>
    <w:rsid w:val="00214801"/>
    <w:rsid w:val="00224964"/>
    <w:rsid w:val="002267C7"/>
    <w:rsid w:val="00227FEE"/>
    <w:rsid w:val="002320E9"/>
    <w:rsid w:val="00240F71"/>
    <w:rsid w:val="00241F59"/>
    <w:rsid w:val="0024265C"/>
    <w:rsid w:val="00244C2E"/>
    <w:rsid w:val="00250E0A"/>
    <w:rsid w:val="00251E02"/>
    <w:rsid w:val="002565A8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B7B06"/>
    <w:rsid w:val="002C1009"/>
    <w:rsid w:val="002C3E3A"/>
    <w:rsid w:val="002C4FEF"/>
    <w:rsid w:val="002C5C66"/>
    <w:rsid w:val="002C6427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46C4F"/>
    <w:rsid w:val="0035368E"/>
    <w:rsid w:val="00354493"/>
    <w:rsid w:val="00360A5F"/>
    <w:rsid w:val="003618AA"/>
    <w:rsid w:val="00362F97"/>
    <w:rsid w:val="0036395D"/>
    <w:rsid w:val="00363C94"/>
    <w:rsid w:val="0036400D"/>
    <w:rsid w:val="00373085"/>
    <w:rsid w:val="003808FA"/>
    <w:rsid w:val="003854C8"/>
    <w:rsid w:val="003857AE"/>
    <w:rsid w:val="0038683D"/>
    <w:rsid w:val="00386A56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3CB"/>
    <w:rsid w:val="003B775B"/>
    <w:rsid w:val="003B7FA9"/>
    <w:rsid w:val="003C7BC8"/>
    <w:rsid w:val="003C7C08"/>
    <w:rsid w:val="003D2459"/>
    <w:rsid w:val="003D28ED"/>
    <w:rsid w:val="003D3107"/>
    <w:rsid w:val="003D4E3A"/>
    <w:rsid w:val="003E148D"/>
    <w:rsid w:val="003E33A9"/>
    <w:rsid w:val="003E3600"/>
    <w:rsid w:val="003F33DE"/>
    <w:rsid w:val="003F52A9"/>
    <w:rsid w:val="00400F2A"/>
    <w:rsid w:val="00402C65"/>
    <w:rsid w:val="004035D1"/>
    <w:rsid w:val="00404EB7"/>
    <w:rsid w:val="00407D56"/>
    <w:rsid w:val="00413FF9"/>
    <w:rsid w:val="00416E2B"/>
    <w:rsid w:val="0042098A"/>
    <w:rsid w:val="004209BA"/>
    <w:rsid w:val="00420C44"/>
    <w:rsid w:val="00422B3B"/>
    <w:rsid w:val="00427638"/>
    <w:rsid w:val="00430581"/>
    <w:rsid w:val="00434A97"/>
    <w:rsid w:val="004350AD"/>
    <w:rsid w:val="00437035"/>
    <w:rsid w:val="00440C62"/>
    <w:rsid w:val="0044510E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064C"/>
    <w:rsid w:val="004919C3"/>
    <w:rsid w:val="00494861"/>
    <w:rsid w:val="004953C3"/>
    <w:rsid w:val="00497042"/>
    <w:rsid w:val="004A0866"/>
    <w:rsid w:val="004A510C"/>
    <w:rsid w:val="004A5E75"/>
    <w:rsid w:val="004B17F4"/>
    <w:rsid w:val="004B3F28"/>
    <w:rsid w:val="004C3E90"/>
    <w:rsid w:val="004C4336"/>
    <w:rsid w:val="004C77B5"/>
    <w:rsid w:val="004D6BCF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14005"/>
    <w:rsid w:val="00515728"/>
    <w:rsid w:val="00520645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1D6B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2A8B"/>
    <w:rsid w:val="005C504A"/>
    <w:rsid w:val="005D2C72"/>
    <w:rsid w:val="005D316A"/>
    <w:rsid w:val="005D4BDB"/>
    <w:rsid w:val="005E2913"/>
    <w:rsid w:val="005E4DD0"/>
    <w:rsid w:val="005E7821"/>
    <w:rsid w:val="00605410"/>
    <w:rsid w:val="00613E8E"/>
    <w:rsid w:val="00614301"/>
    <w:rsid w:val="00620B12"/>
    <w:rsid w:val="006210F4"/>
    <w:rsid w:val="006224EE"/>
    <w:rsid w:val="00625C71"/>
    <w:rsid w:val="00627A7B"/>
    <w:rsid w:val="006357C1"/>
    <w:rsid w:val="00641573"/>
    <w:rsid w:val="00641A2D"/>
    <w:rsid w:val="00642851"/>
    <w:rsid w:val="00643F5E"/>
    <w:rsid w:val="0064549A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0E41"/>
    <w:rsid w:val="006A5E8F"/>
    <w:rsid w:val="006A75EC"/>
    <w:rsid w:val="006A77BD"/>
    <w:rsid w:val="006A7D4D"/>
    <w:rsid w:val="006B5C71"/>
    <w:rsid w:val="006B7F0E"/>
    <w:rsid w:val="006C4B43"/>
    <w:rsid w:val="006D235A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0595"/>
    <w:rsid w:val="00701353"/>
    <w:rsid w:val="0070524C"/>
    <w:rsid w:val="00710619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26FFA"/>
    <w:rsid w:val="0073042E"/>
    <w:rsid w:val="00730E45"/>
    <w:rsid w:val="00731AD7"/>
    <w:rsid w:val="00734E15"/>
    <w:rsid w:val="007355A7"/>
    <w:rsid w:val="00735A8E"/>
    <w:rsid w:val="00740DAD"/>
    <w:rsid w:val="00740E80"/>
    <w:rsid w:val="007421E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36AF"/>
    <w:rsid w:val="00796AAA"/>
    <w:rsid w:val="007A11AA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D1D2B"/>
    <w:rsid w:val="007D4810"/>
    <w:rsid w:val="007D48CE"/>
    <w:rsid w:val="007D5FD1"/>
    <w:rsid w:val="007E2EBF"/>
    <w:rsid w:val="007E6DD9"/>
    <w:rsid w:val="007F4190"/>
    <w:rsid w:val="007F4E53"/>
    <w:rsid w:val="0080155A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41F2"/>
    <w:rsid w:val="00855005"/>
    <w:rsid w:val="00856941"/>
    <w:rsid w:val="0085698F"/>
    <w:rsid w:val="00857A7C"/>
    <w:rsid w:val="0086345B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1682D"/>
    <w:rsid w:val="00921FE4"/>
    <w:rsid w:val="00922370"/>
    <w:rsid w:val="0092388A"/>
    <w:rsid w:val="009257A0"/>
    <w:rsid w:val="00927601"/>
    <w:rsid w:val="00927D62"/>
    <w:rsid w:val="00931D57"/>
    <w:rsid w:val="00932192"/>
    <w:rsid w:val="0094272F"/>
    <w:rsid w:val="00943412"/>
    <w:rsid w:val="00943B2E"/>
    <w:rsid w:val="00945D11"/>
    <w:rsid w:val="00947573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94EF4"/>
    <w:rsid w:val="00995F94"/>
    <w:rsid w:val="009A24B2"/>
    <w:rsid w:val="009A53CC"/>
    <w:rsid w:val="009A7001"/>
    <w:rsid w:val="009A7DA5"/>
    <w:rsid w:val="009B01D4"/>
    <w:rsid w:val="009B0C22"/>
    <w:rsid w:val="009B5C7D"/>
    <w:rsid w:val="009B7253"/>
    <w:rsid w:val="009C2F64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16CEE"/>
    <w:rsid w:val="00A209AB"/>
    <w:rsid w:val="00A21090"/>
    <w:rsid w:val="00A21606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100"/>
    <w:rsid w:val="00A40FA4"/>
    <w:rsid w:val="00A44704"/>
    <w:rsid w:val="00A46E78"/>
    <w:rsid w:val="00A478DC"/>
    <w:rsid w:val="00A50FBD"/>
    <w:rsid w:val="00A51FCA"/>
    <w:rsid w:val="00A6076B"/>
    <w:rsid w:val="00A60B19"/>
    <w:rsid w:val="00A60E7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D5170"/>
    <w:rsid w:val="00AD6B8F"/>
    <w:rsid w:val="00AE0778"/>
    <w:rsid w:val="00AE1E35"/>
    <w:rsid w:val="00AE4D35"/>
    <w:rsid w:val="00AE5DAC"/>
    <w:rsid w:val="00AE6117"/>
    <w:rsid w:val="00AE64FD"/>
    <w:rsid w:val="00AF0A2F"/>
    <w:rsid w:val="00AF0F9B"/>
    <w:rsid w:val="00AF217C"/>
    <w:rsid w:val="00AF33DF"/>
    <w:rsid w:val="00AF4D50"/>
    <w:rsid w:val="00AF6FBA"/>
    <w:rsid w:val="00B01257"/>
    <w:rsid w:val="00B1002E"/>
    <w:rsid w:val="00B10CA1"/>
    <w:rsid w:val="00B11AF5"/>
    <w:rsid w:val="00B129E5"/>
    <w:rsid w:val="00B12ED2"/>
    <w:rsid w:val="00B155C2"/>
    <w:rsid w:val="00B17010"/>
    <w:rsid w:val="00B24ABA"/>
    <w:rsid w:val="00B26D1E"/>
    <w:rsid w:val="00B300E7"/>
    <w:rsid w:val="00B30795"/>
    <w:rsid w:val="00B31B1E"/>
    <w:rsid w:val="00B37FEA"/>
    <w:rsid w:val="00B426ED"/>
    <w:rsid w:val="00B42E0C"/>
    <w:rsid w:val="00B47827"/>
    <w:rsid w:val="00B50444"/>
    <w:rsid w:val="00B506FA"/>
    <w:rsid w:val="00B51394"/>
    <w:rsid w:val="00B629FE"/>
    <w:rsid w:val="00B65134"/>
    <w:rsid w:val="00B705E3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0FA7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5940"/>
    <w:rsid w:val="00BE7ED8"/>
    <w:rsid w:val="00BF3B5E"/>
    <w:rsid w:val="00BF5686"/>
    <w:rsid w:val="00C005CF"/>
    <w:rsid w:val="00C07E02"/>
    <w:rsid w:val="00C121B4"/>
    <w:rsid w:val="00C12670"/>
    <w:rsid w:val="00C1570C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3D3D"/>
    <w:rsid w:val="00CB686E"/>
    <w:rsid w:val="00CC0833"/>
    <w:rsid w:val="00CC12EE"/>
    <w:rsid w:val="00CC156E"/>
    <w:rsid w:val="00CC1B44"/>
    <w:rsid w:val="00CC4FE6"/>
    <w:rsid w:val="00CD1FC1"/>
    <w:rsid w:val="00CD66FF"/>
    <w:rsid w:val="00CD72D4"/>
    <w:rsid w:val="00CE30CD"/>
    <w:rsid w:val="00CF00F5"/>
    <w:rsid w:val="00CF137D"/>
    <w:rsid w:val="00D0599C"/>
    <w:rsid w:val="00D10971"/>
    <w:rsid w:val="00D20EAE"/>
    <w:rsid w:val="00D212D5"/>
    <w:rsid w:val="00D2138A"/>
    <w:rsid w:val="00D24B24"/>
    <w:rsid w:val="00D24EB0"/>
    <w:rsid w:val="00D25987"/>
    <w:rsid w:val="00D33A32"/>
    <w:rsid w:val="00D40BA9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450E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43D8"/>
    <w:rsid w:val="00E259BC"/>
    <w:rsid w:val="00E25F24"/>
    <w:rsid w:val="00E264A4"/>
    <w:rsid w:val="00E40FCC"/>
    <w:rsid w:val="00E41B56"/>
    <w:rsid w:val="00E43122"/>
    <w:rsid w:val="00E44003"/>
    <w:rsid w:val="00E456A5"/>
    <w:rsid w:val="00E50FF4"/>
    <w:rsid w:val="00E534DF"/>
    <w:rsid w:val="00E5512D"/>
    <w:rsid w:val="00E574E5"/>
    <w:rsid w:val="00E6232E"/>
    <w:rsid w:val="00E63C51"/>
    <w:rsid w:val="00E70689"/>
    <w:rsid w:val="00E71139"/>
    <w:rsid w:val="00E74F63"/>
    <w:rsid w:val="00E7602E"/>
    <w:rsid w:val="00E90664"/>
    <w:rsid w:val="00E917D6"/>
    <w:rsid w:val="00E93A84"/>
    <w:rsid w:val="00E96F05"/>
    <w:rsid w:val="00EA340E"/>
    <w:rsid w:val="00EA3B1F"/>
    <w:rsid w:val="00EA3DB6"/>
    <w:rsid w:val="00EA68DB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D0DD0"/>
    <w:rsid w:val="00ED3DFD"/>
    <w:rsid w:val="00ED3F21"/>
    <w:rsid w:val="00ED4263"/>
    <w:rsid w:val="00EE0075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3D70"/>
    <w:rsid w:val="00F070E5"/>
    <w:rsid w:val="00F07D33"/>
    <w:rsid w:val="00F10AE1"/>
    <w:rsid w:val="00F12253"/>
    <w:rsid w:val="00F1517E"/>
    <w:rsid w:val="00F16678"/>
    <w:rsid w:val="00F16834"/>
    <w:rsid w:val="00F26388"/>
    <w:rsid w:val="00F3089C"/>
    <w:rsid w:val="00F31BE3"/>
    <w:rsid w:val="00F34B21"/>
    <w:rsid w:val="00F34CA5"/>
    <w:rsid w:val="00F41E90"/>
    <w:rsid w:val="00F436BF"/>
    <w:rsid w:val="00F515B7"/>
    <w:rsid w:val="00F51E87"/>
    <w:rsid w:val="00F5350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611C"/>
    <w:rsid w:val="00F97A32"/>
    <w:rsid w:val="00FA3B58"/>
    <w:rsid w:val="00FA5484"/>
    <w:rsid w:val="00FA6127"/>
    <w:rsid w:val="00FB1A72"/>
    <w:rsid w:val="00FB3EBB"/>
    <w:rsid w:val="00FB4C28"/>
    <w:rsid w:val="00FB7CFB"/>
    <w:rsid w:val="00FC002F"/>
    <w:rsid w:val="00FC7297"/>
    <w:rsid w:val="00FD04E0"/>
    <w:rsid w:val="00FD2AA4"/>
    <w:rsid w:val="00FD3E49"/>
    <w:rsid w:val="00FE01AC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4C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paragraph" w:styleId="TOC6">
    <w:name w:val="toc 6"/>
    <w:basedOn w:val="Normal"/>
    <w:next w:val="Normal"/>
    <w:autoRedefine/>
    <w:uiPriority w:val="39"/>
    <w:unhideWhenUsed/>
    <w:rsid w:val="00E41B56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E41B56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E41B56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E41B56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p1439\mahe_safar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E1CF9-BF10-44DE-99CC-569AE5730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</Template>
  <TotalTime>534</TotalTime>
  <Pages>361</Pages>
  <Words>41359</Words>
  <Characters>235749</Characters>
  <Application>Microsoft Office Word</Application>
  <DocSecurity>0</DocSecurity>
  <Lines>1964</Lines>
  <Paragraphs>553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276555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Sadeghi</cp:lastModifiedBy>
  <cp:revision>21</cp:revision>
  <cp:lastPrinted>1601-01-01T00:00:00Z</cp:lastPrinted>
  <dcterms:created xsi:type="dcterms:W3CDTF">2018-01-04T11:12:00Z</dcterms:created>
  <dcterms:modified xsi:type="dcterms:W3CDTF">2021-03-22T18:01:00Z</dcterms:modified>
</cp:coreProperties>
</file>