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41" w:rsidRDefault="00292741" w:rsidP="00292741">
      <w:pPr>
        <w:pStyle w:val="libNotice"/>
        <w:bidi w:val="0"/>
        <w:rPr>
          <w:rFonts w:hint="cs"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292741" w:rsidRPr="00FC27AF" w:rsidRDefault="00292741" w:rsidP="00292741">
      <w:pPr>
        <w:pStyle w:val="libNotice"/>
        <w:bidi w:val="0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590962" w:rsidRDefault="00292741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CenterBold1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</w:p>
    <w:p w:rsidR="00590962" w:rsidRDefault="00590962" w:rsidP="00590962">
      <w:pPr>
        <w:pStyle w:val="libCenterBold1"/>
        <w:rPr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>عبدالرحمن‌الط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EC5A71" w:rsidRPr="00EC5A71" w:rsidRDefault="00EC5A71" w:rsidP="00EC5A71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ترجمه </w:t>
      </w:r>
      <w:r>
        <w:rPr>
          <w:lang w:bidi="fa-IR"/>
        </w:rPr>
        <w:t>:</w:t>
      </w:r>
      <w:r>
        <w:rPr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فاضل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قدمت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جلگه‌ا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حاصل</w:t>
      </w:r>
      <w:r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در ١٧١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 که در زمان ظهور اسلام، از مراکز مهم تمدن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و محل سکونت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بود. پس از هجرت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به‌سبب پناه‌بردن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انِ</w:t>
      </w:r>
      <w:r>
        <w:rPr>
          <w:rtl/>
          <w:lang w:bidi="fa-IR"/>
        </w:rPr>
        <w:t xml:space="preserve"> رانده‌شده از </w:t>
      </w:r>
      <w:r>
        <w:rPr>
          <w:rFonts w:hint="eastAsia"/>
          <w:rtl/>
          <w:lang w:bidi="fa-IR"/>
        </w:rPr>
        <w:t>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آنجا به کانون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</w:t>
      </w:r>
    </w:p>
    <w:p w:rsidR="00590962" w:rsidRDefault="00590962" w:rsidP="00EC5A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سال ششم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توطئه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آگاه شد، با نامه‌ها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ات‌بخش</w:t>
      </w:r>
      <w:r>
        <w:rPr>
          <w:rtl/>
          <w:lang w:bidi="fa-IR"/>
        </w:rPr>
        <w:t xml:space="preserve"> اسلام را به آنان ابلاغ کرد،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آنچه در تورات، درباره رسالت آن حضرت آمده بود، به آنان گوشزد کرد. آن حضرت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صبورانه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آنان بود، اما آ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 اسلام پام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فشردند</w:t>
      </w:r>
      <w:r>
        <w:rPr>
          <w:rtl/>
          <w:lang w:bidi="fa-IR"/>
        </w:rPr>
        <w:t xml:space="preserve">. به ناچار رسول‌خدا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قلعه‌ها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محاصره کرد، اما همچنان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آنان 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سرانجام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که خدا و رسولش او را دوست داشتند فراخواند، زره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به او پوشاند و پرچم اسلام را به دستش داد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خداوند بلندمرتبه، </w:t>
      </w:r>
      <w:r>
        <w:rPr>
          <w:rFonts w:hint="eastAsia"/>
          <w:rtl/>
          <w:lang w:bidi="fa-IR"/>
        </w:rPr>
        <w:t>قلعه‌ها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آنان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دست با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فتح کرد و به توطئه‌ها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انت‌بار</w:t>
      </w:r>
      <w:r>
        <w:rPr>
          <w:rtl/>
          <w:lang w:bidi="fa-IR"/>
        </w:rPr>
        <w:t xml:space="preserve"> آنان خاتمه داد. بزرگان آنان کشته شدند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 قلعه‌ها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نش،</w:t>
      </w:r>
      <w:r>
        <w:rPr>
          <w:rtl/>
          <w:lang w:bidi="fa-IR"/>
        </w:rPr>
        <w:t xml:space="preserve"> به تصرف مسلمانان درآمد و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فتح مسرور گشت.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حاضر، ترجمه کتاب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الفتح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سرّ به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نگارش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ترجمه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فاضل،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طبع آراسته شده است. کتاب مزبور، با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به سبک پژوهش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را در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متن موجود به‌خوب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رسول‌خدا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غزوات آن حضرت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علاقه‌مندان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سودمند افتد.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پژوهشکده حج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لازم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از زحمات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شائبه</w:t>
      </w:r>
      <w:r>
        <w:rPr>
          <w:rtl/>
          <w:lang w:bidi="fa-IR"/>
        </w:rPr>
        <w:t xml:space="preserve"> مترجم محترم و تمام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به ثمر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تلاش کردند،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انّه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پژوهشکده</w:t>
      </w:r>
      <w:r>
        <w:rPr>
          <w:rtl/>
          <w:lang w:bidi="fa-IR"/>
        </w:rPr>
        <w:t xml:space="preserve"> حج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گروه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</w:t>
      </w:r>
    </w:p>
    <w:p w:rsidR="00EC5A71" w:rsidRDefault="00EC5A71" w:rsidP="0059096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0" w:name="_Toc524774317"/>
      <w:r>
        <w:rPr>
          <w:rFonts w:hint="eastAsia"/>
          <w:rtl/>
        </w:rPr>
        <w:t>سخن</w:t>
      </w:r>
      <w:r>
        <w:rPr>
          <w:rtl/>
        </w:rPr>
        <w:t xml:space="preserve"> نگارنده</w:t>
      </w:r>
      <w:bookmarkEnd w:id="0"/>
    </w:p>
    <w:p w:rsidR="00EC5A71" w:rsidRDefault="00590962" w:rsidP="00EC5A71">
      <w:pPr>
        <w:pStyle w:val="libCenterBold2"/>
        <w:rPr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590962" w:rsidRDefault="00590962" w:rsidP="00EC5A71">
      <w:pPr>
        <w:pStyle w:val="libCenterBold2"/>
        <w:rPr>
          <w:rtl/>
          <w:lang w:bidi="fa-IR"/>
        </w:rPr>
      </w:pPr>
      <w:r>
        <w:rPr>
          <w:rtl/>
          <w:lang w:bidi="fa-IR"/>
        </w:rPr>
        <w:t xml:space="preserve"> الحمد لله والصلاة والسلام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أشرف الانب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المرسل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590962" w:rsidRDefault="00590962" w:rsidP="00E614A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عبدالله مدن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در روز دوم اهدا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برندگان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مناطق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در ٢١ محرم ١۴٢٣ه. ق مطابق با مارس ٢٠٠٢م.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مراسم برگزار شد </w:t>
      </w:r>
      <w:r w:rsidRPr="00EC5A71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>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بار، از علا، مدائن صالح، جوف، ربذه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 در همان هنگام، استاد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حج آن زمان و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فرهنگ و رسانه کنون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 - از من خواست،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گفتم: «با تأسف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گفت، بنده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نداشته‌ام.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به‌خو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درباره آن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 اما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دادم،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همه تلاش خود را به کار بندم تا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ن‌باره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590962" w:rsidRDefault="00E614A2" w:rsidP="00E614A2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590962" w:rsidRDefault="00590962" w:rsidP="00E614A2">
      <w:pPr>
        <w:pStyle w:val="libFootnote0"/>
        <w:rPr>
          <w:rtl/>
          <w:lang w:bidi="fa-IR"/>
        </w:rPr>
      </w:pPr>
      <w:r>
        <w:rPr>
          <w:rtl/>
          <w:lang w:bidi="fa-IR"/>
        </w:rPr>
        <w:t>1-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از استاد عاتق بن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</w:t>
      </w:r>
    </w:p>
    <w:p w:rsidR="00590962" w:rsidRDefault="00E614A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آنچه</w:t>
      </w:r>
      <w:r w:rsidR="00590962">
        <w:rPr>
          <w:rtl/>
          <w:lang w:bidi="fa-IR"/>
        </w:rPr>
        <w:t xml:space="preserve"> پ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ش</w:t>
      </w:r>
      <w:r w:rsidR="00590962">
        <w:rPr>
          <w:rtl/>
          <w:lang w:bidi="fa-IR"/>
        </w:rPr>
        <w:t xml:space="preserve"> رو دار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د،</w:t>
      </w:r>
      <w:r w:rsidR="00590962">
        <w:rPr>
          <w:rtl/>
          <w:lang w:bidi="fa-IR"/>
        </w:rPr>
        <w:t xml:space="preserve"> نت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جه</w:t>
      </w:r>
      <w:r w:rsidR="00590962">
        <w:rPr>
          <w:rtl/>
          <w:lang w:bidi="fa-IR"/>
        </w:rPr>
        <w:t xml:space="preserve"> پژوهش‌در منابع و مراجع گوناگون است. در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اثر تلاش شده، جغراف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</w:t>
      </w:r>
      <w:r w:rsidR="00590962">
        <w:rPr>
          <w:rtl/>
          <w:lang w:bidi="fa-IR"/>
        </w:rPr>
        <w:t xml:space="preserve"> و آثار باستان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و تار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خ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منطقه، با تصاو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</w:t>
      </w:r>
      <w:r w:rsidR="00590962">
        <w:rPr>
          <w:rtl/>
          <w:lang w:bidi="fa-IR"/>
        </w:rPr>
        <w:t xml:space="preserve"> و نقشه‌ها نما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ش</w:t>
      </w:r>
      <w:r w:rsidR="00590962">
        <w:rPr>
          <w:rtl/>
          <w:lang w:bidi="fa-IR"/>
        </w:rPr>
        <w:t xml:space="preserve"> داده شود تا خواننده بتواند در ذهن خود،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را به درست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تصور کند.</w:t>
      </w:r>
    </w:p>
    <w:p w:rsidR="00590962" w:rsidRDefault="00590962" w:rsidP="00E614A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مراکز بزرگ تمدن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است. قدمت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به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دوران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شده است.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حومه آن، نقاط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در آنها سنگ</w:t>
      </w:r>
      <w:r w:rsidR="00E614A2">
        <w:rPr>
          <w:lang w:bidi="fa-IR"/>
        </w:rPr>
        <w:t xml:space="preserve"> </w:t>
      </w:r>
      <w:r>
        <w:rPr>
          <w:rtl/>
          <w:lang w:bidi="fa-IR"/>
        </w:rPr>
        <w:t>‌نگاشته‌ها، مقبره‌ها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دنباله‌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مانده‌است.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مراحل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اش،</w:t>
      </w:r>
      <w:r>
        <w:rPr>
          <w:rtl/>
          <w:lang w:bidi="fa-IR"/>
        </w:rPr>
        <w:t xml:space="preserve"> به حکومت بابل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خورده است؛ چراکه «نبون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، پادشاه وقت بابل، در ۵٢٢ ق. م پس از آنکه «ت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ماء»</w:t>
      </w:r>
      <w:r>
        <w:rPr>
          <w:rtl/>
          <w:lang w:bidi="fa-IR"/>
        </w:rPr>
        <w:t xml:space="preserve">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به تصرف خود در آورد.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 دوران پادشاهان عرب،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قلمرو حکومت دادان و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(۵۴٠-٢۵٠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. م) بوده است. در دوران نبط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به‌سبب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الحجر </w:t>
      </w:r>
      <w:r w:rsidRPr="00E614A2">
        <w:rPr>
          <w:rStyle w:val="libFootnotenumChar"/>
          <w:rtl/>
        </w:rPr>
        <w:t>(1)</w:t>
      </w:r>
      <w:r>
        <w:rPr>
          <w:rtl/>
          <w:lang w:bidi="fa-IR"/>
        </w:rPr>
        <w:t>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الحجر تا سال 106م. به مثابه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دوم نبط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به‌شمار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پس از سقوط حکومت‌ها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همچنان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بود، به‌خصوص در بازرگان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چراکه به مدت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سال، بازار دوره‌ا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بازار نطاة،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برپا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شد؛</w:t>
      </w:r>
      <w:r>
        <w:rPr>
          <w:rtl/>
          <w:lang w:bidi="fa-IR"/>
        </w:rPr>
        <w:t xml:space="preserve"> اما از آغاز حکومت امو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بعد،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شاهد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</w:t>
      </w:r>
    </w:p>
    <w:p w:rsidR="00590962" w:rsidRDefault="00E614A2" w:rsidP="00E614A2">
      <w:pPr>
        <w:pStyle w:val="libLine"/>
        <w:rPr>
          <w:rtl/>
          <w:lang w:bidi="fa-IR"/>
        </w:rPr>
      </w:pPr>
      <w:r>
        <w:rPr>
          <w:lang w:bidi="fa-IR"/>
        </w:rPr>
        <w:t>______________________________</w:t>
      </w:r>
    </w:p>
    <w:p w:rsidR="00590962" w:rsidRDefault="00590962" w:rsidP="00E614A2">
      <w:pPr>
        <w:pStyle w:val="libFootnote0"/>
        <w:rPr>
          <w:lang w:bidi="fa-IR"/>
        </w:rPr>
      </w:pPr>
      <w:r>
        <w:rPr>
          <w:rtl/>
          <w:lang w:bidi="fa-IR"/>
        </w:rPr>
        <w:t>1</w:t>
      </w:r>
      <w:r w:rsidR="00E614A2">
        <w:rPr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lang w:bidi="fa-IR"/>
        </w:rPr>
        <w:t>Hegra</w:t>
      </w:r>
    </w:p>
    <w:p w:rsidR="00E614A2" w:rsidRDefault="00E614A2" w:rsidP="00590962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١٢٠٨ه. ق (١٧٩۴م.) در قلمرو حکومت اول آل‌سعود قرار گرفت.</w:t>
      </w:r>
    </w:p>
    <w:p w:rsidR="00590962" w:rsidRDefault="00590962" w:rsidP="00E614A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آثار کهن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قموص و ناعم و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بنت و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اشاره کرد.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آکنده از نوشته‌ها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 و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عمارت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کهن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دارد. افزون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نها،</w:t>
      </w:r>
      <w:r>
        <w:rPr>
          <w:rtl/>
          <w:lang w:bidi="fa-IR"/>
        </w:rPr>
        <w:t xml:space="preserve"> جاذبه‌ها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موجب شده است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E614A2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سبقت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مناطق عربستان بربا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اکنون،</w:t>
      </w:r>
      <w:r>
        <w:rPr>
          <w:rtl/>
          <w:lang w:bidi="fa-IR"/>
        </w:rPr>
        <w:t xml:space="preserve"> از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ده‌اند،</w:t>
      </w:r>
      <w:r>
        <w:rPr>
          <w:rtl/>
          <w:lang w:bidi="fa-IR"/>
        </w:rPr>
        <w:t xml:space="preserve"> تشکر و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کنم؛</w:t>
      </w:r>
      <w:r>
        <w:rPr>
          <w:rtl/>
          <w:lang w:bidi="fa-IR"/>
        </w:rPr>
        <w:t xml:space="preserve">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استاد «غالب بن سعود المحمد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استاندار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مانه</w:t>
      </w:r>
      <w:r>
        <w:rPr>
          <w:rtl/>
          <w:lang w:bidi="fa-IR"/>
        </w:rPr>
        <w:t xml:space="preserve"> با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«دارالقوافل» ، در اثنا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استاد «ص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امور پرورش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دارالقوافل در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اماکن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حومه آن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بهره‌گ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پژوهشگران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دانش او درباره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اماکن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آن؛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«بن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 و موزه‌ها» به‌سبب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نشر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اثر؛ از اس</w:t>
      </w:r>
      <w:r>
        <w:rPr>
          <w:rFonts w:hint="eastAsia"/>
          <w:rtl/>
          <w:lang w:bidi="fa-IR"/>
        </w:rPr>
        <w:t>تاد</w:t>
      </w:r>
      <w:r>
        <w:rPr>
          <w:rtl/>
          <w:lang w:bidi="fa-IR"/>
        </w:rPr>
        <w:t xml:space="preserve"> دکتر «سعد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الراشد» ، معاون آثار و 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وزارت آموزش و پرورش، به‌سبب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از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دارالقوافل هنگام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عکس‌بردار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شهر؛ از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دکتر «فرج‌الله احمد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وسف»</w:t>
      </w:r>
      <w:r>
        <w:rPr>
          <w:rtl/>
          <w:lang w:bidi="fa-IR"/>
        </w:rPr>
        <w:t xml:space="preserve"> ، استاد «خالد بن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الاسمر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استاد «محسن بن ه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پژوهشگران عضو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دارالقوافل که در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کردند؛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دکتر «حس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ابوالحسن» که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اول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مطالعه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کرده‌اند؛</w:t>
      </w:r>
      <w:r>
        <w:rPr>
          <w:rtl/>
          <w:lang w:bidi="fa-IR"/>
        </w:rPr>
        <w:t xml:space="preserve"> عکاس محترم، استاد «عبدالکر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الحاج» که در عکس‌بردار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و اماکن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فراوان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استاد «حمودبن </w:t>
      </w:r>
      <w:r>
        <w:rPr>
          <w:rtl/>
          <w:lang w:bidi="fa-IR"/>
        </w:rPr>
        <w:lastRenderedPageBreak/>
        <w:t>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که نقشه‌ها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را رسم کرد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چاپ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١٢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الاول ١۴٢٧ه. ق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مطابق</w:t>
      </w:r>
      <w:r>
        <w:rPr>
          <w:rtl/>
          <w:lang w:bidi="fa-IR"/>
        </w:rPr>
        <w:t xml:space="preserve"> با ١٠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٢٠٠۶م</w:t>
      </w:r>
    </w:p>
    <w:p w:rsidR="00590962" w:rsidRDefault="00E614A2" w:rsidP="00E614A2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524774318"/>
      <w:r w:rsidR="00590962">
        <w:rPr>
          <w:rFonts w:hint="eastAsia"/>
          <w:rtl/>
          <w:lang w:bidi="fa-IR"/>
        </w:rPr>
        <w:lastRenderedPageBreak/>
        <w:t>مباحث</w:t>
      </w:r>
      <w:r w:rsidR="00590962">
        <w:rPr>
          <w:rtl/>
          <w:lang w:bidi="fa-IR"/>
        </w:rPr>
        <w:t xml:space="preserve"> مقدمات</w:t>
      </w:r>
      <w:r w:rsidR="00590962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590962">
        <w:rPr>
          <w:rFonts w:hint="eastAsia"/>
          <w:rtl/>
          <w:lang w:bidi="fa-IR"/>
        </w:rPr>
        <w:t>موقع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ت</w:t>
      </w:r>
      <w:r w:rsidR="00590962">
        <w:rPr>
          <w:rtl/>
          <w:lang w:bidi="fa-IR"/>
        </w:rPr>
        <w:t xml:space="preserve">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bookmarkEnd w:id="1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١٧١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منوره و در طول و عرض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١٠/١۶/٣٩ و ٢۵/۴۵/٢۵ واقع شده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حمو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«خَ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بَر،</w:t>
      </w:r>
      <w:r>
        <w:rPr>
          <w:rtl/>
          <w:lang w:bidi="fa-IR"/>
        </w:rPr>
        <w:t xml:space="preserve"> منطقه‌ا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آن در غزوه‌ها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فاصله هشت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 w:rsidRPr="00E614A2">
        <w:rPr>
          <w:rStyle w:val="libFootnotenumChar"/>
          <w:rtl/>
        </w:rPr>
        <w:t>(1)</w:t>
      </w:r>
      <w:r>
        <w:rPr>
          <w:rtl/>
          <w:lang w:bidi="fa-IR"/>
        </w:rPr>
        <w:t>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از سمت شام» . 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تا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هشت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اندازه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اده‌رو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فاصله است»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حره</w:t>
      </w:r>
      <w:r>
        <w:rPr>
          <w:rtl/>
          <w:lang w:bidi="fa-IR"/>
        </w:rPr>
        <w:t xml:space="preserve"> </w:t>
      </w:r>
      <w:r w:rsidRPr="00E614A2">
        <w:rPr>
          <w:rStyle w:val="libFootnotenumChar"/>
          <w:rtl/>
        </w:rPr>
        <w:t>(2)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پس از حره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است؛ مانند حره فدک، حره ضرغد، حره نار و حره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دارد که از جمله آنها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 (سر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، مضاو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</w:p>
    <w:p w:rsidR="00590962" w:rsidRPr="00E614A2" w:rsidRDefault="00E614A2" w:rsidP="00E614A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590962" w:rsidRDefault="00590962" w:rsidP="00E614A2">
      <w:pPr>
        <w:pStyle w:val="libFootnote0"/>
        <w:rPr>
          <w:rtl/>
          <w:lang w:bidi="fa-IR"/>
        </w:rPr>
      </w:pPr>
      <w:r>
        <w:rPr>
          <w:rtl/>
          <w:lang w:bidi="fa-IR"/>
        </w:rPr>
        <w:t>1-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واحدها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مسافت و معادل چهار فرسنگ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۵/٢٢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است. م</w:t>
      </w:r>
    </w:p>
    <w:p w:rsidR="00590962" w:rsidRDefault="00590962" w:rsidP="00E614A2">
      <w:pPr>
        <w:pStyle w:val="libFootnote0"/>
        <w:rPr>
          <w:rtl/>
          <w:lang w:bidi="fa-IR"/>
        </w:rPr>
      </w:pPr>
      <w:r>
        <w:rPr>
          <w:rtl/>
          <w:lang w:bidi="fa-IR"/>
        </w:rPr>
        <w:t>2- حرة،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فراوان است. م</w:t>
      </w:r>
    </w:p>
    <w:p w:rsidR="00590962" w:rsidRDefault="00E614A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الزه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راء</w:t>
      </w:r>
      <w:r w:rsidR="00590962">
        <w:rPr>
          <w:rtl/>
          <w:lang w:bidi="fa-IR"/>
        </w:rPr>
        <w:t xml:space="preserve"> و ابووش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ع</w:t>
      </w:r>
      <w:r w:rsidR="00590962">
        <w:rPr>
          <w:rtl/>
          <w:lang w:bidi="fa-IR"/>
        </w:rPr>
        <w:t xml:space="preserve"> را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توان</w:t>
      </w:r>
      <w:r w:rsidR="00590962">
        <w:rPr>
          <w:rtl/>
          <w:lang w:bidi="fa-IR"/>
        </w:rPr>
        <w:t xml:space="preserve"> نام برد. هم‌چنان‌که در منطقه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روستاها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فراوان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مانند شُرَ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ف،</w:t>
      </w:r>
      <w:r w:rsidR="00590962">
        <w:rPr>
          <w:rtl/>
          <w:lang w:bidi="fa-IR"/>
        </w:rPr>
        <w:t xml:space="preserve"> ابووش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ع،</w:t>
      </w:r>
      <w:r w:rsidR="00590962">
        <w:rPr>
          <w:rtl/>
          <w:lang w:bidi="fa-IR"/>
        </w:rPr>
        <w:t xml:space="preserve"> صو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ر،</w:t>
      </w:r>
      <w:r w:rsidR="00590962">
        <w:rPr>
          <w:rtl/>
          <w:lang w:bidi="fa-IR"/>
        </w:rPr>
        <w:t xml:space="preserve"> مک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ده،</w:t>
      </w:r>
      <w:r w:rsidR="00590962">
        <w:rPr>
          <w:rtl/>
          <w:lang w:bidi="fa-IR"/>
        </w:rPr>
        <w:t xml:space="preserve"> زبران، نطاه، سر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ر،</w:t>
      </w:r>
      <w:r w:rsidR="00590962">
        <w:rPr>
          <w:rtl/>
          <w:lang w:bidi="fa-IR"/>
        </w:rPr>
        <w:t xml:space="preserve"> سمحه و عشاش وجود دارد.</w:t>
      </w:r>
    </w:p>
    <w:p w:rsidR="00E614A2" w:rsidRDefault="00E614A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" w:name="_Toc524774319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در لغت</w:t>
      </w:r>
      <w:bookmarkEnd w:id="2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مورخان</w:t>
      </w:r>
      <w:r>
        <w:rPr>
          <w:rtl/>
          <w:lang w:bidi="fa-IR"/>
        </w:rPr>
        <w:t xml:space="preserve"> و جغراف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دانان</w:t>
      </w:r>
      <w:r>
        <w:rPr>
          <w:rtl/>
          <w:lang w:bidi="fa-IR"/>
        </w:rPr>
        <w:t xml:space="preserve"> عرب، در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واژه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اختلاف دارند.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گفت، در رابطه با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سه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وجود دارد.</w:t>
      </w:r>
    </w:p>
    <w:p w:rsidR="00590962" w:rsidRDefault="00590962" w:rsidP="00E614A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)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واژه، از «ارض الخبر</w:t>
      </w:r>
      <w:r w:rsidR="00E614A2">
        <w:rPr>
          <w:rFonts w:hint="cs"/>
          <w:rtl/>
          <w:lang w:bidi="fa-IR"/>
        </w:rPr>
        <w:t>ه</w:t>
      </w:r>
      <w:r>
        <w:rPr>
          <w:rtl/>
          <w:lang w:bidi="fa-IR"/>
        </w:rPr>
        <w:t>»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گِل خوب گرفته شده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نام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برگرفته از نام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«عمالقه» به نام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بربن‌قان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بن‌ع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</w:t>
      </w:r>
      <w:r>
        <w:rPr>
          <w:rtl/>
          <w:lang w:bidi="fa-IR"/>
        </w:rPr>
        <w:t xml:space="preserve"> بن مهلائل بن إرم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وارد 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ظاهر،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دوم،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حمدالجاسر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ندانستن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موجب شد،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درباره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بسازند.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نه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 [گذار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اماکن و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مانند اجا، 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دومةالجندل، فدک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و. . .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)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سوم،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پردازد</w:t>
      </w:r>
      <w:r>
        <w:rPr>
          <w:rtl/>
          <w:lang w:bidi="fa-IR"/>
        </w:rPr>
        <w:t>.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بر»</w:t>
      </w:r>
      <w:r>
        <w:rPr>
          <w:rtl/>
          <w:lang w:bidi="fa-IR"/>
        </w:rPr>
        <w:t xml:space="preserve"> در زبان عبر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و جمع آن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ابر»</w:t>
      </w:r>
      <w:r>
        <w:rPr>
          <w:rtl/>
          <w:lang w:bidi="fa-IR"/>
        </w:rPr>
        <w:t xml:space="preserve"> است. در واقع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با مهاجرت و سکونت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مرتبط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داند؛</w:t>
      </w:r>
      <w:r>
        <w:rPr>
          <w:rtl/>
          <w:lang w:bidi="fa-IR"/>
        </w:rPr>
        <w:t xml:space="preserve"> حال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ورود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آنجا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A51923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سه‌گانه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هرکدام، مشخص شد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اول درست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نام، برگرفته از الارض الخبره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گِل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590962" w:rsidRDefault="00A51923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" w:name="_Toc524774320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در دوره‌ها</w:t>
      </w:r>
      <w:r>
        <w:rPr>
          <w:rFonts w:hint="cs"/>
          <w:rtl/>
        </w:rPr>
        <w:t>ی</w:t>
      </w:r>
      <w:r>
        <w:rPr>
          <w:rtl/>
        </w:rPr>
        <w:t xml:space="preserve"> ماقبل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3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غرس، غمره، حف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القاع،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عصر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شده است که عبارت‌اند از: تبرها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بُرنده و کلنگ.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جاده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منطقه علا به‌سمت جنوب، تقاطع جاده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عشاش و علا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ابزارها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مربوط به عصر پ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ابزارها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عصر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شده‌است که عبارت‌اند از: 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زه،</w:t>
      </w:r>
      <w:r>
        <w:rPr>
          <w:rtl/>
          <w:lang w:bidi="fa-IR"/>
        </w:rPr>
        <w:t xml:space="preserve"> خنجر،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قلم‌ها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غرس، ابزارها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عصر نوسنگ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مانده‌است.</w:t>
      </w:r>
    </w:p>
    <w:p w:rsidR="00590962" w:rsidRDefault="00590962" w:rsidP="00A51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حر</w:t>
      </w:r>
      <w:r w:rsidR="00A5192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لوح‌ها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شکل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مثلث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است؛ جنس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اگر از زاو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به آنها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شود، به‌صورت دو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سنگ مواز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شکل دُمِ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نه‌شناسان،</w:t>
      </w:r>
      <w:r>
        <w:rPr>
          <w:rtl/>
          <w:lang w:bidi="fa-IR"/>
        </w:rPr>
        <w:t xml:space="preserve"> درباره هدف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و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دنباله‌دار،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دارند:</w:t>
      </w:r>
    </w:p>
    <w:p w:rsidR="00590962" w:rsidRDefault="00590962" w:rsidP="00A51923">
      <w:pPr>
        <w:pStyle w:val="libNormal"/>
        <w:rPr>
          <w:rtl/>
          <w:lang w:bidi="fa-IR"/>
        </w:rPr>
      </w:pPr>
      <w:r>
        <w:rPr>
          <w:rtl/>
          <w:lang w:bidi="fa-IR"/>
        </w:rPr>
        <w:t>١</w:t>
      </w:r>
      <w:r w:rsidR="00A5192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معتقدند، در واقع آنها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ابزار شکار بوده‌اند؛</w:t>
      </w:r>
    </w:p>
    <w:p w:rsidR="00590962" w:rsidRDefault="00590962" w:rsidP="00A51923">
      <w:pPr>
        <w:pStyle w:val="libNormal"/>
        <w:rPr>
          <w:rtl/>
          <w:lang w:bidi="fa-IR"/>
        </w:rPr>
      </w:pPr>
      <w:r>
        <w:rPr>
          <w:rtl/>
          <w:lang w:bidi="fa-IR"/>
        </w:rPr>
        <w:t>٢</w:t>
      </w:r>
      <w:r w:rsidR="00A5192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باورند که آنها پرستشگاه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گورستان‌بوده است؛</w:t>
      </w:r>
    </w:p>
    <w:p w:rsidR="00590962" w:rsidRDefault="00590962" w:rsidP="00A51923">
      <w:pPr>
        <w:pStyle w:val="libNormal"/>
        <w:rPr>
          <w:rtl/>
          <w:lang w:bidi="fa-IR"/>
        </w:rPr>
      </w:pPr>
      <w:r>
        <w:rPr>
          <w:rtl/>
          <w:lang w:bidi="fa-IR"/>
        </w:rPr>
        <w:t>٣</w:t>
      </w:r>
      <w:r w:rsidR="00A5192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گروه سوم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بر آن‌اند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شکل، در واقع تابلوها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جاده‌ها و راه‌ها بوده‌است.</w:t>
      </w:r>
    </w:p>
    <w:p w:rsidR="00590962" w:rsidRDefault="00A51923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" w:name="_Toc524774321"/>
      <w:r>
        <w:rPr>
          <w:rFonts w:hint="eastAsia"/>
          <w:rtl/>
        </w:rPr>
        <w:t>نقش‌ها</w:t>
      </w:r>
      <w:r>
        <w:rPr>
          <w:rtl/>
        </w:rPr>
        <w:t xml:space="preserve"> و لوح‌ها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4"/>
      <w:r>
        <w:rPr>
          <w:rtl/>
        </w:rPr>
        <w:t xml:space="preserve"> </w:t>
      </w:r>
    </w:p>
    <w:p w:rsidR="00A51923" w:rsidRDefault="00590962" w:rsidP="00A5192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در دژ المنج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فاصله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وجود دارد که در آن مکان،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شده‌است.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صخره‌ها نقش بسته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</w:t>
      </w:r>
      <w:r w:rsidR="00A5192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  <w:r>
        <w:rPr>
          <w:rtl/>
          <w:lang w:bidi="fa-IR"/>
        </w:rPr>
        <w:t xml:space="preserve"> که به شکل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است</w:t>
      </w:r>
    </w:p>
    <w:p w:rsidR="00590962" w:rsidRDefault="00A51923" w:rsidP="00A5192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A51923">
      <w:pPr>
        <w:pStyle w:val="Heading1"/>
        <w:rPr>
          <w:rtl/>
          <w:lang w:bidi="fa-IR"/>
        </w:rPr>
      </w:pPr>
      <w:bookmarkStart w:id="5" w:name="_Toc524774322"/>
      <w:r>
        <w:rPr>
          <w:rFonts w:hint="eastAsia"/>
          <w:rtl/>
          <w:lang w:bidi="fa-IR"/>
        </w:rPr>
        <w:t>گورها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</w:t>
      </w:r>
      <w:r w:rsidR="00A5192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  <w:bookmarkEnd w:id="5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برجسته‌تر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ماقبل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تمام مناطق آن، سنگ</w:t>
      </w:r>
      <w:r w:rsidR="00A5192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‌نگاشته وجود دارد که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منبع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 و موزه‌ها،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دهه هشتاد قرن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ستم،</w:t>
      </w:r>
      <w:r>
        <w:rPr>
          <w:rtl/>
          <w:lang w:bidi="fa-IR"/>
        </w:rPr>
        <w:t xml:space="preserve"> مطالعه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سنگ‌نگاره‌ها را آغاز کرد و به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آنها پرداخت و بر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توجه به سنگ‌نگاره‌ها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انسان‌ها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آنها،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ماقبل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به چند مرحله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کف دست انسان وجود دارد که مشابه آثار برجا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بر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«غار 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در حائل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از آن عصر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دانست؛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 آثار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غارها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تشابه دارد.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نقطه</w:t>
      </w:r>
      <w:r>
        <w:rPr>
          <w:rtl/>
          <w:lang w:bidi="fa-IR"/>
        </w:rPr>
        <w:t xml:space="preserve"> حدب</w:t>
      </w:r>
      <w:r w:rsidR="00B815F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حمر، در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در حد فاصل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الحجر (مدائن صالح) قرار دارد و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نقاط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است که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آن، سنگ</w:t>
      </w:r>
      <w:r w:rsidR="00B815F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‌نگاره‌ها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گمان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</w:t>
      </w:r>
      <w:r w:rsidR="00B815F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‌نگاره‌ها، با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گاوها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شخم‌زننده، 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باشند که به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منطقه «کلوه» شباهت دارد و کلوه‌ن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شمال شرق تبوک قرار دارد.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نقطه تز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شده‌اند.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تز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متعلق به هزاره پنجم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باشد.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کهن‌تر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آنها حدود شش هزار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نگاشته شده و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هزار تا چهار هزار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لاد؛</w:t>
      </w:r>
      <w:r>
        <w:rPr>
          <w:rtl/>
          <w:lang w:bidi="fa-IR"/>
        </w:rPr>
        <w:t xml:space="preserve"> اما سنگ‌نگاره‌ها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رامون‌آن</w:t>
      </w:r>
      <w:r>
        <w:rPr>
          <w:rtl/>
          <w:lang w:bidi="fa-IR"/>
        </w:rPr>
        <w:t xml:space="preserve"> (به جز حدب حمر) متعلق به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است؛ چراکه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«شتر و اسب»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نقش‌ها، در شمال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کوه «عطو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کوه‌ها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«حرضه» پراکنده است؛ درحال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«المشرفه» نقش گاوها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شاخ‌ها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صحنه شکار شترمرغ وجود دارد.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ح»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نبردها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بر پشت اسب‌ها به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نقاش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گاوها و بز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در «جبه حائل»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شده و در آن شکل‌انسان‌ها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وان‌ها</w:t>
      </w:r>
      <w:r>
        <w:rPr>
          <w:rtl/>
          <w:lang w:bidi="fa-IR"/>
        </w:rPr>
        <w:t xml:space="preserve">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که به شکل چوب‌ها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هم گذاشته شده و متقاطع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درآمده‌اند.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، در فاصله ٢۴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سنگ‌نگاره‌ها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دارد که دربردارنده شکل انسان‌ها و به‌ش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شده‌است.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مکان، نقش بزها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شاخ‌ها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کوه «ط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ران»</w:t>
      </w:r>
      <w:r>
        <w:rPr>
          <w:rtl/>
          <w:lang w:bidi="fa-IR"/>
        </w:rPr>
        <w:t xml:space="preserve"> ،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گاوها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شاخ‌بلند، شتر، شترمرغ و تصاو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شکار و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اسب‌سواران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اسبان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تازند؛</w:t>
      </w:r>
      <w:r>
        <w:rPr>
          <w:rtl/>
          <w:lang w:bidi="fa-IR"/>
        </w:rPr>
        <w:t xml:space="preserve"> درحال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که،</w:t>
      </w:r>
      <w:r>
        <w:rPr>
          <w:rtl/>
          <w:lang w:bidi="fa-IR"/>
        </w:rPr>
        <w:t xml:space="preserve"> کمان،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در دست دارند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رقص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شده‌اند.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نقش‌ه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م‌شده</w:t>
      </w:r>
      <w:r>
        <w:rPr>
          <w:rtl/>
          <w:lang w:bidi="fa-IR"/>
        </w:rPr>
        <w:t xml:space="preserve"> از انسان‌ها، به‌ش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جهانگرد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سنگ‌نگاره‌ها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«. . . با وجود گاو وحش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شکل انسان، بزکوه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گرفت»</w:t>
      </w:r>
      <w:r>
        <w:rPr>
          <w:rtl/>
          <w:lang w:bidi="fa-IR"/>
        </w:rPr>
        <w:t xml:space="preserve"> .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سنگ‌نگاره‌ها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دربردارنده موضوعات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مطالع</w:t>
      </w:r>
      <w:r w:rsidR="00B815F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روزانه انسان ماقبل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برد؛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شکار، چران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وانات،</w:t>
      </w:r>
      <w:r>
        <w:rPr>
          <w:rtl/>
          <w:lang w:bidi="fa-IR"/>
        </w:rPr>
        <w:t xml:space="preserve"> رقص و جنگ که ابعاد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اقتصاد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بازگو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در صحنه‌ها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م‌شده</w:t>
      </w:r>
      <w:r>
        <w:rPr>
          <w:rtl/>
          <w:lang w:bidi="fa-IR"/>
        </w:rPr>
        <w:t xml:space="preserve"> از شکار، چران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نبردها،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گاو، بزکوه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شتر و اسب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آن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 رهگذر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سنگ‌نگاره‌ها، با ابزارها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شکار و نبرد آنها،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کمان،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B815F8" w:rsidRDefault="00B815F8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B815F8">
      <w:pPr>
        <w:pStyle w:val="Heading1"/>
        <w:rPr>
          <w:rtl/>
          <w:lang w:bidi="fa-IR"/>
        </w:rPr>
      </w:pPr>
      <w:bookmarkStart w:id="6" w:name="_Toc524774323"/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گذر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6"/>
    </w:p>
    <w:p w:rsidR="00B815F8" w:rsidRDefault="00B815F8" w:rsidP="00590962">
      <w:pPr>
        <w:pStyle w:val="libNormal"/>
        <w:rPr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7" w:name="_Toc524774324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دوران بابل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7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وفات «بخت‌النصر» دوم (۶٠۵-۵۶٢ق. م) ،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بابل،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آشفته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ثبات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تجربه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«نبون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زمام امور را به دست گرفت. (۵۵۵-۵٣٩ق. م)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کاهنان معبد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بود و به معبود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داد؛</w:t>
      </w:r>
      <w:r>
        <w:rPr>
          <w:rtl/>
          <w:lang w:bidi="fa-IR"/>
        </w:rPr>
        <w:t xml:space="preserve">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کاهنان معبد «مردوخ» 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او را به دل گرفتند و او را به کفرورز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مردوخ متهم کردند.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شدند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جه،</w:t>
      </w:r>
      <w:r>
        <w:rPr>
          <w:rtl/>
          <w:lang w:bidi="fa-IR"/>
        </w:rPr>
        <w:t xml:space="preserve">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بابل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و در «ت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ماء»</w:t>
      </w:r>
      <w:r>
        <w:rPr>
          <w:rtl/>
          <w:lang w:bidi="fa-IR"/>
        </w:rPr>
        <w:t xml:space="preserve"> مستقر 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١٩۵۶م. در «حران» ، دو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کشف شد که بر آنها انتقال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ماء،</w:t>
      </w:r>
      <w:r>
        <w:rPr>
          <w:rtl/>
          <w:lang w:bidi="fa-IR"/>
        </w:rPr>
        <w:t xml:space="preserve"> با خط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درج شده بود: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را ندارد. کس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نشستن بر تخت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سرنداشت.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الهه‌ها،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دعا کردند.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به‌دست‌گرفتن حکومت، موجب شد، (در شب) در خواب ببن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[که به من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]: حرکت کن و به سرعت معبد </w:t>
      </w:r>
      <w:r>
        <w:rPr>
          <w:rFonts w:hint="eastAsia"/>
          <w:rtl/>
          <w:lang w:bidi="fa-IR"/>
        </w:rPr>
        <w:t>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را در حران بنا کن.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دست تو بدهم. مردم (ساکنان) بابل، پارس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بو،</w:t>
      </w:r>
      <w:r>
        <w:rPr>
          <w:rtl/>
          <w:lang w:bidi="fa-IR"/>
        </w:rPr>
        <w:t xml:space="preserve"> اور، اوروک، لارسا و کاهنان (مردم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هستند) که در اکاد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(و) در حق الوه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اشتباه کردند. آنان نسبت به عدم شناخت خشم هولناک پادش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ن‌ننار»</w:t>
      </w:r>
      <w:r>
        <w:rPr>
          <w:rtl/>
          <w:lang w:bidi="fa-IR"/>
        </w:rPr>
        <w:t xml:space="preserve"> گناه کردند؛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مناسک خود را فراموش </w:t>
      </w:r>
      <w:r>
        <w:rPr>
          <w:rtl/>
          <w:lang w:bidi="fa-IR"/>
        </w:rPr>
        <w:lastRenderedPageBreak/>
        <w:t xml:space="preserve">کردند و دروغ و سخن نادرست گفتند. آنان مانند سگ‌ها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پاره کردند؛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جمله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انداخته‌اند؛ به‌طور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ساکنان، دچار نگون‌بخت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شده‌اند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اما من از شهر خودم بابل فرار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ماو،</w:t>
      </w:r>
      <w:r>
        <w:rPr>
          <w:rtl/>
          <w:lang w:bidi="fa-IR"/>
        </w:rPr>
        <w:t xml:space="preserve"> دادانو، پاداکو،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ثربو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ده سال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چرخ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دم؛</w:t>
      </w:r>
      <w:r>
        <w:rPr>
          <w:rtl/>
          <w:lang w:bidi="fa-IR"/>
        </w:rPr>
        <w:t xml:space="preserve"> اما وارد شهرم بابل نشدم.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سال چهارم پادشاه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(۵۵٢ ق. م) 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خود قرار داد. بنابر متن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و نفوذ خود را بر شهرها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گسترش داد.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شهرها به شکل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ماو</w:t>
      </w:r>
      <w:r>
        <w:rPr>
          <w:rtl/>
          <w:lang w:bidi="fa-IR"/>
        </w:rPr>
        <w:t xml:space="preserve"> (ت-ما-أ. </w:t>
      </w:r>
      <w:r>
        <w:rPr>
          <w:lang w:bidi="fa-IR"/>
        </w:rPr>
        <w:t>te- ma- a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>) ؛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دادانو</w:t>
      </w:r>
      <w:r>
        <w:rPr>
          <w:rtl/>
          <w:lang w:bidi="fa-IR"/>
        </w:rPr>
        <w:t xml:space="preserve"> ( </w:t>
      </w:r>
      <w:r>
        <w:rPr>
          <w:lang w:bidi="fa-IR"/>
        </w:rPr>
        <w:t>da-da-nu</w:t>
      </w:r>
      <w:r>
        <w:rPr>
          <w:rtl/>
          <w:lang w:bidi="fa-IR"/>
        </w:rPr>
        <w:t xml:space="preserve"> دادان، «العلا») ؛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پاداکو</w:t>
      </w:r>
      <w:r>
        <w:rPr>
          <w:rtl/>
          <w:lang w:bidi="fa-IR"/>
        </w:rPr>
        <w:t xml:space="preserve"> ( </w:t>
      </w:r>
      <w:r>
        <w:rPr>
          <w:lang w:bidi="fa-IR"/>
        </w:rPr>
        <w:t>pa-dak-ku</w:t>
      </w:r>
      <w:r>
        <w:rPr>
          <w:rtl/>
          <w:lang w:bidi="fa-IR"/>
        </w:rPr>
        <w:t xml:space="preserve"> فدک، «الحائط») ؛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برا</w:t>
      </w:r>
      <w:r>
        <w:rPr>
          <w:rtl/>
          <w:lang w:bidi="fa-IR"/>
        </w:rPr>
        <w:t xml:space="preserve"> ( </w:t>
      </w:r>
      <w:r>
        <w:rPr>
          <w:lang w:bidi="fa-IR"/>
        </w:rPr>
        <w:t>hi-ib-ra-a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>) ؛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</w:t>
      </w:r>
      <w:r>
        <w:rPr>
          <w:rtl/>
          <w:lang w:bidi="fa-IR"/>
        </w:rPr>
        <w:t xml:space="preserve"> ( </w:t>
      </w:r>
      <w:r>
        <w:rPr>
          <w:lang w:bidi="fa-IR"/>
        </w:rPr>
        <w:t>ia-di-hu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الحو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>) ؛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ثربو</w:t>
      </w:r>
      <w:r>
        <w:rPr>
          <w:rtl/>
          <w:lang w:bidi="fa-IR"/>
        </w:rPr>
        <w:t xml:space="preserve"> ( </w:t>
      </w:r>
      <w:r>
        <w:rPr>
          <w:lang w:bidi="fa-IR"/>
        </w:rPr>
        <w:t>ia-atri-bu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ثرب،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منوره) . </w:t>
      </w:r>
    </w:p>
    <w:p w:rsidR="00B815F8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حکومت خود،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بازگشتش به بابل، 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ماند؛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آن سال، کورش دوم (۵۵٩-۵٢٩ق. م) به بابل حمله کرد و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بابل بازگشت تا در برابر کورش دوم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>.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کاهنان مردوخ،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جشن‌ها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برگزار کرد؛ اما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کورش دوم توانست در همان سال (۵٣٩ ق. م) وارد بابل شود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حکومت بابل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سقوط کرد.</w:t>
      </w:r>
    </w:p>
    <w:p w:rsidR="00590962" w:rsidRDefault="00B815F8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B815F8">
      <w:pPr>
        <w:pStyle w:val="Heading1"/>
        <w:rPr>
          <w:rtl/>
          <w:lang w:bidi="fa-IR"/>
        </w:rPr>
      </w:pPr>
      <w:bookmarkStart w:id="8" w:name="_Toc524774325"/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امپراتور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bookmarkEnd w:id="8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(۵۴٠-٢۵٠ق. م) حکومت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(دادان) و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شمال غرب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برپا شد و نفوذ آن تا شرق و جنوب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گسترش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(نگاره‌ها)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شده در علا (دادان) 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نام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از قلمرو حکومت آنان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که مردم آنجا،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اموال و دارا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«ذ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به»</w:t>
      </w:r>
      <w:r>
        <w:rPr>
          <w:rtl/>
          <w:lang w:bidi="fa-IR"/>
        </w:rPr>
        <w:t xml:space="preserve"> ، معبود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دادند</w:t>
      </w:r>
      <w:r>
        <w:rPr>
          <w:rtl/>
          <w:lang w:bidi="fa-IR"/>
        </w:rPr>
        <w:t>. ذک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پهناوربودن قلمرو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موجب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شهروندان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معبودشان،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بدهند. گستره شهرها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آنها تسلط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بودند، از شمال تا عمان (اردن) و از جنوب تا بدر بود.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منطقه‌ا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نفوذ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قرار داشت.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سقوط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(دادان) و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نفوذ خود را درون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گسترش و الحجر (مدائن صالح)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دوم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دادند.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اول آنها، «الرق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(سلع پتراء) بود.</w:t>
      </w:r>
    </w:p>
    <w:p w:rsidR="00590962" w:rsidRDefault="00590962" w:rsidP="00B815F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از الحجر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دوران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کاروان‌ها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جنوب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آن در حرکت بودند،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گذشتند</w:t>
      </w:r>
      <w:r>
        <w:rPr>
          <w:rtl/>
          <w:lang w:bidi="fa-IR"/>
        </w:rPr>
        <w:t xml:space="preserve">. </w:t>
      </w:r>
      <w:r w:rsidRPr="00B815F8">
        <w:rPr>
          <w:rStyle w:val="libFootnotenumChar"/>
          <w:rtl/>
        </w:rPr>
        <w:t>(1)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دوره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 نبط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«رب إل دوم» (٧٠ - ١٠۶ م)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انتقال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«رق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به «بصر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اثر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از کم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ت‌شدن</w:t>
      </w:r>
      <w:r>
        <w:rPr>
          <w:rtl/>
          <w:lang w:bidi="fa-IR"/>
        </w:rPr>
        <w:t xml:space="preserve"> راه خشک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(که جنوب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را به شمال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>) 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سقوط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سال ١٠۶م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ره‌شدن</w:t>
      </w:r>
      <w:r>
        <w:rPr>
          <w:rtl/>
          <w:lang w:bidi="fa-IR"/>
        </w:rPr>
        <w:t xml:space="preserve"> روم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 w:rsidRPr="00E67194">
        <w:rPr>
          <w:rStyle w:val="libFootnotenumChar"/>
          <w:rtl/>
        </w:rPr>
        <w:t>(2)</w:t>
      </w:r>
      <w:r>
        <w:rPr>
          <w:rtl/>
          <w:lang w:bidi="fa-IR"/>
        </w:rPr>
        <w:t>(الکورة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القر</w:t>
      </w:r>
      <w:r>
        <w:rPr>
          <w:rFonts w:hint="cs"/>
          <w:rtl/>
          <w:lang w:bidi="fa-IR"/>
        </w:rPr>
        <w:t>ی</w:t>
      </w:r>
    </w:p>
    <w:p w:rsidR="00590962" w:rsidRPr="00E67194" w:rsidRDefault="00E67194" w:rsidP="00E6719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90962" w:rsidRDefault="00590962" w:rsidP="00E67194">
      <w:pPr>
        <w:pStyle w:val="libFootnote0"/>
        <w:rPr>
          <w:rtl/>
          <w:lang w:bidi="fa-IR"/>
        </w:rPr>
      </w:pPr>
      <w:r>
        <w:rPr>
          <w:rtl/>
          <w:lang w:bidi="fa-IR"/>
        </w:rPr>
        <w:t>1- راه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</w:t>
      </w:r>
      <w:r>
        <w:rPr>
          <w:rtl/>
          <w:lang w:bidi="fa-IR"/>
        </w:rPr>
        <w:t xml:space="preserve"> نه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>.</w:t>
      </w:r>
    </w:p>
    <w:p w:rsidR="00590962" w:rsidRDefault="00590962" w:rsidP="00E67194">
      <w:pPr>
        <w:pStyle w:val="libFootnote0"/>
        <w:rPr>
          <w:rtl/>
          <w:lang w:bidi="fa-IR"/>
        </w:rPr>
      </w:pPr>
      <w:r>
        <w:rPr>
          <w:rtl/>
          <w:lang w:bidi="fa-IR"/>
        </w:rPr>
        <w:t>2- گفتن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تصرفات روم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از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فراتر نرفت.</w:t>
      </w:r>
    </w:p>
    <w:p w:rsidR="00590962" w:rsidRDefault="00E67194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العرب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</w:t>
      </w:r>
      <w:r w:rsidR="00590962">
        <w:rPr>
          <w:rtl/>
          <w:lang w:bidi="fa-IR"/>
        </w:rPr>
        <w:t>)</w:t>
      </w:r>
      <w:r w:rsidR="00590962" w:rsidRPr="00E67194">
        <w:rPr>
          <w:rStyle w:val="libFootnotenumChar"/>
          <w:rtl/>
        </w:rPr>
        <w:t>(1)</w:t>
      </w:r>
      <w:r w:rsidR="00590962">
        <w:rPr>
          <w:rtl/>
          <w:lang w:bidi="fa-IR"/>
        </w:rPr>
        <w:t>،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در زم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نه</w:t>
      </w:r>
      <w:r w:rsidR="00590962">
        <w:rPr>
          <w:rtl/>
          <w:lang w:bidi="fa-IR"/>
        </w:rPr>
        <w:t xml:space="preserve"> فعال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ت</w:t>
      </w:r>
      <w:r w:rsidR="00590962">
        <w:rPr>
          <w:rtl/>
          <w:lang w:bidi="fa-IR"/>
        </w:rPr>
        <w:t xml:space="preserve"> کاروان‌ها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بازرگان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نقش برجسته‌ا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داشت و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نقش تا ظهور اسلام ادامه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افت</w:t>
      </w:r>
      <w:r w:rsidR="00590962">
        <w:rPr>
          <w:rtl/>
          <w:lang w:bidi="fa-IR"/>
        </w:rPr>
        <w:t>. در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دوران،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با شکوفا</w:t>
      </w:r>
      <w:r w:rsidR="00590962">
        <w:rPr>
          <w:rFonts w:hint="cs"/>
          <w:rtl/>
          <w:lang w:bidi="fa-IR"/>
        </w:rPr>
        <w:t>یی</w:t>
      </w:r>
      <w:r w:rsidR="00590962">
        <w:rPr>
          <w:rtl/>
          <w:lang w:bidi="fa-IR"/>
        </w:rPr>
        <w:t xml:space="preserve"> بازرگان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روبه‌رو بود؛ ز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را</w:t>
      </w:r>
      <w:r w:rsidR="00590962">
        <w:rPr>
          <w:rtl/>
          <w:lang w:bidi="fa-IR"/>
        </w:rPr>
        <w:t xml:space="preserve"> کاروان‌ها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ژه</w:t>
      </w:r>
      <w:r w:rsidR="00590962">
        <w:rPr>
          <w:rtl/>
          <w:lang w:bidi="fa-IR"/>
        </w:rPr>
        <w:t xml:space="preserve"> بازرگانان بزرگ، مانند ابورافع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از آنِ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بود که از سو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او به سرزم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شام فرستاده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شدند</w:t>
      </w:r>
      <w:r w:rsidR="00590962">
        <w:rPr>
          <w:rtl/>
          <w:lang w:bidi="fa-IR"/>
        </w:rPr>
        <w:t>. همچن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ک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از بازارها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بزرگ عرب به نام بازار نطاه</w:t>
      </w:r>
      <w:r w:rsidR="00590962" w:rsidRPr="00E67194">
        <w:rPr>
          <w:rStyle w:val="libFootnotenumChar"/>
          <w:rtl/>
        </w:rPr>
        <w:t>(2)</w:t>
      </w:r>
      <w:r w:rsidR="00590962">
        <w:rPr>
          <w:rtl/>
          <w:lang w:bidi="fa-IR"/>
        </w:rPr>
        <w:t>در آنجا برپا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شد</w:t>
      </w:r>
      <w:r w:rsidR="00590962"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بازرگانان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آن زمان، به‌دل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ثروت فراوان، به بانک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بودند.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ربا و بهره را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کردند.</w:t>
      </w:r>
    </w:p>
    <w:p w:rsidR="00590962" w:rsidRDefault="00590962" w:rsidP="00E671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٢٧٣م. حکومت «تدمر» (آخر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منطقه شام) به دست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سقوط کرد.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داد،</w:t>
      </w:r>
      <w:r>
        <w:rPr>
          <w:rtl/>
          <w:lang w:bidi="fa-IR"/>
        </w:rPr>
        <w:t xml:space="preserve">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پس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بودند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و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حائل شود.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«سل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ح»</w:t>
      </w:r>
      <w:r>
        <w:rPr>
          <w:rtl/>
          <w:lang w:bidi="fa-IR"/>
        </w:rPr>
        <w:t xml:space="preserve"> ،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کردند. ملکه‌آنان به نام «ماو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، پس از وفات همسرش، زمام امور را به دست گرفت و شهرت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نام همسر او در منابع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است؛ اما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روشن است که همسر ماو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امپراتور جول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(٣۶١ - ٣۶٣ م)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پس از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غسان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شدند. مورخان اجماع دارند که غساسنه، حدود سال ۴٩٠م. وارد شام شدند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در مرز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</w:p>
    <w:p w:rsidR="00590962" w:rsidRPr="00E67194" w:rsidRDefault="00E67194" w:rsidP="00E6719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590962" w:rsidRDefault="00590962" w:rsidP="00E67194">
      <w:pPr>
        <w:pStyle w:val="libFootnote0"/>
        <w:rPr>
          <w:rtl/>
          <w:lang w:bidi="fa-IR"/>
        </w:rPr>
      </w:pPr>
      <w:r>
        <w:rPr>
          <w:rtl/>
          <w:lang w:bidi="fa-IR"/>
        </w:rPr>
        <w:t>1-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590962" w:rsidRDefault="00590962" w:rsidP="00E6719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نطاة،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قلعه‌ها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</w:t>
      </w:r>
    </w:p>
    <w:p w:rsidR="00590962" w:rsidRDefault="00E67194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اقامت</w:t>
      </w:r>
      <w:r w:rsidR="00590962">
        <w:rPr>
          <w:rtl/>
          <w:lang w:bidi="fa-IR"/>
        </w:rPr>
        <w:t xml:space="preserve"> گز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دند</w:t>
      </w:r>
      <w:r w:rsidR="00590962"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ره‌شدن</w:t>
      </w:r>
      <w:r>
        <w:rPr>
          <w:rtl/>
          <w:lang w:bidi="fa-IR"/>
        </w:rPr>
        <w:t xml:space="preserve"> غسان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آنان توانستند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همسو شوند. سال ۵٠٢م.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امضا شد که به موجب آن، حکومت غسان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حکومت حائل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و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حائل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 فارس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«حارث‌بن‌جبله»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 غسان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بود که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۵٢٨ تا ۵۶٩م. زمام امور را به دست داشت. آنان توانستند، نفوذ خود را تا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گسترش دهند. حارث‌بن‌جبله،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نبردها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کرد؛</w:t>
      </w:r>
      <w:r>
        <w:rPr>
          <w:rtl/>
          <w:lang w:bidi="fa-IR"/>
        </w:rPr>
        <w:t xml:space="preserve"> از جمله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دو نبر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حکومت مناذره اعراب،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۵٢٨ و ۵۴۴م. را نام برد. در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حران که سال ۵۶٨م. درج شده است، درباره حمله حارث بن‌جبله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ران‌کردن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آمده است: «من شرحب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ل‌بن‌ظلموا</w:t>
      </w:r>
      <w:r>
        <w:rPr>
          <w:rtl/>
          <w:lang w:bidi="fa-IR"/>
        </w:rPr>
        <w:t xml:space="preserve"> هستم. ذا المرطول (کنست) ، سال ۴۶٣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پس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ران‌شدن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ساخته شد»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ذکرشده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نقش، بر اساس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است که معادل ۵۶٨م.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(١٠۵+۴۶٣\ ۵۶٨)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«ابن‌قت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به»</w:t>
      </w:r>
      <w:r>
        <w:rPr>
          <w:rtl/>
          <w:lang w:bidi="fa-IR"/>
        </w:rPr>
        <w:t xml:space="preserve"> ، در کتاب «المعارف»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پادشاهان غسان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اقدام کرد» . از آنجا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۵۶٨م. ثبت شده است، در واقع غزوه حارث بن جبله،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ساخت کنست،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۵۶٧م. رخ داد. ام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منابع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حمله پادشاه غسان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ران‌کردن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است. احتمال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حمله،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امپراتور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در ادامه حمله‌ها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سلسله‌وار ضد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عرب متمرکز در مناطق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رخ داده باشد.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احتمال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هدف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تلاش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تسلط بر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حرکت کاروان‌ها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بازرگان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«قنا» در «حضرموت» آغاز و از مناطق «مأرب» ، «نجران» ،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ثرب»</w:t>
      </w:r>
      <w:r>
        <w:rPr>
          <w:rtl/>
          <w:lang w:bidi="fa-IR"/>
        </w:rPr>
        <w:t xml:space="preserve"> و پس از آن،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الحجر (مدا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صالح)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گذشت؛</w:t>
      </w:r>
      <w:r>
        <w:rPr>
          <w:rtl/>
          <w:lang w:bidi="fa-IR"/>
        </w:rPr>
        <w:t xml:space="preserve">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پس از الحجر منشعب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«سرحان»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ن‌النهر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از «بتراء»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گذشت</w:t>
      </w:r>
      <w:r>
        <w:rPr>
          <w:rtl/>
          <w:lang w:bidi="fa-IR"/>
        </w:rPr>
        <w:t xml:space="preserve"> و به «غزه»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احتمال</w:t>
      </w:r>
      <w:r>
        <w:rPr>
          <w:rtl/>
          <w:lang w:bidi="fa-IR"/>
        </w:rPr>
        <w:t xml:space="preserve"> سوم،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پادشاه غسان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عموزادگان خود،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 و خزرج،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حمله کرده باشد؛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احتمال 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اوس و خزرج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بود.</w:t>
      </w:r>
    </w:p>
    <w:p w:rsidR="00590962" w:rsidRDefault="00590962" w:rsidP="00E671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آن زمان، در بنگاه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اعراب مشارکت داشت.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بنگاه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بازارها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به‌طور معمول،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ماهانه از بازار «دومةالجندل» در ماه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ع‌الاول</w:t>
      </w:r>
      <w:r>
        <w:rPr>
          <w:rtl/>
          <w:lang w:bidi="fa-IR"/>
        </w:rPr>
        <w:t xml:space="preserve"> آغاز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پس از آن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«المشقر» ، در جماد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  <w:r>
        <w:rPr>
          <w:rtl/>
          <w:lang w:bidi="fa-IR"/>
        </w:rPr>
        <w:t xml:space="preserve"> «صحار» ، در </w:t>
      </w:r>
      <w:r>
        <w:rPr>
          <w:rFonts w:hint="eastAsia"/>
          <w:rtl/>
          <w:lang w:bidi="fa-IR"/>
        </w:rPr>
        <w:t>کشور</w:t>
      </w:r>
      <w:r>
        <w:rPr>
          <w:rtl/>
          <w:lang w:bidi="fa-IR"/>
        </w:rPr>
        <w:t xml:space="preserve"> «عمان» و در اول رجب؛ «دبا» ، بازار «شحر» در حضرموت در ماه شعبان؛ بازار «عدن و صنعاء» ، در ماه رمضان؛ بازار «عکاظ» ، در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قعده؛</w:t>
      </w:r>
      <w:r>
        <w:rPr>
          <w:rtl/>
          <w:lang w:bidi="fa-IR"/>
        </w:rPr>
        <w:t xml:space="preserve">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مجاز</w:t>
      </w:r>
      <w:r>
        <w:rPr>
          <w:rtl/>
          <w:lang w:bidi="fa-IR"/>
        </w:rPr>
        <w:t xml:space="preserve"> و مجنه» ، در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حجه</w:t>
      </w:r>
      <w:r>
        <w:rPr>
          <w:rtl/>
          <w:lang w:bidi="fa-IR"/>
        </w:rPr>
        <w:t xml:space="preserve"> و. . . برگزار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شد؛</w:t>
      </w:r>
      <w:r>
        <w:rPr>
          <w:rtl/>
          <w:lang w:bidi="fa-IR"/>
        </w:rPr>
        <w:t xml:space="preserve"> اما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موسم حج و حرکت مردم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شمال، بازار نطاه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پا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چرخه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 داشته است.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کاروان‌ها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گذر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که مَلِک،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 w:rsidR="00E6719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بن</w:t>
      </w:r>
      <w:r>
        <w:rPr>
          <w:rtl/>
          <w:lang w:bidi="fa-IR"/>
        </w:rPr>
        <w:t xml:space="preserve"> نعمان بن منذر» آنها را به بازارها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منطقه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به‌سبب رونق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دشت‌ها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بود. علت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به «ر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الحجاز» شهرت داشت.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در آن کِشت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نخلستان دارد.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E67194">
      <w:pPr>
        <w:pStyle w:val="Heading1"/>
        <w:rPr>
          <w:rtl/>
          <w:lang w:bidi="fa-IR"/>
        </w:rPr>
      </w:pPr>
      <w:bookmarkStart w:id="9" w:name="_Toc524774326"/>
      <w:r>
        <w:rPr>
          <w:rFonts w:hint="eastAsia"/>
          <w:rtl/>
          <w:lang w:bidi="fa-IR"/>
        </w:rPr>
        <w:t>چشمه</w:t>
      </w:r>
      <w:r>
        <w:rPr>
          <w:rtl/>
          <w:lang w:bidi="fa-IR"/>
        </w:rPr>
        <w:t xml:space="preserve"> هامه</w:t>
      </w:r>
      <w:bookmarkEnd w:id="9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«مغاز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است: «منطقه آباد حجاز، از جهت غذا، چرب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590962" w:rsidRDefault="00590962" w:rsidP="00E6719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با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واژه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سازگار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همان‌طور که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لغت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خوش‌گِل و خاک آمده و علاوه بر حاصلخ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آب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بهره‌مند است. چشمه‌ها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منطقه</w:t>
      </w:r>
      <w:r>
        <w:rPr>
          <w:rtl/>
          <w:lang w:bidi="fa-IR"/>
        </w:rPr>
        <w:t xml:space="preserve"> سبب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بهره‌مند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شمار آنها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چشمه دائم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عبارت‌انداز: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المَرو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ام‌الب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ضه،</w:t>
      </w:r>
      <w:r>
        <w:rPr>
          <w:rtl/>
          <w:lang w:bidi="fa-IR"/>
        </w:rPr>
        <w:t xml:space="preserve"> البُح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الجمه، الحمه، الخرار،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الدُّف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سلالم، صفصافه، طبران، چشمه‌عل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القو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حه،</w:t>
      </w:r>
      <w:r>
        <w:rPr>
          <w:rtl/>
          <w:lang w:bidi="fa-IR"/>
        </w:rPr>
        <w:t xml:space="preserve"> النطاه، البرکه، المستق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سمحه، ام‌حک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چشمه شباث.</w:t>
      </w:r>
      <w:r w:rsidR="00E67194">
        <w:rPr>
          <w:rFonts w:hint="cs"/>
          <w:rtl/>
          <w:lang w:bidi="fa-IR"/>
        </w:rPr>
        <w:t>.</w:t>
      </w:r>
      <w:r>
        <w:rPr>
          <w:rFonts w:hint="eastAsia"/>
          <w:rtl/>
          <w:lang w:bidi="fa-IR"/>
        </w:rPr>
        <w:t>چشم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مستکه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 w:rsidR="00E6719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چشم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جمه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منابع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بودند که در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راب‌کردن</w:t>
      </w:r>
      <w:r>
        <w:rPr>
          <w:rtl/>
          <w:lang w:bidi="fa-IR"/>
        </w:rPr>
        <w:t xml:space="preserve"> مناطق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 ساخته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علاوه بر بهره‌بردار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از آب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موجب مهار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ل‌ها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لاب‌ها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که از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البنت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مشقوق 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سدها هستند.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به‌سبب نخل‌ها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و برداشت انواع خرما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شهرت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اسلام، مردم آنجا به زراعت نخل اهتمام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سال چهارم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«ابورافع سلام بن‌ابوالحق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ق»</w:t>
      </w:r>
      <w:r>
        <w:rPr>
          <w:rtl/>
          <w:lang w:bidi="fa-IR"/>
        </w:rPr>
        <w:t xml:space="preserve"> هنگام کوچاندن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«اگر ما نخل‌ها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را رها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 اهل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خود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: «ما ارباب نخل و نخل‌شناس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. .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پرورش نخل، صاحب دانش» . اهتمام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نخل، آن‌گونه‌بود که «حباب بن منذر» ، هنگام محاصره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نخل را از فرزندان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دارند»</w:t>
      </w:r>
      <w:r>
        <w:rPr>
          <w:rtl/>
          <w:lang w:bidi="fa-IR"/>
        </w:rPr>
        <w:t xml:space="preserve"> .</w:t>
      </w:r>
    </w:p>
    <w:p w:rsidR="00590962" w:rsidRDefault="00590962" w:rsidP="00AB25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گفته مورخان، زراعت نخل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آن‌قدر فراوان بود که چهل هزار بارِ شتر از انواع خرما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برداشت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که هر بارِ شتر، کمتر از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«ابن‌شب</w:t>
      </w:r>
      <w:r w:rsidR="00AB2515">
        <w:rPr>
          <w:rFonts w:hint="cs"/>
          <w:rtl/>
          <w:lang w:bidi="fa-IR"/>
        </w:rPr>
        <w:t>ه</w:t>
      </w:r>
      <w:r>
        <w:rPr>
          <w:rtl/>
          <w:lang w:bidi="fa-IR"/>
        </w:rPr>
        <w:t>» ، در کتاب «تار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المنورة»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عبدالله بن‌رواح</w:t>
      </w:r>
      <w:r w:rsidR="00AB251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 فرستاد تا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خرما جمع کند.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چهل هزار بارِ شتر خرما فراهم کرد»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محصول‌ها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همچون جو </w:t>
      </w:r>
    </w:p>
    <w:p w:rsidR="00590962" w:rsidRDefault="00590962" w:rsidP="00AB25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کشت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مانند نطا</w:t>
      </w:r>
      <w:r w:rsidR="00AB251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به کشت جو شهرت داشتند.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گندم و سبز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کاشتند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 انار، انگور، هلو،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</w:t>
      </w:r>
      <w:r>
        <w:rPr>
          <w:rtl/>
          <w:lang w:bidi="fa-IR"/>
        </w:rPr>
        <w:t xml:space="preserve"> و هندوانه مشهور بودند.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 دو بستان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آنها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بود. امروزه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tl/>
          <w:lang w:bidi="fa-IR"/>
        </w:rPr>
        <w:t xml:space="preserve"> به نام «البلاد» شناخته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اصطلاح، در شهر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 به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مردم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کنار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دات</w:t>
      </w:r>
      <w:r>
        <w:rPr>
          <w:rtl/>
          <w:lang w:bidi="fa-IR"/>
        </w:rPr>
        <w:t xml:space="preserve"> فراوان کشاورز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دامدار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پرورش گوسفند، بز، گاو و. . 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اهتمام داشتند.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مسلمانان، گاوها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دژ «صعب بن‌معاذ»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گرفتند.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نطاه است. شتر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پرورش و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پرداختند؛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از شتر،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 بازرگان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انتقال خرما به جا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بردند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نمونه، در منابع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سال چهارم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ترک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مجبور شدند، ا</w:t>
      </w:r>
      <w:r>
        <w:rPr>
          <w:rFonts w:hint="eastAsia"/>
          <w:rtl/>
          <w:lang w:bidi="fa-IR"/>
        </w:rPr>
        <w:t>موال</w:t>
      </w:r>
      <w:r>
        <w:rPr>
          <w:rtl/>
          <w:lang w:bidi="fa-IR"/>
        </w:rPr>
        <w:t xml:space="preserve"> و اثاث خود را با ششصد شتر،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بردند [نشان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شتر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داشتند].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علاوه بر شتر، اسب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 به آن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داشتند. از الاغ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بار خرما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محصولات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شاعران عرب‌زبان، نخل‌ها و خرماها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کرده‌اند؛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نمونه، حسان بن‌ثابت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سروده است: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3"/>
        <w:gridCol w:w="268"/>
        <w:gridCol w:w="3331"/>
      </w:tblGrid>
      <w:tr w:rsidR="00AB2515" w:rsidTr="00314753">
        <w:trPr>
          <w:trHeight w:val="350"/>
        </w:trPr>
        <w:tc>
          <w:tcPr>
            <w:tcW w:w="3920" w:type="dxa"/>
            <w:shd w:val="clear" w:color="auto" w:fill="auto"/>
          </w:tcPr>
          <w:p w:rsidR="00AB2515" w:rsidRDefault="00AB2515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فإنا</w:t>
            </w:r>
            <w:r>
              <w:rPr>
                <w:rtl/>
                <w:lang w:bidi="fa-IR"/>
              </w:rPr>
              <w:t xml:space="preserve"> و من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القصائد نحونا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2515" w:rsidRDefault="00AB2515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2515" w:rsidRDefault="00AB2515" w:rsidP="00314753">
            <w:pPr>
              <w:pStyle w:val="libPoem"/>
            </w:pPr>
            <w:r>
              <w:rPr>
                <w:rtl/>
                <w:lang w:bidi="fa-IR"/>
              </w:rPr>
              <w:t>کمستبضع تمراً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أهل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2515" w:rsidRDefault="00AB2515" w:rsidP="00590962">
      <w:pPr>
        <w:pStyle w:val="libNormal"/>
        <w:rPr>
          <w:rtl/>
          <w:lang w:bidi="fa-IR"/>
        </w:rPr>
      </w:pPr>
      <w:r w:rsidRPr="00AB2515">
        <w:rPr>
          <w:rStyle w:val="libFootnotenumChar"/>
          <w:rtl/>
        </w:rPr>
        <w:t xml:space="preserve"> </w:t>
      </w:r>
      <w:r w:rsidR="00590962" w:rsidRPr="00AB2515">
        <w:rPr>
          <w:rStyle w:val="libFootnotenumChar"/>
          <w:rtl/>
        </w:rPr>
        <w:t>(1)</w:t>
      </w:r>
      <w:r w:rsidR="00590962">
        <w:rPr>
          <w:rtl/>
          <w:lang w:bidi="fa-IR"/>
        </w:rPr>
        <w:t>فرزدق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</w:t>
      </w:r>
      <w:r w:rsidR="00590962">
        <w:rPr>
          <w:rtl/>
          <w:lang w:bidi="fa-IR"/>
        </w:rPr>
        <w:t xml:space="preserve"> سروده است: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8"/>
        <w:gridCol w:w="268"/>
        <w:gridCol w:w="3326"/>
      </w:tblGrid>
      <w:tr w:rsidR="00AB2515" w:rsidTr="00314753">
        <w:trPr>
          <w:trHeight w:val="350"/>
        </w:trPr>
        <w:tc>
          <w:tcPr>
            <w:tcW w:w="3920" w:type="dxa"/>
            <w:shd w:val="clear" w:color="auto" w:fill="auto"/>
          </w:tcPr>
          <w:p w:rsidR="00AB2515" w:rsidRDefault="00AB2515" w:rsidP="00AB2515">
            <w:pPr>
              <w:pStyle w:val="libNormal"/>
            </w:pPr>
            <w:r>
              <w:rPr>
                <w:rtl/>
                <w:lang w:bidi="fa-IR"/>
              </w:rPr>
              <w:t>و هززن من جذع أسنة صلب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B2515" w:rsidRDefault="00AB2515" w:rsidP="00AB2515">
            <w:pPr>
              <w:pStyle w:val="libNormal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B2515" w:rsidRDefault="00AB2515" w:rsidP="00AB2515">
            <w:pPr>
              <w:pStyle w:val="libNormal"/>
            </w:pPr>
            <w:r>
              <w:rPr>
                <w:rtl/>
                <w:lang w:bidi="fa-IR"/>
              </w:rPr>
              <w:t>کجذوع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أو جذوع أوال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2515" w:rsidRDefault="00AB2515" w:rsidP="00AB2515">
      <w:pPr>
        <w:pStyle w:val="libNormal"/>
        <w:rPr>
          <w:rtl/>
          <w:lang w:bidi="fa-IR"/>
        </w:rPr>
      </w:pPr>
      <w:r w:rsidRPr="00AB2515">
        <w:rPr>
          <w:rStyle w:val="libFootnotenumChar"/>
          <w:rtl/>
        </w:rPr>
        <w:t xml:space="preserve"> </w:t>
      </w:r>
      <w:r w:rsidR="00590962" w:rsidRPr="00AB2515">
        <w:rPr>
          <w:rStyle w:val="libFootnotenumChar"/>
          <w:rtl/>
        </w:rPr>
        <w:t>(2)</w:t>
      </w:r>
      <w:r w:rsidR="00590962">
        <w:rPr>
          <w:rtl/>
          <w:lang w:bidi="fa-IR"/>
        </w:rPr>
        <w:t xml:space="preserve"> خرماها</w:t>
      </w:r>
      <w:r w:rsidR="00590962">
        <w:rPr>
          <w:rFonts w:hint="cs"/>
          <w:rtl/>
          <w:lang w:bidi="fa-IR"/>
        </w:rPr>
        <w:t>یی</w:t>
      </w:r>
      <w:r w:rsidR="00590962">
        <w:rPr>
          <w:rtl/>
          <w:lang w:bidi="fa-IR"/>
        </w:rPr>
        <w:t xml:space="preserve"> که در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برداشت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شوند،</w:t>
      </w:r>
      <w:r w:rsidR="00590962">
        <w:rPr>
          <w:rtl/>
          <w:lang w:bidi="fa-IR"/>
        </w:rPr>
        <w:t xml:space="preserve"> چند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نوع است که چند نمونه آن را ذکر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کن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tl/>
          <w:lang w:bidi="fa-IR"/>
        </w:rPr>
        <w:t>: 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حان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خب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ب،</w:t>
      </w:r>
      <w:r w:rsidR="00590962">
        <w:rPr>
          <w:rtl/>
          <w:lang w:bidi="fa-IR"/>
        </w:rPr>
        <w:t xml:space="preserve"> بُرد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حلوه، ط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به،</w:t>
      </w:r>
      <w:r w:rsidR="00590962">
        <w:rPr>
          <w:rtl/>
          <w:lang w:bidi="fa-IR"/>
        </w:rPr>
        <w:t xml:space="preserve"> برن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ه،</w:t>
      </w:r>
      <w:r w:rsidR="00590962">
        <w:rPr>
          <w:rtl/>
          <w:lang w:bidi="fa-IR"/>
        </w:rPr>
        <w:t xml:space="preserve"> هجر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ه،</w:t>
      </w:r>
      <w:r w:rsidR="00590962">
        <w:rPr>
          <w:rtl/>
          <w:lang w:bidi="fa-IR"/>
        </w:rPr>
        <w:t xml:space="preserve"> خضر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ه،</w:t>
      </w:r>
      <w:r w:rsidR="00590962">
        <w:rPr>
          <w:rtl/>
          <w:lang w:bidi="fa-IR"/>
        </w:rPr>
        <w:t xml:space="preserve"> مکتوم، جاو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صفر،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ض،</w:t>
      </w:r>
      <w:r w:rsidR="00590962">
        <w:rPr>
          <w:rtl/>
          <w:lang w:bidi="fa-IR"/>
        </w:rPr>
        <w:t xml:space="preserve"> نب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ته،</w:t>
      </w:r>
      <w:r w:rsidR="00590962">
        <w:rPr>
          <w:rtl/>
          <w:lang w:bidi="fa-IR"/>
        </w:rPr>
        <w:t xml:space="preserve"> قرن، شقر، قرص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جفره و فرخ. </w:t>
      </w:r>
    </w:p>
    <w:p w:rsidR="00590962" w:rsidRPr="00AB2515" w:rsidRDefault="00AB2515" w:rsidP="00AB2515">
      <w:pPr>
        <w:pStyle w:val="libLine"/>
        <w:rPr>
          <w:rFonts w:cs="Times New Roman"/>
          <w:rtl/>
          <w:lang w:bidi="fa-IR"/>
        </w:rPr>
      </w:pPr>
      <w:r>
        <w:rPr>
          <w:rFonts w:cs="Times New Roman" w:hint="cs"/>
          <w:rtl/>
          <w:lang w:bidi="fa-IR"/>
        </w:rPr>
        <w:t>___________________________________</w:t>
      </w:r>
    </w:p>
    <w:p w:rsidR="00590962" w:rsidRDefault="00590962" w:rsidP="00AB2515">
      <w:pPr>
        <w:pStyle w:val="libFootnote0"/>
        <w:rPr>
          <w:rtl/>
          <w:lang w:bidi="fa-IR"/>
        </w:rPr>
      </w:pPr>
      <w:r>
        <w:rPr>
          <w:rtl/>
          <w:lang w:bidi="fa-IR"/>
        </w:rPr>
        <w:t>1-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ه‌کردن</w:t>
      </w:r>
      <w:r>
        <w:rPr>
          <w:rtl/>
          <w:lang w:bidi="fa-IR"/>
        </w:rPr>
        <w:t xml:space="preserve">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ما،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فروختن خرما به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 معادل ضرب المثل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به کرمان بردن . مترجم </w:t>
      </w:r>
    </w:p>
    <w:p w:rsidR="00AB2515" w:rsidRDefault="00590962" w:rsidP="00AB2515">
      <w:pPr>
        <w:pStyle w:val="libFootnote0"/>
        <w:rPr>
          <w:rtl/>
          <w:lang w:bidi="fa-IR"/>
        </w:rPr>
      </w:pPr>
      <w:r>
        <w:rPr>
          <w:rtl/>
          <w:lang w:bidi="fa-IR"/>
        </w:rPr>
        <w:t>2- سرن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 اوال تکان دادند.</w:t>
      </w:r>
    </w:p>
    <w:p w:rsidR="00590962" w:rsidRDefault="00AB2515" w:rsidP="00AB251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10" w:name="_Toc524774327"/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10"/>
    </w:p>
    <w:p w:rsidR="00590962" w:rsidRDefault="00590962" w:rsidP="00AB251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زمان ابکرب اسعد (تبع أسد، ابوتبان اسعد) ، پادشاه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(٣٨٠ -۴۴٠م) به بعد، در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اعراب،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جنس بت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شود؛</w:t>
      </w:r>
      <w:r>
        <w:rPr>
          <w:rtl/>
          <w:lang w:bidi="fa-IR"/>
        </w:rPr>
        <w:t xml:space="preserve"> هرچند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تگران</w:t>
      </w:r>
      <w:r>
        <w:rPr>
          <w:rtl/>
          <w:lang w:bidi="fa-IR"/>
        </w:rPr>
        <w:t xml:space="preserve"> عرب گفته‌اند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اما در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منسوب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است؛ گرچه از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بعد، در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جنوب،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نشده است؛ اما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رفته که گاه به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شگر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صفات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معبود ذکر شده است. آلفرد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ستون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وحدان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دارد؛</w:t>
      </w:r>
      <w:r>
        <w:rPr>
          <w:rtl/>
          <w:lang w:bidi="fa-IR"/>
        </w:rPr>
        <w:t xml:space="preserve"> بلکه به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ف‌بودن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AB2515" w:rsidRPr="00AB2515">
        <w:rPr>
          <w:rStyle w:val="libAlaemChar"/>
          <w:rFonts w:eastAsiaTheme="minorHAnsi"/>
          <w:rtl/>
        </w:rPr>
        <w:t>عليه‌السلام</w:t>
      </w:r>
      <w:r w:rsidR="00AB251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که تا ظهور اسلام،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شناخته شده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انتشار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عرب،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در سال ۶٣ق. م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دست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اشغال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ان‌بردن</w:t>
      </w:r>
      <w:r>
        <w:rPr>
          <w:rtl/>
          <w:lang w:bidi="fa-IR"/>
        </w:rPr>
        <w:t xml:space="preserve"> حکومت سلوق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شام صورت گرفت. روم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سال ۴٧ ق. م «آنت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پاتر»</w:t>
      </w:r>
      <w:r>
        <w:rPr>
          <w:rtl/>
          <w:lang w:bidi="fa-IR"/>
        </w:rPr>
        <w:t xml:space="preserve"> را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حشمون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کردند. «سانت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پاترس»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عرب‌ها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Pr="00AB2515">
        <w:rPr>
          <w:rStyle w:val="libFootnotenumChar"/>
          <w:rtl/>
        </w:rPr>
        <w:t>(1)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همسر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عرب‌ها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سانت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پاترس،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حشمون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شد. پس از آنکه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۴٣ ق. م کشته شد، روم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سال ٣٧ ق. م پسرش «هردوس»</w:t>
      </w:r>
      <w:r w:rsidRPr="00AB2515">
        <w:rPr>
          <w:rStyle w:val="libFootnotenumChar"/>
          <w:rtl/>
        </w:rPr>
        <w:t>(2)</w:t>
      </w:r>
      <w:r w:rsidR="00AB2515">
        <w:rPr>
          <w:rStyle w:val="libFootnotenumChar"/>
          <w:rFonts w:hint="cs"/>
          <w:rtl/>
        </w:rPr>
        <w:t xml:space="preserve"> </w:t>
      </w:r>
      <w:r>
        <w:rPr>
          <w:rtl/>
          <w:lang w:bidi="fa-IR"/>
        </w:rPr>
        <w:t>را</w:t>
      </w:r>
    </w:p>
    <w:p w:rsidR="00590962" w:rsidRPr="00AB2515" w:rsidRDefault="00AB2515" w:rsidP="00AB251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590962" w:rsidRDefault="00590962" w:rsidP="00AB2515">
      <w:pPr>
        <w:pStyle w:val="libFootnote0"/>
        <w:rPr>
          <w:rtl/>
          <w:lang w:bidi="fa-IR"/>
        </w:rPr>
      </w:pPr>
      <w:r>
        <w:rPr>
          <w:rtl/>
          <w:lang w:bidi="fa-IR"/>
        </w:rPr>
        <w:t>1-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شده بود.</w:t>
      </w:r>
    </w:p>
    <w:p w:rsidR="00AB2515" w:rsidRDefault="00590962" w:rsidP="00AB2515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همان «حرد»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رود»</w:t>
      </w:r>
      <w:r>
        <w:rPr>
          <w:rtl/>
          <w:lang w:bidi="fa-IR"/>
        </w:rPr>
        <w:t xml:space="preserve"> .</w:t>
      </w:r>
    </w:p>
    <w:p w:rsidR="00726DF3" w:rsidRDefault="00AB2515" w:rsidP="00726DF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پادشاه</w:t>
      </w:r>
      <w:r>
        <w:rPr>
          <w:rtl/>
          <w:lang w:bidi="fa-IR"/>
        </w:rPr>
        <w:t xml:space="preserve"> حشمون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سال ۴ق. م حاکم حشمون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در جنوب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پادشاه وقت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«معد کرب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عفر»</w:t>
      </w:r>
      <w:r>
        <w:rPr>
          <w:rtl/>
          <w:lang w:bidi="fa-IR"/>
        </w:rPr>
        <w:t xml:space="preserve"> (۴١۵- ۴٢٠م و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۴٢۵-۴٣٠م)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پادشاهان غسان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بودند؛ اما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پادشاهان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أسأر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(۵١٧ - ۵٢۵م)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مردم در بخش‌ها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شرق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از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بوده است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عرب‌ها به آن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بوده‌اند.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سخن‌گفتن درباره مهاجرت و سکونت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گفتن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بطن‌ها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Pr="00726DF3">
        <w:rPr>
          <w:rStyle w:val="libFootnotenumChar"/>
          <w:rtl/>
        </w:rPr>
        <w:t>(1)</w:t>
      </w:r>
      <w:r>
        <w:rPr>
          <w:rtl/>
          <w:lang w:bidi="fa-IR"/>
        </w:rPr>
        <w:t>از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عرب ساکن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خارج از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نداشتند. حمدالجاسر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اشاره کرده است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726DF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نام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است؛ بلکه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 را داشته باشد؛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ممکن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جنس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اطلاق شود و منظور از آن، فرد</w:t>
      </w:r>
      <w:r>
        <w:rPr>
          <w:rFonts w:hint="cs"/>
          <w:rtl/>
          <w:lang w:bidi="fa-IR"/>
        </w:rPr>
        <w:t>ی</w:t>
      </w:r>
      <w:r w:rsidR="00726DF3">
        <w:rPr>
          <w:rtl/>
          <w:lang w:bidi="fa-IR"/>
        </w:rPr>
        <w:t xml:space="preserve"> باشد</w:t>
      </w:r>
      <w:r w:rsidR="00726DF3">
        <w:rPr>
          <w:rFonts w:hint="cs"/>
          <w:rtl/>
          <w:lang w:bidi="fa-IR"/>
        </w:rPr>
        <w:t xml:space="preserve">. </w:t>
      </w:r>
      <w:r>
        <w:rPr>
          <w:rtl/>
          <w:lang w:bidi="fa-IR"/>
        </w:rPr>
        <w:t>از هر جنس و نژاد</w:t>
      </w:r>
      <w:r w:rsidR="00726DF3">
        <w:rPr>
          <w:rFonts w:hint="cs"/>
          <w:rtl/>
          <w:lang w:bidi="fa-IR"/>
        </w:rPr>
        <w:t>.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است.</w:t>
      </w:r>
      <w:r w:rsidRPr="00726DF3">
        <w:rPr>
          <w:rStyle w:val="libAlaemChar"/>
          <w:rtl/>
        </w:rPr>
        <w:t xml:space="preserve">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روشن‌شدن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 به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اشاره کرد که به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مهاجرت کردند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فدک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ساکن شدند. آنان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عرب بودند؛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مورخان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نبوده‌اند</w:t>
      </w:r>
    </w:p>
    <w:p w:rsidR="00590962" w:rsidRPr="00726DF3" w:rsidRDefault="00726DF3" w:rsidP="00726DF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.__________________________________</w:t>
      </w:r>
    </w:p>
    <w:p w:rsidR="00726DF3" w:rsidRDefault="00590962" w:rsidP="00726DF3">
      <w:pPr>
        <w:pStyle w:val="libFootnote0"/>
        <w:rPr>
          <w:rtl/>
          <w:lang w:bidi="fa-IR"/>
        </w:rPr>
      </w:pPr>
      <w:r>
        <w:rPr>
          <w:rtl/>
          <w:lang w:bidi="fa-IR"/>
        </w:rPr>
        <w:t>1- هر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به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کوچک‌تر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«بطن»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590962" w:rsidRDefault="00726DF3" w:rsidP="0031475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tl/>
          <w:lang w:bidi="fa-IR"/>
        </w:rPr>
        <w:lastRenderedPageBreak/>
        <w:t xml:space="preserve"> آنان از نژاد عرب هستند و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ت</w:t>
      </w:r>
      <w:r w:rsidR="00590962">
        <w:rPr>
          <w:rtl/>
          <w:lang w:bidi="fa-IR"/>
        </w:rPr>
        <w:t xml:space="preserve"> را [برا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>] پذ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رفته‌اند</w:t>
      </w:r>
      <w:r w:rsidR="00590962">
        <w:rPr>
          <w:rtl/>
          <w:lang w:bidi="fa-IR"/>
        </w:rPr>
        <w:t>. «ابن‌هشام» در کتاب «الس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رةالنبو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ة»</w:t>
      </w:r>
      <w:r w:rsidR="00590962">
        <w:rPr>
          <w:rtl/>
          <w:lang w:bidi="fa-IR"/>
        </w:rPr>
        <w:t xml:space="preserve"> به نقل از «ابن اسحاق»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>: «اصل خانواده مرحب، شهسوار مشهور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به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ک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از قبا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ل</w:t>
      </w:r>
      <w:r w:rsidR="00590962">
        <w:rPr>
          <w:rtl/>
          <w:lang w:bidi="fa-IR"/>
        </w:rPr>
        <w:t xml:space="preserve"> حم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</w:t>
      </w:r>
      <w:r w:rsidR="00590962">
        <w:rPr>
          <w:rtl/>
          <w:lang w:bidi="fa-IR"/>
        </w:rPr>
        <w:t xml:space="preserve"> باز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گردد»</w:t>
      </w:r>
      <w:r w:rsidR="00590962">
        <w:rPr>
          <w:rtl/>
          <w:lang w:bidi="fa-IR"/>
        </w:rPr>
        <w:t xml:space="preserve">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اصل</w:t>
      </w:r>
      <w:r>
        <w:rPr>
          <w:rtl/>
          <w:lang w:bidi="fa-IR"/>
        </w:rPr>
        <w:t xml:space="preserve"> دو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ظه،</w:t>
      </w:r>
      <w:r>
        <w:rPr>
          <w:rtl/>
          <w:lang w:bidi="fa-IR"/>
        </w:rPr>
        <w:t xml:space="preserve"> به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«جذام»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که به حجاز مهاجرت کردند و در شمال غرب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انتشار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 پس از آن،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عرب‌زبانان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(مد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منوره) سکنا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در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قرار دارد که در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رواج داشت. «سموأل بن‌ح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بن‌عاد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ا»</w:t>
      </w:r>
      <w:r>
        <w:rPr>
          <w:rtl/>
          <w:lang w:bidi="fa-IR"/>
        </w:rPr>
        <w:t xml:space="preserve"> از بزرگان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مورخان در نَسَب او دچار اختلاف شدند.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قحطان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بوده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از «غسان» و از «أزد»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دانند؛</w:t>
      </w:r>
      <w:r>
        <w:rPr>
          <w:rtl/>
          <w:lang w:bidi="fa-IR"/>
        </w:rPr>
        <w:t xml:space="preserve"> البته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مورخان، تناقض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نژاد عرب بوده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معتقد است که تلمود، به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اعراب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726D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 تلمود روشن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اعراب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>. آنان نزد خاخام‌ها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و در برابر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شده‌اند.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در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کنانه،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حارث</w:t>
      </w:r>
      <w:r>
        <w:rPr>
          <w:rtl/>
          <w:lang w:bidi="fa-IR"/>
        </w:rPr>
        <w:t xml:space="preserve"> بن‌کعب، کنده، غسان و. . . حضور داشته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خاورشناسان، بر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مطالعه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حجاز، هنگام ظهور اسلام،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باورند که آنان به‌طور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[نژاد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]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نبوده‌اند. بلکه </w:t>
      </w:r>
      <w:r>
        <w:rPr>
          <w:rtl/>
          <w:lang w:bidi="fa-IR"/>
        </w:rPr>
        <w:lastRenderedPageBreak/>
        <w:t>عرب‌ها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بوده‌اند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اثرپذ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از مبلغان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بودند.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را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خاورشناسان افراط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مرگل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وث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کرده‌اند. 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726DF3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بطن‌ها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«بل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به نام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حشنة</w:t>
      </w:r>
      <w:r>
        <w:rPr>
          <w:rtl/>
          <w:lang w:bidi="fa-IR"/>
        </w:rPr>
        <w:t xml:space="preserve"> بن‌عکارمه»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ربع</w:t>
      </w:r>
      <w:r w:rsidR="00726DF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کشند</w:t>
      </w:r>
      <w:r>
        <w:rPr>
          <w:rtl/>
          <w:lang w:bidi="fa-IR"/>
        </w:rPr>
        <w:t xml:space="preserve"> و پس از آن، به مردم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آورند؛</w:t>
      </w:r>
      <w:r>
        <w:rPr>
          <w:rtl/>
          <w:lang w:bidi="fa-IR"/>
        </w:rPr>
        <w:t xml:space="preserve"> اما آنان پناه‌دادن به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حشن</w:t>
      </w:r>
      <w:r w:rsidR="00726DF3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بن‌عکارمه را به شرط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آن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بوده است.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شرط موافقت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‌کنند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اجازه اقامت 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تا ظهور اسلام در آنجا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افراد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 که نام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ستند؟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حجاز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سبب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از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رفتند،</w:t>
      </w:r>
      <w:r>
        <w:rPr>
          <w:rtl/>
          <w:lang w:bidi="fa-IR"/>
        </w:rPr>
        <w:t xml:space="preserve"> کعب بن‌اشرف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بود. پدر او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ساکن و با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آنان را به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افراد، جبل بن جوال بن بلال 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</w:t>
      </w:r>
      <w:r>
        <w:rPr>
          <w:rtl/>
          <w:lang w:bidi="fa-IR"/>
        </w:rPr>
        <w:t xml:space="preserve"> بود.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له‌ها</w:t>
      </w:r>
      <w:r>
        <w:rPr>
          <w:rtl/>
          <w:lang w:bidi="fa-IR"/>
        </w:rPr>
        <w:t xml:space="preserve"> و بطن‌ها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و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را نام برد که در واقع، دو 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Pr="00726DF3">
        <w:rPr>
          <w:rStyle w:val="libFootnotenumChar"/>
          <w:rtl/>
        </w:rPr>
        <w:t>(1)</w:t>
      </w:r>
      <w:r>
        <w:rPr>
          <w:rtl/>
          <w:lang w:bidi="fa-IR"/>
        </w:rPr>
        <w:t>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ص»</w:t>
      </w:r>
      <w:r>
        <w:rPr>
          <w:rtl/>
          <w:lang w:bidi="fa-IR"/>
        </w:rPr>
        <w:t xml:space="preserve"> ،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عمرو</w:t>
      </w:r>
      <w:r>
        <w:rPr>
          <w:rtl/>
          <w:lang w:bidi="fa-IR"/>
        </w:rPr>
        <w:t xml:space="preserve"> بن عوف» ،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حارثه»</w:t>
      </w:r>
      <w:r>
        <w:rPr>
          <w:rtl/>
          <w:lang w:bidi="fa-IR"/>
        </w:rPr>
        <w:t xml:space="preserve"> ،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ناغضه»</w:t>
      </w:r>
      <w:r>
        <w:rPr>
          <w:rtl/>
          <w:lang w:bidi="fa-IR"/>
        </w:rPr>
        <w:t xml:space="preserve"> ،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حدماء»</w:t>
      </w:r>
      <w:r>
        <w:rPr>
          <w:rtl/>
          <w:lang w:bidi="fa-IR"/>
        </w:rPr>
        <w:t xml:space="preserve"> و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ق»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«لب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أعصم» ، از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را با سِحر خود شکست دهد.</w:t>
      </w:r>
    </w:p>
    <w:p w:rsidR="00590962" w:rsidRPr="00726DF3" w:rsidRDefault="00726DF3" w:rsidP="00726DF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726DF3" w:rsidRDefault="00590962" w:rsidP="00726DF3">
      <w:pPr>
        <w:pStyle w:val="libFootnote0"/>
        <w:rPr>
          <w:rtl/>
          <w:lang w:bidi="fa-IR"/>
        </w:rPr>
      </w:pPr>
      <w:r>
        <w:rPr>
          <w:rtl/>
          <w:lang w:bidi="fa-IR"/>
        </w:rPr>
        <w:t>1- 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کوچک‌تر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است که از بطن بزرگ‌تر است. مترجم</w:t>
      </w:r>
    </w:p>
    <w:p w:rsidR="00590962" w:rsidRDefault="00726DF3" w:rsidP="00726DF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در شرق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داشت. منذربن 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 و از مجوس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خبر داد.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پاسخ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نوشت: «هرکس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مجوس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بدهد»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جنوب و شمال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نگارش، از رسم‌الخط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جنوب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خط المسند و شمال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خط نبط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نوشتند</w:t>
      </w:r>
      <w:r>
        <w:rPr>
          <w:rtl/>
          <w:lang w:bidi="fa-IR"/>
        </w:rPr>
        <w:t>. نمونه‌ا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خط،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آرامگاه‌ها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الحجر (مدائن صالح) است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شده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شده‌است: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(سب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>) ، فرزند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پا کرده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آرامگاه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همسرش عمر</w:t>
      </w:r>
      <w:r w:rsidR="00621F3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ساخته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دفن شوند. هرکس از فرزندان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ش‌گفته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(سب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نوادگان آنها که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آرامگاه را به‌عنوان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مقدّر کند، حق م</w:t>
      </w:r>
      <w:r>
        <w:rPr>
          <w:rFonts w:hint="eastAsia"/>
          <w:rtl/>
          <w:lang w:bidi="fa-IR"/>
        </w:rPr>
        <w:t>شارکت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از آگوست سال سوم حکومت مالک، پادشاه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نوشته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را برده عبادة بن‌وهب‌الله نحات، حک کرده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آرامگاه،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است. به احتمال قو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تر،</w:t>
      </w:r>
      <w:r>
        <w:rPr>
          <w:rtl/>
          <w:lang w:bidi="fa-IR"/>
        </w:rPr>
        <w:t xml:space="preserve"> نامش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و برگرفته از واژه «سبت» است که چند معنا دارد؛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tl/>
          <w:lang w:bidi="fa-IR"/>
        </w:rPr>
        <w:t>١</w:t>
      </w:r>
      <w:r w:rsidR="00621F3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برهه‌ا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زمان؛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tl/>
          <w:lang w:bidi="fa-IR"/>
        </w:rPr>
        <w:t>٢</w:t>
      </w:r>
      <w:r w:rsidR="00621F3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متولد روز شنبه؛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tl/>
          <w:lang w:bidi="fa-IR"/>
        </w:rPr>
        <w:t>٣</w:t>
      </w:r>
      <w:r w:rsidR="00621F3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دشمن فراوان دارد؛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tl/>
          <w:lang w:bidi="fa-IR"/>
        </w:rPr>
        <w:t>۴</w:t>
      </w:r>
      <w:r w:rsidR="00621F3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مرد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زهوش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هود،</w:t>
      </w:r>
      <w:r>
        <w:rPr>
          <w:rtl/>
          <w:lang w:bidi="fa-IR"/>
        </w:rPr>
        <w:t xml:space="preserve"> همراه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بت‌پرست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عرب‌ها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زمان، رواج داشته است. گفتن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مقبره به سال ۴٣م. و دوران مالک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پادشاه وقت نبط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(۴٠ - ٧٠م)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ثابت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عرب‌ها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تا امروز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نقش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نشده که به رسم‌الخط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جز رسم‌الخط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ظهور اسلام نگاشته شده باشد.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جهانگرد مشهور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سال ١٣٩۶ه. ق،١٩۵٠م،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خط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جست‌وجو پرداخت تا اثبات 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نژاد عرب نبوده‌اند.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هدف، همه نقاط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که در آنجا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بود، 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کنکاش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 نقطه در حر</w:t>
      </w:r>
      <w:r w:rsidR="00621F3D">
        <w:rPr>
          <w:rFonts w:hint="cs"/>
          <w:rtl/>
          <w:lang w:bidi="fa-IR"/>
        </w:rPr>
        <w:t>ه</w:t>
      </w:r>
      <w:r>
        <w:rPr>
          <w:rtl/>
          <w:lang w:bidi="fa-IR"/>
        </w:rPr>
        <w:t>، واقع در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به آنها «مکتب و أبوکت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بات»</w:t>
      </w:r>
      <w:r>
        <w:rPr>
          <w:rtl/>
          <w:lang w:bidi="fa-IR"/>
        </w:rPr>
        <w:t xml:space="preserve">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اما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مکتب، فقط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آنها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صخره‌ها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) خود را ثبت </w:t>
      </w:r>
      <w:r>
        <w:rPr>
          <w:rFonts w:hint="eastAsia"/>
          <w:rtl/>
          <w:lang w:bidi="fa-IR"/>
        </w:rPr>
        <w:t>کرده‌اند»</w:t>
      </w:r>
      <w:r>
        <w:rPr>
          <w:rtl/>
          <w:lang w:bidi="fa-IR"/>
        </w:rPr>
        <w:t xml:space="preserve"> .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کاوشگر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ابوکت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دکننده</w:t>
      </w:r>
      <w:r>
        <w:rPr>
          <w:rtl/>
          <w:lang w:bidi="fa-IR"/>
        </w:rPr>
        <w:t xml:space="preserve"> بود.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صخره‌ها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 که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هستند» 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ادامه کنکاش‌ها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منطقه «الحرضه» واقع در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در آنجا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فقط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(ثمود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نوردد</w:t>
      </w:r>
      <w:r>
        <w:rPr>
          <w:rtl/>
          <w:lang w:bidi="fa-IR"/>
        </w:rPr>
        <w:t xml:space="preserve"> تا به خواسته‌اش برسد، کوه «ط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ران»</w:t>
      </w:r>
      <w:r>
        <w:rPr>
          <w:rtl/>
          <w:lang w:bidi="fa-IR"/>
        </w:rPr>
        <w:t xml:space="preserve"> ، واقع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کاوشگر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موشکافانه</w:t>
      </w:r>
      <w:r>
        <w:rPr>
          <w:rtl/>
          <w:lang w:bidi="fa-IR"/>
        </w:rPr>
        <w:t xml:space="preserve"> در آن منطقه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مطلوب خود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جهانگرد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از ناکام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کنکاش‌ها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نقش‌ها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خط عبر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آنجا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نشده است.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ظاهر،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از اعراب معاصر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شرفته‌تر</w:t>
      </w:r>
      <w:r>
        <w:rPr>
          <w:rtl/>
          <w:lang w:bidi="fa-IR"/>
        </w:rPr>
        <w:t xml:space="preserve"> بوده‌اند.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آن دوران،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اسناد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مکاتبات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از شاخه‌ها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پوست‌ها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نازک است</w:t>
      </w:r>
      <w:r>
        <w:rPr>
          <w:rFonts w:hint="eastAsia"/>
          <w:rtl/>
          <w:lang w:bidi="fa-IR"/>
        </w:rPr>
        <w:t>فاده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کردند؛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اسناد و نامه‌نگار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مرطوب و عفون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کمتر اتفاق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به دور از منطق، بر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سند باستان‌شناس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بلکه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حجاز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از نژاد عرب بوده‌اند و فقط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بودند.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آنان،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نگارش همچون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اعراب، از خط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بردند</w:t>
      </w:r>
      <w:r>
        <w:rPr>
          <w:rtl/>
          <w:lang w:bidi="fa-IR"/>
        </w:rPr>
        <w:t xml:space="preserve">. </w:t>
      </w:r>
    </w:p>
    <w:p w:rsidR="00590962" w:rsidRDefault="00621F3D" w:rsidP="00621F3D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524774328"/>
      <w:r w:rsidR="00590962">
        <w:rPr>
          <w:rFonts w:hint="eastAsia"/>
          <w:rtl/>
          <w:lang w:bidi="fa-IR"/>
        </w:rPr>
        <w:lastRenderedPageBreak/>
        <w:t>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پس از ظهور اسلام</w:t>
      </w:r>
      <w:bookmarkEnd w:id="11"/>
    </w:p>
    <w:p w:rsidR="00621F3D" w:rsidRDefault="00621F3D" w:rsidP="00590962">
      <w:pPr>
        <w:pStyle w:val="libNormal"/>
        <w:rPr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12" w:name="_Toc524774329"/>
      <w:r>
        <w:rPr>
          <w:rFonts w:hint="eastAsia"/>
          <w:rtl/>
        </w:rPr>
        <w:t>بازتاب</w:t>
      </w:r>
      <w:r>
        <w:rPr>
          <w:rtl/>
        </w:rPr>
        <w:t xml:space="preserve"> دعوت به اسلام در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12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پژواک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اسلام در مکه،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نقاط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ندا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</w:t>
      </w:r>
      <w:r>
        <w:rPr>
          <w:rtl/>
          <w:lang w:bidi="fa-IR"/>
        </w:rPr>
        <w:t xml:space="preserve"> (مد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منوره)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در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اوس و خزرج 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که ظهور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و آنان به واسطه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بر اوس و خزرج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خواهند شد. آنان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«اکنون،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خواهد شد و ما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زمانش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ما با او، شما را همچون عاد و ارم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شد، اوس و خزرج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آوردند. اما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دعوت آن حضرت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 در آن هنگام،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اصحاب، مانند «معاذ بن‌جبل» و «بشر بن‌براء» ، سخنان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خودشان گوشزد کردند و گفتند: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!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مسلمان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مشرک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انتظار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واسطه حضرت محمد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بر 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شما به ما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حضرت، مبعوث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 و صفات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«سلام</w:t>
      </w:r>
      <w:r>
        <w:rPr>
          <w:rtl/>
          <w:lang w:bidi="fa-IR"/>
        </w:rPr>
        <w:t xml:space="preserve"> بن‌مشکم»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سران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در پاسخ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«در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آن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در گذشته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شما گوشزد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م؟»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قرآن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 w:rsidRPr="00621F3D">
        <w:rPr>
          <w:rStyle w:val="libAlaemChar"/>
          <w:rtl/>
        </w:rPr>
        <w:t>(</w:t>
      </w:r>
      <w:r w:rsidRPr="00621F3D">
        <w:rPr>
          <w:rStyle w:val="libAieChar"/>
          <w:rtl/>
        </w:rPr>
        <w:t xml:space="preserve">وَ لَمَّا جاءَهُمْ کِتابٌ مِنْ عِنْدِ اللهِ مُصَدِّقٌ لِما مَعَهُمْ وَ کانُوا مِنْ قَبْلُ </w:t>
      </w:r>
      <w:r w:rsidRPr="00621F3D">
        <w:rPr>
          <w:rStyle w:val="libAieChar"/>
          <w:rFonts w:hint="cs"/>
          <w:rtl/>
        </w:rPr>
        <w:t>یَ</w:t>
      </w:r>
      <w:r w:rsidRPr="00621F3D">
        <w:rPr>
          <w:rStyle w:val="libAieChar"/>
          <w:rFonts w:hint="eastAsia"/>
          <w:rtl/>
        </w:rPr>
        <w:t>سْتَفْتِحُونَ</w:t>
      </w:r>
      <w:r w:rsidRPr="00621F3D">
        <w:rPr>
          <w:rStyle w:val="libAieChar"/>
          <w:rtl/>
        </w:rPr>
        <w:t xml:space="preserve"> عَلَ</w:t>
      </w:r>
      <w:r w:rsidRPr="00621F3D">
        <w:rPr>
          <w:rStyle w:val="libAieChar"/>
          <w:rFonts w:hint="cs"/>
          <w:rtl/>
        </w:rPr>
        <w:t>ی</w:t>
      </w:r>
      <w:r w:rsidRPr="00621F3D">
        <w:rPr>
          <w:rStyle w:val="libAieChar"/>
          <w:rtl/>
        </w:rPr>
        <w:t xml:space="preserve"> الَّذِ</w:t>
      </w:r>
      <w:r w:rsidRPr="00621F3D">
        <w:rPr>
          <w:rStyle w:val="libAieChar"/>
          <w:rFonts w:hint="cs"/>
          <w:rtl/>
        </w:rPr>
        <w:t>ی</w:t>
      </w:r>
      <w:r w:rsidRPr="00621F3D">
        <w:rPr>
          <w:rStyle w:val="libAieChar"/>
          <w:rFonts w:hint="eastAsia"/>
          <w:rtl/>
        </w:rPr>
        <w:t>نَ</w:t>
      </w:r>
      <w:r w:rsidRPr="00621F3D">
        <w:rPr>
          <w:rStyle w:val="libAieChar"/>
          <w:rtl/>
        </w:rPr>
        <w:t xml:space="preserve"> کَفَرُوا فَلَمَّا جاءَهُمْ ما عَرَفُوا کَفَرُوا بِهِ فَلَعْنَةُ اللهِ عَلَ</w:t>
      </w:r>
      <w:r w:rsidRPr="00621F3D">
        <w:rPr>
          <w:rStyle w:val="libAieChar"/>
          <w:rFonts w:hint="cs"/>
          <w:rtl/>
        </w:rPr>
        <w:t>ی</w:t>
      </w:r>
      <w:r w:rsidRPr="00621F3D">
        <w:rPr>
          <w:rStyle w:val="libAieChar"/>
          <w:rtl/>
        </w:rPr>
        <w:t xml:space="preserve"> الْکافِرِ</w:t>
      </w:r>
      <w:r w:rsidRPr="00621F3D">
        <w:rPr>
          <w:rStyle w:val="libAieChar"/>
          <w:rFonts w:hint="cs"/>
          <w:rtl/>
        </w:rPr>
        <w:t>ی</w:t>
      </w:r>
      <w:r w:rsidRPr="00621F3D">
        <w:rPr>
          <w:rStyle w:val="libAieChar"/>
          <w:rFonts w:hint="eastAsia"/>
          <w:rtl/>
        </w:rPr>
        <w:t>نَ</w:t>
      </w:r>
      <w:r w:rsidRPr="00621F3D">
        <w:rPr>
          <w:rStyle w:val="libAlaemChar"/>
          <w:rtl/>
        </w:rPr>
        <w:t>)</w:t>
      </w:r>
      <w:r>
        <w:rPr>
          <w:rtl/>
          <w:lang w:bidi="fa-IR"/>
        </w:rPr>
        <w:t xml:space="preserve"> (بقره: ٨٩)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جانب خداوند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 که مؤ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آنچه [بود که] نزد آنان است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رباز</w:t>
      </w:r>
      <w:r>
        <w:rPr>
          <w:rtl/>
          <w:lang w:bidi="fa-IR"/>
        </w:rPr>
        <w:t xml:space="preserve"> [در انتظارش]، بر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کافر شده بودند، [به‌وس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آن]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جستند؛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آنچه [که اوصافش را]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شناختند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آمد، انکارش کردند. پس لعنت خدا بر کافران باد.</w:t>
      </w:r>
    </w:p>
    <w:p w:rsidR="00590962" w:rsidRDefault="00590962" w:rsidP="00621F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پس از ظهور اسلام، از تحولات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حجاز و تحولات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دور نبود؛ اما در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دعوت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نکرد. پس از هجرت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در برابر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>. منابع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گزارش مشخص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واکنش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دعوت </w:t>
      </w:r>
      <w:r>
        <w:rPr>
          <w:rFonts w:hint="eastAsia"/>
          <w:rtl/>
          <w:lang w:bidi="fa-IR"/>
        </w:rPr>
        <w:t>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چه پس از هجرت، ثبت نکرده‌اند.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گفت، آنان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رانده‌شده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منوره استقبال کردند و آنان را در شهر خود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مورخان نوشته‌اند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در نزاع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مسلمانان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طرف</w:t>
      </w:r>
      <w:r>
        <w:rPr>
          <w:rtl/>
          <w:lang w:bidi="fa-IR"/>
        </w:rPr>
        <w:t xml:space="preserve"> بودند؛ اما </w:t>
      </w:r>
      <w:r>
        <w:rPr>
          <w:rFonts w:hint="eastAsia"/>
          <w:rtl/>
          <w:lang w:bidi="fa-IR"/>
        </w:rPr>
        <w:t>به‌ظاهر،</w:t>
      </w:r>
      <w:r>
        <w:rPr>
          <w:rtl/>
          <w:lang w:bidi="fa-IR"/>
        </w:rPr>
        <w:t xml:space="preserve"> پس از پناه‌بردن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به‌خ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موضع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در برابر اسلام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مسلط شدند و توانستند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و توطئه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مسلمانان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کنند.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با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مصالحه کرد، به آنان امان داد،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محصولاتشان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بازگرداند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در نزاع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مسلمانان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طرف</w:t>
      </w:r>
      <w:r>
        <w:rPr>
          <w:rtl/>
          <w:lang w:bidi="fa-IR"/>
        </w:rPr>
        <w:t xml:space="preserve"> بوده‌اند.</w:t>
      </w:r>
      <w:r w:rsidRPr="00621F3D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مسلمانان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ثرب،</w:t>
      </w:r>
      <w:r>
        <w:rPr>
          <w:rtl/>
          <w:lang w:bidi="fa-IR"/>
        </w:rPr>
        <w:t xml:space="preserve"> در سال دوّم و پس از غزوه بدر شروع شد.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پس از استقرار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روابط مسلمانان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سامانده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چارچوب رابطه مسلمانان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به «صح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فه»</w:t>
      </w:r>
      <w:r>
        <w:rPr>
          <w:rtl/>
          <w:lang w:bidi="fa-IR"/>
        </w:rPr>
        <w:t xml:space="preserve"> موسوم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مکتوب بود که هر دو</w:t>
      </w:r>
    </w:p>
    <w:p w:rsidR="00590962" w:rsidRPr="00621F3D" w:rsidRDefault="00621F3D" w:rsidP="00621F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590962" w:rsidRDefault="00590962" w:rsidP="00621F3D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621F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دگاه</w:t>
      </w:r>
      <w:r>
        <w:rPr>
          <w:rtl/>
          <w:lang w:bidi="fa-IR"/>
        </w:rPr>
        <w:t xml:space="preserve"> نگارنده، با عبارات مفسران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منابع ناسازگار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٧٣ سوره آل‌عمران، به‌خوب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سه‌گر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پرده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را به نقل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وَ لا تُؤْمِنُوا إِلَّا لِمَنْ تَبِعَ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نَکُمْ</w:t>
      </w:r>
      <w:r>
        <w:rPr>
          <w:rtl/>
          <w:lang w:bidi="fa-IR"/>
        </w:rPr>
        <w:t xml:space="preserve"> ؛ «و جز،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[و اعتماد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]» . 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نمونه، در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آمده است: «از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تفاس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کردند؛ مبادا آنها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ک‌ترند،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قرار گرفته،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داشتند، نبوت تنها در نژاد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خواهد بود، و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کند،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باشد.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مفسران، جمله لا تُؤْمِنُوا را از ماده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و اعتماد گرفته‌اند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ماده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آمده است 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منظور از جمله ب</w:t>
      </w:r>
      <w:r>
        <w:rPr>
          <w:rFonts w:hint="eastAsia"/>
          <w:rtl/>
          <w:lang w:bidi="fa-IR"/>
        </w:rPr>
        <w:t>الا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توطئه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کاملاً محرمانه باشد و آن را جز به افراد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مشرکان، بازگو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مبادا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سِر فاش گردد و نقشه، نقش بر آب شود؛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عالم و آگاه پرده از رازشان برداشت و آنها را رسوا ساخت تا درس عبرت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 باشد و و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کافران» . مترجم </w:t>
      </w:r>
    </w:p>
    <w:p w:rsidR="00590962" w:rsidRDefault="00621F3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طرف</w:t>
      </w:r>
      <w:r w:rsidR="00590962">
        <w:rPr>
          <w:rtl/>
          <w:lang w:bidi="fa-IR"/>
        </w:rPr>
        <w:t xml:space="preserve"> بر آن توافق داشتند و حقوق و تکال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ف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را برا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هرکدام مشخص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کرد؛</w:t>
      </w:r>
      <w:r w:rsidR="00590962">
        <w:rPr>
          <w:rtl/>
          <w:lang w:bidi="fa-IR"/>
        </w:rPr>
        <w:t xml:space="preserve"> اما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مد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نه</w:t>
      </w:r>
      <w:r w:rsidR="00590962">
        <w:rPr>
          <w:rtl/>
          <w:lang w:bidi="fa-IR"/>
        </w:rPr>
        <w:t xml:space="preserve"> به پ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مان</w:t>
      </w:r>
      <w:r w:rsidR="00590962">
        <w:rPr>
          <w:rtl/>
          <w:lang w:bidi="fa-IR"/>
        </w:rPr>
        <w:t xml:space="preserve"> خود پا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بند</w:t>
      </w:r>
      <w:r w:rsidR="00590962">
        <w:rPr>
          <w:rtl/>
          <w:lang w:bidi="fa-IR"/>
        </w:rPr>
        <w:t xml:space="preserve"> نبودند و به هم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سبب، سال دوم هجر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 w:rsidR="00590962">
        <w:rPr>
          <w:rtl/>
          <w:lang w:bidi="fa-IR"/>
        </w:rPr>
        <w:t xml:space="preserve">،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بن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ق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نقاع</w:t>
      </w:r>
      <w:r w:rsidR="00590962">
        <w:rPr>
          <w:rtl/>
          <w:lang w:bidi="fa-IR"/>
        </w:rPr>
        <w:t xml:space="preserve"> را از مد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نه</w:t>
      </w:r>
      <w:r w:rsidR="00590962">
        <w:rPr>
          <w:rtl/>
          <w:lang w:bidi="fa-IR"/>
        </w:rPr>
        <w:t xml:space="preserve">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رون</w:t>
      </w:r>
      <w:r w:rsidR="00590962">
        <w:rPr>
          <w:rtl/>
          <w:lang w:bidi="fa-IR"/>
        </w:rPr>
        <w:t xml:space="preserve"> راند. در سال سوم هجر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و پس از شکست مسلمانان در نبرد احد،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ب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نض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</w:t>
      </w:r>
      <w:r w:rsidR="00590962">
        <w:rPr>
          <w:rtl/>
          <w:lang w:bidi="fa-IR"/>
        </w:rPr>
        <w:t xml:space="preserve">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</w:t>
      </w:r>
      <w:r w:rsidR="00590962">
        <w:rPr>
          <w:rtl/>
          <w:lang w:bidi="fa-IR"/>
        </w:rPr>
        <w:t xml:space="preserve"> از فرصت استفاده کردند تا ضد مسلمانان دس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سه‌چ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کنند. به هم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دل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ل،</w:t>
      </w:r>
      <w:r w:rsidR="00590962">
        <w:rPr>
          <w:rtl/>
          <w:lang w:bidi="fa-IR"/>
        </w:rPr>
        <w:t xml:space="preserve"> آنان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</w:t>
      </w:r>
      <w:r w:rsidR="00590962">
        <w:rPr>
          <w:rtl/>
          <w:lang w:bidi="fa-IR"/>
        </w:rPr>
        <w:t xml:space="preserve"> از مد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نه</w:t>
      </w:r>
      <w:r w:rsidR="00590962">
        <w:rPr>
          <w:rtl/>
          <w:lang w:bidi="fa-IR"/>
        </w:rPr>
        <w:t xml:space="preserve"> رانده شدند و به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رفتند.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پنجم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جنگ احزاب رخ داد و پس از آن،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پناهنده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که کنترل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به دست گرفته بودند، آنجا را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ورش</w:t>
      </w:r>
      <w:r>
        <w:rPr>
          <w:rtl/>
          <w:lang w:bidi="fa-IR"/>
        </w:rPr>
        <w:t xml:space="preserve"> به مسلمانان قرار دادند. گزارش‌ها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ورود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از وجود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سخ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رمضان سال ششم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«عبدالله بن 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ک»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اعزام شد.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(که با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انجام شد) ، کشتن «اب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رافع</w:t>
      </w:r>
      <w:r>
        <w:rPr>
          <w:rtl/>
          <w:lang w:bidi="fa-IR"/>
        </w:rPr>
        <w:t xml:space="preserve"> سلام بن 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غطفان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مشرکان عرب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ورش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«أس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زارم» را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مسلمانان ادامه داد.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غطفان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 تا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حمله کنند.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رمضان سال ششم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خدا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«عبدالله بن رواحه»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اعزام کرد ت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توطئه‌ها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زارم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او که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به‌خوب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 بود، توانست، سه‌شبانه‌روز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بماند و پس از آن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بازگردد.</w:t>
      </w:r>
    </w:p>
    <w:p w:rsidR="00590962" w:rsidRDefault="00590962" w:rsidP="00B1263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ماه شوال همان سال،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B12636" w:rsidRPr="00B12636">
        <w:rPr>
          <w:rFonts w:ascii="Traditional Arabic" w:eastAsiaTheme="minorHAnsi" w:hAnsi="Traditional Arabic" w:cs="Traditional Arabic"/>
          <w:rtl/>
        </w:rPr>
        <w:t xml:space="preserve"> </w:t>
      </w:r>
      <w:r w:rsidR="00B12636" w:rsidRPr="00B12636">
        <w:rPr>
          <w:rStyle w:val="libAlaemChar"/>
          <w:rFonts w:eastAsiaTheme="minorHAnsi"/>
          <w:rtl/>
        </w:rPr>
        <w:t>صلى‌الله‌عليه‌وآله‌وسلم</w:t>
      </w:r>
      <w:r w:rsidR="00B1263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فرستاد</w:t>
      </w:r>
      <w:r>
        <w:rPr>
          <w:rtl/>
          <w:lang w:bidi="fa-IR"/>
        </w:rPr>
        <w:t xml:space="preserve"> که توانست با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بن‌زارم گفت‌وگو کند. عبدالله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ما را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اعزام کرده تا تو به‌</w:t>
      </w:r>
      <w:r w:rsidR="00B126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تو، برخورد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داشته باشد و تو را کارگزار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قرار دهد.</w:t>
      </w:r>
    </w:p>
    <w:p w:rsidR="00B12636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سخنان،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بن‌زارم با سران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آنان با رفتن او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مخالف بودند، اما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عبدالله بن‌رواحه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رفت.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از کرده‌خود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ابن رواحه و همراهانش 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 و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آنان را بکشد و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بازگردد،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تلاش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ناکام ماند و عبدالله بن‌رواحه با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همراه او را کشتند.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عبدالله بن‌رواحه به‌سلامت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بازگشت.</w:t>
      </w:r>
    </w:p>
    <w:p w:rsidR="00590962" w:rsidRDefault="00B12636" w:rsidP="00B1263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B12636">
      <w:pPr>
        <w:pStyle w:val="Heading1"/>
        <w:rPr>
          <w:rtl/>
          <w:lang w:bidi="fa-IR"/>
        </w:rPr>
      </w:pPr>
      <w:bookmarkStart w:id="13" w:name="_Toc524774330"/>
      <w:r>
        <w:rPr>
          <w:rFonts w:hint="eastAsia"/>
          <w:rtl/>
          <w:lang w:bidi="fa-IR"/>
        </w:rPr>
        <w:t>فتح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bookmarkEnd w:id="13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محرم سال هفتم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حرکت کرد. زمان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سپاه مسلمانان روان شد، آن حضرت به عامربن اکوع فرمود: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ابن‌اکوع! [برخ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و]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بخوان و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بگو» . عامر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رجز را خواند: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B12636" w:rsidTr="00314753">
        <w:trPr>
          <w:trHeight w:val="350"/>
        </w:trPr>
        <w:tc>
          <w:tcPr>
            <w:tcW w:w="3920" w:type="dxa"/>
            <w:shd w:val="clear" w:color="auto" w:fill="auto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والله</w:t>
            </w:r>
            <w:r>
              <w:rPr>
                <w:rtl/>
                <w:lang w:bidi="fa-IR"/>
              </w:rPr>
              <w:t xml:space="preserve"> لولا الله ما اهتد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2636" w:rsidRDefault="00B12636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ولا</w:t>
            </w:r>
            <w:r>
              <w:rPr>
                <w:rtl/>
                <w:lang w:bidi="fa-IR"/>
              </w:rPr>
              <w:t xml:space="preserve"> تصدقنا ولا صل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636" w:rsidTr="00314753">
        <w:trPr>
          <w:trHeight w:val="350"/>
        </w:trPr>
        <w:tc>
          <w:tcPr>
            <w:tcW w:w="3920" w:type="dxa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إنا</w:t>
            </w:r>
            <w:r>
              <w:rPr>
                <w:rtl/>
                <w:lang w:bidi="fa-IR"/>
              </w:rPr>
              <w:t xml:space="preserve"> إذا قوم بغوا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636" w:rsidRDefault="00B12636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وإن</w:t>
            </w:r>
            <w:r>
              <w:rPr>
                <w:rtl/>
                <w:lang w:bidi="fa-IR"/>
              </w:rPr>
              <w:t xml:space="preserve"> أرادوا فتنة أب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2636" w:rsidTr="00314753">
        <w:trPr>
          <w:trHeight w:val="350"/>
        </w:trPr>
        <w:tc>
          <w:tcPr>
            <w:tcW w:w="3920" w:type="dxa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فأنزلن</w:t>
            </w:r>
            <w:r>
              <w:rPr>
                <w:rtl/>
                <w:lang w:bidi="fa-IR"/>
              </w:rPr>
              <w:t xml:space="preserve"> سک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نة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2636" w:rsidRDefault="00B12636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2636" w:rsidRDefault="00B12636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وثبت</w:t>
            </w:r>
            <w:r>
              <w:rPr>
                <w:rtl/>
                <w:lang w:bidi="fa-IR"/>
              </w:rPr>
              <w:t xml:space="preserve"> الأقدام إن لاق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B12636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90962" w:rsidRPr="00B12636" w:rsidRDefault="00B12636" w:rsidP="00B1263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590962" w:rsidRDefault="00590962" w:rsidP="00B12636">
      <w:pPr>
        <w:pStyle w:val="libFootnote0"/>
        <w:rPr>
          <w:rtl/>
          <w:lang w:bidi="fa-IR"/>
        </w:rPr>
      </w:pPr>
      <w:r>
        <w:rPr>
          <w:rtl/>
          <w:lang w:bidi="fa-IR"/>
        </w:rPr>
        <w:t>1- به خدا سوگند اگر نبود [لطف] خداوند، ما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صدقه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نماز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گزارد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حمله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فتنه‌انگ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برابر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پس [ا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خدا!] بر ما آرامش فروفرست و گام‌ها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در نبرد استوار کن.</w:t>
      </w:r>
    </w:p>
    <w:p w:rsidR="00B12636" w:rsidRDefault="00B12636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آن،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«خداوند تو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</w:t>
      </w:r>
      <w:r>
        <w:rPr>
          <w:rtl/>
          <w:lang w:bidi="fa-IR"/>
        </w:rPr>
        <w:t>!» آن‌گاه، عمربن خطاب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چرا ما [را] از آن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عامر رحمت طلب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. عامر در غزوه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 </w:t>
      </w:r>
      <w:r w:rsidRPr="00B12636">
        <w:rPr>
          <w:rStyle w:val="libFootnotenumChar"/>
          <w:rtl/>
        </w:rPr>
        <w:t>(1)</w:t>
      </w:r>
      <w:r>
        <w:rPr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عامربن‌اکوع سروده، منسوب به عبدالله بن‌رواحه است. مسلمانان، آن را در غزوه احزاب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هنگام کندن خندق زمزمه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گمان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بردند</w:t>
      </w:r>
      <w:r>
        <w:rPr>
          <w:rtl/>
          <w:lang w:bidi="fa-IR"/>
        </w:rPr>
        <w:t xml:space="preserve"> که دژها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آنان را برابر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کند؛</w:t>
      </w:r>
      <w:r>
        <w:rPr>
          <w:rtl/>
          <w:lang w:bidi="fa-IR"/>
        </w:rPr>
        <w:t xml:space="preserve">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کردند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مستحکم است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آن را فتح کرد. آنان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ن‌باره</w:t>
      </w:r>
      <w:r>
        <w:rPr>
          <w:rtl/>
          <w:lang w:bidi="fa-IR"/>
        </w:rPr>
        <w:t xml:space="preserve"> به مسلمانان گفتند: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مردان و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آنها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شامخ، در قله کوه‌هاست.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آن، آب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هست.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هزار سپر هست. [قبا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] اسد و غطفان، بدون آن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توانستند،</w:t>
      </w:r>
      <w:r>
        <w:rPr>
          <w:rtl/>
          <w:lang w:bidi="fa-IR"/>
        </w:rPr>
        <w:t xml:space="preserve"> در برابر اعراب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سپاه مسلمانان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رسول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مناجات کرد: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اللهم</w:t>
      </w:r>
      <w:r>
        <w:rPr>
          <w:rtl/>
          <w:lang w:bidi="fa-IR"/>
        </w:rPr>
        <w:t xml:space="preserve"> رب السموات و ما أظللن و رب الأرض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 أقللن، و رب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 أضللن، و رب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وما أذر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نسألک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هذه القر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أهلها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ونعوذ بک من شرّها و شرّ أهلها و شرّ 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آسمان‌ها و آنچه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گرفته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و آنچه بر خود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وها</w:t>
      </w:r>
      <w:r>
        <w:rPr>
          <w:rtl/>
          <w:lang w:bidi="fa-IR"/>
        </w:rPr>
        <w:t xml:space="preserve"> و آن‌که گمراه کرده و خدا</w:t>
      </w:r>
      <w:r>
        <w:rPr>
          <w:rFonts w:hint="cs"/>
          <w:rtl/>
          <w:lang w:bidi="fa-IR"/>
        </w:rPr>
        <w:t>ی</w:t>
      </w:r>
    </w:p>
    <w:p w:rsidR="00590962" w:rsidRPr="00B12636" w:rsidRDefault="00B12636" w:rsidP="00B1263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B12636" w:rsidRDefault="00590962" w:rsidP="00B12636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رسول‌الله، ترجمه و انشا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اسحاق بن‌محمد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ابرقوه، ج٢، ص٨٢١.</w:t>
      </w:r>
    </w:p>
    <w:p w:rsidR="00590962" w:rsidRDefault="00B12636" w:rsidP="00B1263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و آنچه پخش کرده است.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نعمت و بهره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سود مردم آن را و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خوب آن را به ما ببخش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گزند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شر مردم آن و شر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است، به تو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آن‌گاه</w:t>
      </w:r>
      <w:r>
        <w:rPr>
          <w:rtl/>
          <w:lang w:bidi="fa-IR"/>
        </w:rPr>
        <w:t xml:space="preserve"> به اصحاب خود فرمود: «با نام خدا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حرکت</w:t>
      </w:r>
      <w:r>
        <w:rPr>
          <w:rtl/>
          <w:lang w:bidi="fa-IR"/>
        </w:rPr>
        <w:t xml:space="preserve"> مسلمانان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غافلگ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رکننده</w:t>
      </w:r>
      <w:r>
        <w:rPr>
          <w:rtl/>
          <w:lang w:bidi="fa-IR"/>
        </w:rPr>
        <w:t xml:space="preserve"> بود. آنان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و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بستان‌ها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روانه شده بودند.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سپاه مسلمانان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گفتند: «محمد و الخم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س»</w:t>
      </w:r>
      <w:r>
        <w:rPr>
          <w:rtl/>
          <w:lang w:bidi="fa-IR"/>
        </w:rPr>
        <w:t xml:space="preserve"> </w:t>
      </w:r>
      <w:r w:rsidRPr="00B12636">
        <w:rPr>
          <w:rStyle w:val="libFootnotenumChar"/>
          <w:rtl/>
        </w:rPr>
        <w:t>.(1)</w:t>
      </w:r>
      <w:r>
        <w:rPr>
          <w:rtl/>
          <w:lang w:bidi="fa-IR"/>
        </w:rPr>
        <w:t>زمان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را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</w:t>
      </w:r>
      <w:r>
        <w:rPr>
          <w:rtl/>
          <w:lang w:bidi="fa-IR"/>
        </w:rPr>
        <w:t xml:space="preserve"> أکبر، [خربت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>]، إنّا إذا نزلنا بساحة قوم فساء صباح المنذر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خراب شد، ما چون به آستانه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کفّار فرود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صبحگاهشان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ارتش</w:t>
      </w:r>
      <w:r>
        <w:rPr>
          <w:rtl/>
          <w:lang w:bidi="fa-IR"/>
        </w:rPr>
        <w:t xml:space="preserve"> مسلمانان، در منطقه «صهباء»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زده بود. سپس از آنجا به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ع»</w:t>
      </w:r>
      <w:r>
        <w:rPr>
          <w:rtl/>
          <w:lang w:bidi="fa-IR"/>
        </w:rPr>
        <w:t xml:space="preserve"> حرکت کرد تا راه را بر غطفان،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ببندد؛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تلاش کردند به‌نفع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نبرد کنند، اما با ورود سپاه مسلمانان به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واقع در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 هدفشان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ورود به صهباء،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با اصحاب خود مشورت کرد. حباب بن منذر بن جموح،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داد،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روند و گفت:</w:t>
      </w:r>
    </w:p>
    <w:p w:rsidR="00590962" w:rsidRDefault="00590962" w:rsidP="00B1263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شما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حصار،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نخلستان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مرطوب فرود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هم، من مردم دژ نطا</w:t>
      </w:r>
      <w:r w:rsidR="00B1263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شناسم</w:t>
      </w:r>
      <w:r>
        <w:rPr>
          <w:rtl/>
          <w:lang w:bidi="fa-IR"/>
        </w:rPr>
        <w:t>.</w:t>
      </w:r>
    </w:p>
    <w:p w:rsidR="00590962" w:rsidRPr="00B12636" w:rsidRDefault="00B12636" w:rsidP="00B1263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590962" w:rsidRDefault="00590962" w:rsidP="00B12636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حضرت محمد</w:t>
      </w:r>
      <w:r w:rsidR="00B12636" w:rsidRPr="00B12636">
        <w:rPr>
          <w:rFonts w:ascii="Traditional Arabic" w:eastAsiaTheme="minorHAnsi" w:hAnsi="Traditional Arabic" w:cs="Traditional Arabic"/>
          <w:rtl/>
        </w:rPr>
        <w:t xml:space="preserve"> </w:t>
      </w:r>
      <w:r w:rsidR="00B12636" w:rsidRPr="00B1263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و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آمدند.</w:t>
      </w:r>
    </w:p>
    <w:p w:rsidR="00590962" w:rsidRDefault="00B12636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آزمندتر و تجاوزگرتر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هم اکنون آنها بر ما مشرفند [و]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ررس</w:t>
      </w:r>
      <w:r>
        <w:rPr>
          <w:rtl/>
          <w:lang w:bidi="fa-IR"/>
        </w:rPr>
        <w:t xml:space="preserve"> آنها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وانگه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ندارم که آنها شبانگاه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پناه نخلستان پنهان نشوند.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مرطوب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بکوچ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گستان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به ما نرسد.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بلدچ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به نام «حس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بن‌خارجه اشجع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فراخواند و دستور داد نقطه‌ا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انتخاب کند. حضرت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جلوتر از ما حرکت کن تا به دل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وارد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شام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و شام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مانان</w:t>
      </w:r>
      <w:r>
        <w:rPr>
          <w:rtl/>
          <w:lang w:bidi="fa-IR"/>
        </w:rPr>
        <w:t xml:space="preserve"> غطفان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حائل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</w:t>
      </w:r>
      <w:r w:rsidR="00B12636" w:rsidRPr="00B12636">
        <w:rPr>
          <w:rFonts w:ascii="Traditional Arabic" w:eastAsiaTheme="minorHAnsi" w:hAnsi="Traditional Arabic" w:cs="Traditional Arabic"/>
          <w:rtl/>
        </w:rPr>
        <w:t xml:space="preserve"> </w:t>
      </w:r>
      <w:r w:rsidR="00B12636" w:rsidRPr="00B1263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در منطقه صهبا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جهت اردو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 </w:t>
      </w:r>
    </w:p>
    <w:p w:rsidR="00590962" w:rsidRDefault="00590962" w:rsidP="00DD7B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«سلام بن‌مشکم»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سامانده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کردند؛ اما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زمان اندک کشته شد و «حارث بن ابوز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نب»</w:t>
      </w:r>
      <w:r>
        <w:rPr>
          <w:rtl/>
          <w:lang w:bidi="fa-IR"/>
        </w:rPr>
        <w:t xml:space="preserve">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پرچم را به [حضرت]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DD7B5B" w:rsidRPr="00DD7B5B">
        <w:rPr>
          <w:rStyle w:val="libAlaemChar"/>
          <w:rFonts w:eastAsiaTheme="minorHAnsi"/>
          <w:rtl/>
        </w:rPr>
        <w:t>عليه‌السلام</w:t>
      </w:r>
      <w:r w:rsidR="00DD7B5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داد 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آرام</w:t>
      </w:r>
      <w:r>
        <w:rPr>
          <w:rtl/>
          <w:lang w:bidi="fa-IR"/>
        </w:rPr>
        <w:t xml:space="preserve"> حرکت کن تا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سپس آنان را به اسلام دعوت و حقوق واجب خداوند بر آنان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بازگو کن. به خدا سوگند! اگر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به دست تو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شتر سرخ‌مو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590962" w:rsidRDefault="00590962" w:rsidP="00DD7B5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بن‌اب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DD7B5B" w:rsidRPr="00DD7B5B">
        <w:rPr>
          <w:rStyle w:val="libAlaemChar"/>
          <w:rFonts w:eastAsiaTheme="minorHAnsi"/>
          <w:rtl/>
        </w:rPr>
        <w:t>عليه‌السلام</w:t>
      </w:r>
      <w:r w:rsidR="00DD7B5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آنان را به اسلام دعوت کرد. اما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 سپس مرحب، شهسوار آنان، شروع به رجزخوان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گفت: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1"/>
        <w:gridCol w:w="268"/>
        <w:gridCol w:w="3333"/>
      </w:tblGrid>
      <w:tr w:rsidR="00DD7B5B" w:rsidTr="00314753">
        <w:trPr>
          <w:trHeight w:val="350"/>
        </w:trPr>
        <w:tc>
          <w:tcPr>
            <w:tcW w:w="3920" w:type="dxa"/>
            <w:shd w:val="clear" w:color="auto" w:fill="auto"/>
          </w:tcPr>
          <w:p w:rsidR="00DD7B5B" w:rsidRDefault="00DD7B5B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علمت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أن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D7B5B" w:rsidRDefault="00DD7B5B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D7B5B" w:rsidRDefault="00DD7B5B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شاک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السلاح بطل مجرب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B5B" w:rsidTr="00314753">
        <w:trPr>
          <w:trHeight w:val="350"/>
        </w:trPr>
        <w:tc>
          <w:tcPr>
            <w:tcW w:w="3920" w:type="dxa"/>
          </w:tcPr>
          <w:p w:rsidR="00DD7B5B" w:rsidRDefault="00DD7B5B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أطعن</w:t>
            </w:r>
            <w:r>
              <w:rPr>
                <w:rtl/>
                <w:lang w:bidi="fa-IR"/>
              </w:rPr>
              <w:t xml:space="preserve"> اح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اناً</w:t>
            </w:r>
            <w:r>
              <w:rPr>
                <w:rtl/>
                <w:lang w:bidi="fa-IR"/>
              </w:rPr>
              <w:t xml:space="preserve"> و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ناً</w:t>
            </w:r>
            <w:r>
              <w:rPr>
                <w:rtl/>
                <w:lang w:bidi="fa-IR"/>
              </w:rPr>
              <w:t xml:space="preserve"> اضرب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B5B" w:rsidRDefault="00DD7B5B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B5B" w:rsidRDefault="00DD7B5B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اذا</w:t>
            </w:r>
            <w:r>
              <w:rPr>
                <w:rtl/>
                <w:lang w:bidi="fa-IR"/>
              </w:rPr>
              <w:t xml:space="preserve"> الل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وث</w:t>
            </w:r>
            <w:r>
              <w:rPr>
                <w:rtl/>
                <w:lang w:bidi="fa-IR"/>
              </w:rPr>
              <w:t xml:space="preserve"> اقبلت تجرب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7B5B" w:rsidTr="00314753">
        <w:trPr>
          <w:trHeight w:val="350"/>
        </w:trPr>
        <w:tc>
          <w:tcPr>
            <w:tcW w:w="3920" w:type="dxa"/>
          </w:tcPr>
          <w:p w:rsidR="00DD7B5B" w:rsidRDefault="00DD7B5B" w:rsidP="0031475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إن</w:t>
            </w:r>
            <w:r>
              <w:rPr>
                <w:rtl/>
                <w:lang w:bidi="fa-IR"/>
              </w:rPr>
              <w:t xml:space="preserve"> حما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للحم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D7B5B" w:rsidRDefault="00DD7B5B" w:rsidP="0031475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D7B5B" w:rsidRDefault="00DD7B5B" w:rsidP="0031475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حجم</w:t>
            </w:r>
            <w:r>
              <w:rPr>
                <w:rtl/>
                <w:lang w:bidi="fa-IR"/>
              </w:rPr>
              <w:t xml:space="preserve"> عن صولت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المجرب</w:t>
            </w:r>
            <w:r w:rsidRPr="00DD7B5B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90962" w:rsidRDefault="00590962" w:rsidP="00DD7B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آن زمان به دو بخش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:</w:t>
      </w:r>
      <w:r w:rsidRPr="00DD7B5B">
        <w:rPr>
          <w:rStyle w:val="libFootnotenumChar"/>
          <w:rtl/>
        </w:rPr>
        <w:t>(2)</w:t>
      </w:r>
      <w:r>
        <w:rPr>
          <w:rtl/>
          <w:lang w:bidi="fa-IR"/>
        </w:rPr>
        <w:t>.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شامل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ناعم، صعب بن معاذ،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نزار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سه دژ اول در منطقه نطاة و دو دژ بعد، در منطقه «الشقّ» واقع بودند.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D7B5B" w:rsidRPr="00DD7B5B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دژ ناعم، با مرحب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توانست و</w:t>
      </w:r>
      <w:r>
        <w:rPr>
          <w:rFonts w:hint="cs"/>
          <w:rtl/>
          <w:lang w:bidi="fa-IR"/>
        </w:rPr>
        <w:t>ی</w:t>
      </w:r>
    </w:p>
    <w:p w:rsidR="00590962" w:rsidRPr="00DD7B5B" w:rsidRDefault="00DD7B5B" w:rsidP="00DD7B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1- قوم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من مرحب، همان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سلاح کاملاً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پهلوان آزموده هستم.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را به‌کار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برم</w:t>
      </w:r>
      <w:r>
        <w:rPr>
          <w:rtl/>
          <w:lang w:bidi="fa-IR"/>
        </w:rPr>
        <w:t xml:space="preserve">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زنم؛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 حال افروخته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آنچه را من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مانند پناهگاه است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رفت.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2-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پرچم استفاده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شد؛</w:t>
      </w:r>
      <w:r>
        <w:rPr>
          <w:rtl/>
          <w:lang w:bidi="fa-IR"/>
        </w:rPr>
        <w:t xml:space="preserve"> بلکه از لواء [پرچم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کوچک‌تر از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]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590962" w:rsidRDefault="00DD7B5B" w:rsidP="00DD7B5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را</w:t>
      </w:r>
      <w:r w:rsidR="00590962">
        <w:rPr>
          <w:rtl/>
          <w:lang w:bidi="fa-IR"/>
        </w:rPr>
        <w:t xml:space="preserve"> به قتل برساند. سپس برادران مرحب و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ز،</w:t>
      </w:r>
      <w:r w:rsidR="00590962">
        <w:rPr>
          <w:rtl/>
          <w:lang w:bidi="fa-IR"/>
        </w:rPr>
        <w:t xml:space="preserve"> حارث بن‌اب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ز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نب</w:t>
      </w:r>
      <w:r w:rsidR="00590962">
        <w:rPr>
          <w:rtl/>
          <w:lang w:bidi="fa-IR"/>
        </w:rPr>
        <w:t xml:space="preserve"> را کشت. به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ترت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دژ سقوط کرد و به دست مسلمانان افتاد. همچن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مسلمانان توانستند دژ صعب بن‌معاذ را فتح کنند. آن‌گاه دژها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دو منطقه شقّ و نطا</w:t>
      </w:r>
      <w:r>
        <w:rPr>
          <w:rFonts w:hint="cs"/>
          <w:rtl/>
          <w:lang w:bidi="fa-IR"/>
        </w:rPr>
        <w:t>ه</w:t>
      </w:r>
      <w:r w:rsidR="00590962">
        <w:rPr>
          <w:rtl/>
          <w:lang w:bidi="fa-IR"/>
        </w:rPr>
        <w:t xml:space="preserve">،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ک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پس از 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گر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سقوط کرد.</w:t>
      </w:r>
    </w:p>
    <w:p w:rsidR="00590962" w:rsidRDefault="00590962" w:rsidP="00DD7B5B">
      <w:pPr>
        <w:pStyle w:val="libNormal"/>
        <w:rPr>
          <w:rtl/>
          <w:lang w:bidi="fa-IR"/>
        </w:rPr>
      </w:pPr>
      <w:r>
        <w:rPr>
          <w:rtl/>
          <w:lang w:bidi="fa-IR"/>
        </w:rPr>
        <w:t>٢</w:t>
      </w:r>
      <w:r w:rsidR="00DD7B5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بخش دوم، شامل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قموص،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سلالم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 بدون کارزار به دست مسلمانان افتاد.</w:t>
      </w:r>
      <w:r w:rsidRPr="00DD7B5B">
        <w:rPr>
          <w:rStyle w:val="libFootnotenumChar"/>
          <w:rtl/>
        </w:rPr>
        <w:t>(1)</w:t>
      </w:r>
      <w:r>
        <w:rPr>
          <w:rtl/>
          <w:lang w:bidi="fa-IR"/>
        </w:rPr>
        <w:t>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بن‌حصن،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: «به خدا قسم! همه سالاران و بزرگان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کشته شده‌اند و هرگز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حجاز، نظام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بود» .</w:t>
      </w:r>
      <w:r w:rsidRPr="00DD7B5B">
        <w:rPr>
          <w:rStyle w:val="libFootnotenumChar"/>
          <w:rtl/>
        </w:rPr>
        <w:t>(2)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اجازه داد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بمانند. آنان به رسول خدا عرض کردند: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محمد!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اجازه بده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 را با درآمدها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از خودش آباد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 آن حضرت خواسته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رفت؛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 قرار شد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محصولات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</w:p>
    <w:p w:rsidR="00590962" w:rsidRPr="00DD7B5B" w:rsidRDefault="00DD7B5B" w:rsidP="00DD7B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طبق منابع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دژ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سلالم، محکم‌تر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نوبت به فتح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دژ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دشوار 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</w:t>
      </w:r>
      <w:r w:rsidR="00DD7B5B" w:rsidRPr="00DD7B5B">
        <w:rPr>
          <w:rFonts w:ascii="Traditional Arabic" w:eastAsiaTheme="minorHAnsi" w:hAnsi="Traditional Arabic" w:cs="Traditional Arabic"/>
          <w:rtl/>
        </w:rPr>
        <w:t xml:space="preserve"> </w:t>
      </w:r>
      <w:r w:rsidR="00DD7B5B" w:rsidRPr="00DD7B5B">
        <w:rPr>
          <w:rStyle w:val="libAlaemChar"/>
          <w:rFonts w:eastAsiaTheme="minorHAnsi"/>
          <w:rtl/>
        </w:rPr>
        <w:t>صلى‌الله‌عليه‌وآله‌وسلم</w:t>
      </w:r>
      <w:r w:rsidR="00DD7B5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را به ابوبکر سپرد، اما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موفق شود. پس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حضرت،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 را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عمر واگذار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مسلمانان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>
        <w:rPr>
          <w:rtl/>
          <w:lang w:bidi="fa-IR"/>
        </w:rPr>
        <w:t>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ناکام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DD7B5B" w:rsidRPr="00DD7B5B">
        <w:rPr>
          <w:rFonts w:ascii="Traditional Arabic" w:eastAsiaTheme="minorHAnsi" w:hAnsi="Traditional Arabic" w:cs="Traditional Arabic"/>
          <w:rtl/>
        </w:rPr>
        <w:t xml:space="preserve"> </w:t>
      </w:r>
      <w:r w:rsidR="00DD7B5B" w:rsidRPr="00DD7B5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D7B5B" w:rsidRPr="00DD7B5B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 xml:space="preserve"> را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 مسلمانان گماشت.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مشهور است که فرمودند: «فردا، پرچم را به دست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داد که خدا و رسول خدا را دو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دارد و [همچن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] خدا و رسولش او را دوست دارند» . مجمع الزوائد و منبع الفوائد،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بن‌أب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بکر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ج٩، ص١۶۵. مترجم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2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که از کشته‌شدگان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ناگوار دادند. ر. ک: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محمدبن‌عمر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ج٢، ص۶٧۶. مترجم</w:t>
      </w:r>
    </w:p>
    <w:p w:rsidR="00590962" w:rsidRDefault="00DD7B5B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و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برا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مسلمانان باشد.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هشدار داد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چپاول نکند.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 خود را جمع کرد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خطبه خواند: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شما شک دارند که وارد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و کاشانه آنها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ما نسبت به جان، مال و اراض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آنها، امانشان داده‌ا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اموال افراد ذمّ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فقط در موارد حق [و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حلال است.</w:t>
      </w:r>
    </w:p>
    <w:p w:rsidR="00590962" w:rsidRDefault="00DD7B5B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م</w:t>
      </w:r>
      <w:r w:rsidR="00590962">
        <w:rPr>
          <w:rFonts w:hint="eastAsia"/>
          <w:rtl/>
          <w:lang w:bidi="fa-IR"/>
        </w:rPr>
        <w:t>‌زمان</w:t>
      </w:r>
      <w:r w:rsidR="00590962">
        <w:rPr>
          <w:rtl/>
          <w:lang w:bidi="fa-IR"/>
        </w:rPr>
        <w:t xml:space="preserve"> با فتح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مسلمانان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که به حبشه مهاجرت کرده بودند، بازگشتند و در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به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 w:rsidR="00590962">
        <w:rPr>
          <w:rtl/>
          <w:lang w:bidi="fa-IR"/>
        </w:rPr>
        <w:t>پ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وستند</w:t>
      </w:r>
      <w:r w:rsidR="00590962">
        <w:rPr>
          <w:rtl/>
          <w:lang w:bidi="fa-IR"/>
        </w:rPr>
        <w:t>. کتاب «الطبقات‌الکبر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»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واقعه را چن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گزارش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کند</w:t>
      </w:r>
      <w:r w:rsidR="00590962"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و قدم جعفر بن‌أب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و أهل السف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عند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أن فتحت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فقال رسول الله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: ما أدر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أنا أسرّ بقدوم جعفر أو بفتح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بر؟</w:t>
      </w:r>
      <w:r>
        <w:rPr>
          <w:rtl/>
          <w:lang w:bidi="fa-IR"/>
        </w:rPr>
        <w:t xml:space="preserve"> </w:t>
      </w:r>
      <w:r w:rsidRPr="00DD7B5B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جعفر بن 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و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دو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بودند،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نزد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آمدند. آن حضرت فرمود: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از کدام خوشحال‌تر باشم؛ از آمدن جعفر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بر؟</w:t>
      </w:r>
      <w:r>
        <w:rPr>
          <w:rtl/>
          <w:lang w:bidi="fa-IR"/>
        </w:rPr>
        <w:t xml:space="preserve"> !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نبرد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فقط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بردند</w:t>
      </w:r>
      <w:r>
        <w:rPr>
          <w:rtl/>
          <w:lang w:bidi="fa-IR"/>
        </w:rPr>
        <w:t xml:space="preserve"> که در «حد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حضور داشتند؛ اگرچه در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نبوده‌اند. در قرآن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اشاره شده است:</w:t>
      </w:r>
    </w:p>
    <w:p w:rsidR="00590962" w:rsidRPr="00DD7B5B" w:rsidRDefault="00DD7B5B" w:rsidP="00DD7B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1- الطبقات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ج٢، ص٨٢.</w:t>
      </w:r>
    </w:p>
    <w:p w:rsidR="00590962" w:rsidRDefault="00DD7B5B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 w:rsidRPr="00DD7B5B">
        <w:rPr>
          <w:rStyle w:val="libAlaemChar"/>
          <w:rtl/>
        </w:rPr>
        <w:lastRenderedPageBreak/>
        <w:t>(</w:t>
      </w:r>
      <w:r w:rsidR="00590962">
        <w:rPr>
          <w:rtl/>
          <w:lang w:bidi="fa-IR"/>
        </w:rPr>
        <w:t xml:space="preserve"> </w:t>
      </w:r>
      <w:r w:rsidR="00590962" w:rsidRPr="00DD7B5B">
        <w:rPr>
          <w:rStyle w:val="libAieChar"/>
          <w:rtl/>
        </w:rPr>
        <w:t>وَعَدَکُمُ اللهُ مَغانِمَ کَثِ</w:t>
      </w:r>
      <w:r w:rsidR="00590962" w:rsidRPr="00DD7B5B">
        <w:rPr>
          <w:rStyle w:val="libAieChar"/>
          <w:rFonts w:hint="cs"/>
          <w:rtl/>
        </w:rPr>
        <w:t>ی</w:t>
      </w:r>
      <w:r w:rsidR="00590962" w:rsidRPr="00DD7B5B">
        <w:rPr>
          <w:rStyle w:val="libAieChar"/>
          <w:rFonts w:hint="eastAsia"/>
          <w:rtl/>
        </w:rPr>
        <w:t>رَةً</w:t>
      </w:r>
      <w:r w:rsidR="00590962" w:rsidRPr="00DD7B5B">
        <w:rPr>
          <w:rStyle w:val="libAieChar"/>
          <w:rtl/>
        </w:rPr>
        <w:t xml:space="preserve"> تَأْخُذُونَها فَعَجَّلَ لَکُمْ هذِهِ</w:t>
      </w:r>
      <w:r w:rsidR="00590962">
        <w:rPr>
          <w:rtl/>
          <w:lang w:bidi="fa-IR"/>
        </w:rPr>
        <w:t xml:space="preserve"> </w:t>
      </w:r>
      <w:r w:rsidR="00590962" w:rsidRPr="00DD7B5B">
        <w:rPr>
          <w:rStyle w:val="libAlaemChar"/>
          <w:rtl/>
        </w:rPr>
        <w:t>)</w:t>
      </w:r>
      <w:r w:rsidR="00590962">
        <w:rPr>
          <w:rtl/>
          <w:lang w:bidi="fa-IR"/>
        </w:rPr>
        <w:t xml:space="preserve"> (فتح:٢٠)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غنا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 وعده داده بود که آنها را به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زودتر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فراهم ساخت.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منظور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</w:t>
      </w:r>
    </w:p>
    <w:p w:rsidR="00590962" w:rsidRDefault="00590962" w:rsidP="00DD7B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گفته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واقعه، «ثقف بن عمرو بن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ط»</w:t>
      </w:r>
      <w:r w:rsidRPr="00DD7B5B">
        <w:rPr>
          <w:rStyle w:val="libFootnotenumChar"/>
          <w:rtl/>
        </w:rPr>
        <w:t>(1)</w:t>
      </w:r>
      <w:r>
        <w:rPr>
          <w:rtl/>
          <w:lang w:bidi="fa-IR"/>
        </w:rPr>
        <w:t>، «رفاعة بن مسروح» ، «عبدالله بن 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بن وهب»</w:t>
      </w:r>
      <w:r w:rsidRPr="00DD7B5B">
        <w:rPr>
          <w:rStyle w:val="libFootnotenumChar"/>
          <w:rtl/>
        </w:rPr>
        <w:t>(2)</w:t>
      </w:r>
      <w:r>
        <w:rPr>
          <w:rtl/>
          <w:lang w:bidi="fa-IR"/>
        </w:rPr>
        <w:t>، «محمود بن مسلمه» ، «أبوالض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tl/>
          <w:lang w:bidi="fa-IR"/>
        </w:rPr>
        <w:t xml:space="preserve"> بن نعمان» ، «حارث بن حاطب» ، «عد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مرة بن سراق</w:t>
      </w:r>
      <w:r w:rsidR="00DD7B5B">
        <w:rPr>
          <w:rFonts w:hint="cs"/>
          <w:rtl/>
          <w:lang w:bidi="fa-IR"/>
        </w:rPr>
        <w:t>ه</w:t>
      </w:r>
      <w:r>
        <w:rPr>
          <w:rtl/>
          <w:lang w:bidi="fa-IR"/>
        </w:rPr>
        <w:t>»</w:t>
      </w:r>
      <w:r w:rsidRPr="00DD7B5B">
        <w:rPr>
          <w:rStyle w:val="libFootnotenumChar"/>
          <w:rtl/>
        </w:rPr>
        <w:t>(3)</w:t>
      </w:r>
      <w:r>
        <w:rPr>
          <w:rtl/>
          <w:lang w:bidi="fa-IR"/>
        </w:rPr>
        <w:t>، «أوس بن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ب»</w:t>
      </w:r>
      <w:r w:rsidRPr="00DD7B5B">
        <w:rPr>
          <w:rStyle w:val="libFootnotenumChar"/>
          <w:rtl/>
        </w:rPr>
        <w:t>(4)</w:t>
      </w:r>
      <w:r>
        <w:rPr>
          <w:rtl/>
          <w:lang w:bidi="fa-IR"/>
        </w:rPr>
        <w:t>، «أن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 وائله»</w:t>
      </w:r>
      <w:r w:rsidRPr="00DD7B5B">
        <w:rPr>
          <w:rStyle w:val="libFootnotenumChar"/>
          <w:rtl/>
        </w:rPr>
        <w:t>(5)</w:t>
      </w:r>
      <w:r>
        <w:rPr>
          <w:rtl/>
          <w:lang w:bidi="fa-IR"/>
        </w:rPr>
        <w:t>، «مسعود بن سعد» ، «بشر بن براء بن معرور» ، «فض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نعمان» ، «عامر بن أکوع» ، «عمارة بن عقبة بن عباد بن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و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سار»</w:t>
      </w:r>
      <w:r>
        <w:rPr>
          <w:rtl/>
          <w:lang w:bidi="fa-IR"/>
        </w:rPr>
        <w:t xml:space="preserve"> است که «ابن هشام»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«أسلم» ذکر کرده است. به جز محمود بن‌مسلم و عامر بن أکوع،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شهدا در مقبره‌ا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دفن شده‌اند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مقبره تا به امر</w:t>
      </w:r>
      <w:r>
        <w:rPr>
          <w:rFonts w:hint="eastAsia"/>
          <w:rtl/>
          <w:lang w:bidi="fa-IR"/>
        </w:rPr>
        <w:t>وز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غار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منطقه 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دفن شده‌اند. ابن‌هشام، در کتاب «الس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رةالنبو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ة»</w:t>
      </w:r>
      <w:r>
        <w:rPr>
          <w:rtl/>
          <w:lang w:bidi="fa-IR"/>
        </w:rPr>
        <w:t xml:space="preserve"> ، علاوه بر نام شهدا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ذکر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بن أکثم بن 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 xml:space="preserve"> ، «مسعود بن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عه»</w:t>
      </w:r>
      <w:r>
        <w:rPr>
          <w:rtl/>
          <w:lang w:bidi="fa-IR"/>
        </w:rPr>
        <w:t xml:space="preserve"> ، «ثابت بن أثله» و «طلحه» از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عمرو</w:t>
      </w:r>
      <w:r>
        <w:rPr>
          <w:rtl/>
          <w:lang w:bidi="fa-IR"/>
        </w:rPr>
        <w:t xml:space="preserve"> بن عوف» .</w:t>
      </w:r>
    </w:p>
    <w:p w:rsidR="00590962" w:rsidRPr="00DD7B5B" w:rsidRDefault="00DD7B5B" w:rsidP="00DD7B5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ابن‌هشام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«ثق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ذکر کرده است.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2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ابن‌هشام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«عبدالله بن الهب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ب»</w:t>
      </w:r>
      <w:r>
        <w:rPr>
          <w:rtl/>
          <w:lang w:bidi="fa-IR"/>
        </w:rPr>
        <w:t xml:space="preserve"> ذکر کرده است.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3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گفته ابن‌هشام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«عروه» بوده است.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4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گفته ابن‌هشام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«أوس بن قتاده» بوده است.</w:t>
      </w:r>
    </w:p>
    <w:p w:rsidR="00590962" w:rsidRDefault="00590962" w:rsidP="00DD7B5B">
      <w:pPr>
        <w:pStyle w:val="libFootnote0"/>
        <w:rPr>
          <w:rtl/>
          <w:lang w:bidi="fa-IR"/>
        </w:rPr>
      </w:pPr>
      <w:r>
        <w:rPr>
          <w:rtl/>
          <w:lang w:bidi="fa-IR"/>
        </w:rPr>
        <w:t>5</w:t>
      </w:r>
      <w:r w:rsidR="00DD7B5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گفته ابن هشام «أن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بن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ب»</w:t>
      </w:r>
      <w:r>
        <w:rPr>
          <w:rtl/>
          <w:lang w:bidi="fa-IR"/>
        </w:rPr>
        <w:t xml:space="preserve"> .</w:t>
      </w:r>
    </w:p>
    <w:p w:rsidR="00DD7B5B" w:rsidRDefault="00DD7B5B" w:rsidP="00DD7B5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DD7B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نقشه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حرکت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نقل از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دوران خلافت اسلام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مان‌نامه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دوره خلافت ابوبکر پابرجا بود؛ اما در دوران عمر بن‌خطاب،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«مُظهِّر بن رافع حارث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کشتند. از آنجا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صحابه‌ا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«عبدالله بن سهل» را کشته بودن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عمر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خبر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کشته‌</w:t>
      </w:r>
      <w:r w:rsidR="001A228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شدن</w:t>
      </w:r>
      <w:r>
        <w:rPr>
          <w:rtl/>
          <w:lang w:bidi="fa-IR"/>
        </w:rPr>
        <w:t xml:space="preserve"> مظهر بن رافع، مردم را جمع کرد و در خطبه‌ا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گفت: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درباره عبدالله آن کار را کردند و مظهّر بن‌رافع را کشتند. در عهد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هم، بر عبدالله بن‌سهل تاختند. من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ندارم که او را هم آنها کشتند. ما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هرکس در آنجا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خواهم رفت و همه اموال و حدود آن 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خواهم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را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خواهم راند؛ چه [ا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>]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فرموده است: «تا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اوامر خدا را اقرار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شما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سکونت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دهم»</w:t>
      </w:r>
      <w:r>
        <w:rPr>
          <w:rtl/>
          <w:lang w:bidi="fa-IR"/>
        </w:rPr>
        <w:t xml:space="preserve"> .</w:t>
      </w:r>
      <w:r w:rsidRPr="001A2284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به سبب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مان‌شکن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عمر بن خطاب،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راند.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عمر باخبر شده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عمر فرموده‌است: «در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دو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قابل جمع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 xml:space="preserve"> .</w:t>
      </w:r>
    </w:p>
    <w:p w:rsidR="00590962" w:rsidRPr="001A2284" w:rsidRDefault="001A2284" w:rsidP="001A228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590962" w:rsidRDefault="00590962" w:rsidP="001A2284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صص۵۴۶ و۵۴٧.</w:t>
      </w:r>
    </w:p>
    <w:p w:rsidR="00590962" w:rsidRDefault="001A2284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عمر</w:t>
      </w:r>
      <w:r w:rsidR="00590962">
        <w:rPr>
          <w:rtl/>
          <w:lang w:bidi="fa-IR"/>
        </w:rPr>
        <w:t xml:space="preserve"> بن‌خطاب، علاوه بر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بر،</w:t>
      </w:r>
      <w:r w:rsidR="00590962">
        <w:rPr>
          <w:rtl/>
          <w:lang w:bidi="fa-IR"/>
        </w:rPr>
        <w:t xml:space="preserve">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را از نقاط 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گر</w:t>
      </w:r>
      <w:r w:rsidR="00590962">
        <w:rPr>
          <w:rtl/>
          <w:lang w:bidi="fa-IR"/>
        </w:rPr>
        <w:t xml:space="preserve"> حجاز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</w:t>
      </w:r>
      <w:r w:rsidR="00590962">
        <w:rPr>
          <w:rtl/>
          <w:lang w:bidi="fa-IR"/>
        </w:rPr>
        <w:t xml:space="preserve">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رون</w:t>
      </w:r>
      <w:r w:rsidR="00590962">
        <w:rPr>
          <w:rtl/>
          <w:lang w:bidi="fa-IR"/>
        </w:rPr>
        <w:t xml:space="preserve"> راند. و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دارا</w:t>
      </w:r>
      <w:r w:rsidR="00590962">
        <w:rPr>
          <w:rFonts w:hint="cs"/>
          <w:rtl/>
          <w:lang w:bidi="fa-IR"/>
        </w:rPr>
        <w:t>یی‌</w:t>
      </w:r>
      <w:r w:rsidR="00590962">
        <w:rPr>
          <w:rFonts w:hint="eastAsia"/>
          <w:rtl/>
          <w:lang w:bidi="fa-IR"/>
        </w:rPr>
        <w:t>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منقول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را به خودشان بخش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 xml:space="preserve">. به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فدک (حائط)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ز،</w:t>
      </w:r>
      <w:r w:rsidR="00590962">
        <w:rPr>
          <w:rtl/>
          <w:lang w:bidi="fa-IR"/>
        </w:rPr>
        <w:t xml:space="preserve"> معادل 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از ارزش دارا</w:t>
      </w:r>
      <w:r w:rsidR="00590962">
        <w:rPr>
          <w:rFonts w:hint="cs"/>
          <w:rtl/>
          <w:lang w:bidi="fa-IR"/>
        </w:rPr>
        <w:t>یی‌</w:t>
      </w:r>
      <w:r w:rsidR="00590962">
        <w:rPr>
          <w:rFonts w:hint="eastAsia"/>
          <w:rtl/>
          <w:lang w:bidi="fa-IR"/>
        </w:rPr>
        <w:t>ها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غ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</w:t>
      </w:r>
      <w:r w:rsidR="00590962">
        <w:rPr>
          <w:rtl/>
          <w:lang w:bidi="fa-IR"/>
        </w:rPr>
        <w:t xml:space="preserve"> منقولشان را پرداخت. گفتن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است که عمر بن‌خطاب،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را از واد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القر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و ت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ماء</w:t>
      </w:r>
      <w:r w:rsidR="00590962">
        <w:rPr>
          <w:rtl/>
          <w:lang w:bidi="fa-IR"/>
        </w:rPr>
        <w:t xml:space="preserve">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رون</w:t>
      </w:r>
      <w:r w:rsidR="00590962">
        <w:rPr>
          <w:rtl/>
          <w:lang w:bidi="fa-IR"/>
        </w:rPr>
        <w:t xml:space="preserve"> نکرد؛ ز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را</w:t>
      </w:r>
      <w:r w:rsidR="00590962">
        <w:rPr>
          <w:rtl/>
          <w:lang w:bidi="fa-IR"/>
        </w:rPr>
        <w:t xml:space="preserve"> به گفته واقد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،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دو منطقه بخش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از سرزم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شام بوده است. و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در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ن‌باره،</w:t>
      </w:r>
      <w:r w:rsidR="00590962">
        <w:rPr>
          <w:rtl/>
          <w:lang w:bidi="fa-IR"/>
        </w:rPr>
        <w:t xml:space="preserve"> چن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نگارد</w:t>
      </w:r>
      <w:r w:rsidR="00590962"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زمان خلافت عمر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مناطق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فدک را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را متعرض نشد؛ چون آن دو منطقه جزء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شام بود و معتقد بود که از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جزء حجاز است و ماورا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از شام محسوب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1A2284">
        <w:rPr>
          <w:rStyle w:val="libFootnotenumChar"/>
          <w:rtl/>
        </w:rPr>
        <w:t>.(1)</w:t>
      </w:r>
    </w:p>
    <w:p w:rsidR="00590962" w:rsidRDefault="00590962" w:rsidP="001A228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عثمان بن‌عفان و [حضرت]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A2284" w:rsidRPr="001A2284">
        <w:rPr>
          <w:rStyle w:val="libAlaemChar"/>
          <w:rFonts w:eastAsiaTheme="minorHAnsi"/>
          <w:rtl/>
        </w:rPr>
        <w:t>عليه‌السلام</w:t>
      </w:r>
      <w:r w:rsidR="001A228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همچنان نقش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محصولات فراوان زراع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خرما و جو در آن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انتقال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خلافت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کوفه، در زمان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بن‌اب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طالب،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امو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۴١-١٣٢ه. ق (۶۶١ -٧۵٠م) ،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در کل، تحولات حجاز،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بازتاب داشت؛ هرچند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توانست از توجه حاکمان امو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پروژه‌ها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حجاز بهره ببرد؛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پروژه‌ها از جمله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سات</w:t>
      </w:r>
      <w:r>
        <w:rPr>
          <w:rtl/>
          <w:lang w:bidi="fa-IR"/>
        </w:rPr>
        <w:t xml:space="preserve">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مانند سد، چشمه و چاه‌ها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دوران عباس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١٣٢ - ۶۵۶ه. ق (٧۵٠ - ١٢۵٨م.)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جنگ‌ها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آغاز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علو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حجاز رخ داد، 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اثرگذار بود؛ اما در دوران 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شاهد</w:t>
      </w:r>
    </w:p>
    <w:p w:rsidR="00590962" w:rsidRPr="001A2284" w:rsidRDefault="001A2284" w:rsidP="001A228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1A2284" w:rsidRDefault="00590962" w:rsidP="001A2284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۵۴٢.</w:t>
      </w:r>
    </w:p>
    <w:p w:rsidR="00590962" w:rsidRDefault="001A2284" w:rsidP="001A228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سقوط عباس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مملوک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۶۴٨-٩٢٣ه. ق (١٢۵٢ - ١۵١٧م.) و پس از آنها عثمان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 حجاز حکمران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1A2284" w:rsidRDefault="001A2284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1A2284">
      <w:pPr>
        <w:pStyle w:val="Heading1"/>
        <w:rPr>
          <w:rtl/>
          <w:lang w:bidi="fa-IR"/>
        </w:rPr>
      </w:pPr>
      <w:bookmarkStart w:id="14" w:name="_Toc524774331"/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دوران سعود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bookmarkEnd w:id="14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پادشاه عثمان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«سلطان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اول» مصر را تصرف کرد، پس از آن در سال ٩٢٣ه. ق (١۵١٧م.) 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مکه، «شر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برکات دوم» ، فرزندش «ابانم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نزد سلطان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و وفادار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حکومت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کرد.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حجاز در قلمرو خلافت عثمان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قرا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تا زمان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حکومت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١١۵٧ه. ق (١٧۴۴م.) ادامه داشت. در دوران «عبدالعز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بن‌محمد بن سعود» و در سال ١٢٠٨ه. ق (١٧٩۴م.)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بن‌مع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توانستند،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به حکومت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ملحق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از نظر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حوزه 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شمر (حائل) بود.</w:t>
      </w:r>
    </w:p>
    <w:p w:rsidR="00590962" w:rsidRDefault="00314753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15" w:name="_Toc524774332"/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خانه‌ها</w:t>
      </w:r>
      <w:r>
        <w:rPr>
          <w:rFonts w:hint="cs"/>
          <w:rtl/>
        </w:rPr>
        <w:t>ی</w:t>
      </w:r>
      <w:r>
        <w:rPr>
          <w:rtl/>
        </w:rPr>
        <w:t xml:space="preserve"> موجود در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15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در سال ١٢٣٣ه. ق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قلمرو حکومت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گرفت</w:t>
      </w:r>
      <w:r>
        <w:rPr>
          <w:rtl/>
          <w:lang w:bidi="fa-IR"/>
        </w:rPr>
        <w:t>. در سال ١٢۶٩ه. ق (١٨۵٣م.) «طلال بن‌عبدالله بن‌رش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، سپاه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تصرف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اعزام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سپاه توانست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مسلط شود؛ اما در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«آل‌رش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ثبات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بهره</w:t>
      </w:r>
      <w:r>
        <w:rPr>
          <w:rtl/>
          <w:lang w:bidi="fa-IR"/>
        </w:rPr>
        <w:t xml:space="preserve"> بود؛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بارها از اشراف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دند؛</w:t>
      </w:r>
      <w:r>
        <w:rPr>
          <w:rtl/>
          <w:lang w:bidi="fa-IR"/>
        </w:rPr>
        <w:t xml:space="preserve"> اشراف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گاه‌گاه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حکومت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رقابت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آل‌رش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اشراف حجاز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تا زمان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حکومت سوم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در سال ١٣١٩ه. ق (١٩٠٢م.) ملک «عبدالعز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عبدالرحمن آل‌سعود»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کپارچه‌ساز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مناطق گوناگون کشور را در دستور ک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قرار داد و توانست در سال١٣۴٠ه. ق (١٩٢١م.) حائل را بازپس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منطقه کوه شمر و مناطق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کپارچه</w:t>
      </w:r>
      <w:r>
        <w:rPr>
          <w:rtl/>
          <w:lang w:bidi="fa-IR"/>
        </w:rPr>
        <w:t xml:space="preserve"> سازد که در دوران حکومت اول سعود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قلمرو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بود.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وارد قلمرو حکومت ملک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 و از نظر ادار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رمجموعه</w:t>
      </w:r>
      <w:r>
        <w:rPr>
          <w:rtl/>
          <w:lang w:bidi="fa-IR"/>
        </w:rPr>
        <w:t xml:space="preserve"> حائل و از جنبه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رمجموعه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سال ١٣٩١ه. ق (١٩٧١م.) به‌طور کامل، جزء حوزه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ابلاغ نظام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31475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‌بند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مناطق عربستان، در دوران «فهد بن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آل‌سعود» ١۴٠٢ - ١۴٢۶ه. ق (١٩٨٢- ٢٠٠۵م.) 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استان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رمجموعه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شد. چهار مرکز «عشاش» ، «صلصله» ، «عُ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نَه»</w:t>
      </w:r>
      <w:r>
        <w:rPr>
          <w:rtl/>
          <w:lang w:bidi="fa-IR"/>
        </w:rPr>
        <w:t xml:space="preserve"> و «عُشَره»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روستاها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همچون «ثمد» ،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ال»</w:t>
      </w:r>
      <w:r>
        <w:rPr>
          <w:rtl/>
          <w:lang w:bidi="fa-IR"/>
        </w:rPr>
        <w:t xml:space="preserve"> ، «رح</w:t>
      </w:r>
      <w:r>
        <w:rPr>
          <w:rFonts w:hint="eastAsia"/>
          <w:rtl/>
          <w:lang w:bidi="fa-IR"/>
        </w:rPr>
        <w:t>بة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، «مضاو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ح»</w:t>
      </w:r>
      <w:r>
        <w:rPr>
          <w:rtl/>
          <w:lang w:bidi="fa-IR"/>
        </w:rPr>
        <w:t xml:space="preserve"> ، «لحن» ، «عق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له»</w:t>
      </w:r>
      <w:r>
        <w:rPr>
          <w:rtl/>
          <w:lang w:bidi="fa-IR"/>
        </w:rPr>
        <w:t xml:space="preserve"> ، «مطاو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«أم‌هش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، «دح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له»</w:t>
      </w:r>
      <w:r>
        <w:rPr>
          <w:rtl/>
          <w:lang w:bidi="fa-IR"/>
        </w:rPr>
        <w:t xml:space="preserve"> ، «زبران» ، </w:t>
      </w:r>
      <w:r>
        <w:rPr>
          <w:rtl/>
          <w:lang w:bidi="fa-IR"/>
        </w:rPr>
        <w:lastRenderedPageBreak/>
        <w:t>«واد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«المنج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«نابع» ، «سمحه» ، «غمره» ، «عرا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، «جرف» و «جدعاء» از توابع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استان هستند.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گستره حکومت سوم سعود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گرفت،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بوده‌اند: «صالح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، «محمد الجربوع» ، «مساعد بن‌خر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مس»</w:t>
      </w:r>
      <w:r>
        <w:rPr>
          <w:rtl/>
          <w:lang w:bidi="fa-IR"/>
        </w:rPr>
        <w:t xml:space="preserve"> ، «سو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الشعلان» ، «حمود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، «عبدالله بن فلاج» ، «عل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، «عبدالرحمن بن عبدالله الحمدان» (از اول ر</w:t>
      </w:r>
      <w:r>
        <w:rPr>
          <w:rFonts w:hint="eastAsia"/>
          <w:rtl/>
          <w:lang w:bidi="fa-IR"/>
        </w:rPr>
        <w:t>جب</w:t>
      </w:r>
      <w:r>
        <w:rPr>
          <w:rtl/>
          <w:lang w:bidi="fa-IR"/>
        </w:rPr>
        <w:t xml:space="preserve"> ١٣٧٩ه. ق، ١٩۵٩م.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محرم ١٣٩۵ه. ق، ١٩٧۵م.) ، «حامد أحمد النوب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(از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محرم ١٣٩۵ه. ق تا اول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١٣٩۶ه. ق) ، «محمد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(اول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١٣٩۶ه. ق تا ٢۶ شعبان ١۴١٨ه. ق) ، «حمزة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(٢۶ شعبان ١۴١٨ه. ق تا اول مح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١۴١٩ه. ق) و «غالب بن سعود المحمد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استاندار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(از اول محرم ١۴١٩ه. ق تاکنون) .</w:t>
      </w:r>
      <w:r w:rsidRPr="00314753">
        <w:rPr>
          <w:rStyle w:val="libFootnotenumChar"/>
          <w:rtl/>
        </w:rPr>
        <w:t>(1)</w:t>
      </w:r>
    </w:p>
    <w:p w:rsidR="00590962" w:rsidRPr="00314753" w:rsidRDefault="00314753" w:rsidP="003147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590962" w:rsidRDefault="00590962" w:rsidP="00314753">
      <w:pPr>
        <w:pStyle w:val="libFootnote0"/>
        <w:rPr>
          <w:rtl/>
          <w:lang w:bidi="fa-IR"/>
        </w:rPr>
      </w:pPr>
      <w:r>
        <w:rPr>
          <w:rtl/>
          <w:lang w:bidi="fa-IR"/>
        </w:rPr>
        <w:t>1- زمان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 به سال ١۴٢٧ه-. ق،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استاندار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عبدالله بن محمد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590962" w:rsidRDefault="00314753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16" w:name="_Toc524774333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در نوشته‌ها</w:t>
      </w:r>
      <w:r>
        <w:rPr>
          <w:rFonts w:hint="cs"/>
          <w:rtl/>
        </w:rPr>
        <w:t>ی</w:t>
      </w:r>
      <w:r>
        <w:rPr>
          <w:rtl/>
        </w:rPr>
        <w:t xml:space="preserve"> جهانگردان</w:t>
      </w:r>
      <w:bookmarkEnd w:id="16"/>
    </w:p>
    <w:p w:rsidR="00590962" w:rsidRDefault="00590962" w:rsidP="0031475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جهانگردان عرب و اروپا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کرده‌اند. درحال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جهانگردان عرب و مسلمان که در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مناطق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کردند،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نکرده‌اند.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مسئله، دوربودن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باشد که از مصر و شام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مکه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[در ادامه،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 جهانگردان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].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17" w:name="_Toc524774334"/>
      <w:r>
        <w:rPr>
          <w:rFonts w:hint="eastAsia"/>
          <w:rtl/>
        </w:rPr>
        <w:t>الف</w:t>
      </w:r>
      <w:r>
        <w:rPr>
          <w:rtl/>
        </w:rPr>
        <w:t>) جهانگردان غرب</w:t>
      </w:r>
      <w:r>
        <w:rPr>
          <w:rFonts w:hint="cs"/>
          <w:rtl/>
        </w:rPr>
        <w:t>ی</w:t>
      </w:r>
      <w:bookmarkEnd w:id="17"/>
    </w:p>
    <w:p w:rsidR="00590962" w:rsidRDefault="00590962" w:rsidP="0031475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کارلو</w:t>
      </w:r>
      <w:r>
        <w:rPr>
          <w:rtl/>
          <w:lang w:bidi="fa-IR"/>
        </w:rPr>
        <w:t xml:space="preserve"> ژرمان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سال ١٢٨١ه. ق (١٨۶۴م.) ،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کرد. در آن زمان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توابع حکومت آل‌رش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31475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شمار</w:t>
      </w:r>
      <w:r>
        <w:rPr>
          <w:rtl/>
          <w:lang w:bidi="fa-IR"/>
        </w:rPr>
        <w:t xml:space="preserve"> ساکنان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به‌طور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٢۵٠٠ نفر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 هفت محله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در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محله‌ها،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هفت‌گانه</w:t>
      </w:r>
      <w:r>
        <w:rPr>
          <w:rtl/>
          <w:lang w:bidi="fa-IR"/>
        </w:rPr>
        <w:t xml:space="preserve"> واقع در کوه پر از آب «حره» واقع شده است.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صخره‌ا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قرار دارد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590962" w:rsidRDefault="00590962" w:rsidP="0031475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چارلز</w:t>
      </w:r>
      <w:r>
        <w:rPr>
          <w:rtl/>
          <w:lang w:bidi="fa-IR"/>
        </w:rPr>
        <w:t xml:space="preserve"> داوت</w:t>
      </w:r>
      <w:r>
        <w:rPr>
          <w:rFonts w:hint="cs"/>
          <w:rtl/>
          <w:lang w:bidi="fa-IR"/>
        </w:rPr>
        <w:t>ی</w:t>
      </w:r>
    </w:p>
    <w:p w:rsidR="00590962" w:rsidRDefault="00590962" w:rsidP="0031475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کاروان‌ها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شام به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آمد.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قعده</w:t>
      </w:r>
      <w:r>
        <w:rPr>
          <w:rtl/>
          <w:lang w:bidi="fa-IR"/>
        </w:rPr>
        <w:t xml:space="preserve"> ١٢٩۴ه. ق (نوامبر ١٨٧٧م.) تا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١٢٩۵ه. ق (مارس ١٨٧٨م.) ، </w:t>
      </w:r>
      <w:r>
        <w:rPr>
          <w:rtl/>
          <w:lang w:bidi="fa-IR"/>
        </w:rPr>
        <w:lastRenderedPageBreak/>
        <w:t>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اقامت کرد. او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بازرگانان آنجا، به نام «محمد النجوم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پاسبان وقت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«عبدالل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السروان» آگاه شد که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شناسنامه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او را بازداشت کرد و موضوع را به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خبر داد تا درباره او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از عبدالله السروان خواست همه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جمله 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بفرستد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وقت حائل، «محمد بن‌عبدالله بن‌رش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١٢٨٩- ١٣١۵ه. ق (١٨٧٣- ١٨٩٧م.) ، همراه داشت.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ورود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 که از دمشق با کاروان حاج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از مدائن صالح آمده و از آنجا به حائل رفته و از محمد بن عبدالله بن‌رش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خواسته است که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داوت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اجازه خواست به سفرش در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ادامه دهد. گفتن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وجود اقامت طولان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مدت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آثار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فقط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مکتوب به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واقع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«حلحل» را ذکر کرده است.</w:t>
      </w:r>
    </w:p>
    <w:p w:rsidR="00314753" w:rsidRDefault="00314753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18" w:name="_Toc524774335"/>
      <w:r>
        <w:rPr>
          <w:rFonts w:hint="eastAsia"/>
          <w:rtl/>
        </w:rPr>
        <w:t>هار</w:t>
      </w:r>
      <w:r>
        <w:rPr>
          <w:rFonts w:hint="cs"/>
          <w:rtl/>
        </w:rPr>
        <w:t>ی</w:t>
      </w:r>
      <w:r>
        <w:rPr>
          <w:rtl/>
        </w:rPr>
        <w:t xml:space="preserve"> سانت جون ف</w:t>
      </w:r>
      <w:r>
        <w:rPr>
          <w:rFonts w:hint="cs"/>
          <w:rtl/>
        </w:rPr>
        <w:t>ی</w:t>
      </w:r>
      <w:r>
        <w:rPr>
          <w:rFonts w:hint="eastAsia"/>
          <w:rtl/>
        </w:rPr>
        <w:t>لپ</w:t>
      </w:r>
      <w:r>
        <w:rPr>
          <w:rFonts w:hint="cs"/>
          <w:rtl/>
        </w:rPr>
        <w:t>ی</w:t>
      </w:r>
      <w:bookmarkEnd w:id="18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جهانگرد، در سال ١٣۶٩ه. ق (١٩۵٠م.)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کرده است. او از نوشته‌ها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چارلز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متأثر بوده است.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سخن خود را درباره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چارلز</w:t>
      </w:r>
      <w:r>
        <w:rPr>
          <w:rtl/>
          <w:lang w:bidi="fa-IR"/>
        </w:rPr>
        <w:t xml:space="preserve"> داوت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هفتاد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رفته و آن را به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کم‌نظ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کرده است.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درخور ننوشته است.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زمان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تاکنون،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که در کوه الحرضه واقع شده است،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آن، صخره‌ها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متروکه و بازالت</w:t>
      </w:r>
      <w:r>
        <w:rPr>
          <w:rFonts w:hint="cs"/>
          <w:rtl/>
          <w:lang w:bidi="fa-IR"/>
        </w:rPr>
        <w:t>ی</w:t>
      </w:r>
      <w:r w:rsidRPr="00314753">
        <w:rPr>
          <w:rStyle w:val="libFootnotenumChar"/>
          <w:rtl/>
        </w:rPr>
        <w:t>(1)</w:t>
      </w:r>
      <w:r>
        <w:rPr>
          <w:rtl/>
          <w:lang w:bidi="fa-IR"/>
        </w:rPr>
        <w:t>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داشت. گمان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صخره‌ها، سنگ‌نگاره‌ها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صخره‌ا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شد.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صخره‌ها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بود. از جمله ما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آثار</w:t>
      </w:r>
    </w:p>
    <w:p w:rsidR="00590962" w:rsidRPr="00314753" w:rsidRDefault="00314753" w:rsidP="0031475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590962" w:rsidRDefault="00590962" w:rsidP="00314753">
      <w:pPr>
        <w:pStyle w:val="libFootnote0"/>
        <w:rPr>
          <w:rtl/>
          <w:lang w:bidi="fa-IR"/>
        </w:rPr>
      </w:pPr>
      <w:r>
        <w:rPr>
          <w:rtl/>
          <w:lang w:bidi="fa-IR"/>
        </w:rPr>
        <w:t>1- لغت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فرانسو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اه‌رنگ</w:t>
      </w:r>
      <w:r>
        <w:rPr>
          <w:rtl/>
          <w:lang w:bidi="fa-IR"/>
        </w:rPr>
        <w:t>.</w:t>
      </w:r>
    </w:p>
    <w:p w:rsidR="00590962" w:rsidRDefault="00314753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متون</w:t>
      </w:r>
      <w:r w:rsidR="00590962">
        <w:rPr>
          <w:rtl/>
          <w:lang w:bidi="fa-IR"/>
        </w:rPr>
        <w:t xml:space="preserve"> ثمود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به‌دست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اور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tl/>
          <w:lang w:bidi="fa-IR"/>
        </w:rPr>
        <w:t xml:space="preserve"> که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شتر</w:t>
      </w:r>
      <w:r w:rsidR="00590962">
        <w:rPr>
          <w:rtl/>
          <w:lang w:bidi="fa-IR"/>
        </w:rPr>
        <w:t xml:space="preserve"> نام شخص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ت‌ها</w:t>
      </w:r>
      <w:r w:rsidR="00590962">
        <w:rPr>
          <w:rFonts w:hint="cs"/>
          <w:rtl/>
          <w:lang w:bidi="fa-IR"/>
        </w:rPr>
        <w:t>یی</w:t>
      </w:r>
      <w:r w:rsidR="00590962">
        <w:rPr>
          <w:rtl/>
          <w:lang w:bidi="fa-IR"/>
        </w:rPr>
        <w:t xml:space="preserve"> بود که به دوران بس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ار</w:t>
      </w:r>
      <w:r w:rsidR="00590962">
        <w:rPr>
          <w:rtl/>
          <w:lang w:bidi="fa-IR"/>
        </w:rPr>
        <w:t xml:space="preserve"> کهن بازم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گشت</w:t>
      </w:r>
      <w:r w:rsidR="00590962">
        <w:rPr>
          <w:rtl/>
          <w:lang w:bidi="fa-IR"/>
        </w:rPr>
        <w:t>. احتمال دارد پد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دآورندگان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نقش‌ها، اول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کسان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باشند که حوزه الحرضه را در اخت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ار</w:t>
      </w:r>
      <w:r w:rsidR="00590962">
        <w:rPr>
          <w:rtl/>
          <w:lang w:bidi="fa-IR"/>
        </w:rPr>
        <w:t xml:space="preserve"> گرفتند و در آن کشت نمودند.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از چارلز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هستند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قهوه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نوشند</w:t>
      </w:r>
      <w:r>
        <w:rPr>
          <w:rtl/>
          <w:lang w:bidi="fa-IR"/>
        </w:rPr>
        <w:t xml:space="preserve">. در گفت‌وگو به دنبال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پاسخ سؤال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سال‌ها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وقت صرف کرده بودم. خوانندگان سفرنامه داوت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مدت اقامت کوتاهش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دو برادر به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</w:t>
      </w:r>
      <w:r>
        <w:rPr>
          <w:rFonts w:hint="eastAsia"/>
          <w:rtl/>
          <w:lang w:bidi="fa-IR"/>
        </w:rPr>
        <w:t>محمد»</w:t>
      </w:r>
      <w:r>
        <w:rPr>
          <w:rtl/>
          <w:lang w:bidi="fa-IR"/>
        </w:rPr>
        <w:t xml:space="preserve"> و «احمد» ، ملقب به «النجوم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بودند. آنان،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داشتند. عصر امروز،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را به من نشان داد.</w:t>
      </w:r>
    </w:p>
    <w:p w:rsidR="00733657" w:rsidRDefault="00590962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اطلاعات درباره خانواده نجوم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پرسش از «عبدالله هند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ادامه داد.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١٣۵٢ه. ق (١٩٣٣م.) ،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آمده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نوادگان محمد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احمد نجوم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زبانان</w:t>
      </w:r>
      <w:r>
        <w:rPr>
          <w:rtl/>
          <w:lang w:bidi="fa-IR"/>
        </w:rPr>
        <w:t xml:space="preserve"> داوت</w:t>
      </w:r>
      <w:r>
        <w:rPr>
          <w:rFonts w:hint="cs"/>
          <w:rtl/>
          <w:lang w:bidi="fa-IR"/>
        </w:rPr>
        <w:t>ی</w:t>
      </w:r>
      <w:r w:rsidR="0073365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ازدواج کرده بود. خاندان نجوم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املاک فراوان و گسترده‌ا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داشتند؛</w:t>
      </w:r>
      <w:r>
        <w:rPr>
          <w:rtl/>
          <w:lang w:bidi="fa-IR"/>
        </w:rPr>
        <w:t xml:space="preserve">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وصف همسر عبدالله هند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را وارث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لقب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590962" w:rsidRDefault="00733657" w:rsidP="007336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19" w:name="_Toc524774336"/>
      <w:r>
        <w:rPr>
          <w:rFonts w:hint="eastAsia"/>
          <w:rtl/>
        </w:rPr>
        <w:t>ب</w:t>
      </w:r>
      <w:r>
        <w:rPr>
          <w:rtl/>
        </w:rPr>
        <w:t>) جهانگردان عرب</w:t>
      </w:r>
      <w:bookmarkEnd w:id="19"/>
    </w:p>
    <w:p w:rsidR="00733657" w:rsidRDefault="00733657" w:rsidP="00590962">
      <w:pPr>
        <w:pStyle w:val="libNormal"/>
        <w:rPr>
          <w:rFonts w:hint="cs"/>
          <w:rtl/>
          <w:lang w:bidi="fa-IR"/>
        </w:rPr>
      </w:pPr>
    </w:p>
    <w:p w:rsidR="00590962" w:rsidRDefault="00590962" w:rsidP="0073365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عاتق</w:t>
      </w:r>
      <w:r>
        <w:rPr>
          <w:rtl/>
          <w:lang w:bidi="fa-IR"/>
        </w:rPr>
        <w:t xml:space="preserve"> بن‌غ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بلاد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١٣٧۶ه. ق (١٩۵۶م.) 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کرده و در کتاب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با نام «رحلات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بلاد العرب» ، سفرش را ذکر کرده است. سپس او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نام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ذات الحصون و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النخ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نگارد</w:t>
      </w:r>
      <w:r>
        <w:rPr>
          <w:rtl/>
          <w:lang w:bidi="fa-IR"/>
        </w:rPr>
        <w:t xml:space="preserve"> که در سال ١۴٢۴ه. ق (٢٠٠٣م.) منتشر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منطقه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توابع حوزه حجاز است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آب فراوان، منابع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وندش</w:t>
      </w:r>
      <w:r>
        <w:rPr>
          <w:rtl/>
          <w:lang w:bidi="fa-IR"/>
        </w:rPr>
        <w:t xml:space="preserve"> با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اسلام،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رباز</w:t>
      </w:r>
      <w:r>
        <w:rPr>
          <w:rtl/>
          <w:lang w:bidi="fa-IR"/>
        </w:rPr>
        <w:t xml:space="preserve"> تاکنون،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و دارد. اما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راه‌ها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بهره‌برداران از منابع آن سودمند افتاد. [به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]،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گمنام شد. مورخان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سبب گمنام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در دوره‌ها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دوربودن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کاروان‌ها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590962" w:rsidRDefault="00590962" w:rsidP="0073365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عبدالقدوس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جهانگرد عرب، در جماد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١٣٨٢ه. ق (١٩۶٢م.) 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الآثار» ،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را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شرح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از کتاب او،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دژ قموص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590962" w:rsidRDefault="00590962" w:rsidP="00733657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 که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ده‌شده</w:t>
      </w:r>
      <w:r>
        <w:rPr>
          <w:rtl/>
          <w:lang w:bidi="fa-IR"/>
        </w:rPr>
        <w:t xml:space="preserve"> و بدون به کاربردن ملاط و ساروج بنا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. . 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ملاط با گذشت زمان </w:t>
      </w:r>
      <w:r>
        <w:rPr>
          <w:rtl/>
          <w:lang w:bidi="fa-IR"/>
        </w:rPr>
        <w:lastRenderedPageBreak/>
        <w:t>فرسوده [م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] و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زد؛</w:t>
      </w:r>
      <w:r>
        <w:rPr>
          <w:rtl/>
          <w:lang w:bidi="fa-IR"/>
        </w:rPr>
        <w:t xml:space="preserve">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سنگ‌ها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نگه دارد. اما در صورت نبود ملاط،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سنگ‌ها را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دراز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همان شکل حفظ کرد.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آنکه</w:t>
      </w:r>
      <w:r>
        <w:rPr>
          <w:rtl/>
          <w:lang w:bidi="fa-IR"/>
        </w:rPr>
        <w:t xml:space="preserve"> سنگ‌ها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جابه‌جا شوند. . . .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مقرّ حکومت شده است. شکل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گمان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ساختمان </w:t>
      </w:r>
      <w:r>
        <w:rPr>
          <w:rFonts w:hint="eastAsia"/>
          <w:rtl/>
          <w:lang w:bidi="fa-IR"/>
        </w:rPr>
        <w:t>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همان قسمت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بخش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آن، در زمان‌ها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ساخته شده و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خشت‌ها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سنگ‌ها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باشند. به ظاهر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بودن،</w:t>
      </w:r>
      <w:r>
        <w:rPr>
          <w:rtl/>
          <w:lang w:bidi="fa-IR"/>
        </w:rPr>
        <w:t xml:space="preserve"> دچار فرسا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شده است. دژ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ادشده،</w:t>
      </w:r>
      <w:r>
        <w:rPr>
          <w:rtl/>
          <w:lang w:bidi="fa-IR"/>
        </w:rPr>
        <w:t xml:space="preserve"> 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مشرف است.</w:t>
      </w:r>
    </w:p>
    <w:p w:rsidR="00590962" w:rsidRDefault="00590962" w:rsidP="00733657">
      <w:pPr>
        <w:pStyle w:val="libBold1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الجاسر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حمد</w:t>
      </w:r>
      <w:r>
        <w:rPr>
          <w:rtl/>
          <w:lang w:bidi="fa-IR"/>
        </w:rPr>
        <w:t xml:space="preserve"> الجاسر،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جهانگردان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کرده است. او در محرم ١٣٨٨ه. ق (آور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١٩۶٨م.) 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سفر، و در کتابش به نام «ف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غرب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ة»</w:t>
      </w:r>
      <w:r>
        <w:rPr>
          <w:rtl/>
          <w:lang w:bidi="fa-IR"/>
        </w:rPr>
        <w:t xml:space="preserve"> ، مشاهدات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بازگو کرد. او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دژ قموص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آثار شهر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برجسته‌تر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آنها، کوه «أبورقبه» است که در شمال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است. پس از آن، کوه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جنوب شهر واقع شده که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کاخ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مشرف بر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کاخ، مقر حکومت بوده است که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رپا</w:t>
      </w:r>
      <w:r>
        <w:rPr>
          <w:rtl/>
          <w:lang w:bidi="fa-IR"/>
        </w:rPr>
        <w:t xml:space="preserve"> شده است. در وسط آن 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صخره‌ها،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حفر شده است.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که اکنون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فرو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کرد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عبور چارپا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بوده است. اتاق‌ها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کاخ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فراوان است.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شوند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اماکن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پابرجا </w:t>
      </w:r>
      <w:r>
        <w:rPr>
          <w:rtl/>
          <w:lang w:bidi="fa-IR"/>
        </w:rPr>
        <w:lastRenderedPageBreak/>
        <w:t>هستند؛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گذاشته‌اند.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تا پنج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ورود 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مقر حکومت بوده است. </w:t>
      </w:r>
    </w:p>
    <w:p w:rsidR="00590962" w:rsidRDefault="00733657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0" w:name="_Toc524774337"/>
      <w:r>
        <w:rPr>
          <w:rFonts w:hint="eastAsia"/>
          <w:rtl/>
        </w:rPr>
        <w:t>اماکن</w:t>
      </w:r>
      <w:r>
        <w:rPr>
          <w:rtl/>
        </w:rPr>
        <w:t xml:space="preserve"> باستان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bookmarkEnd w:id="20"/>
    </w:p>
    <w:p w:rsidR="00733657" w:rsidRDefault="00733657" w:rsidP="00590962">
      <w:pPr>
        <w:pStyle w:val="libNormal"/>
        <w:rPr>
          <w:rFonts w:hint="cs"/>
          <w:rtl/>
          <w:lang w:bidi="fa-IR"/>
        </w:rPr>
      </w:pPr>
    </w:p>
    <w:p w:rsidR="00590962" w:rsidRDefault="00590962" w:rsidP="0073365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رالنب</w:t>
      </w:r>
      <w:r>
        <w:rPr>
          <w:rFonts w:hint="cs"/>
          <w:rtl/>
          <w:lang w:bidi="fa-IR"/>
        </w:rPr>
        <w:t>ی</w:t>
      </w:r>
    </w:p>
    <w:p w:rsidR="00590962" w:rsidRDefault="00590962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در سمت جنوب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در منطقه صهباء واقع شده است و همان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سپاه مسلمانان،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آنجا اردو زدند. آنجا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،آن را بنا کرد.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به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منزله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آنجا منطقه‌ا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مسجد خود قرار داد و نافله آخر شب را گزارد.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هنگام، ناقه آن حضرت برخاست و به راه افتاد و لگامش را از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آهنگ رفتن به‌سو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«آن را آزاد 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مأم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است» .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وان،</w:t>
      </w:r>
      <w:r>
        <w:rPr>
          <w:rtl/>
          <w:lang w:bidi="fa-IR"/>
        </w:rPr>
        <w:t xml:space="preserve"> کنار صخره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 زد.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به آنجا رفت و دستور داد بار و بنه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 آنجا بگذارند، و به مردم هم دستور فرمود که به آنجا کوچ کنند. در آنجا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ساختند که تا امروز هم آنجا مسجد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</w:t>
      </w:r>
      <w:r w:rsidRPr="00733657">
        <w:rPr>
          <w:rStyle w:val="libFootnotenumChar"/>
          <w:rtl/>
        </w:rPr>
        <w:t>(1)</w:t>
      </w:r>
    </w:p>
    <w:p w:rsidR="00590962" w:rsidRPr="00733657" w:rsidRDefault="00733657" w:rsidP="0073365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590962" w:rsidRDefault="00590962" w:rsidP="00733657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ص۴٨٩.</w:t>
      </w:r>
    </w:p>
    <w:p w:rsidR="00590962" w:rsidRDefault="00733657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از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گزارش تار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خ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نت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جه</w:t>
      </w:r>
      <w:r w:rsidR="00590962">
        <w:rPr>
          <w:rtl/>
          <w:lang w:bidi="fa-IR"/>
        </w:rPr>
        <w:t xml:space="preserve">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tl/>
          <w:lang w:bidi="fa-IR"/>
        </w:rPr>
        <w:t xml:space="preserve"> که آن حضرت، در نقطه‌ا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که امروزه به قص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رالنب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شهرت دارد، مسجد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بنا کرده است.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مسجد تا دوران واقد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١٣٠ - ٢٠٩ه. ق (٧۴٨ - ٨٢۴م.) پا برجا بوده است.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مکان نزول رسول خدا</w:t>
      </w:r>
      <w:r w:rsidR="00733657" w:rsidRPr="00733657">
        <w:rPr>
          <w:rFonts w:ascii="Traditional Arabic" w:eastAsiaTheme="minorHAnsi" w:hAnsi="Traditional Arabic" w:cs="Traditional Arabic"/>
          <w:rtl/>
        </w:rPr>
        <w:t xml:space="preserve"> </w:t>
      </w:r>
      <w:r w:rsidR="00733657" w:rsidRPr="00733657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در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ساخته شده بود.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در سال ١٣٩۶ه. 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آمد. او در سفرنامه‌اش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نقطه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 «در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نشانگر نقطه‌ا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توقف داشته است»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عبدالقدوس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ن‌باره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سمت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ما گفته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شده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نبرد انجام شده است. ما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مکان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مسجد،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سنگ‌چ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590962" w:rsidRDefault="00733657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73365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دژها</w:t>
      </w:r>
    </w:p>
    <w:p w:rsidR="00590962" w:rsidRDefault="00590962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وجود داشته است. مورخان و جغراف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دانان،</w:t>
      </w:r>
      <w:r>
        <w:rPr>
          <w:rtl/>
          <w:lang w:bidi="fa-IR"/>
        </w:rPr>
        <w:t xml:space="preserve"> در نام دژها و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اختلاف نظر دارند. هنگام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به دست مبارک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هشت دژ وجود داشته که سه دژ در منطقه نطا</w:t>
      </w:r>
      <w:r w:rsidR="00733657">
        <w:rPr>
          <w:rFonts w:hint="cs"/>
          <w:rtl/>
          <w:lang w:bidi="fa-IR"/>
        </w:rPr>
        <w:t xml:space="preserve">ه </w:t>
      </w:r>
      <w:r>
        <w:rPr>
          <w:rtl/>
          <w:lang w:bidi="fa-IR"/>
        </w:rPr>
        <w:t>به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ناعم، صعب بن‌معاذ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بوده است.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نزار، در الشق است.</w:t>
      </w:r>
    </w:p>
    <w:p w:rsidR="00590962" w:rsidRDefault="00590962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نطا</w:t>
      </w:r>
      <w:r w:rsidR="00733657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و الشق، بخش اول شهر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>. در بخش دوم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بوده است که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قموص،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سلالم بودند.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ابن‌ق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از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سروده که در آن نام الشق، </w:t>
      </w:r>
    </w:p>
    <w:p w:rsidR="00733657" w:rsidRDefault="00733657" w:rsidP="0073365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نطاة</w:t>
      </w:r>
      <w:r>
        <w:rPr>
          <w:rtl/>
          <w:lang w:bidi="fa-IR"/>
        </w:rPr>
        <w:t xml:space="preserve"> و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17"/>
        <w:gridCol w:w="240"/>
        <w:gridCol w:w="28"/>
        <w:gridCol w:w="3293"/>
      </w:tblGrid>
      <w:tr w:rsidR="00733657" w:rsidTr="00D67ACD">
        <w:trPr>
          <w:trHeight w:val="350"/>
        </w:trPr>
        <w:tc>
          <w:tcPr>
            <w:tcW w:w="3361" w:type="dxa"/>
            <w:gridSpan w:val="2"/>
            <w:shd w:val="clear" w:color="auto" w:fill="auto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نطاة من الرسول بف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لق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733657" w:rsidRDefault="00733657" w:rsidP="0023162C">
            <w:pPr>
              <w:pStyle w:val="libPoem"/>
              <w:rPr>
                <w:rtl/>
              </w:rPr>
            </w:pPr>
          </w:p>
        </w:tc>
        <w:tc>
          <w:tcPr>
            <w:tcW w:w="3293" w:type="dxa"/>
            <w:shd w:val="clear" w:color="auto" w:fill="auto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شهباء</w:t>
            </w:r>
            <w:r>
              <w:rPr>
                <w:rtl/>
                <w:lang w:bidi="fa-IR"/>
              </w:rPr>
              <w:t xml:space="preserve"> ذات مناکب و فقار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657" w:rsidTr="00D67ACD">
        <w:trPr>
          <w:trHeight w:val="350"/>
        </w:trPr>
        <w:tc>
          <w:tcPr>
            <w:tcW w:w="3361" w:type="dxa"/>
            <w:gridSpan w:val="2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قنت</w:t>
            </w:r>
            <w:r>
              <w:rPr>
                <w:rtl/>
                <w:lang w:bidi="fa-IR"/>
              </w:rPr>
              <w:t xml:space="preserve"> بالذل لما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عت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733657" w:rsidRDefault="00733657" w:rsidP="0023162C">
            <w:pPr>
              <w:pStyle w:val="libPoem"/>
              <w:rPr>
                <w:rtl/>
              </w:rPr>
            </w:pPr>
          </w:p>
        </w:tc>
        <w:tc>
          <w:tcPr>
            <w:tcW w:w="3293" w:type="dxa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ورجال</w:t>
            </w:r>
            <w:r>
              <w:rPr>
                <w:rtl/>
                <w:lang w:bidi="fa-IR"/>
              </w:rPr>
              <w:t xml:space="preserve"> أسلم وسطها وغفار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657" w:rsidTr="00D67ACD">
        <w:trPr>
          <w:trHeight w:val="350"/>
        </w:trPr>
        <w:tc>
          <w:tcPr>
            <w:tcW w:w="3361" w:type="dxa"/>
            <w:gridSpan w:val="2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صحبت</w:t>
            </w:r>
            <w:r>
              <w:rPr>
                <w:rtl/>
                <w:lang w:bidi="fa-IR"/>
              </w:rPr>
              <w:t xml:space="preserve"> بن</w:t>
            </w:r>
            <w:r>
              <w:rPr>
                <w:rFonts w:hint="cs"/>
                <w:rtl/>
                <w:lang w:bidi="fa-IR"/>
              </w:rPr>
              <w:t>ی‌</w:t>
            </w:r>
            <w:r>
              <w:rPr>
                <w:rFonts w:hint="eastAsia"/>
                <w:rtl/>
                <w:lang w:bidi="fa-IR"/>
              </w:rPr>
              <w:t>عمرو</w:t>
            </w:r>
            <w:r>
              <w:rPr>
                <w:rtl/>
                <w:lang w:bidi="fa-IR"/>
              </w:rPr>
              <w:t xml:space="preserve"> بن‌زرعة غدوة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733657" w:rsidRDefault="00733657" w:rsidP="0023162C">
            <w:pPr>
              <w:pStyle w:val="libPoem"/>
              <w:rPr>
                <w:rtl/>
              </w:rPr>
            </w:pPr>
          </w:p>
        </w:tc>
        <w:tc>
          <w:tcPr>
            <w:tcW w:w="3293" w:type="dxa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والشق</w:t>
            </w:r>
            <w:r>
              <w:rPr>
                <w:rtl/>
                <w:lang w:bidi="fa-IR"/>
              </w:rPr>
              <w:t xml:space="preserve"> أظلم أهله بنهار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657" w:rsidTr="00D67ACD">
        <w:trPr>
          <w:trHeight w:val="350"/>
        </w:trPr>
        <w:tc>
          <w:tcPr>
            <w:tcW w:w="3361" w:type="dxa"/>
            <w:gridSpan w:val="2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ولکل</w:t>
            </w:r>
            <w:r>
              <w:rPr>
                <w:rtl/>
                <w:lang w:bidi="fa-IR"/>
              </w:rPr>
              <w:t xml:space="preserve"> حصن شاغل من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لهم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733657" w:rsidRDefault="00733657" w:rsidP="0023162C">
            <w:pPr>
              <w:pStyle w:val="libPoem"/>
              <w:rPr>
                <w:rtl/>
              </w:rPr>
            </w:pPr>
          </w:p>
        </w:tc>
        <w:tc>
          <w:tcPr>
            <w:tcW w:w="3293" w:type="dxa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عبد أشهل أو بن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النجار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3657" w:rsidTr="00D67ACD">
        <w:trPr>
          <w:trHeight w:val="350"/>
        </w:trPr>
        <w:tc>
          <w:tcPr>
            <w:tcW w:w="3361" w:type="dxa"/>
            <w:gridSpan w:val="2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ومهاجر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قد أعلموا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ماهم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733657" w:rsidRDefault="00733657" w:rsidP="0023162C">
            <w:pPr>
              <w:pStyle w:val="libPoem"/>
              <w:rPr>
                <w:rtl/>
              </w:rPr>
            </w:pPr>
          </w:p>
        </w:tc>
        <w:tc>
          <w:tcPr>
            <w:tcW w:w="3293" w:type="dxa"/>
          </w:tcPr>
          <w:p w:rsidR="00733657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فوق</w:t>
            </w:r>
            <w:r>
              <w:rPr>
                <w:rtl/>
                <w:lang w:bidi="fa-IR"/>
              </w:rPr>
              <w:t xml:space="preserve"> المغافر لم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نوالفرار</w:t>
            </w:r>
            <w:r w:rsidR="00733657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ACD" w:rsidTr="00D67ACD">
        <w:trPr>
          <w:trHeight w:val="350"/>
        </w:trPr>
        <w:tc>
          <w:tcPr>
            <w:tcW w:w="3344" w:type="dxa"/>
            <w:shd w:val="clear" w:color="auto" w:fill="auto"/>
          </w:tcPr>
          <w:p w:rsidR="00D67ACD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ولقد</w:t>
            </w:r>
            <w:r>
              <w:rPr>
                <w:rtl/>
                <w:lang w:bidi="fa-IR"/>
              </w:rPr>
              <w:t xml:space="preserve"> علمت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غلبن</w:t>
            </w:r>
            <w:r>
              <w:rPr>
                <w:rtl/>
                <w:lang w:bidi="fa-IR"/>
              </w:rPr>
              <w:t xml:space="preserve"> محمد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D67ACD" w:rsidRDefault="00D67ACD" w:rsidP="0023162C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gridSpan w:val="2"/>
            <w:shd w:val="clear" w:color="auto" w:fill="auto"/>
          </w:tcPr>
          <w:p w:rsidR="00D67ACD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بها إل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أصفار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7ACD" w:rsidTr="00D67ACD">
        <w:tblPrEx>
          <w:tblLook w:val="04A0"/>
        </w:tblPrEx>
        <w:trPr>
          <w:trHeight w:val="350"/>
        </w:trPr>
        <w:tc>
          <w:tcPr>
            <w:tcW w:w="3344" w:type="dxa"/>
          </w:tcPr>
          <w:p w:rsidR="00D67ACD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فرت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هود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وم</w:t>
            </w:r>
            <w:r>
              <w:rPr>
                <w:rtl/>
                <w:lang w:bidi="fa-IR"/>
              </w:rPr>
              <w:t xml:space="preserve"> ذلک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الوغ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</w:tcPr>
          <w:p w:rsidR="00D67ACD" w:rsidRDefault="00D67ACD" w:rsidP="0023162C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gridSpan w:val="2"/>
          </w:tcPr>
          <w:p w:rsidR="00D67ACD" w:rsidRDefault="00D67ACD" w:rsidP="0023162C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تحت</w:t>
            </w:r>
            <w:r>
              <w:rPr>
                <w:rtl/>
                <w:lang w:bidi="fa-IR"/>
              </w:rPr>
              <w:t xml:space="preserve"> العجاج غمائم الأبصار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7ACD" w:rsidRDefault="00D67ACD" w:rsidP="00590962">
      <w:pPr>
        <w:pStyle w:val="libNormal"/>
        <w:rPr>
          <w:rtl/>
          <w:lang w:bidi="fa-IR"/>
        </w:rPr>
      </w:pPr>
    </w:p>
    <w:p w:rsidR="00590962" w:rsidRDefault="00D67AC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 w:rsidRPr="00D67ACD">
        <w:rPr>
          <w:rStyle w:val="libFootnotenumChar"/>
          <w:rtl/>
        </w:rPr>
        <w:lastRenderedPageBreak/>
        <w:t xml:space="preserve">(1) </w:t>
      </w:r>
      <w:r w:rsidR="00590962">
        <w:rPr>
          <w:rtl/>
          <w:lang w:bidi="fa-IR"/>
        </w:rPr>
        <w:t>[در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نجا،</w:t>
      </w:r>
      <w:r w:rsidR="00590962">
        <w:rPr>
          <w:rtl/>
          <w:lang w:bidi="fa-IR"/>
        </w:rPr>
        <w:t xml:space="preserve"> به معرف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کوتاه دژها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پرداز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tl/>
          <w:lang w:bidi="fa-IR"/>
        </w:rPr>
        <w:t>:]</w:t>
      </w:r>
    </w:p>
    <w:p w:rsidR="00D67ACD" w:rsidRDefault="00D67ACD" w:rsidP="00590962">
      <w:pPr>
        <w:pStyle w:val="libNormal"/>
        <w:rPr>
          <w:rFonts w:hint="cs"/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21" w:name="_Toc524774338"/>
      <w:r>
        <w:rPr>
          <w:rFonts w:hint="eastAsia"/>
          <w:rtl/>
        </w:rPr>
        <w:t>دژ</w:t>
      </w:r>
      <w:r>
        <w:rPr>
          <w:rtl/>
        </w:rPr>
        <w:t xml:space="preserve"> قموص (مرحب)</w:t>
      </w:r>
      <w:bookmarkEnd w:id="21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دژ، در منابع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«قموص» و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«غموص» ذکر شده است؛ اما نام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ج،</w:t>
      </w:r>
      <w:r>
        <w:rPr>
          <w:rtl/>
          <w:lang w:bidi="fa-IR"/>
        </w:rPr>
        <w:t xml:space="preserve"> همان قموص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دژ، متعلق به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ق»</w:t>
      </w:r>
      <w:r>
        <w:rPr>
          <w:rtl/>
          <w:lang w:bidi="fa-IR"/>
        </w:rPr>
        <w:t xml:space="preserve"> بوده و در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واقع شده است.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را «دژ 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به»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ده‌اند</w:t>
      </w:r>
      <w:r>
        <w:rPr>
          <w:rtl/>
          <w:lang w:bidi="fa-IR"/>
        </w:rPr>
        <w:t>. دژ قموص،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قله کوه </w:t>
      </w:r>
      <w:r>
        <w:rPr>
          <w:rFonts w:hint="eastAsia"/>
          <w:rtl/>
          <w:lang w:bidi="fa-IR"/>
        </w:rPr>
        <w:t>قموص</w:t>
      </w:r>
      <w:r>
        <w:rPr>
          <w:rtl/>
          <w:lang w:bidi="fa-IR"/>
        </w:rPr>
        <w:t xml:space="preserve"> قرار گرفته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از مستحکم‌تر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بوده</w:t>
      </w:r>
    </w:p>
    <w:p w:rsidR="00590962" w:rsidRPr="00D67ACD" w:rsidRDefault="00D67ACD" w:rsidP="00D67AC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90962" w:rsidRDefault="00590962" w:rsidP="00D67ACD">
      <w:pPr>
        <w:pStyle w:val="libFootnote0"/>
        <w:rPr>
          <w:rtl/>
          <w:lang w:bidi="fa-IR"/>
        </w:rPr>
      </w:pPr>
      <w:r>
        <w:rPr>
          <w:rtl/>
          <w:lang w:bidi="fa-IR"/>
        </w:rPr>
        <w:t>1-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لشکر را به نطا</w:t>
      </w:r>
      <w:r w:rsidR="00D67A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اعزام کرد،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حاصلخ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اسلم»</w:t>
      </w:r>
      <w:r>
        <w:rPr>
          <w:rtl/>
          <w:lang w:bidi="fa-IR"/>
        </w:rPr>
        <w:t xml:space="preserve"> ، «غفار» و «سط»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شدند، به‌خوار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حاصل شد.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عمرو</w:t>
      </w:r>
      <w:r>
        <w:rPr>
          <w:rtl/>
          <w:lang w:bidi="fa-IR"/>
        </w:rPr>
        <w:t xml:space="preserve"> بن‌زرعه»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پا به فرار گذاشتند.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منطقه شق در روز روشن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شد. به‌سبب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ذلت .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پر از سپاه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«عبداشهل»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نجار»</w:t>
      </w:r>
      <w:r>
        <w:rPr>
          <w:rtl/>
          <w:lang w:bidi="fa-IR"/>
        </w:rPr>
        <w:t xml:space="preserve"> بود. مهاجران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را آشکار کردند و پا به فرار نگذاشتند. دانستم که حضرت محمد٩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اصفار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آن روز توانستند از گرد و غبار برخاسته در جنگ، از </w:t>
      </w:r>
      <w:r>
        <w:rPr>
          <w:rFonts w:hint="eastAsia"/>
          <w:rtl/>
          <w:lang w:bidi="fa-IR"/>
        </w:rPr>
        <w:t>کارزار</w:t>
      </w:r>
      <w:r>
        <w:rPr>
          <w:rtl/>
          <w:lang w:bidi="fa-IR"/>
        </w:rPr>
        <w:t xml:space="preserve">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p w:rsidR="00590962" w:rsidRDefault="00D67AC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تنها دژ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 به امروز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و پابرجاست.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به دژ مرحب شهرت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22" w:name="_Toc524774339"/>
      <w:r>
        <w:rPr>
          <w:rFonts w:hint="eastAsia"/>
          <w:rtl/>
        </w:rPr>
        <w:t>دژ</w:t>
      </w:r>
      <w:r>
        <w:rPr>
          <w:rtl/>
        </w:rPr>
        <w:t xml:space="preserve"> قموص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مرحب</w:t>
      </w:r>
      <w:bookmarkEnd w:id="22"/>
    </w:p>
    <w:p w:rsidR="00590962" w:rsidRDefault="00590962" w:rsidP="00D67A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پِ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دژ، از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تنومندِ به‌هم فشرده‌استفاده شده است؛ اما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خشت بنا شده‌اند. 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در آن برج‌ها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بود.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پاگردها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داشته که امکان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دژبان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است. ارتباط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رون،</w:t>
      </w:r>
      <w:r>
        <w:rPr>
          <w:rtl/>
          <w:lang w:bidi="fa-IR"/>
        </w:rPr>
        <w:t xml:space="preserve"> به‌وس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گذرگاه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تا دروازه دژ، به‌صورت پلکان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ن‌باره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«درِ دژ، از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طول چهار ذراع، عرض دو ذراع و ضخامت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بوده است» . مقابل دروازه، چا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شده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از برج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از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دروازه دژ، گذرگاه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 که به دو بخش وصل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</w:t>
      </w:r>
    </w:p>
    <w:p w:rsidR="00590962" w:rsidRDefault="00590962" w:rsidP="00D67ACD">
      <w:pPr>
        <w:pStyle w:val="libFootnote0"/>
        <w:rPr>
          <w:rtl/>
          <w:lang w:bidi="fa-IR"/>
        </w:rPr>
      </w:pPr>
      <w:r>
        <w:rPr>
          <w:rtl/>
          <w:lang w:bidi="fa-IR"/>
        </w:rPr>
        <w:t>١</w:t>
      </w:r>
      <w:r w:rsidR="00D67AC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در سمت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که در آن خانه‌ها و اتاق‌ها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بخش، دو طبقه‌است با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شده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گِل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شده. در سال ١٢٩٢ه. ق (١٨٧۵م.)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قلمرو عثمان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دستخوش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590962" w:rsidRDefault="00590962" w:rsidP="00D67ACD">
      <w:pPr>
        <w:pStyle w:val="libFootnote0"/>
        <w:rPr>
          <w:rtl/>
          <w:lang w:bidi="fa-IR"/>
        </w:rPr>
      </w:pPr>
      <w:r>
        <w:rPr>
          <w:rtl/>
          <w:lang w:bidi="fa-IR"/>
        </w:rPr>
        <w:t>٢. بخش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که شامل صحن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است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 چند اتاق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590962" w:rsidRDefault="00D67AC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در</w:t>
      </w:r>
      <w:r w:rsidR="00590962">
        <w:rPr>
          <w:rtl/>
          <w:lang w:bidi="fa-IR"/>
        </w:rPr>
        <w:t xml:space="preserve">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دژ، ظروف سفال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بس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کشف شده که متعلق به دوران عباس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ها</w:t>
      </w:r>
      <w:r w:rsidR="00590962">
        <w:rPr>
          <w:rtl/>
          <w:lang w:bidi="fa-IR"/>
        </w:rPr>
        <w:t xml:space="preserve"> و عثمان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هاست</w:t>
      </w:r>
      <w:r w:rsidR="00590962">
        <w:rPr>
          <w:rtl/>
          <w:lang w:bidi="fa-IR"/>
        </w:rPr>
        <w:t xml:space="preserve"> و نشانگر بهره‌بردار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از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دژ، در آن دوران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دژ، زمان سعود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مرمت و از سال ١٣۴٩ه. ق (١٩٣٠م.) ، مرکز 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شد. زمان ساخت آن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کرد؛ اما احتمال دارد به قرن پنجم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دوران غسان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برگردد.</w:t>
      </w:r>
    </w:p>
    <w:p w:rsidR="00D67ACD" w:rsidRDefault="00D67ACD" w:rsidP="00590962">
      <w:pPr>
        <w:pStyle w:val="libNormal"/>
        <w:rPr>
          <w:rFonts w:hint="cs"/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23" w:name="_Toc524774340"/>
      <w:r>
        <w:rPr>
          <w:rFonts w:hint="eastAsia"/>
          <w:rtl/>
        </w:rPr>
        <w:t>دژ</w:t>
      </w:r>
      <w:r>
        <w:rPr>
          <w:rtl/>
        </w:rPr>
        <w:t xml:space="preserve"> ناعم</w:t>
      </w:r>
      <w:bookmarkEnd w:id="23"/>
    </w:p>
    <w:p w:rsidR="00590962" w:rsidRDefault="00590962" w:rsidP="00D67A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دژ، همنام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 و چون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نطا</w:t>
      </w:r>
      <w:r w:rsidR="00D67A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است، به آن، دژ نطا</w:t>
      </w:r>
      <w:r w:rsidR="00D67A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خود نوشته است: «دژها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ناعم چند عدد است» . در گذشته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بزرگ و گسترده بوده؛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هزاران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کارگر</w:t>
      </w:r>
      <w:r>
        <w:rPr>
          <w:rtl/>
          <w:lang w:bidi="fa-IR"/>
        </w:rPr>
        <w:t xml:space="preserve"> را داشته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آن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مرطوب و نمناک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تجمع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کارگران</w:t>
      </w:r>
      <w:r>
        <w:rPr>
          <w:rtl/>
          <w:lang w:bidi="fa-IR"/>
        </w:rPr>
        <w:t xml:space="preserve"> دشمن و محاصره دژ را ناممکن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هنگام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شهسواران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حضور داشتند و در نبردها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سلطه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صورت گرفت،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کشته شدند. مرحب،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 و عامر از جمله آنان بودند. دژ ناعم از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مسلمانان بر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شدند.</w:t>
      </w:r>
    </w:p>
    <w:p w:rsidR="00590962" w:rsidRDefault="00D67AC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4" w:name="_Toc524774341"/>
      <w:r>
        <w:rPr>
          <w:rFonts w:hint="eastAsia"/>
          <w:rtl/>
        </w:rPr>
        <w:t>دژ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4"/>
    </w:p>
    <w:p w:rsidR="00590962" w:rsidRDefault="00590962" w:rsidP="00D67AC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مرحب،</w:t>
      </w:r>
      <w:r>
        <w:rPr>
          <w:rtl/>
          <w:lang w:bidi="fa-IR"/>
        </w:rPr>
        <w:t xml:space="preserve"> در دژ ناعم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«ع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بن‌حصن» بود.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صدد بود تا «سعد بن‌عباده» را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کند تا توانمند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را به او نشان دهد؛ اما مرحب،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مخالفت کرد؛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سعد بن‌عباده، از دژ و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آن آگاه شود. او به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گفت: «سعد را به دژ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او، از منافذ و نقاط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دژ آگاه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فهمد</w:t>
      </w:r>
      <w:r>
        <w:rPr>
          <w:rtl/>
          <w:lang w:bidi="fa-IR"/>
        </w:rPr>
        <w:t xml:space="preserve"> از چه نقاط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وارد دژ شد» 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 w:rsidR="00D67ACD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دژ، با سعد بن‌عباده گفت‌وگو کرد. سعد بن‌عباده، [از جانب رسول خدا] به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نکند،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به مدت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سال، از آن او خواهد شد؛ اما او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سعد بن‌عباده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آمد، عرض کرد: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خداوند، وعده خود را نسبت به تو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آشکار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خواهد کرد.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عرب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خرما هم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آن‌گاه که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بر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[و برآنان مسلط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به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خواهد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خت؛</w:t>
      </w:r>
      <w:r>
        <w:rPr>
          <w:rtl/>
          <w:lang w:bidi="fa-IR"/>
        </w:rPr>
        <w:t xml:space="preserve"> همچنان‌که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جنگ خندق عمل کرد.</w:t>
      </w:r>
      <w:r w:rsidRPr="00D67ACD">
        <w:rPr>
          <w:rStyle w:val="libFootnotenumChar"/>
          <w:rtl/>
        </w:rPr>
        <w:t>(1)</w:t>
      </w:r>
    </w:p>
    <w:p w:rsidR="00590962" w:rsidRDefault="00D67ACD" w:rsidP="00D67AC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5" w:name="_Toc524774342"/>
      <w:r>
        <w:rPr>
          <w:rFonts w:hint="eastAsia"/>
          <w:rtl/>
        </w:rPr>
        <w:t>دژ</w:t>
      </w:r>
      <w:r>
        <w:rPr>
          <w:rtl/>
        </w:rPr>
        <w:t xml:space="preserve"> ناعم</w:t>
      </w:r>
      <w:bookmarkEnd w:id="25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به اصحابش فرمان داد به دژ ناعم بروند.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اعلام کرد که فردا صبح، با پرچم‌ها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کنار حصار ناعم حاضر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غطفان</w:t>
      </w:r>
      <w:r>
        <w:rPr>
          <w:rtl/>
          <w:lang w:bidi="fa-IR"/>
        </w:rPr>
        <w:t xml:space="preserve"> در آن هستند.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غطفان،</w:t>
      </w:r>
      <w:r>
        <w:rPr>
          <w:rtl/>
          <w:lang w:bidi="fa-IR"/>
        </w:rPr>
        <w:t xml:space="preserve"> آن شب و روز را در ترس به سر آوردند، و چون 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گذشت،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غطفان</w:t>
      </w:r>
      <w:r>
        <w:rPr>
          <w:rtl/>
          <w:lang w:bidi="fa-IR"/>
        </w:rPr>
        <w:t>! اهل خود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فاء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نه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 و نه اموال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 سه مرتبه تکرار شد و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از آسمان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شتاب و هر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افتند،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ص۴٩۶.</w:t>
      </w:r>
    </w:p>
    <w:p w:rsidR="00590962" w:rsidRDefault="00AF229C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گر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ختند</w:t>
      </w:r>
      <w:r w:rsidR="00590962">
        <w:rPr>
          <w:rtl/>
          <w:lang w:bidi="fa-IR"/>
        </w:rPr>
        <w:t xml:space="preserve"> و از خ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بر</w:t>
      </w:r>
      <w:r w:rsidR="00590962">
        <w:rPr>
          <w:rtl/>
          <w:lang w:bidi="fa-IR"/>
        </w:rPr>
        <w:t xml:space="preserve"> ب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رون</w:t>
      </w:r>
      <w:r w:rsidR="00590962">
        <w:rPr>
          <w:rtl/>
          <w:lang w:bidi="fa-IR"/>
        </w:rPr>
        <w:t xml:space="preserve"> رفتند، و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کار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بود که خداوند متعال، برا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پ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امبر</w:t>
      </w:r>
      <w:r w:rsidR="00590962">
        <w:rPr>
          <w:rtl/>
          <w:lang w:bidi="fa-IR"/>
        </w:rPr>
        <w:t xml:space="preserve"> خود انجام داد</w:t>
      </w:r>
      <w:r w:rsidR="00590962" w:rsidRPr="00AF229C">
        <w:rPr>
          <w:rStyle w:val="libFootnotenumChar"/>
          <w:rtl/>
        </w:rPr>
        <w:t>.(1)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ابوش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همراهان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بن‌حصن که پس از آن مسلمان شد</w:t>
      </w:r>
      <w:r w:rsidR="00AF229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داشت، نقل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 w:rsidRPr="00AF229C">
        <w:rPr>
          <w:rStyle w:val="libFootnotenumChar"/>
          <w:rtl/>
        </w:rPr>
        <w:t>.(2)</w:t>
      </w:r>
    </w:p>
    <w:p w:rsidR="00590962" w:rsidRDefault="00590962" w:rsidP="00AF229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همراه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فاء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اهل خود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متوجه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آنها در کمال آرامش و سکون هستند و مسئله ناراحت‌کننده‌ا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همراه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آخر</w:t>
      </w:r>
      <w:r>
        <w:rPr>
          <w:rtl/>
          <w:lang w:bidi="fa-IR"/>
        </w:rPr>
        <w:t xml:space="preserve"> شب،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حطام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فرود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وحشت‌زده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گفت: «مژده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امشب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کوه ذوالرّق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 به من دادند.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محمد به اسارت ما در خواهد آمد»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گشوده و خداوند، هرچه را که در آن است، به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او در آورده. 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گفت: «با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آنچه از هم‌پ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من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جنگ با تو منصرف شدم و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خوار و زبون کردم و مردم را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تو جمع نکردم و با چهار هزار جنگجو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 رفتم»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بلکه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تو را به‌</w:t>
      </w:r>
      <w:r w:rsidR="00AF229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خودت برگرداند»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گفت: «باشد؛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اکنون به من پاداش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«کوه ذوالرّق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از آنِ تو باشد» .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ص۴٩۶.</w:t>
      </w:r>
    </w:p>
    <w:p w:rsidR="00AF229C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2- در متن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«ابوش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ذکر شده است. [مترجم]</w:t>
      </w:r>
    </w:p>
    <w:p w:rsidR="00590962" w:rsidRDefault="00AF229C" w:rsidP="00AF229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گفت: «ذوالرّق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فرمود: «همان کوه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آن تو است؛ مگر در خواب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 w:rsidRPr="00AF229C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627E4F">
      <w:pPr>
        <w:pStyle w:val="Heading1"/>
        <w:rPr>
          <w:rtl/>
        </w:rPr>
      </w:pPr>
      <w:bookmarkStart w:id="26" w:name="_Toc524774343"/>
      <w:r>
        <w:rPr>
          <w:rFonts w:hint="eastAsia"/>
          <w:rtl/>
        </w:rPr>
        <w:t>دژ</w:t>
      </w:r>
      <w:r>
        <w:rPr>
          <w:rtl/>
        </w:rPr>
        <w:t xml:space="preserve"> نزار</w:t>
      </w:r>
      <w:bookmarkEnd w:id="26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دژ</w:t>
      </w:r>
      <w:r>
        <w:rPr>
          <w:rtl/>
          <w:lang w:bidi="fa-IR"/>
        </w:rPr>
        <w:t xml:space="preserve"> صعب بن معاذ</w:t>
      </w:r>
    </w:p>
    <w:p w:rsidR="00590962" w:rsidRDefault="00590962" w:rsidP="00AF229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بن مشکم،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از مستحکم‌تر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بود.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را در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وارد حصار شدند و در آن را بستند،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برآمدند. آن دژ، 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[تو در تو] داشت و آنها از فراز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tl/>
          <w:lang w:bidi="fa-IR"/>
        </w:rPr>
        <w:t xml:space="preserve"> شروع به سنگ‌انداختن کردند.</w:t>
      </w:r>
      <w:r w:rsidRPr="00AF229C">
        <w:rPr>
          <w:rStyle w:val="libFootnotenumChar"/>
          <w:rtl/>
        </w:rPr>
        <w:t>(2)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زات</w:t>
      </w:r>
      <w:r>
        <w:rPr>
          <w:rtl/>
          <w:lang w:bidi="fa-IR"/>
        </w:rPr>
        <w:t xml:space="preserve"> گوناگون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جمله منجن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توپ وجود داشته است.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 ۵١۵ و ۵١۶.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2- همان، ص۵٠۶.</w:t>
      </w:r>
    </w:p>
    <w:p w:rsidR="00AF229C" w:rsidRDefault="00AF229C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7" w:name="_Toc524774344"/>
      <w:r>
        <w:rPr>
          <w:rFonts w:hint="eastAsia"/>
          <w:rtl/>
        </w:rPr>
        <w:t>دژ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7"/>
    </w:p>
    <w:p w:rsidR="00590962" w:rsidRDefault="00590962" w:rsidP="00AF229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>، دژ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AF229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تمام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ناعم و حصار صعب بن معاذ، و تمام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کوچ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به حصار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بردند که به قلعه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معروف 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، همراه مسلمانان به آن محل رفتند و آنها را محاصره 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حصار را بستند و آن حصار،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مرتفع بود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داشت که نه اسب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tl/>
          <w:lang w:bidi="fa-IR"/>
        </w:rPr>
        <w:t xml:space="preserve"> آنجا برود و 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توانستند</w:t>
      </w:r>
      <w:r>
        <w:rPr>
          <w:rtl/>
          <w:lang w:bidi="fa-IR"/>
        </w:rPr>
        <w:t xml:space="preserve"> بروند؛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راه آن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دشوار و مرتفع بود.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 که شمار آنها قابل ذکر نبود و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نفر بودند،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ماندند.</w:t>
      </w:r>
      <w:r w:rsidRPr="00AF229C">
        <w:rPr>
          <w:rStyle w:val="libFootnotenumChar"/>
          <w:rtl/>
        </w:rPr>
        <w:t>(1)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ص۵٠٨.</w:t>
      </w:r>
    </w:p>
    <w:p w:rsidR="00590962" w:rsidRDefault="00AF229C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مسلمانان</w:t>
      </w:r>
      <w:r w:rsidR="00590962">
        <w:rPr>
          <w:rtl/>
          <w:lang w:bidi="fa-IR"/>
        </w:rPr>
        <w:t xml:space="preserve"> زمان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توانستند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دژ را فتح کنند که آب آن را قطع کردند. زمان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که ع</w:t>
      </w:r>
      <w:r w:rsidR="00590962">
        <w:rPr>
          <w:rFonts w:hint="cs"/>
          <w:rtl/>
          <w:lang w:bidi="fa-IR"/>
        </w:rPr>
        <w:t>یی</w:t>
      </w:r>
      <w:r w:rsidR="00590962">
        <w:rPr>
          <w:rFonts w:hint="eastAsia"/>
          <w:rtl/>
          <w:lang w:bidi="fa-IR"/>
        </w:rPr>
        <w:t>نة</w:t>
      </w:r>
      <w:r w:rsidR="00590962">
        <w:rPr>
          <w:rtl/>
          <w:lang w:bidi="fa-IR"/>
        </w:rPr>
        <w:t xml:space="preserve"> بن‌حصن،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هود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را به‌سبب پا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دار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نکردن</w:t>
      </w:r>
      <w:r w:rsidR="00590962">
        <w:rPr>
          <w:rtl/>
          <w:lang w:bidi="fa-IR"/>
        </w:rPr>
        <w:t xml:space="preserve"> نکوهش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کرد،</w:t>
      </w:r>
      <w:r w:rsidR="00590962">
        <w:rPr>
          <w:rtl/>
          <w:lang w:bidi="fa-IR"/>
        </w:rPr>
        <w:t xml:space="preserve"> آنان هم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پاسخ را دادند.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آنها گفت: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ثروت، ساز و برگ و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با آنکه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مرتفع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آن‌قدر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خورنده‌ا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آب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AF229C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پاسخ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حصار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قنات‌ها را قطع کردند، گرما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و با تشنگ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امکان ادامه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فراهم نبود.</w:t>
      </w:r>
      <w:r w:rsidRPr="00AF229C">
        <w:rPr>
          <w:rStyle w:val="libFootnotenumChar"/>
          <w:rtl/>
        </w:rPr>
        <w:t xml:space="preserve"> (2)</w:t>
      </w:r>
    </w:p>
    <w:p w:rsidR="00AF229C" w:rsidRDefault="00AF229C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8" w:name="_Toc524774345"/>
      <w:r>
        <w:rPr>
          <w:rFonts w:hint="eastAsia"/>
          <w:rtl/>
        </w:rPr>
        <w:t>دژ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bookmarkEnd w:id="28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در منطقه شقّ واقع شده و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دژ صعب‌بن معاذ است؛ چراکه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استحکام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در نوک کوه واقع بود 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بلندش نفوذ مهاجمان به آن ناممکن بود. در کنار دژ، قلعه‌ا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«سمران» بود که خط اول دفاع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به‌شمار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>.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ص۵١۶.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2- همان.</w:t>
      </w:r>
    </w:p>
    <w:p w:rsidR="00AF229C" w:rsidRDefault="00AF229C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29" w:name="_Toc524774346"/>
      <w:r>
        <w:rPr>
          <w:rFonts w:hint="eastAsia"/>
          <w:rtl/>
        </w:rPr>
        <w:t>دژ</w:t>
      </w:r>
      <w:r>
        <w:rPr>
          <w:rtl/>
        </w:rPr>
        <w:t xml:space="preserve"> نزار (البزاة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البازة)</w:t>
      </w:r>
      <w:bookmarkEnd w:id="29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دژ</w:t>
      </w:r>
      <w:r>
        <w:rPr>
          <w:rtl/>
          <w:lang w:bidi="fa-IR"/>
        </w:rPr>
        <w:t xml:space="preserve"> نزار،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الشق و از مستحکم‌تر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مقاوم‌تر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بود. از ام‌المؤمن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نقل شده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ما را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آنجا سکونت </w:t>
      </w:r>
    </w:p>
    <w:p w:rsidR="00590962" w:rsidRDefault="00590962" w:rsidP="00AF229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«کنانة بن‌اب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ق»</w:t>
      </w:r>
      <w:r>
        <w:rPr>
          <w:rtl/>
          <w:lang w:bidi="fa-IR"/>
        </w:rPr>
        <w:t xml:space="preserve"> ، مرا به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آمدن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با من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فرود آمد و حصارها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منطقه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 گشود، کنانه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آمد و گفت: «محمد از کار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آسوده شد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جنگ کن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سران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همان دم کشته شدند که محمد،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نطا</w:t>
      </w:r>
      <w:r w:rsidR="00AF229C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را کشت و اعراب هم به ما دروغ گفتند»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مرا به حصار نزار در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شقّ آورد و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حصار ماست» </w:t>
      </w:r>
      <w:r w:rsidRPr="00AF229C">
        <w:rPr>
          <w:rStyle w:val="libFootnotenumChar"/>
          <w:rtl/>
        </w:rPr>
        <w:t>.(1)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زمان با محاصره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به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رباران</w:t>
      </w:r>
      <w:r>
        <w:rPr>
          <w:rtl/>
          <w:lang w:bidi="fa-IR"/>
        </w:rPr>
        <w:t xml:space="preserve"> مسلمانان پرداختند. واقد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شروع به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رباران</w:t>
      </w:r>
      <w:r>
        <w:rPr>
          <w:rtl/>
          <w:lang w:bidi="fa-IR"/>
        </w:rPr>
        <w:t xml:space="preserve"> و سنگسارکردن مسلمانان کردند،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هم، همراه سپاه خود بودند؛ به‌طور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جامه آن حضرت خورد و از آن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ماند.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را جمع کرد و سپس</w:t>
      </w:r>
    </w:p>
    <w:p w:rsidR="00590962" w:rsidRPr="00AF229C" w:rsidRDefault="00AF229C" w:rsidP="00AF229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590962" w:rsidRDefault="00590962" w:rsidP="00AF229C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۵١۴.</w:t>
      </w:r>
    </w:p>
    <w:p w:rsidR="00590962" w:rsidRDefault="00AF229C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590962">
        <w:rPr>
          <w:rFonts w:hint="eastAsia"/>
          <w:rtl/>
          <w:lang w:bidi="fa-IR"/>
        </w:rPr>
        <w:lastRenderedPageBreak/>
        <w:t>مشت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سنگ‌ر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زه</w:t>
      </w:r>
      <w:r w:rsidR="00590962">
        <w:rPr>
          <w:rtl/>
          <w:lang w:bidi="fa-IR"/>
        </w:rPr>
        <w:t xml:space="preserve"> برداشت و به‌سو</w:t>
      </w:r>
      <w:r w:rsidR="00590962">
        <w:rPr>
          <w:rFonts w:hint="cs"/>
          <w:rtl/>
          <w:lang w:bidi="fa-IR"/>
        </w:rPr>
        <w:t>ی</w:t>
      </w:r>
      <w:r w:rsidR="00590962">
        <w:rPr>
          <w:rtl/>
          <w:lang w:bidi="fa-IR"/>
        </w:rPr>
        <w:t xml:space="preserve"> حصار پرتاب کرده و آن‌گاه حمله کردند و آن حصار فرو 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خت</w:t>
      </w:r>
      <w:r w:rsidR="00590962">
        <w:rPr>
          <w:rtl/>
          <w:lang w:bidi="fa-IR"/>
        </w:rPr>
        <w:t>. ابراه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م</w:t>
      </w:r>
      <w:r w:rsidR="00590962">
        <w:rPr>
          <w:rtl/>
          <w:lang w:bidi="fa-IR"/>
        </w:rPr>
        <w:t xml:space="preserve"> بن جعفر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 xml:space="preserve">: «آن حصار، با خاک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کسان</w:t>
      </w:r>
      <w:r w:rsidR="00590962">
        <w:rPr>
          <w:rtl/>
          <w:lang w:bidi="fa-IR"/>
        </w:rPr>
        <w:t xml:space="preserve"> و با زم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هموار، برابر گرد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د؛</w:t>
      </w:r>
      <w:r w:rsidR="00590962">
        <w:rPr>
          <w:rtl/>
          <w:lang w:bidi="fa-IR"/>
        </w:rPr>
        <w:t xml:space="preserve"> به‌طور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که</w:t>
      </w:r>
      <w:r w:rsidR="00590962">
        <w:rPr>
          <w:rtl/>
          <w:lang w:bidi="fa-IR"/>
        </w:rPr>
        <w:t xml:space="preserve"> مسلمانان آمدند و اهل آن را گرفتند» </w:t>
      </w:r>
      <w:r w:rsidR="00590962" w:rsidRPr="00AF229C">
        <w:rPr>
          <w:rStyle w:val="libFootnotenumChar"/>
          <w:rtl/>
        </w:rPr>
        <w:t>.(1)</w:t>
      </w:r>
    </w:p>
    <w:p w:rsidR="00590962" w:rsidRDefault="00590962" w:rsidP="00627E4F">
      <w:pPr>
        <w:pStyle w:val="Heading1"/>
        <w:rPr>
          <w:rtl/>
        </w:rPr>
      </w:pPr>
      <w:bookmarkStart w:id="30" w:name="_Toc524774347"/>
      <w:r>
        <w:rPr>
          <w:rFonts w:hint="eastAsia"/>
          <w:rtl/>
        </w:rPr>
        <w:t>دژ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دژ سلالم</w:t>
      </w:r>
      <w:bookmarkEnd w:id="30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دژ سُلالِم و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از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است. دژ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کنانة بن‌اب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بود.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نقل از 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کنانة</w:t>
      </w:r>
      <w:r>
        <w:rPr>
          <w:rtl/>
          <w:lang w:bidi="fa-IR"/>
        </w:rPr>
        <w:t xml:space="preserve"> بن‌اب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مرا به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آمدن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با من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چند پروار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فرا خواند و مرا به حصار خود، در منطقه سلالم برد.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ماه،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 و در دامن من افتاد.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همسرم، کنانه، گفتم و او چنان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چشمم زد که کبود شد. چون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وارد شدم و آن کبود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از من سؤال کردند و من موضوع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گفتم.</w:t>
      </w:r>
      <w:r w:rsidRPr="00DF638A">
        <w:rPr>
          <w:rStyle w:val="libFootnotenumChar"/>
          <w:rtl/>
        </w:rPr>
        <w:t>(2)</w:t>
      </w:r>
    </w:p>
    <w:p w:rsidR="00590962" w:rsidRPr="00DF638A" w:rsidRDefault="00DF638A" w:rsidP="00DF638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90962" w:rsidRDefault="00590962" w:rsidP="00DF638A">
      <w:pPr>
        <w:pStyle w:val="libFootnote0"/>
        <w:rPr>
          <w:rtl/>
          <w:lang w:bidi="fa-IR"/>
        </w:rPr>
      </w:pPr>
      <w:r>
        <w:rPr>
          <w:rtl/>
          <w:lang w:bidi="fa-IR"/>
        </w:rPr>
        <w:t>1-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ص۵١٠.</w:t>
      </w:r>
    </w:p>
    <w:p w:rsidR="00590962" w:rsidRDefault="00590962" w:rsidP="00DF638A">
      <w:pPr>
        <w:pStyle w:val="libFootnote0"/>
        <w:rPr>
          <w:rtl/>
          <w:lang w:bidi="fa-IR"/>
        </w:rPr>
      </w:pPr>
      <w:r>
        <w:rPr>
          <w:rtl/>
          <w:lang w:bidi="fa-IR"/>
        </w:rPr>
        <w:t>2- همان، ص۵١۴.</w:t>
      </w:r>
    </w:p>
    <w:p w:rsidR="00DF638A" w:rsidRDefault="00DF638A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1" w:name="_Toc524774348"/>
      <w:r>
        <w:rPr>
          <w:rFonts w:hint="eastAsia"/>
          <w:rtl/>
        </w:rPr>
        <w:t>سدها</w:t>
      </w:r>
      <w:bookmarkEnd w:id="31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لاب‌ها</w:t>
      </w:r>
      <w:r>
        <w:rPr>
          <w:rtl/>
          <w:lang w:bidi="fa-IR"/>
        </w:rPr>
        <w:t xml:space="preserve"> و آب باران است؛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شهر، از زمان‌ها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اسلام، بر تنگه‌ها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ساخته شده است تا از آب جمع‌شده در پشت سد، بهره‌بردار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موجب بالاآمدن سطح آب چاه‌ها و چشمه‌ه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شده است.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ادشده،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مهار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روستاها و مجموعه‌ها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در کرانه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DF638A" w:rsidRDefault="00DF638A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2" w:name="_Toc524774349"/>
      <w:r>
        <w:rPr>
          <w:rFonts w:hint="eastAsia"/>
          <w:rtl/>
        </w:rPr>
        <w:t>سد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(بنت)</w:t>
      </w:r>
      <w:bookmarkEnd w:id="32"/>
    </w:p>
    <w:p w:rsidR="00590962" w:rsidRDefault="00590962" w:rsidP="00DF63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در فاصله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بنا شده است. طول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٢۵٠ متر است؛ اما بخش 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آن،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١٧٠ متر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ارتفاع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 است. در ساخت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از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شده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سنگ‌ها، از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با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ملاط پوشانده شده است. ضخامت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سد، به‌صورت پلکان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ابد؛</w:t>
      </w:r>
      <w:r>
        <w:rPr>
          <w:rtl/>
          <w:lang w:bidi="fa-IR"/>
        </w:rPr>
        <w:t xml:space="preserve">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ضخامت آن، در بخش قاعده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و در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کاهش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از هر دو طرف پلکان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و براساس نشانه‌ها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موجود، چند بار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آن، از آجر، سنگ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آهک استفاده شده است تا آهک، بند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سنگ‌ها و آجرها را بپوشاند.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آب،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وجود ندارد.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امر، نشانگر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آب پشت سد،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را به‌وجود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 xml:space="preserve"> تا سطح آب، در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بالا رود و از آن،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سد استفاده شود.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ساخت سد،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 که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باس</w:t>
      </w:r>
      <w:r>
        <w:rPr>
          <w:rFonts w:hint="eastAsia"/>
          <w:rtl/>
          <w:lang w:bidi="fa-IR"/>
        </w:rPr>
        <w:t>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نشانگر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اعراب،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مهندس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عمران،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پس از اسلام است.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سد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590962" w:rsidRDefault="00590962" w:rsidP="00DF63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سازه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به طول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پانصد پا </w:t>
      </w:r>
      <w:r w:rsidRPr="00DF638A">
        <w:rPr>
          <w:rStyle w:val="libFootnotenumChar"/>
          <w:rtl/>
        </w:rPr>
        <w:t>(1)</w:t>
      </w:r>
      <w:r>
        <w:rPr>
          <w:rtl/>
          <w:lang w:bidi="fa-IR"/>
        </w:rPr>
        <w:t>بوده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از صخره‌ها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ده‌شد</w:t>
      </w:r>
      <w:r w:rsidR="00DF638A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بازالت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صخره‌ها به‌طور منظم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نشده‌اند؛ اما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به شکل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قرار گرفته‌اند.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چسباندن آنها از گچ استفاده شده است. سم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آب، از </w:t>
      </w:r>
      <w:r>
        <w:rPr>
          <w:rtl/>
          <w:lang w:bidi="fa-IR"/>
        </w:rPr>
        <w:lastRenderedPageBreak/>
        <w:t>بالا به اندازه ده پا از قاعده،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پر شده است.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بخش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شکسته شده و به نقاط دورتر رُفته شده است.</w:t>
      </w:r>
    </w:p>
    <w:p w:rsidR="00590962" w:rsidRDefault="00590962" w:rsidP="00627E4F">
      <w:pPr>
        <w:pStyle w:val="Heading1"/>
        <w:rPr>
          <w:rtl/>
        </w:rPr>
      </w:pPr>
      <w:bookmarkStart w:id="33" w:name="_Toc524774350"/>
      <w:r>
        <w:rPr>
          <w:rFonts w:hint="eastAsia"/>
          <w:rtl/>
        </w:rPr>
        <w:t>سد</w:t>
      </w:r>
      <w:r>
        <w:rPr>
          <w:rtl/>
        </w:rPr>
        <w:t xml:space="preserve"> حص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33"/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شِعب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 بنا شده و در فاصله چهارده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جنوب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 طول آن شصت و ارتفاعش شش متر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از قلوه‌سنگ‌ها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بنا شده که از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آورده شده و از دو طرف پلکان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ظاهر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به‌طور کامل سالم مانده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درحال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که صخره‌ها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طرف آن،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گذر زمان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ل‌ها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فرسوده شده‌اند.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توانسته است در مدت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پانزده قرن، در برابر طوفان‌ها و فشار عوامل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مقاومت کند.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نشده است؛ اما آب، از راه شکاف‌ها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جادشده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</w:t>
      </w:r>
      <w:r>
        <w:rPr>
          <w:rtl/>
          <w:lang w:bidi="fa-IR"/>
        </w:rPr>
        <w:t xml:space="preserve"> سد،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انتقال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وزارت کشاورز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سال ١٣٩۴ه. ق (١٩٧۴م.) 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را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مرمت کرده است.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</w:t>
      </w:r>
    </w:p>
    <w:p w:rsidR="00590962" w:rsidRPr="001271DD" w:rsidRDefault="001271DD" w:rsidP="001271D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590962" w:rsidRDefault="00590962" w:rsidP="001271DD">
      <w:pPr>
        <w:pStyle w:val="libFootnote0"/>
        <w:rPr>
          <w:rtl/>
          <w:lang w:bidi="fa-IR"/>
        </w:rPr>
      </w:pPr>
      <w:r>
        <w:rPr>
          <w:rtl/>
          <w:lang w:bidi="fa-IR"/>
        </w:rPr>
        <w:t>1- واحد اندازه‌گ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طول، معادل حدود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سانت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متر</w:t>
      </w:r>
      <w:r>
        <w:rPr>
          <w:rtl/>
          <w:lang w:bidi="fa-IR"/>
        </w:rPr>
        <w:t>.</w:t>
      </w:r>
    </w:p>
    <w:p w:rsidR="00590962" w:rsidRDefault="001271D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  <w:r w:rsidR="00590962">
        <w:rPr>
          <w:rFonts w:hint="eastAsia"/>
          <w:rtl/>
          <w:lang w:bidi="fa-IR"/>
        </w:rPr>
        <w:lastRenderedPageBreak/>
        <w:t>مقا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سه</w:t>
      </w:r>
      <w:r w:rsidR="00590962">
        <w:rPr>
          <w:rtl/>
          <w:lang w:bidi="fa-IR"/>
        </w:rPr>
        <w:t xml:space="preserve"> م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ان</w:t>
      </w:r>
      <w:r w:rsidR="00590962">
        <w:rPr>
          <w:rtl/>
          <w:lang w:bidi="fa-IR"/>
        </w:rPr>
        <w:t xml:space="preserve"> دو سد بنت و حص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 xml:space="preserve"> م</w:t>
      </w:r>
      <w:r w:rsidR="00590962">
        <w:rPr>
          <w:rFonts w:hint="cs"/>
          <w:rtl/>
          <w:lang w:bidi="fa-IR"/>
        </w:rPr>
        <w:t>ی‌</w:t>
      </w:r>
      <w:r w:rsidR="00590962">
        <w:rPr>
          <w:rFonts w:hint="eastAsia"/>
          <w:rtl/>
          <w:lang w:bidi="fa-IR"/>
        </w:rPr>
        <w:t>گو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>: «ابعاد سد مشهور بنت، به مراتب بزرگ‌تر از سد حص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د</w:t>
      </w:r>
      <w:r w:rsidR="00590962">
        <w:rPr>
          <w:rtl/>
          <w:lang w:bidi="fa-IR"/>
        </w:rPr>
        <w:t xml:space="preserve"> است. ه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چ</w:t>
      </w:r>
      <w:r w:rsidR="00590962">
        <w:rPr>
          <w:rtl/>
          <w:lang w:bidi="fa-IR"/>
        </w:rPr>
        <w:t xml:space="preserve"> 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ک</w:t>
      </w:r>
      <w:r w:rsidR="00590962">
        <w:rPr>
          <w:rtl/>
          <w:lang w:bidi="fa-IR"/>
        </w:rPr>
        <w:t xml:space="preserve"> از ا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ن</w:t>
      </w:r>
      <w:r w:rsidR="00590962">
        <w:rPr>
          <w:rtl/>
          <w:lang w:bidi="fa-IR"/>
        </w:rPr>
        <w:t xml:space="preserve"> دو سد، در</w:t>
      </w:r>
      <w:r w:rsidR="00590962">
        <w:rPr>
          <w:rFonts w:hint="cs"/>
          <w:rtl/>
          <w:lang w:bidi="fa-IR"/>
        </w:rPr>
        <w:t>ی</w:t>
      </w:r>
      <w:r w:rsidR="00590962">
        <w:rPr>
          <w:rFonts w:hint="eastAsia"/>
          <w:rtl/>
          <w:lang w:bidi="fa-IR"/>
        </w:rPr>
        <w:t>چه</w:t>
      </w:r>
      <w:r w:rsidR="00590962">
        <w:rPr>
          <w:rtl/>
          <w:lang w:bidi="fa-IR"/>
        </w:rPr>
        <w:t xml:space="preserve"> انتقال آب ندارند» .</w:t>
      </w:r>
    </w:p>
    <w:p w:rsidR="001271DD" w:rsidRDefault="001271DD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4" w:name="_Toc524774351"/>
      <w:r>
        <w:rPr>
          <w:rFonts w:hint="eastAsia"/>
          <w:rtl/>
        </w:rPr>
        <w:t>سدّ</w:t>
      </w:r>
      <w:r>
        <w:rPr>
          <w:rtl/>
        </w:rPr>
        <w:t xml:space="preserve"> مشقوق</w:t>
      </w:r>
      <w:bookmarkEnd w:id="34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در شمال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شرق جاده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تبوک واقع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شعب مشقوق بنا شده است. مشقوق،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شعب حلحال به شمار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طول سد، صد و عرض آن ده متر است.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 خود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و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</w:t>
      </w:r>
      <w:r>
        <w:rPr>
          <w:rFonts w:hint="eastAsia"/>
          <w:rtl/>
          <w:lang w:bidi="fa-IR"/>
        </w:rPr>
        <w:t>نوشته‌است</w:t>
      </w:r>
      <w:r>
        <w:rPr>
          <w:rtl/>
          <w:lang w:bidi="fa-IR"/>
        </w:rPr>
        <w:t>:</w:t>
      </w: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سد،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دکننده</w:t>
      </w:r>
      <w:r>
        <w:rPr>
          <w:rtl/>
          <w:lang w:bidi="fa-IR"/>
        </w:rPr>
        <w:t xml:space="preserve"> بود. سد مشقوق، به‌صورت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ابتدا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سنگ، خاک و تنه‌ها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ساخته شده است.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ل‌ها</w:t>
      </w:r>
      <w:r>
        <w:rPr>
          <w:rtl/>
          <w:lang w:bidi="fa-IR"/>
        </w:rPr>
        <w:t xml:space="preserve"> توانسته‌اند، شکاف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ارد،</w:t>
      </w:r>
      <w:r>
        <w:rPr>
          <w:rtl/>
          <w:lang w:bidi="fa-IR"/>
        </w:rPr>
        <w:t xml:space="preserve"> در کرانه راست سد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دو سد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بدون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انتقال آب است.</w:t>
      </w:r>
    </w:p>
    <w:p w:rsidR="001271DD" w:rsidRDefault="001271DD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5" w:name="_Toc524774352"/>
      <w:r>
        <w:rPr>
          <w:rFonts w:hint="eastAsia"/>
          <w:rtl/>
        </w:rPr>
        <w:t>سد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35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کوچک‌تر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در تنگه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جاده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تبوک است. طول سد، ٢۵ و عرض آن هشت متر است. ارتفاع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حدود چهار متر است. چند نقش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کرانه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سد از سمت شمال،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‌شود. اگرچه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آنها قابل خواندن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آنها، نام عمر بن‌سع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عبدالرحمن بن‌خالد نقش بسته است. احتمال دارد،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نقش‌ها به قرن اول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برگردد.</w:t>
      </w:r>
    </w:p>
    <w:p w:rsidR="00590962" w:rsidRDefault="001271DD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6" w:name="_Toc524774353"/>
      <w:r>
        <w:rPr>
          <w:rFonts w:hint="eastAsia"/>
          <w:rtl/>
        </w:rPr>
        <w:t>نوشته‌ها</w:t>
      </w:r>
      <w:r>
        <w:rPr>
          <w:rFonts w:hint="cs"/>
          <w:rtl/>
        </w:rPr>
        <w:t>ی</w:t>
      </w:r>
      <w:r>
        <w:rPr>
          <w:rtl/>
        </w:rPr>
        <w:t xml:space="preserve"> کهن</w:t>
      </w:r>
      <w:bookmarkEnd w:id="36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کهن‌تر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دوران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پادشاه بابل (۵۵۵ - ۵٣٩ ق. م) 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 چهارم حکومت خود (۵۵٢ ق. م)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حکومتش، در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مستقر شد.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غرب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دانسته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آنها را تصرف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با خط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سال ١٩۵۶م، در حران، واقع در جنوب شرق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حران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ارتباط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دارد. فقط نقش [کت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>]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نام حران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کنار هم آور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پس از چند قرن، دوباره در نقش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منطقه کنار هم آمده است؛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خط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[کت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>]، سال ۵۶٨ م. نوشته شده و در آن آمده است: «من، شرحب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ل‌بن‌ظلموا</w:t>
      </w:r>
      <w:r>
        <w:rPr>
          <w:rtl/>
          <w:lang w:bidi="fa-IR"/>
        </w:rPr>
        <w:t xml:space="preserve"> هستم. ذاالمرطول (کنست) ، سال ۴۶٣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پس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ران‌شدن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ساخته شد» . در مناطق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>) وجود دارد.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مناطق، کوه‌ها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حرض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نقش‌ها اشاره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1271DD" w:rsidRDefault="001271DD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1271DD">
      <w:pPr>
        <w:pStyle w:val="libBold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نقش کوه ط</w:t>
      </w:r>
      <w:r>
        <w:rPr>
          <w:rFonts w:hint="cs"/>
          <w:rtl/>
        </w:rPr>
        <w:t>ی</w:t>
      </w:r>
      <w:r>
        <w:rPr>
          <w:rFonts w:hint="eastAsia"/>
          <w:rtl/>
        </w:rPr>
        <w:t>ران؛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کوه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نقش، 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که مبتدا ندارد. اما خبر آن 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که نگارنده، در آن از ورودش به «ددن»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متن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ل ل / ب/ ددن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(ح ل ل) همان فعل «حلّ» و به‌معنا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واردشدن و فرودآمدن است. «ب» حرف جرّ است و «ددن»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همان شهر ددان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العلا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متن، با حروف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است. حرف لام در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شکل و شکل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به‌صورت است. تفاوت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کم است؛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ممکن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(ح ج ج) 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به ددن آمده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اهتمام</w:t>
      </w:r>
      <w:r>
        <w:rPr>
          <w:rFonts w:hint="eastAsia"/>
          <w:rtl/>
          <w:lang w:bidi="fa-IR"/>
        </w:rPr>
        <w:t>‌کردن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ثبت ورود به ددن،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صخره و تکرار آن در مجموعه متون اسکوب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(در منطقه رم، واقع در شمال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>) ،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ددن را به ما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هرکس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ددن بوده،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آمده است.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پرسش مطرح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ددن، محل حج ساکنان شمال غرب ج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tl/>
          <w:lang w:bidi="fa-IR"/>
        </w:rPr>
        <w:t xml:space="preserve"> بوده است؟ !</w:t>
      </w:r>
    </w:p>
    <w:p w:rsidR="00590962" w:rsidRDefault="001271D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7" w:name="_Toc524774354"/>
      <w:r>
        <w:rPr>
          <w:rFonts w:hint="eastAsia"/>
          <w:rtl/>
        </w:rPr>
        <w:t>ب</w:t>
      </w:r>
      <w:r>
        <w:rPr>
          <w:rtl/>
        </w:rPr>
        <w:t>) نقش‌ها</w:t>
      </w:r>
      <w:r>
        <w:rPr>
          <w:rFonts w:hint="cs"/>
          <w:rtl/>
        </w:rPr>
        <w:t>ی</w:t>
      </w:r>
      <w:r>
        <w:rPr>
          <w:rtl/>
        </w:rPr>
        <w:t xml:space="preserve"> روستا</w:t>
      </w:r>
      <w:r>
        <w:rPr>
          <w:rFonts w:hint="cs"/>
          <w:rtl/>
        </w:rPr>
        <w:t>ی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7"/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١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با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نوشته شده است و پنج سطر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ندارد: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أ ن/ ع ت م: أنا عتم (عاتم)» ؛ «من عاتم هستم»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أ ن/ م ن ح ت ن: «أنا منحتن» ؛ «من منحتن هستم»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سه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 ن/ س ق م: «بن‌سقم» ؛ «فرزند سقم»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چهار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أ ن / ح ت م: «أنا حاتم» ؛ «من حاتم هستم»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پنج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أ ن / ر م ش ل و: «أنا رمشلو» ؛ «من رمشلو هستم»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ظاهر، حرف اول سطرها «ز» باشد. اما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آن را به‌صورت الف خواند؛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شکل نگارش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حروف متغ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رند؛</w:t>
      </w:r>
      <w:r>
        <w:rPr>
          <w:rtl/>
          <w:lang w:bidi="fa-IR"/>
        </w:rPr>
        <w:t xml:space="preserve">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مجموعه متن‌ها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شش‌گانه حرف الف ندارند.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حرف</w:t>
      </w:r>
      <w:r>
        <w:rPr>
          <w:rtl/>
          <w:lang w:bidi="fa-IR"/>
        </w:rPr>
        <w:t xml:space="preserve"> اول را به اعتبار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متکلم وحده با الف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شکل ألف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نوشته‌ها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عبارت با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أنا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سنّت کهن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 و نوشته‌ها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کرده‌اند.</w:t>
      </w:r>
    </w:p>
    <w:p w:rsidR="00590962" w:rsidRDefault="001271DD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8" w:name="_Toc524774355"/>
      <w:r>
        <w:rPr>
          <w:rFonts w:hint="eastAsia"/>
          <w:rtl/>
        </w:rPr>
        <w:t>نقش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با خط ثمود</w:t>
      </w:r>
      <w:r>
        <w:rPr>
          <w:rFonts w:hint="cs"/>
          <w:rtl/>
        </w:rPr>
        <w:t>ی</w:t>
      </w:r>
      <w:bookmarkEnd w:id="38"/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٢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سطر است و به خط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نگاشته شده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آمده: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أ ن / م ت ر ک / ب ن / ع ت: «أنا مترک بن‌عت» ؛ «من مترک بن عت هستم» . </w:t>
      </w: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٣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نقش الف: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 مجموعه‌ا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سنگ‌نگاشته‌ها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فانتز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شترمرغ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پشت آن،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عصا در دست راستش، از شتر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شترمرغ را شکار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 شترمرغ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 (ف) و د / س ق: «عود ساق (طارد النعامة)» ؛ «تعق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ب‌کننده</w:t>
      </w:r>
      <w:r>
        <w:rPr>
          <w:rtl/>
          <w:lang w:bidi="fa-IR"/>
        </w:rPr>
        <w:t xml:space="preserve"> شترمرغ» .</w:t>
      </w: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۴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نقش ب: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 ع د و: «معد» (نام فرد 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حرف واو در آخر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نام، مانند حرف واو، در کلمه «عَمرو» است.</w:t>
      </w: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۵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سمت چپ الف و ب، نقش شماره ۵ قرار دارد.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آن آمده: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 ذ د /ز ل ب: «مذاد ذولب ز» ؛ «مذاد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لب ز» 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با خط ثمود</w:t>
      </w:r>
      <w:r>
        <w:rPr>
          <w:rFonts w:hint="cs"/>
          <w:rtl/>
          <w:lang w:bidi="fa-IR"/>
        </w:rPr>
        <w:t>ی</w:t>
      </w:r>
    </w:p>
    <w:p w:rsidR="00590962" w:rsidRDefault="00590962" w:rsidP="001271DD">
      <w:pPr>
        <w:pStyle w:val="libNormal"/>
        <w:rPr>
          <w:rtl/>
          <w:lang w:bidi="fa-IR"/>
        </w:rPr>
      </w:pPr>
      <w:r>
        <w:rPr>
          <w:rtl/>
          <w:lang w:bidi="fa-IR"/>
        </w:rPr>
        <w:t>۶</w:t>
      </w:r>
      <w:r w:rsidR="001271D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دو 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به خط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است. در آن آمده: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و أ ن/ص (س) ز ب: «و أنا صذب (سذب)» ؛ «من صذب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سذب هستم»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</w:t>
      </w:r>
      <w:r>
        <w:rPr>
          <w:rtl/>
          <w:lang w:bidi="fa-IR"/>
        </w:rPr>
        <w:t>-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س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 ر / س د ن / ب ب ل. . . / و د د / ش ذ ت: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سادن بابل ودد شذة» ؛ «س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خادم بابل ودد شذة»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سطر دوم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نقش، «ب ب ل»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بابل خوانده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بار، نام بابل در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شذب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سر،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ارتش نبون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حضور داشته است. دو نقش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دارد (نقش‌ها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١۶٩ و اسکوب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١٧٧) که در آنها نام پادشاه بابل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نقش، در منطقه رم، در جنوب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شد.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سر،</w:t>
      </w:r>
      <w:r>
        <w:rPr>
          <w:rtl/>
          <w:lang w:bidi="fa-IR"/>
        </w:rPr>
        <w:t xml:space="preserve"> ما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پُرشده،</w:t>
      </w:r>
      <w:r>
        <w:rPr>
          <w:rtl/>
          <w:lang w:bidi="fa-IR"/>
        </w:rPr>
        <w:t xml:space="preserve"> به نام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سرا</w:t>
      </w:r>
      <w:r>
        <w:rPr>
          <w:rtl/>
          <w:lang w:bidi="fa-IR"/>
        </w:rPr>
        <w:t xml:space="preserve"> در سکاکا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 xml:space="preserve"> که در منطقه جوف قرار دارد.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چاه در سکاکا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دارد؟</w:t>
      </w:r>
    </w:p>
    <w:p w:rsidR="001271DD" w:rsidRDefault="001271DD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39" w:name="_Toc524774356"/>
      <w:r>
        <w:rPr>
          <w:rFonts w:hint="eastAsia"/>
          <w:rtl/>
        </w:rPr>
        <w:t>نوشته‌ها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bookmarkEnd w:id="39"/>
    </w:p>
    <w:p w:rsidR="001271DD" w:rsidRDefault="001271DD" w:rsidP="00590962">
      <w:pPr>
        <w:pStyle w:val="libNormal"/>
        <w:rPr>
          <w:rFonts w:hint="cs"/>
          <w:rtl/>
          <w:lang w:bidi="fa-IR"/>
        </w:rPr>
      </w:pPr>
    </w:p>
    <w:p w:rsidR="00590962" w:rsidRDefault="00590962" w:rsidP="001271D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) نقش کوه الحرض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متن شش 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و به خط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«أنا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(سل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>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اسعد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أسأل</w:t>
      </w:r>
      <w:r>
        <w:rPr>
          <w:rtl/>
          <w:lang w:bidi="fa-IR"/>
        </w:rPr>
        <w:t xml:space="preserve"> الله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الجنة</w:t>
      </w:r>
      <w:r>
        <w:rPr>
          <w:rtl/>
          <w:lang w:bidi="fa-IR"/>
        </w:rPr>
        <w:t xml:space="preserve"> و کتب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رجب سنة ثمان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مائة» .</w:t>
      </w:r>
      <w:r w:rsidRPr="001271DD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271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اسعد، از خداوند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طلبم</w:t>
      </w:r>
      <w:r>
        <w:rPr>
          <w:rtl/>
          <w:lang w:bidi="fa-IR"/>
        </w:rPr>
        <w:t>.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سال ١٢٨ نوشته شده است.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1271D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نقش سد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شش سطر وجود دارد: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«أنا</w:t>
      </w:r>
      <w:r>
        <w:rPr>
          <w:rtl/>
          <w:lang w:bidi="fa-IR"/>
        </w:rPr>
        <w:t xml:space="preserve"> عبد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الرحمن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خالد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استغفر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الله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  <w:r w:rsidRPr="001271DD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نوشته سد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590962" w:rsidRDefault="00590962" w:rsidP="001271D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>) نقش کوه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چهارسطر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کوه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وجود 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نگاشته شده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شهد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محمد بن أحمد أنه لا إله إلا الله وحده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770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من عبدالرحمن بن‌خالد از خداوند آمرزش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طلبم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 له الملک و له الحمد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.</w:t>
      </w:r>
      <w:r w:rsidRPr="00E77085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نوشت</w:t>
      </w:r>
      <w:r>
        <w:rPr>
          <w:rFonts w:hint="cs"/>
          <w:rtl/>
          <w:lang w:bidi="fa-IR"/>
        </w:rPr>
        <w:t>ۀ</w:t>
      </w:r>
      <w:r>
        <w:rPr>
          <w:rtl/>
          <w:lang w:bidi="fa-IR"/>
        </w:rPr>
        <w:t xml:space="preserve"> کوه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590962" w:rsidRDefault="00590962" w:rsidP="00627E4F">
      <w:pPr>
        <w:pStyle w:val="Heading1"/>
        <w:rPr>
          <w:rtl/>
        </w:rPr>
      </w:pPr>
      <w:bookmarkStart w:id="40" w:name="_Toc524774357"/>
      <w:r>
        <w:rPr>
          <w:rFonts w:hint="eastAsia"/>
          <w:rtl/>
        </w:rPr>
        <w:t>د</w:t>
      </w:r>
      <w:r>
        <w:rPr>
          <w:rtl/>
        </w:rPr>
        <w:t>) نقش صخره حره قر</w:t>
      </w:r>
      <w:r>
        <w:rPr>
          <w:rFonts w:hint="cs"/>
          <w:rtl/>
        </w:rPr>
        <w:t>ی</w:t>
      </w:r>
      <w:r>
        <w:rPr>
          <w:rFonts w:hint="eastAsia"/>
          <w:rtl/>
        </w:rPr>
        <w:t>جل</w:t>
      </w:r>
      <w:bookmarkEnd w:id="40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سه سطر به خط کوف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صخره‌ها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جل،</w:t>
      </w:r>
      <w:r>
        <w:rPr>
          <w:rtl/>
          <w:lang w:bidi="fa-IR"/>
        </w:rPr>
        <w:t xml:space="preserve"> به شکل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دارد: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</w:t>
      </w:r>
      <w:r>
        <w:rPr>
          <w:rtl/>
          <w:lang w:bidi="fa-IR"/>
        </w:rPr>
        <w:t xml:space="preserve"> کتب محمد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770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به نام خداوند بخشا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مهربان.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بن‌محمد بن‌احمد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الله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حکومت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آن اوست. او زنده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</w:t>
      </w:r>
      <w:r>
        <w:rPr>
          <w:rtl/>
          <w:lang w:bidi="fa-IR"/>
        </w:rPr>
        <w:t xml:space="preserve"> و خودش زنده است و مرگ در او راه ندارد.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[به‌طور کامل] به دست اوست و بر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لکل</w:t>
      </w:r>
      <w:r>
        <w:rPr>
          <w:rtl/>
          <w:lang w:bidi="fa-IR"/>
        </w:rPr>
        <w:t xml:space="preserve"> هم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فرجا»</w:t>
      </w:r>
      <w:r>
        <w:rPr>
          <w:rtl/>
          <w:lang w:bidi="fa-IR"/>
        </w:rPr>
        <w:t xml:space="preserve"> .</w:t>
      </w:r>
      <w:r w:rsidRPr="00E77085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در دو سطر عبارت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«محمد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وسف»</w:t>
      </w:r>
      <w:r>
        <w:rPr>
          <w:rtl/>
          <w:lang w:bidi="fa-IR"/>
        </w:rPr>
        <w:t xml:space="preserve">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 نقش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سه سطر، به خط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«الله</w:t>
      </w:r>
      <w:r>
        <w:rPr>
          <w:rtl/>
          <w:lang w:bidi="fa-IR"/>
        </w:rPr>
        <w:t xml:space="preserve"> رب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والاسلام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  <w:r w:rsidRPr="00E77085">
        <w:rPr>
          <w:rStyle w:val="libFootnotenumChar"/>
          <w:rtl/>
        </w:rPr>
        <w:t>(2)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E770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نوشت</w:t>
      </w:r>
      <w:r w:rsidR="00E77085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صخره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1- محمد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غم و نگران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2- پروردگارم خداست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اسلام است.</w:t>
      </w:r>
    </w:p>
    <w:p w:rsidR="00590962" w:rsidRDefault="00E77085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E77085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>)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در عبارت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هفت‌سطر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«اللهم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صلّ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آل</w:t>
      </w:r>
      <w:r>
        <w:rPr>
          <w:rtl/>
          <w:lang w:bidi="fa-IR"/>
        </w:rPr>
        <w:t xml:space="preserve"> محمد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وارحم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کتبه» </w:t>
      </w:r>
      <w:r w:rsidRPr="00E77085">
        <w:rPr>
          <w:rStyle w:val="libFootnotenumChar"/>
          <w:rtl/>
        </w:rPr>
        <w:t>.(1)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نوشته‌ا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خط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770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خداوندا! بر محمد و خاندان محمد درود فرست و بر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عبارت، رحم کن.</w:t>
      </w:r>
    </w:p>
    <w:p w:rsidR="00E77085" w:rsidRDefault="00E77085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E77085">
      <w:pPr>
        <w:pStyle w:val="libBold1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) نقش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جول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جول و به خط کوف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سه سطر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«اللهم</w:t>
      </w:r>
      <w:r>
        <w:rPr>
          <w:rtl/>
          <w:lang w:bidi="fa-IR"/>
        </w:rPr>
        <w:t xml:space="preserve"> اغفر لمعقل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الاشجع و لمن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ستغفر</w:t>
      </w:r>
      <w:r>
        <w:rPr>
          <w:rtl/>
          <w:lang w:bidi="fa-IR"/>
        </w:rPr>
        <w:t xml:space="preserve"> له و لمن قال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.</w:t>
      </w:r>
      <w:r w:rsidRPr="00E77085">
        <w:rPr>
          <w:rStyle w:val="libFootnotenumChar"/>
          <w:rtl/>
        </w:rPr>
        <w:t>(1)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نقش</w:t>
      </w:r>
      <w:r>
        <w:rPr>
          <w:rtl/>
          <w:lang w:bidi="fa-IR"/>
        </w:rPr>
        <w:t xml:space="preserve"> نوشته‌ا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خط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جول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کنار آن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سه سطر آمده آآآمدهکه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عبارت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E7708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معقل بن‌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اشجع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طلب آمرزش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</w:t>
      </w:r>
      <w:r>
        <w:rPr>
          <w:rtl/>
          <w:lang w:bidi="fa-IR"/>
        </w:rPr>
        <w:t xml:space="preserve"> [همه]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>.</w:t>
      </w:r>
    </w:p>
    <w:p w:rsidR="00E77085" w:rsidRDefault="00E77085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1" w:name="_Toc524774358"/>
      <w:r>
        <w:rPr>
          <w:rFonts w:hint="eastAsia"/>
          <w:rtl/>
        </w:rPr>
        <w:t>معمار</w:t>
      </w:r>
      <w:r>
        <w:rPr>
          <w:rFonts w:hint="cs"/>
          <w:rtl/>
        </w:rPr>
        <w:t>ی</w:t>
      </w:r>
      <w:r>
        <w:rPr>
          <w:rtl/>
        </w:rPr>
        <w:t xml:space="preserve"> کهن</w:t>
      </w:r>
      <w:bookmarkEnd w:id="41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 در مناطق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کاربرد داشت؛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تابستان، دما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گرم و در زمستان سرد است.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شده است. خشت،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بناها، از اصل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مصالح ساختمان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سنگ‌ها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حره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سنگ‌ها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ساخت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و بخش‌ها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ساختمان به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موارد، سقف‌ها از تنه نخل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درختان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مانند درخت شوره‌گز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تنه درختان، با شاخه بُن نخل 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پوشاندند</w:t>
      </w:r>
      <w:r>
        <w:rPr>
          <w:rtl/>
          <w:lang w:bidi="fa-IR"/>
        </w:rPr>
        <w:t>. سپس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ازک</w:t>
      </w:r>
      <w:r>
        <w:rPr>
          <w:rtl/>
          <w:lang w:bidi="fa-IR"/>
        </w:rPr>
        <w:t xml:space="preserve"> از گِل،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590962" w:rsidRDefault="00E77085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2" w:name="_Toc524774359"/>
      <w:r>
        <w:rPr>
          <w:rFonts w:hint="eastAsia"/>
          <w:rtl/>
        </w:rPr>
        <w:t>خرابه‌ها</w:t>
      </w:r>
      <w:r>
        <w:rPr>
          <w:rFonts w:hint="cs"/>
          <w:rtl/>
        </w:rPr>
        <w:t>ی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bookmarkEnd w:id="42"/>
    </w:p>
    <w:p w:rsidR="00590962" w:rsidRDefault="00590962" w:rsidP="00E770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</w:t>
      </w:r>
      <w:r>
        <w:rPr>
          <w:rFonts w:hint="eastAsia"/>
          <w:rtl/>
          <w:lang w:bidi="fa-IR"/>
        </w:rPr>
        <w:t>اتاق‌ها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خانه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اسلام، دژها را محل سکونت خود قرار دادند؛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مناطق زراع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باتلاق و مرداب فراوان بود که موجب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شد؛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آنان در دژها سکونت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که بالاتر از اراض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امر، پس از اسلام هم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نکرد. به‌طور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بناشده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مناطق مرتفع هستند تا از مکان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تب‌زا (مالار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دور باشند. در گذشته،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پشه‌ها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مشهور بوده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ساختمان‌ها</w:t>
      </w:r>
      <w:r>
        <w:rPr>
          <w:rtl/>
          <w:lang w:bidi="fa-IR"/>
        </w:rPr>
        <w:t xml:space="preserve"> با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مانند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حجاز،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بناشده‌که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کوچه‌ها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گرفته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دان‌ها</w:t>
      </w:r>
      <w:r>
        <w:rPr>
          <w:rtl/>
          <w:lang w:bidi="fa-IR"/>
        </w:rPr>
        <w:t xml:space="preserve">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مناسبت‌ها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ژه،</w:t>
      </w:r>
      <w:r>
        <w:rPr>
          <w:rtl/>
          <w:lang w:bidi="fa-IR"/>
        </w:rPr>
        <w:t xml:space="preserve"> کاربرد داشت.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دان‌ها،</w:t>
      </w:r>
      <w:r>
        <w:rPr>
          <w:rtl/>
          <w:lang w:bidi="fa-IR"/>
        </w:rPr>
        <w:t xml:space="preserve"> قهوه‌خانه و تجارت‌خانه، بنا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بافت عمران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همچون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حجاز کهن است و تمام ساختمان‌ها و واحدها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مسکون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تراکم کنار هم قرار گرفته‌اند.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ساختمان‌ها کوچه‌ها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چ‌درپ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گرفته است که به تناسب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جاها پهن‌تر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  <w:r>
        <w:rPr>
          <w:rtl/>
          <w:lang w:bidi="fa-IR"/>
        </w:rPr>
        <w:cr/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خانه‌ها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گزاگ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بودن</w:t>
      </w:r>
      <w:r>
        <w:rPr>
          <w:rtl/>
          <w:lang w:bidi="fa-IR"/>
        </w:rPr>
        <w:t xml:space="preserve"> راه‌ها و کوچه‌ها موجب شده است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هوا به‌گونه‌ا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هوا خنک‌تر و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وع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مرداب‌ها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590962" w:rsidRDefault="00590962" w:rsidP="00E770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ساختمان‌ها</w:t>
      </w:r>
      <w:r>
        <w:rPr>
          <w:rtl/>
          <w:lang w:bidi="fa-IR"/>
        </w:rPr>
        <w:t xml:space="preserve"> با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روستاها، مانند بشر (الد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>) و شُر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مقر امارت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در سال ١٣٨٣ه. ق از دژ قموص به آنجا منتقل شد.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مشرقه، نطاه، 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هستند.</w:t>
      </w:r>
    </w:p>
    <w:p w:rsidR="00590962" w:rsidRDefault="00590962" w:rsidP="00E7708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است.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سبب نام‌گذار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دختر حارث، ضد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به کار برد. پس از آنکه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فتح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با گوسفند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آن را مسموم کرد و به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>.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اصحابش را دعوت کرد تا از آن غذا بخورند.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قطعه‌ا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 خورد، به اصحابش فرمود: «دست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پاچه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سمّ دارد» . «بشربن براء بن‌معرور» از غذا تناول کرده بود.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واقعه، بر اثر </w:t>
      </w:r>
      <w:r>
        <w:rPr>
          <w:rFonts w:hint="eastAsia"/>
          <w:rtl/>
          <w:lang w:bidi="fa-IR"/>
        </w:rPr>
        <w:t>سمّ</w:t>
      </w:r>
      <w:r>
        <w:rPr>
          <w:rtl/>
          <w:lang w:bidi="fa-IR"/>
        </w:rPr>
        <w:t xml:space="preserve"> جان باخت. رسول 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</w:t>
      </w:r>
      <w:r>
        <w:rPr>
          <w:rtl/>
          <w:lang w:bidi="fa-IR"/>
        </w:rPr>
        <w:t xml:space="preserve"> بنت‌حارث را نزد خود خواند و به او گفت: «پاچه را 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خبر داد؟» رسول خدا فرمود: «پاچه» . آن زن پاسخ داد: «بله» 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وادار کرد؟» او گفت: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پدر،</w:t>
      </w:r>
      <w:r>
        <w:rPr>
          <w:rtl/>
          <w:lang w:bidi="fa-IR"/>
        </w:rPr>
        <w:t xml:space="preserve"> عمو و همسرم را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اموال‌قوم من را تصاحب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من با خود گفتم،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باشد، گوسفند به او خبر خواهد داد و اگر پادشاه باشد از دست او راحت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 بنا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تا بتوانند در برابر حملات، از خود حفاظت 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کنند؛ به‌و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دوران‌ها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ثبات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مختل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ن‌رو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ساخته شده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سلالم و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نحا، بر باق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دژ نزار برپا شده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به‌ظاهر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کوچک بوده‌اند؛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«عبدالقدوس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جهانگرد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سال ١٣٨٢ه. ق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سفر کرده بود، خانه‌ها را به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است: «کاخ‌ها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بازار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سمت 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کوچک و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لانه هستند» .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منظور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(الد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>) بوده است. در آن زمان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و هنوز بازارش به 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جهانگرد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عبدالقدوس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شرح بازار روستا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«بازار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عبارت است از دو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موزون از خرابه‌ها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پراکنده و پاگردها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بسته‌شده با درها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تنه نخل» .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دروازه‌ها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خزانه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هستند.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درها از تنه نخل و با گذاردن تنه نخل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ساخته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که ممکن است، طول آنها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متر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بالاتر نرود و عرض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درها به شکل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قفل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کلون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طناب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از جنس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خرما که به‌صورت 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گرفته است. در 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طناب، گره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آن را به چوب عمود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زده است. </w:t>
      </w:r>
    </w:p>
    <w:p w:rsidR="00590962" w:rsidRDefault="00E77085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3" w:name="_Toc524774360"/>
      <w:r>
        <w:rPr>
          <w:rFonts w:hint="eastAsia"/>
          <w:rtl/>
        </w:rPr>
        <w:t>جاذبه‌ها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گردشگر</w:t>
      </w:r>
      <w:r>
        <w:rPr>
          <w:rFonts w:hint="cs"/>
          <w:rtl/>
        </w:rPr>
        <w:t>ی</w:t>
      </w:r>
      <w:bookmarkEnd w:id="43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جاذبه‌ها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به جز آثار کهن، مانند دژها، روستاها و سدها، از اماکن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شگفت‌آور و منظره‌ها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دل‌انگ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است.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جول،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نمونه‌هاست.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در فاصله هفتاد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واقع شده است. در واقع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جول،</w:t>
      </w:r>
      <w:r>
        <w:rPr>
          <w:rtl/>
          <w:lang w:bidi="fa-IR"/>
        </w:rPr>
        <w:t xml:space="preserve"> آبخ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تمام طول سال خشک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محل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«خفس أم‌جرسان» وجود دارد که غار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است. منطقه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جول و خفس أم‌جرسان، در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با تپه‌ها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سرخ‌رنگ جلوه‌ا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داده است؛ چراکه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رنگ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تپه‌ها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است.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منطقه، تپه‌ها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درنگ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در کوه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(الجبل الاب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>)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کوه، سمت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در فاصله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کصد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واقع است. ارتفاع کوه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ادشده</w:t>
      </w:r>
      <w:r>
        <w:rPr>
          <w:rtl/>
          <w:lang w:bidi="fa-IR"/>
        </w:rPr>
        <w:t xml:space="preserve"> از سطح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حدود ١٧٣۵ متر است.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سفرنامه خود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باز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از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 اشاره و آن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کوه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ض،</w:t>
      </w:r>
      <w:r>
        <w:rPr>
          <w:rtl/>
          <w:lang w:bidi="fa-IR"/>
        </w:rPr>
        <w:t xml:space="preserve"> در سمت شمال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همراه سلسله کوه‌ها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حره رخ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 نقطه مرکز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کوه، از سمت شمال،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قله و از سمت راست آن، هفده قله شمردم که همه آنها دهانه‌ها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آتشفشان‌ها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نقاط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ح‌گاه</w:t>
      </w:r>
      <w:r>
        <w:rPr>
          <w:rtl/>
          <w:lang w:bidi="fa-IR"/>
        </w:rPr>
        <w:t xml:space="preserve"> «الروضه» است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از آن بهره‌بردار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مکان، در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</w:t>
      </w:r>
      <w:r>
        <w:rPr>
          <w:rtl/>
          <w:lang w:bidi="fa-IR"/>
        </w:rPr>
        <w:lastRenderedPageBreak/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واقع شده است. «جدعاء» و «واد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مضاو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ح»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ح‌گاه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 که در شمال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قرار دارد.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از مکان‌ها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از آن استفاده کرد. «واد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غرس» و شعب‌ها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نمونه‌ها هستند.</w:t>
      </w:r>
    </w:p>
    <w:p w:rsidR="00590962" w:rsidRDefault="00590962" w:rsidP="009F49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اماکن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باستان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</w:t>
      </w:r>
      <w:r w:rsidR="009F495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سد «حص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دل‌انگ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ره‌کننده</w:t>
      </w:r>
      <w:r>
        <w:rPr>
          <w:rtl/>
          <w:lang w:bidi="fa-IR"/>
        </w:rPr>
        <w:t xml:space="preserve"> دارد.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«بنتز» 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اچه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ح‌گاه‌ها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جاذبه‌ها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گردشگر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هستند.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جذب گردشگر از اماکن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بهره‌برد که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آنها رخ داده است؛ مانند «قص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صهباء، که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اردوگاه سپاه رسول‌خدا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حمله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بوده است. منطقه 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(دوم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اردوگاه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سپاه) و کوه ذوالرق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از نمونه‌ها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است. </w:t>
      </w:r>
    </w:p>
    <w:p w:rsidR="009F4958" w:rsidRDefault="009F4958" w:rsidP="0059096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4" w:name="_Toc524774361"/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آثار و موزه‌ها</w:t>
      </w:r>
      <w:bookmarkEnd w:id="44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از مناطق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 و موزه‌ها در برنامه آما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آثار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١٣۶٩ه. ق (١٩٧۶م.) ، به آن توجه کرده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منطقه از نقاط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که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باستان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سال ١۴٠١ه. ق از آن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دو منطقه شمال و شمال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 را پ</w:t>
      </w:r>
      <w:r>
        <w:rPr>
          <w:rFonts w:hint="eastAsia"/>
          <w:rtl/>
          <w:lang w:bidi="fa-IR"/>
        </w:rPr>
        <w:t>وشش</w:t>
      </w:r>
      <w:r>
        <w:rPr>
          <w:rtl/>
          <w:lang w:bidi="fa-IR"/>
        </w:rPr>
        <w:t xml:space="preserve"> داد و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سدها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بنت،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دژ قموص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سنگ‌نگاشته‌ها و نقش‌ها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 ثمود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به‌جا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را ثبت کرد.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در سالنامه آثار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عربستان، به نام «اطلال»</w:t>
      </w:r>
      <w:r w:rsidRPr="009F4958">
        <w:rPr>
          <w:rStyle w:val="libFootnotenumChar"/>
          <w:rtl/>
        </w:rPr>
        <w:t>(1)</w:t>
      </w:r>
      <w:r>
        <w:rPr>
          <w:rtl/>
          <w:lang w:bidi="fa-IR"/>
        </w:rPr>
        <w:t>منتشر شد.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 و موزه‌ها، در دوره چهارم برنامه خود، سال ١۴٠٨ه. ق (١٩٨٨م.) اقدام به شمارش سنگ‌نگاشته‌ها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و ثبت آن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دوره، سنگ‌نگاشته‌ها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 حرضه و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ثبت شدند. نتا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مرحله، در سالنامه آثار باستان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عربستان(2)منتشر شد.</w:t>
      </w:r>
    </w:p>
    <w:p w:rsidR="00590962" w:rsidRPr="009F4958" w:rsidRDefault="009F4958" w:rsidP="009F495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590962" w:rsidRDefault="00590962" w:rsidP="009F4958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مجله اطلال، ش۶، سال ١۴٠٢ه. ق ١٩٨٢م. .</w:t>
      </w:r>
    </w:p>
    <w:p w:rsidR="00590962" w:rsidRDefault="00590962" w:rsidP="009F4958">
      <w:pPr>
        <w:pStyle w:val="libFootnote0"/>
        <w:rPr>
          <w:rtl/>
          <w:lang w:bidi="fa-IR"/>
        </w:rPr>
      </w:pPr>
      <w:r>
        <w:rPr>
          <w:rtl/>
          <w:lang w:bidi="fa-IR"/>
        </w:rPr>
        <w:t>2- همان، ش١٢، سال ١۴١٠ه. ق ١٩٨٩م. .</w:t>
      </w:r>
    </w:p>
    <w:p w:rsidR="00590962" w:rsidRDefault="009F4958" w:rsidP="009F49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590962" w:rsidRDefault="00590962" w:rsidP="00627E4F">
      <w:pPr>
        <w:pStyle w:val="Heading1"/>
        <w:rPr>
          <w:rtl/>
        </w:rPr>
      </w:pPr>
      <w:bookmarkStart w:id="45" w:name="_Toc524774362"/>
      <w:r>
        <w:rPr>
          <w:rFonts w:hint="eastAsia"/>
          <w:rtl/>
        </w:rPr>
        <w:t>کتابنامه</w:t>
      </w:r>
      <w:bookmarkEnd w:id="45"/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١. الآثار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الرسول، و الخلفاء الراشد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سعد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الراشد،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جامعة الملک سعود، ١۴١٠ه. ق (١٩٨٩م)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٢. الآثار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سعد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الراشد،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جامعة الملک سعود، ١۴٢۴ه. ق (٢٠٠٣م)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٣. آثار ما قبل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المملکة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السعود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محمد عبدالنع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ترجمه: د. عبدالرح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محمد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چاپ اول،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 ١۴١۶ه. ق (١٩٩۵م)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۴. آثار منطقة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المنورة، سعد عبدالعز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الراشد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سلسلة آثار المملکة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السعود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وکالة الآثار و المتاحف، ١۴٢٣ه. ق (٢٠٠٣م)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۵. الابعاد العسکر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لمعارک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هاشم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الملاح، المورخ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ش٣۴، السنةالثالثة عشر، ١۴٠٧ه. ق (١٩٨٧م)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۶. الأحوال العامة للجز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عند البعثة النبو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الابحاث المقدمة للندوة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الثالثة لدراسات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جامعة ملک سعود،١۴١٠ه. ق (١٩٨٩م) . </w:t>
      </w:r>
    </w:p>
    <w:p w:rsidR="00590962" w:rsidRDefault="00590962" w:rsidP="00590962">
      <w:pPr>
        <w:pStyle w:val="libNormal"/>
        <w:rPr>
          <w:rtl/>
          <w:lang w:bidi="fa-IR"/>
        </w:rPr>
      </w:pP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٧. أرض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سانت جون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ترجمه: 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مختار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چاپ اول،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مکتبة العب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کان،</w:t>
      </w:r>
      <w:r>
        <w:rPr>
          <w:rtl/>
          <w:lang w:bidi="fa-IR"/>
        </w:rPr>
        <w:t xml:space="preserve"> ١۴٢۴ه. ق (٢٠٠٣م)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٨. أسواق العرب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الاسلام،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الافغان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دارالفکر، ١٣٩۴ه. ق (١٩٧۴م)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٩. اکتشاف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رةالعرب،</w:t>
      </w:r>
      <w:r>
        <w:rPr>
          <w:rtl/>
          <w:lang w:bidi="fa-IR"/>
        </w:rPr>
        <w:t xml:space="preserve"> جاکل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ترجمه: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>: منشورات دارالفاخر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دارالکاتب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>].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١٠. برنامج المسح الأثر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الشامل،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مور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مبدئ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مسح المنطقت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الغرب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الشمال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١۴٠١ه. ق (١٩٨١م) ، أطلال، ش۶، ١۴٠٢ه. ق (١٩٨٢م)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١١.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الآثار، عبدالقدوس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اوّل،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 ١٣٨٩ه. ق (١٩۶٩م)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١٢.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الامم و الملوک، ابوجعفر محمد بن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>]، دارالفکر، ١٣٩٩ه. ق (١٩٧٩م)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١٣.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المملکة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السعود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عبدالله الصالح العث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جلد اول، چاپ هشتم، ١۴١٨ه. ق، جلد دوم، چاپ سوم،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>]: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]، ١۴١٨ه. ق (١٩٩٧م)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١۴.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أحمد بن 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واضح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 صادر،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>].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١۵.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ملتق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الحضارات،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أبوالحسن، سلسلة 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البخور، (٢) ،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دارالقوافل للنشر و 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١۴٢٣ه. ق (٢٠٠٢م)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١۶. الجماعات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غرب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أسامة جمعة الأشقر، چاپ چهارم، دمشق،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]، ١۴٢۵ه. ق (٢٠٠۴م) 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١٧. حائل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حاتم،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فرج الله أحمد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سلسلة 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البخور (۵) 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دارالقوافل للنشر و 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١۴٢۶ه. ق (٢٠٠۵م)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١٨. الحجاز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ظهور الاسلام، احمد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جامعة الملک سعود، ١۴١٠ه. ق (١٩٨٩م)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١٩. حصر و تسج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الرسوم و النقوش الصخر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عبدالرحمن کباو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أطلال، ش١٢، ١۴١٠ه. ق (١٩٨٩م)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٢٠. حصون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عصر الرسول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سلام شافع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محمود سلام، الاسکندر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منشأة المعارف،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>].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٢١.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محمد، محمد حسن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کل،</w:t>
      </w:r>
      <w:r>
        <w:rPr>
          <w:rtl/>
          <w:lang w:bidi="fa-IR"/>
        </w:rPr>
        <w:t xml:space="preserve"> چاپ سوم، القاهرة، دارالکتب المصر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١٣۵٨ه. ق (١٩٣٩م)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٢٢.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ذات الحصون و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النخ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عاتق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البلاد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دارالنفائس، ١۴٢۴ه. ق (٢٠٠٣م)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٢٣. دراسة 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مقارنة لنقوش من منطقة رم، خالد محمد عباس أسکوب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جنوب غرب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وکالة الآثار و المتاحف، ١۴٢٠ه. ق (١٩٩٩م)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٢۴. رحلات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بلاد العرب، رحلات و مشاهدات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الحجاز و الأردن، قبائلها و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و نبذة من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خها،</w:t>
      </w:r>
      <w:r>
        <w:rPr>
          <w:rtl/>
          <w:lang w:bidi="fa-IR"/>
        </w:rPr>
        <w:t xml:space="preserve"> عاتق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البلاد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دوم،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>]،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]، ١۴٠٣ه. ق (١٩٨٣م)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٢۵. سلسلة ذخائر العرب، أبومحمد عبدالله بن‌مسلم ابن‌قت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ثروت عکاشة، چاپ چهارم، القاهرة، دارالمعارف، ١۴٠١ه. ق (١٩٨١م)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٢۶.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النبو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ابن‌هشام،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السقا و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عبدالحف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</w:t>
      </w:r>
      <w:r>
        <w:rPr>
          <w:rtl/>
          <w:lang w:bidi="fa-IR"/>
        </w:rPr>
        <w:t xml:space="preserve"> شلب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القسم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دوم، القاهرة، مطبعة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١٣٧۵ه. ق (١٩۵۵م) 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٢٧.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رت‌رسول‌الله،</w:t>
      </w:r>
      <w:r>
        <w:rPr>
          <w:rtl/>
          <w:lang w:bidi="fa-IR"/>
        </w:rPr>
        <w:t xml:space="preserve"> ترجمه و انشا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اسحاق بن‌محمد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ابرقوه،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اصغر مهدو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سوم، تهران: خوارزم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١٣٧٧ش.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٢٨. طرق التجارة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قبل الاسلام، فرج‌الله أحمد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صل،</w:t>
      </w:r>
      <w:r>
        <w:rPr>
          <w:rtl/>
          <w:lang w:bidi="fa-IR"/>
        </w:rPr>
        <w:t xml:space="preserve"> ش٣٠۶، ذ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الحجة،</w:t>
      </w:r>
      <w:r>
        <w:rPr>
          <w:rtl/>
          <w:lang w:bidi="fa-IR"/>
        </w:rPr>
        <w:t xml:space="preserve"> ١۴٢٢ه. ق/ فبرا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- مارس٢٠٠٢م.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٢٩. غزوة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محمد أحمد باشم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چاپ پنجم،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>]، دارالفکر، ١٣٩٩ه. ق (١٩٧٩م)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٣٠. فتوح البلدان، 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الحسن</w:t>
      </w:r>
      <w:r>
        <w:rPr>
          <w:rtl/>
          <w:lang w:bidi="fa-IR"/>
        </w:rPr>
        <w:t xml:space="preserve"> البلاذر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رضوان محمد رضوان،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]، ١٣٩٨ه. ق (١٩٧٨م)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٣١.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شمال غرب الجز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رة،</w:t>
      </w:r>
      <w:r>
        <w:rPr>
          <w:rtl/>
          <w:lang w:bidi="fa-IR"/>
        </w:rPr>
        <w:t xml:space="preserve"> حمد الجاسر،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دارال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مامة</w:t>
      </w:r>
      <w:r>
        <w:rPr>
          <w:rtl/>
          <w:lang w:bidi="fa-IR"/>
        </w:rPr>
        <w:t xml:space="preserve"> للبحث و الترجمة و النشر، ١۴٠١ه. ق (١٩٨١م)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٣٢. الکامل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ابن‌اث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ابوالحسن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الکرم</w:t>
      </w:r>
      <w:r>
        <w:rPr>
          <w:rtl/>
          <w:lang w:bidi="fa-IR"/>
        </w:rPr>
        <w:t xml:space="preserve"> محمد بن محمد بن‌عبدالکر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چهارم،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]، ١۴٠٣ه. ق (١٩٨٣م)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٣٣. مأسل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</w:t>
      </w:r>
      <w:r>
        <w:rPr>
          <w:rtl/>
          <w:lang w:bidi="fa-IR"/>
        </w:rPr>
        <w:t>: جامعة ملک سعود،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١۴٢٠ه. ق (١٩٩٩م)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٣۴. محافظة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</w:t>
      </w:r>
      <w:r>
        <w:rPr>
          <w:rtl/>
          <w:lang w:bidi="fa-IR"/>
        </w:rPr>
        <w:t>]، لجنة العلاقات العامة، ١۴٢١ه. ق (٢٠٠١م)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٣۵. معجم البلدان، شهاب‌الد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ابوعبدالله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بن عبدالله الحمو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دار صادر، ١۴٠۶ه. ق (١٩٨۶م)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٣۶.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جنگ‌ها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A71" w:rsidRPr="00EC5A71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>، محمد بن‌عمر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ترجمه محمود مهدو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دامغان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دوم، تهران، مرکز نشر دانشگاه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١٣۶٩ه. ش.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٣٧. المفصل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 قبل الاسلام، جواد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]، ١٣٩٠ه. ق (١٩٧٠م) . 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٣٨. مناهج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أسال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عند العرب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ضوء النقوش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المبکرة، مشلح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أدوماتو، ش۶،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١۴٢٣ه. ق،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٢٠٠٣م.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٣٩. المواصلات و الاتصالات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المملکة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السعود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خلال مأة عام، عبدالرحمن الط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وزارة المواصلات، ١۴١٩ه. ق (١٩٩٩م)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۴٠. موقف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من العروبة و الاسلام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الرسالة، هاشم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الملاح، سلسلة الموسوعة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سرة،</w:t>
      </w:r>
      <w:r>
        <w:rPr>
          <w:rtl/>
          <w:lang w:bidi="fa-IR"/>
        </w:rPr>
        <w:t xml:space="preserve"> چاپ چهارم، بغداد،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]، ١۴٠٨ه. ق (١٩٨٨م) 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۴١. النشاط الزراع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عهد عمربن الخطاب، سلام شافع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محمود سلام، الاسکندر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منشأة المعارف، [ب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>].</w:t>
      </w:r>
    </w:p>
    <w:p w:rsidR="00590962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>۴٢. نقوش الحجر النبط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عبدالرحمن الذب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اض،</w:t>
      </w:r>
      <w:r>
        <w:rPr>
          <w:rtl/>
          <w:lang w:bidi="fa-IR"/>
        </w:rPr>
        <w:t xml:space="preserve"> مکتبة الملک فهد الوطن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١۴١٩ه. ق (١٩٩٨م) .</w:t>
      </w:r>
    </w:p>
    <w:p w:rsidR="009F4958" w:rsidRDefault="00590962" w:rsidP="0059096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٣۴. </w:t>
      </w:r>
      <w:r>
        <w:rPr>
          <w:lang w:bidi="fa-IR"/>
        </w:rPr>
        <w:t>Al-Ansary, A. R&amp; Abu AL-Hassan,H. The civi lization of Two Cities</w:t>
      </w:r>
      <w:r>
        <w:rPr>
          <w:rtl/>
          <w:lang w:bidi="fa-IR"/>
        </w:rPr>
        <w:t xml:space="preserve">: </w:t>
      </w:r>
    </w:p>
    <w:p w:rsidR="00590962" w:rsidRDefault="009F4958" w:rsidP="009F4958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6" w:name="_Toc524774363"/>
      <w:r>
        <w:rPr>
          <w:rFonts w:hint="cs"/>
          <w:rtl/>
          <w:lang w:bidi="fa-IR"/>
        </w:rPr>
        <w:lastRenderedPageBreak/>
        <w:t>فهرست مطالب</w:t>
      </w:r>
      <w:bookmarkEnd w:id="46"/>
    </w:p>
    <w:sdt>
      <w:sdtPr>
        <w:id w:val="504287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164807" w:rsidRDefault="00164807" w:rsidP="00164807">
          <w:pPr>
            <w:pStyle w:val="TOCHeading"/>
          </w:pPr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4774317" w:history="1">
            <w:r w:rsidRPr="009C67AB">
              <w:rPr>
                <w:rStyle w:val="Hyperlink"/>
                <w:noProof/>
                <w:rtl/>
              </w:rPr>
              <w:t>سخن نگارنده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18" w:history="1">
            <w:r w:rsidRPr="009C67AB">
              <w:rPr>
                <w:rStyle w:val="Hyperlink"/>
                <w:noProof/>
                <w:rtl/>
                <w:lang w:bidi="fa-IR"/>
              </w:rPr>
              <w:t>مباحث مقدمات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 xml:space="preserve"> موقع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ت 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19" w:history="1">
            <w:r w:rsidRPr="009C67AB">
              <w:rPr>
                <w:rStyle w:val="Hyperlink"/>
                <w:noProof/>
                <w:rtl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 در لغت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0" w:history="1">
            <w:r w:rsidRPr="009C67AB">
              <w:rPr>
                <w:rStyle w:val="Hyperlink"/>
                <w:noProof/>
                <w:rtl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بر، در دوره‌ها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ماقبل تار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1" w:history="1">
            <w:r w:rsidRPr="009C67AB">
              <w:rPr>
                <w:rStyle w:val="Hyperlink"/>
                <w:noProof/>
                <w:rtl/>
              </w:rPr>
              <w:t>نقش‌ها و لوح‌ها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سنگ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2" w:history="1">
            <w:r w:rsidRPr="009C67AB">
              <w:rPr>
                <w:rStyle w:val="Hyperlink"/>
                <w:noProof/>
                <w:rtl/>
                <w:lang w:bidi="fa-IR"/>
              </w:rPr>
              <w:t>گورها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 xml:space="preserve"> باستان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 xml:space="preserve"> در حره قر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جل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3" w:history="1">
            <w:r w:rsidRPr="009C67AB">
              <w:rPr>
                <w:rStyle w:val="Hyperlink"/>
                <w:noProof/>
                <w:rtl/>
                <w:lang w:bidi="fa-IR"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 در گذر تار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4" w:history="1">
            <w:r w:rsidRPr="009C67AB">
              <w:rPr>
                <w:rStyle w:val="Hyperlink"/>
                <w:noProof/>
                <w:rtl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 و دوران بابل</w:t>
            </w:r>
            <w:r w:rsidRPr="009C67AB">
              <w:rPr>
                <w:rStyle w:val="Hyperlink"/>
                <w:rFonts w:hint="cs"/>
                <w:noProof/>
                <w:rtl/>
              </w:rPr>
              <w:t>ی‌</w:t>
            </w:r>
            <w:r w:rsidRPr="009C67AB">
              <w:rPr>
                <w:rStyle w:val="Hyperlink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5" w:history="1">
            <w:r w:rsidRPr="009C67AB">
              <w:rPr>
                <w:rStyle w:val="Hyperlink"/>
                <w:noProof/>
                <w:rtl/>
                <w:lang w:bidi="fa-IR"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 و امپراتور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9C67AB">
              <w:rPr>
                <w:rStyle w:val="Hyperlink"/>
                <w:noProof/>
                <w:rtl/>
                <w:lang w:bidi="fa-IR"/>
              </w:rPr>
              <w:t>ها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 xml:space="preserve"> عرب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6" w:history="1">
            <w:r w:rsidRPr="009C67AB">
              <w:rPr>
                <w:rStyle w:val="Hyperlink"/>
                <w:noProof/>
                <w:rtl/>
                <w:lang w:bidi="fa-IR"/>
              </w:rPr>
              <w:t>چشمه هامه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7" w:history="1">
            <w:r w:rsidRPr="009C67AB">
              <w:rPr>
                <w:rStyle w:val="Hyperlink"/>
                <w:noProof/>
                <w:rtl/>
              </w:rPr>
              <w:t xml:space="preserve">حضور 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هود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ان در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8" w:history="1">
            <w:r w:rsidRPr="009C67AB">
              <w:rPr>
                <w:rStyle w:val="Hyperlink"/>
                <w:noProof/>
                <w:rtl/>
                <w:lang w:bidi="fa-IR"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 پس از ظهور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29" w:history="1">
            <w:r w:rsidRPr="009C67AB">
              <w:rPr>
                <w:rStyle w:val="Hyperlink"/>
                <w:noProof/>
                <w:rtl/>
              </w:rPr>
              <w:t>بازتاب دعوت به اسلام در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0" w:history="1">
            <w:r w:rsidRPr="009C67AB">
              <w:rPr>
                <w:rStyle w:val="Hyperlink"/>
                <w:noProof/>
                <w:rtl/>
                <w:lang w:bidi="fa-IR"/>
              </w:rPr>
              <w:t>فتح 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1" w:history="1">
            <w:r w:rsidRPr="009C67AB">
              <w:rPr>
                <w:rStyle w:val="Hyperlink"/>
                <w:noProof/>
                <w:rtl/>
                <w:lang w:bidi="fa-IR"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9C67AB">
              <w:rPr>
                <w:rStyle w:val="Hyperlink"/>
                <w:noProof/>
                <w:rtl/>
                <w:lang w:bidi="fa-IR"/>
              </w:rPr>
              <w:t>بر در دوران سعود</w:t>
            </w:r>
            <w:r w:rsidRPr="009C67AB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9C67AB">
              <w:rPr>
                <w:rStyle w:val="Hyperlink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2" w:history="1">
            <w:r w:rsidRPr="009C67AB">
              <w:rPr>
                <w:rStyle w:val="Hyperlink"/>
                <w:noProof/>
                <w:rtl/>
              </w:rPr>
              <w:t>برخ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از خانه‌ها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موجود در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3" w:history="1">
            <w:r w:rsidRPr="009C67AB">
              <w:rPr>
                <w:rStyle w:val="Hyperlink"/>
                <w:noProof/>
                <w:rtl/>
              </w:rPr>
              <w:t>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 در نوشته‌ها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جهانگردان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4" w:history="1">
            <w:r w:rsidRPr="009C67AB">
              <w:rPr>
                <w:rStyle w:val="Hyperlink"/>
                <w:noProof/>
                <w:rtl/>
              </w:rPr>
              <w:t>الف) جهانگردان غرب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5" w:history="1">
            <w:r w:rsidRPr="009C67AB">
              <w:rPr>
                <w:rStyle w:val="Hyperlink"/>
                <w:noProof/>
                <w:rtl/>
              </w:rPr>
              <w:t>هار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سانت جون ف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لپ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6" w:history="1">
            <w:r w:rsidRPr="009C67AB">
              <w:rPr>
                <w:rStyle w:val="Hyperlink"/>
                <w:noProof/>
                <w:rtl/>
              </w:rPr>
              <w:t>ب) جهانگردان عرب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7" w:history="1">
            <w:r w:rsidRPr="009C67AB">
              <w:rPr>
                <w:rStyle w:val="Hyperlink"/>
                <w:noProof/>
                <w:rtl/>
              </w:rPr>
              <w:t>اماکن باستان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8" w:history="1">
            <w:r w:rsidRPr="009C67AB">
              <w:rPr>
                <w:rStyle w:val="Hyperlink"/>
                <w:noProof/>
                <w:rtl/>
              </w:rPr>
              <w:t>دژ قموص (مرحب)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39" w:history="1">
            <w:r w:rsidRPr="009C67AB">
              <w:rPr>
                <w:rStyle w:val="Hyperlink"/>
                <w:noProof/>
                <w:rtl/>
              </w:rPr>
              <w:t xml:space="preserve">دژ قموص 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ا مرحب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0" w:history="1">
            <w:r w:rsidRPr="009C67AB">
              <w:rPr>
                <w:rStyle w:val="Hyperlink"/>
                <w:noProof/>
                <w:rtl/>
              </w:rPr>
              <w:t>دژ ناعم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1" w:history="1">
            <w:r w:rsidRPr="009C67AB">
              <w:rPr>
                <w:rStyle w:val="Hyperlink"/>
                <w:noProof/>
                <w:rtl/>
              </w:rPr>
              <w:t>دژ وط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2" w:history="1">
            <w:r w:rsidRPr="009C67AB">
              <w:rPr>
                <w:rStyle w:val="Hyperlink"/>
                <w:noProof/>
                <w:rtl/>
              </w:rPr>
              <w:t>دژ ناعم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3" w:history="1">
            <w:r w:rsidRPr="009C67AB">
              <w:rPr>
                <w:rStyle w:val="Hyperlink"/>
                <w:noProof/>
                <w:rtl/>
              </w:rPr>
              <w:t>دژ نزار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4" w:history="1">
            <w:r w:rsidRPr="009C67AB">
              <w:rPr>
                <w:rStyle w:val="Hyperlink"/>
                <w:noProof/>
                <w:rtl/>
              </w:rPr>
              <w:t>دژ زب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5" w:history="1">
            <w:r w:rsidRPr="009C67AB">
              <w:rPr>
                <w:rStyle w:val="Hyperlink"/>
                <w:noProof/>
                <w:rtl/>
              </w:rPr>
              <w:t>دژ أب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6" w:history="1">
            <w:r w:rsidRPr="009C67AB">
              <w:rPr>
                <w:rStyle w:val="Hyperlink"/>
                <w:noProof/>
                <w:rtl/>
              </w:rPr>
              <w:t xml:space="preserve">دژ نزار (البزاة 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ا البازة)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7" w:history="1">
            <w:r w:rsidRPr="009C67AB">
              <w:rPr>
                <w:rStyle w:val="Hyperlink"/>
                <w:noProof/>
                <w:rtl/>
              </w:rPr>
              <w:t>دژ وط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ح و دژ سلالم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8" w:history="1">
            <w:r w:rsidRPr="009C67AB">
              <w:rPr>
                <w:rStyle w:val="Hyperlink"/>
                <w:noProof/>
                <w:rtl/>
              </w:rPr>
              <w:t>سدها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49" w:history="1">
            <w:r w:rsidRPr="009C67AB">
              <w:rPr>
                <w:rStyle w:val="Hyperlink"/>
                <w:noProof/>
                <w:rtl/>
              </w:rPr>
              <w:t>سد قص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به (بنت)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0" w:history="1">
            <w:r w:rsidRPr="009C67AB">
              <w:rPr>
                <w:rStyle w:val="Hyperlink"/>
                <w:noProof/>
                <w:rtl/>
              </w:rPr>
              <w:t>سد حص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1" w:history="1">
            <w:r w:rsidRPr="009C67AB">
              <w:rPr>
                <w:rStyle w:val="Hyperlink"/>
                <w:noProof/>
                <w:rtl/>
              </w:rPr>
              <w:t>سدّ مشقوق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2" w:history="1">
            <w:r w:rsidRPr="009C67AB">
              <w:rPr>
                <w:rStyle w:val="Hyperlink"/>
                <w:noProof/>
                <w:rtl/>
              </w:rPr>
              <w:t>سد زا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د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3" w:history="1">
            <w:r w:rsidRPr="009C67AB">
              <w:rPr>
                <w:rStyle w:val="Hyperlink"/>
                <w:noProof/>
                <w:rtl/>
              </w:rPr>
              <w:t>نوشته‌ها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کهن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4" w:history="1">
            <w:r w:rsidRPr="009C67AB">
              <w:rPr>
                <w:rStyle w:val="Hyperlink"/>
                <w:noProof/>
                <w:rtl/>
              </w:rPr>
              <w:t>ب) نقش‌ها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روستا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الع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5" w:history="1">
            <w:r w:rsidRPr="009C67AB">
              <w:rPr>
                <w:rStyle w:val="Hyperlink"/>
                <w:noProof/>
                <w:rtl/>
              </w:rPr>
              <w:t>نقش خ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بر با خط ثمود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6" w:history="1">
            <w:r w:rsidRPr="009C67AB">
              <w:rPr>
                <w:rStyle w:val="Hyperlink"/>
                <w:noProof/>
                <w:rtl/>
              </w:rPr>
              <w:t>نوشته‌ها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اسلام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7" w:history="1">
            <w:r w:rsidRPr="009C67AB">
              <w:rPr>
                <w:rStyle w:val="Hyperlink"/>
                <w:noProof/>
                <w:rtl/>
              </w:rPr>
              <w:t>د) نقش صخره حره قر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جل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8" w:history="1">
            <w:r w:rsidRPr="009C67AB">
              <w:rPr>
                <w:rStyle w:val="Hyperlink"/>
                <w:noProof/>
                <w:rtl/>
              </w:rPr>
              <w:t>معمار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کهن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59" w:history="1">
            <w:r w:rsidRPr="009C67AB">
              <w:rPr>
                <w:rStyle w:val="Hyperlink"/>
                <w:noProof/>
                <w:rtl/>
              </w:rPr>
              <w:t>خرابه‌ها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خانه‌ها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قد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م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60" w:history="1">
            <w:r w:rsidRPr="009C67AB">
              <w:rPr>
                <w:rStyle w:val="Hyperlink"/>
                <w:noProof/>
                <w:rtl/>
              </w:rPr>
              <w:t>جاذبه‌ها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طب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ع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 xml:space="preserve"> و گردشگر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61" w:history="1">
            <w:r w:rsidRPr="009C67AB">
              <w:rPr>
                <w:rStyle w:val="Hyperlink"/>
                <w:noProof/>
                <w:rtl/>
              </w:rPr>
              <w:t>فعال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ت بن</w:t>
            </w:r>
            <w:r w:rsidRPr="009C67AB">
              <w:rPr>
                <w:rStyle w:val="Hyperlink"/>
                <w:rFonts w:hint="cs"/>
                <w:noProof/>
                <w:rtl/>
              </w:rPr>
              <w:t>ی</w:t>
            </w:r>
            <w:r w:rsidRPr="009C67AB">
              <w:rPr>
                <w:rStyle w:val="Hyperlink"/>
                <w:noProof/>
                <w:rtl/>
              </w:rPr>
              <w:t>اد آثار و موزه‌ها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62" w:history="1">
            <w:r w:rsidRPr="009C67AB">
              <w:rPr>
                <w:rStyle w:val="Hyperlink"/>
                <w:noProof/>
                <w:rtl/>
              </w:rPr>
              <w:t>کتابنامه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4774363" w:history="1">
            <w:r w:rsidRPr="009C67AB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Toc524774363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64807" w:rsidRDefault="00164807">
          <w:r>
            <w:fldChar w:fldCharType="end"/>
          </w:r>
        </w:p>
      </w:sdtContent>
    </w:sdt>
    <w:p w:rsidR="009F4958" w:rsidRDefault="009F4958" w:rsidP="009F4958">
      <w:pPr>
        <w:pStyle w:val="libNormal"/>
        <w:rPr>
          <w:lang w:bidi="fa-IR"/>
        </w:rPr>
      </w:pPr>
    </w:p>
    <w:sectPr w:rsidR="009F495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EA0" w:rsidRDefault="00AA5EA0">
      <w:r>
        <w:separator/>
      </w:r>
    </w:p>
  </w:endnote>
  <w:endnote w:type="continuationSeparator" w:id="0">
    <w:p w:rsidR="00AA5EA0" w:rsidRDefault="00AA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53" w:rsidRDefault="00314753">
    <w:pPr>
      <w:pStyle w:val="Footer"/>
    </w:pPr>
    <w:fldSimple w:instr=" PAGE   \* MERGEFORMAT ">
      <w:r w:rsidR="00292741">
        <w:rPr>
          <w:noProof/>
          <w:rtl/>
        </w:rPr>
        <w:t>4</w:t>
      </w:r>
    </w:fldSimple>
  </w:p>
  <w:p w:rsidR="00314753" w:rsidRDefault="0031475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53" w:rsidRDefault="00314753">
    <w:pPr>
      <w:pStyle w:val="Footer"/>
    </w:pPr>
    <w:fldSimple w:instr=" PAGE   \* MERGEFORMAT ">
      <w:r w:rsidR="00292741">
        <w:rPr>
          <w:noProof/>
          <w:rtl/>
        </w:rPr>
        <w:t>5</w:t>
      </w:r>
    </w:fldSimple>
  </w:p>
  <w:p w:rsidR="00314753" w:rsidRDefault="0031475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53" w:rsidRDefault="00314753">
    <w:pPr>
      <w:pStyle w:val="Footer"/>
    </w:pPr>
    <w:fldSimple w:instr=" PAGE   \* MERGEFORMAT ">
      <w:r w:rsidR="00292741">
        <w:rPr>
          <w:noProof/>
          <w:rtl/>
        </w:rPr>
        <w:t>1</w:t>
      </w:r>
    </w:fldSimple>
  </w:p>
  <w:p w:rsidR="00314753" w:rsidRDefault="003147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EA0" w:rsidRDefault="00AA5EA0">
      <w:r>
        <w:separator/>
      </w:r>
    </w:p>
  </w:footnote>
  <w:footnote w:type="continuationSeparator" w:id="0">
    <w:p w:rsidR="00AA5EA0" w:rsidRDefault="00AA5E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A71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164E0"/>
    <w:rsid w:val="0012268F"/>
    <w:rsid w:val="001243ED"/>
    <w:rsid w:val="00126471"/>
    <w:rsid w:val="00127089"/>
    <w:rsid w:val="001271DD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07"/>
    <w:rsid w:val="00164810"/>
    <w:rsid w:val="001712E1"/>
    <w:rsid w:val="00182CD3"/>
    <w:rsid w:val="0018664D"/>
    <w:rsid w:val="00187017"/>
    <w:rsid w:val="00187246"/>
    <w:rsid w:val="001937F7"/>
    <w:rsid w:val="001A1408"/>
    <w:rsid w:val="001A2284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2741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4753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3DED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0962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1F3D"/>
    <w:rsid w:val="006224EE"/>
    <w:rsid w:val="00625C71"/>
    <w:rsid w:val="00627A7B"/>
    <w:rsid w:val="00627E4F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26DF3"/>
    <w:rsid w:val="0073042E"/>
    <w:rsid w:val="00730E45"/>
    <w:rsid w:val="00731AD7"/>
    <w:rsid w:val="0073365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958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923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EA0"/>
    <w:rsid w:val="00AB0435"/>
    <w:rsid w:val="00AB1F96"/>
    <w:rsid w:val="00AB2515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229C"/>
    <w:rsid w:val="00AF33DF"/>
    <w:rsid w:val="00AF4D50"/>
    <w:rsid w:val="00AF6FBA"/>
    <w:rsid w:val="00B01257"/>
    <w:rsid w:val="00B1002E"/>
    <w:rsid w:val="00B10CA1"/>
    <w:rsid w:val="00B11AF5"/>
    <w:rsid w:val="00B12636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5F8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D94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67ACD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D7B5B"/>
    <w:rsid w:val="00DE4448"/>
    <w:rsid w:val="00DE49C9"/>
    <w:rsid w:val="00DE7035"/>
    <w:rsid w:val="00DF5E1E"/>
    <w:rsid w:val="00DF638A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14A2"/>
    <w:rsid w:val="00E6232E"/>
    <w:rsid w:val="00E63C51"/>
    <w:rsid w:val="00E67194"/>
    <w:rsid w:val="00E71139"/>
    <w:rsid w:val="00E74F63"/>
    <w:rsid w:val="00E7602E"/>
    <w:rsid w:val="00E77085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A71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AC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31475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14753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292741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2AEA-85D7-4AF4-8D91-726FA234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216</TotalTime>
  <Pages>105</Pages>
  <Words>14766</Words>
  <Characters>84172</Characters>
  <Application>Microsoft Office Word</Application>
  <DocSecurity>0</DocSecurity>
  <Lines>701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1601-01-01T00:00:00Z</cp:lastPrinted>
  <dcterms:created xsi:type="dcterms:W3CDTF">2018-09-13T08:02:00Z</dcterms:created>
  <dcterms:modified xsi:type="dcterms:W3CDTF">2018-09-15T07:01:00Z</dcterms:modified>
</cp:coreProperties>
</file>