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BC4" w:rsidRPr="00A95BC4" w:rsidRDefault="00A95BC4" w:rsidP="00A95BC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</w:p>
    <w:p w:rsidR="00A95BC4" w:rsidRPr="00A95BC4" w:rsidRDefault="00A95BC4" w:rsidP="00A95BC4">
      <w:pPr>
        <w:pStyle w:val="libCenterBold1"/>
        <w:rPr>
          <w:rtl/>
          <w:lang w:bidi="fa-IR"/>
        </w:rPr>
      </w:pPr>
      <w:r w:rsidRPr="00A95BC4">
        <w:rPr>
          <w:rtl/>
          <w:lang w:bidi="fa-IR"/>
        </w:rPr>
        <w:t xml:space="preserve"> آشنا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با زنان قرآن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</w:p>
    <w:p w:rsidR="00A95BC4" w:rsidRDefault="00A95BC4" w:rsidP="00A95BC4">
      <w:pPr>
        <w:pStyle w:val="libCenterBold2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نو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سنده</w:t>
      </w:r>
      <w:r w:rsidRPr="00A95BC4">
        <w:rPr>
          <w:rtl/>
          <w:lang w:bidi="fa-IR"/>
        </w:rPr>
        <w:t xml:space="preserve">: فواد حمدو الدقس </w:t>
      </w:r>
    </w:p>
    <w:p w:rsidR="00A95BC4" w:rsidRPr="00A95BC4" w:rsidRDefault="00A95BC4" w:rsidP="00A95BC4">
      <w:pPr>
        <w:pStyle w:val="libCenterBold2"/>
        <w:rPr>
          <w:rtl/>
          <w:lang w:bidi="fa-IR"/>
        </w:rPr>
      </w:pPr>
      <w:r w:rsidRPr="00A95BC4">
        <w:rPr>
          <w:rtl/>
          <w:lang w:bidi="fa-IR"/>
        </w:rPr>
        <w:t xml:space="preserve"> مترجم فاطمه 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</w:t>
      </w:r>
    </w:p>
    <w:p w:rsidR="00C35C47" w:rsidRDefault="00C35C47" w:rsidP="00C35C47">
      <w:pPr>
        <w:pStyle w:val="libCenterBold2"/>
        <w:bidi w:val="0"/>
        <w:rPr>
          <w:rFonts w:hint="cs"/>
        </w:rPr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C35C47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C35C47" w:rsidRPr="00FC27AF" w:rsidRDefault="00C35C47" w:rsidP="00C35C47">
      <w:pPr>
        <w:pStyle w:val="libCenterBold2"/>
        <w:bidi w:val="0"/>
        <w:rPr>
          <w:rFonts w:hint="cs"/>
          <w:rtl/>
        </w:rPr>
      </w:pPr>
      <w:r>
        <w:rPr>
          <w:rtl/>
        </w:rPr>
        <w:t>لازم به ذکر است تصحیح اشتباهات تایپی احتمالی، روی این کتاب انجام گردیده است</w:t>
      </w:r>
      <w:r>
        <w:rPr>
          <w:rFonts w:hint="cs"/>
          <w:rtl/>
        </w:rPr>
        <w:t>.</w:t>
      </w:r>
    </w:p>
    <w:p w:rsidR="00C35C47" w:rsidRDefault="00C35C47" w:rsidP="00A95BC4">
      <w:pPr>
        <w:pStyle w:val="libNormal"/>
        <w:rPr>
          <w:rFonts w:hint="cs"/>
          <w:rtl/>
          <w:lang w:bidi="fa-IR"/>
        </w:rPr>
      </w:pPr>
    </w:p>
    <w:p w:rsidR="00A95BC4" w:rsidRPr="00A95BC4" w:rsidRDefault="00A95BC4" w:rsidP="00A95B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Pr="00A95BC4">
        <w:rPr>
          <w:rFonts w:hint="eastAsia"/>
          <w:rtl/>
          <w:lang w:bidi="fa-IR"/>
        </w:rPr>
        <w:lastRenderedPageBreak/>
        <w:t>قرآن</w:t>
      </w:r>
      <w:r w:rsidRPr="00A95BC4">
        <w:rPr>
          <w:rtl/>
          <w:lang w:bidi="fa-IR"/>
        </w:rPr>
        <w:t xml:space="preserve"> 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آکنده از معارف مختلف است که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ازها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بشر را در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معارف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ازها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معرفت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الگوها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انسان برآورده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بخش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ات</w:t>
      </w:r>
      <w:r w:rsidRPr="00A95BC4">
        <w:rPr>
          <w:rtl/>
          <w:lang w:bidi="fa-IR"/>
        </w:rPr>
        <w:t xml:space="preserve"> قرآن به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انسان‌ها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اشاره دارد که سرگذشت آنها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تواند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خوانندگان درس‌آموز باشد. مانند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اقوام گذشته،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امبران</w:t>
      </w:r>
      <w:r w:rsidRPr="00A95BC4">
        <w:rPr>
          <w:rtl/>
          <w:lang w:bidi="fa-IR"/>
        </w:rPr>
        <w:t xml:space="preserve"> اله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افراد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در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امبران</w:t>
      </w:r>
      <w:r w:rsidRPr="00A95BC4">
        <w:rPr>
          <w:rtl/>
          <w:lang w:bidi="fa-IR"/>
        </w:rPr>
        <w:t xml:space="preserve"> اله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کوشش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غ</w:t>
      </w:r>
      <w:r w:rsidRPr="00A95BC4">
        <w:rPr>
          <w:rtl/>
          <w:lang w:bidi="fa-IR"/>
        </w:rPr>
        <w:t xml:space="preserve"> نکرده‌اند.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ان،</w:t>
      </w:r>
      <w:r w:rsidRPr="00A95BC4">
        <w:rPr>
          <w:rtl/>
          <w:lang w:bidi="fa-IR"/>
        </w:rPr>
        <w:t xml:space="preserve"> زنان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هستند که قرآن 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با نزول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ات،</w:t>
      </w:r>
      <w:r w:rsidRPr="00A95BC4">
        <w:rPr>
          <w:rtl/>
          <w:lang w:bidi="fa-IR"/>
        </w:rPr>
        <w:t xml:space="preserve"> رفتار پسند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آنها را تمج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رفتار ناپسند آنان را نکوهش کرده است.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اثر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رو دار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ترجمه مجموعه کتاب‌ها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با عنوان «نساء 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القرآن الکر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م»</w:t>
      </w:r>
      <w:r w:rsidRPr="00A95BC4">
        <w:rPr>
          <w:rtl/>
          <w:lang w:bidi="fa-IR"/>
        </w:rPr>
        <w:t xml:space="preserve"> است که آقا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فؤاد حمدو الدقس آن را تدو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و سرکار خانم فاطمه 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ترجمه کرده است.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دوار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که مورد استفاده زنان مسلمان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خصوص بانوان زائر قرار 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انه</w:t>
      </w:r>
      <w:r w:rsidRPr="00A95BC4">
        <w:rPr>
          <w:rtl/>
          <w:lang w:bidi="fa-IR"/>
        </w:rPr>
        <w:t xml:space="preserve">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التوف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گروه</w:t>
      </w:r>
      <w:r w:rsidRPr="00A95BC4">
        <w:rPr>
          <w:rtl/>
          <w:lang w:bidi="fa-IR"/>
        </w:rPr>
        <w:t xml:space="preserve"> اخلاق و اسرار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مرکز</w:t>
      </w:r>
      <w:r w:rsidRPr="00A95BC4">
        <w:rPr>
          <w:rtl/>
          <w:lang w:bidi="fa-IR"/>
        </w:rPr>
        <w:t xml:space="preserve"> تحق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قات</w:t>
      </w:r>
      <w:r w:rsidRPr="00A95BC4">
        <w:rPr>
          <w:rtl/>
          <w:lang w:bidi="fa-IR"/>
        </w:rPr>
        <w:t xml:space="preserve"> حج</w:t>
      </w:r>
    </w:p>
    <w:p w:rsidR="00A95BC4" w:rsidRPr="00A95BC4" w:rsidRDefault="00A95BC4" w:rsidP="00A95BC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0" w:name="_Toc504390358"/>
      <w:bookmarkStart w:id="1" w:name="_Toc504390449"/>
      <w:r w:rsidRPr="00A95BC4">
        <w:rPr>
          <w:rFonts w:hint="eastAsia"/>
          <w:rtl/>
          <w:lang w:bidi="fa-IR"/>
        </w:rPr>
        <w:lastRenderedPageBreak/>
        <w:t>مقدمه‌</w:t>
      </w:r>
      <w:bookmarkEnd w:id="0"/>
      <w:bookmarkEnd w:id="1"/>
    </w:p>
    <w:p w:rsidR="00A95BC4" w:rsidRPr="00A95BC4" w:rsidRDefault="00A95BC4" w:rsidP="00A95BC4">
      <w:pPr>
        <w:pStyle w:val="libBold1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اشاره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طول تار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خ،</w:t>
      </w:r>
      <w:r w:rsidRPr="00A95BC4">
        <w:rPr>
          <w:rtl/>
          <w:lang w:bidi="fa-IR"/>
        </w:rPr>
        <w:t xml:space="preserve"> همواره بزرگان و دانش‌پژوهان درباره قرآن و شناخت مسا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گوناگون آن، به بحث و گفت‌وگو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نشستند</w:t>
      </w:r>
      <w:r w:rsidRPr="00A95BC4">
        <w:rPr>
          <w:rtl/>
          <w:lang w:bidi="fa-IR"/>
        </w:rPr>
        <w:t xml:space="preserve"> و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آثار گران‌بها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را از خود به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ادگار</w:t>
      </w:r>
      <w:r w:rsidRPr="00A95BC4">
        <w:rPr>
          <w:rtl/>
          <w:lang w:bidi="fa-IR"/>
        </w:rPr>
        <w:t xml:space="preserve"> نهاده‌اند.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بحث و بررس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ها</w:t>
      </w:r>
      <w:r w:rsidRPr="00A95BC4">
        <w:rPr>
          <w:rtl/>
          <w:lang w:bidi="fa-IR"/>
        </w:rPr>
        <w:t xml:space="preserve"> که از همان دوران نخست مطرح بوده،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وسته</w:t>
      </w:r>
      <w:r w:rsidRPr="00A95BC4">
        <w:rPr>
          <w:rtl/>
          <w:lang w:bidi="fa-IR"/>
        </w:rPr>
        <w:t xml:space="preserve"> ادامه دارد.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بر</w:t>
      </w:r>
      <w:r w:rsidRPr="00A95BC4">
        <w:rPr>
          <w:rtl/>
          <w:lang w:bidi="fa-IR"/>
        </w:rPr>
        <w:t xml:space="preserve"> پا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مدارک موجود، اول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به بحث و گفت‌وگو درباره قرآن پرداخته، «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ح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بن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عمر»،</w:t>
      </w:r>
      <w:r w:rsidRPr="00A95BC4">
        <w:rPr>
          <w:rtl/>
          <w:lang w:bidi="fa-IR"/>
        </w:rPr>
        <w:t xml:space="preserve"> شاگر برومند «ابوالاسود دؤل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 xml:space="preserve"> (متوفا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89) بوده است. </w:t>
      </w:r>
      <w:r w:rsidRPr="00A95BC4">
        <w:rPr>
          <w:rStyle w:val="libFootnotenumChar"/>
          <w:rtl/>
        </w:rPr>
        <w:t>(1)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اصطلاح</w:t>
      </w:r>
      <w:r w:rsidRPr="00A95BC4">
        <w:rPr>
          <w:rtl/>
          <w:lang w:bidi="fa-IR"/>
        </w:rPr>
        <w:t xml:space="preserve"> «علوم قرآن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 xml:space="preserve"> در مورد مسا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و مباحث مقدمات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مرتبط با شناخت قرآن و شئون مختلف آن به کار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رود</w:t>
      </w:r>
      <w:r w:rsidRPr="00A95BC4">
        <w:rPr>
          <w:rtl/>
          <w:lang w:bidi="fa-IR"/>
        </w:rPr>
        <w:t>. علوم قرآن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شامل مباحث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چون وح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نزول قرآن، مدت و ترت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نزول، اسباب النزول، جمع و تال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</w:t>
      </w:r>
      <w:r w:rsidRPr="00A95BC4">
        <w:rPr>
          <w:rtl/>
          <w:lang w:bidi="fa-IR"/>
        </w:rPr>
        <w:t xml:space="preserve"> قرآن، کاتبان وح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کسان</w:t>
      </w:r>
      <w:r w:rsidRPr="00A95BC4">
        <w:rPr>
          <w:rtl/>
          <w:lang w:bidi="fa-IR"/>
        </w:rPr>
        <w:t xml:space="preserve"> کردن مصحف‌ها،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قرائات و منشأ اختلاف د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قرائت قرآن، حج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و عدم تحر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</w:t>
      </w:r>
      <w:r w:rsidRPr="00A95BC4">
        <w:rPr>
          <w:rtl/>
          <w:lang w:bidi="fa-IR"/>
        </w:rPr>
        <w:t xml:space="preserve"> قرآن، مسئله نسخ در قرآن،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متشابهات در قرآن، اعجاز قرآن و ... است.</w:t>
      </w:r>
    </w:p>
    <w:p w:rsidR="00A95BC4" w:rsidRPr="00A95BC4" w:rsidRDefault="00A95BC4" w:rsidP="00A95BC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.____________________________________</w:t>
      </w:r>
    </w:p>
    <w:p w:rsidR="00A95BC4" w:rsidRPr="00A95BC4" w:rsidRDefault="00A95BC4" w:rsidP="00A95BC4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1</w:t>
      </w:r>
      <w:r>
        <w:rPr>
          <w:rFonts w:hint="cs"/>
          <w:rtl/>
          <w:lang w:bidi="fa-IR"/>
        </w:rPr>
        <w:t xml:space="preserve"> </w:t>
      </w:r>
      <w:r w:rsidRPr="00A95BC4">
        <w:rPr>
          <w:rtl/>
          <w:lang w:bidi="fa-IR"/>
        </w:rPr>
        <w:t>- علوم قرآن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محمدهاد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معرفت، ص 8.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Fonts w:hint="cs"/>
          <w:rtl/>
          <w:lang w:bidi="fa-IR"/>
        </w:rPr>
        <w:lastRenderedPageBreak/>
        <w:t>.</w:t>
      </w:r>
      <w:r w:rsidRPr="00A95BC4">
        <w:rPr>
          <w:rFonts w:hint="eastAsia"/>
          <w:rtl/>
          <w:lang w:bidi="fa-IR"/>
        </w:rPr>
        <w:t>علوم</w:t>
      </w:r>
      <w:r w:rsidRPr="00A95BC4">
        <w:rPr>
          <w:rtl/>
          <w:lang w:bidi="fa-IR"/>
        </w:rPr>
        <w:t xml:space="preserve"> را به 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غه</w:t>
      </w:r>
      <w:r w:rsidRPr="00A95BC4">
        <w:rPr>
          <w:rtl/>
          <w:lang w:bidi="fa-IR"/>
        </w:rPr>
        <w:t xml:space="preserve"> جمع گفته‌اند،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هر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مسا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در چارچوب خود دارا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استقلال است و علم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جدا محسوب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شود،</w:t>
      </w:r>
      <w:r w:rsidRPr="00A95BC4">
        <w:rPr>
          <w:rtl/>
          <w:lang w:bidi="fa-IR"/>
        </w:rPr>
        <w:t xml:space="preserve"> طور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ارتباط تنگاتنگ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مسا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وجود ندارد. به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مسا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علوم قرآن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نظم طب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برقرار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تا رعا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ترت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آنها ضرور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</w:t>
      </w:r>
      <w:r w:rsidRPr="00A95BC4">
        <w:rPr>
          <w:rFonts w:hint="eastAsia"/>
          <w:rtl/>
          <w:lang w:bidi="fa-IR"/>
        </w:rPr>
        <w:t>ردد</w:t>
      </w:r>
      <w:r w:rsidRPr="00A95BC4">
        <w:rPr>
          <w:rtl/>
          <w:lang w:bidi="fa-IR"/>
        </w:rPr>
        <w:t>. بنابرا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ن،</w:t>
      </w:r>
      <w:r w:rsidRPr="00A95BC4">
        <w:rPr>
          <w:rtl/>
          <w:lang w:bidi="fa-IR"/>
        </w:rPr>
        <w:t xml:space="preserve"> هر مسئله، جدا از مسا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قابل بحث و بررس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است. </w:t>
      </w:r>
      <w:r w:rsidRPr="00A95BC4">
        <w:rPr>
          <w:rStyle w:val="libFootnotenumChar"/>
          <w:rtl/>
        </w:rPr>
        <w:t>(1)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تحق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tl/>
          <w:lang w:bidi="fa-IR"/>
        </w:rPr>
        <w:t xml:space="preserve"> حاضر، بررس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شأن نزول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قرآن 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با محور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موضوع زنان قرآن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است. زنان قرآن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زنان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هستند که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از کلام الله مج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در شأن آنها نازل شده است، چه نام آنها به صراحت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شده 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نشده باشد.</w:t>
      </w:r>
    </w:p>
    <w:p w:rsidR="00A95BC4" w:rsidRPr="00A95BC4" w:rsidRDefault="00A95BC4" w:rsidP="00A95BC4">
      <w:pPr>
        <w:pStyle w:val="Heading1"/>
        <w:rPr>
          <w:rtl/>
          <w:lang w:bidi="fa-IR"/>
        </w:rPr>
      </w:pPr>
      <w:bookmarkStart w:id="2" w:name="_Toc504390359"/>
      <w:bookmarkStart w:id="3" w:name="_Toc504390450"/>
      <w:r w:rsidRPr="00A95BC4">
        <w:rPr>
          <w:rFonts w:hint="eastAsia"/>
          <w:rtl/>
          <w:lang w:bidi="fa-IR"/>
        </w:rPr>
        <w:t>ضرورت</w:t>
      </w:r>
      <w:r w:rsidRPr="00A95BC4">
        <w:rPr>
          <w:rtl/>
          <w:lang w:bidi="fa-IR"/>
        </w:rPr>
        <w:t xml:space="preserve"> تحق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tl/>
          <w:lang w:bidi="fa-IR"/>
        </w:rPr>
        <w:t xml:space="preserve">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خصوص‌</w:t>
      </w:r>
      <w:bookmarkEnd w:id="2"/>
      <w:bookmarkEnd w:id="3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تا</w:t>
      </w:r>
      <w:r w:rsidRPr="00A95BC4">
        <w:rPr>
          <w:rtl/>
          <w:lang w:bidi="fa-IR"/>
        </w:rPr>
        <w:t xml:space="preserve"> زمان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قرآن به طور کامل شناخته و ثابت نشود که کلام اله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است،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محتوا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 مورد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ندارد.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به نص اصل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که بر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اکرم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نازل شده،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روشن کرد که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تمام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قرائت‌ها ما را به آن نص هدا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تنها برخ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آنها؟ همچن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در مسئله نسخ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تشخ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ص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منسوخ از ناسخ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ضرورت اول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است؛ البته نسخ به معنا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اعم که شامل تخص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ص</w:t>
      </w:r>
      <w:r w:rsidRPr="00A95BC4">
        <w:rPr>
          <w:rtl/>
          <w:lang w:bidi="fa-IR"/>
        </w:rPr>
        <w:t xml:space="preserve"> و تق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است، همان‌گونه</w:t>
      </w:r>
    </w:p>
    <w:p w:rsidR="00A95BC4" w:rsidRPr="00A95BC4" w:rsidRDefault="00A95BC4" w:rsidP="00A95BC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95BC4" w:rsidRPr="00A95BC4" w:rsidRDefault="00A95BC4" w:rsidP="00A95BC4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1- علوم قرآن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ص 7.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Pr="00A95BC4">
        <w:rPr>
          <w:rFonts w:hint="eastAsia"/>
          <w:rtl/>
          <w:lang w:bidi="fa-IR"/>
        </w:rPr>
        <w:lastRenderedPageBreak/>
        <w:t>که</w:t>
      </w:r>
      <w:r w:rsidRPr="00A95BC4">
        <w:rPr>
          <w:rtl/>
          <w:lang w:bidi="fa-IR"/>
        </w:rPr>
        <w:t xml:space="preserve"> در کلام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آمده است. همچن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مسئله متشابهات در قرآن که بدون تشخ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ص</w:t>
      </w:r>
      <w:r w:rsidRPr="00A95BC4">
        <w:rPr>
          <w:rtl/>
          <w:lang w:bidi="fa-IR"/>
        </w:rPr>
        <w:t xml:space="preserve"> آن در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ه‌ها،</w:t>
      </w:r>
      <w:r w:rsidRPr="00A95BC4">
        <w:rPr>
          <w:rtl/>
          <w:lang w:bidi="fa-IR"/>
        </w:rPr>
        <w:t xml:space="preserve"> استنباط احکام و استفاده از مفاه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عال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قرآن به درست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ممکن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و هر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از مسا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علوم قرآن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جا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خود، نقش مهم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بهره‌گ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محتوا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قرآن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فا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کنند</w:t>
      </w:r>
      <w:r w:rsidRPr="00A95BC4">
        <w:rPr>
          <w:rtl/>
          <w:lang w:bidi="fa-IR"/>
        </w:rPr>
        <w:t xml:space="preserve">. </w:t>
      </w:r>
      <w:r w:rsidRPr="00A95BC4">
        <w:rPr>
          <w:rStyle w:val="libFootnotenumChar"/>
          <w:rtl/>
        </w:rPr>
        <w:t>(1)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همچن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بررس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شأن نزول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ه‌ها،</w:t>
      </w:r>
      <w:r w:rsidRPr="00A95BC4">
        <w:rPr>
          <w:rtl/>
          <w:lang w:bidi="fa-IR"/>
        </w:rPr>
        <w:t xml:space="preserve"> که خود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مباحث اصل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علوم قرآن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است؛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اگر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بخواهد به تفس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و تأو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درست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</w:t>
      </w:r>
      <w:r w:rsidRPr="00A95BC4">
        <w:rPr>
          <w:rtl/>
          <w:lang w:bidi="fa-IR"/>
        </w:rPr>
        <w:t xml:space="preserve"> نا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شود، در ابتدا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شأن نزول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و به عبارت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چرا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نزول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را با توجه به اسناد محکم و معتبر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سن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استخراج نما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آنگا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به تفس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و تأو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آورد.</w:t>
      </w:r>
    </w:p>
    <w:p w:rsidR="00A95BC4" w:rsidRPr="00A95BC4" w:rsidRDefault="00A95BC4" w:rsidP="00A95BC4">
      <w:pPr>
        <w:pStyle w:val="Heading1"/>
        <w:rPr>
          <w:rtl/>
          <w:lang w:bidi="fa-IR"/>
        </w:rPr>
      </w:pPr>
      <w:bookmarkStart w:id="4" w:name="_Toc504390360"/>
      <w:bookmarkStart w:id="5" w:name="_Toc504390451"/>
      <w:r w:rsidRPr="00A95BC4">
        <w:rPr>
          <w:rFonts w:hint="eastAsia"/>
          <w:rtl/>
          <w:lang w:bidi="fa-IR"/>
        </w:rPr>
        <w:t>ضرورت</w:t>
      </w:r>
      <w:r w:rsidRPr="00A95BC4">
        <w:rPr>
          <w:rtl/>
          <w:lang w:bidi="fa-IR"/>
        </w:rPr>
        <w:t xml:space="preserve"> تحق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tl/>
          <w:lang w:bidi="fa-IR"/>
        </w:rPr>
        <w:t xml:space="preserve"> اختصاص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مورد زنان‌</w:t>
      </w:r>
      <w:bookmarkEnd w:id="4"/>
      <w:bookmarkEnd w:id="5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چرا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تحق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tl/>
          <w:lang w:bidi="fa-IR"/>
        </w:rPr>
        <w:t xml:space="preserve"> به شأن نزول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</w:t>
      </w:r>
      <w:r w:rsidRPr="00A95BC4">
        <w:rPr>
          <w:rtl/>
          <w:lang w:bidi="fa-IR"/>
        </w:rPr>
        <w:t xml:space="preserve"> در مورد زنان اختصاص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افته</w:t>
      </w:r>
      <w:r w:rsidRPr="00A95BC4">
        <w:rPr>
          <w:rtl/>
          <w:lang w:bidi="fa-IR"/>
        </w:rPr>
        <w:t xml:space="preserve"> است، دلا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موجه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نگارنده دارد، از جمله آنکه زنان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آفر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نش</w:t>
      </w:r>
      <w:r w:rsidRPr="00A95BC4">
        <w:rPr>
          <w:rtl/>
          <w:lang w:bidi="fa-IR"/>
        </w:rPr>
        <w:t xml:space="preserve"> هستند و جا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گاه</w:t>
      </w:r>
      <w:r w:rsidRPr="00A95BC4">
        <w:rPr>
          <w:rtl/>
          <w:lang w:bidi="fa-IR"/>
        </w:rPr>
        <w:t xml:space="preserve"> زن در قرآن، همان جا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گاه</w:t>
      </w:r>
      <w:r w:rsidRPr="00A95BC4">
        <w:rPr>
          <w:rtl/>
          <w:lang w:bidi="fa-IR"/>
        </w:rPr>
        <w:t xml:space="preserve"> انسان در قرآن است. اگرچه حقوق زن و مرد مشابه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(به دل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تفاوت روح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جسم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زن و م</w:t>
      </w:r>
      <w:r w:rsidRPr="00A95BC4">
        <w:rPr>
          <w:rFonts w:hint="eastAsia"/>
          <w:rtl/>
          <w:lang w:bidi="fa-IR"/>
        </w:rPr>
        <w:t>رد</w:t>
      </w:r>
      <w:r w:rsidRPr="00A95BC4">
        <w:rPr>
          <w:rtl/>
          <w:lang w:bidi="fa-IR"/>
        </w:rPr>
        <w:t>)، اما در قرآن حقوق انسان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زن و مرد با هم برابر است؛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قرآن 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نه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مرد، بلکه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«انسان»</w:t>
      </w:r>
    </w:p>
    <w:p w:rsidR="00A95BC4" w:rsidRPr="00A95BC4" w:rsidRDefault="00A95BC4" w:rsidP="00A95BC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95BC4" w:rsidRPr="00A95BC4" w:rsidRDefault="00A95BC4" w:rsidP="00A95BC4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1- علوم قرآن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ص 7.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Pr="00A95BC4">
        <w:rPr>
          <w:rFonts w:hint="eastAsia"/>
          <w:rtl/>
          <w:lang w:bidi="fa-IR"/>
        </w:rPr>
        <w:lastRenderedPageBreak/>
        <w:t>نازل</w:t>
      </w:r>
      <w:r w:rsidRPr="00A95BC4">
        <w:rPr>
          <w:rtl/>
          <w:lang w:bidi="fa-IR"/>
        </w:rPr>
        <w:t xml:space="preserve"> شده است.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بنابرا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ن،</w:t>
      </w:r>
      <w:r w:rsidRPr="00A95BC4">
        <w:rPr>
          <w:rtl/>
          <w:lang w:bidi="fa-IR"/>
        </w:rPr>
        <w:t xml:space="preserve">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هدف رسالت را تشر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ح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 xml:space="preserve"> و غرض از نزول وح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بازگو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نما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فرما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Style w:val="libAlaemChar"/>
          <w:rFonts w:hint="cs"/>
          <w:rtl/>
        </w:rPr>
        <w:t>(</w:t>
      </w:r>
      <w:r w:rsidRPr="00A95BC4">
        <w:rPr>
          <w:rStyle w:val="libAieChar"/>
          <w:rFonts w:hint="eastAsia"/>
          <w:rtl/>
        </w:rPr>
        <w:t>شَهْرُ</w:t>
      </w:r>
      <w:r w:rsidRPr="00A95BC4">
        <w:rPr>
          <w:rStyle w:val="libAieChar"/>
          <w:rtl/>
        </w:rPr>
        <w:t xml:space="preserve"> رَمَضانَ الَّذِ</w:t>
      </w:r>
      <w:r w:rsidRPr="00A95BC4">
        <w:rPr>
          <w:rStyle w:val="libAieChar"/>
          <w:rFonts w:hint="cs"/>
          <w:rtl/>
        </w:rPr>
        <w:t>ی</w:t>
      </w:r>
      <w:r w:rsidRPr="00A95BC4">
        <w:rPr>
          <w:rStyle w:val="libAieChar"/>
          <w:rtl/>
        </w:rPr>
        <w:t xml:space="preserve"> انْزِلَ فِ</w:t>
      </w:r>
      <w:r w:rsidRPr="00A95BC4">
        <w:rPr>
          <w:rStyle w:val="libAieChar"/>
          <w:rFonts w:hint="cs"/>
          <w:rtl/>
        </w:rPr>
        <w:t>ی</w:t>
      </w:r>
      <w:r w:rsidRPr="00A95BC4">
        <w:rPr>
          <w:rStyle w:val="libAieChar"/>
          <w:rFonts w:hint="eastAsia"/>
          <w:rtl/>
        </w:rPr>
        <w:t>هِ</w:t>
      </w:r>
      <w:r w:rsidRPr="00A95BC4">
        <w:rPr>
          <w:rStyle w:val="libAieChar"/>
          <w:rtl/>
        </w:rPr>
        <w:t xml:space="preserve"> الْقُرْآنُ هُد</w:t>
      </w:r>
      <w:r w:rsidRPr="00A95BC4">
        <w:rPr>
          <w:rStyle w:val="libAieChar"/>
          <w:rFonts w:hint="cs"/>
          <w:rtl/>
        </w:rPr>
        <w:t>یً</w:t>
      </w:r>
      <w:r w:rsidRPr="00A95BC4">
        <w:rPr>
          <w:rStyle w:val="libAieChar"/>
          <w:rtl/>
        </w:rPr>
        <w:t xml:space="preserve"> لِلنَّاسِ</w:t>
      </w:r>
      <w:r w:rsidRPr="00A95BC4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 xml:space="preserve"> (بقره: 185)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ماه</w:t>
      </w:r>
      <w:r w:rsidRPr="00A95BC4">
        <w:rPr>
          <w:rtl/>
          <w:lang w:bidi="fa-IR"/>
        </w:rPr>
        <w:t xml:space="preserve"> رمضان همان ماه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که در آن قرآن نازل شده است، که مردم را هدا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ت‌گر</w:t>
      </w:r>
      <w:r w:rsidRPr="00A95BC4">
        <w:rPr>
          <w:rtl/>
          <w:lang w:bidi="fa-IR"/>
        </w:rPr>
        <w:t xml:space="preserve"> باشد.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کلمه</w:t>
      </w:r>
      <w:r w:rsidRPr="00A95BC4">
        <w:rPr>
          <w:rtl/>
          <w:lang w:bidi="fa-IR"/>
        </w:rPr>
        <w:t xml:space="preserve"> «ناس» صنف مخصوص،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گروه خاص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در نظر ندارد، بلکه شامل زن و مرد به طور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کسان</w:t>
      </w:r>
      <w:r w:rsidRPr="00A95BC4">
        <w:rPr>
          <w:rtl/>
          <w:lang w:bidi="fa-IR"/>
        </w:rPr>
        <w:t xml:space="preserve"> است. قرآن 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گاه تعب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به «ناس» وگاه تعب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به «انسان»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 xml:space="preserve"> 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فرما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«ما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انسان، قرآن فرستاد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م»</w:t>
      </w:r>
      <w:r w:rsidRPr="00A95BC4">
        <w:rPr>
          <w:rtl/>
          <w:lang w:bidi="fa-IR"/>
        </w:rPr>
        <w:t>.</w:t>
      </w:r>
      <w:r w:rsidRPr="00350F75">
        <w:rPr>
          <w:rStyle w:val="libAlaemChar"/>
          <w:rFonts w:hint="cs"/>
          <w:rtl/>
        </w:rPr>
        <w:t>(</w:t>
      </w:r>
      <w:r w:rsidRPr="00A95BC4">
        <w:rPr>
          <w:rtl/>
          <w:lang w:bidi="fa-IR"/>
        </w:rPr>
        <w:t xml:space="preserve"> </w:t>
      </w:r>
      <w:r w:rsidRPr="00A95BC4">
        <w:rPr>
          <w:rStyle w:val="libAieChar"/>
          <w:rtl/>
        </w:rPr>
        <w:t>الرَّحْمنُ* عَلَّمَ الْقُرْآنَ* خَلَقَ الإِنْسانَ* عَلَّمَهُ ال</w:t>
      </w:r>
      <w:r w:rsidRPr="00A95BC4">
        <w:rPr>
          <w:rStyle w:val="libAieChar"/>
          <w:rFonts w:hint="eastAsia"/>
          <w:rtl/>
        </w:rPr>
        <w:t>ْبَ</w:t>
      </w:r>
      <w:r w:rsidRPr="00A95BC4">
        <w:rPr>
          <w:rStyle w:val="libAieChar"/>
          <w:rFonts w:hint="cs"/>
          <w:rtl/>
        </w:rPr>
        <w:t>ی</w:t>
      </w:r>
      <w:r w:rsidRPr="00A95BC4">
        <w:rPr>
          <w:rStyle w:val="libAieChar"/>
          <w:rFonts w:hint="eastAsia"/>
          <w:rtl/>
        </w:rPr>
        <w:t>انَ</w:t>
      </w:r>
      <w:r w:rsidRPr="00350F75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>«خدا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رحمان، قرآن را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اد</w:t>
      </w:r>
      <w:r w:rsidRPr="00A95BC4">
        <w:rPr>
          <w:rtl/>
          <w:lang w:bidi="fa-IR"/>
        </w:rPr>
        <w:t xml:space="preserve"> داد، انسان را آفر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به او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آموخت» (الرحمن: 1- 4).</w:t>
      </w:r>
    </w:p>
    <w:p w:rsidR="00A95BC4" w:rsidRPr="00A95BC4" w:rsidRDefault="00A95BC4" w:rsidP="00350F75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دوم، سخن از تعل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قرآن، سپس سخن از خلقت انسان و پس از آن سخن از تعل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است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که طبق نظم طب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اول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انسان خلق شود و پس از آن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اد</w:t>
      </w:r>
      <w:r w:rsidRPr="00A95BC4">
        <w:rPr>
          <w:rtl/>
          <w:lang w:bidi="fa-IR"/>
        </w:rPr>
        <w:t xml:space="preserve"> بگ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رد</w:t>
      </w:r>
      <w:r w:rsidRPr="00A95BC4">
        <w:rPr>
          <w:rtl/>
          <w:lang w:bidi="fa-IR"/>
        </w:rPr>
        <w:t xml:space="preserve"> و سپس قرآن را بفهمد. خداوند رحمان، معلم است و رحمتش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فراگ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است.</w:t>
      </w:r>
      <w:r w:rsidR="00350F75" w:rsidRPr="00350F75">
        <w:rPr>
          <w:rStyle w:val="libAlaemChar"/>
          <w:rFonts w:hint="cs"/>
          <w:rtl/>
        </w:rPr>
        <w:t>(</w:t>
      </w:r>
      <w:r w:rsidRPr="00A95BC4">
        <w:rPr>
          <w:rtl/>
          <w:lang w:bidi="fa-IR"/>
        </w:rPr>
        <w:t xml:space="preserve"> </w:t>
      </w:r>
      <w:r w:rsidRPr="00350F75">
        <w:rPr>
          <w:rStyle w:val="libAieChar"/>
          <w:rtl/>
        </w:rPr>
        <w:t>وَ رَحْمَتِ</w:t>
      </w:r>
      <w:r w:rsidRPr="00350F75">
        <w:rPr>
          <w:rStyle w:val="libAieChar"/>
          <w:rFonts w:hint="cs"/>
          <w:rtl/>
        </w:rPr>
        <w:t>ی</w:t>
      </w:r>
      <w:r w:rsidRPr="00350F75">
        <w:rPr>
          <w:rStyle w:val="libAieChar"/>
          <w:rtl/>
        </w:rPr>
        <w:t xml:space="preserve"> وَسِع</w:t>
      </w:r>
      <w:r w:rsidRPr="00350F75">
        <w:rPr>
          <w:rStyle w:val="libAieChar"/>
          <w:rFonts w:hint="eastAsia"/>
          <w:rtl/>
        </w:rPr>
        <w:t>َتْ</w:t>
      </w:r>
      <w:r w:rsidRPr="00350F75">
        <w:rPr>
          <w:rStyle w:val="libAieChar"/>
          <w:rtl/>
        </w:rPr>
        <w:t xml:space="preserve"> کُلَّ شَ</w:t>
      </w:r>
      <w:r w:rsidRPr="00350F75">
        <w:rPr>
          <w:rStyle w:val="libAieChar"/>
          <w:rFonts w:hint="cs"/>
          <w:rtl/>
        </w:rPr>
        <w:t>یْ‌</w:t>
      </w:r>
      <w:r w:rsidRPr="00350F75">
        <w:rPr>
          <w:rStyle w:val="libAieChar"/>
          <w:rFonts w:hint="eastAsia"/>
          <w:rtl/>
        </w:rPr>
        <w:t>ءٍ</w:t>
      </w:r>
      <w:r w:rsidRPr="00A95BC4">
        <w:rPr>
          <w:rFonts w:hint="eastAsia"/>
          <w:rtl/>
          <w:lang w:bidi="fa-IR"/>
        </w:rPr>
        <w:t>؛</w:t>
      </w:r>
      <w:r w:rsidR="00350F75" w:rsidRPr="00350F75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>«و رحمتم همه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را فرا گرفته است» (اعراف: 156).</w:t>
      </w:r>
    </w:p>
    <w:p w:rsidR="00A95BC4" w:rsidRPr="00A95BC4" w:rsidRDefault="00A95BC4" w:rsidP="00350F75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ترت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ب،</w:t>
      </w:r>
      <w:r w:rsidRPr="00A95BC4">
        <w:rPr>
          <w:rtl/>
          <w:lang w:bidi="fa-IR"/>
        </w:rPr>
        <w:t xml:space="preserve">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خداوند فرمود: «قرآن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ناس است و رحمان درس قرآن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شاگردانش انسانها هستند»،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سخن از زن و مرد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ست،</w:t>
      </w:r>
      <w:r w:rsidRPr="00A95BC4">
        <w:rPr>
          <w:rtl/>
          <w:lang w:bidi="fa-IR"/>
        </w:rPr>
        <w:t xml:space="preserve"> چه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در تعب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نظ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>:</w:t>
      </w:r>
      <w:r w:rsidR="00350F75" w:rsidRPr="00350F75">
        <w:rPr>
          <w:rStyle w:val="libAlaemChar"/>
          <w:rFonts w:hint="cs"/>
          <w:rtl/>
        </w:rPr>
        <w:t>(</w:t>
      </w:r>
      <w:r w:rsidRPr="00A95BC4">
        <w:rPr>
          <w:rtl/>
          <w:lang w:bidi="fa-IR"/>
        </w:rPr>
        <w:t xml:space="preserve"> </w:t>
      </w:r>
      <w:r w:rsidRPr="00350F75">
        <w:rPr>
          <w:rStyle w:val="libAieChar"/>
          <w:rtl/>
        </w:rPr>
        <w:t>فَمَنْ تَبِعَنِ</w:t>
      </w:r>
      <w:r w:rsidRPr="00350F75">
        <w:rPr>
          <w:rStyle w:val="libAieChar"/>
          <w:rFonts w:hint="cs"/>
          <w:rtl/>
        </w:rPr>
        <w:t>ی</w:t>
      </w:r>
      <w:r w:rsidR="00350F75" w:rsidRPr="00350F75">
        <w:rPr>
          <w:rStyle w:val="libAieChar"/>
          <w:rFonts w:hint="cs"/>
          <w:rtl/>
        </w:rPr>
        <w:t xml:space="preserve"> </w:t>
      </w:r>
      <w:r w:rsidRPr="00350F75">
        <w:rPr>
          <w:rStyle w:val="libAieChar"/>
          <w:rFonts w:hint="eastAsia"/>
          <w:rtl/>
        </w:rPr>
        <w:t>فَإِنَّهُ</w:t>
      </w:r>
      <w:r w:rsidRPr="00350F75">
        <w:rPr>
          <w:rStyle w:val="libAieChar"/>
          <w:rtl/>
        </w:rPr>
        <w:t xml:space="preserve"> مِنِّ</w:t>
      </w:r>
      <w:r w:rsidRPr="00350F75">
        <w:rPr>
          <w:rStyle w:val="libAieChar"/>
          <w:rFonts w:hint="cs"/>
          <w:rtl/>
        </w:rPr>
        <w:t>ی</w:t>
      </w:r>
      <w:r w:rsidR="00350F75" w:rsidRPr="00350F75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>«هر که مرا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کند، از من است» (ابراه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: 36)، سخن از زن و مرد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>.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نمونه‌ا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مبن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که قرآن</w:t>
      </w:r>
      <w:r w:rsidR="00350F75" w:rsidRPr="00350F75">
        <w:rPr>
          <w:rStyle w:val="libAlaemChar"/>
          <w:rFonts w:hint="cs"/>
          <w:rtl/>
        </w:rPr>
        <w:t>(</w:t>
      </w:r>
      <w:r w:rsidRPr="00350F75">
        <w:rPr>
          <w:rStyle w:val="libAlaemChar"/>
          <w:rtl/>
        </w:rPr>
        <w:t xml:space="preserve"> </w:t>
      </w:r>
      <w:r w:rsidRPr="00350F75">
        <w:rPr>
          <w:rStyle w:val="libAieChar"/>
          <w:rtl/>
        </w:rPr>
        <w:t>هُد</w:t>
      </w:r>
      <w:r w:rsidRPr="00350F75">
        <w:rPr>
          <w:rStyle w:val="libAieChar"/>
          <w:rFonts w:hint="cs"/>
          <w:rtl/>
        </w:rPr>
        <w:t>یً</w:t>
      </w:r>
      <w:r w:rsidRPr="00350F75">
        <w:rPr>
          <w:rStyle w:val="libAieChar"/>
          <w:rtl/>
        </w:rPr>
        <w:t xml:space="preserve"> لِلنَّاسِ</w:t>
      </w:r>
      <w:r w:rsidRPr="00A95BC4">
        <w:rPr>
          <w:rtl/>
          <w:lang w:bidi="fa-IR"/>
        </w:rPr>
        <w:t xml:space="preserve"> </w:t>
      </w:r>
      <w:r w:rsidR="00350F75" w:rsidRPr="00350F75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>و برنامه‌ا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انسانها است و مراد از «ناس»، صنف به خصوص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. </w:t>
      </w:r>
      <w:r w:rsidRPr="00350F75">
        <w:rPr>
          <w:rStyle w:val="libFootnotenumChar"/>
          <w:rtl/>
        </w:rPr>
        <w:t>(1)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به</w:t>
      </w:r>
      <w:r w:rsidRPr="00A95BC4">
        <w:rPr>
          <w:rtl/>
          <w:lang w:bidi="fa-IR"/>
        </w:rPr>
        <w:t xml:space="preserve"> تعب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علامه بزرگوار محمد حس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طباطبا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>: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مشاهده</w:t>
      </w:r>
      <w:r w:rsidRPr="00A95BC4">
        <w:rPr>
          <w:rtl/>
          <w:lang w:bidi="fa-IR"/>
        </w:rPr>
        <w:t xml:space="preserve"> و تجربه،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معنا را ثابت کرده که مرد و زن دو فرد، از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نوع و از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جوهراند، جوهر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نامش انسان است، چون تمام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آثار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از انسان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در صنف مرد مشاهده شده، در صنف زن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مشاهده شده است (اگر در مرد فضائل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قب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سخاوت، شجاعت، علم، خو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شتن‌دار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امث</w:t>
      </w:r>
      <w:r w:rsidRPr="00A95BC4">
        <w:rPr>
          <w:rFonts w:hint="eastAsia"/>
          <w:rtl/>
          <w:lang w:bidi="fa-IR"/>
        </w:rPr>
        <w:t>ال</w:t>
      </w:r>
      <w:r w:rsidRPr="00A95BC4">
        <w:rPr>
          <w:rtl/>
          <w:lang w:bidi="fa-IR"/>
        </w:rPr>
        <w:t xml:space="preserve"> آن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شده، در صنف زن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شده است) آن هم بدون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چ‌گونه</w:t>
      </w:r>
      <w:r w:rsidRPr="00A95BC4">
        <w:rPr>
          <w:rtl/>
          <w:lang w:bidi="fa-IR"/>
        </w:rPr>
        <w:t xml:space="preserve"> تفاوت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 به طور مسلم ظهور آثار نوع، دل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بر تحقق خود نوع است، پس صنف زن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انسان است. بله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دو صنف در بعض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آثار مشترکه (نه آثار مختصه از قب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حامله شدن و امثال آن)، از نظر شدت و ضعف اختل</w:t>
      </w:r>
      <w:r w:rsidRPr="00A95BC4">
        <w:rPr>
          <w:rFonts w:hint="eastAsia"/>
          <w:rtl/>
          <w:lang w:bidi="fa-IR"/>
        </w:rPr>
        <w:t>اف</w:t>
      </w:r>
      <w:r w:rsidRPr="00A95BC4">
        <w:rPr>
          <w:rtl/>
          <w:lang w:bidi="fa-IR"/>
        </w:rPr>
        <w:t xml:space="preserve"> دارند،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صرف شدت و ضعف در بعض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صفات انسان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ت،</w:t>
      </w:r>
      <w:r w:rsidRPr="00A95BC4">
        <w:rPr>
          <w:rtl/>
          <w:lang w:bidi="fa-IR"/>
        </w:rPr>
        <w:t xml:space="preserve"> باعث آن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شود</w:t>
      </w:r>
      <w:r w:rsidRPr="00A95BC4">
        <w:rPr>
          <w:rtl/>
          <w:lang w:bidi="fa-IR"/>
        </w:rPr>
        <w:t xml:space="preserve"> که بگوئ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نوع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در صنف ضع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</w:t>
      </w:r>
      <w:r w:rsidRPr="00A95BC4">
        <w:rPr>
          <w:rtl/>
          <w:lang w:bidi="fa-IR"/>
        </w:rPr>
        <w:t xml:space="preserve"> باطل شده و او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انسان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و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روشن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شود</w:t>
      </w:r>
      <w:r w:rsidRPr="00A95BC4">
        <w:rPr>
          <w:rtl/>
          <w:lang w:bidi="fa-IR"/>
        </w:rPr>
        <w:t xml:space="preserve"> که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به هر درجه از کمال، که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صنف مقدور است،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صنف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ممکن است 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مصاد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tl/>
          <w:lang w:bidi="fa-IR"/>
        </w:rPr>
        <w:t xml:space="preserve"> آن</w:t>
      </w:r>
    </w:p>
    <w:p w:rsidR="00A95BC4" w:rsidRPr="00350F75" w:rsidRDefault="00350F75" w:rsidP="00350F7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95BC4" w:rsidRPr="00A95BC4" w:rsidRDefault="00A95BC4" w:rsidP="00350F75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1- زن در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جلال و جمال،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الله جواد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آمل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ص 71</w:t>
      </w:r>
    </w:p>
    <w:p w:rsidR="00A95BC4" w:rsidRPr="00A95BC4" w:rsidRDefault="00350F75" w:rsidP="00350F7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95BC4" w:rsidRPr="00A95BC4">
        <w:rPr>
          <w:rFonts w:hint="eastAsia"/>
          <w:rtl/>
          <w:lang w:bidi="fa-IR"/>
        </w:rPr>
        <w:lastRenderedPageBreak/>
        <w:t>استکمال‌ها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معنو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،</w:t>
      </w:r>
      <w:r w:rsidR="00A95BC4" w:rsidRPr="00A95BC4">
        <w:rPr>
          <w:rtl/>
          <w:lang w:bidi="fa-IR"/>
        </w:rPr>
        <w:t xml:space="preserve"> کمالات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است که از راه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مان</w:t>
      </w:r>
      <w:r w:rsidR="00A95BC4" w:rsidRPr="00A95BC4">
        <w:rPr>
          <w:rtl/>
          <w:lang w:bidi="fa-IR"/>
        </w:rPr>
        <w:t xml:space="preserve"> به خدا و اطاعت و تقرب به درگاه او حاصل 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شود،</w:t>
      </w:r>
      <w:r w:rsidR="00A95BC4" w:rsidRPr="00A95BC4">
        <w:rPr>
          <w:rtl/>
          <w:lang w:bidi="fa-IR"/>
        </w:rPr>
        <w:t xml:space="preserve"> با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ب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ان</w:t>
      </w:r>
      <w:r w:rsidR="00A95BC4" w:rsidRPr="00A95BC4">
        <w:rPr>
          <w:rtl/>
          <w:lang w:bidi="fa-IR"/>
        </w:rPr>
        <w:t xml:space="preserve"> به طور کامل روشن 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شود</w:t>
      </w:r>
      <w:r w:rsidR="00A95BC4" w:rsidRPr="00A95BC4">
        <w:rPr>
          <w:rtl/>
          <w:lang w:bidi="fa-IR"/>
        </w:rPr>
        <w:t xml:space="preserve"> که در افاده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بحث، بهتر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و جامع‌تر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و در ع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حال کوتاه‌تر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کلام هم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عبارت</w:t>
      </w:r>
      <w:r w:rsidRPr="00350F75">
        <w:rPr>
          <w:rStyle w:val="libAlaemChar"/>
          <w:rFonts w:hint="cs"/>
          <w:rtl/>
        </w:rPr>
        <w:t>(</w:t>
      </w:r>
      <w:r w:rsidR="00A95BC4" w:rsidRPr="00350F75">
        <w:rPr>
          <w:rStyle w:val="libAlaemChar"/>
          <w:rtl/>
        </w:rPr>
        <w:t xml:space="preserve"> </w:t>
      </w:r>
      <w:r w:rsidR="00A95BC4" w:rsidRPr="00350F75">
        <w:rPr>
          <w:rStyle w:val="libAieChar"/>
          <w:rtl/>
        </w:rPr>
        <w:t>انِّ</w:t>
      </w:r>
      <w:r w:rsidR="00A95BC4" w:rsidRPr="00350F75">
        <w:rPr>
          <w:rStyle w:val="libAieChar"/>
          <w:rFonts w:hint="cs"/>
          <w:rtl/>
        </w:rPr>
        <w:t>ی</w:t>
      </w:r>
      <w:r w:rsidR="00A95BC4" w:rsidRPr="00350F75">
        <w:rPr>
          <w:rStyle w:val="libAieChar"/>
          <w:rtl/>
        </w:rPr>
        <w:t xml:space="preserve"> لا اضِ</w:t>
      </w:r>
      <w:r w:rsidR="00A95BC4" w:rsidRPr="00350F75">
        <w:rPr>
          <w:rStyle w:val="libAieChar"/>
          <w:rFonts w:hint="cs"/>
          <w:rtl/>
        </w:rPr>
        <w:t>ی</w:t>
      </w:r>
      <w:r w:rsidR="00A95BC4" w:rsidRPr="00350F75">
        <w:rPr>
          <w:rStyle w:val="libAieChar"/>
          <w:rFonts w:hint="eastAsia"/>
          <w:rtl/>
        </w:rPr>
        <w:t>عُ</w:t>
      </w:r>
      <w:r w:rsidR="00A95BC4" w:rsidRPr="00350F75">
        <w:rPr>
          <w:rStyle w:val="libAieChar"/>
          <w:rtl/>
        </w:rPr>
        <w:t xml:space="preserve"> عَمَلَ عامِلٍ مِنکُم مِن ذَکَ</w:t>
      </w:r>
      <w:r w:rsidR="00A95BC4" w:rsidRPr="00350F75">
        <w:rPr>
          <w:rStyle w:val="libAieChar"/>
          <w:rFonts w:hint="eastAsia"/>
          <w:rtl/>
        </w:rPr>
        <w:t>رٍ</w:t>
      </w:r>
      <w:r w:rsidR="00A95BC4" w:rsidRPr="00350F75">
        <w:rPr>
          <w:rStyle w:val="libAieChar"/>
          <w:rtl/>
        </w:rPr>
        <w:t xml:space="preserve"> او انث</w:t>
      </w:r>
      <w:r w:rsidR="00A95BC4" w:rsidRPr="00350F75">
        <w:rPr>
          <w:rStyle w:val="libAieChar"/>
          <w:rFonts w:hint="cs"/>
          <w:rtl/>
        </w:rPr>
        <w:t>ی</w:t>
      </w:r>
      <w:r w:rsidR="00A95BC4" w:rsidRPr="00350F75">
        <w:rPr>
          <w:rStyle w:val="libAieChar"/>
          <w:rtl/>
        </w:rPr>
        <w:t xml:space="preserve"> بَعضُکُم مِن بَعض</w:t>
      </w:r>
      <w:r w:rsidRPr="00350F75">
        <w:rPr>
          <w:rStyle w:val="libAlaemChar"/>
          <w:rFonts w:hint="cs"/>
          <w:rtl/>
        </w:rPr>
        <w:t>)</w:t>
      </w:r>
      <w:r w:rsidR="00A95BC4" w:rsidRPr="00350F75">
        <w:rPr>
          <w:rStyle w:val="libAlaemChar"/>
          <w:rtl/>
        </w:rPr>
        <w:t xml:space="preserve"> </w:t>
      </w:r>
      <w:r w:rsidR="00A95BC4" w:rsidRPr="00A95BC4">
        <w:rPr>
          <w:rtl/>
          <w:lang w:bidi="fa-IR"/>
        </w:rPr>
        <w:t>(آل عمران: 195) است و اگر خواننده محترم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کلام را با کلام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که در تورات در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باره وارد شده مقا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سه</w:t>
      </w:r>
      <w:r w:rsidR="00A95BC4" w:rsidRPr="00A95BC4">
        <w:rPr>
          <w:rtl/>
          <w:lang w:bidi="fa-IR"/>
        </w:rPr>
        <w:t xml:space="preserve"> کند، برا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ش</w:t>
      </w:r>
      <w:r w:rsidR="00A95BC4" w:rsidRPr="00A95BC4">
        <w:rPr>
          <w:rtl/>
          <w:lang w:bidi="fa-IR"/>
        </w:rPr>
        <w:t xml:space="preserve"> روشن 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گردد</w:t>
      </w:r>
      <w:r w:rsidR="00A95BC4" w:rsidRPr="00A95BC4">
        <w:rPr>
          <w:rtl/>
          <w:lang w:bidi="fa-IR"/>
        </w:rPr>
        <w:t xml:space="preserve"> که قرآن کر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م</w:t>
      </w:r>
      <w:r w:rsidR="00A95BC4" w:rsidRPr="00A95BC4">
        <w:rPr>
          <w:rtl/>
          <w:lang w:bidi="fa-IR"/>
        </w:rPr>
        <w:t xml:space="preserve"> در چه سطح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است و تورات در چه افق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>!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سفر جامعه تورات آمده: «من و دلم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گشت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[من با کمال توجه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گشتم] تا بدانم از نظر حکمت و عقل جرثومه شر،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جهالت و حماقت و جنون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و کجاست؟».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دم</w:t>
      </w:r>
      <w:r w:rsidRPr="00A95BC4">
        <w:rPr>
          <w:rtl/>
          <w:lang w:bidi="fa-IR"/>
        </w:rPr>
        <w:t xml:space="preserve"> از مرگ بدتر و تلخ‌تر زن است که خودش دام و قلبش طناب دام است و دست‌ها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زنج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است تا آنجا که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من در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هزار نفر مرد،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انسان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دا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کنم،</w:t>
      </w:r>
      <w:r w:rsidRPr="00A95BC4">
        <w:rPr>
          <w:rtl/>
          <w:lang w:bidi="fa-IR"/>
        </w:rPr>
        <w:t xml:space="preserve"> اما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هزار نفر زن،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انسان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دا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کنم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شتر</w:t>
      </w:r>
      <w:r w:rsidRPr="00A95BC4">
        <w:rPr>
          <w:rtl/>
          <w:lang w:bidi="fa-IR"/>
        </w:rPr>
        <w:t xml:space="preserve"> امت‌ها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معتقد بودند که عبادت و عمل صالح زن در درگاه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تعال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رفته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ست،</w:t>
      </w:r>
      <w:r w:rsidRPr="00A95BC4">
        <w:rPr>
          <w:rtl/>
          <w:lang w:bidi="fa-IR"/>
        </w:rPr>
        <w:t xml:space="preserve"> در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ونان</w:t>
      </w:r>
      <w:r w:rsidRPr="00A95BC4">
        <w:rPr>
          <w:rtl/>
          <w:lang w:bidi="fa-IR"/>
        </w:rPr>
        <w:t xml:space="preserve"> قد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زن را پل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دست‌پرورده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طان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دانستند،</w:t>
      </w:r>
      <w:r w:rsidRPr="00A95BC4">
        <w:rPr>
          <w:rtl/>
          <w:lang w:bidi="fa-IR"/>
        </w:rPr>
        <w:t xml:space="preserve"> و روم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و بعض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ونان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معتقد بودند که زن دارا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نفس مجرد انسان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و مرد دارا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 هست و حت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سال 586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فرانسه، کنگره‌ا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تشک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شد تا در مورد زن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زن انسان است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ر،</w:t>
      </w:r>
      <w:r w:rsidRPr="00A95BC4">
        <w:rPr>
          <w:rtl/>
          <w:lang w:bidi="fa-IR"/>
        </w:rPr>
        <w:t xml:space="preserve"> بحث کنند! بعد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از</w:t>
      </w:r>
      <w:r w:rsidRPr="00A95BC4">
        <w:rPr>
          <w:rtl/>
          <w:lang w:bidi="fa-IR"/>
        </w:rPr>
        <w:t xml:space="preserve"> بگو مگوها و جر و بحث‌ها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ار،</w:t>
      </w:r>
      <w:r w:rsidRPr="00A95BC4">
        <w:rPr>
          <w:rtl/>
          <w:lang w:bidi="fa-IR"/>
        </w:rPr>
        <w:t xml:space="preserve">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نت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جه</w:t>
      </w:r>
      <w:r w:rsidRPr="00A95BC4">
        <w:rPr>
          <w:rtl/>
          <w:lang w:bidi="fa-IR"/>
        </w:rPr>
        <w:t xml:space="preserve">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</w:t>
      </w:r>
      <w:r w:rsidRPr="00A95BC4">
        <w:rPr>
          <w:rtl/>
          <w:lang w:bidi="fa-IR"/>
        </w:rPr>
        <w:t xml:space="preserve"> که بله زن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انسان است، اما نه چون مرد انسان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مستقل، بلکه انسان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مخصوص خدمت کردن بر مردان 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در انگلستان تا حدود صد سال قبل، زن جزء مجتمع </w:t>
      </w:r>
      <w:r w:rsidRPr="00A95BC4">
        <w:rPr>
          <w:rtl/>
          <w:lang w:bidi="fa-IR"/>
        </w:rPr>
        <w:lastRenderedPageBreak/>
        <w:t>انسان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شمرده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</w:t>
      </w:r>
      <w:r w:rsidRPr="00A95BC4">
        <w:rPr>
          <w:rtl/>
          <w:lang w:bidi="fa-IR"/>
        </w:rPr>
        <w:t xml:space="preserve"> و خواننده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اگر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باب به </w:t>
      </w:r>
      <w:r w:rsidRPr="00A95BC4">
        <w:rPr>
          <w:rFonts w:hint="eastAsia"/>
          <w:rtl/>
          <w:lang w:bidi="fa-IR"/>
        </w:rPr>
        <w:t>کتاب‌ها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که درباره آراء و عقا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آداب ملت‌ها نوشته شده مراجعه کند، به عقا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عج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برم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خورد</w:t>
      </w:r>
      <w:r w:rsidRPr="00A95BC4">
        <w:rPr>
          <w:rtl/>
          <w:lang w:bidi="fa-IR"/>
        </w:rPr>
        <w:t xml:space="preserve">. </w:t>
      </w:r>
      <w:r w:rsidRPr="00350F75">
        <w:rPr>
          <w:rStyle w:val="libFootnotenumChar"/>
          <w:rtl/>
        </w:rPr>
        <w:t>(1)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برخ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مشابه نبودن حقوق زن و مرد را در اسلام دستاو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قرار داده‌اند تا بگو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</w:t>
      </w:r>
      <w:r w:rsidRPr="00A95BC4">
        <w:rPr>
          <w:rtl/>
          <w:lang w:bidi="fa-IR"/>
        </w:rPr>
        <w:t xml:space="preserve"> که در اسلام، زن در اجتماع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چ‌کاره</w:t>
      </w:r>
      <w:r w:rsidRPr="00A95BC4">
        <w:rPr>
          <w:rtl/>
          <w:lang w:bidi="fa-IR"/>
        </w:rPr>
        <w:t xml:space="preserve"> و فقط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خانه و زاد و ولد خلق شده است. در صورت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به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وجه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طور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>.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ما به متن اسلام مراجعه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نت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جه</w:t>
      </w:r>
      <w:r w:rsidRPr="00A95BC4">
        <w:rPr>
          <w:rtl/>
          <w:lang w:bidi="fa-IR"/>
        </w:rPr>
        <w:t xml:space="preserve"> آنچه که اسلا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در مورد زن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خواهد،</w:t>
      </w:r>
      <w:r w:rsidRPr="00A95BC4">
        <w:rPr>
          <w:rtl/>
          <w:lang w:bidi="fa-IR"/>
        </w:rPr>
        <w:t xml:space="preserve"> شخص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و گران‌بها بودن است. در پرتو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شخص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و گران‌بها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عفاف در جامعه مستقر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شود،</w:t>
      </w:r>
      <w:r w:rsidRPr="00A95BC4">
        <w:rPr>
          <w:rtl/>
          <w:lang w:bidi="fa-IR"/>
        </w:rPr>
        <w:t xml:space="preserve"> روان‌ها سالم باق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مانند،</w:t>
      </w:r>
      <w:r w:rsidRPr="00A95BC4">
        <w:rPr>
          <w:rtl/>
          <w:lang w:bidi="fa-IR"/>
        </w:rPr>
        <w:t xml:space="preserve"> کانون‌ها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خانوادگ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جامعه سالم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مانند</w:t>
      </w:r>
      <w:r w:rsidRPr="00A95BC4">
        <w:rPr>
          <w:rtl/>
          <w:lang w:bidi="fa-IR"/>
        </w:rPr>
        <w:t xml:space="preserve"> و «رش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د»</w:t>
      </w:r>
      <w:r w:rsidRPr="00A95BC4">
        <w:rPr>
          <w:rtl/>
          <w:lang w:bidi="fa-IR"/>
        </w:rPr>
        <w:t xml:space="preserve"> از کار درم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گران‌بها بودن زن،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است که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او و مرد، در </w:t>
      </w:r>
      <w:r w:rsidRPr="00A95BC4">
        <w:rPr>
          <w:rFonts w:hint="eastAsia"/>
          <w:rtl/>
          <w:lang w:bidi="fa-IR"/>
        </w:rPr>
        <w:t>حدود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اسلام مشخص کرده است، حر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وجود داشته باشد.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به</w:t>
      </w:r>
      <w:r w:rsidRPr="00A95BC4">
        <w:rPr>
          <w:rtl/>
          <w:lang w:bidi="fa-IR"/>
        </w:rPr>
        <w:t xml:space="preserve"> عبارت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گر،</w:t>
      </w:r>
      <w:r w:rsidRPr="00A95BC4">
        <w:rPr>
          <w:rtl/>
          <w:lang w:bidi="fa-IR"/>
        </w:rPr>
        <w:t xml:space="preserve"> اسلام اجازه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دهد</w:t>
      </w:r>
      <w:r w:rsidRPr="00A95BC4">
        <w:rPr>
          <w:rtl/>
          <w:lang w:bidi="fa-IR"/>
        </w:rPr>
        <w:t xml:space="preserve"> که جز کانون خانوادگ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صحنه اجتماع، صحنه بهره‌بردار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التذاذ جنس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مرد از زن</w:t>
      </w:r>
    </w:p>
    <w:p w:rsidR="00A95BC4" w:rsidRPr="00350F75" w:rsidRDefault="00350F75" w:rsidP="00350F7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A95BC4" w:rsidRPr="00A95BC4" w:rsidRDefault="00A95BC4" w:rsidP="00350F75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1- ترجمه الم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زان،</w:t>
      </w:r>
      <w:r w:rsidRPr="00A95BC4">
        <w:rPr>
          <w:rtl/>
          <w:lang w:bidi="fa-IR"/>
        </w:rPr>
        <w:t xml:space="preserve"> ج 4، ص 140.</w:t>
      </w:r>
    </w:p>
    <w:p w:rsidR="00A95BC4" w:rsidRPr="00A95BC4" w:rsidRDefault="00350F75" w:rsidP="00A95B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95BC4" w:rsidRPr="00A95BC4">
        <w:rPr>
          <w:rFonts w:hint="eastAsia"/>
          <w:rtl/>
          <w:lang w:bidi="fa-IR"/>
        </w:rPr>
        <w:lastRenderedPageBreak/>
        <w:t>باشد،</w:t>
      </w:r>
      <w:r w:rsidR="00A95BC4" w:rsidRPr="00A95BC4">
        <w:rPr>
          <w:rtl/>
          <w:lang w:bidi="fa-IR"/>
        </w:rPr>
        <w:t xml:space="preserve"> چه به صورت نگاه کردن به بدن و اندام او، چه به صورت لمس کردن بدنش، و چه به صورت استشمام عطر زنانه‌اش و 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</w:t>
      </w:r>
      <w:r w:rsidR="00A95BC4" w:rsidRPr="00A95BC4">
        <w:rPr>
          <w:rtl/>
          <w:lang w:bidi="fa-IR"/>
        </w:rPr>
        <w:t xml:space="preserve"> حت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شن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دن</w:t>
      </w:r>
      <w:r w:rsidR="00A95BC4" w:rsidRPr="00A95BC4">
        <w:rPr>
          <w:rtl/>
          <w:lang w:bidi="fa-IR"/>
        </w:rPr>
        <w:t xml:space="preserve"> صدا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پا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ش</w:t>
      </w:r>
      <w:r w:rsidR="00A95BC4" w:rsidRPr="00A95BC4">
        <w:rPr>
          <w:rtl/>
          <w:lang w:bidi="fa-IR"/>
        </w:rPr>
        <w:t xml:space="preserve"> که اگر به اصطلاح به صورت مه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ج</w:t>
      </w:r>
      <w:r w:rsidR="00A95BC4" w:rsidRPr="00A95BC4">
        <w:rPr>
          <w:rtl/>
          <w:lang w:bidi="fa-IR"/>
        </w:rPr>
        <w:t xml:space="preserve"> باشد. ول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اگر بگو</w:t>
      </w:r>
      <w:r w:rsidR="00A95BC4" w:rsidRPr="00A95BC4">
        <w:rPr>
          <w:rFonts w:hint="cs"/>
          <w:rtl/>
          <w:lang w:bidi="fa-IR"/>
        </w:rPr>
        <w:t>یی</w:t>
      </w:r>
      <w:r w:rsidR="00A95BC4" w:rsidRPr="00A95BC4">
        <w:rPr>
          <w:rFonts w:hint="eastAsia"/>
          <w:rtl/>
          <w:lang w:bidi="fa-IR"/>
        </w:rPr>
        <w:t>م</w:t>
      </w:r>
      <w:r w:rsidR="00A95BC4" w:rsidRPr="00A95BC4">
        <w:rPr>
          <w:rtl/>
          <w:lang w:bidi="fa-IR"/>
        </w:rPr>
        <w:t xml:space="preserve"> در مورد علم، اخت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ار،</w:t>
      </w:r>
      <w:r w:rsidR="00A95BC4" w:rsidRPr="00A95BC4">
        <w:rPr>
          <w:rtl/>
          <w:lang w:bidi="fa-IR"/>
        </w:rPr>
        <w:t xml:space="preserve"> اراده،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مان</w:t>
      </w:r>
      <w:r w:rsidR="00A95BC4" w:rsidRPr="00A95BC4">
        <w:rPr>
          <w:rtl/>
          <w:lang w:bidi="fa-IR"/>
        </w:rPr>
        <w:t xml:space="preserve"> و عبادت، هنر و خلاق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ت</w:t>
      </w:r>
      <w:r w:rsidR="00A95BC4" w:rsidRPr="00A95BC4">
        <w:rPr>
          <w:rtl/>
          <w:lang w:bidi="fa-IR"/>
        </w:rPr>
        <w:t xml:space="preserve"> چطور؟ 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گو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</w:t>
      </w:r>
      <w:r w:rsidR="00A95BC4" w:rsidRPr="00A95BC4">
        <w:rPr>
          <w:rtl/>
          <w:lang w:bidi="fa-IR"/>
        </w:rPr>
        <w:t xml:space="preserve"> بس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ار</w:t>
      </w:r>
      <w:r w:rsidR="00A95BC4" w:rsidRPr="00A95BC4">
        <w:rPr>
          <w:rtl/>
          <w:lang w:bidi="fa-IR"/>
        </w:rPr>
        <w:t xml:space="preserve"> خوب، همچون مرد. چ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زها</w:t>
      </w:r>
      <w:r w:rsidR="00A95BC4" w:rsidRPr="00A95BC4">
        <w:rPr>
          <w:rFonts w:hint="cs"/>
          <w:rtl/>
          <w:lang w:bidi="fa-IR"/>
        </w:rPr>
        <w:t>یی</w:t>
      </w:r>
      <w:r w:rsidR="00A95BC4" w:rsidRPr="00A95BC4">
        <w:rPr>
          <w:rtl/>
          <w:lang w:bidi="fa-IR"/>
        </w:rPr>
        <w:t xml:space="preserve"> را شارع حرام کرده که به زن مربوط است و آنچه را که حرام نکرده، بر ه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چ</w:t>
      </w:r>
      <w:r w:rsidR="00A95BC4" w:rsidRPr="00A95BC4">
        <w:rPr>
          <w:rtl/>
          <w:lang w:bidi="fa-IR"/>
        </w:rPr>
        <w:t xml:space="preserve"> کدام آنها حرام نکرده است. اسلام برا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زن شخص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ت</w:t>
      </w:r>
      <w:r w:rsidR="00A95BC4" w:rsidRPr="00A95BC4">
        <w:rPr>
          <w:rtl/>
          <w:lang w:bidi="fa-IR"/>
        </w:rPr>
        <w:t xml:space="preserve"> 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خواهد</w:t>
      </w:r>
      <w:r w:rsidR="00A95BC4" w:rsidRPr="00A95BC4">
        <w:rPr>
          <w:rtl/>
          <w:lang w:bidi="fa-IR"/>
        </w:rPr>
        <w:t xml:space="preserve"> نه ابتذال. </w:t>
      </w:r>
      <w:r w:rsidR="00A95BC4" w:rsidRPr="00350F75">
        <w:rPr>
          <w:rStyle w:val="libFootnotenumChar"/>
          <w:rtl/>
        </w:rPr>
        <w:t>(1)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با</w:t>
      </w:r>
      <w:r w:rsidRPr="00A95BC4">
        <w:rPr>
          <w:rtl/>
          <w:lang w:bidi="fa-IR"/>
        </w:rPr>
        <w:t xml:space="preserve"> مراجعه به متن تحق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ق،</w:t>
      </w:r>
      <w:r w:rsidRPr="00A95BC4">
        <w:rPr>
          <w:rtl/>
          <w:lang w:bidi="fa-IR"/>
        </w:rPr>
        <w:t xml:space="preserve"> زنان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در جامعه اسلام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که جهت ترو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ج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ن،</w:t>
      </w:r>
      <w:r w:rsidRPr="00A95BC4">
        <w:rPr>
          <w:rtl/>
          <w:lang w:bidi="fa-IR"/>
        </w:rPr>
        <w:t xml:space="preserve"> دوشادوش مردان فعال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کنند</w:t>
      </w:r>
      <w:r w:rsidRPr="00A95BC4">
        <w:rPr>
          <w:rtl/>
          <w:lang w:bidi="fa-IR"/>
        </w:rPr>
        <w:t xml:space="preserve"> و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راه حت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حضور در جنگ‌ها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خوددار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کنند</w:t>
      </w:r>
      <w:r w:rsidRPr="00A95BC4">
        <w:rPr>
          <w:rtl/>
          <w:lang w:bidi="fa-IR"/>
        </w:rPr>
        <w:t xml:space="preserve"> و در حد توان به مردان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رسانند</w:t>
      </w:r>
      <w:r w:rsidRPr="00A95BC4">
        <w:rPr>
          <w:rtl/>
          <w:lang w:bidi="fa-IR"/>
        </w:rPr>
        <w:t>.</w:t>
      </w:r>
    </w:p>
    <w:p w:rsidR="00A95BC4" w:rsidRPr="00A95BC4" w:rsidRDefault="00A95BC4" w:rsidP="0089243C">
      <w:pPr>
        <w:pStyle w:val="Heading1"/>
        <w:rPr>
          <w:rtl/>
        </w:rPr>
      </w:pPr>
      <w:bookmarkStart w:id="6" w:name="_Toc504390361"/>
      <w:bookmarkStart w:id="7" w:name="_Toc504390452"/>
      <w:r w:rsidRPr="00A95BC4">
        <w:rPr>
          <w:rFonts w:hint="eastAsia"/>
          <w:rtl/>
        </w:rPr>
        <w:t>زنان</w:t>
      </w:r>
      <w:r w:rsidRPr="00A95BC4">
        <w:rPr>
          <w:rtl/>
        </w:rPr>
        <w:t xml:space="preserve"> خ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ر</w:t>
      </w:r>
      <w:r w:rsidRPr="00A95BC4">
        <w:rPr>
          <w:rtl/>
        </w:rPr>
        <w:t xml:space="preserve"> و زنان شر</w:t>
      </w:r>
      <w:bookmarkEnd w:id="6"/>
      <w:bookmarkEnd w:id="7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هر صنف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خوب و بد وجود دارد. اگر قرآن 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از محمد، موس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نوح و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: سخن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در کنار آنها از نمرود، فرعون و ابولهب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نام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برد،</w:t>
      </w:r>
      <w:r w:rsidRPr="00A95BC4">
        <w:rPr>
          <w:rtl/>
          <w:lang w:bidi="fa-IR"/>
        </w:rPr>
        <w:t xml:space="preserve">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ن‌طور</w:t>
      </w:r>
      <w:r w:rsidRPr="00A95BC4">
        <w:rPr>
          <w:rtl/>
          <w:lang w:bidi="fa-IR"/>
        </w:rPr>
        <w:t xml:space="preserve"> در مورد زنان اگر از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ه،</w:t>
      </w:r>
      <w:r w:rsidRPr="00A95BC4">
        <w:rPr>
          <w:rtl/>
          <w:lang w:bidi="fa-IR"/>
        </w:rPr>
        <w:t xml:space="preserve"> هاجر و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: سخن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به همسر ابولهب و همسر</w:t>
      </w:r>
    </w:p>
    <w:p w:rsidR="00A95BC4" w:rsidRPr="00CD0DB0" w:rsidRDefault="00CD0DB0" w:rsidP="00CD0DB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95BC4" w:rsidRPr="00A95BC4" w:rsidRDefault="00A95BC4" w:rsidP="00CD0DB0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1- مجموعه آثار، استاد مطهر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ج 17، ص 400.</w:t>
      </w:r>
    </w:p>
    <w:p w:rsidR="00A95BC4" w:rsidRPr="00A95BC4" w:rsidRDefault="00CD0DB0" w:rsidP="00A95B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95BC4" w:rsidRPr="00A95BC4">
        <w:rPr>
          <w:rFonts w:hint="eastAsia"/>
          <w:rtl/>
          <w:lang w:bidi="fa-IR"/>
        </w:rPr>
        <w:lastRenderedPageBreak/>
        <w:t>لوط</w:t>
      </w:r>
      <w:r w:rsidR="00A95BC4" w:rsidRPr="00A95BC4">
        <w:rPr>
          <w:rtl/>
          <w:lang w:bidi="fa-IR"/>
        </w:rPr>
        <w:t xml:space="preserve"> ن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ز</w:t>
      </w:r>
      <w:r w:rsidR="00A95BC4" w:rsidRPr="00A95BC4">
        <w:rPr>
          <w:rtl/>
          <w:lang w:bidi="fa-IR"/>
        </w:rPr>
        <w:t xml:space="preserve"> اشاره‌ها</w:t>
      </w:r>
      <w:r w:rsidR="00A95BC4" w:rsidRPr="00A95BC4">
        <w:rPr>
          <w:rFonts w:hint="cs"/>
          <w:rtl/>
          <w:lang w:bidi="fa-IR"/>
        </w:rPr>
        <w:t>یی</w:t>
      </w:r>
      <w:r w:rsidR="00A95BC4" w:rsidRPr="00A95BC4">
        <w:rPr>
          <w:rtl/>
          <w:lang w:bidi="fa-IR"/>
        </w:rPr>
        <w:t xml:space="preserve"> 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کنند</w:t>
      </w:r>
      <w:r w:rsidR="00A95BC4" w:rsidRPr="00A95BC4">
        <w:rPr>
          <w:rtl/>
          <w:lang w:bidi="fa-IR"/>
        </w:rPr>
        <w:t>. در اصل خ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ر</w:t>
      </w:r>
      <w:r w:rsidR="00A95BC4" w:rsidRPr="00A95BC4">
        <w:rPr>
          <w:rtl/>
          <w:lang w:bidi="fa-IR"/>
        </w:rPr>
        <w:t xml:space="preserve"> و شر، تعر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ف‌کننده</w:t>
      </w:r>
      <w:r w:rsidR="00A95BC4" w:rsidRPr="00A95BC4">
        <w:rPr>
          <w:rtl/>
          <w:lang w:bidi="fa-IR"/>
        </w:rPr>
        <w:t xml:space="preserve"> 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کد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گراند</w:t>
      </w:r>
      <w:r w:rsidR="00A95BC4" w:rsidRPr="00A95BC4">
        <w:rPr>
          <w:rtl/>
          <w:lang w:bidi="fa-IR"/>
        </w:rPr>
        <w:t xml:space="preserve"> و اضداد به هم شناخته 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شوند</w:t>
      </w:r>
      <w:r w:rsidR="00A95BC4"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گاه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اوقات، از متن و نص صر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ح</w:t>
      </w:r>
      <w:r w:rsidRPr="00A95BC4">
        <w:rPr>
          <w:rtl/>
          <w:lang w:bidi="fa-IR"/>
        </w:rPr>
        <w:t xml:space="preserve"> قرآن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</w:t>
      </w:r>
      <w:r w:rsidRPr="00A95BC4">
        <w:rPr>
          <w:rtl/>
          <w:lang w:bidi="fa-IR"/>
        </w:rPr>
        <w:t xml:space="preserve"> 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</w:t>
      </w:r>
      <w:r w:rsidRPr="00A95BC4">
        <w:rPr>
          <w:rtl/>
          <w:lang w:bidi="fa-IR"/>
        </w:rPr>
        <w:t xml:space="preserve"> که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مورد نظر، چرا و در مورد چه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نازل شده است؛ به عنوان نمونه،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که در مورد حضرت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نازل شده است، چون نام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به صراحت در متن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شده، درم</w:t>
      </w:r>
      <w:r w:rsidRPr="00A95BC4">
        <w:rPr>
          <w:rFonts w:hint="cs"/>
          <w:rtl/>
          <w:lang w:bidi="fa-IR"/>
        </w:rPr>
        <w:t>ی‌ی</w:t>
      </w:r>
      <w:r w:rsidRPr="00A95BC4">
        <w:rPr>
          <w:rFonts w:hint="eastAsia"/>
          <w:rtl/>
          <w:lang w:bidi="fa-IR"/>
        </w:rPr>
        <w:t>اب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که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در شأن حضرت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 xml:space="preserve">است. اما </w:t>
      </w:r>
      <w:r w:rsidRPr="00A95BC4">
        <w:rPr>
          <w:rFonts w:hint="eastAsia"/>
          <w:rtl/>
          <w:lang w:bidi="fa-IR"/>
        </w:rPr>
        <w:t>گاه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نام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در مورد او نازل شده،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امده</w:t>
      </w:r>
      <w:r w:rsidRPr="00A95BC4">
        <w:rPr>
          <w:rtl/>
          <w:lang w:bidi="fa-IR"/>
        </w:rPr>
        <w:t xml:space="preserve"> است، مثلًا در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اول سوره مجادله، صحبت از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که از دست شوهر خود به خدا شکا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برد،</w:t>
      </w:r>
      <w:r w:rsidRPr="00A95BC4">
        <w:rPr>
          <w:rtl/>
          <w:lang w:bidi="fa-IR"/>
        </w:rPr>
        <w:t xml:space="preserve"> که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مواقع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با مراجعه به کتب معتبر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عه</w:t>
      </w:r>
      <w:r w:rsidRPr="00A95BC4">
        <w:rPr>
          <w:rtl/>
          <w:lang w:bidi="fa-IR"/>
        </w:rPr>
        <w:t xml:space="preserve"> و سن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در آن اسباب نزول 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شده است، به شأن نزول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</w:t>
      </w:r>
      <w:r w:rsidRPr="00A95BC4">
        <w:rPr>
          <w:rtl/>
          <w:lang w:bidi="fa-IR"/>
        </w:rPr>
        <w:t xml:space="preserve">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در مورد چه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نازل شده‌اند، پ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برخ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زنان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تحق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tl/>
          <w:lang w:bidi="fa-IR"/>
        </w:rPr>
        <w:t xml:space="preserve"> از آنها نام برده‌ا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به اندازه حضرت فاطمه،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>: معروف نباشند.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رو، سع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شده تا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جستار به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زنان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توجه شود.</w:t>
      </w:r>
    </w:p>
    <w:p w:rsidR="00A95BC4" w:rsidRPr="00A95BC4" w:rsidRDefault="00A95BC4" w:rsidP="00CD0DB0">
      <w:pPr>
        <w:pStyle w:val="Heading1"/>
        <w:rPr>
          <w:rtl/>
          <w:lang w:bidi="fa-IR"/>
        </w:rPr>
      </w:pPr>
      <w:bookmarkStart w:id="8" w:name="_Toc504390362"/>
      <w:bookmarkStart w:id="9" w:name="_Toc504390453"/>
      <w:r w:rsidRPr="00A95BC4">
        <w:rPr>
          <w:rFonts w:hint="eastAsia"/>
          <w:rtl/>
          <w:lang w:bidi="fa-IR"/>
        </w:rPr>
        <w:t>روش</w:t>
      </w:r>
      <w:r w:rsidRPr="00A95BC4">
        <w:rPr>
          <w:rtl/>
          <w:lang w:bidi="fa-IR"/>
        </w:rPr>
        <w:t xml:space="preserve"> تحق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ق‌</w:t>
      </w:r>
      <w:bookmarkEnd w:id="8"/>
      <w:bookmarkEnd w:id="9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متن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تحق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ق،</w:t>
      </w:r>
      <w:r w:rsidRPr="00A95BC4">
        <w:rPr>
          <w:rtl/>
          <w:lang w:bidi="fa-IR"/>
        </w:rPr>
        <w:t xml:space="preserve"> بر اساس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سر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کتب به زبان عرب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با عنوان «نساء 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القرآن الکر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م»</w:t>
      </w:r>
      <w:r w:rsidRPr="00A95BC4">
        <w:rPr>
          <w:rtl/>
          <w:lang w:bidi="fa-IR"/>
        </w:rPr>
        <w:t xml:space="preserve"> گردآور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«فؤاد حمدو الدقس»، ترجمه و نگاشته شده است. در موارد اختلاف منابع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عه</w:t>
      </w:r>
      <w:r w:rsidRPr="00A95BC4">
        <w:rPr>
          <w:rtl/>
          <w:lang w:bidi="fa-IR"/>
        </w:rPr>
        <w:t xml:space="preserve"> و سن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سع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شده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بر</w:t>
      </w:r>
      <w:r w:rsidRPr="00A95BC4">
        <w:rPr>
          <w:rtl/>
          <w:lang w:bidi="fa-IR"/>
        </w:rPr>
        <w:t xml:space="preserve"> منابع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عه</w:t>
      </w:r>
      <w:r w:rsidRPr="00A95BC4">
        <w:rPr>
          <w:rtl/>
          <w:lang w:bidi="fa-IR"/>
        </w:rPr>
        <w:t xml:space="preserve"> تک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شود. در ضمن، از منابع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جهت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تحق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tl/>
          <w:lang w:bidi="fa-IR"/>
        </w:rPr>
        <w:t xml:space="preserve"> استفاده شده که در پا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به آنها اشاره شده است.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روش</w:t>
      </w:r>
      <w:r w:rsidRPr="00A95BC4">
        <w:rPr>
          <w:rtl/>
          <w:lang w:bidi="fa-IR"/>
        </w:rPr>
        <w:t xml:space="preserve"> تحق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tl/>
          <w:lang w:bidi="fa-IR"/>
        </w:rPr>
        <w:t xml:space="preserve"> 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صورت است که در ابتدا، متن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و سپس ترجمه روان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بر اساس ترجمه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الله مکارم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 xml:space="preserve"> ذکر شده است. در ادامه، درباره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مورد نظر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در مورد چه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است، مطالب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گرد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. سپس تحت </w:t>
      </w:r>
      <w:r w:rsidRPr="00A95BC4">
        <w:rPr>
          <w:rtl/>
          <w:lang w:bidi="fa-IR"/>
        </w:rPr>
        <w:lastRenderedPageBreak/>
        <w:t>عنوان «ا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زن 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ست؟»</w:t>
      </w:r>
      <w:r w:rsidRPr="00A95BC4">
        <w:rPr>
          <w:rtl/>
          <w:lang w:bidi="fa-IR"/>
        </w:rPr>
        <w:t xml:space="preserve"> شجره‌نامه 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تا چند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پشت از طرف پدر و مادر آمده، آنگاه وارد اصل داستان شده و آن را شرح داده‌ا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.</w:t>
      </w:r>
    </w:p>
    <w:p w:rsidR="00A95BC4" w:rsidRPr="00A95BC4" w:rsidRDefault="00CD0DB0" w:rsidP="00CD0DB0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0" w:name="_Toc504390363"/>
      <w:bookmarkStart w:id="11" w:name="_Toc504390454"/>
      <w:r w:rsidR="00A95BC4" w:rsidRPr="00A95BC4">
        <w:rPr>
          <w:rFonts w:hint="eastAsia"/>
          <w:rtl/>
          <w:lang w:bidi="fa-IR"/>
        </w:rPr>
        <w:lastRenderedPageBreak/>
        <w:t>آس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ه،</w:t>
      </w:r>
      <w:r w:rsidR="00A95BC4" w:rsidRPr="00A95BC4">
        <w:rPr>
          <w:rtl/>
          <w:lang w:bidi="fa-IR"/>
        </w:rPr>
        <w:t xml:space="preserve"> همسر فرعون‌</w:t>
      </w:r>
      <w:bookmarkEnd w:id="10"/>
      <w:bookmarkEnd w:id="11"/>
    </w:p>
    <w:p w:rsidR="00A95BC4" w:rsidRPr="00A95BC4" w:rsidRDefault="00A95BC4" w:rsidP="00CD0DB0">
      <w:pPr>
        <w:pStyle w:val="libBold1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اشاره</w:t>
      </w:r>
    </w:p>
    <w:p w:rsidR="00A95BC4" w:rsidRPr="00A95BC4" w:rsidRDefault="00CD0DB0" w:rsidP="00A95BC4">
      <w:pPr>
        <w:pStyle w:val="libNormal"/>
        <w:rPr>
          <w:rtl/>
          <w:lang w:bidi="fa-IR"/>
        </w:rPr>
      </w:pPr>
      <w:r w:rsidRPr="00CD0DB0">
        <w:rPr>
          <w:rStyle w:val="libAlaemChar"/>
          <w:rFonts w:hint="cs"/>
          <w:rtl/>
        </w:rPr>
        <w:t>(</w:t>
      </w:r>
      <w:r w:rsidR="00A95BC4" w:rsidRPr="00CD0DB0">
        <w:rPr>
          <w:rStyle w:val="libAieChar"/>
          <w:rFonts w:hint="eastAsia"/>
          <w:rtl/>
        </w:rPr>
        <w:t>وَ</w:t>
      </w:r>
      <w:r w:rsidR="00A95BC4" w:rsidRPr="00CD0DB0">
        <w:rPr>
          <w:rStyle w:val="libAieChar"/>
          <w:rtl/>
        </w:rPr>
        <w:t xml:space="preserve"> ضَرَبَ اللهُ مَثَلًا لِلَّذِ</w:t>
      </w:r>
      <w:r w:rsidR="00A95BC4" w:rsidRPr="00CD0DB0">
        <w:rPr>
          <w:rStyle w:val="libAieChar"/>
          <w:rFonts w:hint="cs"/>
          <w:rtl/>
        </w:rPr>
        <w:t>ی</w:t>
      </w:r>
      <w:r w:rsidR="00A95BC4" w:rsidRPr="00CD0DB0">
        <w:rPr>
          <w:rStyle w:val="libAieChar"/>
          <w:rFonts w:hint="eastAsia"/>
          <w:rtl/>
        </w:rPr>
        <w:t>نَ</w:t>
      </w:r>
      <w:r w:rsidR="00A95BC4" w:rsidRPr="00CD0DB0">
        <w:rPr>
          <w:rStyle w:val="libAieChar"/>
          <w:rtl/>
        </w:rPr>
        <w:t xml:space="preserve"> آمَنُوا امْرَأَتَ فِرْعَوْنَ إِذْ قالَتْ رَبِّ ابْنِ لِ</w:t>
      </w:r>
      <w:r w:rsidR="00A95BC4" w:rsidRPr="00CD0DB0">
        <w:rPr>
          <w:rStyle w:val="libAieChar"/>
          <w:rFonts w:hint="cs"/>
          <w:rtl/>
        </w:rPr>
        <w:t>ی</w:t>
      </w:r>
      <w:r w:rsidR="00A95BC4" w:rsidRPr="00CD0DB0">
        <w:rPr>
          <w:rStyle w:val="libAieChar"/>
          <w:rtl/>
        </w:rPr>
        <w:t xml:space="preserve"> عِنْدَکَ بَ</w:t>
      </w:r>
      <w:r w:rsidR="00A95BC4" w:rsidRPr="00CD0DB0">
        <w:rPr>
          <w:rStyle w:val="libAieChar"/>
          <w:rFonts w:hint="cs"/>
          <w:rtl/>
        </w:rPr>
        <w:t>یْ</w:t>
      </w:r>
      <w:r w:rsidR="00A95BC4" w:rsidRPr="00CD0DB0">
        <w:rPr>
          <w:rStyle w:val="libAieChar"/>
          <w:rFonts w:hint="eastAsia"/>
          <w:rtl/>
        </w:rPr>
        <w:t>تاً</w:t>
      </w:r>
      <w:r w:rsidR="00A95BC4" w:rsidRPr="00CD0DB0">
        <w:rPr>
          <w:rStyle w:val="libAieChar"/>
          <w:rtl/>
        </w:rPr>
        <w:t xml:space="preserve"> فِ</w:t>
      </w:r>
      <w:r w:rsidR="00A95BC4" w:rsidRPr="00CD0DB0">
        <w:rPr>
          <w:rStyle w:val="libAieChar"/>
          <w:rFonts w:hint="cs"/>
          <w:rtl/>
        </w:rPr>
        <w:t>ی</w:t>
      </w:r>
      <w:r w:rsidR="00A95BC4" w:rsidRPr="00CD0DB0">
        <w:rPr>
          <w:rStyle w:val="libAieChar"/>
          <w:rtl/>
        </w:rPr>
        <w:t xml:space="preserve"> الْجَنَّةِ وَ نَجِّنِ</w:t>
      </w:r>
      <w:r w:rsidR="00A95BC4" w:rsidRPr="00CD0DB0">
        <w:rPr>
          <w:rStyle w:val="libAieChar"/>
          <w:rFonts w:hint="cs"/>
          <w:rtl/>
        </w:rPr>
        <w:t>ی</w:t>
      </w:r>
      <w:r w:rsidR="00A95BC4" w:rsidRPr="00CD0DB0">
        <w:rPr>
          <w:rStyle w:val="libAieChar"/>
          <w:rtl/>
        </w:rPr>
        <w:t xml:space="preserve"> مِنْ فِرْعَوْنَ وَ عَمَلِهِ وَ نَجِّنِ</w:t>
      </w:r>
      <w:r w:rsidR="00A95BC4" w:rsidRPr="00CD0DB0">
        <w:rPr>
          <w:rStyle w:val="libAieChar"/>
          <w:rFonts w:hint="cs"/>
          <w:rtl/>
        </w:rPr>
        <w:t>ی</w:t>
      </w:r>
      <w:r w:rsidR="00A95BC4" w:rsidRPr="00CD0DB0">
        <w:rPr>
          <w:rStyle w:val="libAieChar"/>
          <w:rtl/>
        </w:rPr>
        <w:t xml:space="preserve"> مِنَ الْقَوْمِ الظَّالِمِ</w:t>
      </w:r>
      <w:r w:rsidR="00A95BC4" w:rsidRPr="00CD0DB0">
        <w:rPr>
          <w:rStyle w:val="libAieChar"/>
          <w:rFonts w:hint="cs"/>
          <w:rtl/>
        </w:rPr>
        <w:t>ی</w:t>
      </w:r>
      <w:r w:rsidR="00A95BC4" w:rsidRPr="00CD0DB0">
        <w:rPr>
          <w:rStyle w:val="libAieChar"/>
          <w:rFonts w:hint="eastAsia"/>
          <w:rtl/>
        </w:rPr>
        <w:t>نَ</w:t>
      </w:r>
      <w:r w:rsidR="00A95BC4" w:rsidRPr="00A95BC4">
        <w:rPr>
          <w:rtl/>
          <w:lang w:bidi="fa-IR"/>
        </w:rPr>
        <w:t xml:space="preserve"> </w:t>
      </w:r>
      <w:r w:rsidRPr="00CD0DB0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>(تحر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م</w:t>
      </w:r>
      <w:r w:rsidR="00A95BC4" w:rsidRPr="00A95BC4">
        <w:rPr>
          <w:rtl/>
          <w:lang w:bidi="fa-IR"/>
        </w:rPr>
        <w:t>: 11)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و</w:t>
      </w:r>
      <w:r w:rsidRPr="00A95BC4">
        <w:rPr>
          <w:rtl/>
          <w:lang w:bidi="fa-IR"/>
        </w:rPr>
        <w:t xml:space="preserve"> خداوند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مؤمنان به همسر فرعون مثل زده است، در آن هنگام که گفت: پروردگارا! خانه‌ا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 نزد خودت در بهشت بساز و مرا از فرعون و کار او نجات ده و مرا از گروه ستمگران رها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بخش.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</w:p>
    <w:p w:rsidR="00A95BC4" w:rsidRPr="00A95BC4" w:rsidRDefault="00A95BC4" w:rsidP="00CD0DB0">
      <w:pPr>
        <w:pStyle w:val="Heading2"/>
        <w:rPr>
          <w:rtl/>
        </w:rPr>
      </w:pPr>
      <w:bookmarkStart w:id="12" w:name="_Toc504390364"/>
      <w:bookmarkStart w:id="13" w:name="_Toc504390455"/>
      <w:r w:rsidRPr="00A95BC4">
        <w:rPr>
          <w:rFonts w:hint="eastAsia"/>
          <w:rtl/>
        </w:rPr>
        <w:t>شأن</w:t>
      </w:r>
      <w:r w:rsidRPr="00A95BC4">
        <w:rPr>
          <w:rtl/>
        </w:rPr>
        <w:t xml:space="preserve"> نزول آ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ه‌</w:t>
      </w:r>
      <w:bookmarkEnd w:id="12"/>
      <w:bookmarkEnd w:id="13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درباره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ه،</w:t>
      </w:r>
      <w:r w:rsidRPr="00A95BC4">
        <w:rPr>
          <w:rtl/>
          <w:lang w:bidi="fa-IR"/>
        </w:rPr>
        <w:t xml:space="preserve"> زن فرعون نازل گرد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فرعون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زن را به دل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پره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به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شکنجه کرد و سرانجام او را به شهادت رسان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مرتبه و شأن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زن نزد خداوند به حد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بالاست که او جزء چهار زن برتر عالم قرار دارد.</w:t>
      </w:r>
    </w:p>
    <w:p w:rsidR="00A95BC4" w:rsidRPr="00A95BC4" w:rsidRDefault="00CD0DB0" w:rsidP="00CD0DB0">
      <w:pPr>
        <w:pStyle w:val="Heading2"/>
        <w:rPr>
          <w:rtl/>
        </w:rPr>
      </w:pPr>
      <w:r>
        <w:rPr>
          <w:rtl/>
        </w:rPr>
        <w:br w:type="page"/>
      </w:r>
      <w:bookmarkStart w:id="14" w:name="_Toc504390365"/>
      <w:bookmarkStart w:id="15" w:name="_Toc504390456"/>
      <w:r w:rsidR="00A95BC4" w:rsidRPr="00A95BC4">
        <w:rPr>
          <w:rFonts w:hint="eastAsia"/>
          <w:rtl/>
        </w:rPr>
        <w:lastRenderedPageBreak/>
        <w:t>آس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ه</w:t>
      </w:r>
      <w:r w:rsidR="00A95BC4" w:rsidRPr="00A95BC4">
        <w:rPr>
          <w:rtl/>
        </w:rPr>
        <w:t xml:space="preserve"> ک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ست؟</w:t>
      </w:r>
      <w:bookmarkEnd w:id="14"/>
      <w:bookmarkEnd w:id="15"/>
    </w:p>
    <w:p w:rsidR="00A95BC4" w:rsidRPr="00A95BC4" w:rsidRDefault="00A95BC4" w:rsidP="00CD0DB0">
      <w:pPr>
        <w:pStyle w:val="libBold1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اشاره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دختر مزاحم بن عب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بن الر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بن الول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است. الر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بن الول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در زمان حضرت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پادشاه مصر بود.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در زمان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همسر فرعون بود. </w:t>
      </w:r>
      <w:r w:rsidRPr="00CD0DB0">
        <w:rPr>
          <w:rStyle w:val="libFootnotenumChar"/>
          <w:rtl/>
        </w:rPr>
        <w:t>(1)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</w:p>
    <w:p w:rsidR="00A95BC4" w:rsidRPr="00A95BC4" w:rsidRDefault="00A95BC4" w:rsidP="00CD0DB0">
      <w:pPr>
        <w:pStyle w:val="Heading2"/>
        <w:rPr>
          <w:rtl/>
        </w:rPr>
      </w:pPr>
      <w:bookmarkStart w:id="16" w:name="_Toc504390366"/>
      <w:bookmarkStart w:id="17" w:name="_Toc504390457"/>
      <w:r w:rsidRPr="00A95BC4">
        <w:rPr>
          <w:rFonts w:hint="eastAsia"/>
          <w:rtl/>
        </w:rPr>
        <w:t>تولد</w:t>
      </w:r>
      <w:r w:rsidRPr="00A95BC4">
        <w:rPr>
          <w:rtl/>
        </w:rPr>
        <w:t xml:space="preserve"> موس</w:t>
      </w:r>
      <w:r w:rsidRPr="00A95BC4">
        <w:rPr>
          <w:rFonts w:hint="cs"/>
          <w:rtl/>
        </w:rPr>
        <w:t>ی</w:t>
      </w:r>
      <w:r w:rsidRPr="00A95BC4">
        <w:rPr>
          <w:rtl/>
        </w:rPr>
        <w:t xml:space="preserve"> </w:t>
      </w:r>
      <w:r w:rsidR="00CD0DB0" w:rsidRPr="00CD0DB0">
        <w:rPr>
          <w:rStyle w:val="libAlaemChar"/>
          <w:rtl/>
        </w:rPr>
        <w:t>عليه‌السلام</w:t>
      </w:r>
      <w:bookmarkEnd w:id="16"/>
      <w:bookmarkEnd w:id="17"/>
      <w:r w:rsidR="00CD0DB0" w:rsidRPr="00CD0DB0">
        <w:rPr>
          <w:rStyle w:val="libAlaemChar"/>
          <w:rtl/>
        </w:rPr>
        <w:t xml:space="preserve"> 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فرعون</w:t>
      </w:r>
      <w:r w:rsidRPr="00A95BC4">
        <w:rPr>
          <w:rtl/>
          <w:lang w:bidi="fa-IR"/>
        </w:rPr>
        <w:t xml:space="preserve"> در خواب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آتش، «ب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المقدس» و اطراف «مصر» و «قبط» را در برگرفت،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بن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اسرا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را نسوزاند.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خواب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دار</w:t>
      </w:r>
      <w:r w:rsidRPr="00A95BC4">
        <w:rPr>
          <w:rtl/>
          <w:lang w:bidi="fa-IR"/>
        </w:rPr>
        <w:t xml:space="preserve"> شد، معبران و ساحران و ستاره‌شناسان را جمع کرد و از آنها، تعب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خوابش را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آنها گفتند: «کودک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متولد خواهد شد که اسباب هلاکت مصر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به دست اوست».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رو، فرعون دستور داد که پس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ن،</w:t>
      </w:r>
      <w:r w:rsidRPr="00A95BC4">
        <w:rPr>
          <w:rtl/>
          <w:lang w:bidi="fa-IR"/>
        </w:rPr>
        <w:t xml:space="preserve"> هر کودک پسر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متولد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شود</w:t>
      </w:r>
      <w:r w:rsidRPr="00A95BC4">
        <w:rPr>
          <w:rtl/>
          <w:lang w:bidi="fa-IR"/>
        </w:rPr>
        <w:t xml:space="preserve"> را بکشند و دختران را نگه دارند.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«ما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خواست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بر مستضعفان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منت نه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آنان را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شوا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و وارثان 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قرار 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حکومتشان را در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پابرجا ساز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به فرعون و هامان و لشکر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انش</w:t>
      </w:r>
      <w:r w:rsidRPr="00A95BC4">
        <w:rPr>
          <w:rtl/>
          <w:lang w:bidi="fa-IR"/>
        </w:rPr>
        <w:t xml:space="preserve"> آنچه را از آنها [بن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اسرا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>]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داشتند، نشان 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م»</w:t>
      </w:r>
      <w:r w:rsidRPr="00A95BC4">
        <w:rPr>
          <w:rtl/>
          <w:lang w:bidi="fa-IR"/>
        </w:rPr>
        <w:t xml:space="preserve">. </w:t>
      </w:r>
      <w:r w:rsidRPr="00CD0DB0">
        <w:rPr>
          <w:rStyle w:val="libFootnotenumChar"/>
          <w:rtl/>
        </w:rPr>
        <w:t>(2)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زنان</w:t>
      </w:r>
      <w:r w:rsidRPr="00A95BC4">
        <w:rPr>
          <w:rtl/>
          <w:lang w:bidi="fa-IR"/>
        </w:rPr>
        <w:t xml:space="preserve"> قابله و مردان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هم مأمور کرد تا هر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خواهد</w:t>
      </w:r>
    </w:p>
    <w:p w:rsidR="00A95BC4" w:rsidRPr="00CD0DB0" w:rsidRDefault="00CD0DB0" w:rsidP="00CD0DB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95BC4" w:rsidRPr="00A95BC4" w:rsidRDefault="00A95BC4" w:rsidP="00CD0DB0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1- نساء 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القرآن الکر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ه،</w:t>
      </w:r>
      <w:r w:rsidRPr="00A95BC4">
        <w:rPr>
          <w:rtl/>
          <w:lang w:bidi="fa-IR"/>
        </w:rPr>
        <w:t xml:space="preserve"> فؤاد حمدوالدقس.</w:t>
      </w:r>
    </w:p>
    <w:p w:rsidR="00A95BC4" w:rsidRPr="00A95BC4" w:rsidRDefault="00A95BC4" w:rsidP="00CD0DB0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2- قصص: 5- 6.</w:t>
      </w:r>
    </w:p>
    <w:p w:rsidR="00A95BC4" w:rsidRPr="00A95BC4" w:rsidRDefault="00CD0DB0" w:rsidP="00A95B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95BC4" w:rsidRPr="00A95BC4">
        <w:rPr>
          <w:rFonts w:hint="eastAsia"/>
          <w:rtl/>
          <w:lang w:bidi="fa-IR"/>
        </w:rPr>
        <w:lastRenderedPageBreak/>
        <w:t>وضع</w:t>
      </w:r>
      <w:r w:rsidR="00A95BC4" w:rsidRPr="00A95BC4">
        <w:rPr>
          <w:rtl/>
          <w:lang w:bidi="fa-IR"/>
        </w:rPr>
        <w:t xml:space="preserve"> حمل کند، آنها به خانه‌اش بروند و هم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ن‌که</w:t>
      </w:r>
      <w:r w:rsidR="00A95BC4" w:rsidRPr="00A95BC4">
        <w:rPr>
          <w:rtl/>
          <w:lang w:bidi="fa-IR"/>
        </w:rPr>
        <w:t xml:space="preserve"> قابله خبر داد که زن، کودک پسر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به دن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</w:t>
      </w:r>
      <w:r w:rsidR="00A95BC4" w:rsidRPr="00A95BC4">
        <w:rPr>
          <w:rtl/>
          <w:lang w:bidi="fa-IR"/>
        </w:rPr>
        <w:t xml:space="preserve"> آورده، مردان فرعون او را بکشند. فرعون آن‌قدر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کار را ادامه داد تا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نکه</w:t>
      </w:r>
      <w:r w:rsidR="00A95BC4" w:rsidRPr="00A95BC4">
        <w:rPr>
          <w:rtl/>
          <w:lang w:bidi="fa-IR"/>
        </w:rPr>
        <w:t xml:space="preserve"> مردم بن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اسرا</w:t>
      </w:r>
      <w:r w:rsidR="00A95BC4" w:rsidRPr="00A95BC4">
        <w:rPr>
          <w:rFonts w:hint="cs"/>
          <w:rtl/>
          <w:lang w:bidi="fa-IR"/>
        </w:rPr>
        <w:t>یی</w:t>
      </w:r>
      <w:r w:rsidR="00A95BC4" w:rsidRPr="00A95BC4">
        <w:rPr>
          <w:rFonts w:hint="eastAsia"/>
          <w:rtl/>
          <w:lang w:bidi="fa-IR"/>
        </w:rPr>
        <w:t>ل</w:t>
      </w:r>
      <w:r w:rsidR="00A95BC4" w:rsidRPr="00A95BC4">
        <w:rPr>
          <w:rtl/>
          <w:lang w:bidi="fa-IR"/>
        </w:rPr>
        <w:t xml:space="preserve"> به فرعون شکا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ت</w:t>
      </w:r>
      <w:r w:rsidR="00A95BC4" w:rsidRPr="00A95BC4">
        <w:rPr>
          <w:rtl/>
          <w:lang w:bidi="fa-IR"/>
        </w:rPr>
        <w:t xml:space="preserve"> بردند که با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وضع، جمع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ت</w:t>
      </w:r>
      <w:r w:rsidR="00A95BC4" w:rsidRPr="00A95BC4">
        <w:rPr>
          <w:rtl/>
          <w:lang w:bidi="fa-IR"/>
        </w:rPr>
        <w:t xml:space="preserve"> آنها کم 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شود</w:t>
      </w:r>
      <w:r w:rsidR="00A95BC4" w:rsidRPr="00A95BC4">
        <w:rPr>
          <w:rtl/>
          <w:lang w:bidi="fa-IR"/>
        </w:rPr>
        <w:t xml:space="preserve"> و در آ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نده‌ا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نه چندان </w:t>
      </w:r>
      <w:r w:rsidR="00A95BC4" w:rsidRPr="00A95BC4">
        <w:rPr>
          <w:rFonts w:hint="eastAsia"/>
          <w:rtl/>
          <w:lang w:bidi="fa-IR"/>
        </w:rPr>
        <w:t>دور،</w:t>
      </w:r>
      <w:r w:rsidR="00A95BC4" w:rsidRPr="00A95BC4">
        <w:rPr>
          <w:rtl/>
          <w:lang w:bidi="fa-IR"/>
        </w:rPr>
        <w:t xml:space="preserve"> قوم آنها نابود خواهد شد. پس فرعون دستور داد که 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ک</w:t>
      </w:r>
      <w:r w:rsidR="00A95BC4" w:rsidRPr="00A95BC4">
        <w:rPr>
          <w:rtl/>
          <w:lang w:bidi="fa-IR"/>
        </w:rPr>
        <w:t xml:space="preserve"> سال پسران را بکشند و 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ک</w:t>
      </w:r>
      <w:r w:rsidR="00A95BC4" w:rsidRPr="00A95BC4">
        <w:rPr>
          <w:rtl/>
          <w:lang w:bidi="fa-IR"/>
        </w:rPr>
        <w:t xml:space="preserve"> سال آنها را نگه دارند. حضرت موس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</w:t>
      </w:r>
      <w:r w:rsidRPr="00CD0DB0">
        <w:rPr>
          <w:rStyle w:val="libAlaemChar"/>
          <w:rtl/>
        </w:rPr>
        <w:t xml:space="preserve">عليه‌السلام </w:t>
      </w:r>
      <w:r w:rsidR="00A95BC4" w:rsidRPr="00A95BC4">
        <w:rPr>
          <w:rtl/>
          <w:lang w:bidi="fa-IR"/>
        </w:rPr>
        <w:t xml:space="preserve"> در سال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که با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</w:t>
      </w:r>
      <w:r w:rsidR="00A95BC4" w:rsidRPr="00A95BC4">
        <w:rPr>
          <w:rtl/>
          <w:lang w:bidi="fa-IR"/>
        </w:rPr>
        <w:t xml:space="preserve"> پسران کشته م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شدند به دن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</w:t>
      </w:r>
      <w:r w:rsidR="00A95BC4" w:rsidRPr="00A95BC4">
        <w:rPr>
          <w:rtl/>
          <w:lang w:bidi="fa-IR"/>
        </w:rPr>
        <w:t xml:space="preserve"> آمد.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وکابد</w:t>
      </w:r>
      <w:r w:rsidRPr="00A95BC4">
        <w:rPr>
          <w:rtl/>
          <w:lang w:bidi="fa-IR"/>
        </w:rPr>
        <w:t xml:space="preserve"> مادر حضرت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که زمان وضع حملش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گرد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بود، از شهر دور شد تا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متوجه وضع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او نگردد، با ترس و اضطراب فراوان در کنار رود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ل،</w:t>
      </w:r>
      <w:r w:rsidRPr="00A95BC4">
        <w:rPr>
          <w:rtl/>
          <w:lang w:bidi="fa-IR"/>
        </w:rPr>
        <w:t xml:space="preserve"> فرزندش را به دن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آورد. پس به او الهام شد که فرزندش را در صندوق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چوب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بنهد و طناب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صندوق وصل کند 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سرش را </w:t>
      </w: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دستش نگه دارد و آنگاه او را به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بسپارد. مادر حضرت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>،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داد و با ناراحت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اندوه کودکش را به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سپرد و سر طناب را در دستش نگه داشت تا اگر خطر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متوجه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شد، او را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 بازگرداند.</w:t>
      </w:r>
    </w:p>
    <w:p w:rsidR="00A95BC4" w:rsidRPr="00A95BC4" w:rsidRDefault="00A95BC4" w:rsidP="00CD0DB0">
      <w:pPr>
        <w:pStyle w:val="Heading2"/>
        <w:rPr>
          <w:rtl/>
        </w:rPr>
      </w:pPr>
      <w:bookmarkStart w:id="18" w:name="_Toc504390367"/>
      <w:bookmarkStart w:id="19" w:name="_Toc504390458"/>
      <w:r w:rsidRPr="00A95BC4">
        <w:rPr>
          <w:rFonts w:hint="eastAsia"/>
          <w:rtl/>
        </w:rPr>
        <w:t>حضرت</w:t>
      </w:r>
      <w:r w:rsidRPr="00A95BC4">
        <w:rPr>
          <w:rtl/>
        </w:rPr>
        <w:t xml:space="preserve"> موس</w:t>
      </w:r>
      <w:r w:rsidRPr="00A95BC4">
        <w:rPr>
          <w:rFonts w:hint="cs"/>
          <w:rtl/>
        </w:rPr>
        <w:t>ی</w:t>
      </w:r>
      <w:r w:rsidRPr="00A95BC4">
        <w:rPr>
          <w:rtl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</w:rPr>
        <w:t xml:space="preserve"> در قصر فرعون‌</w:t>
      </w:r>
      <w:bookmarkEnd w:id="18"/>
      <w:bookmarkEnd w:id="19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مادر</w:t>
      </w:r>
      <w:r w:rsidRPr="00A95BC4">
        <w:rPr>
          <w:rtl/>
          <w:lang w:bidi="fa-IR"/>
        </w:rPr>
        <w:t xml:space="preserve"> حضرت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او را به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سپرد و بر اثر خواب آلودگ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سر طناب از دستش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رون</w:t>
      </w:r>
      <w:r w:rsidRPr="00A95BC4">
        <w:rPr>
          <w:rtl/>
          <w:lang w:bidi="fa-IR"/>
        </w:rPr>
        <w:t xml:space="preserve"> رفت (طبق اعتقاد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عه</w:t>
      </w:r>
      <w:r w:rsidRPr="00A95BC4">
        <w:rPr>
          <w:rtl/>
          <w:lang w:bidi="fa-IR"/>
        </w:rPr>
        <w:t xml:space="preserve"> مادر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الهام پروردگار،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در جعبها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نهاد و از خواهر حضرت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</w:p>
    <w:p w:rsidR="00A95BC4" w:rsidRPr="00A95BC4" w:rsidRDefault="00CD0DB0" w:rsidP="00A95B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95BC4" w:rsidRPr="00A95BC4">
        <w:rPr>
          <w:rFonts w:hint="eastAsia"/>
          <w:rtl/>
          <w:lang w:bidi="fa-IR"/>
        </w:rPr>
        <w:lastRenderedPageBreak/>
        <w:t>خواست</w:t>
      </w:r>
      <w:r w:rsidR="00A95BC4" w:rsidRPr="00A95BC4">
        <w:rPr>
          <w:rtl/>
          <w:lang w:bidi="fa-IR"/>
        </w:rPr>
        <w:t xml:space="preserve"> تا جعبه را تعق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ب</w:t>
      </w:r>
      <w:r w:rsidR="00A95BC4" w:rsidRPr="00A95BC4">
        <w:rPr>
          <w:rtl/>
          <w:lang w:bidi="fa-IR"/>
        </w:rPr>
        <w:t xml:space="preserve"> کند و از جا</w:t>
      </w:r>
      <w:r w:rsidR="00A95BC4" w:rsidRPr="00A95BC4">
        <w:rPr>
          <w:rFonts w:hint="cs"/>
          <w:rtl/>
          <w:lang w:bidi="fa-IR"/>
        </w:rPr>
        <w:t>یی</w:t>
      </w:r>
      <w:r w:rsidR="00A95BC4" w:rsidRPr="00A95BC4">
        <w:rPr>
          <w:rtl/>
          <w:lang w:bidi="fa-IR"/>
        </w:rPr>
        <w:t xml:space="preserve"> که موس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</w:t>
      </w:r>
      <w:r w:rsidRPr="00CD0DB0">
        <w:rPr>
          <w:rStyle w:val="libAlaemChar"/>
          <w:rtl/>
        </w:rPr>
        <w:t xml:space="preserve">عليه‌السلام </w:t>
      </w:r>
      <w:r w:rsidR="00A95BC4" w:rsidRPr="00A95BC4">
        <w:rPr>
          <w:rtl/>
          <w:lang w:bidi="fa-IR"/>
        </w:rPr>
        <w:t xml:space="preserve"> فرود 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آ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</w:t>
      </w:r>
      <w:r w:rsidR="00A95BC4" w:rsidRPr="00A95BC4">
        <w:rPr>
          <w:rtl/>
          <w:lang w:bidi="fa-IR"/>
        </w:rPr>
        <w:t xml:space="preserve"> او را مطلع سازد) و ن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ل</w:t>
      </w:r>
      <w:r w:rsidR="00A95BC4" w:rsidRPr="00A95BC4">
        <w:rPr>
          <w:rtl/>
          <w:lang w:bidi="fa-IR"/>
        </w:rPr>
        <w:t xml:space="preserve"> صندوق را به سو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کاخ فرعون برد و گماشتگان فرعون به سو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کاخ آمدند و خبر رس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دن</w:t>
      </w:r>
      <w:r w:rsidR="00A95BC4" w:rsidRPr="00A95BC4">
        <w:rPr>
          <w:rtl/>
          <w:lang w:bidi="fa-IR"/>
        </w:rPr>
        <w:t xml:space="preserve"> صندوق را دادند. همسر فرعون با عجله خود را به صندوق رساند، آن را در ب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دو دستش گرفت و در آن را گ</w:t>
      </w:r>
      <w:r w:rsidR="00A95BC4" w:rsidRPr="00A95BC4">
        <w:rPr>
          <w:rFonts w:hint="eastAsia"/>
          <w:rtl/>
          <w:lang w:bidi="fa-IR"/>
        </w:rPr>
        <w:t>شود</w:t>
      </w:r>
      <w:r w:rsidR="00A95BC4" w:rsidRPr="00A95BC4">
        <w:rPr>
          <w:rtl/>
          <w:lang w:bidi="fa-IR"/>
        </w:rPr>
        <w:t xml:space="preserve"> و صورت نوران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کودک را 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</w:t>
      </w:r>
      <w:r w:rsidR="00A95BC4"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خداوند</w:t>
      </w:r>
      <w:r w:rsidRPr="00A95BC4">
        <w:rPr>
          <w:rtl/>
          <w:lang w:bidi="fa-IR"/>
        </w:rPr>
        <w:t xml:space="preserve"> مهر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کودک را در دل همسر فرعون افکند. چون فرعون کودک را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دستور داد تا او را بکشند.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فرعون</w:t>
      </w:r>
      <w:r w:rsidRPr="00A95BC4">
        <w:rPr>
          <w:rtl/>
          <w:lang w:bidi="fa-IR"/>
        </w:rPr>
        <w:t xml:space="preserve"> و همسرش صاحب فرزند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شدند</w:t>
      </w:r>
      <w:r w:rsidRPr="00A95BC4">
        <w:rPr>
          <w:rtl/>
          <w:lang w:bidi="fa-IR"/>
        </w:rPr>
        <w:t xml:space="preserve">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از تقد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اله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که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را به دستان پر مهر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برساند.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با التماس از فرعون خواست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را نکند و به او گفت: «او را نگه دار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او نور چشم من و تو خواهد بود و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 را پر از شاد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خواهد نمود». فرعون گفت: «شا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تو موافق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باش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 موافق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ستم</w:t>
      </w:r>
      <w:r w:rsidRPr="00A95BC4">
        <w:rPr>
          <w:rtl/>
          <w:lang w:bidi="fa-IR"/>
        </w:rPr>
        <w:t xml:space="preserve"> و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احت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اج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او ندارم». همسر فرعون گفت: «ما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او را به فرزند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از او منتفع شو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م»</w:t>
      </w:r>
      <w:r w:rsidRPr="00A95BC4">
        <w:rPr>
          <w:rtl/>
          <w:lang w:bidi="fa-IR"/>
        </w:rPr>
        <w:t>. و به درست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او نفع رساند، هم در دن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که او را به راه راست هدا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نمود و هم در آخرت که او را در بهشت جا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داد.</w:t>
      </w:r>
    </w:p>
    <w:p w:rsidR="00A95BC4" w:rsidRPr="00A95BC4" w:rsidRDefault="00A95BC4" w:rsidP="001D56FE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زمان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مادر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>از خواب برخ</w:t>
      </w:r>
      <w:r w:rsidR="001D56FE">
        <w:rPr>
          <w:rFonts w:hint="cs"/>
          <w:rtl/>
          <w:lang w:bidi="fa-IR"/>
        </w:rPr>
        <w:t>و</w:t>
      </w:r>
      <w:r w:rsidRPr="00A95BC4">
        <w:rPr>
          <w:rtl/>
          <w:lang w:bidi="fa-IR"/>
        </w:rPr>
        <w:t>است و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اثر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طناب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ست،</w:t>
      </w:r>
      <w:r w:rsidRPr="00A95BC4">
        <w:rPr>
          <w:rtl/>
          <w:lang w:bidi="fa-IR"/>
        </w:rPr>
        <w:t xml:space="preserve"> سر و صورت خود را خراش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ناله و زار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کرد،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خداوند به او الهام فرمود که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اده</w:t>
      </w:r>
      <w:r w:rsidRPr="00A95BC4">
        <w:rPr>
          <w:rtl/>
          <w:lang w:bidi="fa-IR"/>
        </w:rPr>
        <w:t xml:space="preserve"> زار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ناله نکند و صبر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نما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خداوند آنچه را از او برده، به‌سو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بازم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گرداند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وکابد</w:t>
      </w:r>
      <w:r w:rsidRPr="00A95BC4">
        <w:rPr>
          <w:rtl/>
          <w:lang w:bidi="fa-IR"/>
        </w:rPr>
        <w:t xml:space="preserve"> به دخترش گفت به دنبال کودک برو و خبر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او برا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به</w:t>
      </w:r>
      <w:r w:rsidRPr="00A95BC4">
        <w:rPr>
          <w:rtl/>
          <w:lang w:bidi="fa-IR"/>
        </w:rPr>
        <w:t xml:space="preserve"> درخواست همسر فرعون،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در کاخ فرعون ماند و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نام کودک را «موس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آب گرفته شده، نهاد. آنها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</w:t>
      </w:r>
      <w:r w:rsidRPr="00A95BC4">
        <w:rPr>
          <w:rtl/>
          <w:lang w:bidi="fa-IR"/>
        </w:rPr>
        <w:lastRenderedPageBreak/>
        <w:t>آوردند تا او را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دهد، اما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>،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="001D56FE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‌کدام</w:t>
      </w:r>
      <w:r w:rsidRPr="00A95BC4">
        <w:rPr>
          <w:rtl/>
          <w:lang w:bidi="fa-IR"/>
        </w:rPr>
        <w:t xml:space="preserve"> از 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</w:t>
      </w:r>
      <w:r w:rsidRPr="00A95BC4">
        <w:rPr>
          <w:rtl/>
          <w:lang w:bidi="fa-IR"/>
        </w:rPr>
        <w:t xml:space="preserve"> را نخورد.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تمام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قابله</w:t>
      </w:r>
      <w:r w:rsidR="001D56FE">
        <w:rPr>
          <w:rFonts w:hint="cs"/>
          <w:rtl/>
          <w:lang w:bidi="fa-IR"/>
        </w:rPr>
        <w:t xml:space="preserve"> </w:t>
      </w:r>
      <w:r w:rsidRPr="00A95BC4">
        <w:rPr>
          <w:rtl/>
          <w:lang w:bidi="fa-IR"/>
        </w:rPr>
        <w:t>‌ها و زنان دربار را به بازار فرستاد، تا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ابند</w:t>
      </w:r>
      <w:r w:rsidRPr="00A95BC4">
        <w:rPr>
          <w:rtl/>
          <w:lang w:bidi="fa-IR"/>
        </w:rPr>
        <w:t xml:space="preserve"> تا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دهد. خواهر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در بازار بود، سخن آنها را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خطاب به آنها گفت: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شما را به خانواده‌ا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معرف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کنم که بتوانند 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کودک را بپذ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رند»،</w:t>
      </w:r>
      <w:r w:rsidRPr="00A95BC4">
        <w:rPr>
          <w:rtl/>
          <w:lang w:bidi="fa-IR"/>
        </w:rPr>
        <w:t xml:space="preserve"> (ول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نگفت که کودک و مادرش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شناسد</w:t>
      </w:r>
      <w:r w:rsidRPr="00A95BC4">
        <w:rPr>
          <w:rtl/>
          <w:lang w:bidi="fa-IR"/>
        </w:rPr>
        <w:t>). آنها 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رفتند</w:t>
      </w:r>
      <w:r w:rsidRPr="00A95BC4">
        <w:rPr>
          <w:rtl/>
          <w:lang w:bidi="fa-IR"/>
        </w:rPr>
        <w:t xml:space="preserve"> و همراه خواهر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رفتند. خواهر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>، جر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را به مادرش گفت.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وکابد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شادمان شد.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خدمه‌ها به قصر، نزد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رفت و گفت: «کس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که بتواند کودک را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دهد»،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هم مادر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را به قصر دعوت کرد.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وکابد،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را در آغوش گرفت و او را به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نه‌اش</w:t>
      </w:r>
      <w:r w:rsidRPr="00A95BC4">
        <w:rPr>
          <w:rtl/>
          <w:lang w:bidi="fa-IR"/>
        </w:rPr>
        <w:t xml:space="preserve"> چسباند، کودک پستان مادر را به دهان گرفت و فر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اد</w:t>
      </w:r>
      <w:r w:rsidRPr="00A95BC4">
        <w:rPr>
          <w:rtl/>
          <w:lang w:bidi="fa-IR"/>
        </w:rPr>
        <w:t xml:space="preserve"> شاد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قصر برخ</w:t>
      </w:r>
      <w:r w:rsidR="001D56FE">
        <w:rPr>
          <w:rFonts w:hint="cs"/>
          <w:rtl/>
          <w:lang w:bidi="fa-IR"/>
        </w:rPr>
        <w:t>و</w:t>
      </w:r>
      <w:r w:rsidRPr="00A95BC4">
        <w:rPr>
          <w:rtl/>
          <w:lang w:bidi="fa-IR"/>
        </w:rPr>
        <w:t xml:space="preserve">است.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وکابد</w:t>
      </w:r>
      <w:r w:rsidRPr="00A95BC4">
        <w:rPr>
          <w:rtl/>
          <w:lang w:bidi="fa-IR"/>
        </w:rPr>
        <w:t xml:space="preserve"> د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دل، خدا را شکر کرد که باز هم کودکش را به او بازگرداند.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از مادر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خواست تا لطف کرده، 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کودک را بپذ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رد</w:t>
      </w:r>
      <w:r w:rsidRPr="00A95BC4">
        <w:rPr>
          <w:rtl/>
          <w:lang w:bidi="fa-IR"/>
        </w:rPr>
        <w:t xml:space="preserve"> و به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دهد و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به مادر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احترام کرد.</w:t>
      </w:r>
    </w:p>
    <w:p w:rsidR="00A95BC4" w:rsidRPr="00A95BC4" w:rsidRDefault="00A95BC4" w:rsidP="001D56FE">
      <w:pPr>
        <w:pStyle w:val="libNormal"/>
        <w:rPr>
          <w:rtl/>
          <w:lang w:bidi="fa-IR"/>
        </w:rPr>
      </w:pP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وکابد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آنکه آنها شک نکنند، با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گفت: «من، همسر و</w:t>
      </w:r>
      <w:r w:rsidR="001D56FE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فرزندان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دارم و قادر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ستم</w:t>
      </w:r>
      <w:r w:rsidRPr="00A95BC4">
        <w:rPr>
          <w:rtl/>
          <w:lang w:bidi="fa-IR"/>
        </w:rPr>
        <w:t xml:space="preserve">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نجا</w:t>
      </w:r>
      <w:r w:rsidRPr="00A95BC4">
        <w:rPr>
          <w:rtl/>
          <w:lang w:bidi="fa-IR"/>
        </w:rPr>
        <w:t xml:space="preserve"> بمانم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هر روز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نجا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او را بده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تا با خود به خانه‌ام ببرم. در ضمن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هز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نگهدار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را هم به من بپرداز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رفت</w:t>
      </w:r>
      <w:r w:rsidRPr="00A95BC4">
        <w:rPr>
          <w:rtl/>
          <w:lang w:bidi="fa-IR"/>
        </w:rPr>
        <w:t xml:space="preserve">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ن‌گونه</w:t>
      </w:r>
      <w:r w:rsidRPr="00A95BC4">
        <w:rPr>
          <w:rtl/>
          <w:lang w:bidi="fa-IR"/>
        </w:rPr>
        <w:t xml:space="preserve"> وعده خداوند که گفت او را به تو بازم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گردانم</w:t>
      </w:r>
      <w:r w:rsidRPr="00A95BC4">
        <w:rPr>
          <w:rtl/>
          <w:lang w:bidi="fa-IR"/>
        </w:rPr>
        <w:t xml:space="preserve"> محقق گرد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«ما او را به مادرش بازگرداند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تا چشمش روشن شود و غمگ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نباشد و بداند که وعده اله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حق است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شتر</w:t>
      </w:r>
      <w:r w:rsidRPr="00A95BC4">
        <w:rPr>
          <w:rtl/>
          <w:lang w:bidi="fa-IR"/>
        </w:rPr>
        <w:t xml:space="preserve"> آنان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دانند»</w:t>
      </w:r>
      <w:r w:rsidRPr="00A95BC4">
        <w:rPr>
          <w:rtl/>
          <w:lang w:bidi="fa-IR"/>
        </w:rPr>
        <w:t xml:space="preserve">. </w:t>
      </w:r>
      <w:r w:rsidRPr="001D56FE">
        <w:rPr>
          <w:rStyle w:val="libFootnotenumChar"/>
          <w:rtl/>
        </w:rPr>
        <w:t>(1)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تنها سه روز از مادرش دور بود و دوباره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بازگشت. فرعون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به دل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خواست همسرش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به فرزند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رفت</w:t>
      </w:r>
      <w:r w:rsidRPr="00A95BC4">
        <w:rPr>
          <w:rtl/>
          <w:lang w:bidi="fa-IR"/>
        </w:rPr>
        <w:t>.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</w:t>
      </w:r>
      <w:r w:rsidRPr="00A95BC4">
        <w:rPr>
          <w:rtl/>
          <w:lang w:bidi="fa-IR"/>
        </w:rPr>
        <w:lastRenderedPageBreak/>
        <w:t>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بزرگ‌تر شد، مادر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قصر آمده و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به او داد و 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ترت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دوران پس از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رخوارگ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نزد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و فرع</w:t>
      </w:r>
      <w:r w:rsidRPr="00A95BC4">
        <w:rPr>
          <w:rFonts w:hint="eastAsia"/>
          <w:rtl/>
          <w:lang w:bidi="fa-IR"/>
        </w:rPr>
        <w:t>ون</w:t>
      </w:r>
      <w:r w:rsidRPr="00A95BC4">
        <w:rPr>
          <w:rtl/>
          <w:lang w:bidi="fa-IR"/>
        </w:rPr>
        <w:t xml:space="preserve"> سپر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کرد.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روز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فرعون،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را در آغوش گرفته بود که ناگهان موس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او را گرفت و کش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فرعون عصبان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شده و گفت: «من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کودک را بکشم، او همان نابودکننده فرعون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است».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با سرعت به طرف فرعون آمد، کودک را از آغوش او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رون</w:t>
      </w:r>
      <w:r w:rsidRPr="00A95BC4">
        <w:rPr>
          <w:rtl/>
          <w:lang w:bidi="fa-IR"/>
        </w:rPr>
        <w:t xml:space="preserve"> کش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- و البته عنا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و اراده خدا آن بود که کودک را تحت حما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خود بگ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رد</w:t>
      </w:r>
      <w:r w:rsidRPr="00A95BC4">
        <w:rPr>
          <w:rtl/>
          <w:lang w:bidi="fa-IR"/>
        </w:rPr>
        <w:t>- و گفت: «او را نکش، او کودک است،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داند</w:t>
      </w:r>
      <w:r w:rsidRPr="00A95BC4">
        <w:rPr>
          <w:rtl/>
          <w:lang w:bidi="fa-IR"/>
        </w:rPr>
        <w:t xml:space="preserve"> چه</w:t>
      </w:r>
    </w:p>
    <w:p w:rsidR="00A95BC4" w:rsidRPr="001D56FE" w:rsidRDefault="001D56FE" w:rsidP="001D56F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95BC4" w:rsidRPr="00A95BC4" w:rsidRDefault="00A95BC4" w:rsidP="001D56FE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1- قصص: 13.</w:t>
      </w:r>
    </w:p>
    <w:p w:rsidR="00A95BC4" w:rsidRPr="00A95BC4" w:rsidRDefault="001D56FE" w:rsidP="00A95B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95BC4" w:rsidRPr="00A95BC4">
        <w:rPr>
          <w:rFonts w:hint="eastAsia"/>
          <w:rtl/>
          <w:lang w:bidi="fa-IR"/>
        </w:rPr>
        <w:lastRenderedPageBreak/>
        <w:t>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کند</w:t>
      </w:r>
      <w:r w:rsidR="00A95BC4" w:rsidRPr="00A95BC4">
        <w:rPr>
          <w:rtl/>
          <w:lang w:bidi="fa-IR"/>
        </w:rPr>
        <w:t>. اگر باور نم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کن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قطعه‌ا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اقوت</w:t>
      </w:r>
      <w:r w:rsidR="00A95BC4" w:rsidRPr="00A95BC4">
        <w:rPr>
          <w:rtl/>
          <w:lang w:bidi="fa-IR"/>
        </w:rPr>
        <w:t xml:space="preserve"> و پاره‌ا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آتش بگذار، اگر 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اقوت</w:t>
      </w:r>
      <w:r w:rsidR="00A95BC4" w:rsidRPr="00A95BC4">
        <w:rPr>
          <w:rtl/>
          <w:lang w:bidi="fa-IR"/>
        </w:rPr>
        <w:t xml:space="preserve"> را برداشت، معلوم 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شود،</w:t>
      </w:r>
      <w:r w:rsidR="00A95BC4" w:rsidRPr="00A95BC4">
        <w:rPr>
          <w:rtl/>
          <w:lang w:bidi="fa-IR"/>
        </w:rPr>
        <w:t xml:space="preserve"> او از رو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عقل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کار را با تو کرده است و اگر پاره آتش را برداشت، او را رها کن که هنوز کودک است و نم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داند</w:t>
      </w:r>
      <w:r w:rsidR="00A95BC4" w:rsidRPr="00A95BC4">
        <w:rPr>
          <w:rtl/>
          <w:lang w:bidi="fa-IR"/>
        </w:rPr>
        <w:t xml:space="preserve"> چه 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کند»</w:t>
      </w:r>
      <w:r w:rsidR="00A95BC4"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فرعون</w:t>
      </w:r>
      <w:r w:rsidRPr="00A95BC4">
        <w:rPr>
          <w:rtl/>
          <w:lang w:bidi="fa-IR"/>
        </w:rPr>
        <w:t xml:space="preserve">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کرد،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ظرف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اقوت</w:t>
      </w:r>
      <w:r w:rsidRPr="00A95BC4">
        <w:rPr>
          <w:rtl/>
          <w:lang w:bidi="fa-IR"/>
        </w:rPr>
        <w:t xml:space="preserve"> 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ظرف آتش در برابر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گذاشت.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اقوت</w:t>
      </w:r>
      <w:r w:rsidRPr="00A95BC4">
        <w:rPr>
          <w:rtl/>
          <w:lang w:bidi="fa-IR"/>
        </w:rPr>
        <w:t xml:space="preserve"> را بردارد، اما خداوند جبر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را فرستاد و جبر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ل،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را هدا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کرد تا دستش را به طرف آتش دراز کند.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دست در آتش کرد و آن را به دهان گذاشت و زبانش سوخت. از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ن‌جا</w:t>
      </w:r>
      <w:r w:rsidRPr="00A95BC4">
        <w:rPr>
          <w:rtl/>
          <w:lang w:bidi="fa-IR"/>
        </w:rPr>
        <w:t xml:space="preserve"> بود که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خداوند او را به نبوت مبعوث کرد، به خدا گفت که گره از زبانم بردار،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از زمان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زبان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سوخت، کم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لکنت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دا</w:t>
      </w:r>
      <w:r w:rsidRPr="00A95BC4">
        <w:rPr>
          <w:rtl/>
          <w:lang w:bidi="fa-IR"/>
        </w:rPr>
        <w:t xml:space="preserve"> کرده بود:</w:t>
      </w:r>
      <w:r w:rsidR="001D56FE" w:rsidRPr="001D56FE">
        <w:rPr>
          <w:rStyle w:val="libAlaemChar"/>
          <w:rFonts w:hint="cs"/>
          <w:rtl/>
        </w:rPr>
        <w:t>(</w:t>
      </w:r>
      <w:r w:rsidRPr="00A95BC4">
        <w:rPr>
          <w:rtl/>
          <w:lang w:bidi="fa-IR"/>
        </w:rPr>
        <w:t xml:space="preserve"> </w:t>
      </w:r>
      <w:r w:rsidRPr="001D56FE">
        <w:rPr>
          <w:rStyle w:val="libAieChar"/>
          <w:rtl/>
        </w:rPr>
        <w:t>قالَ رَبِّ اشْرَحْ لِ</w:t>
      </w:r>
      <w:r w:rsidRPr="001D56FE">
        <w:rPr>
          <w:rStyle w:val="libAieChar"/>
          <w:rFonts w:hint="cs"/>
          <w:rtl/>
        </w:rPr>
        <w:t>ی</w:t>
      </w:r>
      <w:r w:rsidRPr="001D56FE">
        <w:rPr>
          <w:rStyle w:val="libAieChar"/>
          <w:rtl/>
        </w:rPr>
        <w:t xml:space="preserve"> صَدْرِ</w:t>
      </w:r>
      <w:r w:rsidRPr="001D56FE">
        <w:rPr>
          <w:rStyle w:val="libAieChar"/>
          <w:rFonts w:hint="cs"/>
          <w:rtl/>
        </w:rPr>
        <w:t>ی</w:t>
      </w:r>
      <w:r w:rsidRPr="001D56FE">
        <w:rPr>
          <w:rStyle w:val="libAieChar"/>
          <w:rtl/>
        </w:rPr>
        <w:t xml:space="preserve">* وَ </w:t>
      </w:r>
      <w:r w:rsidRPr="001D56FE">
        <w:rPr>
          <w:rStyle w:val="libAieChar"/>
          <w:rFonts w:hint="cs"/>
          <w:rtl/>
        </w:rPr>
        <w:t>یَ</w:t>
      </w:r>
      <w:r w:rsidRPr="001D56FE">
        <w:rPr>
          <w:rStyle w:val="libAieChar"/>
          <w:rFonts w:hint="eastAsia"/>
          <w:rtl/>
        </w:rPr>
        <w:t>سِّرْ</w:t>
      </w:r>
      <w:r w:rsidRPr="001D56FE">
        <w:rPr>
          <w:rStyle w:val="libAieChar"/>
          <w:rtl/>
        </w:rPr>
        <w:t xml:space="preserve"> لِ</w:t>
      </w:r>
      <w:r w:rsidRPr="001D56FE">
        <w:rPr>
          <w:rStyle w:val="libAieChar"/>
          <w:rFonts w:hint="cs"/>
          <w:rtl/>
        </w:rPr>
        <w:t>ی</w:t>
      </w:r>
      <w:r w:rsidRPr="001D56FE">
        <w:rPr>
          <w:rStyle w:val="libAieChar"/>
          <w:rtl/>
        </w:rPr>
        <w:t xml:space="preserve"> أَمْرِ</w:t>
      </w:r>
      <w:r w:rsidRPr="001D56FE">
        <w:rPr>
          <w:rStyle w:val="libAieChar"/>
          <w:rFonts w:hint="cs"/>
          <w:rtl/>
        </w:rPr>
        <w:t>ی</w:t>
      </w:r>
      <w:r w:rsidRPr="001D56FE">
        <w:rPr>
          <w:rStyle w:val="libAieChar"/>
          <w:rtl/>
        </w:rPr>
        <w:t>* وَ احْلُلْ عُقْدَةً مِنْ لِسانِ</w:t>
      </w:r>
      <w:r w:rsidRPr="001D56FE">
        <w:rPr>
          <w:rStyle w:val="libAieChar"/>
          <w:rFonts w:hint="cs"/>
          <w:rtl/>
        </w:rPr>
        <w:t>ی</w:t>
      </w:r>
      <w:r w:rsidRPr="001D56FE">
        <w:rPr>
          <w:rStyle w:val="libAieChar"/>
          <w:rtl/>
        </w:rPr>
        <w:t xml:space="preserve">* </w:t>
      </w:r>
      <w:r w:rsidRPr="001D56FE">
        <w:rPr>
          <w:rStyle w:val="libAieChar"/>
          <w:rFonts w:hint="cs"/>
          <w:rtl/>
        </w:rPr>
        <w:t>یَ</w:t>
      </w:r>
      <w:r w:rsidRPr="001D56FE">
        <w:rPr>
          <w:rStyle w:val="libAieChar"/>
          <w:rFonts w:hint="eastAsia"/>
          <w:rtl/>
        </w:rPr>
        <w:t>فْقَهُوا</w:t>
      </w:r>
      <w:r w:rsidRPr="001D56FE">
        <w:rPr>
          <w:rStyle w:val="libAieChar"/>
          <w:rtl/>
        </w:rPr>
        <w:t xml:space="preserve"> قَوْلِ</w:t>
      </w:r>
      <w:r w:rsidRPr="001D56FE">
        <w:rPr>
          <w:rStyle w:val="libAieChar"/>
          <w:rFonts w:hint="cs"/>
          <w:rtl/>
        </w:rPr>
        <w:t>ی</w:t>
      </w:r>
      <w:r w:rsidR="001D56FE" w:rsidRPr="001D56FE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 xml:space="preserve"> (طه: 25- 28).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tl/>
          <w:lang w:bidi="fa-IR"/>
        </w:rPr>
        <w:t>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ترت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ب،</w:t>
      </w:r>
      <w:r w:rsidRPr="00A95BC4">
        <w:rPr>
          <w:rtl/>
          <w:lang w:bidi="fa-IR"/>
        </w:rPr>
        <w:t xml:space="preserve"> پاره آتش،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را از مرگ نجات داد.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کم‌کم بزرگ و بزرگ‌تر شد. او مرکب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چون مرکب فرعون سوار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</w:t>
      </w:r>
      <w:r w:rsidRPr="00A95BC4">
        <w:rPr>
          <w:rtl/>
          <w:lang w:bidi="fa-IR"/>
        </w:rPr>
        <w:t xml:space="preserve"> و لباس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چون لباس او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پوش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همگان او را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پسر فرعون صدا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زدند</w:t>
      </w:r>
      <w:r w:rsidRPr="00A95BC4">
        <w:rPr>
          <w:rtl/>
          <w:lang w:bidi="fa-IR"/>
        </w:rPr>
        <w:t>. او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قبط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به بن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اسرا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ظلم کنند، جلوگ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و قبط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از او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</w:t>
      </w:r>
      <w:r w:rsidRPr="00A95BC4">
        <w:rPr>
          <w:rtl/>
          <w:lang w:bidi="fa-IR"/>
        </w:rPr>
        <w:t xml:space="preserve"> و بن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اسرا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به او پشت گرم بودند و او را از خود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دانستند،</w:t>
      </w:r>
      <w:r w:rsidRPr="00A95BC4">
        <w:rPr>
          <w:rtl/>
          <w:lang w:bidi="fa-IR"/>
        </w:rPr>
        <w:t xml:space="preserve"> چرا که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در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آنها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خورده و رشد کرده بود.</w:t>
      </w:r>
    </w:p>
    <w:p w:rsidR="00A95BC4" w:rsidRPr="00A95BC4" w:rsidRDefault="001D56FE" w:rsidP="001D56FE">
      <w:pPr>
        <w:pStyle w:val="Heading2"/>
        <w:rPr>
          <w:rtl/>
        </w:rPr>
      </w:pPr>
      <w:r>
        <w:rPr>
          <w:rtl/>
        </w:rPr>
        <w:br w:type="page"/>
      </w:r>
      <w:bookmarkStart w:id="20" w:name="_Toc504390368"/>
      <w:bookmarkStart w:id="21" w:name="_Toc504390459"/>
      <w:r w:rsidR="00A95BC4" w:rsidRPr="00A95BC4">
        <w:rPr>
          <w:rFonts w:hint="eastAsia"/>
          <w:rtl/>
        </w:rPr>
        <w:lastRenderedPageBreak/>
        <w:t>سرپ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چ</w:t>
      </w:r>
      <w:r w:rsidR="00A95BC4" w:rsidRPr="00A95BC4">
        <w:rPr>
          <w:rFonts w:hint="cs"/>
          <w:rtl/>
        </w:rPr>
        <w:t>ی</w:t>
      </w:r>
      <w:r w:rsidR="00A95BC4" w:rsidRPr="00A95BC4">
        <w:rPr>
          <w:rtl/>
        </w:rPr>
        <w:t xml:space="preserve"> موس</w:t>
      </w:r>
      <w:r w:rsidR="00A95BC4" w:rsidRPr="00A95BC4">
        <w:rPr>
          <w:rFonts w:hint="cs"/>
          <w:rtl/>
        </w:rPr>
        <w:t>ی</w:t>
      </w:r>
      <w:r w:rsidR="00A95BC4" w:rsidRPr="00A95BC4">
        <w:rPr>
          <w:rtl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="00A95BC4" w:rsidRPr="00A95BC4">
        <w:rPr>
          <w:rtl/>
        </w:rPr>
        <w:t xml:space="preserve"> از فرعون‌</w:t>
      </w:r>
      <w:bookmarkEnd w:id="20"/>
      <w:bookmarkEnd w:id="21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روز فرعون سوار بر مرکبش از کاخ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رون</w:t>
      </w:r>
      <w:r w:rsidRPr="00A95BC4">
        <w:rPr>
          <w:rtl/>
          <w:lang w:bidi="fa-IR"/>
        </w:rPr>
        <w:t xml:space="preserve"> رفت،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همراه او نبود.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کاخ آمد و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فرعون کجاست؟ گفتند که سوار بر مرکب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رون</w:t>
      </w:r>
      <w:r w:rsidRPr="00A95BC4">
        <w:rPr>
          <w:rtl/>
          <w:lang w:bidi="fa-IR"/>
        </w:rPr>
        <w:t xml:space="preserve"> رفت.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در پ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روان شد،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به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نام «منف»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روز، به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مه</w:t>
      </w:r>
      <w:r w:rsidRPr="00A95BC4">
        <w:rPr>
          <w:rtl/>
          <w:lang w:bidi="fa-IR"/>
        </w:rPr>
        <w:t xml:space="preserve">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 و بازار</w:t>
      </w:r>
      <w:r w:rsidRPr="00A95BC4">
        <w:rPr>
          <w:rFonts w:hint="eastAsia"/>
          <w:rtl/>
          <w:lang w:bidi="fa-IR"/>
        </w:rPr>
        <w:t>ها</w:t>
      </w:r>
      <w:r w:rsidRPr="00A95BC4">
        <w:rPr>
          <w:rtl/>
          <w:lang w:bidi="fa-IR"/>
        </w:rPr>
        <w:t xml:space="preserve"> بسته شده بودند.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دو مرد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بن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اسرا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و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قبط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با هم نزاع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کنند</w:t>
      </w:r>
      <w:r w:rsidRPr="00A95BC4">
        <w:rPr>
          <w:rtl/>
          <w:lang w:bidi="fa-IR"/>
        </w:rPr>
        <w:t>. مرد بن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اسرا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کمک خواست،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جلو رفت و ضربه‌ا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آن مرد قبط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زد، مرد از شدت ضربه درجا درگذشت.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سر به آسمان برداشت و گفت: «خداوند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>!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نزاع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دو مرد از اعمال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طان</w:t>
      </w:r>
      <w:r w:rsidRPr="00A95BC4">
        <w:rPr>
          <w:rtl/>
          <w:lang w:bidi="fa-IR"/>
        </w:rPr>
        <w:t xml:space="preserve"> بود، همانا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طان</w:t>
      </w:r>
      <w:r w:rsidRPr="00A95BC4">
        <w:rPr>
          <w:rtl/>
          <w:lang w:bidi="fa-IR"/>
        </w:rPr>
        <w:t xml:space="preserve"> دشمن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آشکار است، خدا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من به خود ستم کردم، چرا که وارد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شهر شدم و نبا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شدم،</w:t>
      </w:r>
      <w:r w:rsidRPr="00A95BC4">
        <w:rPr>
          <w:rtl/>
          <w:lang w:bidi="fa-IR"/>
        </w:rPr>
        <w:t xml:space="preserve"> پس مرا از دشمنانت پنهان کن تا به من دست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ابند</w:t>
      </w:r>
      <w:r w:rsidRPr="00A95BC4">
        <w:rPr>
          <w:rtl/>
          <w:lang w:bidi="fa-IR"/>
        </w:rPr>
        <w:t>. خدا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به پاس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نعمت 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</w:t>
      </w:r>
      <w:r w:rsidRPr="00A95BC4">
        <w:rPr>
          <w:rtl/>
          <w:lang w:bidi="fa-IR"/>
        </w:rPr>
        <w:t xml:space="preserve"> که با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دشمنانت را از پ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درآوردم از تو تشکر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کنم</w:t>
      </w:r>
      <w:r w:rsidRPr="00A95BC4">
        <w:rPr>
          <w:rtl/>
          <w:lang w:bidi="fa-IR"/>
        </w:rPr>
        <w:t xml:space="preserve"> و به شکرانه آن، تا زنده‌ام پشت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بان</w:t>
      </w:r>
      <w:r w:rsidRPr="00A95BC4">
        <w:rPr>
          <w:rtl/>
          <w:lang w:bidi="fa-IR"/>
        </w:rPr>
        <w:t xml:space="preserve"> مجرمان نخواهم بود».</w:t>
      </w:r>
      <w:r w:rsidRPr="001D56FE">
        <w:rPr>
          <w:rStyle w:val="libFootnotenumChar"/>
          <w:rtl/>
        </w:rPr>
        <w:t xml:space="preserve"> (1)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با نگران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شب را به صبح رسان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فردا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 روز باز بر سرگذر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همان مرد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نفر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از قبط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نزاع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 xml:space="preserve"> و باز از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کمک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خواهد</w:t>
      </w:r>
      <w:r w:rsidRPr="00A95BC4">
        <w:rPr>
          <w:rtl/>
          <w:lang w:bidi="fa-IR"/>
        </w:rPr>
        <w:t>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گفت: «تو</w:t>
      </w:r>
    </w:p>
    <w:p w:rsidR="00A95BC4" w:rsidRPr="001D56FE" w:rsidRDefault="001D56FE" w:rsidP="001D56F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95BC4" w:rsidRPr="00A95BC4" w:rsidRDefault="00A95BC4" w:rsidP="001D56FE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1- قصص: 15- 17.</w:t>
      </w:r>
    </w:p>
    <w:p w:rsidR="00A95BC4" w:rsidRPr="00A95BC4" w:rsidRDefault="001D56FE" w:rsidP="00A95B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95BC4" w:rsidRPr="00A95BC4">
        <w:rPr>
          <w:rFonts w:hint="eastAsia"/>
          <w:rtl/>
          <w:lang w:bidi="fa-IR"/>
        </w:rPr>
        <w:lastRenderedPageBreak/>
        <w:t>به‌راست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که مرد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گمراه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>. 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روز</w:t>
      </w:r>
      <w:r w:rsidR="00A95BC4" w:rsidRPr="00A95BC4">
        <w:rPr>
          <w:rtl/>
          <w:lang w:bidi="fa-IR"/>
        </w:rPr>
        <w:t xml:space="preserve"> با 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ک</w:t>
      </w:r>
      <w:r w:rsidR="00A95BC4" w:rsidRPr="00A95BC4">
        <w:rPr>
          <w:rtl/>
          <w:lang w:bidi="fa-IR"/>
        </w:rPr>
        <w:t xml:space="preserve"> نفر 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گر</w:t>
      </w:r>
      <w:r w:rsidR="00A95BC4" w:rsidRPr="00A95BC4">
        <w:rPr>
          <w:rtl/>
          <w:lang w:bidi="fa-IR"/>
        </w:rPr>
        <w:t xml:space="preserve"> دعوا 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کرد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و امروز با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مرد، سوگند که تو را ادب خواهم کرد».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مرد</w:t>
      </w:r>
      <w:r w:rsidRPr="00A95BC4">
        <w:rPr>
          <w:rtl/>
          <w:lang w:bidi="fa-IR"/>
        </w:rPr>
        <w:t xml:space="preserve"> به تصور آنکه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خواهد</w:t>
      </w:r>
      <w:r w:rsidRPr="00A95BC4">
        <w:rPr>
          <w:rtl/>
          <w:lang w:bidi="fa-IR"/>
        </w:rPr>
        <w:t xml:space="preserve"> او را بکشد گفت: «م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مرا بکش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همچنان که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روز</w:t>
      </w:r>
      <w:r w:rsidRPr="00A95BC4">
        <w:rPr>
          <w:rtl/>
          <w:lang w:bidi="fa-IR"/>
        </w:rPr>
        <w:t xml:space="preserve"> آن مرد فرعون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کشت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 من فکر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کنم</w:t>
      </w:r>
      <w:r w:rsidRPr="00A95BC4">
        <w:rPr>
          <w:rtl/>
          <w:lang w:bidi="fa-IR"/>
        </w:rPr>
        <w:t xml:space="preserve"> تو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به ستمگر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حکومت کن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تو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چ‌گاه</w:t>
      </w:r>
      <w:r w:rsidRPr="00A95BC4">
        <w:rPr>
          <w:rtl/>
          <w:lang w:bidi="fa-IR"/>
        </w:rPr>
        <w:t xml:space="preserve"> مصلح نخواه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مرد</w:t>
      </w:r>
      <w:r w:rsidRPr="00A95BC4">
        <w:rPr>
          <w:rtl/>
          <w:lang w:bidi="fa-IR"/>
        </w:rPr>
        <w:t xml:space="preserve"> قبط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سخنان آن مرد بن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اسرا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دانست آنکه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روز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طرفداران فرعون را کشته،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مرد است و او را شناخت. با سرعت به دربار فرعون رفت و موضوع را به اطلاع فرعون رساند. فرعون دستور داد تا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را به نزد او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اورند</w:t>
      </w:r>
      <w:r w:rsidRPr="00A95BC4">
        <w:rPr>
          <w:rtl/>
          <w:lang w:bidi="fa-IR"/>
        </w:rPr>
        <w:t xml:space="preserve"> تا توض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ح</w:t>
      </w:r>
      <w:r w:rsidRPr="00A95BC4">
        <w:rPr>
          <w:rtl/>
          <w:lang w:bidi="fa-IR"/>
        </w:rPr>
        <w:t xml:space="preserve"> دهد. اما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ر</w:t>
      </w:r>
      <w:r w:rsidRPr="00A95BC4">
        <w:rPr>
          <w:rFonts w:hint="eastAsia"/>
          <w:rtl/>
          <w:lang w:bidi="fa-IR"/>
        </w:rPr>
        <w:t>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مأموران فرعون، مرد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نام «حزق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ل»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«خرب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ل»</w:t>
      </w:r>
      <w:r w:rsidRPr="00A95BC4">
        <w:rPr>
          <w:rtl/>
          <w:lang w:bidi="fa-IR"/>
        </w:rPr>
        <w:t xml:space="preserve"> که از دوستداران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و از موحدان به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بود و اول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که به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آورد، به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خبر داد که فرعون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خواهد</w:t>
      </w:r>
      <w:r w:rsidRPr="00A95BC4">
        <w:rPr>
          <w:rtl/>
          <w:lang w:bidi="fa-IR"/>
        </w:rPr>
        <w:t xml:space="preserve"> او را بکشد.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به درگاه خداوند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دعا کرد:</w:t>
      </w:r>
      <w:r w:rsidR="001D56FE" w:rsidRPr="001D56FE">
        <w:rPr>
          <w:rStyle w:val="libAlaemChar"/>
          <w:rFonts w:hint="cs"/>
          <w:rtl/>
        </w:rPr>
        <w:t>(</w:t>
      </w:r>
      <w:r w:rsidRPr="00A95BC4">
        <w:rPr>
          <w:rtl/>
          <w:lang w:bidi="fa-IR"/>
        </w:rPr>
        <w:t xml:space="preserve"> </w:t>
      </w:r>
      <w:r w:rsidRPr="001D56FE">
        <w:rPr>
          <w:rStyle w:val="libAieChar"/>
          <w:rtl/>
        </w:rPr>
        <w:t>رَبِّ نَجِّن</w:t>
      </w:r>
      <w:r w:rsidRPr="001D56FE">
        <w:rPr>
          <w:rStyle w:val="libAieChar"/>
          <w:rFonts w:hint="eastAsia"/>
          <w:rtl/>
        </w:rPr>
        <w:t>ِ</w:t>
      </w:r>
      <w:r w:rsidRPr="001D56FE">
        <w:rPr>
          <w:rStyle w:val="libAieChar"/>
          <w:rFonts w:hint="cs"/>
          <w:rtl/>
        </w:rPr>
        <w:t>ی</w:t>
      </w:r>
      <w:r w:rsidRPr="001D56FE">
        <w:rPr>
          <w:rStyle w:val="libAieChar"/>
          <w:rtl/>
        </w:rPr>
        <w:t xml:space="preserve"> مِنَ القَومِ الظّالِمِ</w:t>
      </w:r>
      <w:r w:rsidRPr="001D56FE">
        <w:rPr>
          <w:rStyle w:val="libAieChar"/>
          <w:rFonts w:hint="cs"/>
          <w:rtl/>
        </w:rPr>
        <w:t>ی</w:t>
      </w:r>
      <w:r w:rsidRPr="001D56FE">
        <w:rPr>
          <w:rStyle w:val="libAieChar"/>
          <w:rFonts w:hint="eastAsia"/>
          <w:rtl/>
        </w:rPr>
        <w:t>ن</w:t>
      </w:r>
      <w:r w:rsidR="001D56FE" w:rsidRPr="001D56FE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 xml:space="preserve"> (قصص: 21) و اراده خداوند بر آن قرار گرفته بود که او را حفظ 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اش</w:t>
      </w:r>
      <w:r w:rsidRPr="00A95BC4">
        <w:rPr>
          <w:rtl/>
          <w:lang w:bidi="fa-IR"/>
        </w:rPr>
        <w:t xml:space="preserve"> فرما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فرشته‌ا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او نازل شد و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دنبالم به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ا»</w:t>
      </w:r>
      <w:r w:rsidRPr="00A95BC4">
        <w:rPr>
          <w:rtl/>
          <w:lang w:bidi="fa-IR"/>
        </w:rPr>
        <w:t>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دنبال او رفت و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آذوقه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همراه نداشت، ازا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ن‌رو،</w:t>
      </w:r>
      <w:r w:rsidRPr="00A95BC4">
        <w:rPr>
          <w:rtl/>
          <w:lang w:bidi="fa-IR"/>
        </w:rPr>
        <w:t xml:space="preserve"> به برگ‌ها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اهان</w:t>
      </w:r>
      <w:r w:rsidRPr="00A95BC4">
        <w:rPr>
          <w:rtl/>
          <w:lang w:bidi="fa-IR"/>
        </w:rPr>
        <w:t xml:space="preserve"> رو آورد.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در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ده سال ماند و با «صفورا» دختر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شع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ب‌نب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ازدواج کرد و با وح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خداوند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به‌سو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فرعون بازگشت تا او را به پرستش خدا بخواند و خداوند هارون برادر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را به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فرستاد.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هارون به محض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به مصر، به قصر فرعون رفتند و بر او داخل شدند.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در برابر فرعون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ستاد</w:t>
      </w:r>
      <w:r w:rsidRPr="00A95BC4">
        <w:rPr>
          <w:rtl/>
          <w:lang w:bidi="fa-IR"/>
        </w:rPr>
        <w:t xml:space="preserve"> و گفت: من ر</w:t>
      </w:r>
      <w:r w:rsidRPr="00A95BC4">
        <w:rPr>
          <w:rFonts w:hint="eastAsia"/>
          <w:rtl/>
          <w:lang w:bidi="fa-IR"/>
        </w:rPr>
        <w:t>سول</w:t>
      </w:r>
      <w:r w:rsidRPr="00A95BC4">
        <w:rPr>
          <w:rtl/>
          <w:lang w:bidi="fa-IR"/>
        </w:rPr>
        <w:t xml:space="preserve"> خدا هستم. </w:t>
      </w:r>
      <w:r w:rsidRPr="00A95BC4">
        <w:rPr>
          <w:rtl/>
          <w:lang w:bidi="fa-IR"/>
        </w:rPr>
        <w:lastRenderedPageBreak/>
        <w:t>فرعون او را شناخت و خطاب به او گفت: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ما تو را در کودک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خود پرورش نداد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سال‌ها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از زندگ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ات</w:t>
      </w:r>
      <w:r w:rsidRPr="00A95BC4">
        <w:rPr>
          <w:rtl/>
          <w:lang w:bidi="fa-IR"/>
        </w:rPr>
        <w:t xml:space="preserve"> را در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ما نبود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</w:t>
      </w:r>
      <w:r w:rsidRPr="00A95BC4">
        <w:rPr>
          <w:rtl/>
          <w:lang w:bidi="fa-IR"/>
        </w:rPr>
        <w:t xml:space="preserve"> و سرانجام آن کارت [که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انجام ده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] انجام داد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[و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نفر از ما را کشت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] و تو از ناسپاسان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 [موس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] گفت: من آ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را انجام دادم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از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خبران</w:t>
      </w:r>
      <w:r w:rsidRPr="00A95BC4">
        <w:rPr>
          <w:rtl/>
          <w:lang w:bidi="fa-IR"/>
        </w:rPr>
        <w:t xml:space="preserve"> بودم، پس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از شما ترس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دم</w:t>
      </w:r>
      <w:r w:rsidRPr="00A95BC4">
        <w:rPr>
          <w:rtl/>
          <w:lang w:bidi="fa-IR"/>
        </w:rPr>
        <w:t xml:space="preserve"> فرار کردم و پروردگارم به من حکمت و دانش بخش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مرا از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امبران</w:t>
      </w:r>
      <w:r w:rsidRPr="00A95BC4">
        <w:rPr>
          <w:rtl/>
          <w:lang w:bidi="fa-IR"/>
        </w:rPr>
        <w:t xml:space="preserve"> قرار داد». </w:t>
      </w:r>
      <w:r w:rsidRPr="005B5022">
        <w:rPr>
          <w:rStyle w:val="libFootnotenumChar"/>
          <w:rtl/>
        </w:rPr>
        <w:t>(1)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فرعون</w:t>
      </w:r>
      <w:r w:rsidRPr="00A95BC4">
        <w:rPr>
          <w:rtl/>
          <w:lang w:bidi="fa-IR"/>
        </w:rPr>
        <w:t xml:space="preserve"> گفت: «اگر نشانه‌ا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آورده‌ا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نشان بده، اگر از راستگو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 [موس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] عصا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 را افکند، ناگهان اژدها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آشکار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شد». </w:t>
      </w:r>
      <w:r w:rsidRPr="005B5022">
        <w:rPr>
          <w:rStyle w:val="libFootnotenumChar"/>
          <w:rtl/>
        </w:rPr>
        <w:t>(2)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همچن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گفته شده که آن اژدها، دهانش را باز کرد و هر موجود زنده‌ا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در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قصر بود را بلع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سپس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فرعون رفت تا او را هم بخورد، فرعون از ترس به خود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لرز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اذن پروردگار اژدها را در دست گرفت و دوباره آن تبد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به عصا شد.</w:t>
      </w:r>
    </w:p>
    <w:p w:rsidR="00A95BC4" w:rsidRPr="005B5022" w:rsidRDefault="005B5022" w:rsidP="005B502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95BC4" w:rsidRPr="00A95BC4" w:rsidRDefault="00A95BC4" w:rsidP="005B5022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1- شعراء: 18- 21.</w:t>
      </w:r>
    </w:p>
    <w:p w:rsidR="00A95BC4" w:rsidRPr="00A95BC4" w:rsidRDefault="00A95BC4" w:rsidP="005B5022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2- اعراف: 106- 107.</w:t>
      </w:r>
    </w:p>
    <w:p w:rsidR="00A95BC4" w:rsidRPr="00A95BC4" w:rsidRDefault="005B5022" w:rsidP="00A95B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95BC4" w:rsidRPr="00A95BC4">
        <w:rPr>
          <w:rFonts w:hint="eastAsia"/>
          <w:rtl/>
          <w:lang w:bidi="fa-IR"/>
        </w:rPr>
        <w:lastRenderedPageBreak/>
        <w:t>سپس</w:t>
      </w:r>
      <w:r w:rsidR="00A95BC4" w:rsidRPr="00A95BC4">
        <w:rPr>
          <w:rtl/>
          <w:lang w:bidi="fa-IR"/>
        </w:rPr>
        <w:t xml:space="preserve"> موس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خواست تا نشانه‌ا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گر</w:t>
      </w:r>
      <w:r w:rsidR="00A95BC4" w:rsidRPr="00A95BC4">
        <w:rPr>
          <w:rtl/>
          <w:lang w:bidi="fa-IR"/>
        </w:rPr>
        <w:t xml:space="preserve"> به فرعون نشان دهد، پس دست خود را در گر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بانش</w:t>
      </w:r>
      <w:r w:rsidR="00A95BC4" w:rsidRPr="00A95BC4">
        <w:rPr>
          <w:rtl/>
          <w:lang w:bidi="fa-IR"/>
        </w:rPr>
        <w:t xml:space="preserve"> فرو برد و چون برآورد دست او آن‌چنان 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درخش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</w:t>
      </w:r>
      <w:r w:rsidR="00A95BC4" w:rsidRPr="00A95BC4">
        <w:rPr>
          <w:rtl/>
          <w:lang w:bidi="fa-IR"/>
        </w:rPr>
        <w:t xml:space="preserve"> که گو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</w:t>
      </w:r>
      <w:r w:rsidR="00A95BC4" w:rsidRPr="00A95BC4">
        <w:rPr>
          <w:rtl/>
          <w:lang w:bidi="fa-IR"/>
        </w:rPr>
        <w:t xml:space="preserve"> منبع تمام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نورها است. سپس آن نور را به آسمان انتقال داد و آن نور همه جا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زم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را روشن کرد.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نور قادر بود تا از م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ان</w:t>
      </w:r>
      <w:r w:rsidR="00A95BC4" w:rsidRPr="00A95BC4">
        <w:rPr>
          <w:rtl/>
          <w:lang w:bidi="fa-IR"/>
        </w:rPr>
        <w:t xml:space="preserve"> حجاب‌ها و سقف‌ها ن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ز</w:t>
      </w:r>
      <w:r w:rsidR="00A95BC4" w:rsidRPr="00A95BC4">
        <w:rPr>
          <w:rtl/>
          <w:lang w:bidi="fa-IR"/>
        </w:rPr>
        <w:t xml:space="preserve"> بتابد و آنچه در ز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ر</w:t>
      </w:r>
      <w:r w:rsidR="00A95BC4" w:rsidRPr="00A95BC4">
        <w:rPr>
          <w:rtl/>
          <w:lang w:bidi="fa-IR"/>
        </w:rPr>
        <w:t xml:space="preserve"> آن است را روشن نما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د،</w:t>
      </w:r>
      <w:r w:rsidR="00A95BC4" w:rsidRPr="00A95BC4">
        <w:rPr>
          <w:rtl/>
          <w:lang w:bidi="fa-IR"/>
        </w:rPr>
        <w:t xml:space="preserve"> طور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که فرعون قادر بود تا ز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ر</w:t>
      </w:r>
      <w:r w:rsidR="00A95BC4" w:rsidRPr="00A95BC4">
        <w:rPr>
          <w:rtl/>
          <w:lang w:bidi="fa-IR"/>
        </w:rPr>
        <w:t xml:space="preserve"> سقف‌ها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مردمان را مشاهده کند. موس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بار 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گر</w:t>
      </w:r>
      <w:r w:rsidR="00A95BC4" w:rsidRPr="00A95BC4">
        <w:rPr>
          <w:rtl/>
          <w:lang w:bidi="fa-IR"/>
        </w:rPr>
        <w:t xml:space="preserve"> دست را در گر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بانش</w:t>
      </w:r>
      <w:r w:rsidR="00A95BC4" w:rsidRPr="00A95BC4">
        <w:rPr>
          <w:rtl/>
          <w:lang w:bidi="fa-IR"/>
        </w:rPr>
        <w:t xml:space="preserve"> فرو برد و چون برآورد، دست به حالت اول بازگشته بود.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خداوند</w:t>
      </w:r>
      <w:r w:rsidRPr="00A95BC4">
        <w:rPr>
          <w:rtl/>
          <w:lang w:bidi="fa-IR"/>
        </w:rPr>
        <w:t xml:space="preserve"> به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هارون وح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کرد که: «اما به نرم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با او سخن بگو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متذکر شود،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[از خدا] بترسد». </w:t>
      </w:r>
      <w:r w:rsidRPr="005B5022">
        <w:rPr>
          <w:rStyle w:val="libFootnotenumChar"/>
          <w:rtl/>
        </w:rPr>
        <w:t>(1)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او گفت: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که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همه نعمت به تو داده شکر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</w:t>
      </w:r>
      <w:r w:rsidRPr="00A95BC4">
        <w:rPr>
          <w:rtl/>
          <w:lang w:bidi="fa-IR"/>
        </w:rPr>
        <w:t xml:space="preserve"> به من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</w:t>
      </w:r>
      <w:r w:rsidRPr="00A95BC4">
        <w:rPr>
          <w:rtl/>
          <w:lang w:bidi="fa-IR"/>
        </w:rPr>
        <w:t xml:space="preserve"> و چون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بهشت داخل 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شد». فرعون گفت: «نه ...». تا </w:t>
      </w: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هامان وز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بدکار فرعون حاضر شد و فرعون آنچه از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 را به او گفت. هامان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</w:t>
      </w:r>
      <w:r w:rsidRPr="00A95BC4">
        <w:rPr>
          <w:rtl/>
          <w:lang w:bidi="fa-IR"/>
        </w:rPr>
        <w:t xml:space="preserve"> پس از آنکه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تو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آورد».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او گفت: «م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توانم</w:t>
      </w:r>
      <w:r w:rsidRPr="00A95BC4">
        <w:rPr>
          <w:rtl/>
          <w:lang w:bidi="fa-IR"/>
        </w:rPr>
        <w:t xml:space="preserve"> جوان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را به تو برگردانم».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فرعون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سخن را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رو به قومش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مرد ساحر است و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او را بکش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م»</w:t>
      </w:r>
      <w:r w:rsidRPr="00A95BC4">
        <w:rPr>
          <w:rtl/>
          <w:lang w:bidi="fa-IR"/>
        </w:rPr>
        <w:t>. حزق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همان مرد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ده</w:t>
      </w:r>
    </w:p>
    <w:p w:rsidR="00A95BC4" w:rsidRPr="005B5022" w:rsidRDefault="005B5022" w:rsidP="005B502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A95BC4" w:rsidRPr="00A95BC4" w:rsidRDefault="00A95BC4" w:rsidP="005B5022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1- طه: 44.</w:t>
      </w:r>
    </w:p>
    <w:p w:rsidR="00A95BC4" w:rsidRPr="00A95BC4" w:rsidRDefault="005B5022" w:rsidP="00A95B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95BC4" w:rsidRPr="00A95BC4">
        <w:rPr>
          <w:rFonts w:hint="eastAsia"/>
          <w:rtl/>
          <w:lang w:bidi="fa-IR"/>
        </w:rPr>
        <w:lastRenderedPageBreak/>
        <w:t>سال</w:t>
      </w:r>
      <w:r w:rsidR="00A95BC4" w:rsidRPr="00A95BC4">
        <w:rPr>
          <w:rtl/>
          <w:lang w:bidi="fa-IR"/>
        </w:rPr>
        <w:t xml:space="preserve"> قبل نجات داد، گفت: «آ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</w:t>
      </w:r>
      <w:r w:rsidR="00A95BC4" w:rsidRPr="00A95BC4">
        <w:rPr>
          <w:rtl/>
          <w:lang w:bidi="fa-IR"/>
        </w:rPr>
        <w:t xml:space="preserve"> 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خواه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</w:t>
      </w:r>
      <w:r w:rsidR="00A95BC4" w:rsidRPr="00A95BC4">
        <w:rPr>
          <w:rtl/>
          <w:lang w:bidi="fa-IR"/>
        </w:rPr>
        <w:t xml:space="preserve"> مرد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را بکش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</w:t>
      </w:r>
      <w:r w:rsidR="00A95BC4" w:rsidRPr="00A95BC4">
        <w:rPr>
          <w:rtl/>
          <w:lang w:bidi="fa-IR"/>
        </w:rPr>
        <w:t xml:space="preserve"> به‌خاطر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نکه</w:t>
      </w:r>
      <w:r w:rsidR="00A95BC4" w:rsidRPr="00A95BC4">
        <w:rPr>
          <w:rtl/>
          <w:lang w:bidi="fa-IR"/>
        </w:rPr>
        <w:t xml:space="preserve"> 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گو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</w:t>
      </w:r>
      <w:r w:rsidR="00A95BC4" w:rsidRPr="00A95BC4">
        <w:rPr>
          <w:rtl/>
          <w:lang w:bidi="fa-IR"/>
        </w:rPr>
        <w:t xml:space="preserve"> پروردگار من الله است. در حال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که دلا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ل</w:t>
      </w:r>
      <w:r w:rsidR="00A95BC4" w:rsidRPr="00A95BC4">
        <w:rPr>
          <w:rtl/>
          <w:lang w:bidi="fa-IR"/>
        </w:rPr>
        <w:t xml:space="preserve"> روشن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از سو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پروردگارتان برا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شما آورده است». </w:t>
      </w:r>
      <w:r w:rsidR="00A95BC4" w:rsidRPr="005B5022">
        <w:rPr>
          <w:rStyle w:val="libFootnotenumChar"/>
          <w:rtl/>
        </w:rPr>
        <w:t>(1)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عده‌ا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مردمان هم گفتند: «او و برادرش را مهلت ده و مأموران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ج</w:t>
      </w:r>
      <w:r w:rsidRPr="00A95BC4">
        <w:rPr>
          <w:rtl/>
          <w:lang w:bidi="fa-IR"/>
        </w:rPr>
        <w:t xml:space="preserve"> به تمام شهرها اعزام کن، تا هر ساحر ماهر و دانا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را نزد تو آورند». </w:t>
      </w:r>
      <w:r w:rsidRPr="005B5022">
        <w:rPr>
          <w:rStyle w:val="libFootnotenumChar"/>
          <w:rtl/>
        </w:rPr>
        <w:t>(2)</w:t>
      </w:r>
      <w:r w:rsidRPr="00A95BC4">
        <w:rPr>
          <w:rtl/>
          <w:lang w:bidi="fa-IR"/>
        </w:rPr>
        <w:t xml:space="preserve"> فرعون چنان کرد و عده‌ا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ساحران را در روز 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از سراسر مصر جمع کرد.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ساحران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در برابرش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ستادند گفت: «وا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شما! دروغ بر خدا نبند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شما را با عذاب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نابود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سازد</w:t>
      </w:r>
      <w:r w:rsidRPr="00A95BC4">
        <w:rPr>
          <w:rtl/>
          <w:lang w:bidi="fa-IR"/>
        </w:rPr>
        <w:t xml:space="preserve"> و هرکس که [بر خدا] دروغ ببندد، نوم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[و شکست خورده]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شود»</w:t>
      </w:r>
      <w:r w:rsidRPr="00A95BC4">
        <w:rPr>
          <w:rtl/>
          <w:lang w:bidi="fa-IR"/>
        </w:rPr>
        <w:t xml:space="preserve">. </w:t>
      </w:r>
      <w:r w:rsidRPr="005B5022">
        <w:rPr>
          <w:rStyle w:val="libFootnotenumChar"/>
          <w:rtl/>
        </w:rPr>
        <w:t>(3)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ساحران به سا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گفت: «مانند ساحران سخن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د»</w:t>
      </w:r>
      <w:r w:rsidRPr="00A95BC4">
        <w:rPr>
          <w:rtl/>
          <w:lang w:bidi="fa-IR"/>
        </w:rPr>
        <w:t>. سپس به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گفتند: «تو را سحر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اگر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 شروع کن».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گفت: «نه شما آغازگر باش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د»</w:t>
      </w:r>
      <w:r w:rsidRPr="00A95BC4">
        <w:rPr>
          <w:rtl/>
          <w:lang w:bidi="fa-IR"/>
        </w:rPr>
        <w:t>. پس آنها طناب‌</w:t>
      </w:r>
      <w:r w:rsidR="005B5022">
        <w:rPr>
          <w:rFonts w:hint="cs"/>
          <w:rtl/>
          <w:lang w:bidi="fa-IR"/>
        </w:rPr>
        <w:t xml:space="preserve"> </w:t>
      </w:r>
      <w:r w:rsidRPr="00A95BC4">
        <w:rPr>
          <w:rtl/>
          <w:lang w:bidi="fa-IR"/>
        </w:rPr>
        <w:t>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را که در دست داشتند، 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انداختند و آن طناب‌ها تبد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ب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مار شدند، مارها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که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را انباشتند.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ترس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خدا وح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فرمود: «گفت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: نترس! تو مسلماً [پ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روز</w:t>
      </w:r>
      <w:r w:rsidRPr="00A95BC4">
        <w:rPr>
          <w:rtl/>
          <w:lang w:bidi="fa-IR"/>
        </w:rPr>
        <w:t>] برتر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آنچه را در دست 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فکن،</w:t>
      </w:r>
      <w:r w:rsidRPr="00A95BC4">
        <w:rPr>
          <w:rtl/>
          <w:lang w:bidi="fa-IR"/>
        </w:rPr>
        <w:t xml:space="preserve"> تمام آنچه را ساختند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بلعد،</w:t>
      </w:r>
    </w:p>
    <w:p w:rsidR="00A95BC4" w:rsidRPr="005B5022" w:rsidRDefault="005B5022" w:rsidP="005B502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A95BC4" w:rsidRPr="00A95BC4" w:rsidRDefault="00A95BC4" w:rsidP="005B5022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1- غافر: 28.</w:t>
      </w:r>
    </w:p>
    <w:p w:rsidR="00A95BC4" w:rsidRPr="00A95BC4" w:rsidRDefault="00A95BC4" w:rsidP="005B5022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2- شعراء: 36- 37.</w:t>
      </w:r>
    </w:p>
    <w:p w:rsidR="00A95BC4" w:rsidRPr="00A95BC4" w:rsidRDefault="00A95BC4" w:rsidP="005B5022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3- طه: 61.</w:t>
      </w:r>
    </w:p>
    <w:p w:rsidR="00A95BC4" w:rsidRPr="00A95BC4" w:rsidRDefault="005B5022" w:rsidP="00A95B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95BC4" w:rsidRPr="00A95BC4">
        <w:rPr>
          <w:rFonts w:hint="eastAsia"/>
          <w:rtl/>
          <w:lang w:bidi="fa-IR"/>
        </w:rPr>
        <w:lastRenderedPageBreak/>
        <w:t>آنچه</w:t>
      </w:r>
      <w:r w:rsidR="00A95BC4" w:rsidRPr="00A95BC4">
        <w:rPr>
          <w:rtl/>
          <w:lang w:bidi="fa-IR"/>
        </w:rPr>
        <w:t xml:space="preserve"> ساخته‌اند تنها مکر ساحر است و ساحر هر جا رود رستگار نخواهد شد». </w:t>
      </w:r>
      <w:r w:rsidR="00A95BC4" w:rsidRPr="005B5022">
        <w:rPr>
          <w:rStyle w:val="libFootnotenumChar"/>
          <w:rtl/>
        </w:rPr>
        <w:t>(1)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عصا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را انداخت و آن به اژدها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تبد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شد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چشم مردمان، همه آن مارها را بلع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بزرگ ساحران ناب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نا</w:t>
      </w:r>
      <w:r w:rsidRPr="00A95BC4">
        <w:rPr>
          <w:rtl/>
          <w:lang w:bidi="fa-IR"/>
        </w:rPr>
        <w:t xml:space="preserve"> بود، پس ساحران به او گفتند: «عصا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اژدها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شد و مارها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 را بلع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د»</w:t>
      </w:r>
      <w:r w:rsidRPr="00A95BC4">
        <w:rPr>
          <w:rtl/>
          <w:lang w:bidi="fa-IR"/>
        </w:rPr>
        <w:t>.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: «بعد چه شد؟» گفتند: «سپس اژدها را در دست گرفت و دوباره عصا شد». بزرگ </w:t>
      </w:r>
      <w:r w:rsidRPr="00A95BC4">
        <w:rPr>
          <w:rFonts w:hint="eastAsia"/>
          <w:rtl/>
          <w:lang w:bidi="fa-IR"/>
        </w:rPr>
        <w:t>ساحران</w:t>
      </w:r>
      <w:r w:rsidRPr="00A95BC4">
        <w:rPr>
          <w:rtl/>
          <w:lang w:bidi="fa-IR"/>
        </w:rPr>
        <w:t xml:space="preserve"> در برابر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سجده افتاده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سحر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ست»</w:t>
      </w:r>
      <w:r w:rsidRPr="00A95BC4">
        <w:rPr>
          <w:rtl/>
          <w:lang w:bidi="fa-IR"/>
        </w:rPr>
        <w:t xml:space="preserve"> و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ساحران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کردند و در برابر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تسل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شدند و گفتند: «ما به پروردگار عالم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. پرودگار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هارون. [فرعون] گفت: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به شما اجازه دهم به او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د؟</w:t>
      </w:r>
      <w:r w:rsidRPr="00A95BC4">
        <w:rPr>
          <w:rtl/>
          <w:lang w:bidi="fa-IR"/>
        </w:rPr>
        <w:t xml:space="preserve"> مسل</w:t>
      </w:r>
      <w:r w:rsidRPr="00A95BC4">
        <w:rPr>
          <w:rFonts w:hint="eastAsia"/>
          <w:rtl/>
          <w:lang w:bidi="fa-IR"/>
        </w:rPr>
        <w:t>ماً</w:t>
      </w:r>
      <w:r w:rsidRPr="00A95BC4">
        <w:rPr>
          <w:rtl/>
          <w:lang w:bidi="fa-IR"/>
        </w:rPr>
        <w:t xml:space="preserve"> او بزرگ و استاد شماست که به شما سحر آموخته [و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توطئه است]، اما به‌زود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دانست! دستها و پاها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شما را به‌عکس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قطع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کنم</w:t>
      </w:r>
      <w:r w:rsidRPr="00A95BC4">
        <w:rPr>
          <w:rtl/>
          <w:lang w:bidi="fa-IR"/>
        </w:rPr>
        <w:t xml:space="preserve"> و همه شما را به دار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آو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زم»</w:t>
      </w:r>
      <w:r w:rsidRPr="00A95BC4">
        <w:rPr>
          <w:rtl/>
          <w:lang w:bidi="fa-IR"/>
        </w:rPr>
        <w:t xml:space="preserve">. </w:t>
      </w:r>
      <w:r w:rsidRPr="005B5022">
        <w:rPr>
          <w:rStyle w:val="libFootnotenumChar"/>
          <w:rtl/>
        </w:rPr>
        <w:t>(2)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پس</w:t>
      </w:r>
      <w:r w:rsidRPr="00A95BC4">
        <w:rPr>
          <w:rtl/>
          <w:lang w:bidi="fa-IR"/>
        </w:rPr>
        <w:t xml:space="preserve"> دست و پا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 را بر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آنها را به صل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کش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کشت و آنها فقط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گفتند</w:t>
      </w:r>
      <w:r w:rsidRPr="00A95BC4">
        <w:rPr>
          <w:rtl/>
          <w:lang w:bidi="fa-IR"/>
        </w:rPr>
        <w:t>: «بارالها! صبر و استقامت بر ما فرو 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[و آخر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درجه شک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را به ما مرحمت فرما] و ما را مسلمان بم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ران»</w:t>
      </w:r>
      <w:r w:rsidRPr="00A95BC4">
        <w:rPr>
          <w:rtl/>
          <w:lang w:bidi="fa-IR"/>
        </w:rPr>
        <w:t xml:space="preserve">. </w:t>
      </w:r>
      <w:r w:rsidRPr="005B5022">
        <w:rPr>
          <w:rStyle w:val="libFootnotenumChar"/>
          <w:rtl/>
        </w:rPr>
        <w:t>(3)</w:t>
      </w:r>
    </w:p>
    <w:p w:rsidR="00A95BC4" w:rsidRPr="005B5022" w:rsidRDefault="005B5022" w:rsidP="005B502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A95BC4" w:rsidRPr="00A95BC4" w:rsidRDefault="00A95BC4" w:rsidP="005B5022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1- طه: 68- 69.</w:t>
      </w:r>
    </w:p>
    <w:p w:rsidR="00A95BC4" w:rsidRPr="00A95BC4" w:rsidRDefault="00A95BC4" w:rsidP="005B5022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2- شعراء: 47- 49.</w:t>
      </w:r>
    </w:p>
    <w:p w:rsidR="00A95BC4" w:rsidRPr="00A95BC4" w:rsidRDefault="00A95BC4" w:rsidP="005B5022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3- اعراف: 126.</w:t>
      </w:r>
    </w:p>
    <w:p w:rsidR="00A95BC4" w:rsidRPr="00A95BC4" w:rsidRDefault="005B5022" w:rsidP="00A95B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95BC4" w:rsidRPr="00A95BC4">
        <w:rPr>
          <w:rFonts w:hint="eastAsia"/>
          <w:rtl/>
          <w:lang w:bidi="fa-IR"/>
        </w:rPr>
        <w:lastRenderedPageBreak/>
        <w:t>آنها</w:t>
      </w:r>
      <w:r w:rsidR="00A95BC4" w:rsidRPr="00A95BC4">
        <w:rPr>
          <w:rtl/>
          <w:lang w:bidi="fa-IR"/>
        </w:rPr>
        <w:t xml:space="preserve"> در اول روز کافر بودند و در آخر روز شه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</w:t>
      </w:r>
      <w:r w:rsidR="00A95BC4" w:rsidRPr="00A95BC4">
        <w:rPr>
          <w:rtl/>
          <w:lang w:bidi="fa-IR"/>
        </w:rPr>
        <w:t xml:space="preserve"> شدند و به بهشت داخل گرد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دند</w:t>
      </w:r>
      <w:r w:rsidR="00A95BC4" w:rsidRPr="00A95BC4">
        <w:rPr>
          <w:rtl/>
          <w:lang w:bidi="fa-IR"/>
        </w:rPr>
        <w:t>. حزق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ل</w:t>
      </w:r>
      <w:r w:rsidR="00A95BC4" w:rsidRPr="00A95BC4">
        <w:rPr>
          <w:rtl/>
          <w:lang w:bidi="fa-IR"/>
        </w:rPr>
        <w:t xml:space="preserve"> ن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ز،</w:t>
      </w:r>
      <w:r w:rsidR="00A95BC4" w:rsidRPr="00A95BC4">
        <w:rPr>
          <w:rtl/>
          <w:lang w:bidi="fa-IR"/>
        </w:rPr>
        <w:t xml:space="preserve"> به همراه ساحران مصلوب و کشته شد.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همسر</w:t>
      </w:r>
      <w:r w:rsidRPr="00A95BC4">
        <w:rPr>
          <w:rtl/>
          <w:lang w:bidi="fa-IR"/>
        </w:rPr>
        <w:t xml:space="preserve"> حزق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ل،</w:t>
      </w:r>
      <w:r w:rsidRPr="00A95BC4">
        <w:rPr>
          <w:rtl/>
          <w:lang w:bidi="fa-IR"/>
        </w:rPr>
        <w:t xml:space="preserve"> که به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آورد، آرا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شگر</w:t>
      </w:r>
      <w:r w:rsidRPr="00A95BC4">
        <w:rPr>
          <w:rtl/>
          <w:lang w:bidi="fa-IR"/>
        </w:rPr>
        <w:t xml:space="preserve"> دختر فرعون بود.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آرا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شگر،</w:t>
      </w:r>
      <w:r w:rsidRPr="00A95BC4">
        <w:rPr>
          <w:rtl/>
          <w:lang w:bidi="fa-IR"/>
        </w:rPr>
        <w:t xml:space="preserve"> شانه را در دست گرفت و خواست کار خود را آغاز کند گفت: «بسم الله»، دختر فرعون گفت: «پدرم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>. آرا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شگر</w:t>
      </w:r>
      <w:r w:rsidRPr="00A95BC4">
        <w:rPr>
          <w:rtl/>
          <w:lang w:bidi="fa-IR"/>
        </w:rPr>
        <w:t xml:space="preserve"> گفت: «نه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که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 و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 و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پدرت است». دختر آنچه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 را به پدرش خبر داد. فرعون آرا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شگر</w:t>
      </w:r>
      <w:r w:rsidRPr="00A95BC4">
        <w:rPr>
          <w:rtl/>
          <w:lang w:bidi="fa-IR"/>
        </w:rPr>
        <w:t xml:space="preserve"> را خواست و گفت: «خدا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ست؟»</w:t>
      </w:r>
      <w:r w:rsidRPr="00A95BC4">
        <w:rPr>
          <w:rtl/>
          <w:lang w:bidi="fa-IR"/>
        </w:rPr>
        <w:t xml:space="preserve"> گفت: «خدا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 و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 الله است».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فرعون</w:t>
      </w:r>
      <w:r w:rsidRPr="00A95BC4">
        <w:rPr>
          <w:rtl/>
          <w:lang w:bidi="fa-IR"/>
        </w:rPr>
        <w:t xml:space="preserve"> دستور داد تا تنور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فروزند</w:t>
      </w:r>
      <w:r w:rsidRPr="00A95BC4">
        <w:rPr>
          <w:rtl/>
          <w:lang w:bidi="fa-IR"/>
        </w:rPr>
        <w:t xml:space="preserve"> تا او و فرزندانش را عذاب کند. طبق دستور او ابتدا کودکانش را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ی‌ی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تنور انداختند. نوبت به کوچک‌تر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فرزند که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رخواره</w:t>
      </w:r>
      <w:r w:rsidRPr="00A95BC4">
        <w:rPr>
          <w:rtl/>
          <w:lang w:bidi="fa-IR"/>
        </w:rPr>
        <w:t xml:space="preserve"> بود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آرا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شگر</w:t>
      </w:r>
      <w:r w:rsidRPr="00A95BC4">
        <w:rPr>
          <w:rtl/>
          <w:lang w:bidi="fa-IR"/>
        </w:rPr>
        <w:t xml:space="preserve"> خواست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مانش</w:t>
      </w:r>
      <w:r w:rsidRPr="00A95BC4">
        <w:rPr>
          <w:rtl/>
          <w:lang w:bidi="fa-IR"/>
        </w:rPr>
        <w:t xml:space="preserve"> بازگردد. کودک در گهواره شروع به صحبت کرد و گفت: «صبر کن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مادرم! </w:t>
      </w:r>
      <w:r w:rsidRPr="00A95BC4">
        <w:rPr>
          <w:rFonts w:hint="eastAsia"/>
          <w:rtl/>
          <w:lang w:bidi="fa-IR"/>
        </w:rPr>
        <w:t>چرا</w:t>
      </w:r>
      <w:r w:rsidRPr="00A95BC4">
        <w:rPr>
          <w:rtl/>
          <w:lang w:bidi="fa-IR"/>
        </w:rPr>
        <w:t xml:space="preserve"> که تو بر حق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>. زن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مانش</w:t>
      </w:r>
      <w:r w:rsidRPr="00A95BC4">
        <w:rPr>
          <w:rtl/>
          <w:lang w:bidi="fa-IR"/>
        </w:rPr>
        <w:t xml:space="preserve"> برنگشت و فرعون او و کودکش را در تنور انداخت.</w:t>
      </w:r>
    </w:p>
    <w:p w:rsidR="00A95BC4" w:rsidRPr="00A95BC4" w:rsidRDefault="00A95BC4" w:rsidP="00077457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همسر فرعون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پنهان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آورده بود،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مانش</w:t>
      </w:r>
      <w:r w:rsidRPr="00A95BC4">
        <w:rPr>
          <w:rtl/>
          <w:lang w:bidi="fa-IR"/>
        </w:rPr>
        <w:t xml:space="preserve"> را آشکار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>.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زن آرا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شگر</w:t>
      </w:r>
      <w:r w:rsidRPr="00A95BC4">
        <w:rPr>
          <w:rtl/>
          <w:lang w:bidi="fa-IR"/>
        </w:rPr>
        <w:t xml:space="preserve"> مرد، ملا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را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روح او را به آسمان‌ها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برند،</w:t>
      </w:r>
      <w:r w:rsidRPr="00A95BC4">
        <w:rPr>
          <w:rtl/>
          <w:lang w:bidi="fa-IR"/>
        </w:rPr>
        <w:t xml:space="preserve"> 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ن‌وس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له</w:t>
      </w:r>
      <w:r w:rsidRPr="00A95BC4">
        <w:rPr>
          <w:rtl/>
          <w:lang w:bidi="fa-IR"/>
        </w:rPr>
        <w:t xml:space="preserve"> بص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رت</w:t>
      </w:r>
      <w:r w:rsidRPr="00A95BC4">
        <w:rPr>
          <w:rtl/>
          <w:lang w:bidi="fa-IR"/>
        </w:rPr>
        <w:t xml:space="preserve"> واقع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چشم دل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را روشن کرد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مانش</w:t>
      </w:r>
      <w:r w:rsidRPr="00A95BC4">
        <w:rPr>
          <w:rtl/>
          <w:lang w:bidi="fa-IR"/>
        </w:rPr>
        <w:t xml:space="preserve"> قو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تر</w:t>
      </w:r>
      <w:r w:rsidRPr="00A95BC4">
        <w:rPr>
          <w:rtl/>
          <w:lang w:bidi="fa-IR"/>
        </w:rPr>
        <w:t xml:space="preserve"> شد.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فرعون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آمد و گ</w:t>
      </w:r>
      <w:r w:rsidRPr="00A95BC4">
        <w:rPr>
          <w:rFonts w:hint="eastAsia"/>
          <w:rtl/>
          <w:lang w:bidi="fa-IR"/>
        </w:rPr>
        <w:t>فت</w:t>
      </w:r>
      <w:r w:rsidRPr="00A95BC4">
        <w:rPr>
          <w:rtl/>
          <w:lang w:bidi="fa-IR"/>
        </w:rPr>
        <w:t xml:space="preserve"> که چگونه آرا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شگر</w:t>
      </w:r>
      <w:r w:rsidRPr="00A95BC4">
        <w:rPr>
          <w:rtl/>
          <w:lang w:bidi="fa-IR"/>
        </w:rPr>
        <w:t xml:space="preserve"> را به قتل رسان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است،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به</w:t>
      </w:r>
      <w:r w:rsidR="00077457">
        <w:rPr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او</w:t>
      </w:r>
      <w:r w:rsidRPr="00A95BC4">
        <w:rPr>
          <w:rtl/>
          <w:lang w:bidi="fa-IR"/>
        </w:rPr>
        <w:t xml:space="preserve"> گفت: «وا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تو، خداوند جزا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را خواهد داد». فرعون گفت: «چه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وانه</w:t>
      </w:r>
      <w:r w:rsidRPr="00A95BC4">
        <w:rPr>
          <w:rtl/>
          <w:lang w:bidi="fa-IR"/>
        </w:rPr>
        <w:t xml:space="preserve"> شده‌ا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؟»</w:t>
      </w:r>
      <w:r w:rsidRPr="00A95BC4">
        <w:rPr>
          <w:rtl/>
          <w:lang w:bidi="fa-IR"/>
        </w:rPr>
        <w:t xml:space="preserve">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گفت: «د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وانه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ستم،</w:t>
      </w:r>
      <w:r w:rsidRPr="00A95BC4">
        <w:rPr>
          <w:rtl/>
          <w:lang w:bidi="fa-IR"/>
        </w:rPr>
        <w:t xml:space="preserve"> بلکه به خدا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که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 و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 و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جهان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است،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آورده‌ام». فرعون مادر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را خواست و به او گفت: «همان بلا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که سر </w:t>
      </w:r>
      <w:r w:rsidRPr="00A95BC4">
        <w:rPr>
          <w:rtl/>
          <w:lang w:bidi="fa-IR"/>
        </w:rPr>
        <w:lastRenderedPageBreak/>
        <w:t>آرا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شگر</w:t>
      </w:r>
      <w:r w:rsidRPr="00A95BC4">
        <w:rPr>
          <w:rtl/>
          <w:lang w:bidi="fa-IR"/>
        </w:rPr>
        <w:t xml:space="preserve"> آوردم را سر دخترت هم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آورم،</w:t>
      </w:r>
      <w:r w:rsidRPr="00A95BC4">
        <w:rPr>
          <w:rtl/>
          <w:lang w:bidi="fa-IR"/>
        </w:rPr>
        <w:t xml:space="preserve"> مگر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کافر شود».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مادر</w:t>
      </w:r>
      <w:r w:rsidRPr="00A95BC4">
        <w:rPr>
          <w:rtl/>
          <w:lang w:bidi="fa-IR"/>
        </w:rPr>
        <w:t xml:space="preserve">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به دست و پا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دخترش افتاد و از او خواست تا هر چه فرعون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خواهد</w:t>
      </w:r>
      <w:r w:rsidRPr="00A95BC4">
        <w:rPr>
          <w:rtl/>
          <w:lang w:bidi="fa-IR"/>
        </w:rPr>
        <w:t xml:space="preserve"> انجام دهد و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کفر 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گفت: «هرگز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گانه</w:t>
      </w:r>
      <w:r w:rsidRPr="00A95BC4">
        <w:rPr>
          <w:rtl/>
          <w:lang w:bidi="fa-IR"/>
        </w:rPr>
        <w:t xml:space="preserve"> را کفر نخواهم گفت». فرعون دستور داد دست و پا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را از چهار طرف به چهار اسب ببندند و اسب‌ها را 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کنند تا از چهار ج</w:t>
      </w:r>
      <w:r w:rsidRPr="00A95BC4">
        <w:rPr>
          <w:rFonts w:hint="eastAsia"/>
          <w:rtl/>
          <w:lang w:bidi="fa-IR"/>
        </w:rPr>
        <w:t>هت</w:t>
      </w:r>
      <w:r w:rsidRPr="00A95BC4">
        <w:rPr>
          <w:rtl/>
          <w:lang w:bidi="fa-IR"/>
        </w:rPr>
        <w:t xml:space="preserve"> حرکت کنند (در برخ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منابع آمده که دستور داد تا او را از چهار جهت ببندند و سپس سنگ بزرگ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بغلتانند تا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آن سنگ آن‌قدر عذاب بکشد تا بم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رد</w:t>
      </w:r>
      <w:r w:rsidRPr="00A95BC4">
        <w:rPr>
          <w:rtl/>
          <w:lang w:bidi="fa-IR"/>
        </w:rPr>
        <w:t>)؛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چون مرگ را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ن‌گونه</w:t>
      </w:r>
      <w:r w:rsidRPr="00A95BC4">
        <w:rPr>
          <w:rtl/>
          <w:lang w:bidi="fa-IR"/>
        </w:rPr>
        <w:t xml:space="preserve"> مناجات کرد:</w:t>
      </w:r>
    </w:p>
    <w:p w:rsidR="00A95BC4" w:rsidRPr="00A95BC4" w:rsidRDefault="00077457" w:rsidP="00077457">
      <w:pPr>
        <w:pStyle w:val="libNormal"/>
        <w:rPr>
          <w:rtl/>
          <w:lang w:bidi="fa-IR"/>
        </w:rPr>
      </w:pPr>
      <w:r>
        <w:rPr>
          <w:rStyle w:val="libAlaemChar"/>
          <w:rFonts w:hint="cs"/>
          <w:rtl/>
        </w:rPr>
        <w:t>(</w:t>
      </w:r>
      <w:r w:rsidR="00A95BC4" w:rsidRPr="00077457">
        <w:rPr>
          <w:rStyle w:val="libAieChar"/>
          <w:rFonts w:hint="eastAsia"/>
          <w:rtl/>
        </w:rPr>
        <w:t>رَبِّ</w:t>
      </w:r>
      <w:r w:rsidR="00A95BC4" w:rsidRPr="00077457">
        <w:rPr>
          <w:rStyle w:val="libAieChar"/>
          <w:rtl/>
        </w:rPr>
        <w:t xml:space="preserve"> ابْنِ لِ</w:t>
      </w:r>
      <w:r w:rsidR="00A95BC4" w:rsidRPr="00077457">
        <w:rPr>
          <w:rStyle w:val="libAieChar"/>
          <w:rFonts w:hint="cs"/>
          <w:rtl/>
        </w:rPr>
        <w:t>ی</w:t>
      </w:r>
      <w:r w:rsidR="00A95BC4" w:rsidRPr="00077457">
        <w:rPr>
          <w:rStyle w:val="libAieChar"/>
          <w:rtl/>
        </w:rPr>
        <w:t xml:space="preserve"> عِنْدَکَ بَ</w:t>
      </w:r>
      <w:r w:rsidR="00A95BC4" w:rsidRPr="00077457">
        <w:rPr>
          <w:rStyle w:val="libAieChar"/>
          <w:rFonts w:hint="cs"/>
          <w:rtl/>
        </w:rPr>
        <w:t>یْ</w:t>
      </w:r>
      <w:r w:rsidR="00A95BC4" w:rsidRPr="00077457">
        <w:rPr>
          <w:rStyle w:val="libAieChar"/>
          <w:rFonts w:hint="eastAsia"/>
          <w:rtl/>
        </w:rPr>
        <w:t>تاً</w:t>
      </w:r>
      <w:r w:rsidR="00A95BC4" w:rsidRPr="00077457">
        <w:rPr>
          <w:rStyle w:val="libAieChar"/>
          <w:rtl/>
        </w:rPr>
        <w:t xml:space="preserve"> فِ</w:t>
      </w:r>
      <w:r w:rsidR="00A95BC4" w:rsidRPr="00077457">
        <w:rPr>
          <w:rStyle w:val="libAieChar"/>
          <w:rFonts w:hint="cs"/>
          <w:rtl/>
        </w:rPr>
        <w:t>ی</w:t>
      </w:r>
      <w:r w:rsidR="00A95BC4" w:rsidRPr="00077457">
        <w:rPr>
          <w:rStyle w:val="libAieChar"/>
          <w:rtl/>
        </w:rPr>
        <w:t xml:space="preserve"> الْجَنَّةِ وَ نَجِّنِ</w:t>
      </w:r>
      <w:r w:rsidR="00A95BC4" w:rsidRPr="00077457">
        <w:rPr>
          <w:rStyle w:val="libAieChar"/>
          <w:rFonts w:hint="cs"/>
          <w:rtl/>
        </w:rPr>
        <w:t>ی</w:t>
      </w:r>
      <w:r w:rsidR="00A95BC4" w:rsidRPr="00077457">
        <w:rPr>
          <w:rStyle w:val="libAieChar"/>
          <w:rtl/>
        </w:rPr>
        <w:t xml:space="preserve"> مِنْ فِرْعَوْنَ وَ عَمَلِهِ وَ نَجِّنِ</w:t>
      </w:r>
      <w:r w:rsidR="00A95BC4" w:rsidRPr="00077457">
        <w:rPr>
          <w:rStyle w:val="libAieChar"/>
          <w:rFonts w:hint="cs"/>
          <w:rtl/>
        </w:rPr>
        <w:t>ی</w:t>
      </w:r>
      <w:r w:rsidR="00A95BC4" w:rsidRPr="00077457">
        <w:rPr>
          <w:rStyle w:val="libAieChar"/>
          <w:rtl/>
        </w:rPr>
        <w:t xml:space="preserve"> مِنَ الْقَوْمِ الظَّالِمِ</w:t>
      </w:r>
      <w:r w:rsidR="00A95BC4" w:rsidRPr="00077457">
        <w:rPr>
          <w:rStyle w:val="libAieChar"/>
          <w:rFonts w:hint="cs"/>
          <w:rtl/>
        </w:rPr>
        <w:t>ی</w:t>
      </w:r>
      <w:r w:rsidR="00A95BC4" w:rsidRPr="00077457">
        <w:rPr>
          <w:rStyle w:val="libAieChar"/>
          <w:rFonts w:hint="eastAsia"/>
          <w:rtl/>
        </w:rPr>
        <w:t>نَ</w:t>
      </w:r>
      <w:r w:rsidRPr="00077457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(تحر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م</w:t>
      </w:r>
      <w:r w:rsidR="00A95BC4" w:rsidRPr="00A95BC4">
        <w:rPr>
          <w:rtl/>
          <w:lang w:bidi="fa-IR"/>
        </w:rPr>
        <w:t>: 11)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پروردگارا</w:t>
      </w:r>
      <w:r w:rsidRPr="00A95BC4">
        <w:rPr>
          <w:rtl/>
          <w:lang w:bidi="fa-IR"/>
        </w:rPr>
        <w:t>! خانه‌ا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 نزد خودت در بهشت بساز و مرا از فرعون و کار او نجات ده و مرا از گروه ستمگران رها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بخش.</w:t>
      </w:r>
    </w:p>
    <w:p w:rsidR="00A95BC4" w:rsidRPr="00A95BC4" w:rsidRDefault="00A95BC4" w:rsidP="00077457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خداوند</w:t>
      </w:r>
      <w:r w:rsidRPr="00A95BC4">
        <w:rPr>
          <w:rtl/>
          <w:lang w:bidi="fa-IR"/>
        </w:rPr>
        <w:t xml:space="preserve"> بار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چشم بص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رت</w:t>
      </w:r>
      <w:r w:rsidRPr="00A95BC4">
        <w:rPr>
          <w:rtl/>
          <w:lang w:bidi="fa-IR"/>
        </w:rPr>
        <w:t xml:space="preserve"> او را گشود و او ملا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را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او را تکر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کنند،</w:t>
      </w:r>
      <w:r w:rsidRPr="00A95BC4">
        <w:rPr>
          <w:rtl/>
          <w:lang w:bidi="fa-IR"/>
        </w:rPr>
        <w:t xml:space="preserve"> از شاد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خنده‌ا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لب آورد. فرعون گفت: «او</w:t>
      </w:r>
      <w:r w:rsidR="00077457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نگاه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وانه</w:t>
      </w:r>
      <w:r w:rsidRPr="00A95BC4">
        <w:rPr>
          <w:rtl/>
          <w:lang w:bidi="fa-IR"/>
        </w:rPr>
        <w:t xml:space="preserve"> شده است، عذاب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کشد</w:t>
      </w:r>
      <w:r w:rsidRPr="00A95BC4">
        <w:rPr>
          <w:rtl/>
          <w:lang w:bidi="fa-IR"/>
        </w:rPr>
        <w:t xml:space="preserve"> 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خندد»،</w:t>
      </w:r>
      <w:r w:rsidRPr="00A95BC4">
        <w:rPr>
          <w:rtl/>
          <w:lang w:bidi="fa-IR"/>
        </w:rPr>
        <w:t xml:space="preserve"> فرعون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</w:t>
      </w:r>
      <w:r w:rsidRPr="00A95BC4">
        <w:rPr>
          <w:rtl/>
          <w:lang w:bidi="fa-IR"/>
        </w:rPr>
        <w:t xml:space="preserve"> که او چرا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خندد</w:t>
      </w:r>
      <w:r w:rsidRPr="00A95BC4">
        <w:rPr>
          <w:rtl/>
          <w:lang w:bidi="fa-IR"/>
        </w:rPr>
        <w:t>.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به شهادت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روحش در بهشت آرام گرفت.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از مرگ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غمگ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شد،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او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که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را بزرگ کرده بود، او را به مادرش داده بود تا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رش</w:t>
      </w:r>
      <w:r w:rsidRPr="00A95BC4">
        <w:rPr>
          <w:rtl/>
          <w:lang w:bidi="fa-IR"/>
        </w:rPr>
        <w:t xml:space="preserve"> دهد. او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انفاق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و به احوال مستضعفان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آر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!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غمگ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شد،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که به خدا و دعوت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آورده بود.</w:t>
      </w:r>
    </w:p>
    <w:p w:rsidR="00A95BC4" w:rsidRPr="00A95BC4" w:rsidRDefault="00077457" w:rsidP="00077457">
      <w:pPr>
        <w:pStyle w:val="Heading2"/>
        <w:rPr>
          <w:rtl/>
        </w:rPr>
      </w:pPr>
      <w:r>
        <w:rPr>
          <w:rtl/>
        </w:rPr>
        <w:br w:type="page"/>
      </w:r>
      <w:bookmarkStart w:id="22" w:name="_Toc504390369"/>
      <w:bookmarkStart w:id="23" w:name="_Toc504390460"/>
      <w:r w:rsidR="00A95BC4" w:rsidRPr="00A95BC4">
        <w:rPr>
          <w:rFonts w:hint="eastAsia"/>
          <w:rtl/>
        </w:rPr>
        <w:lastRenderedPageBreak/>
        <w:t>فض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لت‌ها</w:t>
      </w:r>
      <w:r w:rsidR="00A95BC4" w:rsidRPr="00A95BC4">
        <w:rPr>
          <w:rFonts w:hint="cs"/>
          <w:rtl/>
        </w:rPr>
        <w:t>ی</w:t>
      </w:r>
      <w:r w:rsidR="00A95BC4" w:rsidRPr="00A95BC4">
        <w:rPr>
          <w:rtl/>
        </w:rPr>
        <w:t xml:space="preserve"> آس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ه‌</w:t>
      </w:r>
      <w:bookmarkEnd w:id="22"/>
      <w:bookmarkEnd w:id="23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عزت و سربلند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همسر فرعون بس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که او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بهتر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زنان عالم و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که خداوند از او در قرآن نامبرده است.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با آنکه در قصر فرعون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کرد،</w:t>
      </w:r>
      <w:r w:rsidRPr="00A95BC4">
        <w:rPr>
          <w:rtl/>
          <w:lang w:bidi="fa-IR"/>
        </w:rPr>
        <w:t xml:space="preserve"> فرمان خداوند را اطاعت نمود و هرگز از فرعون نترس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از قوم خود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خواست که به خدا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</w:t>
      </w:r>
      <w:r w:rsidRPr="00A95BC4">
        <w:rPr>
          <w:rFonts w:hint="eastAsia"/>
          <w:rtl/>
          <w:lang w:bidi="fa-IR"/>
        </w:rPr>
        <w:t>ورند</w:t>
      </w:r>
      <w:r w:rsidRPr="00A95BC4">
        <w:rPr>
          <w:rtl/>
          <w:lang w:bidi="fa-IR"/>
        </w:rPr>
        <w:t>. او به خدا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آورد و از خدا خواست تا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خانه‌ا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بهشت بنا نهد و او را از دست فرعون و مردم را از دست ظالمان نجات دهد و خداوند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دعا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را اجابت کرد.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فرما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«بهتر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زنان اهل بهشت خد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جه،</w:t>
      </w:r>
      <w:r w:rsidRPr="00A95BC4">
        <w:rPr>
          <w:rtl/>
          <w:lang w:bidi="fa-IR"/>
        </w:rPr>
        <w:t xml:space="preserve"> فاطمه،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>: هستند».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در حد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ث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فرما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«کمال</w:t>
      </w:r>
      <w:r w:rsidRPr="00A95BC4">
        <w:rPr>
          <w:rtl/>
          <w:lang w:bidi="fa-IR"/>
        </w:rPr>
        <w:t xml:space="preserve"> به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و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منحصر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شود،</w:t>
      </w:r>
      <w:r w:rsidRPr="00A95BC4">
        <w:rPr>
          <w:rtl/>
          <w:lang w:bidi="fa-IR"/>
        </w:rPr>
        <w:t xml:space="preserve"> چرا که آنها در زمانه خود کفالت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امبران</w:t>
      </w:r>
      <w:r w:rsidRPr="00A95BC4">
        <w:rPr>
          <w:rtl/>
          <w:lang w:bidi="fa-IR"/>
        </w:rPr>
        <w:t xml:space="preserve"> خدا را بر عهده گرفتند.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کفالت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کفالت پسرش 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ح»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روا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ت‌ها</w:t>
      </w:r>
      <w:r w:rsidRPr="00A95BC4">
        <w:rPr>
          <w:rtl/>
          <w:lang w:bidi="fa-IR"/>
        </w:rPr>
        <w:t xml:space="preserve"> آمده است که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و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زنان بهشت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هستند و بعض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را دل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گفته خود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آورند</w:t>
      </w:r>
      <w:r w:rsidRPr="00A95BC4">
        <w:rPr>
          <w:rtl/>
          <w:lang w:bidi="fa-IR"/>
        </w:rPr>
        <w:t>: ثَ</w:t>
      </w:r>
      <w:r w:rsidRPr="00A95BC4">
        <w:rPr>
          <w:rFonts w:hint="cs"/>
          <w:rtl/>
          <w:lang w:bidi="fa-IR"/>
        </w:rPr>
        <w:t>یِّ</w:t>
      </w:r>
      <w:r w:rsidRPr="00A95BC4">
        <w:rPr>
          <w:rFonts w:hint="eastAsia"/>
          <w:rtl/>
          <w:lang w:bidi="fa-IR"/>
        </w:rPr>
        <w:t>باتٍ</w:t>
      </w:r>
      <w:r w:rsidRPr="00A95BC4">
        <w:rPr>
          <w:rtl/>
          <w:lang w:bidi="fa-IR"/>
        </w:rPr>
        <w:t xml:space="preserve"> وَ ابْکاراً (تحر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: 5). منظور از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وه‌گان</w:t>
      </w:r>
      <w:r w:rsidRPr="00A95BC4">
        <w:rPr>
          <w:rtl/>
          <w:lang w:bidi="fa-IR"/>
        </w:rPr>
        <w:t xml:space="preserve">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و منظور از ابکار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است.</w:t>
      </w:r>
    </w:p>
    <w:p w:rsidR="00A95BC4" w:rsidRPr="00A95BC4" w:rsidRDefault="00077457" w:rsidP="00077457">
      <w:pPr>
        <w:pStyle w:val="Heading1"/>
        <w:rPr>
          <w:rtl/>
        </w:rPr>
      </w:pPr>
      <w:r>
        <w:rPr>
          <w:rtl/>
        </w:rPr>
        <w:br w:type="page"/>
      </w:r>
      <w:bookmarkStart w:id="24" w:name="_Toc504390370"/>
      <w:bookmarkStart w:id="25" w:name="_Toc504390461"/>
      <w:r w:rsidR="00A95BC4" w:rsidRPr="00A95BC4">
        <w:rPr>
          <w:rFonts w:hint="eastAsia"/>
          <w:rtl/>
        </w:rPr>
        <w:lastRenderedPageBreak/>
        <w:t>امّ</w:t>
      </w:r>
      <w:r w:rsidR="00A95BC4" w:rsidRPr="00A95BC4">
        <w:rPr>
          <w:rtl/>
        </w:rPr>
        <w:t xml:space="preserve"> سل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م،</w:t>
      </w:r>
      <w:r w:rsidR="00A95BC4" w:rsidRPr="00A95BC4">
        <w:rPr>
          <w:rtl/>
        </w:rPr>
        <w:t xml:space="preserve"> دختر ملحان‌</w:t>
      </w:r>
      <w:bookmarkEnd w:id="24"/>
      <w:bookmarkEnd w:id="25"/>
    </w:p>
    <w:p w:rsidR="00A95BC4" w:rsidRPr="00A95BC4" w:rsidRDefault="00A95BC4" w:rsidP="00077457">
      <w:pPr>
        <w:pStyle w:val="libBold1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اشاره</w:t>
      </w:r>
    </w:p>
    <w:p w:rsidR="00A95BC4" w:rsidRPr="00A95BC4" w:rsidRDefault="00077457" w:rsidP="00077457">
      <w:pPr>
        <w:pStyle w:val="libNormal"/>
        <w:rPr>
          <w:rtl/>
          <w:lang w:bidi="fa-IR"/>
        </w:rPr>
      </w:pPr>
      <w:r w:rsidRPr="00077457">
        <w:rPr>
          <w:rStyle w:val="libAlaemChar"/>
          <w:rFonts w:hint="cs"/>
          <w:rtl/>
        </w:rPr>
        <w:t>(</w:t>
      </w:r>
      <w:r w:rsidR="00A95BC4" w:rsidRPr="00077457">
        <w:rPr>
          <w:rStyle w:val="libAieChar"/>
          <w:rFonts w:hint="cs"/>
          <w:rtl/>
        </w:rPr>
        <w:t>یُ</w:t>
      </w:r>
      <w:r w:rsidR="00A95BC4" w:rsidRPr="00077457">
        <w:rPr>
          <w:rStyle w:val="libAieChar"/>
          <w:rFonts w:hint="eastAsia"/>
          <w:rtl/>
        </w:rPr>
        <w:t>ؤْثِرُونَ</w:t>
      </w:r>
      <w:r w:rsidR="00A95BC4" w:rsidRPr="00077457">
        <w:rPr>
          <w:rStyle w:val="libAieChar"/>
          <w:rtl/>
        </w:rPr>
        <w:t xml:space="preserve"> عَل</w:t>
      </w:r>
      <w:r w:rsidR="00A95BC4" w:rsidRPr="00077457">
        <w:rPr>
          <w:rStyle w:val="libAieChar"/>
          <w:rFonts w:hint="cs"/>
          <w:rtl/>
        </w:rPr>
        <w:t>ی</w:t>
      </w:r>
      <w:r w:rsidR="00A95BC4" w:rsidRPr="00077457">
        <w:rPr>
          <w:rStyle w:val="libAieChar"/>
          <w:rtl/>
        </w:rPr>
        <w:t xml:space="preserve"> أَنْفُسِهِمْ وَ لَوْ کانَ بِهِمْ خَصاصَةٌ وَ مَنْ </w:t>
      </w:r>
      <w:r w:rsidR="00A95BC4" w:rsidRPr="00077457">
        <w:rPr>
          <w:rStyle w:val="libAieChar"/>
          <w:rFonts w:hint="cs"/>
          <w:rtl/>
        </w:rPr>
        <w:t>یُ</w:t>
      </w:r>
      <w:r w:rsidR="00A95BC4" w:rsidRPr="00077457">
        <w:rPr>
          <w:rStyle w:val="libAieChar"/>
          <w:rFonts w:hint="eastAsia"/>
          <w:rtl/>
        </w:rPr>
        <w:t>وقَ</w:t>
      </w:r>
      <w:r w:rsidR="00A95BC4" w:rsidRPr="00077457">
        <w:rPr>
          <w:rStyle w:val="libAieChar"/>
          <w:rtl/>
        </w:rPr>
        <w:t xml:space="preserve"> شُحَّ نَفْسِهِ فَأُولئِکَ هُمُ الْمُفْلِحُونَ</w:t>
      </w:r>
      <w:r w:rsidRPr="00077457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(حشر: 9)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و</w:t>
      </w:r>
      <w:r w:rsidRPr="00A95BC4">
        <w:rPr>
          <w:rtl/>
          <w:lang w:bidi="fa-IR"/>
        </w:rPr>
        <w:t xml:space="preserve"> آنها را بر خود مقدم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دارند،</w:t>
      </w:r>
      <w:r w:rsidRPr="00A95BC4">
        <w:rPr>
          <w:rtl/>
          <w:lang w:bidi="fa-IR"/>
        </w:rPr>
        <w:t xml:space="preserve"> هر چند خودشان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ازمند</w:t>
      </w:r>
      <w:r w:rsidRPr="00A95BC4">
        <w:rPr>
          <w:rtl/>
          <w:lang w:bidi="fa-IR"/>
        </w:rPr>
        <w:t xml:space="preserve"> باشند، کسان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از بخل و حرص نفس خو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بازداشته شده‌اند، رستگارانند.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</w:p>
    <w:p w:rsidR="00A95BC4" w:rsidRPr="00A95BC4" w:rsidRDefault="00A95BC4" w:rsidP="00077457">
      <w:pPr>
        <w:pStyle w:val="Heading2"/>
        <w:rPr>
          <w:rtl/>
        </w:rPr>
      </w:pPr>
      <w:bookmarkStart w:id="26" w:name="_Toc504390371"/>
      <w:bookmarkStart w:id="27" w:name="_Toc504390462"/>
      <w:r w:rsidRPr="00A95BC4">
        <w:rPr>
          <w:rFonts w:hint="eastAsia"/>
          <w:rtl/>
        </w:rPr>
        <w:t>شأن</w:t>
      </w:r>
      <w:r w:rsidRPr="00A95BC4">
        <w:rPr>
          <w:rtl/>
        </w:rPr>
        <w:t xml:space="preserve"> نزول آ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ه‌</w:t>
      </w:r>
      <w:bookmarkEnd w:id="26"/>
      <w:bookmarkEnd w:id="27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گفته</w:t>
      </w:r>
      <w:r w:rsidRPr="00A95BC4">
        <w:rPr>
          <w:rtl/>
          <w:lang w:bidi="fa-IR"/>
        </w:rPr>
        <w:t xml:space="preserve"> شده که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درباره خانواده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نام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بنت ملحان نازل شده، که با وجود تنگدست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مرد فق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اطعام کرده و خود سر گرسنه بر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نهادند.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</w:p>
    <w:p w:rsidR="00A95BC4" w:rsidRPr="00A95BC4" w:rsidRDefault="00A95BC4" w:rsidP="00077457">
      <w:pPr>
        <w:pStyle w:val="Heading2"/>
        <w:rPr>
          <w:rtl/>
        </w:rPr>
      </w:pPr>
      <w:bookmarkStart w:id="28" w:name="_Toc504390372"/>
      <w:bookmarkStart w:id="29" w:name="_Toc504390463"/>
      <w:r w:rsidRPr="00A95BC4">
        <w:rPr>
          <w:rFonts w:hint="eastAsia"/>
          <w:rtl/>
        </w:rPr>
        <w:t>امّ</w:t>
      </w:r>
      <w:r w:rsidRPr="00A95BC4">
        <w:rPr>
          <w:rtl/>
        </w:rPr>
        <w:t xml:space="preserve"> سل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م</w:t>
      </w:r>
      <w:r w:rsidRPr="00A95BC4">
        <w:rPr>
          <w:rtl/>
        </w:rPr>
        <w:t xml:space="preserve"> ک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ست؟</w:t>
      </w:r>
      <w:bookmarkEnd w:id="28"/>
      <w:bookmarkEnd w:id="29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زن، رم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صاء</w:t>
      </w:r>
      <w:r w:rsidRPr="00A95BC4">
        <w:rPr>
          <w:rtl/>
          <w:lang w:bidi="fa-IR"/>
        </w:rPr>
        <w:t xml:space="preserve"> دختر ملحان بن خالد بن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بن حرام بن جندب بن عامر بن غنم بن عد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بن النجار انصار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خزرج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مادرش مل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که،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دختر</w:t>
      </w:r>
      <w:r w:rsidRPr="00A95BC4">
        <w:rPr>
          <w:rtl/>
          <w:lang w:bidi="fa-IR"/>
        </w:rPr>
        <w:t xml:space="preserve"> مالک بن عد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بن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مناه بن عد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بن عمرو بن مالک بن النجار بود. او در ابتدا با مالک بن نضر بن ضمضم بن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بن حرام بن جندب بن عامر بن غنم بن عد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بن النجار ازدواج کرد و از او صاحب فرزند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نام انس بن مالک شد که از اصحاب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بود. </w:t>
      </w:r>
      <w:r w:rsidRPr="00077457">
        <w:rPr>
          <w:rStyle w:val="libFootnotenumChar"/>
          <w:rtl/>
        </w:rPr>
        <w:t>(1)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پس</w:t>
      </w:r>
      <w:r w:rsidRPr="00A95BC4">
        <w:rPr>
          <w:rtl/>
          <w:lang w:bidi="fa-IR"/>
        </w:rPr>
        <w:t xml:space="preserve"> از مرگ پدر انس، با ابوطلحه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بن سهل بن اسود بن حرام بن عمرو بن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مناه بن عد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بن عمرو بن مالک بن النجار ازدواج کرد که از او صاحب </w:t>
      </w:r>
      <w:r w:rsidRPr="00A95BC4">
        <w:rPr>
          <w:rtl/>
          <w:lang w:bidi="fa-IR"/>
        </w:rPr>
        <w:lastRenderedPageBreak/>
        <w:t>دو فرزند به نام‌ها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عبدالله و اباعم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شد. پس از ظهور اسلام،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مسلمان شد و با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عت</w:t>
      </w:r>
      <w:r w:rsidRPr="00A95BC4">
        <w:rPr>
          <w:rtl/>
          <w:lang w:bidi="fa-IR"/>
        </w:rPr>
        <w:t xml:space="preserve"> کرد.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آورد، همسرش مالک بن نضر، (پدر انس) در شهر نبود، و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بازگشت به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گفت: «ترک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کن».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گفت: «چرا ترک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کنم. من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مرد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آورده‌ام».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«سپس به انس که آن موقع کودک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نبود تلق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کر</w:t>
      </w:r>
      <w:r w:rsidRPr="00A95BC4">
        <w:rPr>
          <w:rFonts w:hint="eastAsia"/>
          <w:rtl/>
          <w:lang w:bidi="fa-IR"/>
        </w:rPr>
        <w:t>دم</w:t>
      </w:r>
      <w:r w:rsidRPr="00A95BC4">
        <w:rPr>
          <w:rtl/>
          <w:lang w:bidi="fa-IR"/>
        </w:rPr>
        <w:t xml:space="preserve"> تا بگو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«اشْهَدُ انْ لا إلهَ إلَّا الله وَ اشْهَدُ انَّ مُحَمَّداً رَسُولُ الله» و انس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کرد». مالک گفت: «تو فرزندم را عل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من تحر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؟»</w:t>
      </w:r>
      <w:r w:rsidRPr="00A95BC4">
        <w:rPr>
          <w:rtl/>
          <w:lang w:bidi="fa-IR"/>
        </w:rPr>
        <w:t xml:space="preserve"> گفتم: «نه من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را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کنم»</w:t>
      </w:r>
      <w:r w:rsidRPr="00A95BC4">
        <w:rPr>
          <w:rtl/>
          <w:lang w:bidi="fa-IR"/>
        </w:rPr>
        <w:t>. مالک با عصبان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از خانه خارج شد، با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از قبل دشمن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داشت، برخورد کرد و آن شخص او را کشت.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«من به قضا</w:t>
      </w:r>
    </w:p>
    <w:p w:rsidR="00A95BC4" w:rsidRPr="00077457" w:rsidRDefault="00077457" w:rsidP="0007745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077457" w:rsidRDefault="00A95BC4" w:rsidP="00077457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1</w:t>
      </w:r>
      <w:r w:rsidR="00077457">
        <w:rPr>
          <w:rFonts w:hint="cs"/>
          <w:rtl/>
          <w:lang w:bidi="fa-IR"/>
        </w:rPr>
        <w:t xml:space="preserve"> </w:t>
      </w:r>
      <w:r w:rsidRPr="00A95BC4">
        <w:rPr>
          <w:rtl/>
          <w:lang w:bidi="fa-IR"/>
        </w:rPr>
        <w:t>- نساء 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القرآن الکر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ام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بنت ملحان.</w:t>
      </w:r>
    </w:p>
    <w:p w:rsidR="00A95BC4" w:rsidRPr="00A95BC4" w:rsidRDefault="00077457" w:rsidP="0007745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95BC4" w:rsidRPr="00A95BC4">
        <w:rPr>
          <w:rFonts w:hint="eastAsia"/>
          <w:rtl/>
          <w:lang w:bidi="fa-IR"/>
        </w:rPr>
        <w:lastRenderedPageBreak/>
        <w:t>رضا</w:t>
      </w:r>
      <w:r w:rsidR="00A95BC4" w:rsidRPr="00A95BC4">
        <w:rPr>
          <w:rtl/>
          <w:lang w:bidi="fa-IR"/>
        </w:rPr>
        <w:t xml:space="preserve"> دادم و خود را سرگرم ترب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ت</w:t>
      </w:r>
      <w:r w:rsidR="00A95BC4" w:rsidRPr="00A95BC4">
        <w:rPr>
          <w:rtl/>
          <w:lang w:bidi="fa-IR"/>
        </w:rPr>
        <w:t xml:space="preserve"> انس نمودم و ازدواج نکردم تا زمان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که انس به من اجازه داد».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صاحب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و هوش و دارا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اخلاق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کو</w:t>
      </w:r>
      <w:r w:rsidRPr="00A95BC4">
        <w:rPr>
          <w:rtl/>
          <w:lang w:bidi="fa-IR"/>
        </w:rPr>
        <w:t xml:space="preserve"> بود.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تمام تلاشش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ترب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تنها فرزندش به کار گرفت و چون او به سن رشد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با شرم به حضور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رفته و عرض کرد: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رسول خدا!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خواهم</w:t>
      </w:r>
      <w:r w:rsidRPr="00A95BC4">
        <w:rPr>
          <w:rtl/>
          <w:lang w:bidi="fa-IR"/>
        </w:rPr>
        <w:t xml:space="preserve"> جگرگوشه‌ام انس بن مالک را، به خدمت شما درآورم، تا در خ</w:t>
      </w:r>
      <w:r w:rsidRPr="00A95BC4">
        <w:rPr>
          <w:rFonts w:hint="eastAsia"/>
          <w:rtl/>
          <w:lang w:bidi="fa-IR"/>
        </w:rPr>
        <w:t>دمت</w:t>
      </w:r>
      <w:r w:rsidRPr="00A95BC4">
        <w:rPr>
          <w:rtl/>
          <w:lang w:bidi="fa-IR"/>
        </w:rPr>
        <w:t xml:space="preserve"> شما تعال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اسلام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اموزد»</w:t>
      </w:r>
      <w:r w:rsidRPr="00A95BC4">
        <w:rPr>
          <w:rtl/>
          <w:lang w:bidi="fa-IR"/>
        </w:rPr>
        <w:t>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رفت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پس</w:t>
      </w:r>
      <w:r w:rsidRPr="00A95BC4">
        <w:rPr>
          <w:rtl/>
          <w:lang w:bidi="fa-IR"/>
        </w:rPr>
        <w:t xml:space="preserve"> از مدت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ابوطلحه به خواستگار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امّ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رفت و او هنوز مشرک بود. ابوطلحه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مهر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سنگ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قرار دهد و 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ن‌وس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له</w:t>
      </w:r>
      <w:r w:rsidRPr="00A95BC4">
        <w:rPr>
          <w:rtl/>
          <w:lang w:bidi="fa-IR"/>
        </w:rPr>
        <w:t xml:space="preserve"> زبان و چشم او را ببندد، اما آن زن مؤمنه گفت: «من هرگز با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مشرک ازدواج نخواهم کرد. اما بدان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ابوطلحه که خدا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شما نابود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شوند</w:t>
      </w:r>
      <w:r w:rsidRPr="00A95BC4">
        <w:rPr>
          <w:rtl/>
          <w:lang w:bidi="fa-IR"/>
        </w:rPr>
        <w:t xml:space="preserve"> و شما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در آتش جهنم 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سوخت، مگر آنکه به خدا و رسولش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آنگاه با تو ازدواج خواهم نمود و از تو مهر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خواهم»</w:t>
      </w:r>
      <w:r w:rsidRPr="00A95BC4">
        <w:rPr>
          <w:rtl/>
          <w:lang w:bidi="fa-IR"/>
        </w:rPr>
        <w:t>. ابوطلحه مدت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فکر فرو رفت.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«او رفت و دوباره آمد و شهادت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گفت. به انس گفتم برخ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و مرا به ازدواج ابا طلحه </w:t>
      </w:r>
      <w:r w:rsidRPr="00A95BC4">
        <w:rPr>
          <w:rFonts w:hint="eastAsia"/>
          <w:rtl/>
          <w:lang w:bidi="fa-IR"/>
        </w:rPr>
        <w:t>درآور»</w:t>
      </w:r>
      <w:r w:rsidRPr="00A95BC4">
        <w:rPr>
          <w:rtl/>
          <w:lang w:bidi="fa-IR"/>
        </w:rPr>
        <w:t>. انس از مادرش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چگونه مال آن مرد چشم تو را نگرفت و تنها اسلام او، تو را کفا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کرد؟» مادرش گفت: «برا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آنکه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زن مسلمان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تواند</w:t>
      </w:r>
      <w:r w:rsidRPr="00A95BC4">
        <w:rPr>
          <w:rtl/>
          <w:lang w:bidi="fa-IR"/>
        </w:rPr>
        <w:t xml:space="preserve"> با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مرد کافر ازدواج کند».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ابوطلحه</w:t>
      </w:r>
      <w:r w:rsidRPr="00A95BC4">
        <w:rPr>
          <w:rtl/>
          <w:lang w:bidi="fa-IR"/>
        </w:rPr>
        <w:t xml:space="preserve"> از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«در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چه اعتماد دار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؟»</w:t>
      </w:r>
      <w:r w:rsidRPr="00A95BC4">
        <w:rPr>
          <w:rtl/>
          <w:lang w:bidi="fa-IR"/>
        </w:rPr>
        <w:t xml:space="preserve"> او گفت: «به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>. ابوطلحه،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را در انواع نعمت‌ها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از طلا و نقره غرق کرد،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گفت: «من طلا و نقره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خواهم</w:t>
      </w:r>
      <w:r w:rsidRPr="00A95BC4">
        <w:rPr>
          <w:rtl/>
          <w:lang w:bidi="fa-IR"/>
        </w:rPr>
        <w:t xml:space="preserve"> و فقط از تو اسلام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خواهم»</w:t>
      </w:r>
      <w:r w:rsidRPr="00A95BC4">
        <w:rPr>
          <w:rtl/>
          <w:lang w:bidi="fa-IR"/>
        </w:rPr>
        <w:t>. ابوطلحه گفت: «چه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 را به من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آموزد؟»</w:t>
      </w:r>
      <w:r w:rsidRPr="00A95BC4">
        <w:rPr>
          <w:rtl/>
          <w:lang w:bidi="fa-IR"/>
        </w:rPr>
        <w:t xml:space="preserve">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با شاد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گفت: «پ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>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ابوطلحه</w:t>
      </w:r>
      <w:r w:rsidRPr="00A95BC4">
        <w:rPr>
          <w:rtl/>
          <w:lang w:bidi="fa-IR"/>
        </w:rPr>
        <w:t xml:space="preserve"> رفت و در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اصحاب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نشست.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او نگاه کرد و سپس فرمود: «ابوطلحه اسلام آورده است» و 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ترت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ب،</w:t>
      </w:r>
      <w:r w:rsidRPr="00A95BC4">
        <w:rPr>
          <w:rtl/>
          <w:lang w:bidi="fa-IR"/>
        </w:rPr>
        <w:t xml:space="preserve"> اسلام او در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مردم علن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شد. سپس طبق سنت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آن دو به ازدواج هم درآمدند و مهر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آنها اسلام ابوطلحه بود.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ازدواج</w:t>
      </w:r>
      <w:r w:rsidRPr="00A95BC4">
        <w:rPr>
          <w:rtl/>
          <w:lang w:bidi="fa-IR"/>
        </w:rPr>
        <w:t xml:space="preserve">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ابوطلحه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هر دو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 شاد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آرامش به همراه آورده بود،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بر اساس معان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tl/>
          <w:lang w:bidi="fa-IR"/>
        </w:rPr>
        <w:t xml:space="preserve"> اسلام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بنا نهاده شده بود.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همسر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خوب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ابوطلحه بود و تمام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حقوق او را به جا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آورد</w:t>
      </w:r>
      <w:r w:rsidRPr="00A95BC4">
        <w:rPr>
          <w:rtl/>
          <w:lang w:bidi="fa-IR"/>
        </w:rPr>
        <w:t xml:space="preserve"> و مانند مادر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صالح، مراقب احوال او بود.</w:t>
      </w:r>
    </w:p>
    <w:p w:rsidR="00A95BC4" w:rsidRPr="00A95BC4" w:rsidRDefault="00A95BC4" w:rsidP="00077457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انس</w:t>
      </w:r>
      <w:r w:rsidRPr="00A95BC4">
        <w:rPr>
          <w:rtl/>
          <w:lang w:bidi="fa-IR"/>
        </w:rPr>
        <w:t xml:space="preserve"> بن مالک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«ابوطلحه صاحب مکنت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بود و اموالش را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دوست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داشت</w:t>
      </w:r>
      <w:r w:rsidRPr="00A95BC4">
        <w:rPr>
          <w:rtl/>
          <w:lang w:bidi="fa-IR"/>
        </w:rPr>
        <w:t>. روز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مسجد آمد.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بر او وارد شد و مقدار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آب نوش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در همان هنگام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نازل شد:</w:t>
      </w:r>
      <w:r w:rsidR="00077457" w:rsidRPr="00077457">
        <w:rPr>
          <w:rStyle w:val="libAlaemChar"/>
          <w:rFonts w:hint="cs"/>
          <w:rtl/>
        </w:rPr>
        <w:t>(</w:t>
      </w:r>
      <w:r w:rsidRPr="00077457">
        <w:rPr>
          <w:rStyle w:val="libAlaemChar"/>
          <w:rtl/>
        </w:rPr>
        <w:t xml:space="preserve"> </w:t>
      </w:r>
      <w:r w:rsidRPr="00077457">
        <w:rPr>
          <w:rStyle w:val="libAieChar"/>
          <w:rtl/>
        </w:rPr>
        <w:t>لَنْ تَنالُوا الْبِرَّ حَتَّ</w:t>
      </w:r>
      <w:r w:rsidRPr="00077457">
        <w:rPr>
          <w:rStyle w:val="libAieChar"/>
          <w:rFonts w:hint="cs"/>
          <w:rtl/>
        </w:rPr>
        <w:t>ی</w:t>
      </w:r>
      <w:r w:rsidRPr="00077457">
        <w:rPr>
          <w:rStyle w:val="libAieChar"/>
          <w:rtl/>
        </w:rPr>
        <w:t xml:space="preserve"> تُنْفِقُوا مِمَّا تُحِبُّونَ</w:t>
      </w:r>
      <w:r w:rsidRPr="00A95BC4">
        <w:rPr>
          <w:rtl/>
          <w:lang w:bidi="fa-IR"/>
        </w:rPr>
        <w:t>؛</w:t>
      </w:r>
      <w:r w:rsidR="00077457" w:rsidRPr="00077457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 xml:space="preserve"> «هرگز </w:t>
      </w:r>
      <w:r w:rsidRPr="00A95BC4">
        <w:rPr>
          <w:rFonts w:hint="eastAsia"/>
          <w:rtl/>
          <w:lang w:bidi="fa-IR"/>
        </w:rPr>
        <w:t>به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آنچه را دوست دار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انفاق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.» (آل‌عمران: 92) ابوطلحه برخ</w:t>
      </w:r>
      <w:r w:rsidR="00077457">
        <w:rPr>
          <w:rFonts w:hint="cs"/>
          <w:rtl/>
          <w:lang w:bidi="fa-IR"/>
        </w:rPr>
        <w:t>و</w:t>
      </w:r>
      <w:r w:rsidRPr="00A95BC4">
        <w:rPr>
          <w:rtl/>
          <w:lang w:bidi="fa-IR"/>
        </w:rPr>
        <w:t>است و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رفت و گفت: ا</w:t>
      </w:r>
      <w:r w:rsidRPr="00A95BC4">
        <w:rPr>
          <w:rFonts w:hint="cs"/>
          <w:rtl/>
          <w:lang w:bidi="fa-IR"/>
        </w:rPr>
        <w:t>ی</w:t>
      </w:r>
      <w:r w:rsidR="00077457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رسول‌خدا</w:t>
      </w:r>
      <w:r w:rsidRPr="00A95BC4">
        <w:rPr>
          <w:rtl/>
          <w:lang w:bidi="fa-IR"/>
        </w:rPr>
        <w:t>! من اموالم را دوست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دارم</w:t>
      </w:r>
      <w:r w:rsidRPr="00A95BC4">
        <w:rPr>
          <w:rtl/>
          <w:lang w:bidi="fa-IR"/>
        </w:rPr>
        <w:t xml:space="preserve"> 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خواهم</w:t>
      </w:r>
      <w:r w:rsidRPr="00A95BC4">
        <w:rPr>
          <w:rtl/>
          <w:lang w:bidi="fa-IR"/>
        </w:rPr>
        <w:t xml:space="preserve"> همه آنها را در راه خدا صدقه دهم.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فرمود: چه خوب، چه خوب مال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اموال تو. ابوطلحه برخ</w:t>
      </w:r>
      <w:r w:rsidR="00077457">
        <w:rPr>
          <w:rFonts w:hint="cs"/>
          <w:rtl/>
          <w:lang w:bidi="fa-IR"/>
        </w:rPr>
        <w:t>و</w:t>
      </w:r>
      <w:r w:rsidRPr="00A95BC4">
        <w:rPr>
          <w:rtl/>
          <w:lang w:bidi="fa-IR"/>
        </w:rPr>
        <w:t>است و از مسجد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رون</w:t>
      </w:r>
      <w:r w:rsidRPr="00A95BC4">
        <w:rPr>
          <w:rtl/>
          <w:lang w:bidi="fa-IR"/>
        </w:rPr>
        <w:t xml:space="preserve"> رفت و اموالش را در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کان</w:t>
      </w:r>
      <w:r w:rsidRPr="00A95BC4">
        <w:rPr>
          <w:rtl/>
          <w:lang w:bidi="fa-IR"/>
        </w:rPr>
        <w:t xml:space="preserve"> و پسر عموها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تقس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کرد».</w:t>
      </w:r>
    </w:p>
    <w:p w:rsidR="00A95BC4" w:rsidRPr="00A95BC4" w:rsidRDefault="00A95BC4" w:rsidP="00EE3201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ابوطلحه</w:t>
      </w:r>
      <w:r w:rsidRPr="00A95BC4">
        <w:rPr>
          <w:rtl/>
          <w:lang w:bidi="fa-IR"/>
        </w:rPr>
        <w:t xml:space="preserve"> و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صاحب فرزند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نام اباعم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شدند. چشم آنها به او روشن شد و به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ن‌کار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انس گرفتند. پس از مدت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خداوند اراده کرد تا آنها را از طر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کودک امتحان کند. 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ترت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ب،</w:t>
      </w:r>
      <w:r w:rsidRPr="00A95BC4">
        <w:rPr>
          <w:rtl/>
          <w:lang w:bidi="fa-IR"/>
        </w:rPr>
        <w:t xml:space="preserve"> کودک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مار</w:t>
      </w:r>
      <w:r w:rsidRPr="00A95BC4">
        <w:rPr>
          <w:rtl/>
          <w:lang w:bidi="fa-IR"/>
        </w:rPr>
        <w:t xml:space="preserve"> شد. عادت ابوطلحه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بود که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کار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نماز به خانه ب</w:t>
      </w:r>
      <w:r w:rsidRPr="00A95BC4">
        <w:rPr>
          <w:rFonts w:hint="eastAsia"/>
          <w:rtl/>
          <w:lang w:bidi="fa-IR"/>
        </w:rPr>
        <w:t>ازم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گشت،</w:t>
      </w:r>
      <w:r w:rsidRPr="00A95BC4">
        <w:rPr>
          <w:rtl/>
          <w:lang w:bidi="fa-IR"/>
        </w:rPr>
        <w:t xml:space="preserve"> پس از سلام، </w:t>
      </w:r>
      <w:r w:rsidRPr="00A95BC4">
        <w:rPr>
          <w:rtl/>
          <w:lang w:bidi="fa-IR"/>
        </w:rPr>
        <w:lastRenderedPageBreak/>
        <w:t>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درنگ</w:t>
      </w:r>
      <w:r w:rsidRPr="00A95BC4">
        <w:rPr>
          <w:rtl/>
          <w:lang w:bidi="fa-IR"/>
        </w:rPr>
        <w:t xml:space="preserve"> احوال کودک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تا از خوب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حال کودک مطمئن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شد،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نشست</w:t>
      </w:r>
      <w:r w:rsidRPr="00A95BC4">
        <w:rPr>
          <w:rtl/>
          <w:lang w:bidi="fa-IR"/>
        </w:rPr>
        <w:t>. روز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پس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اباطلحه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خانه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رون</w:t>
      </w:r>
      <w:r w:rsidRPr="00A95BC4">
        <w:rPr>
          <w:rtl/>
          <w:lang w:bidi="fa-IR"/>
        </w:rPr>
        <w:t xml:space="preserve"> رفت، کودک مرد. مادر مؤمنه صابره‌اش که مرگ کودک را با نفس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آرام و راض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رفته</w:t>
      </w:r>
      <w:r w:rsidRPr="00A95BC4">
        <w:rPr>
          <w:rtl/>
          <w:lang w:bidi="fa-IR"/>
        </w:rPr>
        <w:t xml:space="preserve"> بود، برخ</w:t>
      </w:r>
      <w:r w:rsidR="00077457">
        <w:rPr>
          <w:rFonts w:hint="cs"/>
          <w:rtl/>
          <w:lang w:bidi="fa-IR"/>
        </w:rPr>
        <w:t>و</w:t>
      </w:r>
      <w:r w:rsidRPr="00A95BC4">
        <w:rPr>
          <w:rtl/>
          <w:lang w:bidi="fa-IR"/>
        </w:rPr>
        <w:t>است و کودک را غسل داده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کفن کرد و او را درگوشه‌ا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خانه گذاشت.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مرتب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گفت</w:t>
      </w:r>
      <w:r w:rsidRPr="00A95BC4">
        <w:rPr>
          <w:rtl/>
          <w:lang w:bidi="fa-IR"/>
        </w:rPr>
        <w:t xml:space="preserve">: </w:t>
      </w:r>
      <w:r w:rsidR="00EE3201" w:rsidRPr="00EE3201">
        <w:rPr>
          <w:rStyle w:val="libAlaemChar"/>
          <w:rFonts w:hint="cs"/>
          <w:rtl/>
        </w:rPr>
        <w:t>(</w:t>
      </w:r>
      <w:r w:rsidRPr="00EE3201">
        <w:rPr>
          <w:rStyle w:val="libAieChar"/>
          <w:rtl/>
        </w:rPr>
        <w:t>إنّا لله وَ إنّا إلَ</w:t>
      </w:r>
      <w:r w:rsidRPr="00EE3201">
        <w:rPr>
          <w:rStyle w:val="libAieChar"/>
          <w:rFonts w:hint="cs"/>
          <w:rtl/>
        </w:rPr>
        <w:t>یْ</w:t>
      </w:r>
      <w:r w:rsidRPr="00EE3201">
        <w:rPr>
          <w:rStyle w:val="libAieChar"/>
          <w:rFonts w:hint="eastAsia"/>
          <w:rtl/>
        </w:rPr>
        <w:t>هِ</w:t>
      </w:r>
      <w:r w:rsidRPr="00EE3201">
        <w:rPr>
          <w:rStyle w:val="libAieChar"/>
          <w:rtl/>
        </w:rPr>
        <w:t xml:space="preserve"> راجِعُون</w:t>
      </w:r>
      <w:r w:rsidR="00EE3201" w:rsidRPr="00EE3201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 xml:space="preserve"> و متوجه اطراف بود که مبادا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خبر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اباطلحه ببرد،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خود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خبر را به او بدهد. همسرش به خانه بازگشت،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اشک‌ها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را پاک کرد و </w:t>
      </w:r>
      <w:r w:rsidRPr="00A95BC4">
        <w:rPr>
          <w:rFonts w:hint="eastAsia"/>
          <w:rtl/>
          <w:lang w:bidi="fa-IR"/>
        </w:rPr>
        <w:t>با</w:t>
      </w:r>
      <w:r w:rsidRPr="00A95BC4">
        <w:rPr>
          <w:rtl/>
          <w:lang w:bidi="fa-IR"/>
        </w:rPr>
        <w:t xml:space="preserve"> شاد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تصنع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همسرش استقبال کرد و تا آخر شب با او مشغول گفت و شنود بود،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اباطلحه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ابا عم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چه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کند؟»</w:t>
      </w:r>
      <w:r w:rsidRPr="00A95BC4">
        <w:rPr>
          <w:rtl/>
          <w:lang w:bidi="fa-IR"/>
        </w:rPr>
        <w:t xml:space="preserve"> او با آرامش پاسخ داد: «او به آرامش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اباطلحه</w:t>
      </w:r>
      <w:r w:rsidRPr="00A95BC4">
        <w:rPr>
          <w:rtl/>
          <w:lang w:bidi="fa-IR"/>
        </w:rPr>
        <w:t xml:space="preserve"> تصور کرد که خدا کودکش را شفا داده و شادمان از راحت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کودک به تصور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کودک خواب است، شامش را خورد و با همسرش به گفت‌وگو نشست و خدا را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بابت شکر کرد.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خود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همسر معطر کرد و بهتر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لباس‌ها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را پوش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شب را در کنار او سرآورد. پس از آنکه ابوطلحه غذا خورد و متمتع شد و خواست که بخوابد،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در کنار رختخواب او نشست و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اباطلحه تا به حال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بعض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آدم‌ها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که به امانت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رند،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دوست ندارند، آن را به صاحبش پس دهند، به نظر من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انسان از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ش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</w:t>
      </w:r>
      <w:r w:rsidRPr="00A95BC4">
        <w:rPr>
          <w:rFonts w:hint="eastAsia"/>
          <w:rtl/>
          <w:lang w:bidi="fa-IR"/>
        </w:rPr>
        <w:t>فاده</w:t>
      </w:r>
      <w:r w:rsidRPr="00A95BC4">
        <w:rPr>
          <w:rtl/>
          <w:lang w:bidi="fa-IR"/>
        </w:rPr>
        <w:t xml:space="preserve"> کرد، آن را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به صاحبش پس دهد».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اباطلحه</w:t>
      </w:r>
      <w:r w:rsidRPr="00A95BC4">
        <w:rPr>
          <w:rtl/>
          <w:lang w:bidi="fa-IR"/>
        </w:rPr>
        <w:t xml:space="preserve"> گفت: «درست است». امّ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گفت: «پسر تو امانت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که خدا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به تو داده بود و امروز آن را پس گرفت». اباطلحه که بر خود مسلط نبود، بر سر او فر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اد</w:t>
      </w:r>
      <w:r w:rsidRPr="00A95BC4">
        <w:rPr>
          <w:rtl/>
          <w:lang w:bidi="fa-IR"/>
        </w:rPr>
        <w:t xml:space="preserve"> زد و گفت: «حالا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خبر را به من بده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</w:t>
      </w:r>
      <w:r w:rsidRPr="00A95BC4">
        <w:rPr>
          <w:rtl/>
          <w:lang w:bidi="fa-IR"/>
        </w:rPr>
        <w:t xml:space="preserve">! به خدا قسم از دست تو به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شکا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کنم»</w:t>
      </w:r>
      <w:r w:rsidRPr="00A95BC4">
        <w:rPr>
          <w:rtl/>
          <w:lang w:bidi="fa-IR"/>
        </w:rPr>
        <w:t>. فردا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 </w:t>
      </w:r>
      <w:r w:rsidRPr="00A95BC4">
        <w:rPr>
          <w:rFonts w:hint="eastAsia"/>
          <w:rtl/>
          <w:lang w:bidi="fa-IR"/>
        </w:rPr>
        <w:t>روز،</w:t>
      </w:r>
      <w:r w:rsidRPr="00A95BC4">
        <w:rPr>
          <w:rtl/>
          <w:lang w:bidi="fa-IR"/>
        </w:rPr>
        <w:t xml:space="preserve"> اباطلحه نزد </w:t>
      </w:r>
      <w:r w:rsidRPr="00A95BC4">
        <w:rPr>
          <w:rtl/>
          <w:lang w:bidi="fa-IR"/>
        </w:rPr>
        <w:lastRenderedPageBreak/>
        <w:t xml:space="preserve">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رفت و ماجرا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بازگو کرد.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فرمود: «خداوند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شبِ</w:t>
      </w:r>
      <w:r w:rsidRPr="00A95BC4">
        <w:rPr>
          <w:rtl/>
          <w:lang w:bidi="fa-IR"/>
        </w:rPr>
        <w:t xml:space="preserve"> شما را، بر شما مبارک گردان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د»</w:t>
      </w:r>
      <w:r w:rsidRPr="00A95BC4">
        <w:rPr>
          <w:rtl/>
          <w:lang w:bidi="fa-IR"/>
        </w:rPr>
        <w:t xml:space="preserve"> و در همان شب بود که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عبدالله را حامله شد.</w:t>
      </w:r>
    </w:p>
    <w:p w:rsidR="00A95BC4" w:rsidRPr="00A95BC4" w:rsidRDefault="00A95BC4" w:rsidP="00EE3201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زمان وضع حمل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فرا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انس بن مالک فرمود: «برو و کودک را به نزد من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اور،</w:t>
      </w:r>
      <w:r w:rsidRPr="00A95BC4">
        <w:rPr>
          <w:rtl/>
          <w:lang w:bidi="fa-IR"/>
        </w:rPr>
        <w:t xml:space="preserve"> تا او را</w:t>
      </w:r>
      <w:r w:rsidR="00EE3201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نام‌گذار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کنم و سقش را بردارم». انس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کرد. انس بن مالک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کودک را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دادم،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انگشت خود را به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ره</w:t>
      </w:r>
      <w:r w:rsidRPr="00A95BC4">
        <w:rPr>
          <w:rtl/>
          <w:lang w:bidi="fa-IR"/>
        </w:rPr>
        <w:t xml:space="preserve"> خرما زدند و به دهان کودک بردند و سق او را برداشتند و سپس او را عبدالله نام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</w:t>
      </w:r>
      <w:r w:rsidRPr="00A95BC4">
        <w:rPr>
          <w:rtl/>
          <w:lang w:bidi="fa-IR"/>
        </w:rPr>
        <w:t>.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عبدالله بن اباطلحه به سن جوان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با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صالحه ازدواج کرد و صاحب فرزندان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قرآن، شد».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ابوهر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مرد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نزد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آمده گفت: من ناتوانم و فق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ده.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او را به نزد برخ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زنانش فرستاد، آنها گفتند: ما در خانه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از آب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ندار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هر کدام او را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فرستاد و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هم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جواب را داد. مرد دوباره به نزد </w:t>
      </w:r>
      <w:r w:rsidRPr="00A95BC4">
        <w:rPr>
          <w:rFonts w:hint="eastAsia"/>
          <w:rtl/>
          <w:lang w:bidi="fa-IR"/>
        </w:rPr>
        <w:t>رسول</w:t>
      </w:r>
      <w:r w:rsidRPr="00A95BC4">
        <w:rPr>
          <w:rtl/>
          <w:lang w:bidi="fa-IR"/>
        </w:rPr>
        <w:t xml:space="preserve">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آمد و گفت: آنها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نداشتند که به من بدهند.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فرمود: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هست که او را مهمان کند تا خدا به او رحم کند. اباطلحه برخ</w:t>
      </w:r>
      <w:r w:rsidR="00EE3201">
        <w:rPr>
          <w:rFonts w:hint="cs"/>
          <w:rtl/>
          <w:lang w:bidi="fa-IR"/>
        </w:rPr>
        <w:t>و</w:t>
      </w:r>
      <w:r w:rsidRPr="00A95BC4">
        <w:rPr>
          <w:rtl/>
          <w:lang w:bidi="fa-IR"/>
        </w:rPr>
        <w:t xml:space="preserve">استه و گفت: من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رسول خدا! سپس با آن مرد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خانه نزد همسرش،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رفت و گفت: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خانه دار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م؟</w:t>
      </w:r>
      <w:r w:rsidRPr="00A95BC4">
        <w:rPr>
          <w:rtl/>
          <w:lang w:bidi="fa-IR"/>
        </w:rPr>
        <w:t xml:space="preserve"> امّ‌</w:t>
      </w:r>
      <w:r w:rsidRPr="00A95BC4">
        <w:rPr>
          <w:rFonts w:hint="eastAsia"/>
          <w:rtl/>
          <w:lang w:bidi="fa-IR"/>
        </w:rPr>
        <w:t>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گفت: نه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از کم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غذا که سهم کودکانمان است. اباطلحه گفت: کودکان را سرگرم کن و بخوابان و هرچه دار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مهمان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</w:t>
      </w:r>
      <w:r w:rsidRPr="00A95BC4">
        <w:rPr>
          <w:rtl/>
          <w:lang w:bidi="fa-IR"/>
        </w:rPr>
        <w:t xml:space="preserve"> و چراغ را از خانه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رون</w:t>
      </w:r>
      <w:r w:rsidRPr="00A95BC4">
        <w:rPr>
          <w:rtl/>
          <w:lang w:bidi="fa-IR"/>
        </w:rPr>
        <w:t xml:space="preserve"> ببر، من دستم را به طرف سفره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برم</w:t>
      </w:r>
      <w:r w:rsidRPr="00A95BC4">
        <w:rPr>
          <w:rtl/>
          <w:lang w:bidi="fa-IR"/>
        </w:rPr>
        <w:t xml:space="preserve"> و خال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رون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آورم</w:t>
      </w:r>
      <w:r w:rsidRPr="00A95BC4">
        <w:rPr>
          <w:rtl/>
          <w:lang w:bidi="fa-IR"/>
        </w:rPr>
        <w:t xml:space="preserve"> تا مهمان غذا بخورد. آن شب مهمان غذا را خورد و کودکان ا</w:t>
      </w:r>
      <w:r w:rsidRPr="00A95BC4">
        <w:rPr>
          <w:rFonts w:hint="eastAsia"/>
          <w:rtl/>
          <w:lang w:bidi="fa-IR"/>
        </w:rPr>
        <w:t>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اباطلحه گرسنه خواب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</w:t>
      </w:r>
      <w:r w:rsidRPr="00A95BC4">
        <w:rPr>
          <w:rtl/>
          <w:lang w:bidi="fa-IR"/>
        </w:rPr>
        <w:t>. صبح که شد آن مرد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tl/>
          <w:lang w:bidi="fa-IR"/>
        </w:rPr>
        <w:lastRenderedPageBreak/>
        <w:t xml:space="preserve">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رفته و گفت: من از مهمان 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شما تعجب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کنم</w:t>
      </w:r>
      <w:r w:rsidRPr="00A95BC4">
        <w:rPr>
          <w:rtl/>
          <w:lang w:bidi="fa-IR"/>
        </w:rPr>
        <w:t>. در همان لحظه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نازل شد:</w:t>
      </w:r>
    </w:p>
    <w:p w:rsidR="00A95BC4" w:rsidRPr="00A95BC4" w:rsidRDefault="00EE3201" w:rsidP="00A95BC4">
      <w:pPr>
        <w:pStyle w:val="libNormal"/>
        <w:rPr>
          <w:rtl/>
          <w:lang w:bidi="fa-IR"/>
        </w:rPr>
      </w:pPr>
      <w:r w:rsidRPr="00EE3201">
        <w:rPr>
          <w:rStyle w:val="libAlaemChar"/>
          <w:rFonts w:hint="cs"/>
          <w:rtl/>
        </w:rPr>
        <w:t>(</w:t>
      </w:r>
      <w:r w:rsidR="00A95BC4" w:rsidRPr="00EE3201">
        <w:rPr>
          <w:rStyle w:val="libAieChar"/>
          <w:rFonts w:hint="eastAsia"/>
          <w:rtl/>
        </w:rPr>
        <w:t>وَ</w:t>
      </w:r>
      <w:r w:rsidR="00A95BC4" w:rsidRPr="00EE3201">
        <w:rPr>
          <w:rStyle w:val="libAieChar"/>
          <w:rtl/>
        </w:rPr>
        <w:t xml:space="preserve"> </w:t>
      </w:r>
      <w:r w:rsidR="00A95BC4" w:rsidRPr="00EE3201">
        <w:rPr>
          <w:rStyle w:val="libAieChar"/>
          <w:rFonts w:hint="cs"/>
          <w:rtl/>
        </w:rPr>
        <w:t>یُ</w:t>
      </w:r>
      <w:r w:rsidR="00A95BC4" w:rsidRPr="00EE3201">
        <w:rPr>
          <w:rStyle w:val="libAieChar"/>
          <w:rFonts w:hint="eastAsia"/>
          <w:rtl/>
        </w:rPr>
        <w:t>ؤْثِرُونَ</w:t>
      </w:r>
      <w:r w:rsidR="00A95BC4" w:rsidRPr="00EE3201">
        <w:rPr>
          <w:rStyle w:val="libAieChar"/>
          <w:rtl/>
        </w:rPr>
        <w:t xml:space="preserve"> عَل</w:t>
      </w:r>
      <w:r w:rsidR="00A95BC4" w:rsidRPr="00EE3201">
        <w:rPr>
          <w:rStyle w:val="libAieChar"/>
          <w:rFonts w:hint="cs"/>
          <w:rtl/>
        </w:rPr>
        <w:t>ی</w:t>
      </w:r>
      <w:r w:rsidR="00A95BC4" w:rsidRPr="00EE3201">
        <w:rPr>
          <w:rStyle w:val="libAieChar"/>
          <w:rtl/>
        </w:rPr>
        <w:t xml:space="preserve"> أَنْفُسِهِمْ وَ لَوْ کانَ بِهِمْ خَصاصَةٌ وَ مَنْ </w:t>
      </w:r>
      <w:r w:rsidR="00A95BC4" w:rsidRPr="00EE3201">
        <w:rPr>
          <w:rStyle w:val="libAieChar"/>
          <w:rFonts w:hint="cs"/>
          <w:rtl/>
        </w:rPr>
        <w:t>یُ</w:t>
      </w:r>
      <w:r w:rsidR="00A95BC4" w:rsidRPr="00EE3201">
        <w:rPr>
          <w:rStyle w:val="libAieChar"/>
          <w:rFonts w:hint="eastAsia"/>
          <w:rtl/>
        </w:rPr>
        <w:t>وقَ</w:t>
      </w:r>
      <w:r w:rsidR="00A95BC4" w:rsidRPr="00EE3201">
        <w:rPr>
          <w:rStyle w:val="libAieChar"/>
          <w:rtl/>
        </w:rPr>
        <w:t xml:space="preserve"> شُحَّ نَفْسِهِ فَاولئِکَ هُمُ الْمُفْلِحُونَ</w:t>
      </w:r>
      <w:r w:rsidRPr="00EE3201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(حشر: 9)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و</w:t>
      </w:r>
      <w:r w:rsidRPr="00A95BC4">
        <w:rPr>
          <w:rtl/>
          <w:lang w:bidi="fa-IR"/>
        </w:rPr>
        <w:t xml:space="preserve"> آنها را بر خود مقدم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دارند،</w:t>
      </w:r>
      <w:r w:rsidRPr="00A95BC4">
        <w:rPr>
          <w:rtl/>
          <w:lang w:bidi="fa-IR"/>
        </w:rPr>
        <w:t xml:space="preserve"> هر چند خودشان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ازمند</w:t>
      </w:r>
      <w:r w:rsidRPr="00A95BC4">
        <w:rPr>
          <w:rtl/>
          <w:lang w:bidi="fa-IR"/>
        </w:rPr>
        <w:t xml:space="preserve"> باشند، کسان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از بخل و حرص نفس خو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بازداشته شده‌اند، رستگارانند.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در جنگ‌ها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مشرکان شرکت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و به مجاهدان مسلمان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رساند</w:t>
      </w:r>
      <w:r w:rsidRPr="00A95BC4">
        <w:rPr>
          <w:rtl/>
          <w:lang w:bidi="fa-IR"/>
        </w:rPr>
        <w:t>. از جمله آن جنگ‌ها، جنگ حن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بود که از خود شجاعت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نشان داد. در طول جنگ به مداوا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مجروحان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پرداخت،</w:t>
      </w:r>
      <w:r w:rsidRPr="00A95BC4">
        <w:rPr>
          <w:rtl/>
          <w:lang w:bidi="fa-IR"/>
        </w:rPr>
        <w:t xml:space="preserve"> تشنگان را آب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داد</w:t>
      </w:r>
      <w:r w:rsidRPr="00A95BC4">
        <w:rPr>
          <w:rtl/>
          <w:lang w:bidi="fa-IR"/>
        </w:rPr>
        <w:t xml:space="preserve"> و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ضان</w:t>
      </w:r>
      <w:r w:rsidRPr="00A95BC4">
        <w:rPr>
          <w:rtl/>
          <w:lang w:bidi="fa-IR"/>
        </w:rPr>
        <w:t xml:space="preserve"> را مداوا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نمود</w:t>
      </w:r>
      <w:r w:rsidRPr="00A95BC4">
        <w:rPr>
          <w:rtl/>
          <w:lang w:bidi="fa-IR"/>
        </w:rPr>
        <w:t>. او توانا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دفاع ازخود را </w:t>
      </w:r>
      <w:r w:rsidRPr="00A95BC4">
        <w:rPr>
          <w:rFonts w:hint="eastAsia"/>
          <w:rtl/>
          <w:lang w:bidi="fa-IR"/>
        </w:rPr>
        <w:t>داشت</w:t>
      </w:r>
      <w:r w:rsidRPr="00A95BC4">
        <w:rPr>
          <w:rtl/>
          <w:lang w:bidi="fa-IR"/>
        </w:rPr>
        <w:t xml:space="preserve"> و در آن زمان عبدالله بن اباطلحه را حامله بود. او را در 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و دار جنگ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بودند که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دفاع از خود، خود را به خنجر مسلح نموده بود.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همسرش</w:t>
      </w:r>
      <w:r w:rsidRPr="00A95BC4">
        <w:rPr>
          <w:rtl/>
          <w:lang w:bidi="fa-IR"/>
        </w:rPr>
        <w:t xml:space="preserve"> اباطلحه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رسول خدا!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خنجر برگرفته!».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>! خنجر برگرفتم تا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از مشرکان جرأت نکند به من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شود».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تبسم کرده، فرمود: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! همانا خدا تو را کفا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کند و با تو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ن</w:t>
      </w:r>
      <w:r w:rsidRPr="00A95BC4">
        <w:rPr>
          <w:rFonts w:hint="eastAsia"/>
          <w:rtl/>
          <w:lang w:bidi="fa-IR"/>
        </w:rPr>
        <w:t>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فرما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«در معراج به بهشت داخل شدم، صدا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راه رفتن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دم،</w:t>
      </w:r>
      <w:r w:rsidRPr="00A95BC4">
        <w:rPr>
          <w:rtl/>
          <w:lang w:bidi="fa-IR"/>
        </w:rPr>
        <w:t xml:space="preserve">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دم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چه صدا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است؟ گفتند: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صاء</w:t>
      </w:r>
      <w:r w:rsidRPr="00A95BC4">
        <w:rPr>
          <w:rtl/>
          <w:lang w:bidi="fa-IR"/>
        </w:rPr>
        <w:t xml:space="preserve"> بنت ملحان مادر انس بن مالک است».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رسول</w:t>
      </w:r>
      <w:r w:rsidRPr="00A95BC4">
        <w:rPr>
          <w:rtl/>
          <w:lang w:bidi="fa-IR"/>
        </w:rPr>
        <w:t xml:space="preserve">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را بزرگ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داشت</w:t>
      </w:r>
      <w:r w:rsidRPr="00A95BC4">
        <w:rPr>
          <w:rtl/>
          <w:lang w:bidi="fa-IR"/>
        </w:rPr>
        <w:t xml:space="preserve"> و به او احترام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کرد،</w:t>
      </w:r>
      <w:r w:rsidRPr="00A95BC4">
        <w:rPr>
          <w:rtl/>
          <w:lang w:bidi="fa-IR"/>
        </w:rPr>
        <w:t xml:space="preserve"> به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دار</w:t>
      </w:r>
      <w:r w:rsidRPr="00A95BC4">
        <w:rPr>
          <w:rtl/>
          <w:lang w:bidi="fa-IR"/>
        </w:rPr>
        <w:t xml:space="preserve"> او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رفت</w:t>
      </w:r>
      <w:r w:rsidRPr="00A95BC4">
        <w:rPr>
          <w:rtl/>
          <w:lang w:bidi="fa-IR"/>
        </w:rPr>
        <w:t xml:space="preserve"> و در خانه‌اش نماز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خواند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انس</w:t>
      </w:r>
      <w:r w:rsidRPr="00A95BC4">
        <w:rPr>
          <w:rtl/>
          <w:lang w:bidi="fa-IR"/>
        </w:rPr>
        <w:t xml:space="preserve"> بن مالک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: «رسول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>، گاه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امّ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آمد</w:t>
      </w:r>
      <w:r w:rsidRPr="00A95BC4">
        <w:rPr>
          <w:rtl/>
          <w:lang w:bidi="fa-IR"/>
        </w:rPr>
        <w:t xml:space="preserve"> و در خانه‌اش نماز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خواند</w:t>
      </w:r>
      <w:r w:rsidRPr="00A95BC4">
        <w:rPr>
          <w:rtl/>
          <w:lang w:bidi="fa-IR"/>
        </w:rPr>
        <w:t>.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مقام والا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در نزد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داشت، چرا که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خانه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کس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از او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رفت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نوو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«شرح صح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ح</w:t>
      </w:r>
      <w:r w:rsidRPr="00A95BC4">
        <w:rPr>
          <w:rtl/>
          <w:lang w:bidi="fa-IR"/>
        </w:rPr>
        <w:t xml:space="preserve"> مسلم»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خواهرش امّ‌حرام، هر دو خاله‌ها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بودند و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دار</w:t>
      </w:r>
      <w:r w:rsidRPr="00A95BC4">
        <w:rPr>
          <w:rtl/>
          <w:lang w:bidi="fa-IR"/>
        </w:rPr>
        <w:t xml:space="preserve"> آنها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رفت»</w:t>
      </w:r>
      <w:r w:rsidRPr="00A95BC4">
        <w:rPr>
          <w:rtl/>
          <w:lang w:bidi="fa-IR"/>
        </w:rPr>
        <w:t>.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در خانه من 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لوله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و من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فرش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گستردم</w:t>
      </w:r>
      <w:r w:rsidRPr="00A95BC4">
        <w:rPr>
          <w:rtl/>
          <w:lang w:bidi="fa-IR"/>
        </w:rPr>
        <w:t xml:space="preserve">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بر آن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انس</w:t>
      </w:r>
      <w:r w:rsidRPr="00A95BC4">
        <w:rPr>
          <w:rtl/>
          <w:lang w:bidi="fa-IR"/>
        </w:rPr>
        <w:t xml:space="preserve"> بن مالک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خانه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وارد شد و به او مقدار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خرما و روغن داد و فرمود: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روغن را در کوزه بر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خرما را در ظرف بگذار، من روزه‌ام. سپس در گوشه‌ا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خانه به نماز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ستاد</w:t>
      </w:r>
      <w:r w:rsidRPr="00A95BC4">
        <w:rPr>
          <w:rtl/>
          <w:lang w:bidi="fa-IR"/>
        </w:rPr>
        <w:t xml:space="preserve"> و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خانواده‌اش دعا کرد.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گفت: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ش‌خدمت</w:t>
      </w:r>
      <w:r w:rsidRPr="00A95BC4">
        <w:rPr>
          <w:rtl/>
          <w:lang w:bidi="fa-IR"/>
        </w:rPr>
        <w:t xml:space="preserve"> مخصوصتان هم دعا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چه کس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</w:t>
      </w:r>
      <w:r w:rsidRPr="00A95BC4">
        <w:rPr>
          <w:rtl/>
          <w:lang w:bidi="fa-IR"/>
        </w:rPr>
        <w:t xml:space="preserve">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گفت: خادم شما انس بن مالک».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انس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دن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و آخرت به خاطر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دعا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روانه شد، چرا که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در آن نماز فرمود: خدا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>! به مال و فرزندانش روز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ده و بر او مبارک گردان». انس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«پس از آن دعا، من از مال و فرزند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کم ندارم».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امّ</w:t>
      </w:r>
      <w:r w:rsidRPr="00A95BC4">
        <w:rPr>
          <w:rtl/>
          <w:lang w:bidi="fa-IR"/>
        </w:rPr>
        <w:t xml:space="preserve">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فرمود: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! چرا با ما به حج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؟</w:t>
      </w:r>
      <w:r w:rsidRPr="00A95BC4">
        <w:rPr>
          <w:rtl/>
          <w:lang w:bidi="fa-IR"/>
        </w:rPr>
        <w:t xml:space="preserve"> گفتم: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رسول خدا! همسرم دو شتر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شتر</w:t>
      </w:r>
      <w:r w:rsidRPr="00A95BC4">
        <w:rPr>
          <w:rtl/>
          <w:lang w:bidi="fa-IR"/>
        </w:rPr>
        <w:t xml:space="preserve"> ندارد؛ با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حج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با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آب به نخلستان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برد</w:t>
      </w:r>
      <w:r w:rsidRPr="00A95BC4">
        <w:rPr>
          <w:rtl/>
          <w:lang w:bidi="fa-IR"/>
        </w:rPr>
        <w:t xml:space="preserve">.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فرمود: در رمضان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را بکن، چرا که عمره رمضان مانند حج است».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و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صحاب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بزرگ‌قدر امّ‌سل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بنت ملحان،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 را در جوار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گذراند و از سرچشمه نبوت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راب</w:t>
      </w:r>
      <w:r w:rsidRPr="00A95BC4">
        <w:rPr>
          <w:rtl/>
          <w:lang w:bidi="fa-IR"/>
        </w:rPr>
        <w:t xml:space="preserve"> شد و تعال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صح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ح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فرا گرفت.</w:t>
      </w:r>
    </w:p>
    <w:p w:rsidR="00A95BC4" w:rsidRPr="00A95BC4" w:rsidRDefault="00EE3201" w:rsidP="00EE320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0" w:name="_Toc504390373"/>
      <w:bookmarkStart w:id="31" w:name="_Toc504390464"/>
      <w:r w:rsidR="00A95BC4" w:rsidRPr="00A95BC4">
        <w:rPr>
          <w:rFonts w:hint="eastAsia"/>
          <w:rtl/>
          <w:lang w:bidi="fa-IR"/>
        </w:rPr>
        <w:lastRenderedPageBreak/>
        <w:t>بلق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س،</w:t>
      </w:r>
      <w:r w:rsidR="00A95BC4" w:rsidRPr="00A95BC4">
        <w:rPr>
          <w:rtl/>
          <w:lang w:bidi="fa-IR"/>
        </w:rPr>
        <w:t xml:space="preserve"> ملکه سبا</w:t>
      </w:r>
      <w:bookmarkEnd w:id="30"/>
      <w:bookmarkEnd w:id="31"/>
    </w:p>
    <w:p w:rsidR="00EE3201" w:rsidRDefault="00EE3201" w:rsidP="00A95BC4">
      <w:pPr>
        <w:pStyle w:val="libNormal"/>
        <w:rPr>
          <w:rtl/>
          <w:lang w:bidi="fa-IR"/>
        </w:rPr>
      </w:pPr>
    </w:p>
    <w:p w:rsidR="00A95BC4" w:rsidRPr="00A95BC4" w:rsidRDefault="00A95BC4" w:rsidP="00EE3201">
      <w:pPr>
        <w:pStyle w:val="libBold1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اشاره</w:t>
      </w:r>
    </w:p>
    <w:p w:rsidR="00A95BC4" w:rsidRPr="00A95BC4" w:rsidRDefault="00EE3201" w:rsidP="00A95BC4">
      <w:pPr>
        <w:pStyle w:val="libNormal"/>
        <w:rPr>
          <w:rtl/>
          <w:lang w:bidi="fa-IR"/>
        </w:rPr>
      </w:pPr>
      <w:r w:rsidRPr="00EE3201">
        <w:rPr>
          <w:rStyle w:val="libAlaemChar"/>
          <w:rFonts w:hint="cs"/>
          <w:rtl/>
        </w:rPr>
        <w:t>(</w:t>
      </w:r>
      <w:r w:rsidR="00A95BC4" w:rsidRPr="00EE3201">
        <w:rPr>
          <w:rStyle w:val="libAieChar"/>
          <w:rFonts w:hint="eastAsia"/>
          <w:rtl/>
        </w:rPr>
        <w:t>إِنِّ</w:t>
      </w:r>
      <w:r w:rsidR="00A95BC4" w:rsidRPr="00EE3201">
        <w:rPr>
          <w:rStyle w:val="libAieChar"/>
          <w:rFonts w:hint="cs"/>
          <w:rtl/>
        </w:rPr>
        <w:t>ی</w:t>
      </w:r>
      <w:r w:rsidR="00A95BC4" w:rsidRPr="00EE3201">
        <w:rPr>
          <w:rStyle w:val="libAieChar"/>
          <w:rtl/>
        </w:rPr>
        <w:t xml:space="preserve"> وَجَدْتُ امْرَأَةً تَمْلِکُهُمْ وَ أُوتِ</w:t>
      </w:r>
      <w:r w:rsidR="00A95BC4" w:rsidRPr="00EE3201">
        <w:rPr>
          <w:rStyle w:val="libAieChar"/>
          <w:rFonts w:hint="cs"/>
          <w:rtl/>
        </w:rPr>
        <w:t>یَ</w:t>
      </w:r>
      <w:r w:rsidR="00A95BC4" w:rsidRPr="00EE3201">
        <w:rPr>
          <w:rStyle w:val="libAieChar"/>
          <w:rFonts w:hint="eastAsia"/>
          <w:rtl/>
        </w:rPr>
        <w:t>تْ</w:t>
      </w:r>
      <w:r w:rsidR="00A95BC4" w:rsidRPr="00EE3201">
        <w:rPr>
          <w:rStyle w:val="libAieChar"/>
          <w:rtl/>
        </w:rPr>
        <w:t xml:space="preserve"> مِنْ کُلِّ شَ</w:t>
      </w:r>
      <w:r w:rsidR="00A95BC4" w:rsidRPr="00EE3201">
        <w:rPr>
          <w:rStyle w:val="libAieChar"/>
          <w:rFonts w:hint="cs"/>
          <w:rtl/>
        </w:rPr>
        <w:t>یْ‌</w:t>
      </w:r>
      <w:r w:rsidR="00A95BC4" w:rsidRPr="00EE3201">
        <w:rPr>
          <w:rStyle w:val="libAieChar"/>
          <w:rFonts w:hint="eastAsia"/>
          <w:rtl/>
        </w:rPr>
        <w:t>ءٍ</w:t>
      </w:r>
      <w:r w:rsidR="00A95BC4" w:rsidRPr="00EE3201">
        <w:rPr>
          <w:rStyle w:val="libAieChar"/>
          <w:rtl/>
        </w:rPr>
        <w:t xml:space="preserve"> وَ لَها عَرْشٌ عَظِ</w:t>
      </w:r>
      <w:r w:rsidR="00A95BC4" w:rsidRPr="00EE3201">
        <w:rPr>
          <w:rStyle w:val="libAieChar"/>
          <w:rFonts w:hint="cs"/>
          <w:rtl/>
        </w:rPr>
        <w:t>ی</w:t>
      </w:r>
      <w:r w:rsidR="00A95BC4" w:rsidRPr="00EE3201">
        <w:rPr>
          <w:rStyle w:val="libAieChar"/>
          <w:rFonts w:hint="eastAsia"/>
          <w:rtl/>
        </w:rPr>
        <w:t>مٌ</w:t>
      </w:r>
      <w:r w:rsidRPr="00EE3201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(نمل: 23)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هدهد</w:t>
      </w:r>
      <w:r w:rsidRPr="00A95BC4">
        <w:rPr>
          <w:rtl/>
          <w:lang w:bidi="fa-IR"/>
        </w:rPr>
        <w:t xml:space="preserve"> گفت: من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دم</w:t>
      </w:r>
      <w:r w:rsidRPr="00A95BC4">
        <w:rPr>
          <w:rtl/>
          <w:lang w:bidi="fa-IR"/>
        </w:rPr>
        <w:t xml:space="preserve"> که بر آنها حکومت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 xml:space="preserve"> و همه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در اخت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دارد و به خصوص تخت عظ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دارد.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</w:p>
    <w:p w:rsidR="00A95BC4" w:rsidRPr="00A95BC4" w:rsidRDefault="00A95BC4" w:rsidP="00EE3201">
      <w:pPr>
        <w:pStyle w:val="Heading2"/>
        <w:rPr>
          <w:rtl/>
        </w:rPr>
      </w:pPr>
      <w:bookmarkStart w:id="32" w:name="_Toc504390374"/>
      <w:bookmarkStart w:id="33" w:name="_Toc504390465"/>
      <w:r w:rsidRPr="00A95BC4">
        <w:rPr>
          <w:rFonts w:hint="eastAsia"/>
          <w:rtl/>
        </w:rPr>
        <w:t>شأن</w:t>
      </w:r>
      <w:r w:rsidRPr="00A95BC4">
        <w:rPr>
          <w:rtl/>
        </w:rPr>
        <w:t xml:space="preserve"> نزول آ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ه‌</w:t>
      </w:r>
      <w:bookmarkEnd w:id="32"/>
      <w:bookmarkEnd w:id="33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20 تا 44 سوره نمل به داستان «سل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و ملکه سبا» (بلق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>)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پردازد</w:t>
      </w:r>
      <w:r w:rsidRPr="00A95BC4">
        <w:rPr>
          <w:rtl/>
          <w:lang w:bidi="fa-IR"/>
        </w:rPr>
        <w:t>. هدهد خبر او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آورد و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خواست که آن زن و قومش را به پرستش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کتا</w:t>
      </w:r>
      <w:r w:rsidRPr="00A95BC4">
        <w:rPr>
          <w:rtl/>
          <w:lang w:bidi="fa-IR"/>
        </w:rPr>
        <w:t xml:space="preserve"> و اطاعت از خود دعوت کند. </w:t>
      </w:r>
      <w:r w:rsidRPr="00EE3201">
        <w:rPr>
          <w:rStyle w:val="libFootnotenumChar"/>
          <w:rtl/>
        </w:rPr>
        <w:t>(1)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</w:p>
    <w:p w:rsidR="00A95BC4" w:rsidRPr="00A95BC4" w:rsidRDefault="00EE3201" w:rsidP="00EE3201">
      <w:pPr>
        <w:pStyle w:val="Heading2"/>
        <w:rPr>
          <w:rtl/>
        </w:rPr>
      </w:pPr>
      <w:r>
        <w:rPr>
          <w:rtl/>
        </w:rPr>
        <w:br w:type="page"/>
      </w:r>
      <w:bookmarkStart w:id="34" w:name="_Toc504390375"/>
      <w:bookmarkStart w:id="35" w:name="_Toc504390466"/>
      <w:r w:rsidR="00A95BC4" w:rsidRPr="00A95BC4">
        <w:rPr>
          <w:rFonts w:hint="eastAsia"/>
          <w:rtl/>
        </w:rPr>
        <w:lastRenderedPageBreak/>
        <w:t>بلق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س</w:t>
      </w:r>
      <w:r w:rsidR="00A95BC4" w:rsidRPr="00A95BC4">
        <w:rPr>
          <w:rtl/>
        </w:rPr>
        <w:t xml:space="preserve"> ک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ست؟</w:t>
      </w:r>
      <w:bookmarkEnd w:id="34"/>
      <w:bookmarkEnd w:id="35"/>
    </w:p>
    <w:p w:rsidR="00A95BC4" w:rsidRPr="00A95BC4" w:rsidRDefault="00A95BC4" w:rsidP="00EE3201">
      <w:pPr>
        <w:pStyle w:val="libBold1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اشاره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دختر شراح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بن ذ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جدن بن الس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رح</w:t>
      </w:r>
      <w:r w:rsidRPr="00A95BC4">
        <w:rPr>
          <w:rtl/>
          <w:lang w:bidi="fa-IR"/>
        </w:rPr>
        <w:t xml:space="preserve"> بن الحرث بن 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بن 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بن سبأ بن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شجب</w:t>
      </w:r>
      <w:r w:rsidRPr="00A95BC4">
        <w:rPr>
          <w:rtl/>
          <w:lang w:bidi="fa-IR"/>
        </w:rPr>
        <w:t xml:space="preserve"> بن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عرب</w:t>
      </w:r>
      <w:r w:rsidRPr="00A95BC4">
        <w:rPr>
          <w:rtl/>
          <w:lang w:bidi="fa-IR"/>
        </w:rPr>
        <w:t xml:space="preserve"> بن قحطان بود.</w:t>
      </w:r>
    </w:p>
    <w:p w:rsidR="00A95BC4" w:rsidRPr="00EE3201" w:rsidRDefault="00EE3201" w:rsidP="00EE320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95BC4" w:rsidRPr="00A95BC4" w:rsidRDefault="00A95BC4" w:rsidP="00EE3201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1- نساء 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القرآن الکر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ملکه سبا.</w:t>
      </w:r>
    </w:p>
    <w:p w:rsidR="00A95BC4" w:rsidRPr="00A95BC4" w:rsidRDefault="00EE3201" w:rsidP="00EE3201">
      <w:pPr>
        <w:pStyle w:val="Heading2"/>
        <w:rPr>
          <w:rtl/>
        </w:rPr>
      </w:pPr>
      <w:r>
        <w:rPr>
          <w:rtl/>
        </w:rPr>
        <w:br w:type="page"/>
      </w:r>
      <w:bookmarkStart w:id="36" w:name="_Toc504390376"/>
      <w:bookmarkStart w:id="37" w:name="_Toc504390467"/>
      <w:r w:rsidR="00A95BC4" w:rsidRPr="00A95BC4">
        <w:rPr>
          <w:rFonts w:hint="eastAsia"/>
          <w:rtl/>
        </w:rPr>
        <w:lastRenderedPageBreak/>
        <w:t>داستان</w:t>
      </w:r>
      <w:r w:rsidR="00A95BC4" w:rsidRPr="00A95BC4">
        <w:rPr>
          <w:rtl/>
        </w:rPr>
        <w:t xml:space="preserve"> بلق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س</w:t>
      </w:r>
      <w:r w:rsidR="00A95BC4" w:rsidRPr="00A95BC4">
        <w:rPr>
          <w:rtl/>
        </w:rPr>
        <w:t xml:space="preserve"> و سل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مان‌</w:t>
      </w:r>
      <w:bookmarkEnd w:id="36"/>
      <w:bookmarkEnd w:id="37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نب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بر تخت نشسته بود و گرداگرد او سپاه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انش</w:t>
      </w:r>
      <w:r w:rsidRPr="00A95BC4">
        <w:rPr>
          <w:rtl/>
          <w:lang w:bidi="fa-IR"/>
        </w:rPr>
        <w:t xml:space="preserve"> از جن و انس بر 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تخت‌ها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نشسته بودند. باد درآمد و آنها را بالا برد و در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حجاز 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من</w:t>
      </w:r>
      <w:r w:rsidRPr="00A95BC4">
        <w:rPr>
          <w:rtl/>
          <w:lang w:bidi="fa-IR"/>
        </w:rPr>
        <w:t xml:space="preserve"> فرود آورد. همواره هدهد همراه سا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پرندگان، با قراردادن پرها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لابه‌لا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هم،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سا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بان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ساختند</w:t>
      </w:r>
      <w:r w:rsidRPr="00A95BC4">
        <w:rPr>
          <w:rtl/>
          <w:lang w:bidi="fa-IR"/>
        </w:rPr>
        <w:t>. آن روز آفتاب بر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افتاد،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نگاه کرد و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هدهد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>. علت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بت</w:t>
      </w:r>
      <w:r w:rsidRPr="00A95BC4">
        <w:rPr>
          <w:rtl/>
          <w:lang w:bidi="fa-IR"/>
        </w:rPr>
        <w:t xml:space="preserve"> او را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</w:t>
      </w:r>
    </w:p>
    <w:p w:rsidR="00A95BC4" w:rsidRPr="00A95BC4" w:rsidRDefault="00EE3201" w:rsidP="00A95BC4">
      <w:pPr>
        <w:pStyle w:val="libNormal"/>
        <w:rPr>
          <w:rtl/>
          <w:lang w:bidi="fa-IR"/>
        </w:rPr>
      </w:pPr>
      <w:r w:rsidRPr="00853F5E">
        <w:rPr>
          <w:rStyle w:val="libAlaemChar"/>
          <w:rFonts w:hint="cs"/>
          <w:rtl/>
        </w:rPr>
        <w:t>(</w:t>
      </w:r>
      <w:r w:rsidR="00A95BC4" w:rsidRPr="00853F5E">
        <w:rPr>
          <w:rStyle w:val="libAieChar"/>
          <w:rFonts w:hint="eastAsia"/>
          <w:rtl/>
        </w:rPr>
        <w:t>وَ</w:t>
      </w:r>
      <w:r w:rsidR="00A95BC4" w:rsidRPr="00853F5E">
        <w:rPr>
          <w:rStyle w:val="libAieChar"/>
          <w:rtl/>
        </w:rPr>
        <w:t xml:space="preserve"> تَفَقَّدَ الطَّ</w:t>
      </w:r>
      <w:r w:rsidR="00A95BC4" w:rsidRPr="00853F5E">
        <w:rPr>
          <w:rStyle w:val="libAieChar"/>
          <w:rFonts w:hint="cs"/>
          <w:rtl/>
        </w:rPr>
        <w:t>یْ</w:t>
      </w:r>
      <w:r w:rsidR="00A95BC4" w:rsidRPr="00853F5E">
        <w:rPr>
          <w:rStyle w:val="libAieChar"/>
          <w:rFonts w:hint="eastAsia"/>
          <w:rtl/>
        </w:rPr>
        <w:t>رَ</w:t>
      </w:r>
      <w:r w:rsidR="00A95BC4" w:rsidRPr="00853F5E">
        <w:rPr>
          <w:rStyle w:val="libAieChar"/>
          <w:rtl/>
        </w:rPr>
        <w:t xml:space="preserve"> فَقالَ ما لِ</w:t>
      </w:r>
      <w:r w:rsidR="00A95BC4" w:rsidRPr="00853F5E">
        <w:rPr>
          <w:rStyle w:val="libAieChar"/>
          <w:rFonts w:hint="cs"/>
          <w:rtl/>
        </w:rPr>
        <w:t>یَ</w:t>
      </w:r>
      <w:r w:rsidR="00A95BC4" w:rsidRPr="00853F5E">
        <w:rPr>
          <w:rStyle w:val="libAieChar"/>
          <w:rtl/>
        </w:rPr>
        <w:t xml:space="preserve"> لا ارَ</w:t>
      </w:r>
      <w:r w:rsidR="00A95BC4" w:rsidRPr="00853F5E">
        <w:rPr>
          <w:rStyle w:val="libAieChar"/>
          <w:rFonts w:hint="cs"/>
          <w:rtl/>
        </w:rPr>
        <w:t>ی</w:t>
      </w:r>
      <w:r w:rsidR="00A95BC4" w:rsidRPr="00853F5E">
        <w:rPr>
          <w:rStyle w:val="libAieChar"/>
          <w:rtl/>
        </w:rPr>
        <w:t xml:space="preserve"> الْهُدْهُدَ امْ کانَ مِنَ الْغائِبِ</w:t>
      </w:r>
      <w:r w:rsidR="00A95BC4" w:rsidRPr="00853F5E">
        <w:rPr>
          <w:rStyle w:val="libAieChar"/>
          <w:rFonts w:hint="cs"/>
          <w:rtl/>
        </w:rPr>
        <w:t>ی</w:t>
      </w:r>
      <w:r w:rsidR="00A95BC4" w:rsidRPr="00853F5E">
        <w:rPr>
          <w:rStyle w:val="libAieChar"/>
          <w:rFonts w:hint="eastAsia"/>
          <w:rtl/>
        </w:rPr>
        <w:t>نَ</w:t>
      </w:r>
      <w:r w:rsidR="00A95BC4" w:rsidRPr="00853F5E">
        <w:rPr>
          <w:rStyle w:val="libAieChar"/>
          <w:rtl/>
        </w:rPr>
        <w:t>* لُاعَذِّبَنَّهُ عَذاباً شَدِ</w:t>
      </w:r>
      <w:r w:rsidR="00A95BC4" w:rsidRPr="00853F5E">
        <w:rPr>
          <w:rStyle w:val="libAieChar"/>
          <w:rFonts w:hint="cs"/>
          <w:rtl/>
        </w:rPr>
        <w:t>ی</w:t>
      </w:r>
      <w:r w:rsidR="00A95BC4" w:rsidRPr="00853F5E">
        <w:rPr>
          <w:rStyle w:val="libAieChar"/>
          <w:rFonts w:hint="eastAsia"/>
          <w:rtl/>
        </w:rPr>
        <w:t>داً</w:t>
      </w:r>
      <w:r w:rsidR="00A95BC4" w:rsidRPr="00853F5E">
        <w:rPr>
          <w:rStyle w:val="libAieChar"/>
          <w:rtl/>
        </w:rPr>
        <w:t xml:space="preserve"> اوْ لأَذْبَحَنَّهُ اوْ لَ</w:t>
      </w:r>
      <w:r w:rsidR="00A95BC4" w:rsidRPr="00853F5E">
        <w:rPr>
          <w:rStyle w:val="libAieChar"/>
          <w:rFonts w:hint="cs"/>
          <w:rtl/>
        </w:rPr>
        <w:t>یَ</w:t>
      </w:r>
      <w:r w:rsidR="00A95BC4" w:rsidRPr="00853F5E">
        <w:rPr>
          <w:rStyle w:val="libAieChar"/>
          <w:rFonts w:hint="eastAsia"/>
          <w:rtl/>
        </w:rPr>
        <w:t>أْتِ</w:t>
      </w:r>
      <w:r w:rsidR="00A95BC4" w:rsidRPr="00853F5E">
        <w:rPr>
          <w:rStyle w:val="libAieChar"/>
          <w:rFonts w:hint="cs"/>
          <w:rtl/>
        </w:rPr>
        <w:t>یَ</w:t>
      </w:r>
      <w:r w:rsidR="00A95BC4" w:rsidRPr="00853F5E">
        <w:rPr>
          <w:rStyle w:val="libAieChar"/>
          <w:rFonts w:hint="eastAsia"/>
          <w:rtl/>
        </w:rPr>
        <w:t>نِّ</w:t>
      </w:r>
      <w:r w:rsidR="00A95BC4" w:rsidRPr="00853F5E">
        <w:rPr>
          <w:rStyle w:val="libAieChar"/>
          <w:rFonts w:hint="cs"/>
          <w:rtl/>
        </w:rPr>
        <w:t>ی</w:t>
      </w:r>
      <w:r w:rsidR="00A95BC4" w:rsidRPr="00853F5E">
        <w:rPr>
          <w:rStyle w:val="libAieChar"/>
          <w:rtl/>
        </w:rPr>
        <w:t xml:space="preserve"> بِسُلْطانٍ مُبِ</w:t>
      </w:r>
      <w:r w:rsidR="00A95BC4" w:rsidRPr="00853F5E">
        <w:rPr>
          <w:rStyle w:val="libAieChar"/>
          <w:rFonts w:hint="cs"/>
          <w:rtl/>
        </w:rPr>
        <w:t>ی</w:t>
      </w:r>
      <w:r w:rsidR="00A95BC4" w:rsidRPr="00853F5E">
        <w:rPr>
          <w:rStyle w:val="libAieChar"/>
          <w:rFonts w:hint="eastAsia"/>
          <w:rtl/>
        </w:rPr>
        <w:t>نٍ</w:t>
      </w:r>
      <w:r w:rsidRPr="00853F5E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(نمل: 20 و 21)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و</w:t>
      </w:r>
      <w:r w:rsidRPr="00A95BC4">
        <w:rPr>
          <w:rtl/>
          <w:lang w:bidi="fa-IR"/>
        </w:rPr>
        <w:t xml:space="preserve"> [سل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>] در جست‌وجو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 پرنده [هدهد] برآمد و گفت: چرا هدهد را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نم،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او از غا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بان</w:t>
      </w:r>
      <w:r w:rsidRPr="00A95BC4">
        <w:rPr>
          <w:rtl/>
          <w:lang w:bidi="fa-IR"/>
        </w:rPr>
        <w:t xml:space="preserve"> است؟ قطعاً او را 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فر</w:t>
      </w:r>
      <w:r w:rsidRPr="00A95BC4">
        <w:rPr>
          <w:rtl/>
          <w:lang w:bidi="fa-IR"/>
        </w:rPr>
        <w:t xml:space="preserve"> شد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خواهم داد،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او را ذبح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کنم،</w:t>
      </w:r>
      <w:r w:rsidRPr="00A95BC4">
        <w:rPr>
          <w:rtl/>
          <w:lang w:bidi="fa-IR"/>
        </w:rPr>
        <w:t xml:space="preserve"> مگر آنکه دل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روشن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[برا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بتش</w:t>
      </w:r>
      <w:r w:rsidRPr="00A95BC4">
        <w:rPr>
          <w:rtl/>
          <w:lang w:bidi="fa-IR"/>
        </w:rPr>
        <w:t>]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چون</w:t>
      </w:r>
      <w:r w:rsidRPr="00A95BC4">
        <w:rPr>
          <w:rtl/>
          <w:lang w:bidi="fa-IR"/>
        </w:rPr>
        <w:t xml:space="preserve"> هدهد بازگشت،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مرغان به او گفت: «کجا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که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مان،</w:t>
      </w:r>
      <w:r w:rsidRPr="00A95BC4">
        <w:rPr>
          <w:rtl/>
          <w:lang w:bidi="fa-IR"/>
        </w:rPr>
        <w:t xml:space="preserve"> خونت را حلال کرد». هدهد از مرغ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استثنا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قا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شد؟» مرغ گفت: «بله». هدهد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درباره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بت</w:t>
      </w:r>
      <w:r w:rsidRPr="00A95BC4">
        <w:rPr>
          <w:rtl/>
          <w:lang w:bidi="fa-IR"/>
        </w:rPr>
        <w:t xml:space="preserve"> من چه گفت؟» مرغ گفت: «سل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گفت: فقط در صورت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را امان خواهم داد که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بتش</w:t>
      </w:r>
      <w:r w:rsidRPr="00A95BC4">
        <w:rPr>
          <w:rtl/>
          <w:lang w:bidi="fa-IR"/>
        </w:rPr>
        <w:t xml:space="preserve"> دل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موجه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اورد»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چندان</w:t>
      </w:r>
      <w:r w:rsidRPr="00A95BC4">
        <w:rPr>
          <w:rtl/>
          <w:lang w:bidi="fa-IR"/>
        </w:rPr>
        <w:t xml:space="preserve"> درنگ نکرد (که هدهد آمد و) گفت:</w:t>
      </w:r>
    </w:p>
    <w:p w:rsidR="00A95BC4" w:rsidRPr="00A95BC4" w:rsidRDefault="00853F5E" w:rsidP="00853F5E">
      <w:pPr>
        <w:pStyle w:val="libNormal"/>
        <w:rPr>
          <w:rtl/>
          <w:lang w:bidi="fa-IR"/>
        </w:rPr>
      </w:pPr>
      <w:r w:rsidRPr="00853F5E">
        <w:rPr>
          <w:rStyle w:val="libAlaemChar"/>
          <w:rFonts w:hint="cs"/>
          <w:rtl/>
        </w:rPr>
        <w:t>(</w:t>
      </w:r>
      <w:r w:rsidR="00A95BC4" w:rsidRPr="00853F5E">
        <w:rPr>
          <w:rStyle w:val="libAieChar"/>
          <w:rFonts w:hint="eastAsia"/>
          <w:rtl/>
        </w:rPr>
        <w:t>فَمَکَثَ</w:t>
      </w:r>
      <w:r w:rsidR="00A95BC4" w:rsidRPr="00853F5E">
        <w:rPr>
          <w:rStyle w:val="libAieChar"/>
          <w:rtl/>
        </w:rPr>
        <w:t xml:space="preserve"> غَ</w:t>
      </w:r>
      <w:r w:rsidR="00A95BC4" w:rsidRPr="00853F5E">
        <w:rPr>
          <w:rStyle w:val="libAieChar"/>
          <w:rFonts w:hint="cs"/>
          <w:rtl/>
        </w:rPr>
        <w:t>ی</w:t>
      </w:r>
      <w:r w:rsidR="00A95BC4" w:rsidRPr="00853F5E">
        <w:rPr>
          <w:rStyle w:val="libAieChar"/>
          <w:rFonts w:hint="eastAsia"/>
          <w:rtl/>
        </w:rPr>
        <w:t>رَ</w:t>
      </w:r>
      <w:r w:rsidR="00A95BC4" w:rsidRPr="00853F5E">
        <w:rPr>
          <w:rStyle w:val="libAieChar"/>
          <w:rtl/>
        </w:rPr>
        <w:t xml:space="preserve"> بَع</w:t>
      </w:r>
      <w:r w:rsidR="00A95BC4" w:rsidRPr="00853F5E">
        <w:rPr>
          <w:rStyle w:val="libAieChar"/>
          <w:rFonts w:hint="cs"/>
          <w:rtl/>
        </w:rPr>
        <w:t>ی</w:t>
      </w:r>
      <w:r w:rsidR="00A95BC4" w:rsidRPr="00853F5E">
        <w:rPr>
          <w:rStyle w:val="libAieChar"/>
          <w:rFonts w:hint="eastAsia"/>
          <w:rtl/>
        </w:rPr>
        <w:t>دٍ</w:t>
      </w:r>
      <w:r w:rsidR="00A95BC4" w:rsidRPr="00853F5E">
        <w:rPr>
          <w:rStyle w:val="libAieChar"/>
          <w:rtl/>
        </w:rPr>
        <w:t xml:space="preserve"> فَقالَ احَطتُ بِما لَم تُحِط بِه وَ جِئتُکَ مِن سَبَأٍ بِنَبَأٍ </w:t>
      </w:r>
      <w:r w:rsidR="00A95BC4" w:rsidRPr="00853F5E">
        <w:rPr>
          <w:rStyle w:val="libAieChar"/>
          <w:rFonts w:hint="cs"/>
          <w:rtl/>
        </w:rPr>
        <w:t>یَ</w:t>
      </w:r>
      <w:r w:rsidR="00A95BC4" w:rsidRPr="00853F5E">
        <w:rPr>
          <w:rStyle w:val="libAieChar"/>
          <w:rFonts w:hint="eastAsia"/>
          <w:rtl/>
        </w:rPr>
        <w:t>ق</w:t>
      </w:r>
      <w:r w:rsidR="00A95BC4" w:rsidRPr="00853F5E">
        <w:rPr>
          <w:rStyle w:val="libAieChar"/>
          <w:rFonts w:hint="cs"/>
          <w:rtl/>
        </w:rPr>
        <w:t>ی</w:t>
      </w:r>
      <w:r w:rsidR="00A95BC4" w:rsidRPr="00853F5E">
        <w:rPr>
          <w:rStyle w:val="libAieChar"/>
          <w:rFonts w:hint="eastAsia"/>
          <w:rtl/>
        </w:rPr>
        <w:t>نٍ</w:t>
      </w:r>
      <w:r w:rsidRPr="00853F5E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</w:t>
      </w:r>
      <w:r w:rsidR="00A95BC4" w:rsidRPr="00A95BC4">
        <w:rPr>
          <w:rFonts w:hint="eastAsia"/>
          <w:rtl/>
          <w:lang w:bidi="fa-IR"/>
        </w:rPr>
        <w:t>من</w:t>
      </w:r>
      <w:r w:rsidR="00A95BC4" w:rsidRPr="00A95BC4">
        <w:rPr>
          <w:rtl/>
          <w:lang w:bidi="fa-IR"/>
        </w:rPr>
        <w:t xml:space="preserve"> بر چ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ز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آگاه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افتم</w:t>
      </w:r>
      <w:r w:rsidR="00A95BC4" w:rsidRPr="00A95BC4">
        <w:rPr>
          <w:rtl/>
          <w:lang w:bidi="fa-IR"/>
        </w:rPr>
        <w:t xml:space="preserve"> که تو بر آن آگاه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ن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افت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،</w:t>
      </w:r>
      <w:r w:rsidR="00A95BC4" w:rsidRPr="00A95BC4">
        <w:rPr>
          <w:rtl/>
          <w:lang w:bidi="fa-IR"/>
        </w:rPr>
        <w:t xml:space="preserve"> من از سرزم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سبا 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ک</w:t>
      </w:r>
      <w:r w:rsidR="00A95BC4" w:rsidRPr="00A95BC4">
        <w:rPr>
          <w:rtl/>
          <w:lang w:bidi="fa-IR"/>
        </w:rPr>
        <w:t xml:space="preserve"> خبر قطع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برا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تو آورده‌ام.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گفت: «زود بگو بدانم». هدهد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خدا! من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خواهم</w:t>
      </w:r>
      <w:r w:rsidRPr="00A95BC4">
        <w:rPr>
          <w:rtl/>
          <w:lang w:bidi="fa-IR"/>
        </w:rPr>
        <w:t xml:space="preserve"> به تو خبر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بدهم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ن،</w:t>
      </w:r>
      <w:r w:rsidRPr="00A95BC4">
        <w:rPr>
          <w:rtl/>
          <w:lang w:bidi="fa-IR"/>
        </w:rPr>
        <w:t xml:space="preserve"> از آن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خبر</w:t>
      </w:r>
      <w:r w:rsidRPr="00A95BC4">
        <w:rPr>
          <w:rtl/>
          <w:lang w:bidi="fa-IR"/>
        </w:rPr>
        <w:t xml:space="preserve"> بود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مرا در مقام عزت بنشان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تا با تو بگو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آنچه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ده‌ام»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هدهد</w:t>
      </w:r>
      <w:r w:rsidRPr="00A95BC4">
        <w:rPr>
          <w:rtl/>
          <w:lang w:bidi="fa-IR"/>
        </w:rPr>
        <w:t xml:space="preserve"> با گفتن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سخن، کنجکاو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را تحر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کرد.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او را بر مقام خو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و کنار خو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به عزت بنشاند. هدهد آن‌قدر سخن گفتن را به درازا کشاند که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خشم آمد،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زودتر بداند آن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که هدهد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داند</w:t>
      </w:r>
      <w:r w:rsidRPr="00A95BC4">
        <w:rPr>
          <w:rtl/>
          <w:lang w:bidi="fa-IR"/>
        </w:rPr>
        <w:t xml:space="preserve"> و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از آن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خبر</w:t>
      </w:r>
      <w:r w:rsidRPr="00A95BC4">
        <w:rPr>
          <w:rtl/>
          <w:lang w:bidi="fa-IR"/>
        </w:rPr>
        <w:t xml:space="preserve"> است. هدهد گفت:</w:t>
      </w:r>
    </w:p>
    <w:p w:rsidR="00A95BC4" w:rsidRPr="00A95BC4" w:rsidRDefault="00853F5E" w:rsidP="00A95BC4">
      <w:pPr>
        <w:pStyle w:val="libNormal"/>
        <w:rPr>
          <w:rtl/>
          <w:lang w:bidi="fa-IR"/>
        </w:rPr>
      </w:pPr>
      <w:r w:rsidRPr="00853F5E">
        <w:rPr>
          <w:rStyle w:val="libAlaemChar"/>
          <w:rFonts w:hint="cs"/>
          <w:rtl/>
        </w:rPr>
        <w:t>(</w:t>
      </w:r>
      <w:r w:rsidR="00A95BC4" w:rsidRPr="00853F5E">
        <w:rPr>
          <w:rStyle w:val="libAieChar"/>
          <w:rFonts w:hint="eastAsia"/>
          <w:rtl/>
        </w:rPr>
        <w:t>انّ</w:t>
      </w:r>
      <w:r w:rsidR="00A95BC4" w:rsidRPr="00853F5E">
        <w:rPr>
          <w:rStyle w:val="libAieChar"/>
          <w:rFonts w:hint="cs"/>
          <w:rtl/>
        </w:rPr>
        <w:t>ی</w:t>
      </w:r>
      <w:r w:rsidR="00A95BC4" w:rsidRPr="00853F5E">
        <w:rPr>
          <w:rStyle w:val="libAieChar"/>
          <w:rtl/>
        </w:rPr>
        <w:t xml:space="preserve"> وَجَدتُ امرَاهً تَملِکُهُم وَ أوتِ</w:t>
      </w:r>
      <w:r w:rsidR="00A95BC4" w:rsidRPr="00853F5E">
        <w:rPr>
          <w:rStyle w:val="libAieChar"/>
          <w:rFonts w:hint="cs"/>
          <w:rtl/>
        </w:rPr>
        <w:t>یَ</w:t>
      </w:r>
      <w:r w:rsidR="00A95BC4" w:rsidRPr="00853F5E">
        <w:rPr>
          <w:rStyle w:val="libAieChar"/>
          <w:rFonts w:hint="eastAsia"/>
          <w:rtl/>
        </w:rPr>
        <w:t>ت</w:t>
      </w:r>
      <w:r w:rsidR="00A95BC4" w:rsidRPr="00853F5E">
        <w:rPr>
          <w:rStyle w:val="libAieChar"/>
          <w:rtl/>
        </w:rPr>
        <w:t xml:space="preserve"> مِن کُلِّ شَ</w:t>
      </w:r>
      <w:r w:rsidR="00A95BC4" w:rsidRPr="00853F5E">
        <w:rPr>
          <w:rStyle w:val="libAieChar"/>
          <w:rFonts w:hint="cs"/>
          <w:rtl/>
        </w:rPr>
        <w:t>ی‌</w:t>
      </w:r>
      <w:r w:rsidR="00A95BC4" w:rsidRPr="00853F5E">
        <w:rPr>
          <w:rStyle w:val="libAieChar"/>
          <w:rFonts w:hint="eastAsia"/>
          <w:rtl/>
        </w:rPr>
        <w:t>ءٍ</w:t>
      </w:r>
      <w:r w:rsidR="00A95BC4" w:rsidRPr="00853F5E">
        <w:rPr>
          <w:rStyle w:val="libAieChar"/>
          <w:rtl/>
        </w:rPr>
        <w:t xml:space="preserve"> وَ لَها عَرشٌ عَظ</w:t>
      </w:r>
      <w:r w:rsidR="00A95BC4" w:rsidRPr="00853F5E">
        <w:rPr>
          <w:rStyle w:val="libAieChar"/>
          <w:rFonts w:hint="cs"/>
          <w:rtl/>
        </w:rPr>
        <w:t>ی</w:t>
      </w:r>
      <w:r w:rsidR="00A95BC4" w:rsidRPr="00853F5E">
        <w:rPr>
          <w:rStyle w:val="libAieChar"/>
          <w:rFonts w:hint="eastAsia"/>
          <w:rtl/>
        </w:rPr>
        <w:t>مٌ</w:t>
      </w:r>
      <w:r w:rsidRPr="00853F5E">
        <w:rPr>
          <w:rStyle w:val="libAlaemChar"/>
          <w:rFonts w:hint="cs"/>
          <w:rtl/>
        </w:rPr>
        <w:t>)</w:t>
      </w:r>
      <w:r w:rsidR="00A95BC4" w:rsidRPr="00853F5E">
        <w:rPr>
          <w:rStyle w:val="libAlaemChar"/>
          <w:rtl/>
        </w:rPr>
        <w:t xml:space="preserve"> </w:t>
      </w:r>
      <w:r w:rsidR="00A95BC4" w:rsidRPr="00A95BC4">
        <w:rPr>
          <w:rtl/>
          <w:lang w:bidi="fa-IR"/>
        </w:rPr>
        <w:t>(نمل: 23)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من</w:t>
      </w:r>
      <w:r w:rsidRPr="00A95BC4">
        <w:rPr>
          <w:rtl/>
          <w:lang w:bidi="fa-IR"/>
        </w:rPr>
        <w:t xml:space="preserve">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دم</w:t>
      </w:r>
      <w:r w:rsidRPr="00A95BC4">
        <w:rPr>
          <w:rtl/>
          <w:lang w:bidi="fa-IR"/>
        </w:rPr>
        <w:t xml:space="preserve"> که بر آنان حکومت 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کند و همه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در اخت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دارد و [به 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ژه</w:t>
      </w:r>
      <w:r w:rsidRPr="00A95BC4">
        <w:rPr>
          <w:rtl/>
          <w:lang w:bidi="fa-IR"/>
        </w:rPr>
        <w:t>] تخت عظ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دارد!</w:t>
      </w:r>
    </w:p>
    <w:p w:rsidR="00A95BC4" w:rsidRPr="00A95BC4" w:rsidRDefault="00A95BC4" w:rsidP="00853F5E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پادشاه‌زاده بود. آن تخت را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از پدران خود به ارث برده بود و به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از متاع دن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نداشت. تخت او مرصع به انواع و اقسام گوهر 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اقوت‌ها</w:t>
      </w:r>
      <w:r w:rsidRPr="00A95BC4">
        <w:rPr>
          <w:rtl/>
          <w:lang w:bidi="fa-IR"/>
        </w:rPr>
        <w:t xml:space="preserve"> بود. هفتصد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داشت که در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="00853F5E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تخت</w:t>
      </w:r>
      <w:r w:rsidRPr="00A95BC4">
        <w:rPr>
          <w:rtl/>
          <w:lang w:bidi="fa-IR"/>
        </w:rPr>
        <w:t xml:space="preserve"> او، به خدمت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ستاده</w:t>
      </w:r>
      <w:r w:rsidRPr="00A95BC4">
        <w:rPr>
          <w:rtl/>
          <w:lang w:bidi="fa-IR"/>
        </w:rPr>
        <w:t xml:space="preserve"> بودند.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تخت بر بالا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قصر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استوار شده بود که 390 طاق کوچک داشت که مرصع به انوع گوهرها در شرق و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مقدار در غرب بود.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بنا به شکل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ساخته شده بود که چون آفتاب برم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آمد،</w:t>
      </w:r>
      <w:r w:rsidRPr="00A95BC4">
        <w:rPr>
          <w:rtl/>
          <w:lang w:bidi="fa-IR"/>
        </w:rPr>
        <w:t xml:space="preserve"> ابتدا شعاع آن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گوهرها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خورد</w:t>
      </w:r>
      <w:r w:rsidRPr="00A95BC4">
        <w:rPr>
          <w:rtl/>
          <w:lang w:bidi="fa-IR"/>
        </w:rPr>
        <w:t xml:space="preserve"> و سپس منعکس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</w:t>
      </w:r>
      <w:r w:rsidRPr="00A95BC4">
        <w:rPr>
          <w:rtl/>
          <w:lang w:bidi="fa-IR"/>
        </w:rPr>
        <w:t xml:space="preserve"> و در </w:t>
      </w: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برخورد، نور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شد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و از آنجا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که اهل سبا آفتاب‌پرست بودند، با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تصو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="00853F5E">
        <w:rPr>
          <w:rFonts w:hint="cs"/>
          <w:rtl/>
          <w:lang w:bidi="fa-IR"/>
        </w:rPr>
        <w:t>ب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و جالب، بر آن سجده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کردند،</w:t>
      </w:r>
      <w:r w:rsidRPr="00A95BC4">
        <w:rPr>
          <w:rtl/>
          <w:lang w:bidi="fa-IR"/>
        </w:rPr>
        <w:t xml:space="preserve"> اما سجده کردن آنها به گونه‌ا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که گو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را سجده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کنند</w:t>
      </w:r>
      <w:r w:rsidRPr="00A95BC4">
        <w:rPr>
          <w:rtl/>
          <w:lang w:bidi="fa-IR"/>
        </w:rPr>
        <w:t xml:space="preserve">. آنها دوبار در روز،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ک‌بار</w:t>
      </w:r>
      <w:r w:rsidRPr="00A95BC4">
        <w:rPr>
          <w:rtl/>
          <w:lang w:bidi="fa-IR"/>
        </w:rPr>
        <w:t xml:space="preserve"> موقع طلوع و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بار به هنگام غر</w:t>
      </w:r>
      <w:r w:rsidRPr="00A95BC4">
        <w:rPr>
          <w:rFonts w:hint="eastAsia"/>
          <w:rtl/>
          <w:lang w:bidi="fa-IR"/>
        </w:rPr>
        <w:t>وب،</w:t>
      </w:r>
      <w:r w:rsidRPr="00A95BC4">
        <w:rPr>
          <w:rtl/>
          <w:lang w:bidi="fa-IR"/>
        </w:rPr>
        <w:t xml:space="preserve"> بر آفتاب سجده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کردند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نب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>، از گفته‌ها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هدهد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تعجب کرد و خطاب به هدهد گفت: «اگر راست گفته باش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من</w:t>
      </w:r>
      <w:r w:rsidRPr="00A95BC4">
        <w:rPr>
          <w:rtl/>
          <w:lang w:bidi="fa-IR"/>
        </w:rPr>
        <w:t xml:space="preserve"> هست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اگر دروغ گفته باش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 را عذاب خواهم کرد». سپس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با آب طلا نامه‌ا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نوشت و آن را به هدهد داد تا آن را به 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و قوم او برساند و بب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</w:t>
      </w:r>
      <w:r w:rsidRPr="00A95BC4">
        <w:rPr>
          <w:rtl/>
          <w:lang w:bidi="fa-IR"/>
        </w:rPr>
        <w:t xml:space="preserve"> که آنها چه پاسخ 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‌دهند.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tl/>
          <w:lang w:bidi="fa-IR"/>
        </w:rPr>
        <w:t>هدهد نامه را برداشت و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قصر 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رفت. 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خواب بود. هدهد نامه را به 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او انداخت و خود در گوشه‌ا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نشست تا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</w:t>
      </w:r>
      <w:r w:rsidRPr="00A95BC4">
        <w:rPr>
          <w:rtl/>
          <w:lang w:bidi="fa-IR"/>
        </w:rPr>
        <w:t xml:space="preserve"> آنها چه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کنند</w:t>
      </w:r>
      <w:r w:rsidRPr="00A95BC4">
        <w:rPr>
          <w:rtl/>
          <w:lang w:bidi="fa-IR"/>
        </w:rPr>
        <w:t>. 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دار</w:t>
      </w:r>
      <w:r w:rsidRPr="00A95BC4">
        <w:rPr>
          <w:rtl/>
          <w:lang w:bidi="fa-IR"/>
        </w:rPr>
        <w:t xml:space="preserve"> شد و از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نامه تعجب کرد. قوم خود را صدا زد و گفت: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گروه بزرگان!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نامه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 افکنده شده است.</w:t>
      </w:r>
    </w:p>
    <w:p w:rsidR="00A95BC4" w:rsidRPr="00A95BC4" w:rsidRDefault="00853F5E" w:rsidP="00A95BC4">
      <w:pPr>
        <w:pStyle w:val="libNormal"/>
        <w:rPr>
          <w:rtl/>
          <w:lang w:bidi="fa-IR"/>
        </w:rPr>
      </w:pPr>
      <w:r w:rsidRPr="00853F5E">
        <w:rPr>
          <w:rStyle w:val="libAlaemChar"/>
          <w:rFonts w:hint="cs"/>
          <w:rtl/>
        </w:rPr>
        <w:t>(</w:t>
      </w:r>
      <w:r w:rsidR="00A95BC4" w:rsidRPr="00853F5E">
        <w:rPr>
          <w:rStyle w:val="libAieChar"/>
          <w:rFonts w:hint="eastAsia"/>
          <w:rtl/>
        </w:rPr>
        <w:t>إِنَّهُ</w:t>
      </w:r>
      <w:r w:rsidR="00A95BC4" w:rsidRPr="00853F5E">
        <w:rPr>
          <w:rStyle w:val="libAieChar"/>
          <w:rtl/>
        </w:rPr>
        <w:t xml:space="preserve"> مِنْ سُلَ</w:t>
      </w:r>
      <w:r w:rsidR="00A95BC4" w:rsidRPr="00853F5E">
        <w:rPr>
          <w:rStyle w:val="libAieChar"/>
          <w:rFonts w:hint="cs"/>
          <w:rtl/>
        </w:rPr>
        <w:t>یْ</w:t>
      </w:r>
      <w:r w:rsidR="00A95BC4" w:rsidRPr="00853F5E">
        <w:rPr>
          <w:rStyle w:val="libAieChar"/>
          <w:rFonts w:hint="eastAsia"/>
          <w:rtl/>
        </w:rPr>
        <w:t>مانَ</w:t>
      </w:r>
      <w:r w:rsidR="00A95BC4" w:rsidRPr="00853F5E">
        <w:rPr>
          <w:rStyle w:val="libAieChar"/>
          <w:rtl/>
        </w:rPr>
        <w:t xml:space="preserve"> وَ إِنَّهُ بِسْمِ اللهِ الرَّحْمنِ الرَّحِ</w:t>
      </w:r>
      <w:r w:rsidR="00A95BC4" w:rsidRPr="00853F5E">
        <w:rPr>
          <w:rStyle w:val="libAieChar"/>
          <w:rFonts w:hint="cs"/>
          <w:rtl/>
        </w:rPr>
        <w:t>ی</w:t>
      </w:r>
      <w:r w:rsidR="00A95BC4" w:rsidRPr="00853F5E">
        <w:rPr>
          <w:rStyle w:val="libAieChar"/>
          <w:rFonts w:hint="eastAsia"/>
          <w:rtl/>
        </w:rPr>
        <w:t>مِ</w:t>
      </w:r>
      <w:r w:rsidR="00A95BC4" w:rsidRPr="00853F5E">
        <w:rPr>
          <w:rStyle w:val="libAieChar"/>
          <w:rtl/>
        </w:rPr>
        <w:t>* الَّا تَعْلُوا عَلَ</w:t>
      </w:r>
      <w:r w:rsidR="00A95BC4" w:rsidRPr="00853F5E">
        <w:rPr>
          <w:rStyle w:val="libAieChar"/>
          <w:rFonts w:hint="cs"/>
          <w:rtl/>
        </w:rPr>
        <w:t>یَّ</w:t>
      </w:r>
      <w:r w:rsidR="00A95BC4" w:rsidRPr="00853F5E">
        <w:rPr>
          <w:rStyle w:val="libAieChar"/>
          <w:rtl/>
        </w:rPr>
        <w:t xml:space="preserve"> وَ أْتُونِ</w:t>
      </w:r>
      <w:r w:rsidR="00A95BC4" w:rsidRPr="00853F5E">
        <w:rPr>
          <w:rStyle w:val="libAieChar"/>
          <w:rFonts w:hint="cs"/>
          <w:rtl/>
        </w:rPr>
        <w:t>ی</w:t>
      </w:r>
      <w:r w:rsidR="00A95BC4" w:rsidRPr="00853F5E">
        <w:rPr>
          <w:rStyle w:val="libAieChar"/>
          <w:rtl/>
        </w:rPr>
        <w:t xml:space="preserve"> مُسْلِمِ</w:t>
      </w:r>
      <w:r w:rsidR="00A95BC4" w:rsidRPr="00853F5E">
        <w:rPr>
          <w:rStyle w:val="libAieChar"/>
          <w:rFonts w:hint="cs"/>
          <w:rtl/>
        </w:rPr>
        <w:t>ی</w:t>
      </w:r>
      <w:r w:rsidR="00A95BC4" w:rsidRPr="00853F5E">
        <w:rPr>
          <w:rStyle w:val="libAieChar"/>
          <w:rFonts w:hint="eastAsia"/>
          <w:rtl/>
        </w:rPr>
        <w:t>نَ</w:t>
      </w:r>
      <w:r w:rsidRPr="00853F5E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(نمل: 30- 31)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نامه از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و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است: «به نام خداوند بخشنده مهربان، توص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من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است که نسبت به من برتر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جو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نکن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 آ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تسل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حق هست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دانست که آن نامه از رسول خدا،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است. آن نامه در نها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جاز،</w:t>
      </w:r>
      <w:r w:rsidRPr="00A95BC4">
        <w:rPr>
          <w:rtl/>
          <w:lang w:bidi="fa-IR"/>
        </w:rPr>
        <w:t xml:space="preserve"> فصاحت و بلاغت نگاشته شده بود و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در کوتاه‌تر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جمله‌ها منظور خود را رسانده بود. علما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</w:t>
      </w:r>
      <w:r w:rsidRPr="00A95BC4">
        <w:rPr>
          <w:rtl/>
          <w:lang w:bidi="fa-IR"/>
        </w:rPr>
        <w:t>: «قبل از نب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اکرم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تنها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نب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که جمله «بسم الله الرحمن الرح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م»</w:t>
      </w:r>
      <w:r w:rsidRPr="00A95BC4">
        <w:rPr>
          <w:rtl/>
          <w:lang w:bidi="fa-IR"/>
        </w:rPr>
        <w:t xml:space="preserve"> را نوش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و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گران</w:t>
      </w:r>
      <w:r w:rsidRPr="00A95BC4">
        <w:rPr>
          <w:rtl/>
          <w:lang w:bidi="fa-IR"/>
        </w:rPr>
        <w:t xml:space="preserve">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بر بالا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نامه‌ها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نوشتند</w:t>
      </w:r>
      <w:r w:rsidRPr="00A95BC4">
        <w:rPr>
          <w:rtl/>
          <w:lang w:bidi="fa-IR"/>
        </w:rPr>
        <w:t>: «باسمک اللّهم»،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نازل شد که کارها و نامه‌ها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 را با «بسم الله الرحمن الرح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م»</w:t>
      </w:r>
      <w:r w:rsidRPr="00A95BC4">
        <w:rPr>
          <w:rtl/>
          <w:lang w:bidi="fa-IR"/>
        </w:rPr>
        <w:t xml:space="preserve"> آغاز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پس</w:t>
      </w:r>
      <w:r w:rsidRPr="00A95BC4">
        <w:rPr>
          <w:rtl/>
          <w:lang w:bidi="fa-IR"/>
        </w:rPr>
        <w:t xml:space="preserve"> از آنکه نامه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خوانده شد، وزرا، امرا و بزرگان دولت، با هم شور کردند.</w:t>
      </w:r>
    </w:p>
    <w:p w:rsidR="00A95BC4" w:rsidRPr="00A95BC4" w:rsidRDefault="00853F5E" w:rsidP="00A95BC4">
      <w:pPr>
        <w:pStyle w:val="libNormal"/>
        <w:rPr>
          <w:rtl/>
          <w:lang w:bidi="fa-IR"/>
        </w:rPr>
      </w:pPr>
      <w:r w:rsidRPr="00853F5E">
        <w:rPr>
          <w:rStyle w:val="libAlaemChar"/>
          <w:rFonts w:hint="cs"/>
          <w:rtl/>
        </w:rPr>
        <w:lastRenderedPageBreak/>
        <w:t>(</w:t>
      </w:r>
      <w:r w:rsidR="00A95BC4" w:rsidRPr="00853F5E">
        <w:rPr>
          <w:rStyle w:val="libAieChar"/>
          <w:rFonts w:hint="eastAsia"/>
          <w:rtl/>
        </w:rPr>
        <w:t>قالَتْ</w:t>
      </w:r>
      <w:r w:rsidR="00A95BC4" w:rsidRPr="00853F5E">
        <w:rPr>
          <w:rStyle w:val="libAieChar"/>
          <w:rtl/>
        </w:rPr>
        <w:t xml:space="preserve"> </w:t>
      </w:r>
      <w:r w:rsidR="00A95BC4" w:rsidRPr="00853F5E">
        <w:rPr>
          <w:rStyle w:val="libAieChar"/>
          <w:rFonts w:hint="cs"/>
          <w:rtl/>
        </w:rPr>
        <w:t>ی</w:t>
      </w:r>
      <w:r w:rsidR="00A95BC4" w:rsidRPr="00853F5E">
        <w:rPr>
          <w:rStyle w:val="libAieChar"/>
          <w:rFonts w:hint="eastAsia"/>
          <w:rtl/>
        </w:rPr>
        <w:t>ا</w:t>
      </w:r>
      <w:r w:rsidR="00A95BC4" w:rsidRPr="00853F5E">
        <w:rPr>
          <w:rStyle w:val="libAieChar"/>
          <w:rtl/>
        </w:rPr>
        <w:t xml:space="preserve"> ا</w:t>
      </w:r>
      <w:r w:rsidR="00A95BC4" w:rsidRPr="00853F5E">
        <w:rPr>
          <w:rStyle w:val="libAieChar"/>
          <w:rFonts w:hint="cs"/>
          <w:rtl/>
        </w:rPr>
        <w:t>یُّ</w:t>
      </w:r>
      <w:r w:rsidR="00A95BC4" w:rsidRPr="00853F5E">
        <w:rPr>
          <w:rStyle w:val="libAieChar"/>
          <w:rFonts w:hint="eastAsia"/>
          <w:rtl/>
        </w:rPr>
        <w:t>هَا</w:t>
      </w:r>
      <w:r w:rsidR="00A95BC4" w:rsidRPr="00853F5E">
        <w:rPr>
          <w:rStyle w:val="libAieChar"/>
          <w:rtl/>
        </w:rPr>
        <w:t xml:space="preserve"> الْمَلأُ افْتُونِ</w:t>
      </w:r>
      <w:r w:rsidR="00A95BC4" w:rsidRPr="00853F5E">
        <w:rPr>
          <w:rStyle w:val="libAieChar"/>
          <w:rFonts w:hint="cs"/>
          <w:rtl/>
        </w:rPr>
        <w:t>ی</w:t>
      </w:r>
      <w:r w:rsidR="00A95BC4" w:rsidRPr="00853F5E">
        <w:rPr>
          <w:rStyle w:val="libAieChar"/>
          <w:rtl/>
        </w:rPr>
        <w:t xml:space="preserve"> فِ</w:t>
      </w:r>
      <w:r w:rsidR="00A95BC4" w:rsidRPr="00853F5E">
        <w:rPr>
          <w:rStyle w:val="libAieChar"/>
          <w:rFonts w:hint="cs"/>
          <w:rtl/>
        </w:rPr>
        <w:t>ی</w:t>
      </w:r>
      <w:r w:rsidR="00A95BC4" w:rsidRPr="00853F5E">
        <w:rPr>
          <w:rStyle w:val="libAieChar"/>
          <w:rtl/>
        </w:rPr>
        <w:t xml:space="preserve"> امْرِ</w:t>
      </w:r>
      <w:r w:rsidR="00A95BC4" w:rsidRPr="00853F5E">
        <w:rPr>
          <w:rStyle w:val="libAieChar"/>
          <w:rFonts w:hint="cs"/>
          <w:rtl/>
        </w:rPr>
        <w:t>ی</w:t>
      </w:r>
      <w:r w:rsidR="00A95BC4" w:rsidRPr="00853F5E">
        <w:rPr>
          <w:rStyle w:val="libAieChar"/>
          <w:rtl/>
        </w:rPr>
        <w:t xml:space="preserve"> ما کُنْتُ قاطِعَةً امْراً حَتَّ</w:t>
      </w:r>
      <w:r w:rsidR="00A95BC4" w:rsidRPr="00853F5E">
        <w:rPr>
          <w:rStyle w:val="libAieChar"/>
          <w:rFonts w:hint="cs"/>
          <w:rtl/>
        </w:rPr>
        <w:t>ی</w:t>
      </w:r>
      <w:r w:rsidR="00A95BC4" w:rsidRPr="00853F5E">
        <w:rPr>
          <w:rStyle w:val="libAieChar"/>
          <w:rtl/>
        </w:rPr>
        <w:t xml:space="preserve"> تَشْهَدُونِ* قالُوا نَحْنُ اولُوا قُوَّةٍ وَ اولُوا بَأْسٍ شَدِ</w:t>
      </w:r>
      <w:r w:rsidR="00A95BC4" w:rsidRPr="00853F5E">
        <w:rPr>
          <w:rStyle w:val="libAieChar"/>
          <w:rFonts w:hint="cs"/>
          <w:rtl/>
        </w:rPr>
        <w:t>ی</w:t>
      </w:r>
      <w:r w:rsidR="00A95BC4" w:rsidRPr="00853F5E">
        <w:rPr>
          <w:rStyle w:val="libAieChar"/>
          <w:rFonts w:hint="eastAsia"/>
          <w:rtl/>
        </w:rPr>
        <w:t>دٍ</w:t>
      </w:r>
      <w:r w:rsidR="00A95BC4" w:rsidRPr="00853F5E">
        <w:rPr>
          <w:rStyle w:val="libAieChar"/>
          <w:rtl/>
        </w:rPr>
        <w:t xml:space="preserve"> وَ الامْرُ إِلَ</w:t>
      </w:r>
      <w:r w:rsidR="00A95BC4" w:rsidRPr="00853F5E">
        <w:rPr>
          <w:rStyle w:val="libAieChar"/>
          <w:rFonts w:hint="cs"/>
          <w:rtl/>
        </w:rPr>
        <w:t>یْ</w:t>
      </w:r>
      <w:r w:rsidR="00A95BC4" w:rsidRPr="00853F5E">
        <w:rPr>
          <w:rStyle w:val="libAieChar"/>
          <w:rFonts w:hint="eastAsia"/>
          <w:rtl/>
        </w:rPr>
        <w:t>کِ</w:t>
      </w:r>
      <w:r w:rsidR="00A95BC4" w:rsidRPr="00853F5E">
        <w:rPr>
          <w:rStyle w:val="libAieChar"/>
          <w:rtl/>
        </w:rPr>
        <w:t xml:space="preserve"> فَانْظُرِ</w:t>
      </w:r>
      <w:r w:rsidR="00A95BC4" w:rsidRPr="00853F5E">
        <w:rPr>
          <w:rStyle w:val="libAieChar"/>
          <w:rFonts w:hint="cs"/>
          <w:rtl/>
        </w:rPr>
        <w:t>ی</w:t>
      </w:r>
      <w:r w:rsidR="00A95BC4" w:rsidRPr="00853F5E">
        <w:rPr>
          <w:rStyle w:val="libAieChar"/>
          <w:rtl/>
        </w:rPr>
        <w:t xml:space="preserve"> ما ذا تَأْمُرِ</w:t>
      </w:r>
      <w:r w:rsidR="00A95BC4" w:rsidRPr="00853F5E">
        <w:rPr>
          <w:rStyle w:val="libAieChar"/>
          <w:rFonts w:hint="cs"/>
          <w:rtl/>
        </w:rPr>
        <w:t>ی</w:t>
      </w:r>
      <w:r w:rsidR="00A95BC4" w:rsidRPr="00853F5E">
        <w:rPr>
          <w:rStyle w:val="libAieChar"/>
          <w:rFonts w:hint="eastAsia"/>
          <w:rtl/>
        </w:rPr>
        <w:t>نَ</w:t>
      </w:r>
      <w:r w:rsidRPr="00853F5E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(نمل: 32 و 33)</w:t>
      </w:r>
    </w:p>
    <w:p w:rsidR="00A95BC4" w:rsidRPr="00A95BC4" w:rsidRDefault="00A95BC4" w:rsidP="00853F5E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گفت: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اشراف [و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بزرگان]! نظر خود را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مهم به من بازگو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من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کار مهم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بدون حضور [و مشورت] شما انجام نداده‌ام. آنها گفتند: ما دارا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کاف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قدرت</w:t>
      </w:r>
      <w:r w:rsidR="00853F5E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جنگ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فراوان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تصم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نها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با توست، بب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چه دستور 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از محتوا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کلام آنها 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</w:t>
      </w:r>
      <w:r w:rsidRPr="00A95BC4">
        <w:rPr>
          <w:rtl/>
          <w:lang w:bidi="fa-IR"/>
        </w:rPr>
        <w:t xml:space="preserve"> که آنها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به جنگ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دارند 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خواهند</w:t>
      </w:r>
      <w:r w:rsidRPr="00A95BC4">
        <w:rPr>
          <w:rtl/>
          <w:lang w:bidi="fa-IR"/>
        </w:rPr>
        <w:t xml:space="preserve"> از کشورشان دفاع کنند. اما 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با خود فکر کرد که آنها اشتباه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کنند،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او،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نب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را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آن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شناخت</w:t>
      </w:r>
      <w:r w:rsidRPr="00A95BC4">
        <w:rPr>
          <w:rtl/>
          <w:lang w:bidi="fa-IR"/>
        </w:rPr>
        <w:t xml:space="preserve"> 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</w:t>
      </w:r>
      <w:r w:rsidRPr="00A95BC4">
        <w:rPr>
          <w:rtl/>
          <w:lang w:bidi="fa-IR"/>
        </w:rPr>
        <w:t xml:space="preserve"> که او پادشاه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که صاحب سپاه و ادوات است و از آن گذشت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جن و انس و پرنده و باد را در اخت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دارد و همان‌گونه که نامه را توسط هدهد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فرستاده، قادر به هر کار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هست.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خطاب به قومش گفت:</w:t>
      </w:r>
    </w:p>
    <w:p w:rsidR="00A95BC4" w:rsidRPr="00A95BC4" w:rsidRDefault="00853F5E" w:rsidP="00A95BC4">
      <w:pPr>
        <w:pStyle w:val="libNormal"/>
        <w:rPr>
          <w:rtl/>
          <w:lang w:bidi="fa-IR"/>
        </w:rPr>
      </w:pPr>
      <w:r w:rsidRPr="00853F5E">
        <w:rPr>
          <w:rStyle w:val="libAlaemChar"/>
          <w:rFonts w:hint="cs"/>
          <w:rtl/>
        </w:rPr>
        <w:t>(</w:t>
      </w:r>
      <w:r w:rsidR="00A95BC4" w:rsidRPr="00853F5E">
        <w:rPr>
          <w:rStyle w:val="libAieChar"/>
          <w:rFonts w:hint="eastAsia"/>
          <w:rtl/>
        </w:rPr>
        <w:t>إِنَّ</w:t>
      </w:r>
      <w:r w:rsidR="00A95BC4" w:rsidRPr="00853F5E">
        <w:rPr>
          <w:rStyle w:val="libAieChar"/>
          <w:rtl/>
        </w:rPr>
        <w:t xml:space="preserve"> الْمُلُوکَ إِذا دَخَلُوا قَرْ</w:t>
      </w:r>
      <w:r w:rsidR="00A95BC4" w:rsidRPr="00853F5E">
        <w:rPr>
          <w:rStyle w:val="libAieChar"/>
          <w:rFonts w:hint="cs"/>
          <w:rtl/>
        </w:rPr>
        <w:t>یَ</w:t>
      </w:r>
      <w:r w:rsidR="00A95BC4" w:rsidRPr="00853F5E">
        <w:rPr>
          <w:rStyle w:val="libAieChar"/>
          <w:rFonts w:hint="eastAsia"/>
          <w:rtl/>
        </w:rPr>
        <w:t>ةً</w:t>
      </w:r>
      <w:r w:rsidR="00A95BC4" w:rsidRPr="00853F5E">
        <w:rPr>
          <w:rStyle w:val="libAieChar"/>
          <w:rtl/>
        </w:rPr>
        <w:t xml:space="preserve"> افْسَدُوها وَ جَعَلُوا اعِزَّةَ اهْلِها اذِلَّةً وَ کَذلِکَ </w:t>
      </w:r>
      <w:r w:rsidR="00A95BC4" w:rsidRPr="00853F5E">
        <w:rPr>
          <w:rStyle w:val="libAieChar"/>
          <w:rFonts w:hint="cs"/>
          <w:rtl/>
        </w:rPr>
        <w:t>یَ</w:t>
      </w:r>
      <w:r w:rsidR="00A95BC4" w:rsidRPr="00853F5E">
        <w:rPr>
          <w:rStyle w:val="libAieChar"/>
          <w:rFonts w:hint="eastAsia"/>
          <w:rtl/>
        </w:rPr>
        <w:t>فْعَلُونَ</w:t>
      </w:r>
      <w:r w:rsidR="00A95BC4" w:rsidRPr="00853F5E">
        <w:rPr>
          <w:rStyle w:val="libAieChar"/>
          <w:rtl/>
        </w:rPr>
        <w:t>* وَ إِنِّ</w:t>
      </w:r>
      <w:r w:rsidR="00A95BC4" w:rsidRPr="00853F5E">
        <w:rPr>
          <w:rStyle w:val="libAieChar"/>
          <w:rFonts w:hint="cs"/>
          <w:rtl/>
        </w:rPr>
        <w:t>ی</w:t>
      </w:r>
      <w:r w:rsidR="00A95BC4" w:rsidRPr="00853F5E">
        <w:rPr>
          <w:rStyle w:val="libAieChar"/>
          <w:rtl/>
        </w:rPr>
        <w:t xml:space="preserve"> مُرْسِلَةٌ إِلَ</w:t>
      </w:r>
      <w:r w:rsidR="00A95BC4" w:rsidRPr="00853F5E">
        <w:rPr>
          <w:rStyle w:val="libAieChar"/>
          <w:rFonts w:hint="cs"/>
          <w:rtl/>
        </w:rPr>
        <w:t>یْ</w:t>
      </w:r>
      <w:r w:rsidR="00A95BC4" w:rsidRPr="00853F5E">
        <w:rPr>
          <w:rStyle w:val="libAieChar"/>
          <w:rFonts w:hint="eastAsia"/>
          <w:rtl/>
        </w:rPr>
        <w:t>هِمْ</w:t>
      </w:r>
      <w:r w:rsidR="00A95BC4" w:rsidRPr="00853F5E">
        <w:rPr>
          <w:rStyle w:val="libAieChar"/>
          <w:rtl/>
        </w:rPr>
        <w:t xml:space="preserve"> بِهَدِ</w:t>
      </w:r>
      <w:r w:rsidR="00A95BC4" w:rsidRPr="00853F5E">
        <w:rPr>
          <w:rStyle w:val="libAieChar"/>
          <w:rFonts w:hint="cs"/>
          <w:rtl/>
        </w:rPr>
        <w:t>یَّ</w:t>
      </w:r>
      <w:r w:rsidR="00A95BC4" w:rsidRPr="00853F5E">
        <w:rPr>
          <w:rStyle w:val="libAieChar"/>
          <w:rFonts w:hint="eastAsia"/>
          <w:rtl/>
        </w:rPr>
        <w:t>ةٍ</w:t>
      </w:r>
      <w:r w:rsidR="00A95BC4" w:rsidRPr="00853F5E">
        <w:rPr>
          <w:rStyle w:val="libAieChar"/>
          <w:rtl/>
        </w:rPr>
        <w:t xml:space="preserve"> فَناظِرَةٌ بِمَ </w:t>
      </w:r>
      <w:r w:rsidR="00A95BC4" w:rsidRPr="00853F5E">
        <w:rPr>
          <w:rStyle w:val="libAieChar"/>
          <w:rFonts w:hint="cs"/>
          <w:rtl/>
        </w:rPr>
        <w:t>یَ</w:t>
      </w:r>
      <w:r w:rsidR="00A95BC4" w:rsidRPr="00853F5E">
        <w:rPr>
          <w:rStyle w:val="libAieChar"/>
          <w:rFonts w:hint="eastAsia"/>
          <w:rtl/>
        </w:rPr>
        <w:t>رْجِعُ</w:t>
      </w:r>
      <w:r w:rsidR="00A95BC4" w:rsidRPr="00853F5E">
        <w:rPr>
          <w:rStyle w:val="libAieChar"/>
          <w:rtl/>
        </w:rPr>
        <w:t xml:space="preserve"> الْمُرْسَلُونَ</w:t>
      </w:r>
      <w:r w:rsidRPr="00853F5E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(نمل: 34 و 35)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پادشاهان</w:t>
      </w:r>
      <w:r w:rsidRPr="00A95BC4">
        <w:rPr>
          <w:rtl/>
          <w:lang w:bidi="fa-IR"/>
        </w:rPr>
        <w:t xml:space="preserve"> چون به شهر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ند،</w:t>
      </w:r>
      <w:r w:rsidRPr="00A95BC4">
        <w:rPr>
          <w:rtl/>
          <w:lang w:bidi="fa-IR"/>
        </w:rPr>
        <w:t xml:space="preserve"> آن را تباه و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زانش</w:t>
      </w:r>
      <w:r w:rsidRPr="00A95BC4">
        <w:rPr>
          <w:rtl/>
          <w:lang w:bidi="fa-IR"/>
        </w:rPr>
        <w:t xml:space="preserve"> را خوار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گردانند</w:t>
      </w:r>
      <w:r w:rsidRPr="00A95BC4">
        <w:rPr>
          <w:rtl/>
          <w:lang w:bidi="fa-IR"/>
        </w:rPr>
        <w:t xml:space="preserve">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ن‌گونه</w:t>
      </w:r>
      <w:r w:rsidRPr="00A95BC4">
        <w:rPr>
          <w:rtl/>
          <w:lang w:bidi="fa-IR"/>
        </w:rPr>
        <w:t xml:space="preserve"> عمل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کنند</w:t>
      </w:r>
      <w:r w:rsidRPr="00A95BC4">
        <w:rPr>
          <w:rtl/>
          <w:lang w:bidi="fa-IR"/>
        </w:rPr>
        <w:t>. و من [اکنون جنگ را صلاح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نم</w:t>
      </w:r>
      <w:r w:rsidRPr="00A95BC4">
        <w:rPr>
          <w:rtl/>
          <w:lang w:bidi="fa-IR"/>
        </w:rPr>
        <w:t>] هد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گران‌بها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آنان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فرستم</w:t>
      </w:r>
      <w:r w:rsidRPr="00A95BC4">
        <w:rPr>
          <w:rtl/>
          <w:lang w:bidi="fa-IR"/>
        </w:rPr>
        <w:t xml:space="preserve"> تا بب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نم</w:t>
      </w:r>
      <w:r w:rsidRPr="00A95BC4">
        <w:rPr>
          <w:rtl/>
          <w:lang w:bidi="fa-IR"/>
        </w:rPr>
        <w:t xml:space="preserve"> فرستادگان من چه خبر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آورند</w:t>
      </w:r>
      <w:r w:rsidRPr="00A95BC4">
        <w:rPr>
          <w:rtl/>
          <w:lang w:bidi="fa-IR"/>
        </w:rPr>
        <w:t xml:space="preserve"> [و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طر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tl/>
          <w:lang w:bidi="fa-IR"/>
        </w:rPr>
        <w:t xml:space="preserve"> آنها را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ازما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].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نم</w:t>
      </w:r>
      <w:r w:rsidRPr="00A95BC4">
        <w:rPr>
          <w:rtl/>
          <w:lang w:bidi="fa-IR"/>
        </w:rPr>
        <w:t xml:space="preserve"> او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هدا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را از من خواهد 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رفت</w:t>
      </w:r>
      <w:r w:rsidRPr="00A95BC4">
        <w:rPr>
          <w:rtl/>
          <w:lang w:bidi="fa-IR"/>
        </w:rPr>
        <w:t xml:space="preserve"> و به همان اکتفا خواهد کرد 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 خراج مع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خواهد نمود تا به‌وس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له</w:t>
      </w:r>
      <w:r w:rsidRPr="00A95BC4">
        <w:rPr>
          <w:rtl/>
          <w:lang w:bidi="fa-IR"/>
        </w:rPr>
        <w:t xml:space="preserve"> آن ترک جنگ نما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هدا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فراوان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غلام و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و حله‌ها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رنگارنگ، خشت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زرّ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و خشت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و ...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فرستاد.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هدهد</w:t>
      </w:r>
      <w:r w:rsidRPr="00A95BC4">
        <w:rPr>
          <w:rtl/>
          <w:lang w:bidi="fa-IR"/>
        </w:rPr>
        <w:t xml:space="preserve">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بازگشت و از تصم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و قومش به او خبر داد.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ترت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داد تا 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هزار سوار آدم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باد برگرفت و در هوا با گروه جن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مشغول جنگ شدند.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فرستادگان 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نبرد را مشاهده کردند، چند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بار از شدت وحشت از هوش رفتند و دوباره </w:t>
      </w:r>
      <w:r w:rsidRPr="00A95BC4">
        <w:rPr>
          <w:rFonts w:hint="eastAsia"/>
          <w:rtl/>
          <w:lang w:bidi="fa-IR"/>
        </w:rPr>
        <w:t>به</w:t>
      </w:r>
      <w:r w:rsidRPr="00A95BC4">
        <w:rPr>
          <w:rtl/>
          <w:lang w:bidi="fa-IR"/>
        </w:rPr>
        <w:t xml:space="preserve"> هوش آمدند.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امر کرد جهت استقبال از فرستادگان 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س،</w:t>
      </w:r>
      <w:r w:rsidRPr="00A95BC4">
        <w:rPr>
          <w:rtl/>
          <w:lang w:bidi="fa-IR"/>
        </w:rPr>
        <w:t xml:space="preserve">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را با خشت‌ها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و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فرش کنند.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فرستادگان 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را به حضور 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رفت</w:t>
      </w:r>
      <w:r w:rsidRPr="00A95BC4">
        <w:rPr>
          <w:rtl/>
          <w:lang w:bidi="fa-IR"/>
        </w:rPr>
        <w:t>. فرستادگان آمدند و تمام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را در برابر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عرضه کردند، اما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به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کدام از آنها اعتنا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نکر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فرمود: «مرا به مال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فر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آنچه که خدا از نبوت و حکمت و ملکت و نعمت و سپاه به من داده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بهتر از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است که شما آورده‌ا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من به مال دن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شاد نخواهم شد، بلکه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شما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به مال دن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شادمان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من از شما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از تسل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در برابر حق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خواهم،</w:t>
      </w:r>
      <w:r w:rsidRPr="00A95BC4">
        <w:rPr>
          <w:rtl/>
          <w:lang w:bidi="fa-IR"/>
        </w:rPr>
        <w:t xml:space="preserve"> د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صورت شمش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ما حکم خواهد کرد».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سپس</w:t>
      </w:r>
      <w:r w:rsidRPr="00A95BC4">
        <w:rPr>
          <w:rtl/>
          <w:lang w:bidi="fa-IR"/>
        </w:rPr>
        <w:t xml:space="preserve">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به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تحت فرمانش دستور داد که هزار قصر از طلا و نقره برا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بنا نهند.</w:t>
      </w:r>
    </w:p>
    <w:p w:rsidR="00A95BC4" w:rsidRPr="00A95BC4" w:rsidRDefault="00853F5E" w:rsidP="00853F5E">
      <w:pPr>
        <w:pStyle w:val="libNormal"/>
        <w:rPr>
          <w:rtl/>
          <w:lang w:bidi="fa-IR"/>
        </w:rPr>
      </w:pPr>
      <w:r w:rsidRPr="00853F5E">
        <w:rPr>
          <w:rStyle w:val="libAlaemChar"/>
          <w:rFonts w:hint="cs"/>
          <w:rtl/>
        </w:rPr>
        <w:t>(</w:t>
      </w:r>
      <w:r w:rsidR="00A95BC4" w:rsidRPr="00853F5E">
        <w:rPr>
          <w:rStyle w:val="libAieChar"/>
          <w:rFonts w:hint="eastAsia"/>
          <w:rtl/>
        </w:rPr>
        <w:t>فَلَمَّا</w:t>
      </w:r>
      <w:r w:rsidR="00A95BC4" w:rsidRPr="00853F5E">
        <w:rPr>
          <w:rStyle w:val="libAieChar"/>
          <w:rtl/>
        </w:rPr>
        <w:t xml:space="preserve"> جاءَ سُلَ</w:t>
      </w:r>
      <w:r w:rsidR="00A95BC4" w:rsidRPr="00853F5E">
        <w:rPr>
          <w:rStyle w:val="libAieChar"/>
          <w:rFonts w:hint="cs"/>
          <w:rtl/>
        </w:rPr>
        <w:t>یْ</w:t>
      </w:r>
      <w:r w:rsidR="00A95BC4" w:rsidRPr="00853F5E">
        <w:rPr>
          <w:rStyle w:val="libAieChar"/>
          <w:rFonts w:hint="eastAsia"/>
          <w:rtl/>
        </w:rPr>
        <w:t>مانَ</w:t>
      </w:r>
      <w:r w:rsidR="00A95BC4" w:rsidRPr="00853F5E">
        <w:rPr>
          <w:rStyle w:val="libAieChar"/>
          <w:rtl/>
        </w:rPr>
        <w:t xml:space="preserve"> قالَ ا تُمِدُّونَنِ بِمالٍ فَما آتانِ</w:t>
      </w:r>
      <w:r w:rsidR="00A95BC4" w:rsidRPr="00853F5E">
        <w:rPr>
          <w:rStyle w:val="libAieChar"/>
          <w:rFonts w:hint="cs"/>
          <w:rtl/>
        </w:rPr>
        <w:t>یَ</w:t>
      </w:r>
      <w:r w:rsidR="00A95BC4" w:rsidRPr="00853F5E">
        <w:rPr>
          <w:rStyle w:val="libAieChar"/>
          <w:rtl/>
        </w:rPr>
        <w:t xml:space="preserve"> اللهُ خَ</w:t>
      </w:r>
      <w:r w:rsidR="00A95BC4" w:rsidRPr="00853F5E">
        <w:rPr>
          <w:rStyle w:val="libAieChar"/>
          <w:rFonts w:hint="cs"/>
          <w:rtl/>
        </w:rPr>
        <w:t>یْ</w:t>
      </w:r>
      <w:r w:rsidR="00A95BC4" w:rsidRPr="00853F5E">
        <w:rPr>
          <w:rStyle w:val="libAieChar"/>
          <w:rFonts w:hint="eastAsia"/>
          <w:rtl/>
        </w:rPr>
        <w:t>رٌ</w:t>
      </w:r>
      <w:r w:rsidR="00A95BC4" w:rsidRPr="00853F5E">
        <w:rPr>
          <w:rStyle w:val="libAieChar"/>
          <w:rtl/>
        </w:rPr>
        <w:t xml:space="preserve"> مِمَّا آتاکُمْ بَلْ انْتُمْ بِهَدِ</w:t>
      </w:r>
      <w:r w:rsidR="00A95BC4" w:rsidRPr="00853F5E">
        <w:rPr>
          <w:rStyle w:val="libAieChar"/>
          <w:rFonts w:hint="cs"/>
          <w:rtl/>
        </w:rPr>
        <w:t>یَّ</w:t>
      </w:r>
      <w:r w:rsidR="00A95BC4" w:rsidRPr="00853F5E">
        <w:rPr>
          <w:rStyle w:val="libAieChar"/>
          <w:rFonts w:hint="eastAsia"/>
          <w:rtl/>
        </w:rPr>
        <w:t>تِکُمْ</w:t>
      </w:r>
      <w:r w:rsidR="00A95BC4" w:rsidRPr="00853F5E">
        <w:rPr>
          <w:rStyle w:val="libAieChar"/>
          <w:rtl/>
        </w:rPr>
        <w:t xml:space="preserve"> تَفْرَحُونَ* ارْجِعْ إِلَ</w:t>
      </w:r>
      <w:r w:rsidR="00A95BC4" w:rsidRPr="00853F5E">
        <w:rPr>
          <w:rStyle w:val="libAieChar"/>
          <w:rFonts w:hint="cs"/>
          <w:rtl/>
        </w:rPr>
        <w:t>یْ</w:t>
      </w:r>
      <w:r w:rsidR="00A95BC4" w:rsidRPr="00853F5E">
        <w:rPr>
          <w:rStyle w:val="libAieChar"/>
          <w:rFonts w:hint="eastAsia"/>
          <w:rtl/>
        </w:rPr>
        <w:t>هِمْ</w:t>
      </w:r>
      <w:r w:rsidR="00A95BC4" w:rsidRPr="00853F5E">
        <w:rPr>
          <w:rStyle w:val="libAieChar"/>
          <w:rtl/>
        </w:rPr>
        <w:t xml:space="preserve"> فَلَنَأْتِ</w:t>
      </w:r>
      <w:r w:rsidR="00A95BC4" w:rsidRPr="00853F5E">
        <w:rPr>
          <w:rStyle w:val="libAieChar"/>
          <w:rFonts w:hint="cs"/>
          <w:rtl/>
        </w:rPr>
        <w:t>یَ</w:t>
      </w:r>
      <w:r w:rsidR="00A95BC4" w:rsidRPr="00853F5E">
        <w:rPr>
          <w:rStyle w:val="libAieChar"/>
          <w:rFonts w:hint="eastAsia"/>
          <w:rtl/>
        </w:rPr>
        <w:t>نَّهُمْ</w:t>
      </w:r>
      <w:r w:rsidRPr="00853F5E">
        <w:rPr>
          <w:rStyle w:val="libAieChar"/>
          <w:rFonts w:hint="cs"/>
          <w:rtl/>
        </w:rPr>
        <w:t xml:space="preserve"> </w:t>
      </w:r>
      <w:r w:rsidR="00A95BC4" w:rsidRPr="00853F5E">
        <w:rPr>
          <w:rStyle w:val="libAieChar"/>
          <w:rFonts w:hint="eastAsia"/>
          <w:rtl/>
        </w:rPr>
        <w:t>بِجُنُودٍ</w:t>
      </w:r>
      <w:r w:rsidR="00A95BC4" w:rsidRPr="00853F5E">
        <w:rPr>
          <w:rStyle w:val="libAieChar"/>
          <w:rtl/>
        </w:rPr>
        <w:t xml:space="preserve"> لاقِبَلَ لَهُمْ بِها وَ لَنُخْرِجَنَّهُمْ مِنْها اذِلَّةً وَ هُمْ صاغِرُونَ</w:t>
      </w:r>
      <w:r w:rsidRPr="00853F5E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(نمل: 36 و 37)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(فرستاده ملکه سبا) نزد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آمد، گفت: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مرا با مال کمک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[و فر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!] آنچه خدا به من داده، بهتر است از آنچه به شما داده است، بلکه شما هست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به هد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تان</w:t>
      </w:r>
      <w:r w:rsidRPr="00A95BC4">
        <w:rPr>
          <w:rtl/>
          <w:lang w:bidi="fa-IR"/>
        </w:rPr>
        <w:t xml:space="preserve"> خوشحال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 </w:t>
      </w:r>
      <w:r w:rsidRPr="00A95BC4">
        <w:rPr>
          <w:rtl/>
          <w:lang w:bidi="fa-IR"/>
        </w:rPr>
        <w:lastRenderedPageBreak/>
        <w:t>بازگرد [و اعلام کن] با لشکر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سراغ آنها </w:t>
      </w:r>
      <w:r w:rsidRPr="00A95BC4">
        <w:rPr>
          <w:rFonts w:hint="eastAsia"/>
          <w:rtl/>
          <w:lang w:bidi="fa-IR"/>
        </w:rPr>
        <w:t>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که قدرت مقابله با آن را نداشته باشند و آنها را از آن [سرزم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آباد] با خوار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رون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فرستادگان 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بازگشتند، آنچه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فرموده بود را به او گفتند. 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و قومش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آن را 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رفتند</w:t>
      </w:r>
      <w:r w:rsidRPr="00A95BC4">
        <w:rPr>
          <w:rtl/>
          <w:lang w:bidi="fa-IR"/>
        </w:rPr>
        <w:t xml:space="preserve"> و خواستند که متواضعانه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بروند و سر اطاعت فرو آورند. 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قومش را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آنکه به‌سو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برود، جمع کرد و به آنها گفت: «خدا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داند</w:t>
      </w:r>
      <w:r w:rsidRPr="00A95BC4">
        <w:rPr>
          <w:rtl/>
          <w:lang w:bidi="fa-IR"/>
        </w:rPr>
        <w:t xml:space="preserve"> که ما در برابر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و خدم و حشم او طاقت نخواه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آورد، ما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همگ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برو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نسبت به او ابراز اطاعت و وفادار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نما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تا خود و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نمان</w:t>
      </w:r>
      <w:r w:rsidRPr="00A95BC4">
        <w:rPr>
          <w:rtl/>
          <w:lang w:bidi="fa-IR"/>
        </w:rPr>
        <w:t xml:space="preserve"> را از هلاکت نجات 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ترت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و قومش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به راه افتادند.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گروه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اجنه را در مس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آنها گمارده بود تا اخبار آنها را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برسانند.</w:t>
      </w:r>
    </w:p>
    <w:p w:rsidR="00A95BC4" w:rsidRPr="00A95BC4" w:rsidRDefault="00A95BC4" w:rsidP="00B72C0E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نب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>، داستان تخت 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را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و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شگفت‌زده شده بود.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با خود اند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اگر به نحو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آمدن</w:t>
      </w:r>
      <w:r w:rsidR="00B72C0E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تخت او را نزد خود آورد، آنها با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معجزه به او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خواهند آورد و تسل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او خواهند شد.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رو، خطاب به اطراف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انش</w:t>
      </w:r>
      <w:r w:rsidRPr="00A95BC4">
        <w:rPr>
          <w:rtl/>
          <w:lang w:bidi="fa-IR"/>
        </w:rPr>
        <w:t xml:space="preserve"> گفت:</w:t>
      </w:r>
    </w:p>
    <w:p w:rsidR="00A95BC4" w:rsidRPr="00A95BC4" w:rsidRDefault="00B72C0E" w:rsidP="00A95BC4">
      <w:pPr>
        <w:pStyle w:val="libNormal"/>
        <w:rPr>
          <w:rtl/>
          <w:lang w:bidi="fa-IR"/>
        </w:rPr>
      </w:pPr>
      <w:r w:rsidRPr="00B72C0E">
        <w:rPr>
          <w:rStyle w:val="libAlaemChar"/>
          <w:rFonts w:hint="cs"/>
          <w:rtl/>
        </w:rPr>
        <w:t>(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Fonts w:hint="eastAsia"/>
          <w:rtl/>
        </w:rPr>
        <w:t>ا</w:t>
      </w:r>
      <w:r w:rsidR="00A95BC4" w:rsidRPr="00B72C0E">
        <w:rPr>
          <w:rStyle w:val="libAieChar"/>
          <w:rtl/>
        </w:rPr>
        <w:t xml:space="preserve"> ا</w:t>
      </w:r>
      <w:r w:rsidR="00A95BC4" w:rsidRPr="00B72C0E">
        <w:rPr>
          <w:rStyle w:val="libAieChar"/>
          <w:rFonts w:hint="cs"/>
          <w:rtl/>
        </w:rPr>
        <w:t>یُّ</w:t>
      </w:r>
      <w:r w:rsidR="00A95BC4" w:rsidRPr="00B72C0E">
        <w:rPr>
          <w:rStyle w:val="libAieChar"/>
          <w:rFonts w:hint="eastAsia"/>
          <w:rtl/>
        </w:rPr>
        <w:t>هَا</w:t>
      </w:r>
      <w:r w:rsidR="00A95BC4" w:rsidRPr="00B72C0E">
        <w:rPr>
          <w:rStyle w:val="libAieChar"/>
          <w:rtl/>
        </w:rPr>
        <w:t xml:space="preserve"> الْمَلَؤُا ا</w:t>
      </w:r>
      <w:r w:rsidR="00A95BC4" w:rsidRPr="00B72C0E">
        <w:rPr>
          <w:rStyle w:val="libAieChar"/>
          <w:rFonts w:hint="cs"/>
          <w:rtl/>
        </w:rPr>
        <w:t>یُّ</w:t>
      </w:r>
      <w:r w:rsidR="00A95BC4" w:rsidRPr="00B72C0E">
        <w:rPr>
          <w:rStyle w:val="libAieChar"/>
          <w:rFonts w:hint="eastAsia"/>
          <w:rtl/>
        </w:rPr>
        <w:t>کُمْ</w:t>
      </w:r>
      <w:r w:rsidR="00A95BC4" w:rsidRPr="00B72C0E">
        <w:rPr>
          <w:rStyle w:val="libAieChar"/>
          <w:rtl/>
        </w:rPr>
        <w:t xml:space="preserve"> </w:t>
      </w:r>
      <w:r w:rsidR="00A95BC4" w:rsidRPr="00B72C0E">
        <w:rPr>
          <w:rStyle w:val="libAieChar"/>
          <w:rFonts w:hint="cs"/>
          <w:rtl/>
        </w:rPr>
        <w:t>یَ</w:t>
      </w:r>
      <w:r w:rsidR="00A95BC4" w:rsidRPr="00B72C0E">
        <w:rPr>
          <w:rStyle w:val="libAieChar"/>
          <w:rFonts w:hint="eastAsia"/>
          <w:rtl/>
        </w:rPr>
        <w:t>أْتِ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Fonts w:hint="eastAsia"/>
          <w:rtl/>
        </w:rPr>
        <w:t>نِ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tl/>
        </w:rPr>
        <w:t xml:space="preserve"> بِعَرْشِها قَبْلَ انْ </w:t>
      </w:r>
      <w:r w:rsidR="00A95BC4" w:rsidRPr="00B72C0E">
        <w:rPr>
          <w:rStyle w:val="libAieChar"/>
          <w:rFonts w:hint="cs"/>
          <w:rtl/>
        </w:rPr>
        <w:t>یَ</w:t>
      </w:r>
      <w:r w:rsidR="00A95BC4" w:rsidRPr="00B72C0E">
        <w:rPr>
          <w:rStyle w:val="libAieChar"/>
          <w:rFonts w:hint="eastAsia"/>
          <w:rtl/>
        </w:rPr>
        <w:t>أْتُونِ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tl/>
        </w:rPr>
        <w:t xml:space="preserve"> مُسْلِمِ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Fonts w:hint="eastAsia"/>
          <w:rtl/>
        </w:rPr>
        <w:t>نَ</w:t>
      </w:r>
      <w:r w:rsidRPr="00B72C0E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(نمل: 38)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گروه! کدام‌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از شما تخت آن زن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آورد،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آنکه آنها خود را به من تسل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کنند.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نام او کوزن بود، گفت:</w:t>
      </w:r>
    </w:p>
    <w:p w:rsidR="00A95BC4" w:rsidRPr="00A95BC4" w:rsidRDefault="00B72C0E" w:rsidP="00A95BC4">
      <w:pPr>
        <w:pStyle w:val="libNormal"/>
        <w:rPr>
          <w:rtl/>
          <w:lang w:bidi="fa-IR"/>
        </w:rPr>
      </w:pPr>
      <w:r w:rsidRPr="00B72C0E">
        <w:rPr>
          <w:rStyle w:val="libAlaemChar"/>
          <w:rFonts w:hint="cs"/>
          <w:rtl/>
        </w:rPr>
        <w:t>(</w:t>
      </w:r>
      <w:r w:rsidR="00A95BC4" w:rsidRPr="00B72C0E">
        <w:rPr>
          <w:rStyle w:val="libAieChar"/>
          <w:rFonts w:hint="eastAsia"/>
          <w:rtl/>
        </w:rPr>
        <w:t>أنَا</w:t>
      </w:r>
      <w:r w:rsidR="00A95BC4" w:rsidRPr="00B72C0E">
        <w:rPr>
          <w:rStyle w:val="libAieChar"/>
          <w:rtl/>
        </w:rPr>
        <w:t xml:space="preserve"> آت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Fonts w:hint="eastAsia"/>
          <w:rtl/>
        </w:rPr>
        <w:t>کَ</w:t>
      </w:r>
      <w:r w:rsidR="00A95BC4" w:rsidRPr="00B72C0E">
        <w:rPr>
          <w:rStyle w:val="libAieChar"/>
          <w:rtl/>
        </w:rPr>
        <w:t xml:space="preserve"> بِه قَبلَ أن تَقومَ مِن مَقامِکَ وَإنّ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tl/>
        </w:rPr>
        <w:t xml:space="preserve"> عَلَ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Fonts w:hint="eastAsia"/>
          <w:rtl/>
        </w:rPr>
        <w:t>هِ</w:t>
      </w:r>
      <w:r w:rsidR="00A95BC4" w:rsidRPr="00B72C0E">
        <w:rPr>
          <w:rStyle w:val="libAieChar"/>
          <w:rtl/>
        </w:rPr>
        <w:t xml:space="preserve"> لَقَوِ</w:t>
      </w:r>
      <w:r w:rsidR="00A95BC4" w:rsidRPr="00B72C0E">
        <w:rPr>
          <w:rStyle w:val="libAieChar"/>
          <w:rFonts w:hint="cs"/>
          <w:rtl/>
        </w:rPr>
        <w:t>یٌّ</w:t>
      </w:r>
      <w:r w:rsidR="00A95BC4" w:rsidRPr="00B72C0E">
        <w:rPr>
          <w:rStyle w:val="libAieChar"/>
          <w:rtl/>
        </w:rPr>
        <w:t xml:space="preserve"> أم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Fonts w:hint="eastAsia"/>
          <w:rtl/>
        </w:rPr>
        <w:t>نٌ</w:t>
      </w:r>
      <w:r w:rsidRPr="00B72C0E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(نمل: 39)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من</w:t>
      </w:r>
      <w:r w:rsidRPr="00A95BC4">
        <w:rPr>
          <w:rtl/>
          <w:lang w:bidi="fa-IR"/>
        </w:rPr>
        <w:t xml:space="preserve"> آن را نزد تو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آورم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آنکه از جا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برخ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من نسبت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امر، توانا و 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نم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آن تخت در زمان کمتر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نزدش برسد، چرا که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</w:t>
      </w:r>
      <w:r w:rsidRPr="00A95BC4">
        <w:rPr>
          <w:rtl/>
          <w:lang w:bidi="fa-IR"/>
        </w:rPr>
        <w:t xml:space="preserve"> گفته بود من تخت او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آورم،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آنکه از جا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برخ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همه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دانستند</w:t>
      </w:r>
      <w:r w:rsidRPr="00A95BC4">
        <w:rPr>
          <w:rtl/>
          <w:lang w:bidi="fa-IR"/>
        </w:rPr>
        <w:t xml:space="preserve"> که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مان،</w:t>
      </w:r>
      <w:r w:rsidRPr="00A95BC4">
        <w:rPr>
          <w:rtl/>
          <w:lang w:bidi="fa-IR"/>
        </w:rPr>
        <w:t xml:space="preserve"> اول روز بر تخت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نشست</w:t>
      </w:r>
      <w:r w:rsidRPr="00A95BC4">
        <w:rPr>
          <w:rtl/>
          <w:lang w:bidi="fa-IR"/>
        </w:rPr>
        <w:t xml:space="preserve"> و هنگام غروب آفتاب برم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</w:t>
      </w:r>
      <w:r w:rsidR="00B72C0E">
        <w:rPr>
          <w:rFonts w:hint="cs"/>
          <w:rtl/>
          <w:lang w:bidi="fa-IR"/>
        </w:rPr>
        <w:t>و</w:t>
      </w:r>
      <w:r w:rsidRPr="00A95BC4">
        <w:rPr>
          <w:rFonts w:hint="eastAsia"/>
          <w:rtl/>
          <w:lang w:bidi="fa-IR"/>
        </w:rPr>
        <w:t>است</w:t>
      </w:r>
      <w:r w:rsidRPr="00A95BC4">
        <w:rPr>
          <w:rtl/>
          <w:lang w:bidi="fa-IR"/>
        </w:rPr>
        <w:t xml:space="preserve"> و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مدت به امور بن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اسرا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پرداخت</w:t>
      </w:r>
      <w:r w:rsidRPr="00A95BC4">
        <w:rPr>
          <w:rtl/>
          <w:lang w:bidi="fa-IR"/>
        </w:rPr>
        <w:t>.</w:t>
      </w:r>
    </w:p>
    <w:p w:rsidR="00A95BC4" w:rsidRPr="00A95BC4" w:rsidRDefault="00A95BC4" w:rsidP="00B72C0E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کوزن</w:t>
      </w:r>
      <w:r w:rsidRPr="00A95BC4">
        <w:rPr>
          <w:rtl/>
          <w:lang w:bidi="fa-IR"/>
        </w:rPr>
        <w:t xml:space="preserve"> گفت: «من بر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توانا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م»،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تخت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سنگ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بود و گفت: «ام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نم»،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جواهر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 بود. به هر حال،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وقت دراز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و من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خواهم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در</w:t>
      </w:r>
      <w:r w:rsidR="00B72C0E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کمتر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زمان ممکن انجام شود».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تخت را در کمتر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زمان ممکن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اورد</w:t>
      </w:r>
      <w:r w:rsidRPr="00A95BC4">
        <w:rPr>
          <w:rtl/>
          <w:lang w:bidi="fa-IR"/>
        </w:rPr>
        <w:t xml:space="preserve"> تا بتواند عظمت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خداوند به عنوان پادشاه به او عطا کرده است را به 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و اطراف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انش</w:t>
      </w:r>
      <w:r w:rsidRPr="00A95BC4">
        <w:rPr>
          <w:rtl/>
          <w:lang w:bidi="fa-IR"/>
        </w:rPr>
        <w:t xml:space="preserve"> ابراز کند و نشان دهد که سپاه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مسخر او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</w:t>
      </w:r>
      <w:r w:rsidRPr="00A95BC4">
        <w:rPr>
          <w:rtl/>
          <w:lang w:bidi="fa-IR"/>
        </w:rPr>
        <w:t xml:space="preserve"> که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کس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چه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و چه پس از او سپاه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نداشته</w:t>
      </w:r>
      <w:r w:rsidRPr="00A95BC4">
        <w:rPr>
          <w:rtl/>
          <w:lang w:bidi="fa-IR"/>
        </w:rPr>
        <w:t xml:space="preserve"> است. همچن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تا 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ن‌وس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له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و قومش برهان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نبوتش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اورد</w:t>
      </w:r>
      <w:r w:rsidRPr="00A95BC4">
        <w:rPr>
          <w:rtl/>
          <w:lang w:bidi="fa-IR"/>
        </w:rPr>
        <w:t xml:space="preserve"> و نشان دهد که او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تواند</w:t>
      </w:r>
      <w:r w:rsidRPr="00A95BC4">
        <w:rPr>
          <w:rtl/>
          <w:lang w:bidi="fa-IR"/>
        </w:rPr>
        <w:t xml:space="preserve"> آن تخت سنگ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را از مسافت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دور و در کمتر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زمان به نزد خود منتقل کند،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آنکه 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و قومش سربرسند.</w:t>
      </w:r>
    </w:p>
    <w:p w:rsidR="00A95BC4" w:rsidRPr="00A95BC4" w:rsidRDefault="00A95BC4" w:rsidP="00B72C0E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پس</w:t>
      </w:r>
      <w:r w:rsidRPr="00A95BC4">
        <w:rPr>
          <w:rtl/>
          <w:lang w:bidi="fa-IR"/>
        </w:rPr>
        <w:t xml:space="preserve"> از آن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و،</w:t>
      </w:r>
      <w:r w:rsidRPr="00A95BC4">
        <w:rPr>
          <w:rtl/>
          <w:lang w:bidi="fa-IR"/>
        </w:rPr>
        <w:t xml:space="preserve"> آصف بن برخ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اء</w:t>
      </w:r>
      <w:r w:rsidRPr="00A95BC4">
        <w:rPr>
          <w:rtl/>
          <w:lang w:bidi="fa-IR"/>
        </w:rPr>
        <w:t>- پسر دا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و وز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>- که اسم اعظم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</w:t>
      </w:r>
      <w:r w:rsidR="00B72C0E" w:rsidRPr="00B72C0E">
        <w:rPr>
          <w:rStyle w:val="libAlaemChar"/>
          <w:rFonts w:hint="cs"/>
          <w:rtl/>
        </w:rPr>
        <w:t>(</w:t>
      </w:r>
      <w:r w:rsidRPr="00B72C0E">
        <w:rPr>
          <w:rStyle w:val="libAieChar"/>
          <w:rtl/>
        </w:rPr>
        <w:t xml:space="preserve"> الَّذِ</w:t>
      </w:r>
      <w:r w:rsidRPr="00B72C0E">
        <w:rPr>
          <w:rStyle w:val="libAieChar"/>
          <w:rFonts w:hint="cs"/>
          <w:rtl/>
        </w:rPr>
        <w:t>ی</w:t>
      </w:r>
      <w:r w:rsidRPr="00B72C0E">
        <w:rPr>
          <w:rStyle w:val="libAieChar"/>
          <w:rtl/>
        </w:rPr>
        <w:t xml:space="preserve"> عِنْدَهُ عِلْمٌ مِنَ الْکِتابِ</w:t>
      </w:r>
      <w:r w:rsidR="00B72C0E" w:rsidRPr="00B72C0E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 xml:space="preserve"> «کس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نزد او دانش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کتاب بود» (نمل: 40) رو به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گفت:</w:t>
      </w:r>
      <w:r w:rsidR="00B72C0E" w:rsidRPr="00B72C0E">
        <w:rPr>
          <w:rStyle w:val="libAlaemChar"/>
          <w:rFonts w:hint="cs"/>
          <w:rtl/>
        </w:rPr>
        <w:t>(</w:t>
      </w:r>
      <w:r w:rsidRPr="00A95BC4">
        <w:rPr>
          <w:rtl/>
          <w:lang w:bidi="fa-IR"/>
        </w:rPr>
        <w:t xml:space="preserve"> </w:t>
      </w:r>
      <w:r w:rsidRPr="00B72C0E">
        <w:rPr>
          <w:rStyle w:val="libAieChar"/>
          <w:rtl/>
        </w:rPr>
        <w:t>ا نَا آتِ</w:t>
      </w:r>
      <w:r w:rsidRPr="00B72C0E">
        <w:rPr>
          <w:rStyle w:val="libAieChar"/>
          <w:rFonts w:hint="cs"/>
          <w:rtl/>
        </w:rPr>
        <w:t>ی</w:t>
      </w:r>
      <w:r w:rsidRPr="00B72C0E">
        <w:rPr>
          <w:rStyle w:val="libAieChar"/>
          <w:rFonts w:hint="eastAsia"/>
          <w:rtl/>
        </w:rPr>
        <w:t>کَ</w:t>
      </w:r>
      <w:r w:rsidRPr="00B72C0E">
        <w:rPr>
          <w:rStyle w:val="libAieChar"/>
          <w:rtl/>
        </w:rPr>
        <w:t xml:space="preserve"> بِهِ قَبْلَ انْ </w:t>
      </w:r>
      <w:r w:rsidRPr="00B72C0E">
        <w:rPr>
          <w:rStyle w:val="libAieChar"/>
          <w:rFonts w:hint="cs"/>
          <w:rtl/>
        </w:rPr>
        <w:t>یَ</w:t>
      </w:r>
      <w:r w:rsidRPr="00B72C0E">
        <w:rPr>
          <w:rStyle w:val="libAieChar"/>
          <w:rFonts w:hint="eastAsia"/>
          <w:rtl/>
        </w:rPr>
        <w:t>رْتَدَّ</w:t>
      </w:r>
      <w:r w:rsidRPr="00B72C0E">
        <w:rPr>
          <w:rStyle w:val="libAieChar"/>
          <w:rtl/>
        </w:rPr>
        <w:t xml:space="preserve"> إِلَ</w:t>
      </w:r>
      <w:r w:rsidRPr="00B72C0E">
        <w:rPr>
          <w:rStyle w:val="libAieChar"/>
          <w:rFonts w:hint="cs"/>
          <w:rtl/>
        </w:rPr>
        <w:t>یْ</w:t>
      </w:r>
      <w:r w:rsidRPr="00B72C0E">
        <w:rPr>
          <w:rStyle w:val="libAieChar"/>
          <w:rFonts w:hint="eastAsia"/>
          <w:rtl/>
        </w:rPr>
        <w:t>کَ</w:t>
      </w:r>
      <w:r w:rsidRPr="00B72C0E">
        <w:rPr>
          <w:rStyle w:val="libAieChar"/>
          <w:rtl/>
        </w:rPr>
        <w:t xml:space="preserve"> طَرْفُکَ</w:t>
      </w:r>
      <w:r w:rsidR="00B72C0E" w:rsidRPr="00B72C0E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 xml:space="preserve"> «من آن تخت را ب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آورم،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آنکه چشم بر هم زن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 xml:space="preserve"> (نمل: 40).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رفت</w:t>
      </w:r>
      <w:r w:rsidRPr="00A95BC4">
        <w:rPr>
          <w:rtl/>
          <w:lang w:bidi="fa-IR"/>
        </w:rPr>
        <w:t xml:space="preserve"> و گفت: «ب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اور»</w:t>
      </w:r>
      <w:r w:rsidRPr="00A95BC4">
        <w:rPr>
          <w:rtl/>
          <w:lang w:bidi="fa-IR"/>
        </w:rPr>
        <w:t>. آصف برخ</w:t>
      </w:r>
      <w:r w:rsidR="00B72C0E">
        <w:rPr>
          <w:rFonts w:hint="cs"/>
          <w:rtl/>
          <w:lang w:bidi="fa-IR"/>
        </w:rPr>
        <w:t>و</w:t>
      </w:r>
      <w:r w:rsidRPr="00A95BC4">
        <w:rPr>
          <w:rtl/>
          <w:lang w:bidi="fa-IR"/>
        </w:rPr>
        <w:t>است، وضو گرفت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ن‌گونه</w:t>
      </w:r>
      <w:r w:rsidRPr="00A95BC4">
        <w:rPr>
          <w:rtl/>
          <w:lang w:bidi="fa-IR"/>
        </w:rPr>
        <w:t xml:space="preserve"> دعا کرد:</w:t>
      </w:r>
    </w:p>
    <w:p w:rsidR="00A95BC4" w:rsidRPr="00A95BC4" w:rsidRDefault="00B72C0E" w:rsidP="00A95BC4">
      <w:pPr>
        <w:pStyle w:val="libNormal"/>
        <w:rPr>
          <w:rtl/>
          <w:lang w:bidi="fa-IR"/>
        </w:rPr>
      </w:pPr>
      <w:r w:rsidRPr="00B72C0E">
        <w:rPr>
          <w:rStyle w:val="libAlaemChar"/>
          <w:rFonts w:hint="cs"/>
          <w:rtl/>
        </w:rPr>
        <w:t>(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Fonts w:hint="eastAsia"/>
          <w:rtl/>
        </w:rPr>
        <w:t>ا</w:t>
      </w:r>
      <w:r w:rsidR="00A95BC4" w:rsidRPr="00B72C0E">
        <w:rPr>
          <w:rStyle w:val="libAieChar"/>
          <w:rtl/>
        </w:rPr>
        <w:t xml:space="preserve"> إلهَنا وَ إلهَ کُلّ شَ</w:t>
      </w:r>
      <w:r w:rsidR="00A95BC4" w:rsidRPr="00B72C0E">
        <w:rPr>
          <w:rStyle w:val="libAieChar"/>
          <w:rFonts w:hint="cs"/>
          <w:rtl/>
        </w:rPr>
        <w:t>یْ‌</w:t>
      </w:r>
      <w:r w:rsidR="00A95BC4" w:rsidRPr="00B72C0E">
        <w:rPr>
          <w:rStyle w:val="libAieChar"/>
          <w:rFonts w:hint="eastAsia"/>
          <w:rtl/>
        </w:rPr>
        <w:t>ء</w:t>
      </w:r>
      <w:r w:rsidR="00A95BC4" w:rsidRPr="00B72C0E">
        <w:rPr>
          <w:rStyle w:val="libAieChar"/>
          <w:rtl/>
        </w:rPr>
        <w:t xml:space="preserve"> إلهاً واحِداً لا إله إلّا أنْتَ إ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Fonts w:hint="eastAsia"/>
          <w:rtl/>
        </w:rPr>
        <w:t>تِنِ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tl/>
        </w:rPr>
        <w:t xml:space="preserve"> بِعَرْشِها 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Fonts w:hint="eastAsia"/>
          <w:rtl/>
        </w:rPr>
        <w:t>ا</w:t>
      </w:r>
      <w:r w:rsidR="00A95BC4" w:rsidRPr="00B72C0E">
        <w:rPr>
          <w:rStyle w:val="libAieChar"/>
          <w:rtl/>
        </w:rPr>
        <w:t xml:space="preserve"> ذَا الْجَلالِ وَ الإکْرامِ</w:t>
      </w:r>
      <w:r w:rsidR="00A95BC4" w:rsidRPr="00A95BC4">
        <w:rPr>
          <w:rtl/>
          <w:lang w:bidi="fa-IR"/>
        </w:rPr>
        <w:t>.</w:t>
      </w:r>
      <w:r w:rsidRPr="00B72C0E">
        <w:rPr>
          <w:rStyle w:val="libAlaemChar"/>
          <w:rFonts w:hint="cs"/>
          <w:rtl/>
        </w:rPr>
        <w:t>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 و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همه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زها،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کتا</w:t>
      </w:r>
      <w:r w:rsidRPr="00A95BC4">
        <w:rPr>
          <w:rtl/>
          <w:lang w:bidi="fa-IR"/>
        </w:rPr>
        <w:t xml:space="preserve"> که جز تو خدا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ست،</w:t>
      </w:r>
      <w:r w:rsidRPr="00A95BC4">
        <w:rPr>
          <w:rtl/>
          <w:lang w:bidi="fa-IR"/>
        </w:rPr>
        <w:t xml:space="preserve"> تخت را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صاحب جلال و کرامت.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درنگ</w:t>
      </w:r>
      <w:r w:rsidRPr="00A95BC4">
        <w:rPr>
          <w:rtl/>
          <w:lang w:bidi="fa-IR"/>
        </w:rPr>
        <w:t xml:space="preserve"> تخت نزد آنها جا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گرفت.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آن را نگر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که در نزد او جا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گرفته است، گفت:</w:t>
      </w:r>
    </w:p>
    <w:p w:rsidR="00A95BC4" w:rsidRPr="00A95BC4" w:rsidRDefault="00B72C0E" w:rsidP="00A95BC4">
      <w:pPr>
        <w:pStyle w:val="libNormal"/>
        <w:rPr>
          <w:rtl/>
          <w:lang w:bidi="fa-IR"/>
        </w:rPr>
      </w:pPr>
      <w:r w:rsidRPr="00B72C0E">
        <w:rPr>
          <w:rStyle w:val="libAlaemChar"/>
          <w:rFonts w:hint="cs"/>
          <w:rtl/>
        </w:rPr>
        <w:t>(</w:t>
      </w:r>
      <w:r w:rsidR="00A95BC4" w:rsidRPr="00B72C0E">
        <w:rPr>
          <w:rStyle w:val="libAieChar"/>
          <w:rFonts w:hint="eastAsia"/>
          <w:rtl/>
        </w:rPr>
        <w:t>هذا</w:t>
      </w:r>
      <w:r w:rsidR="00A95BC4" w:rsidRPr="00B72C0E">
        <w:rPr>
          <w:rStyle w:val="libAieChar"/>
          <w:rtl/>
        </w:rPr>
        <w:t xml:space="preserve"> مِنْ فَضْلِ رَبِّ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tl/>
        </w:rPr>
        <w:t xml:space="preserve"> لِ</w:t>
      </w:r>
      <w:r w:rsidR="00A95BC4" w:rsidRPr="00B72C0E">
        <w:rPr>
          <w:rStyle w:val="libAieChar"/>
          <w:rFonts w:hint="cs"/>
          <w:rtl/>
        </w:rPr>
        <w:t>یَ</w:t>
      </w:r>
      <w:r w:rsidR="00A95BC4" w:rsidRPr="00B72C0E">
        <w:rPr>
          <w:rStyle w:val="libAieChar"/>
          <w:rFonts w:hint="eastAsia"/>
          <w:rtl/>
        </w:rPr>
        <w:t>بْلُوَنِ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tl/>
        </w:rPr>
        <w:t xml:space="preserve"> ا اشْکُرُ امْ اکْفُرُ وَ مَنْ شَکَرَ فَإِنَّما </w:t>
      </w:r>
      <w:r w:rsidR="00A95BC4" w:rsidRPr="00B72C0E">
        <w:rPr>
          <w:rStyle w:val="libAieChar"/>
          <w:rFonts w:hint="cs"/>
          <w:rtl/>
        </w:rPr>
        <w:t>یَ</w:t>
      </w:r>
      <w:r w:rsidR="00A95BC4" w:rsidRPr="00B72C0E">
        <w:rPr>
          <w:rStyle w:val="libAieChar"/>
          <w:rFonts w:hint="eastAsia"/>
          <w:rtl/>
        </w:rPr>
        <w:t>شْکُرُ</w:t>
      </w:r>
      <w:r w:rsidR="00A95BC4" w:rsidRPr="00B72C0E">
        <w:rPr>
          <w:rStyle w:val="libAieChar"/>
          <w:rtl/>
        </w:rPr>
        <w:t xml:space="preserve"> لِنَفْسِهِ وَ مَنْ کَفَرَ فَإِنَّ رَبِّ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tl/>
        </w:rPr>
        <w:t xml:space="preserve"> غَنِ</w:t>
      </w:r>
      <w:r w:rsidR="00A95BC4" w:rsidRPr="00B72C0E">
        <w:rPr>
          <w:rStyle w:val="libAieChar"/>
          <w:rFonts w:hint="cs"/>
          <w:rtl/>
        </w:rPr>
        <w:t>یٌّ</w:t>
      </w:r>
      <w:r w:rsidR="00A95BC4" w:rsidRPr="00B72C0E">
        <w:rPr>
          <w:rStyle w:val="libAieChar"/>
          <w:rtl/>
        </w:rPr>
        <w:t xml:space="preserve"> کَرِ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Fonts w:hint="eastAsia"/>
          <w:rtl/>
        </w:rPr>
        <w:t>مٌ</w:t>
      </w:r>
      <w:r w:rsidRPr="00B72C0E">
        <w:rPr>
          <w:rStyle w:val="libAlaemChar"/>
          <w:rFonts w:hint="cs"/>
          <w:rtl/>
        </w:rPr>
        <w:t>)</w:t>
      </w:r>
      <w:r>
        <w:rPr>
          <w:rFonts w:hint="cs"/>
          <w:rtl/>
          <w:lang w:bidi="fa-IR"/>
        </w:rPr>
        <w:t>(</w:t>
      </w:r>
      <w:r w:rsidR="00A95BC4" w:rsidRPr="00A95BC4">
        <w:rPr>
          <w:rtl/>
          <w:lang w:bidi="fa-IR"/>
        </w:rPr>
        <w:t xml:space="preserve"> (نمل: 40)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از فضل پروردگارم است تا مرا آزما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کند که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شکر او را به جا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آورم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ناسپاس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کنم؟</w:t>
      </w:r>
      <w:r w:rsidRPr="00A95BC4">
        <w:rPr>
          <w:rtl/>
          <w:lang w:bidi="fa-IR"/>
        </w:rPr>
        <w:t xml:space="preserve"> و هر کس شکر کند به نفع خود شکر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 xml:space="preserve"> و هر کس کفران نما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[به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خو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نموده است، که] پروردگار من غن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است.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چون تخت را 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متوجه شد که هر چه درباره آن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ده،</w:t>
      </w:r>
      <w:r w:rsidRPr="00A95BC4">
        <w:rPr>
          <w:rtl/>
          <w:lang w:bidi="fa-IR"/>
        </w:rPr>
        <w:t xml:space="preserve"> درست بوده است.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گفت:</w:t>
      </w:r>
    </w:p>
    <w:p w:rsidR="00A95BC4" w:rsidRPr="00A95BC4" w:rsidRDefault="00B72C0E" w:rsidP="00A95BC4">
      <w:pPr>
        <w:pStyle w:val="libNormal"/>
        <w:rPr>
          <w:rtl/>
          <w:lang w:bidi="fa-IR"/>
        </w:rPr>
      </w:pPr>
      <w:r w:rsidRPr="00B72C0E">
        <w:rPr>
          <w:rStyle w:val="libAlaemChar"/>
          <w:rFonts w:hint="cs"/>
          <w:rtl/>
        </w:rPr>
        <w:t>(</w:t>
      </w:r>
      <w:r w:rsidR="00A95BC4" w:rsidRPr="00B72C0E">
        <w:rPr>
          <w:rStyle w:val="libAieChar"/>
          <w:rFonts w:hint="eastAsia"/>
          <w:rtl/>
        </w:rPr>
        <w:t>نَکِّرُوا</w:t>
      </w:r>
      <w:r w:rsidR="00A95BC4" w:rsidRPr="00B72C0E">
        <w:rPr>
          <w:rStyle w:val="libAieChar"/>
          <w:rtl/>
        </w:rPr>
        <w:t xml:space="preserve"> لَها عَرْشَها نَنْظُرْ ا تَهْتَدِ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tl/>
        </w:rPr>
        <w:t xml:space="preserve"> أَمْ تَکُونُ مِنَ الَّذِ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Fonts w:hint="eastAsia"/>
          <w:rtl/>
        </w:rPr>
        <w:t>نَ</w:t>
      </w:r>
      <w:r w:rsidR="00A95BC4" w:rsidRPr="00B72C0E">
        <w:rPr>
          <w:rStyle w:val="libAieChar"/>
          <w:rtl/>
        </w:rPr>
        <w:t xml:space="preserve"> لا </w:t>
      </w:r>
      <w:r w:rsidR="00A95BC4" w:rsidRPr="00B72C0E">
        <w:rPr>
          <w:rStyle w:val="libAieChar"/>
          <w:rFonts w:hint="cs"/>
          <w:rtl/>
        </w:rPr>
        <w:t>یَ</w:t>
      </w:r>
      <w:r w:rsidR="00A95BC4" w:rsidRPr="00B72C0E">
        <w:rPr>
          <w:rStyle w:val="libAieChar"/>
          <w:rFonts w:hint="eastAsia"/>
          <w:rtl/>
        </w:rPr>
        <w:t>هْتَدُونَ</w:t>
      </w:r>
      <w:r w:rsidRPr="00B72C0E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(نمل: 41)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تخت</w:t>
      </w:r>
      <w:r w:rsidRPr="00A95BC4">
        <w:rPr>
          <w:rtl/>
          <w:lang w:bidi="fa-IR"/>
        </w:rPr>
        <w:t xml:space="preserve"> او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ناشناس ساز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تا بب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متوجه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شود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از کسان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که هدا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شوند؟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آمد، به او گفته شد:</w:t>
      </w:r>
    </w:p>
    <w:p w:rsidR="00A95BC4" w:rsidRPr="00A95BC4" w:rsidRDefault="00B72C0E" w:rsidP="00A95BC4">
      <w:pPr>
        <w:pStyle w:val="libNormal"/>
        <w:rPr>
          <w:rtl/>
          <w:lang w:bidi="fa-IR"/>
        </w:rPr>
      </w:pPr>
      <w:r w:rsidRPr="00B72C0E">
        <w:rPr>
          <w:rStyle w:val="libAlaemChar"/>
          <w:rFonts w:hint="cs"/>
          <w:rtl/>
        </w:rPr>
        <w:t>(</w:t>
      </w:r>
      <w:r w:rsidR="00A95BC4" w:rsidRPr="00B72C0E">
        <w:rPr>
          <w:rStyle w:val="libAieChar"/>
          <w:rFonts w:hint="eastAsia"/>
          <w:rtl/>
        </w:rPr>
        <w:t>ا</w:t>
      </w:r>
      <w:r w:rsidR="00A95BC4" w:rsidRPr="00B72C0E">
        <w:rPr>
          <w:rStyle w:val="libAieChar"/>
          <w:rtl/>
        </w:rPr>
        <w:t xml:space="preserve"> هکَذا عَرْشُکِ قالَتْ کَأَنَّهُ هُوَ وَ اوتِ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Fonts w:hint="eastAsia"/>
          <w:rtl/>
        </w:rPr>
        <w:t>نَا</w:t>
      </w:r>
      <w:r w:rsidR="00A95BC4" w:rsidRPr="00B72C0E">
        <w:rPr>
          <w:rStyle w:val="libAieChar"/>
          <w:rtl/>
        </w:rPr>
        <w:t xml:space="preserve"> الْعِلْمَ مِنْ قَبْلِها وَ کُنَّا مُسْلِمِ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Fonts w:hint="eastAsia"/>
          <w:rtl/>
        </w:rPr>
        <w:t>نَ</w:t>
      </w:r>
      <w:r w:rsidR="00A95BC4" w:rsidRPr="00B72C0E">
        <w:rPr>
          <w:rStyle w:val="libAieChar"/>
          <w:rtl/>
        </w:rPr>
        <w:t>* وَ صَدَّها ما کانَتْ تَعْبُدُ مِنْ دُونِ اللهِ إِنَّها کانَتْ مِنْ قَوْمٍ کافِرِ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Fonts w:hint="eastAsia"/>
          <w:rtl/>
        </w:rPr>
        <w:t>نَ</w:t>
      </w:r>
      <w:r w:rsidRPr="00B72C0E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(نمل: 42- 43)</w:t>
      </w:r>
    </w:p>
    <w:p w:rsidR="00A95BC4" w:rsidRPr="00A95BC4" w:rsidRDefault="00A95BC4" w:rsidP="00B72C0E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تخت تو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ن‌گونه</w:t>
      </w:r>
      <w:r w:rsidRPr="00A95BC4">
        <w:rPr>
          <w:rtl/>
          <w:lang w:bidi="fa-IR"/>
        </w:rPr>
        <w:t xml:space="preserve"> است؟ گفت: 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خود آن است! و ما</w:t>
      </w:r>
      <w:r w:rsidR="00B72C0E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هم آگاه بود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اسلام آورده بود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او را آنچه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از خدا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پرست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بازداشت، که او [ملکه سبا] از قوم کافران بود.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سپس</w:t>
      </w:r>
      <w:r w:rsidRPr="00A95BC4">
        <w:rPr>
          <w:rtl/>
          <w:lang w:bidi="fa-IR"/>
        </w:rPr>
        <w:t xml:space="preserve">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به 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گفت: «به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قصر داخل شو».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دستور داده بود تا آن قصر بزرگ را با آبگ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بسازند و در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آن، آب جار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کنند، </w:t>
      </w:r>
      <w:r w:rsidRPr="00A95BC4">
        <w:rPr>
          <w:rtl/>
          <w:lang w:bidi="fa-IR"/>
        </w:rPr>
        <w:lastRenderedPageBreak/>
        <w:t>طور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که</w:t>
      </w:r>
      <w:r w:rsidRPr="00A95BC4">
        <w:rPr>
          <w:rtl/>
          <w:lang w:bidi="fa-IR"/>
        </w:rPr>
        <w:t xml:space="preserve">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گمان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آب است و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از داخل آب رد شود. 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دچار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اشتباه شد.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داخل قصر شد پند</w:t>
      </w:r>
      <w:r w:rsidRPr="00A95BC4">
        <w:rPr>
          <w:rFonts w:hint="eastAsia"/>
          <w:rtl/>
          <w:lang w:bidi="fa-IR"/>
        </w:rPr>
        <w:t>اشت</w:t>
      </w:r>
      <w:r w:rsidRPr="00A95BC4">
        <w:rPr>
          <w:rtl/>
          <w:lang w:bidi="fa-IR"/>
        </w:rPr>
        <w:t xml:space="preserve"> که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داخل آب شود، پا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لباسش را بالا زد تا 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نشود.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به او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کاخ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لغزنده و ساخته شده از بلور».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همچن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گفته‌اند که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قصد داشت حشمت خود را به 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نشان دهد، تا او در برابر امر خدا تسل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شود و بداند که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خداست و به او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آورد، توبه کند و مانند اسلاف کافرش، خورش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را نپرستد و تنها عبادت خداوند را به جا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آورد.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بر کسان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خدا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پرست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</w:t>
      </w:r>
      <w:r w:rsidRPr="00A95BC4">
        <w:rPr>
          <w:rtl/>
          <w:lang w:bidi="fa-IR"/>
        </w:rPr>
        <w:t xml:space="preserve"> درود فرستاد و 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را سرزنش کرد که چرا خورش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پرستد</w:t>
      </w:r>
      <w:r w:rsidRPr="00A95BC4">
        <w:rPr>
          <w:rtl/>
          <w:lang w:bidi="fa-IR"/>
        </w:rPr>
        <w:t xml:space="preserve"> و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جز خدا را بندگ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>. سپس به او گفت: «به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</w:t>
      </w:r>
      <w:r w:rsidRPr="00A95BC4">
        <w:rPr>
          <w:rtl/>
          <w:lang w:bidi="fa-IR"/>
        </w:rPr>
        <w:t xml:space="preserve"> تا رستگار شو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>. 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گفت:</w:t>
      </w:r>
    </w:p>
    <w:p w:rsidR="00A95BC4" w:rsidRPr="00A95BC4" w:rsidRDefault="00B72C0E" w:rsidP="00A95BC4">
      <w:pPr>
        <w:pStyle w:val="libNormal"/>
        <w:rPr>
          <w:rtl/>
          <w:lang w:bidi="fa-IR"/>
        </w:rPr>
      </w:pPr>
      <w:r w:rsidRPr="00B72C0E">
        <w:rPr>
          <w:rStyle w:val="libAlaemChar"/>
          <w:rFonts w:hint="cs"/>
          <w:rtl/>
        </w:rPr>
        <w:t>(</w:t>
      </w:r>
      <w:r w:rsidR="00A95BC4" w:rsidRPr="00B72C0E">
        <w:rPr>
          <w:rStyle w:val="libAieChar"/>
          <w:rFonts w:hint="eastAsia"/>
          <w:rtl/>
        </w:rPr>
        <w:t>رَبِّ</w:t>
      </w:r>
      <w:r w:rsidR="00A95BC4" w:rsidRPr="00B72C0E">
        <w:rPr>
          <w:rStyle w:val="libAieChar"/>
          <w:rtl/>
        </w:rPr>
        <w:t xml:space="preserve"> انِّ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tl/>
        </w:rPr>
        <w:t xml:space="preserve"> ظَلَمتُ نَفسِ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tl/>
        </w:rPr>
        <w:t xml:space="preserve"> وَ أسلَمتُ مَعَ سُلَ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Fonts w:hint="eastAsia"/>
          <w:rtl/>
        </w:rPr>
        <w:t>مانَ</w:t>
      </w:r>
      <w:r w:rsidR="00A95BC4" w:rsidRPr="00B72C0E">
        <w:rPr>
          <w:rStyle w:val="libAieChar"/>
          <w:rtl/>
        </w:rPr>
        <w:t xml:space="preserve"> لِلّهِ رَبِ</w:t>
      </w:r>
      <w:r w:rsidRPr="00B72C0E">
        <w:rPr>
          <w:rStyle w:val="libAieChar"/>
          <w:rFonts w:hint="eastAsia"/>
          <w:rtl/>
        </w:rPr>
        <w:t xml:space="preserve"> العالَم</w:t>
      </w:r>
      <w:r w:rsidRPr="00B72C0E">
        <w:rPr>
          <w:rStyle w:val="libAieChar"/>
          <w:rFonts w:hint="cs"/>
          <w:rtl/>
        </w:rPr>
        <w:t>ی</w:t>
      </w:r>
      <w:r w:rsidRPr="00B72C0E">
        <w:rPr>
          <w:rStyle w:val="libAieChar"/>
          <w:rFonts w:hint="eastAsia"/>
          <w:rtl/>
        </w:rPr>
        <w:t>نَ</w:t>
      </w:r>
      <w:r w:rsidRPr="00B72C0E">
        <w:rPr>
          <w:rStyle w:val="libAlaemChar"/>
          <w:rFonts w:hint="cs"/>
          <w:rtl/>
        </w:rPr>
        <w:t>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tl/>
          <w:lang w:bidi="fa-IR"/>
        </w:rPr>
        <w:t xml:space="preserve"> (نمل: 44)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پروردگارا</w:t>
      </w:r>
      <w:r w:rsidRPr="00A95BC4">
        <w:rPr>
          <w:rtl/>
          <w:lang w:bidi="fa-IR"/>
        </w:rPr>
        <w:t>! همانا من ستم کردم به خودم،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</w:t>
      </w:r>
      <w:r w:rsidRPr="00A95BC4">
        <w:rPr>
          <w:rtl/>
          <w:lang w:bidi="fa-IR"/>
        </w:rPr>
        <w:t xml:space="preserve"> با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تسل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خداوند و پروردگار جهان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شوم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پس</w:t>
      </w:r>
      <w:r w:rsidRPr="00A95BC4">
        <w:rPr>
          <w:rtl/>
          <w:lang w:bidi="fa-IR"/>
        </w:rPr>
        <w:t xml:space="preserve"> از آنکه بلق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به خداوند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آورد،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نب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با او ازدواج کرد و او را دوباره بر سبا مستقر ساخت و ماه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ک‌بار</w:t>
      </w:r>
      <w:r w:rsidRPr="00A95BC4">
        <w:rPr>
          <w:rtl/>
          <w:lang w:bidi="fa-IR"/>
        </w:rPr>
        <w:t xml:space="preserve"> به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دار</w:t>
      </w:r>
      <w:r w:rsidRPr="00A95BC4">
        <w:rPr>
          <w:rtl/>
          <w:lang w:bidi="fa-IR"/>
        </w:rPr>
        <w:t xml:space="preserve"> او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رفت</w:t>
      </w:r>
      <w:r w:rsidRPr="00A95BC4">
        <w:rPr>
          <w:rtl/>
          <w:lang w:bidi="fa-IR"/>
        </w:rPr>
        <w:t xml:space="preserve"> و سه روز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ماند</w:t>
      </w:r>
      <w:r w:rsidRPr="00A95BC4">
        <w:rPr>
          <w:rtl/>
          <w:lang w:bidi="fa-IR"/>
        </w:rPr>
        <w:t>.</w:t>
      </w:r>
    </w:p>
    <w:p w:rsidR="00A95BC4" w:rsidRPr="00A95BC4" w:rsidRDefault="00B72C0E" w:rsidP="00B72C0E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8" w:name="_Toc504390377"/>
      <w:bookmarkStart w:id="39" w:name="_Toc504390468"/>
      <w:r w:rsidR="00A95BC4" w:rsidRPr="00A95BC4">
        <w:rPr>
          <w:rFonts w:hint="eastAsia"/>
          <w:rtl/>
          <w:lang w:bidi="fa-IR"/>
        </w:rPr>
        <w:lastRenderedPageBreak/>
        <w:t>خوله،</w:t>
      </w:r>
      <w:r w:rsidR="00A95BC4" w:rsidRPr="00A95BC4">
        <w:rPr>
          <w:rtl/>
          <w:lang w:bidi="fa-IR"/>
        </w:rPr>
        <w:t xml:space="preserve"> دختر ثعلبه‌</w:t>
      </w:r>
      <w:bookmarkEnd w:id="38"/>
      <w:bookmarkEnd w:id="39"/>
    </w:p>
    <w:p w:rsidR="00A95BC4" w:rsidRPr="00A95BC4" w:rsidRDefault="00A95BC4" w:rsidP="00B72C0E">
      <w:pPr>
        <w:pStyle w:val="libBold1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اشاره</w:t>
      </w:r>
    </w:p>
    <w:p w:rsidR="00A95BC4" w:rsidRPr="00A95BC4" w:rsidRDefault="00B72C0E" w:rsidP="00A95BC4">
      <w:pPr>
        <w:pStyle w:val="libNormal"/>
        <w:rPr>
          <w:rtl/>
          <w:lang w:bidi="fa-IR"/>
        </w:rPr>
      </w:pPr>
      <w:r w:rsidRPr="00B72C0E">
        <w:rPr>
          <w:rStyle w:val="libAlaemChar"/>
          <w:rFonts w:hint="cs"/>
          <w:rtl/>
        </w:rPr>
        <w:t>(</w:t>
      </w:r>
      <w:r w:rsidR="00A95BC4" w:rsidRPr="00B72C0E">
        <w:rPr>
          <w:rStyle w:val="libAieChar"/>
          <w:rFonts w:hint="eastAsia"/>
          <w:rtl/>
        </w:rPr>
        <w:t>قَدْ</w:t>
      </w:r>
      <w:r w:rsidR="00A95BC4" w:rsidRPr="00B72C0E">
        <w:rPr>
          <w:rStyle w:val="libAieChar"/>
          <w:rtl/>
        </w:rPr>
        <w:t xml:space="preserve"> سَمِعَ اللهُ قَوْلَ الَّتِ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tl/>
        </w:rPr>
        <w:t xml:space="preserve"> تُجادِلُکَ فِ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tl/>
        </w:rPr>
        <w:t xml:space="preserve"> زَوْجِها وَ تَشْتَکِ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tl/>
        </w:rPr>
        <w:t xml:space="preserve"> إِلَ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tl/>
        </w:rPr>
        <w:t xml:space="preserve"> اللهِ وَ اللهُ </w:t>
      </w:r>
      <w:r w:rsidR="00A95BC4" w:rsidRPr="00B72C0E">
        <w:rPr>
          <w:rStyle w:val="libAieChar"/>
          <w:rFonts w:hint="cs"/>
          <w:rtl/>
        </w:rPr>
        <w:t>یَ</w:t>
      </w:r>
      <w:r w:rsidR="00A95BC4" w:rsidRPr="00B72C0E">
        <w:rPr>
          <w:rStyle w:val="libAieChar"/>
          <w:rFonts w:hint="eastAsia"/>
          <w:rtl/>
        </w:rPr>
        <w:t>سْمَعُ</w:t>
      </w:r>
      <w:r w:rsidR="00A95BC4" w:rsidRPr="00B72C0E">
        <w:rPr>
          <w:rStyle w:val="libAieChar"/>
          <w:rtl/>
        </w:rPr>
        <w:t xml:space="preserve"> تَحاوُرَکُما إِنَّ اللهَ سَمِ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Fonts w:hint="eastAsia"/>
          <w:rtl/>
        </w:rPr>
        <w:t>عٌ</w:t>
      </w:r>
      <w:r w:rsidR="00A95BC4" w:rsidRPr="00B72C0E">
        <w:rPr>
          <w:rStyle w:val="libAieChar"/>
          <w:rtl/>
        </w:rPr>
        <w:t xml:space="preserve"> بَصِ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Fonts w:hint="eastAsia"/>
          <w:rtl/>
        </w:rPr>
        <w:t>رٌ</w:t>
      </w:r>
      <w:r w:rsidR="00A95BC4" w:rsidRPr="00B72C0E">
        <w:rPr>
          <w:rStyle w:val="libAieChar"/>
          <w:rtl/>
        </w:rPr>
        <w:t>* الَّذِ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Fonts w:hint="eastAsia"/>
          <w:rtl/>
        </w:rPr>
        <w:t>نَ</w:t>
      </w:r>
      <w:r w:rsidR="00A95BC4" w:rsidRPr="00B72C0E">
        <w:rPr>
          <w:rStyle w:val="libAieChar"/>
          <w:rtl/>
        </w:rPr>
        <w:t xml:space="preserve"> </w:t>
      </w:r>
      <w:r w:rsidR="00A95BC4" w:rsidRPr="00B72C0E">
        <w:rPr>
          <w:rStyle w:val="libAieChar"/>
          <w:rFonts w:hint="cs"/>
          <w:rtl/>
        </w:rPr>
        <w:t>یُ</w:t>
      </w:r>
      <w:r w:rsidR="00A95BC4" w:rsidRPr="00B72C0E">
        <w:rPr>
          <w:rStyle w:val="libAieChar"/>
          <w:rFonts w:hint="eastAsia"/>
          <w:rtl/>
        </w:rPr>
        <w:t>ظاهِرُونَ</w:t>
      </w:r>
      <w:r w:rsidR="00A95BC4" w:rsidRPr="00B72C0E">
        <w:rPr>
          <w:rStyle w:val="libAieChar"/>
          <w:rtl/>
        </w:rPr>
        <w:t xml:space="preserve"> مِنْکُمْ مِنْ نِسائِهِمْ ما هُنَّ أُمَّهاتِهِمْ إِنْ أُمَّهاتُهُمْ إِلَّا اللَّائِ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tl/>
        </w:rPr>
        <w:t xml:space="preserve"> وَلَدْنَ</w:t>
      </w:r>
      <w:r w:rsidR="00A95BC4" w:rsidRPr="00B72C0E">
        <w:rPr>
          <w:rStyle w:val="libAieChar"/>
          <w:rFonts w:hint="eastAsia"/>
          <w:rtl/>
        </w:rPr>
        <w:t>هُمْ</w:t>
      </w:r>
      <w:r w:rsidR="00A95BC4" w:rsidRPr="00B72C0E">
        <w:rPr>
          <w:rStyle w:val="libAieChar"/>
          <w:rtl/>
        </w:rPr>
        <w:t xml:space="preserve"> وَ إِنَّهُمْ لَ</w:t>
      </w:r>
      <w:r w:rsidR="00A95BC4" w:rsidRPr="00B72C0E">
        <w:rPr>
          <w:rStyle w:val="libAieChar"/>
          <w:rFonts w:hint="cs"/>
          <w:rtl/>
        </w:rPr>
        <w:t>یَ</w:t>
      </w:r>
      <w:r w:rsidR="00A95BC4" w:rsidRPr="00B72C0E">
        <w:rPr>
          <w:rStyle w:val="libAieChar"/>
          <w:rFonts w:hint="eastAsia"/>
          <w:rtl/>
        </w:rPr>
        <w:t>قُولُونَ</w:t>
      </w:r>
      <w:r w:rsidR="00A95BC4" w:rsidRPr="00B72C0E">
        <w:rPr>
          <w:rStyle w:val="libAieChar"/>
          <w:rtl/>
        </w:rPr>
        <w:t xml:space="preserve"> مُنْکَراً مِنَ الْقَوْلِ وَ زُوراً وَ إِنَّ اللهَ لَعَفُوٌّ غَفُورٌ* وَ الَّذِ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Fonts w:hint="eastAsia"/>
          <w:rtl/>
        </w:rPr>
        <w:t>نَ</w:t>
      </w:r>
      <w:r w:rsidR="00A95BC4" w:rsidRPr="00B72C0E">
        <w:rPr>
          <w:rStyle w:val="libAieChar"/>
          <w:rtl/>
        </w:rPr>
        <w:t xml:space="preserve"> </w:t>
      </w:r>
      <w:r w:rsidR="00A95BC4" w:rsidRPr="00B72C0E">
        <w:rPr>
          <w:rStyle w:val="libAieChar"/>
          <w:rFonts w:hint="cs"/>
          <w:rtl/>
        </w:rPr>
        <w:t>یُ</w:t>
      </w:r>
      <w:r w:rsidR="00A95BC4" w:rsidRPr="00B72C0E">
        <w:rPr>
          <w:rStyle w:val="libAieChar"/>
          <w:rFonts w:hint="eastAsia"/>
          <w:rtl/>
        </w:rPr>
        <w:t>ظاهِرُونَ</w:t>
      </w:r>
      <w:r w:rsidR="00A95BC4" w:rsidRPr="00B72C0E">
        <w:rPr>
          <w:rStyle w:val="libAieChar"/>
          <w:rtl/>
        </w:rPr>
        <w:t xml:space="preserve"> مِنْ نِسائِهِمْ ثُمَّ </w:t>
      </w:r>
      <w:r w:rsidR="00A95BC4" w:rsidRPr="00B72C0E">
        <w:rPr>
          <w:rStyle w:val="libAieChar"/>
          <w:rFonts w:hint="cs"/>
          <w:rtl/>
        </w:rPr>
        <w:t>یَ</w:t>
      </w:r>
      <w:r w:rsidR="00A95BC4" w:rsidRPr="00B72C0E">
        <w:rPr>
          <w:rStyle w:val="libAieChar"/>
          <w:rFonts w:hint="eastAsia"/>
          <w:rtl/>
        </w:rPr>
        <w:t>عُودُونَ</w:t>
      </w:r>
      <w:r w:rsidR="00A95BC4" w:rsidRPr="00B72C0E">
        <w:rPr>
          <w:rStyle w:val="libAieChar"/>
          <w:rtl/>
        </w:rPr>
        <w:t xml:space="preserve"> لِما قالُوا فَتَحْرِ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Fonts w:hint="eastAsia"/>
          <w:rtl/>
        </w:rPr>
        <w:t>رُ</w:t>
      </w:r>
      <w:r w:rsidR="00A95BC4" w:rsidRPr="00B72C0E">
        <w:rPr>
          <w:rStyle w:val="libAieChar"/>
          <w:rtl/>
        </w:rPr>
        <w:t xml:space="preserve"> رَقَبَةٍ مِنْ قَبْلِ أَنْ </w:t>
      </w:r>
      <w:r w:rsidR="00A95BC4" w:rsidRPr="00B72C0E">
        <w:rPr>
          <w:rStyle w:val="libAieChar"/>
          <w:rFonts w:hint="cs"/>
          <w:rtl/>
        </w:rPr>
        <w:t>یَ</w:t>
      </w:r>
      <w:r w:rsidR="00A95BC4" w:rsidRPr="00B72C0E">
        <w:rPr>
          <w:rStyle w:val="libAieChar"/>
          <w:rFonts w:hint="eastAsia"/>
          <w:rtl/>
        </w:rPr>
        <w:t>تَمَاسَّا</w:t>
      </w:r>
      <w:r w:rsidR="00A95BC4" w:rsidRPr="00B72C0E">
        <w:rPr>
          <w:rStyle w:val="libAieChar"/>
          <w:rtl/>
        </w:rPr>
        <w:t xml:space="preserve"> ذلِکُمْ تُوعَظُونَ بِهِ وَ اللهُ بِم</w:t>
      </w:r>
      <w:r w:rsidR="00A95BC4" w:rsidRPr="00B72C0E">
        <w:rPr>
          <w:rStyle w:val="libAieChar"/>
          <w:rFonts w:hint="eastAsia"/>
          <w:rtl/>
        </w:rPr>
        <w:t>ا</w:t>
      </w:r>
      <w:r w:rsidR="00A95BC4" w:rsidRPr="00B72C0E">
        <w:rPr>
          <w:rStyle w:val="libAieChar"/>
          <w:rtl/>
        </w:rPr>
        <w:t xml:space="preserve"> تَعْمَلُونَ خَبِ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Fonts w:hint="eastAsia"/>
          <w:rtl/>
        </w:rPr>
        <w:t>رٌ</w:t>
      </w:r>
      <w:r w:rsidR="00A95BC4" w:rsidRPr="00B72C0E">
        <w:rPr>
          <w:rStyle w:val="libAieChar"/>
          <w:rtl/>
        </w:rPr>
        <w:t xml:space="preserve">* فَمَنْ لَمْ </w:t>
      </w:r>
      <w:r w:rsidR="00A95BC4" w:rsidRPr="00B72C0E">
        <w:rPr>
          <w:rStyle w:val="libAieChar"/>
          <w:rFonts w:hint="cs"/>
          <w:rtl/>
        </w:rPr>
        <w:t>یَ</w:t>
      </w:r>
      <w:r w:rsidR="00A95BC4" w:rsidRPr="00B72C0E">
        <w:rPr>
          <w:rStyle w:val="libAieChar"/>
          <w:rFonts w:hint="eastAsia"/>
          <w:rtl/>
        </w:rPr>
        <w:t>جِدْ</w:t>
      </w:r>
      <w:r w:rsidR="00A95BC4" w:rsidRPr="00B72C0E">
        <w:rPr>
          <w:rStyle w:val="libAieChar"/>
          <w:rtl/>
        </w:rPr>
        <w:t xml:space="preserve"> فَصِ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Fonts w:hint="eastAsia"/>
          <w:rtl/>
        </w:rPr>
        <w:t>امُ</w:t>
      </w:r>
      <w:r w:rsidR="00A95BC4" w:rsidRPr="00B72C0E">
        <w:rPr>
          <w:rStyle w:val="libAieChar"/>
          <w:rtl/>
        </w:rPr>
        <w:t xml:space="preserve"> شَهْرَ</w:t>
      </w:r>
      <w:r w:rsidR="00A95BC4" w:rsidRPr="00B72C0E">
        <w:rPr>
          <w:rStyle w:val="libAieChar"/>
          <w:rFonts w:hint="cs"/>
          <w:rtl/>
        </w:rPr>
        <w:t>یْ</w:t>
      </w:r>
      <w:r w:rsidR="00A95BC4" w:rsidRPr="00B72C0E">
        <w:rPr>
          <w:rStyle w:val="libAieChar"/>
          <w:rFonts w:hint="eastAsia"/>
          <w:rtl/>
        </w:rPr>
        <w:t>نِ</w:t>
      </w:r>
      <w:r w:rsidR="00A95BC4" w:rsidRPr="00B72C0E">
        <w:rPr>
          <w:rStyle w:val="libAieChar"/>
          <w:rtl/>
        </w:rPr>
        <w:t xml:space="preserve"> مُتَتابِعَ</w:t>
      </w:r>
      <w:r w:rsidR="00A95BC4" w:rsidRPr="00B72C0E">
        <w:rPr>
          <w:rStyle w:val="libAieChar"/>
          <w:rFonts w:hint="cs"/>
          <w:rtl/>
        </w:rPr>
        <w:t>یْ</w:t>
      </w:r>
      <w:r w:rsidR="00A95BC4" w:rsidRPr="00B72C0E">
        <w:rPr>
          <w:rStyle w:val="libAieChar"/>
          <w:rFonts w:hint="eastAsia"/>
          <w:rtl/>
        </w:rPr>
        <w:t>نِ</w:t>
      </w:r>
      <w:r w:rsidR="00A95BC4" w:rsidRPr="00B72C0E">
        <w:rPr>
          <w:rStyle w:val="libAieChar"/>
          <w:rtl/>
        </w:rPr>
        <w:t xml:space="preserve"> مِنْ قَبْلِ أَنْ </w:t>
      </w:r>
      <w:r w:rsidR="00A95BC4" w:rsidRPr="00B72C0E">
        <w:rPr>
          <w:rStyle w:val="libAieChar"/>
          <w:rFonts w:hint="cs"/>
          <w:rtl/>
        </w:rPr>
        <w:t>یَ</w:t>
      </w:r>
      <w:r w:rsidR="00A95BC4" w:rsidRPr="00B72C0E">
        <w:rPr>
          <w:rStyle w:val="libAieChar"/>
          <w:rFonts w:hint="eastAsia"/>
          <w:rtl/>
        </w:rPr>
        <w:t>تَمَاسَّا</w:t>
      </w:r>
      <w:r w:rsidR="00A95BC4" w:rsidRPr="00B72C0E">
        <w:rPr>
          <w:rStyle w:val="libAieChar"/>
          <w:rtl/>
        </w:rPr>
        <w:t xml:space="preserve"> فَمَنْ لَمْ </w:t>
      </w:r>
      <w:r w:rsidR="00A95BC4" w:rsidRPr="00B72C0E">
        <w:rPr>
          <w:rStyle w:val="libAieChar"/>
          <w:rFonts w:hint="cs"/>
          <w:rtl/>
        </w:rPr>
        <w:t>یَ</w:t>
      </w:r>
      <w:r w:rsidR="00A95BC4" w:rsidRPr="00B72C0E">
        <w:rPr>
          <w:rStyle w:val="libAieChar"/>
          <w:rFonts w:hint="eastAsia"/>
          <w:rtl/>
        </w:rPr>
        <w:t>سْتَطِعْ</w:t>
      </w:r>
      <w:r w:rsidR="00A95BC4" w:rsidRPr="00B72C0E">
        <w:rPr>
          <w:rStyle w:val="libAieChar"/>
          <w:rtl/>
        </w:rPr>
        <w:t xml:space="preserve"> فَإِطْعامُ سِتِّ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Fonts w:hint="eastAsia"/>
          <w:rtl/>
        </w:rPr>
        <w:t>نَ</w:t>
      </w:r>
      <w:r w:rsidR="00A95BC4" w:rsidRPr="00B72C0E">
        <w:rPr>
          <w:rStyle w:val="libAieChar"/>
          <w:rtl/>
        </w:rPr>
        <w:t xml:space="preserve"> مِسْکِ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Fonts w:hint="eastAsia"/>
          <w:rtl/>
        </w:rPr>
        <w:t>ناً</w:t>
      </w:r>
      <w:r w:rsidR="00A95BC4" w:rsidRPr="00B72C0E">
        <w:rPr>
          <w:rStyle w:val="libAieChar"/>
          <w:rtl/>
        </w:rPr>
        <w:t xml:space="preserve"> ذلِکَ لِتُؤْمِنُوا بِاللهِ وَ رَسُولِهِ وَ تِلْکَ حُدُودُ اللهِ وَ لِلْکافِرِ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Fonts w:hint="eastAsia"/>
          <w:rtl/>
        </w:rPr>
        <w:t>نَ</w:t>
      </w:r>
      <w:r w:rsidR="00A95BC4" w:rsidRPr="00B72C0E">
        <w:rPr>
          <w:rStyle w:val="libAieChar"/>
          <w:rtl/>
        </w:rPr>
        <w:t xml:space="preserve"> عَذابٌ أَلِ</w:t>
      </w:r>
      <w:r w:rsidR="00A95BC4" w:rsidRPr="00B72C0E">
        <w:rPr>
          <w:rStyle w:val="libAieChar"/>
          <w:rFonts w:hint="cs"/>
          <w:rtl/>
        </w:rPr>
        <w:t>ی</w:t>
      </w:r>
      <w:r w:rsidR="00A95BC4" w:rsidRPr="00B72C0E">
        <w:rPr>
          <w:rStyle w:val="libAieChar"/>
          <w:rFonts w:hint="eastAsia"/>
          <w:rtl/>
        </w:rPr>
        <w:t>مٌ</w:t>
      </w:r>
      <w:r w:rsidRPr="00B72C0E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(مجادله: 1- 4)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خداوند</w:t>
      </w:r>
      <w:r w:rsidRPr="00A95BC4">
        <w:rPr>
          <w:rtl/>
          <w:lang w:bidi="fa-IR"/>
        </w:rPr>
        <w:t xml:space="preserve"> سخن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که درباره شوهرش به تو مراجعه کرده بود و به خداوند شکا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را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[و تقاضا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را اجابت کرد]، خداوند گفت‌وگو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شما را با هم [و اصرار آن زن را درباره حل مشکلش]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خداوند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شنوا</w:t>
      </w:r>
      <w:r w:rsidRPr="00A95BC4">
        <w:rPr>
          <w:rtl/>
          <w:lang w:bidi="fa-IR"/>
        </w:rPr>
        <w:t xml:space="preserve"> و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ناست</w:t>
      </w:r>
      <w:r w:rsidRPr="00A95BC4">
        <w:rPr>
          <w:rtl/>
          <w:lang w:bidi="fa-IR"/>
        </w:rPr>
        <w:t>. کسان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از شما نسبت به همسرانشان ظهار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کنند</w:t>
      </w:r>
      <w:r w:rsidRPr="00A95BC4">
        <w:rPr>
          <w:rtl/>
          <w:lang w:bidi="fa-IR"/>
        </w:rPr>
        <w:t xml:space="preserve"> [و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</w:t>
      </w:r>
      <w:r w:rsidRPr="00A95BC4">
        <w:rPr>
          <w:rtl/>
          <w:lang w:bidi="fa-IR"/>
        </w:rPr>
        <w:t>: «انتِ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کظهر امّ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 xml:space="preserve"> تو نسبت به من به‌منزله مادرم هست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]، آنان هرگز مادرانشان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ستند،</w:t>
      </w:r>
      <w:r w:rsidRPr="00A95BC4">
        <w:rPr>
          <w:rtl/>
          <w:lang w:bidi="fa-IR"/>
        </w:rPr>
        <w:t xml:space="preserve"> مادرانشان تنها کسان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هستند که آنها را به دن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آورده‌اند. آنها سخن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زشت و باطل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</w:t>
      </w:r>
      <w:r w:rsidRPr="00A95BC4">
        <w:rPr>
          <w:rtl/>
          <w:lang w:bidi="fa-IR"/>
        </w:rPr>
        <w:t xml:space="preserve"> و خداوند </w:t>
      </w:r>
      <w:r w:rsidRPr="00A95BC4">
        <w:rPr>
          <w:rFonts w:hint="eastAsia"/>
          <w:rtl/>
          <w:lang w:bidi="fa-IR"/>
        </w:rPr>
        <w:t>بخشنده</w:t>
      </w:r>
      <w:r w:rsidRPr="00A95BC4">
        <w:rPr>
          <w:rtl/>
          <w:lang w:bidi="fa-IR"/>
        </w:rPr>
        <w:t xml:space="preserve"> و آمرزنده است. کسان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همسران خود را ظهار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کنند،</w:t>
      </w:r>
      <w:r w:rsidRPr="00A95BC4">
        <w:rPr>
          <w:rtl/>
          <w:lang w:bidi="fa-IR"/>
        </w:rPr>
        <w:t xml:space="preserve"> سپس از گفته خود بازم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گردند،</w:t>
      </w:r>
      <w:r w:rsidRPr="00A95BC4">
        <w:rPr>
          <w:rtl/>
          <w:lang w:bidi="fa-IR"/>
        </w:rPr>
        <w:t xml:space="preserve">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آم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زش</w:t>
      </w:r>
      <w:r w:rsidRPr="00A95BC4">
        <w:rPr>
          <w:rtl/>
          <w:lang w:bidi="fa-IR"/>
        </w:rPr>
        <w:t xml:space="preserve"> جنس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با هم، برده‌ا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آزاد کنند.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دستور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که به آن اندرز داده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خداوند به آنچه انجام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آگاه است. و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توانا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[آزاد کردن برد</w:t>
      </w:r>
      <w:r w:rsidRPr="00A95BC4">
        <w:rPr>
          <w:rFonts w:hint="eastAsia"/>
          <w:rtl/>
          <w:lang w:bidi="fa-IR"/>
        </w:rPr>
        <w:t>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] نداشته باشد، دو ماه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اپ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قبل از آم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زش</w:t>
      </w:r>
      <w:r w:rsidRPr="00A95BC4">
        <w:rPr>
          <w:rtl/>
          <w:lang w:bidi="fa-IR"/>
        </w:rPr>
        <w:t xml:space="preserve"> روزه بگ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رد</w:t>
      </w:r>
      <w:r w:rsidRPr="00A95BC4">
        <w:rPr>
          <w:rtl/>
          <w:lang w:bidi="fa-IR"/>
        </w:rPr>
        <w:t xml:space="preserve"> و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را هم نتواند، شصت مسک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را اطعام کند،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 است که به خدا و رسولش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نها</w:t>
      </w:r>
      <w:r w:rsidRPr="00A95BC4">
        <w:rPr>
          <w:rtl/>
          <w:lang w:bidi="fa-IR"/>
        </w:rPr>
        <w:t xml:space="preserve"> مرزها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اله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و کسان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با آن مخالفت کنند، عذاب دردناک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دارند.</w:t>
      </w:r>
    </w:p>
    <w:p w:rsidR="00A95BC4" w:rsidRPr="00A95BC4" w:rsidRDefault="00A95BC4" w:rsidP="00670FD4">
      <w:pPr>
        <w:pStyle w:val="Heading2"/>
        <w:rPr>
          <w:rtl/>
        </w:rPr>
      </w:pPr>
      <w:bookmarkStart w:id="40" w:name="_Toc504390378"/>
      <w:bookmarkStart w:id="41" w:name="_Toc504390469"/>
      <w:r w:rsidRPr="00A95BC4">
        <w:rPr>
          <w:rFonts w:hint="eastAsia"/>
          <w:rtl/>
        </w:rPr>
        <w:lastRenderedPageBreak/>
        <w:t>شأن</w:t>
      </w:r>
      <w:r w:rsidRPr="00A95BC4">
        <w:rPr>
          <w:rtl/>
        </w:rPr>
        <w:t xml:space="preserve"> نزول آ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ات‌</w:t>
      </w:r>
      <w:bookmarkEnd w:id="40"/>
      <w:bookmarkEnd w:id="41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ه‌ها،</w:t>
      </w:r>
      <w:r w:rsidRPr="00A95BC4">
        <w:rPr>
          <w:rtl/>
          <w:lang w:bidi="fa-IR"/>
        </w:rPr>
        <w:t xml:space="preserve"> درباره خوله بنت ثعلبه، که همسرش به علت عصبان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با لفظ ظهار او را طلاق گفته و سپس پش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شده بود، نازل گرد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. </w:t>
      </w:r>
      <w:r w:rsidRPr="00670FD4">
        <w:rPr>
          <w:rStyle w:val="libFootnotenumChar"/>
          <w:rtl/>
        </w:rPr>
        <w:t>«1»</w:t>
      </w:r>
    </w:p>
    <w:p w:rsidR="00A95BC4" w:rsidRPr="00A95BC4" w:rsidRDefault="00670FD4" w:rsidP="00670FD4">
      <w:pPr>
        <w:pStyle w:val="Heading2"/>
        <w:rPr>
          <w:rtl/>
        </w:rPr>
      </w:pPr>
      <w:r>
        <w:rPr>
          <w:rtl/>
        </w:rPr>
        <w:br w:type="page"/>
      </w:r>
      <w:bookmarkStart w:id="42" w:name="_Toc504390379"/>
      <w:bookmarkStart w:id="43" w:name="_Toc504390470"/>
      <w:r w:rsidR="00A95BC4" w:rsidRPr="00A95BC4">
        <w:rPr>
          <w:rFonts w:hint="eastAsia"/>
          <w:rtl/>
        </w:rPr>
        <w:lastRenderedPageBreak/>
        <w:t>خوله</w:t>
      </w:r>
      <w:r w:rsidR="00A95BC4" w:rsidRPr="00A95BC4">
        <w:rPr>
          <w:rtl/>
        </w:rPr>
        <w:t xml:space="preserve"> ک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ست؟</w:t>
      </w:r>
      <w:bookmarkEnd w:id="42"/>
      <w:bookmarkEnd w:id="43"/>
    </w:p>
    <w:p w:rsidR="00A95BC4" w:rsidRPr="00A95BC4" w:rsidRDefault="00A95BC4" w:rsidP="00670FD4">
      <w:pPr>
        <w:pStyle w:val="libBold1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اشاره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خوله</w:t>
      </w:r>
      <w:r w:rsidRPr="00A95BC4">
        <w:rPr>
          <w:rtl/>
          <w:lang w:bidi="fa-IR"/>
        </w:rPr>
        <w:t xml:space="preserve"> دختر ثعلبه بن اصرم بن فهر بن ثعلبه بن غنم بن عوف است.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زن،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ظاهر و باطن را با هم داشت و در فصاحت و بلاغت کم‌نظ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و از خاندان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بزرگ و بلندمرتبه بود. پس از بعثت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به خداوند تبارک و تعال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داشت،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شتافت و با گفت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شهادت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با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عت</w:t>
      </w:r>
      <w:r w:rsidRPr="00A95BC4">
        <w:rPr>
          <w:rtl/>
          <w:lang w:bidi="fa-IR"/>
        </w:rPr>
        <w:t xml:space="preserve"> نمود.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همسر</w:t>
      </w:r>
      <w:r w:rsidRPr="00A95BC4">
        <w:rPr>
          <w:rtl/>
          <w:lang w:bidi="fa-IR"/>
        </w:rPr>
        <w:t xml:space="preserve"> خوله، اوس بن صامت بن 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س،</w:t>
      </w:r>
      <w:r w:rsidRPr="00A95BC4">
        <w:rPr>
          <w:rtl/>
          <w:lang w:bidi="fa-IR"/>
        </w:rPr>
        <w:t xml:space="preserve"> از صحاب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بزرگ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بود که در جنگ‌ها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بدر، احد و ... همراه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با کفار جنگ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بود. خوله و اوس، فرزندان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داشتند که رب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</w:t>
      </w:r>
      <w:r w:rsidRPr="00A95BC4">
        <w:rPr>
          <w:rtl/>
          <w:lang w:bidi="fa-IR"/>
        </w:rPr>
        <w:t xml:space="preserve"> بن اوس بزرگ‌تر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فرزند آنها بود.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</w:p>
    <w:p w:rsidR="00A95BC4" w:rsidRPr="00A95BC4" w:rsidRDefault="00A95BC4" w:rsidP="00670FD4">
      <w:pPr>
        <w:pStyle w:val="Heading2"/>
        <w:rPr>
          <w:rtl/>
        </w:rPr>
      </w:pPr>
      <w:bookmarkStart w:id="44" w:name="_Toc504390380"/>
      <w:bookmarkStart w:id="45" w:name="_Toc504390471"/>
      <w:r w:rsidRPr="00A95BC4">
        <w:rPr>
          <w:rFonts w:hint="eastAsia"/>
          <w:rtl/>
        </w:rPr>
        <w:t>داستان</w:t>
      </w:r>
      <w:r w:rsidRPr="00A95BC4">
        <w:rPr>
          <w:rtl/>
        </w:rPr>
        <w:t xml:space="preserve"> خوله‌</w:t>
      </w:r>
      <w:bookmarkEnd w:id="44"/>
      <w:bookmarkEnd w:id="45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خوله</w:t>
      </w:r>
      <w:r w:rsidRPr="00A95BC4">
        <w:rPr>
          <w:rtl/>
          <w:lang w:bidi="fa-IR"/>
        </w:rPr>
        <w:t xml:space="preserve"> و همسرش، سر مسئله‌ا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با هم اختلاف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دا</w:t>
      </w:r>
      <w:r w:rsidRPr="00A95BC4">
        <w:rPr>
          <w:rtl/>
          <w:lang w:bidi="fa-IR"/>
        </w:rPr>
        <w:t xml:space="preserve"> کردند که بگو مگوها بالا گرفت. اوس بن صامت در حالت عصبان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ت،</w:t>
      </w:r>
      <w:r w:rsidRPr="00A95BC4">
        <w:rPr>
          <w:rtl/>
          <w:lang w:bidi="fa-IR"/>
        </w:rPr>
        <w:t xml:space="preserve"> فر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اد</w:t>
      </w:r>
      <w:r w:rsidRPr="00A95BC4">
        <w:rPr>
          <w:rtl/>
          <w:lang w:bidi="fa-IR"/>
        </w:rPr>
        <w:t xml:space="preserve"> برآورد و گفت: «انْتَ مِنِّ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کَظَهرِ امِّ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»؛</w:t>
      </w:r>
      <w:r w:rsidRPr="00A95BC4">
        <w:rPr>
          <w:rtl/>
          <w:lang w:bidi="fa-IR"/>
        </w:rPr>
        <w:t xml:space="preserve"> «تو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 مثل پشت مادرم هست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خوله</w:t>
      </w:r>
      <w:r w:rsidRPr="00A95BC4">
        <w:rPr>
          <w:rtl/>
          <w:lang w:bidi="fa-IR"/>
        </w:rPr>
        <w:t xml:space="preserve"> با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حرف، اشک از چشمانش جار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شد و خطاب به اوس گفت: «به خدا قسم که حرف بزرگ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عواقبش را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>. اوس از شدت عصبان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خانه را ترک کرد. پس از مدت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عصبان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تش</w:t>
      </w:r>
      <w:r w:rsidRPr="00A95BC4">
        <w:rPr>
          <w:rtl/>
          <w:lang w:bidi="fa-IR"/>
        </w:rPr>
        <w:t xml:space="preserve"> فروکش کرد به خانه بازگشت، اما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</w:t>
      </w:r>
      <w:r w:rsidRPr="00A95BC4">
        <w:rPr>
          <w:rtl/>
          <w:lang w:bidi="fa-IR"/>
        </w:rPr>
        <w:t xml:space="preserve"> چه کند و چه بگو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چرا که طبق قوان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</w:t>
      </w:r>
      <w:r w:rsidRPr="00A95BC4">
        <w:rPr>
          <w:rFonts w:hint="eastAsia"/>
          <w:rtl/>
          <w:lang w:bidi="fa-IR"/>
        </w:rPr>
        <w:t>از</w:t>
      </w:r>
      <w:r w:rsidRPr="00A95BC4">
        <w:rPr>
          <w:rtl/>
          <w:lang w:bidi="fa-IR"/>
        </w:rPr>
        <w:t xml:space="preserve"> گذشته‌ها سراغ داشت، همسرش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اکنون</w:t>
      </w:r>
      <w:r w:rsidRPr="00A95BC4">
        <w:rPr>
          <w:rtl/>
          <w:lang w:bidi="fa-IR"/>
        </w:rPr>
        <w:t xml:space="preserve"> بر او حرام شده بود.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</w:t>
      </w:r>
      <w:r w:rsidRPr="00A95BC4">
        <w:rPr>
          <w:rtl/>
          <w:lang w:bidi="fa-IR"/>
        </w:rPr>
        <w:t xml:space="preserve"> حکمش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و چه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بکند؟! و تکل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</w:t>
      </w:r>
      <w:r w:rsidRPr="00A95BC4">
        <w:rPr>
          <w:rtl/>
          <w:lang w:bidi="fa-IR"/>
        </w:rPr>
        <w:t xml:space="preserve"> خود را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</w:t>
      </w:r>
      <w:r w:rsidRPr="00A95BC4">
        <w:rPr>
          <w:rtl/>
          <w:lang w:bidi="fa-IR"/>
        </w:rPr>
        <w:t>. با سردرگم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تنش از خشم خدا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لرز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حسرت از دست دادن همسر بر قلبش مستول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شده بود، ترسان و لرزان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خوله! فکر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کنم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بر من حرام شد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</w:t>
      </w:r>
      <w:r w:rsidRPr="00A95BC4">
        <w:rPr>
          <w:rtl/>
          <w:lang w:bidi="fa-IR"/>
        </w:rPr>
        <w:t>!»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خوله</w:t>
      </w:r>
      <w:r w:rsidRPr="00A95BC4">
        <w:rPr>
          <w:rtl/>
          <w:lang w:bidi="fa-IR"/>
        </w:rPr>
        <w:t xml:space="preserve"> گفت: «چن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مگو، خدمت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برو و حکم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مسئله را از او بپرس، به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راه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پا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خواهند نهاد».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اوس</w:t>
      </w:r>
      <w:r w:rsidRPr="00A95BC4">
        <w:rPr>
          <w:rtl/>
          <w:lang w:bidi="fa-IR"/>
        </w:rPr>
        <w:t xml:space="preserve"> گفت: «به خدا من خجالت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کشم،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دانم</w:t>
      </w:r>
      <w:r w:rsidRPr="00A95BC4">
        <w:rPr>
          <w:rtl/>
          <w:lang w:bidi="fa-IR"/>
        </w:rPr>
        <w:t xml:space="preserve"> با چه رو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مسئله را با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مطرح کنم».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خوله</w:t>
      </w:r>
      <w:r w:rsidRPr="00A95BC4">
        <w:rPr>
          <w:rtl/>
          <w:lang w:bidi="fa-IR"/>
        </w:rPr>
        <w:t xml:space="preserve"> گفت: «پس اجازه بده من نزد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بروم».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خوله</w:t>
      </w:r>
      <w:r w:rsidRPr="00A95BC4">
        <w:rPr>
          <w:rtl/>
          <w:lang w:bidi="fa-IR"/>
        </w:rPr>
        <w:t xml:space="preserve"> نزد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رفت و در برابر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نشست و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رسول خدا! همسر من اوس را خوب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شناس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 او پدر فرزند من و پسر عمو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 است، او را از همه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شتر</w:t>
      </w:r>
      <w:r w:rsidRPr="00A95BC4">
        <w:rPr>
          <w:rtl/>
          <w:lang w:bidi="fa-IR"/>
        </w:rPr>
        <w:t xml:space="preserve"> دوست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دارم</w:t>
      </w:r>
      <w:r w:rsidRPr="00A95BC4">
        <w:rPr>
          <w:rtl/>
          <w:lang w:bidi="fa-IR"/>
        </w:rPr>
        <w:t>. خصوص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ات</w:t>
      </w:r>
      <w:r w:rsidRPr="00A95BC4">
        <w:rPr>
          <w:rtl/>
          <w:lang w:bidi="fa-IR"/>
        </w:rPr>
        <w:t xml:space="preserve"> او را خوب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شناسم،</w:t>
      </w:r>
      <w:r w:rsidRPr="00A95BC4">
        <w:rPr>
          <w:rtl/>
          <w:lang w:bidi="fa-IR"/>
        </w:rPr>
        <w:t xml:space="preserve"> امور مربوط به او را خوب درک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کنم</w:t>
      </w:r>
      <w:r w:rsidRPr="00A95BC4">
        <w:rPr>
          <w:rtl/>
          <w:lang w:bidi="fa-IR"/>
        </w:rPr>
        <w:t xml:space="preserve"> و او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مرا به خ</w:t>
      </w:r>
      <w:r w:rsidRPr="00A95BC4">
        <w:rPr>
          <w:rFonts w:hint="eastAsia"/>
          <w:rtl/>
          <w:lang w:bidi="fa-IR"/>
        </w:rPr>
        <w:t>وب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درک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>. اما امروز او به ناگهان به هنگام خشم، جمله طلاق را بر زبان آورد و به من گفت که تو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 مثل پشت مادرم هست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 او اکنون از به زبان آوردن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کلام، پش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شده و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چه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. او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حضور شرم داشت، من خود به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دار</w:t>
      </w:r>
      <w:r w:rsidRPr="00A95BC4">
        <w:rPr>
          <w:rtl/>
          <w:lang w:bidi="fa-IR"/>
        </w:rPr>
        <w:t xml:space="preserve"> شما آمدم تا مگر مش</w:t>
      </w:r>
      <w:r w:rsidRPr="00A95BC4">
        <w:rPr>
          <w:rFonts w:hint="eastAsia"/>
          <w:rtl/>
          <w:lang w:bidi="fa-IR"/>
        </w:rPr>
        <w:t>کل</w:t>
      </w:r>
      <w:r w:rsidRPr="00A95BC4">
        <w:rPr>
          <w:rtl/>
          <w:lang w:bidi="fa-IR"/>
        </w:rPr>
        <w:t xml:space="preserve"> ما را حل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ما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را دوست دار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از هم جدا شو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رسول</w:t>
      </w:r>
      <w:r w:rsidRPr="00A95BC4">
        <w:rPr>
          <w:rtl/>
          <w:lang w:bidi="fa-IR"/>
        </w:rPr>
        <w:t xml:space="preserve">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مکث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کرد و سپس خطاب به خوله فرمود: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خوله! تو را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نم،</w:t>
      </w:r>
      <w:r w:rsidRPr="00A95BC4">
        <w:rPr>
          <w:rtl/>
          <w:lang w:bidi="fa-IR"/>
        </w:rPr>
        <w:t xml:space="preserve"> مگر آنکه بر همسرت حرام شده‌ا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خوله</w:t>
      </w:r>
      <w:r w:rsidRPr="00A95BC4">
        <w:rPr>
          <w:rtl/>
          <w:lang w:bidi="fa-IR"/>
        </w:rPr>
        <w:t xml:space="preserve"> سر به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انداخت،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بار مصمم‌تر جمله‌ها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 را تکرار کرد و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باز هم پاسخ فرمود: «تو را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نم،</w:t>
      </w:r>
      <w:r w:rsidRPr="00A95BC4">
        <w:rPr>
          <w:rtl/>
          <w:lang w:bidi="fa-IR"/>
        </w:rPr>
        <w:t xml:space="preserve"> مگر آنکه بر همسرت حرام شده‌ا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من دستور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ندارم».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خوله</w:t>
      </w:r>
      <w:r w:rsidRPr="00A95BC4">
        <w:rPr>
          <w:rtl/>
          <w:lang w:bidi="fa-IR"/>
        </w:rPr>
        <w:t xml:space="preserve"> ناام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از برابر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برخ</w:t>
      </w:r>
      <w:r w:rsidR="00670FD4">
        <w:rPr>
          <w:rFonts w:hint="cs"/>
          <w:rtl/>
          <w:lang w:bidi="fa-IR"/>
        </w:rPr>
        <w:t>و</w:t>
      </w:r>
      <w:r w:rsidRPr="00A95BC4">
        <w:rPr>
          <w:rtl/>
          <w:lang w:bidi="fa-IR"/>
        </w:rPr>
        <w:t>است و رو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خانه کعبه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ستاد</w:t>
      </w:r>
      <w:r w:rsidRPr="00A95BC4">
        <w:rPr>
          <w:rtl/>
          <w:lang w:bidi="fa-IR"/>
        </w:rPr>
        <w:t xml:space="preserve"> و دستانش را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آسمان بالا برد و گفت: «خداوندا! شوهرم از جوان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 استفاده کرد، من رحم خود را در اخت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او گذاشتم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امروز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شدم و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فرزند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آورم،</w:t>
      </w:r>
      <w:r w:rsidRPr="00A95BC4">
        <w:rPr>
          <w:rtl/>
          <w:lang w:bidi="fa-IR"/>
        </w:rPr>
        <w:t xml:space="preserve"> مرا ظهار کرده، او اکنو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پش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است و حکم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ست،</w:t>
      </w:r>
      <w:r w:rsidRPr="00A95BC4">
        <w:rPr>
          <w:rtl/>
          <w:lang w:bidi="fa-IR"/>
        </w:rPr>
        <w:t xml:space="preserve"> ما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تن به جدا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من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امر به تو شکا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کنم</w:t>
      </w:r>
      <w:r w:rsidRPr="00A95BC4">
        <w:rPr>
          <w:rtl/>
          <w:lang w:bidi="fa-IR"/>
        </w:rPr>
        <w:t>. خداوندا! فرمان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امبرت</w:t>
      </w:r>
      <w:r w:rsidRPr="00A95BC4">
        <w:rPr>
          <w:rtl/>
          <w:lang w:bidi="fa-IR"/>
        </w:rPr>
        <w:t xml:space="preserve"> نازل فرما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مشکل را حل کن».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«خوله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جمله‌ها را بر زبان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آورد</w:t>
      </w:r>
      <w:r w:rsidRPr="00A95BC4">
        <w:rPr>
          <w:rtl/>
          <w:lang w:bidi="fa-IR"/>
        </w:rPr>
        <w:t xml:space="preserve"> 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و همه کسان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در خانه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بودند، بر حال او 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شدند. ناگهان صورت حضرت رسول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برافروخته گرد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دندان‌ها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شدت سرما به هم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خورد</w:t>
      </w:r>
      <w:r w:rsidRPr="00A95BC4">
        <w:rPr>
          <w:rtl/>
          <w:lang w:bidi="fa-IR"/>
        </w:rPr>
        <w:t>. سرش را پوشان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عرق از سر و رو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زان</w:t>
      </w:r>
      <w:r w:rsidRPr="00A95BC4">
        <w:rPr>
          <w:rtl/>
          <w:lang w:bidi="fa-IR"/>
        </w:rPr>
        <w:t xml:space="preserve"> گشت».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رو به خوله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خوله! بر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وح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نازل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شود،</w:t>
      </w:r>
      <w:r w:rsidRPr="00A95BC4">
        <w:rPr>
          <w:rtl/>
          <w:lang w:bidi="fa-IR"/>
        </w:rPr>
        <w:t xml:space="preserve"> 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در مورد توست».</w:t>
      </w:r>
    </w:p>
    <w:p w:rsidR="00A95BC4" w:rsidRPr="00A95BC4" w:rsidRDefault="00A95BC4" w:rsidP="00670FD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خوله</w:t>
      </w:r>
      <w:r w:rsidRPr="00A95BC4">
        <w:rPr>
          <w:rtl/>
          <w:lang w:bidi="fa-IR"/>
        </w:rPr>
        <w:t xml:space="preserve"> گفت: «ان شاء الله که 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است، چرا که ما از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="00670FD4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از</w:t>
      </w:r>
      <w:r w:rsidRPr="00A95BC4">
        <w:rPr>
          <w:rtl/>
          <w:lang w:bidi="fa-IR"/>
        </w:rPr>
        <w:t xml:space="preserve"> 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ناگهان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دستار از سرگرفت و با تبسم صدا زد: «خوله! ... خوله! ...»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خوله</w:t>
      </w:r>
      <w:r w:rsidRPr="00A95BC4">
        <w:rPr>
          <w:rtl/>
          <w:lang w:bidi="fa-IR"/>
        </w:rPr>
        <w:t xml:space="preserve"> از جا جه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با شاد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گفت: «بله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رسول‌الله!».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فرمود: «مژدگان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خوله! خداوند درباره تو و همسرت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نازل فرمود ...»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سپس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ن‌گونه</w:t>
      </w:r>
      <w:r w:rsidRPr="00A95BC4">
        <w:rPr>
          <w:rtl/>
          <w:lang w:bidi="fa-IR"/>
        </w:rPr>
        <w:t xml:space="preserve"> تلاوت فرمود:</w:t>
      </w:r>
    </w:p>
    <w:p w:rsidR="00A95BC4" w:rsidRPr="00A95BC4" w:rsidRDefault="00670FD4" w:rsidP="00A95BC4">
      <w:pPr>
        <w:pStyle w:val="libNormal"/>
        <w:rPr>
          <w:rtl/>
          <w:lang w:bidi="fa-IR"/>
        </w:rPr>
      </w:pPr>
      <w:r w:rsidRPr="00670FD4">
        <w:rPr>
          <w:rStyle w:val="libAlaemChar"/>
          <w:rFonts w:hint="cs"/>
          <w:rtl/>
        </w:rPr>
        <w:t>(</w:t>
      </w:r>
      <w:r w:rsidR="00A95BC4" w:rsidRPr="00670FD4">
        <w:rPr>
          <w:rStyle w:val="libAieChar"/>
          <w:rFonts w:hint="eastAsia"/>
          <w:rtl/>
        </w:rPr>
        <w:t>قَدْ</w:t>
      </w:r>
      <w:r w:rsidR="00A95BC4" w:rsidRPr="00670FD4">
        <w:rPr>
          <w:rStyle w:val="libAieChar"/>
          <w:rtl/>
        </w:rPr>
        <w:t xml:space="preserve"> سَمِعَ اللهُ قَوْلَ الَّتِ</w:t>
      </w:r>
      <w:r w:rsidR="00A95BC4" w:rsidRPr="00670FD4">
        <w:rPr>
          <w:rStyle w:val="libAieChar"/>
          <w:rFonts w:hint="cs"/>
          <w:rtl/>
        </w:rPr>
        <w:t>ی</w:t>
      </w:r>
      <w:r w:rsidR="00A95BC4" w:rsidRPr="00670FD4">
        <w:rPr>
          <w:rStyle w:val="libAieChar"/>
          <w:rtl/>
        </w:rPr>
        <w:t xml:space="preserve"> تُجادِلُکَ فِ</w:t>
      </w:r>
      <w:r w:rsidR="00A95BC4" w:rsidRPr="00670FD4">
        <w:rPr>
          <w:rStyle w:val="libAieChar"/>
          <w:rFonts w:hint="cs"/>
          <w:rtl/>
        </w:rPr>
        <w:t>ی</w:t>
      </w:r>
      <w:r w:rsidR="00A95BC4" w:rsidRPr="00670FD4">
        <w:rPr>
          <w:rStyle w:val="libAieChar"/>
          <w:rtl/>
        </w:rPr>
        <w:t xml:space="preserve"> زَوْجِها وَ تَشْتَکِ</w:t>
      </w:r>
      <w:r w:rsidR="00A95BC4" w:rsidRPr="00670FD4">
        <w:rPr>
          <w:rStyle w:val="libAieChar"/>
          <w:rFonts w:hint="cs"/>
          <w:rtl/>
        </w:rPr>
        <w:t>ی</w:t>
      </w:r>
      <w:r w:rsidR="00A95BC4" w:rsidRPr="00670FD4">
        <w:rPr>
          <w:rStyle w:val="libAieChar"/>
          <w:rtl/>
        </w:rPr>
        <w:t xml:space="preserve"> إِلَ</w:t>
      </w:r>
      <w:r w:rsidR="00A95BC4" w:rsidRPr="00670FD4">
        <w:rPr>
          <w:rStyle w:val="libAieChar"/>
          <w:rFonts w:hint="cs"/>
          <w:rtl/>
        </w:rPr>
        <w:t>ی</w:t>
      </w:r>
      <w:r w:rsidR="00A95BC4" w:rsidRPr="00670FD4">
        <w:rPr>
          <w:rStyle w:val="libAieChar"/>
          <w:rtl/>
        </w:rPr>
        <w:t xml:space="preserve"> اللهِ وَ اللهُ </w:t>
      </w:r>
      <w:r w:rsidR="00A95BC4" w:rsidRPr="00670FD4">
        <w:rPr>
          <w:rStyle w:val="libAieChar"/>
          <w:rFonts w:hint="cs"/>
          <w:rtl/>
        </w:rPr>
        <w:t>یَ</w:t>
      </w:r>
      <w:r w:rsidR="00A95BC4" w:rsidRPr="00670FD4">
        <w:rPr>
          <w:rStyle w:val="libAieChar"/>
          <w:rFonts w:hint="eastAsia"/>
          <w:rtl/>
        </w:rPr>
        <w:t>سْمَعُ</w:t>
      </w:r>
      <w:r w:rsidR="00A95BC4" w:rsidRPr="00670FD4">
        <w:rPr>
          <w:rStyle w:val="libAieChar"/>
          <w:rtl/>
        </w:rPr>
        <w:t xml:space="preserve"> تَحاوُرَکُما إِنَّ اللهَ سَمِ</w:t>
      </w:r>
      <w:r w:rsidR="00A95BC4" w:rsidRPr="00670FD4">
        <w:rPr>
          <w:rStyle w:val="libAieChar"/>
          <w:rFonts w:hint="cs"/>
          <w:rtl/>
        </w:rPr>
        <w:t>ی</w:t>
      </w:r>
      <w:r w:rsidR="00A95BC4" w:rsidRPr="00670FD4">
        <w:rPr>
          <w:rStyle w:val="libAieChar"/>
          <w:rFonts w:hint="eastAsia"/>
          <w:rtl/>
        </w:rPr>
        <w:t>عٌ</w:t>
      </w:r>
      <w:r w:rsidR="00A95BC4" w:rsidRPr="00670FD4">
        <w:rPr>
          <w:rStyle w:val="libAieChar"/>
          <w:rtl/>
        </w:rPr>
        <w:t xml:space="preserve"> بَصِ</w:t>
      </w:r>
      <w:r w:rsidR="00A95BC4" w:rsidRPr="00670FD4">
        <w:rPr>
          <w:rStyle w:val="libAieChar"/>
          <w:rFonts w:hint="cs"/>
          <w:rtl/>
        </w:rPr>
        <w:t>ی</w:t>
      </w:r>
      <w:r w:rsidR="00A95BC4" w:rsidRPr="00670FD4">
        <w:rPr>
          <w:rStyle w:val="libAieChar"/>
          <w:rFonts w:hint="eastAsia"/>
          <w:rtl/>
        </w:rPr>
        <w:t>رٌ</w:t>
      </w:r>
      <w:r w:rsidR="00A95BC4" w:rsidRPr="00670FD4">
        <w:rPr>
          <w:rStyle w:val="libAieChar"/>
          <w:rtl/>
        </w:rPr>
        <w:t>* الَّذِ</w:t>
      </w:r>
      <w:r w:rsidR="00A95BC4" w:rsidRPr="00670FD4">
        <w:rPr>
          <w:rStyle w:val="libAieChar"/>
          <w:rFonts w:hint="cs"/>
          <w:rtl/>
        </w:rPr>
        <w:t>ی</w:t>
      </w:r>
      <w:r w:rsidR="00A95BC4" w:rsidRPr="00670FD4">
        <w:rPr>
          <w:rStyle w:val="libAieChar"/>
          <w:rFonts w:hint="eastAsia"/>
          <w:rtl/>
        </w:rPr>
        <w:t>نَ</w:t>
      </w:r>
      <w:r w:rsidR="00A95BC4" w:rsidRPr="00670FD4">
        <w:rPr>
          <w:rStyle w:val="libAieChar"/>
          <w:rtl/>
        </w:rPr>
        <w:t xml:space="preserve"> </w:t>
      </w:r>
      <w:r w:rsidR="00A95BC4" w:rsidRPr="00670FD4">
        <w:rPr>
          <w:rStyle w:val="libAieChar"/>
          <w:rFonts w:hint="cs"/>
          <w:rtl/>
        </w:rPr>
        <w:t>یُ</w:t>
      </w:r>
      <w:r w:rsidR="00A95BC4" w:rsidRPr="00670FD4">
        <w:rPr>
          <w:rStyle w:val="libAieChar"/>
          <w:rFonts w:hint="eastAsia"/>
          <w:rtl/>
        </w:rPr>
        <w:t>ظاهِرُونَ</w:t>
      </w:r>
      <w:r w:rsidR="00A95BC4" w:rsidRPr="00670FD4">
        <w:rPr>
          <w:rStyle w:val="libAieChar"/>
          <w:rtl/>
        </w:rPr>
        <w:t xml:space="preserve"> مِنْکُمْ مِنْ نِسائِهِمْ ما هُنَّ امَّهاتِهِمْ إِنْ امَّهاتُهُمْ إِلَّا اللَّائِ</w:t>
      </w:r>
      <w:r w:rsidR="00A95BC4" w:rsidRPr="00670FD4">
        <w:rPr>
          <w:rStyle w:val="libAieChar"/>
          <w:rFonts w:hint="cs"/>
          <w:rtl/>
        </w:rPr>
        <w:t>ی</w:t>
      </w:r>
      <w:r w:rsidR="00A95BC4" w:rsidRPr="00670FD4">
        <w:rPr>
          <w:rStyle w:val="libAieChar"/>
          <w:rtl/>
        </w:rPr>
        <w:t xml:space="preserve"> وَلَدْنَهُ</w:t>
      </w:r>
      <w:r w:rsidR="00A95BC4" w:rsidRPr="00670FD4">
        <w:rPr>
          <w:rStyle w:val="libAieChar"/>
          <w:rFonts w:hint="eastAsia"/>
          <w:rtl/>
        </w:rPr>
        <w:t>مْ</w:t>
      </w:r>
      <w:r w:rsidR="00A95BC4" w:rsidRPr="00670FD4">
        <w:rPr>
          <w:rStyle w:val="libAieChar"/>
          <w:rtl/>
        </w:rPr>
        <w:t xml:space="preserve"> وَ إِنَّهُمْ لَ</w:t>
      </w:r>
      <w:r w:rsidR="00A95BC4" w:rsidRPr="00670FD4">
        <w:rPr>
          <w:rStyle w:val="libAieChar"/>
          <w:rFonts w:hint="cs"/>
          <w:rtl/>
        </w:rPr>
        <w:t>یَ</w:t>
      </w:r>
      <w:r w:rsidR="00A95BC4" w:rsidRPr="00670FD4">
        <w:rPr>
          <w:rStyle w:val="libAieChar"/>
          <w:rFonts w:hint="eastAsia"/>
          <w:rtl/>
        </w:rPr>
        <w:t>قُولُونَ</w:t>
      </w:r>
      <w:r w:rsidR="00A95BC4" w:rsidRPr="00670FD4">
        <w:rPr>
          <w:rStyle w:val="libAieChar"/>
          <w:rtl/>
        </w:rPr>
        <w:t xml:space="preserve"> مُنْکَراً مِنَ الْقَوْلِ وَ زُوراً وَ إِنَّ اللهَ لَعَفُوٌّ غَفُورٌ* وَ الَّذِ</w:t>
      </w:r>
      <w:r w:rsidR="00A95BC4" w:rsidRPr="00670FD4">
        <w:rPr>
          <w:rStyle w:val="libAieChar"/>
          <w:rFonts w:hint="cs"/>
          <w:rtl/>
        </w:rPr>
        <w:t>ی</w:t>
      </w:r>
      <w:r w:rsidR="00A95BC4" w:rsidRPr="00670FD4">
        <w:rPr>
          <w:rStyle w:val="libAieChar"/>
          <w:rFonts w:hint="eastAsia"/>
          <w:rtl/>
        </w:rPr>
        <w:t>نَ</w:t>
      </w:r>
      <w:r w:rsidR="00A95BC4" w:rsidRPr="00670FD4">
        <w:rPr>
          <w:rStyle w:val="libAieChar"/>
          <w:rtl/>
        </w:rPr>
        <w:t xml:space="preserve"> </w:t>
      </w:r>
      <w:r w:rsidR="00A95BC4" w:rsidRPr="00670FD4">
        <w:rPr>
          <w:rStyle w:val="libAieChar"/>
          <w:rFonts w:hint="cs"/>
          <w:rtl/>
        </w:rPr>
        <w:t>یُ</w:t>
      </w:r>
      <w:r w:rsidR="00A95BC4" w:rsidRPr="00670FD4">
        <w:rPr>
          <w:rStyle w:val="libAieChar"/>
          <w:rFonts w:hint="eastAsia"/>
          <w:rtl/>
        </w:rPr>
        <w:t>ظاهِرُونَ</w:t>
      </w:r>
      <w:r w:rsidR="00A95BC4" w:rsidRPr="00670FD4">
        <w:rPr>
          <w:rStyle w:val="libAieChar"/>
          <w:rtl/>
        </w:rPr>
        <w:t xml:space="preserve"> مِنْ نِسائِهِمْ ثُمَّ </w:t>
      </w:r>
      <w:r w:rsidR="00A95BC4" w:rsidRPr="00670FD4">
        <w:rPr>
          <w:rStyle w:val="libAieChar"/>
          <w:rFonts w:hint="cs"/>
          <w:rtl/>
        </w:rPr>
        <w:t>یَ</w:t>
      </w:r>
      <w:r w:rsidR="00A95BC4" w:rsidRPr="00670FD4">
        <w:rPr>
          <w:rStyle w:val="libAieChar"/>
          <w:rFonts w:hint="eastAsia"/>
          <w:rtl/>
        </w:rPr>
        <w:t>عُودُونَ</w:t>
      </w:r>
      <w:r w:rsidR="00A95BC4" w:rsidRPr="00670FD4">
        <w:rPr>
          <w:rStyle w:val="libAieChar"/>
          <w:rtl/>
        </w:rPr>
        <w:t xml:space="preserve"> لِما قالُوا فَتَحْرِ</w:t>
      </w:r>
      <w:r w:rsidR="00A95BC4" w:rsidRPr="00670FD4">
        <w:rPr>
          <w:rStyle w:val="libAieChar"/>
          <w:rFonts w:hint="cs"/>
          <w:rtl/>
        </w:rPr>
        <w:t>ی</w:t>
      </w:r>
      <w:r w:rsidR="00A95BC4" w:rsidRPr="00670FD4">
        <w:rPr>
          <w:rStyle w:val="libAieChar"/>
          <w:rFonts w:hint="eastAsia"/>
          <w:rtl/>
        </w:rPr>
        <w:t>رُ</w:t>
      </w:r>
      <w:r w:rsidR="00A95BC4" w:rsidRPr="00670FD4">
        <w:rPr>
          <w:rStyle w:val="libAieChar"/>
          <w:rtl/>
        </w:rPr>
        <w:t xml:space="preserve"> رَقَبَةٍ مِنْ قَبْلِ انْ </w:t>
      </w:r>
      <w:r w:rsidR="00A95BC4" w:rsidRPr="00670FD4">
        <w:rPr>
          <w:rStyle w:val="libAieChar"/>
          <w:rFonts w:hint="cs"/>
          <w:rtl/>
        </w:rPr>
        <w:t>یَ</w:t>
      </w:r>
      <w:r w:rsidR="00A95BC4" w:rsidRPr="00670FD4">
        <w:rPr>
          <w:rStyle w:val="libAieChar"/>
          <w:rFonts w:hint="eastAsia"/>
          <w:rtl/>
        </w:rPr>
        <w:t>تَمَاسَّا</w:t>
      </w:r>
      <w:r w:rsidR="00A95BC4" w:rsidRPr="00670FD4">
        <w:rPr>
          <w:rStyle w:val="libAieChar"/>
          <w:rtl/>
        </w:rPr>
        <w:t xml:space="preserve"> ذلِکُمْ تُوعَظُونَ بِهِ وَ اللهُ بِما ت</w:t>
      </w:r>
      <w:r w:rsidR="00A95BC4" w:rsidRPr="00670FD4">
        <w:rPr>
          <w:rStyle w:val="libAieChar"/>
          <w:rFonts w:hint="eastAsia"/>
          <w:rtl/>
        </w:rPr>
        <w:t>َعْمَلُونَ</w:t>
      </w:r>
      <w:r w:rsidR="00A95BC4" w:rsidRPr="00670FD4">
        <w:rPr>
          <w:rStyle w:val="libAieChar"/>
          <w:rtl/>
        </w:rPr>
        <w:t xml:space="preserve"> خَبِ</w:t>
      </w:r>
      <w:r w:rsidR="00A95BC4" w:rsidRPr="00670FD4">
        <w:rPr>
          <w:rStyle w:val="libAieChar"/>
          <w:rFonts w:hint="cs"/>
          <w:rtl/>
        </w:rPr>
        <w:t>ی</w:t>
      </w:r>
      <w:r w:rsidR="00A95BC4" w:rsidRPr="00670FD4">
        <w:rPr>
          <w:rStyle w:val="libAieChar"/>
          <w:rFonts w:hint="eastAsia"/>
          <w:rtl/>
        </w:rPr>
        <w:t>رٌ</w:t>
      </w:r>
      <w:r w:rsidR="00A95BC4" w:rsidRPr="00670FD4">
        <w:rPr>
          <w:rStyle w:val="libAieChar"/>
          <w:rtl/>
        </w:rPr>
        <w:t xml:space="preserve">* فَمَنْ لَمْ </w:t>
      </w:r>
      <w:r w:rsidR="00A95BC4" w:rsidRPr="00670FD4">
        <w:rPr>
          <w:rStyle w:val="libAieChar"/>
          <w:rFonts w:hint="cs"/>
          <w:rtl/>
        </w:rPr>
        <w:t>یَ</w:t>
      </w:r>
      <w:r w:rsidR="00A95BC4" w:rsidRPr="00670FD4">
        <w:rPr>
          <w:rStyle w:val="libAieChar"/>
          <w:rFonts w:hint="eastAsia"/>
          <w:rtl/>
        </w:rPr>
        <w:t>جِدْ</w:t>
      </w:r>
      <w:r w:rsidR="00A95BC4" w:rsidRPr="00670FD4">
        <w:rPr>
          <w:rStyle w:val="libAieChar"/>
          <w:rtl/>
        </w:rPr>
        <w:t xml:space="preserve"> فَصِ</w:t>
      </w:r>
      <w:r w:rsidR="00A95BC4" w:rsidRPr="00670FD4">
        <w:rPr>
          <w:rStyle w:val="libAieChar"/>
          <w:rFonts w:hint="cs"/>
          <w:rtl/>
        </w:rPr>
        <w:t>ی</w:t>
      </w:r>
      <w:r w:rsidR="00A95BC4" w:rsidRPr="00670FD4">
        <w:rPr>
          <w:rStyle w:val="libAieChar"/>
          <w:rFonts w:hint="eastAsia"/>
          <w:rtl/>
        </w:rPr>
        <w:t>امُ</w:t>
      </w:r>
      <w:r w:rsidR="00A95BC4" w:rsidRPr="00670FD4">
        <w:rPr>
          <w:rStyle w:val="libAieChar"/>
          <w:rtl/>
        </w:rPr>
        <w:t xml:space="preserve"> شَهْرَ</w:t>
      </w:r>
      <w:r w:rsidR="00A95BC4" w:rsidRPr="00670FD4">
        <w:rPr>
          <w:rStyle w:val="libAieChar"/>
          <w:rFonts w:hint="cs"/>
          <w:rtl/>
        </w:rPr>
        <w:t>یْ</w:t>
      </w:r>
      <w:r w:rsidR="00A95BC4" w:rsidRPr="00670FD4">
        <w:rPr>
          <w:rStyle w:val="libAieChar"/>
          <w:rFonts w:hint="eastAsia"/>
          <w:rtl/>
        </w:rPr>
        <w:t>نِ</w:t>
      </w:r>
      <w:r w:rsidR="00A95BC4" w:rsidRPr="00670FD4">
        <w:rPr>
          <w:rStyle w:val="libAieChar"/>
          <w:rtl/>
        </w:rPr>
        <w:t xml:space="preserve"> مُتَتابِعَ</w:t>
      </w:r>
      <w:r w:rsidR="00A95BC4" w:rsidRPr="00670FD4">
        <w:rPr>
          <w:rStyle w:val="libAieChar"/>
          <w:rFonts w:hint="cs"/>
          <w:rtl/>
        </w:rPr>
        <w:t>یْ</w:t>
      </w:r>
      <w:r w:rsidR="00A95BC4" w:rsidRPr="00670FD4">
        <w:rPr>
          <w:rStyle w:val="libAieChar"/>
          <w:rFonts w:hint="eastAsia"/>
          <w:rtl/>
        </w:rPr>
        <w:t>نِ</w:t>
      </w:r>
      <w:r w:rsidR="00A95BC4" w:rsidRPr="00670FD4">
        <w:rPr>
          <w:rStyle w:val="libAieChar"/>
          <w:rtl/>
        </w:rPr>
        <w:t xml:space="preserve"> مِنْ قَبْلِ انْ </w:t>
      </w:r>
      <w:r w:rsidR="00A95BC4" w:rsidRPr="00670FD4">
        <w:rPr>
          <w:rStyle w:val="libAieChar"/>
          <w:rFonts w:hint="cs"/>
          <w:rtl/>
        </w:rPr>
        <w:t>یَ</w:t>
      </w:r>
      <w:r w:rsidR="00A95BC4" w:rsidRPr="00670FD4">
        <w:rPr>
          <w:rStyle w:val="libAieChar"/>
          <w:rFonts w:hint="eastAsia"/>
          <w:rtl/>
        </w:rPr>
        <w:t>تَمَاسَّا</w:t>
      </w:r>
      <w:r w:rsidR="00A95BC4" w:rsidRPr="00670FD4">
        <w:rPr>
          <w:rStyle w:val="libAieChar"/>
          <w:rtl/>
        </w:rPr>
        <w:t xml:space="preserve"> فَمَنْ لَمْ </w:t>
      </w:r>
      <w:r w:rsidR="00A95BC4" w:rsidRPr="00670FD4">
        <w:rPr>
          <w:rStyle w:val="libAieChar"/>
          <w:rFonts w:hint="cs"/>
          <w:rtl/>
        </w:rPr>
        <w:t>یَ</w:t>
      </w:r>
      <w:r w:rsidR="00A95BC4" w:rsidRPr="00670FD4">
        <w:rPr>
          <w:rStyle w:val="libAieChar"/>
          <w:rFonts w:hint="eastAsia"/>
          <w:rtl/>
        </w:rPr>
        <w:t>سْتَطِعْ</w:t>
      </w:r>
      <w:r w:rsidR="00A95BC4" w:rsidRPr="00670FD4">
        <w:rPr>
          <w:rStyle w:val="libAieChar"/>
          <w:rtl/>
        </w:rPr>
        <w:t xml:space="preserve"> فَإِطْعامُ سِتِّ</w:t>
      </w:r>
      <w:r w:rsidR="00A95BC4" w:rsidRPr="00670FD4">
        <w:rPr>
          <w:rStyle w:val="libAieChar"/>
          <w:rFonts w:hint="cs"/>
          <w:rtl/>
        </w:rPr>
        <w:t>ی</w:t>
      </w:r>
      <w:r w:rsidR="00A95BC4" w:rsidRPr="00670FD4">
        <w:rPr>
          <w:rStyle w:val="libAieChar"/>
          <w:rFonts w:hint="eastAsia"/>
          <w:rtl/>
        </w:rPr>
        <w:t>نَ</w:t>
      </w:r>
      <w:r w:rsidR="00A95BC4" w:rsidRPr="00670FD4">
        <w:rPr>
          <w:rStyle w:val="libAieChar"/>
          <w:rtl/>
        </w:rPr>
        <w:t xml:space="preserve"> مِسْکِ</w:t>
      </w:r>
      <w:r w:rsidR="00A95BC4" w:rsidRPr="00670FD4">
        <w:rPr>
          <w:rStyle w:val="libAieChar"/>
          <w:rFonts w:hint="cs"/>
          <w:rtl/>
        </w:rPr>
        <w:t>ی</w:t>
      </w:r>
      <w:r w:rsidR="00A95BC4" w:rsidRPr="00670FD4">
        <w:rPr>
          <w:rStyle w:val="libAieChar"/>
          <w:rFonts w:hint="eastAsia"/>
          <w:rtl/>
        </w:rPr>
        <w:t>ناً</w:t>
      </w:r>
      <w:r w:rsidR="00A95BC4" w:rsidRPr="00670FD4">
        <w:rPr>
          <w:rStyle w:val="libAieChar"/>
          <w:rtl/>
        </w:rPr>
        <w:t xml:space="preserve"> ذلِکَ لِتُؤْمِنُوا بِاللهِ وَ رَسُولِهِ وَ تِلْکَ حُدُودُ اللهِ وَ لِلْکافِرِ</w:t>
      </w:r>
      <w:r w:rsidR="00A95BC4" w:rsidRPr="00670FD4">
        <w:rPr>
          <w:rStyle w:val="libAieChar"/>
          <w:rFonts w:hint="cs"/>
          <w:rtl/>
        </w:rPr>
        <w:t>ی</w:t>
      </w:r>
      <w:r w:rsidR="00A95BC4" w:rsidRPr="00670FD4">
        <w:rPr>
          <w:rStyle w:val="libAieChar"/>
          <w:rFonts w:hint="eastAsia"/>
          <w:rtl/>
        </w:rPr>
        <w:t>نَ</w:t>
      </w:r>
      <w:r w:rsidR="00A95BC4" w:rsidRPr="00670FD4">
        <w:rPr>
          <w:rStyle w:val="libAieChar"/>
          <w:rtl/>
        </w:rPr>
        <w:t xml:space="preserve"> عَذابٌ الِ</w:t>
      </w:r>
      <w:r w:rsidR="00A95BC4" w:rsidRPr="00670FD4">
        <w:rPr>
          <w:rStyle w:val="libAieChar"/>
          <w:rFonts w:hint="cs"/>
          <w:rtl/>
        </w:rPr>
        <w:t>ی</w:t>
      </w:r>
      <w:r w:rsidR="00A95BC4" w:rsidRPr="00670FD4">
        <w:rPr>
          <w:rStyle w:val="libAieChar"/>
          <w:rFonts w:hint="eastAsia"/>
          <w:rtl/>
        </w:rPr>
        <w:t>مٌ</w:t>
      </w:r>
      <w:r w:rsidRPr="00670FD4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(مجاد</w:t>
      </w:r>
      <w:r w:rsidR="00A95BC4" w:rsidRPr="00A95BC4">
        <w:rPr>
          <w:rFonts w:hint="eastAsia"/>
          <w:rtl/>
          <w:lang w:bidi="fa-IR"/>
        </w:rPr>
        <w:t>له</w:t>
      </w:r>
      <w:r w:rsidR="00A95BC4" w:rsidRPr="00A95BC4">
        <w:rPr>
          <w:rtl/>
          <w:lang w:bidi="fa-IR"/>
        </w:rPr>
        <w:t>: 1- 4)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چهره</w:t>
      </w:r>
      <w:r w:rsidRPr="00A95BC4">
        <w:rPr>
          <w:rtl/>
          <w:lang w:bidi="fa-IR"/>
        </w:rPr>
        <w:t xml:space="preserve"> خوله غرق در شاد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شد و سر بر سجده شکر نهاد.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پس از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ه‌ها،</w:t>
      </w:r>
      <w:r w:rsidRPr="00A95BC4">
        <w:rPr>
          <w:rtl/>
          <w:lang w:bidi="fa-IR"/>
        </w:rPr>
        <w:t xml:space="preserve">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به دنبال اوس فرستاد. اوس آمد و شرمنده و غمگ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در برابر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نشست.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او فرمود: «چرا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اوس! تو صحاب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جل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ل‌القدر</w:t>
      </w:r>
      <w:r w:rsidRPr="00A95BC4">
        <w:rPr>
          <w:rtl/>
          <w:lang w:bidi="fa-IR"/>
        </w:rPr>
        <w:t xml:space="preserve"> ما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؟»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اوس</w:t>
      </w:r>
      <w:r w:rsidRPr="00A95BC4">
        <w:rPr>
          <w:rtl/>
          <w:lang w:bidi="fa-IR"/>
        </w:rPr>
        <w:t xml:space="preserve"> با شرمندگ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پاسخ داد: «به خدا سوگند!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دانم</w:t>
      </w:r>
      <w:r w:rsidRPr="00A95BC4">
        <w:rPr>
          <w:rtl/>
          <w:lang w:bidi="fa-IR"/>
        </w:rPr>
        <w:t xml:space="preserve"> چه شد،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طان</w:t>
      </w:r>
      <w:r w:rsidRPr="00A95BC4">
        <w:rPr>
          <w:rtl/>
          <w:lang w:bidi="fa-IR"/>
        </w:rPr>
        <w:t xml:space="preserve"> بر عقل و جان من مستول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شد و من در حالت خشم،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گفتم».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تبسم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کرد و سپس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</w:t>
      </w:r>
      <w:r w:rsidRPr="00A95BC4">
        <w:rPr>
          <w:rtl/>
          <w:lang w:bidi="fa-IR"/>
        </w:rPr>
        <w:t xml:space="preserve"> را بر او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تلاوت فرمود. سپس فرمود: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</w:t>
      </w:r>
      <w:r w:rsidRPr="00A95BC4">
        <w:rPr>
          <w:rtl/>
          <w:lang w:bidi="fa-IR"/>
        </w:rPr>
        <w:t xml:space="preserve"> را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</w:t>
      </w:r>
      <w:r w:rsidRPr="00A95BC4">
        <w:rPr>
          <w:rtl/>
          <w:lang w:bidi="fa-IR"/>
        </w:rPr>
        <w:t xml:space="preserve"> حال بگو بدانم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برده را به عنوان کفاره ظهار آزاد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؟»</w:t>
      </w:r>
      <w:r w:rsidRPr="00A95BC4">
        <w:rPr>
          <w:rtl/>
          <w:lang w:bidi="fa-IR"/>
        </w:rPr>
        <w:t xml:space="preserve"> گفت: «خ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ر،</w:t>
      </w:r>
      <w:r w:rsidRPr="00A95BC4">
        <w:rPr>
          <w:rtl/>
          <w:lang w:bidi="fa-IR"/>
        </w:rPr>
        <w:t xml:space="preserve"> استطاعت آن را ندارم». فرمود: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دو ماه روزه بگ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اوس</w:t>
      </w:r>
      <w:r w:rsidRPr="00A95BC4">
        <w:rPr>
          <w:rtl/>
          <w:lang w:bidi="fa-IR"/>
        </w:rPr>
        <w:t xml:space="preserve">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>! من اگر در طول روز چند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بار آب ننوشم، چشمم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خود را از دست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دهد</w:t>
      </w:r>
      <w:r w:rsidRPr="00A95BC4">
        <w:rPr>
          <w:rtl/>
          <w:lang w:bidi="fa-IR"/>
        </w:rPr>
        <w:t xml:space="preserve"> 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ترسم</w:t>
      </w:r>
      <w:r w:rsidRPr="00A95BC4">
        <w:rPr>
          <w:rtl/>
          <w:lang w:bidi="fa-IR"/>
        </w:rPr>
        <w:t xml:space="preserve"> ناب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نا</w:t>
      </w:r>
      <w:r w:rsidRPr="00A95BC4">
        <w:rPr>
          <w:rtl/>
          <w:lang w:bidi="fa-IR"/>
        </w:rPr>
        <w:t xml:space="preserve"> شوم و همانند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سخت گردم».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فرمود: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شصت مسک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را اطعام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«چگونه؟».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فرمود</w:t>
      </w:r>
      <w:r w:rsidRPr="00A95BC4">
        <w:rPr>
          <w:rtl/>
          <w:lang w:bidi="fa-IR"/>
        </w:rPr>
        <w:t>: «ا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غذا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وعده آنها را بده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؟»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عرض</w:t>
      </w:r>
      <w:r w:rsidRPr="00A95BC4">
        <w:rPr>
          <w:rtl/>
          <w:lang w:bidi="fa-IR"/>
        </w:rPr>
        <w:t xml:space="preserve"> کرد: «نه، مگر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شما کمک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فرمود: «من به تو کمک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کنم،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سراغ امّ‌منذر (دختر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ط</w:t>
      </w:r>
      <w:r w:rsidRPr="00A95BC4">
        <w:rPr>
          <w:rtl/>
          <w:lang w:bidi="fa-IR"/>
        </w:rPr>
        <w:t xml:space="preserve"> بن 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>) برو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از او درخواست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وه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درخت خرما بنما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>.</w:t>
      </w:r>
    </w:p>
    <w:p w:rsidR="00A95BC4" w:rsidRPr="00A95BC4" w:rsidRDefault="00A95BC4" w:rsidP="00670FD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اوس</w:t>
      </w:r>
      <w:r w:rsidRPr="00A95BC4">
        <w:rPr>
          <w:rtl/>
          <w:lang w:bidi="fa-IR"/>
        </w:rPr>
        <w:t xml:space="preserve">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کرد و به فرموده قرآن و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شصت مسک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را اطعام کرد. 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ن‌ترت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زوج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بار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بر هم حلال گرد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</w:t>
      </w:r>
      <w:r w:rsidRPr="00A95BC4">
        <w:rPr>
          <w:rtl/>
          <w:lang w:bidi="fa-IR"/>
        </w:rPr>
        <w:t xml:space="preserve">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عادت جاهل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مسلمانان از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رفت. انوار</w:t>
      </w:r>
      <w:r w:rsidR="00670FD4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نوران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اسلام، بار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رگ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جاهل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کنار زد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اخلاق ناپسند را از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برد و طرح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نو در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مسلمانان درانداخت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خود مثل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واضح است که اسلام سخت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ها</w:t>
      </w:r>
      <w:r w:rsidRPr="00A95BC4">
        <w:rPr>
          <w:rtl/>
          <w:lang w:bidi="fa-IR"/>
        </w:rPr>
        <w:t xml:space="preserve"> و مشکل‌ها را به راحت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خداوند</w:t>
      </w:r>
      <w:r w:rsidRPr="00A95BC4">
        <w:rPr>
          <w:rtl/>
          <w:lang w:bidi="fa-IR"/>
        </w:rPr>
        <w:t xml:space="preserve"> در پ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مجادله خوله با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بر سر حفظ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مشترکش با اوس، با نزول چند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هم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اسلام و مسلمانان احکام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روشن نازل فرمود و هم نام خوله و همسرش اوس را در کنار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</w:t>
      </w:r>
      <w:r w:rsidRPr="00A95BC4">
        <w:rPr>
          <w:rtl/>
          <w:lang w:bidi="fa-IR"/>
        </w:rPr>
        <w:t xml:space="preserve"> جاودانه و ماندگار کرد و هم حکم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رسم جاهل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با نام ظهار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روشن ش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ظِهار</w:t>
      </w:r>
      <w:r w:rsidRPr="00A95BC4">
        <w:rPr>
          <w:rtl/>
          <w:lang w:bidi="fa-IR"/>
        </w:rPr>
        <w:t xml:space="preserve">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ست؟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«ظِهار»</w:t>
      </w:r>
      <w:r w:rsidRPr="00A95BC4">
        <w:rPr>
          <w:rtl/>
          <w:lang w:bidi="fa-IR"/>
        </w:rPr>
        <w:t xml:space="preserve"> مشتق از ظهر به معنا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پشت است. در اصطلاح، در عرب جاهل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اقسام طلاق بوده است.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صورت که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خواسته</w:t>
      </w:r>
      <w:r w:rsidRPr="00A95BC4">
        <w:rPr>
          <w:rtl/>
          <w:lang w:bidi="fa-IR"/>
        </w:rPr>
        <w:t xml:space="preserve"> زنش را بر خود حرام کند،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کلام را به زبان جار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کرده</w:t>
      </w:r>
      <w:r w:rsidRPr="00A95BC4">
        <w:rPr>
          <w:rtl/>
          <w:lang w:bidi="fa-IR"/>
        </w:rPr>
        <w:t>: «انْتَ مِنِّ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کَظَهر امّ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»؛</w:t>
      </w:r>
      <w:r w:rsidRPr="00A95BC4">
        <w:rPr>
          <w:rtl/>
          <w:lang w:bidi="fa-IR"/>
        </w:rPr>
        <w:t xml:space="preserve"> «تو نسبت به من مثل پشت مادرم هست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>.</w:t>
      </w:r>
    </w:p>
    <w:p w:rsidR="00A95BC4" w:rsidRPr="00A95BC4" w:rsidRDefault="00A95BC4" w:rsidP="00670FD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با</w:t>
      </w:r>
      <w:r w:rsidRPr="00A95BC4">
        <w:rPr>
          <w:rtl/>
          <w:lang w:bidi="fa-IR"/>
        </w:rPr>
        <w:t xml:space="preserve"> گفتن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کلام، زنش از او جدا شده و تا ابد بر او حرام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شده</w:t>
      </w:r>
      <w:r w:rsidRPr="00A95BC4">
        <w:rPr>
          <w:rtl/>
          <w:lang w:bidi="fa-IR"/>
        </w:rPr>
        <w:t xml:space="preserve"> است.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حکم در اعراب باق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مانده بود، تا آنکه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اوس و همسرش خوله بنت ثعلبه، </w:t>
      </w:r>
      <w:r w:rsidRPr="00A95BC4">
        <w:rPr>
          <w:rtl/>
          <w:lang w:bidi="fa-IR"/>
        </w:rPr>
        <w:lastRenderedPageBreak/>
        <w:t>به نحو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اشاره شد، مسئله‌ا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آمد و خداوند با نزول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نخست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سوره مجادله، به روشن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اشاره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فرمود</w:t>
      </w:r>
      <w:r w:rsidRPr="00A95BC4">
        <w:rPr>
          <w:rtl/>
          <w:lang w:bidi="fa-IR"/>
        </w:rPr>
        <w:t xml:space="preserve"> که ظِهار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تواند</w:t>
      </w:r>
      <w:r w:rsidRPr="00A95BC4">
        <w:rPr>
          <w:rtl/>
          <w:lang w:bidi="fa-IR"/>
        </w:rPr>
        <w:t xml:space="preserve"> حکم طلاق باشد،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همچون</w:t>
      </w:r>
      <w:r w:rsidR="00670FD4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مادر</w:t>
      </w:r>
      <w:r w:rsidRPr="00A95BC4">
        <w:rPr>
          <w:rtl/>
          <w:lang w:bidi="fa-IR"/>
        </w:rPr>
        <w:t xml:space="preserve"> آدم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شود</w:t>
      </w:r>
      <w:r w:rsidRPr="00A95BC4">
        <w:rPr>
          <w:rtl/>
          <w:lang w:bidi="fa-IR"/>
        </w:rPr>
        <w:t>. مادر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که آدم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زا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است. سپس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عمل ظِهار، کفاره‌ا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قرار 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دهد که اگر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ناخواست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کلام را بر زبان آورد، از سه طر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تواند</w:t>
      </w:r>
      <w:r w:rsidRPr="00A95BC4">
        <w:rPr>
          <w:rtl/>
          <w:lang w:bidi="fa-IR"/>
        </w:rPr>
        <w:t xml:space="preserve"> کفاره بپردازد: آزاد کردن برده،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دو ماه پ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پ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روزه گرفتن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تماس با زن 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اطعام شصت فق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>.</w:t>
      </w:r>
    </w:p>
    <w:p w:rsidR="00A95BC4" w:rsidRPr="00A95BC4" w:rsidRDefault="00A95BC4" w:rsidP="00670FD4">
      <w:pPr>
        <w:pStyle w:val="Heading2"/>
        <w:rPr>
          <w:rtl/>
        </w:rPr>
      </w:pPr>
      <w:bookmarkStart w:id="46" w:name="_Toc504390381"/>
      <w:bookmarkStart w:id="47" w:name="_Toc504390472"/>
      <w:r w:rsidRPr="00A95BC4">
        <w:rPr>
          <w:rFonts w:hint="eastAsia"/>
          <w:rtl/>
        </w:rPr>
        <w:t>داستان</w:t>
      </w:r>
      <w:r w:rsidRPr="00A95BC4">
        <w:rPr>
          <w:rFonts w:hint="cs"/>
          <w:rtl/>
        </w:rPr>
        <w:t>ی</w:t>
      </w:r>
      <w:r w:rsidRPr="00A95BC4">
        <w:rPr>
          <w:rtl/>
        </w:rPr>
        <w:t xml:space="preserve"> از خوله‌</w:t>
      </w:r>
      <w:bookmarkEnd w:id="46"/>
      <w:bookmarkEnd w:id="47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روز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خوله در برابر «عمر بن خطاب»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ستاد،</w:t>
      </w:r>
      <w:r w:rsidRPr="00A95BC4">
        <w:rPr>
          <w:rtl/>
          <w:lang w:bidi="fa-IR"/>
        </w:rPr>
        <w:t xml:space="preserve">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او را به عمل صح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ح</w:t>
      </w:r>
      <w:r w:rsidRPr="00A95BC4">
        <w:rPr>
          <w:rtl/>
          <w:lang w:bidi="fa-IR"/>
        </w:rPr>
        <w:t xml:space="preserve"> به دستورها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اسلام، نص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حت</w:t>
      </w:r>
      <w:r w:rsidRPr="00A95BC4">
        <w:rPr>
          <w:rtl/>
          <w:lang w:bidi="fa-IR"/>
        </w:rPr>
        <w:t xml:space="preserve"> کند.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رو، خطاب به 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عمر! تو را از کودک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شناسم،</w:t>
      </w:r>
      <w:r w:rsidRPr="00A95BC4">
        <w:rPr>
          <w:rtl/>
          <w:lang w:bidi="fa-IR"/>
        </w:rPr>
        <w:t xml:space="preserve">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در بازار عکاظ، سوار بر چوب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آن هنگام تو را عم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صدا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زدند</w:t>
      </w:r>
      <w:r w:rsidRPr="00A95BC4">
        <w:rPr>
          <w:rtl/>
          <w:lang w:bidi="fa-IR"/>
        </w:rPr>
        <w:t>. پس از گ</w:t>
      </w:r>
      <w:r w:rsidRPr="00A95BC4">
        <w:rPr>
          <w:rFonts w:hint="eastAsia"/>
          <w:rtl/>
          <w:lang w:bidi="fa-IR"/>
        </w:rPr>
        <w:t>ذشت</w:t>
      </w:r>
      <w:r w:rsidRPr="00A95BC4">
        <w:rPr>
          <w:rtl/>
          <w:lang w:bidi="fa-IR"/>
        </w:rPr>
        <w:t xml:space="preserve"> روزگاران، تو را عمر نام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</w:t>
      </w:r>
      <w:r w:rsidRPr="00A95BC4">
        <w:rPr>
          <w:rtl/>
          <w:lang w:bidi="fa-IR"/>
        </w:rPr>
        <w:t xml:space="preserve"> و امروز تو را 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مؤمنان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خوانند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زمان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خداوند نص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تو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شود</w:t>
      </w:r>
      <w:r w:rsidRPr="00A95BC4">
        <w:rPr>
          <w:rtl/>
          <w:lang w:bidi="fa-IR"/>
        </w:rPr>
        <w:t xml:space="preserve"> که تو با مردم مدارا کن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 بدان‌که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از عذاب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ترسد،</w:t>
      </w:r>
      <w:r w:rsidRPr="00A95BC4">
        <w:rPr>
          <w:rtl/>
          <w:lang w:bidi="fa-IR"/>
        </w:rPr>
        <w:t xml:space="preserve"> به خداوند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شود</w:t>
      </w:r>
      <w:r w:rsidRPr="00A95BC4">
        <w:rPr>
          <w:rtl/>
          <w:lang w:bidi="fa-IR"/>
        </w:rPr>
        <w:t>.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از مرگ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ترسد،</w:t>
      </w:r>
      <w:r w:rsidRPr="00A95BC4">
        <w:rPr>
          <w:rtl/>
          <w:lang w:bidi="fa-IR"/>
        </w:rPr>
        <w:t xml:space="preserve"> از گذشت فرصت‌ها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هراسان است و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به حساب روز 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امت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دارد، از عذاب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ترسد»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عمر</w:t>
      </w:r>
      <w:r w:rsidRPr="00A95BC4">
        <w:rPr>
          <w:rtl/>
          <w:lang w:bidi="fa-IR"/>
        </w:rPr>
        <w:t xml:space="preserve"> در برابر خوله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ستاده</w:t>
      </w:r>
      <w:r w:rsidRPr="00A95BC4">
        <w:rPr>
          <w:rtl/>
          <w:lang w:bidi="fa-IR"/>
        </w:rPr>
        <w:t xml:space="preserve"> بود و با دقت به حرف‌ها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گوش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داد</w:t>
      </w:r>
      <w:r w:rsidRPr="00A95BC4">
        <w:rPr>
          <w:rtl/>
          <w:lang w:bidi="fa-IR"/>
        </w:rPr>
        <w:t xml:space="preserve"> و گردنش را در برابر او کج کرده بود،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«جارود عب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 xml:space="preserve"> که از اطراف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عمر بود، صبرش سرآمد و با خشم رو به خوله گفت: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«ز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اد</w:t>
      </w:r>
      <w:r w:rsidRPr="00A95BC4">
        <w:rPr>
          <w:rtl/>
          <w:lang w:bidi="fa-IR"/>
        </w:rPr>
        <w:t xml:space="preserve"> حرف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زن!»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عمر</w:t>
      </w:r>
      <w:r w:rsidRPr="00A95BC4">
        <w:rPr>
          <w:rtl/>
          <w:lang w:bidi="fa-IR"/>
        </w:rPr>
        <w:t xml:space="preserve"> گفت: «خاموش! مگر او را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شناس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</w:t>
      </w:r>
      <w:r w:rsidRPr="00A95BC4">
        <w:rPr>
          <w:rtl/>
          <w:lang w:bidi="fa-IR"/>
        </w:rPr>
        <w:t xml:space="preserve"> او خوله است،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خداوند از آسمان هفتم صدا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و سخن او را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به خدا قسم که حاضرم تا هر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tl/>
          <w:lang w:bidi="fa-IR"/>
        </w:rPr>
        <w:lastRenderedPageBreak/>
        <w:t>که بخواهد در برابرش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ستم</w:t>
      </w:r>
      <w:r w:rsidRPr="00A95BC4">
        <w:rPr>
          <w:rtl/>
          <w:lang w:bidi="fa-IR"/>
        </w:rPr>
        <w:t xml:space="preserve"> و جز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ضه</w:t>
      </w:r>
      <w:r w:rsidRPr="00A95BC4">
        <w:rPr>
          <w:rtl/>
          <w:lang w:bidi="fa-IR"/>
        </w:rPr>
        <w:t xml:space="preserve"> نماز از برابر او کنار نروم و سخن او را بشنوم».</w:t>
      </w:r>
    </w:p>
    <w:p w:rsidR="00A95BC4" w:rsidRPr="00A95BC4" w:rsidRDefault="009C4317" w:rsidP="009C4317">
      <w:pPr>
        <w:pStyle w:val="Heading1"/>
        <w:rPr>
          <w:rtl/>
        </w:rPr>
      </w:pPr>
      <w:r>
        <w:rPr>
          <w:rtl/>
        </w:rPr>
        <w:br w:type="page"/>
      </w:r>
      <w:bookmarkStart w:id="48" w:name="_Toc504390382"/>
      <w:bookmarkStart w:id="49" w:name="_Toc504390473"/>
      <w:r w:rsidR="00A95BC4" w:rsidRPr="00A95BC4">
        <w:rPr>
          <w:rFonts w:hint="eastAsia"/>
          <w:rtl/>
        </w:rPr>
        <w:lastRenderedPageBreak/>
        <w:t>ز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نب،</w:t>
      </w:r>
      <w:r w:rsidR="00A95BC4" w:rsidRPr="00A95BC4">
        <w:rPr>
          <w:rtl/>
        </w:rPr>
        <w:t xml:space="preserve"> دختر جحش‌</w:t>
      </w:r>
      <w:bookmarkEnd w:id="48"/>
      <w:bookmarkEnd w:id="49"/>
    </w:p>
    <w:p w:rsidR="00A95BC4" w:rsidRPr="00A95BC4" w:rsidRDefault="00A95BC4" w:rsidP="009C4317">
      <w:pPr>
        <w:pStyle w:val="libBold1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اشاره</w:t>
      </w:r>
    </w:p>
    <w:p w:rsidR="00A95BC4" w:rsidRPr="009C4317" w:rsidRDefault="009C4317" w:rsidP="00A95BC4">
      <w:pPr>
        <w:pStyle w:val="libNormal"/>
        <w:rPr>
          <w:rStyle w:val="libAieChar"/>
          <w:rtl/>
        </w:rPr>
      </w:pPr>
      <w:r w:rsidRPr="009C4317">
        <w:rPr>
          <w:rStyle w:val="libAlaemChar"/>
          <w:rFonts w:hint="cs"/>
          <w:rtl/>
        </w:rPr>
        <w:t>(</w:t>
      </w:r>
      <w:r w:rsidR="00A95BC4" w:rsidRPr="009C4317">
        <w:rPr>
          <w:rStyle w:val="libAieChar"/>
          <w:rFonts w:hint="eastAsia"/>
          <w:rtl/>
        </w:rPr>
        <w:t>وَ</w:t>
      </w:r>
      <w:r w:rsidR="00A95BC4" w:rsidRPr="009C4317">
        <w:rPr>
          <w:rStyle w:val="libAieChar"/>
          <w:rtl/>
        </w:rPr>
        <w:t xml:space="preserve"> ما کانَ لِمُؤْمِنٍ وَ لا مُؤْمِنَةٍ إِذا قَضَ</w:t>
      </w:r>
      <w:r w:rsidR="00A95BC4" w:rsidRPr="009C4317">
        <w:rPr>
          <w:rStyle w:val="libAieChar"/>
          <w:rFonts w:hint="cs"/>
          <w:rtl/>
        </w:rPr>
        <w:t>ی</w:t>
      </w:r>
      <w:r w:rsidR="00A95BC4" w:rsidRPr="009C4317">
        <w:rPr>
          <w:rStyle w:val="libAieChar"/>
          <w:rtl/>
        </w:rPr>
        <w:t xml:space="preserve"> اللهُ وَ رَسُولُهُ أَمْراً أَنْ </w:t>
      </w:r>
      <w:r w:rsidR="00A95BC4" w:rsidRPr="009C4317">
        <w:rPr>
          <w:rStyle w:val="libAieChar"/>
          <w:rFonts w:hint="cs"/>
          <w:rtl/>
        </w:rPr>
        <w:t>یَ</w:t>
      </w:r>
      <w:r w:rsidR="00A95BC4" w:rsidRPr="009C4317">
        <w:rPr>
          <w:rStyle w:val="libAieChar"/>
          <w:rFonts w:hint="eastAsia"/>
          <w:rtl/>
        </w:rPr>
        <w:t>کُونَ</w:t>
      </w:r>
      <w:r w:rsidR="00A95BC4" w:rsidRPr="009C4317">
        <w:rPr>
          <w:rStyle w:val="libAieChar"/>
          <w:rtl/>
        </w:rPr>
        <w:t xml:space="preserve"> لَهُمُ الْخِ</w:t>
      </w:r>
      <w:r w:rsidR="00A95BC4" w:rsidRPr="009C4317">
        <w:rPr>
          <w:rStyle w:val="libAieChar"/>
          <w:rFonts w:hint="cs"/>
          <w:rtl/>
        </w:rPr>
        <w:t>یَ</w:t>
      </w:r>
      <w:r w:rsidR="00A95BC4" w:rsidRPr="009C4317">
        <w:rPr>
          <w:rStyle w:val="libAieChar"/>
          <w:rFonts w:hint="eastAsia"/>
          <w:rtl/>
        </w:rPr>
        <w:t>رَةُ</w:t>
      </w:r>
      <w:r w:rsidR="00A95BC4" w:rsidRPr="009C4317">
        <w:rPr>
          <w:rStyle w:val="libAieChar"/>
          <w:rtl/>
        </w:rPr>
        <w:t xml:space="preserve"> مِنْ أَمْرِهِمْ وَ مَنْ </w:t>
      </w:r>
      <w:r w:rsidR="00A95BC4" w:rsidRPr="009C4317">
        <w:rPr>
          <w:rStyle w:val="libAieChar"/>
          <w:rFonts w:hint="cs"/>
          <w:rtl/>
        </w:rPr>
        <w:t>یَ</w:t>
      </w:r>
      <w:r w:rsidR="00A95BC4" w:rsidRPr="009C4317">
        <w:rPr>
          <w:rStyle w:val="libAieChar"/>
          <w:rFonts w:hint="eastAsia"/>
          <w:rtl/>
        </w:rPr>
        <w:t>عْصِ</w:t>
      </w:r>
      <w:r w:rsidR="00A95BC4" w:rsidRPr="009C4317">
        <w:rPr>
          <w:rStyle w:val="libAieChar"/>
          <w:rtl/>
        </w:rPr>
        <w:t xml:space="preserve"> اللهَ وَ رَسُولَهُ فَقَدْ ضَلَّ ضَلالًا مُبِ</w:t>
      </w:r>
      <w:r w:rsidR="00A95BC4" w:rsidRPr="009C4317">
        <w:rPr>
          <w:rStyle w:val="libAieChar"/>
          <w:rFonts w:hint="cs"/>
          <w:rtl/>
        </w:rPr>
        <w:t>ی</w:t>
      </w:r>
      <w:r w:rsidR="00A95BC4" w:rsidRPr="009C4317">
        <w:rPr>
          <w:rStyle w:val="libAieChar"/>
          <w:rFonts w:hint="eastAsia"/>
          <w:rtl/>
        </w:rPr>
        <w:t>ناً</w:t>
      </w:r>
      <w:r w:rsidR="00A95BC4" w:rsidRPr="009C4317">
        <w:rPr>
          <w:rStyle w:val="libAieChar"/>
          <w:rtl/>
        </w:rPr>
        <w:t>* وَ إِذْ تَقُولُ لِلَّذِ</w:t>
      </w:r>
      <w:r w:rsidR="00A95BC4" w:rsidRPr="009C4317">
        <w:rPr>
          <w:rStyle w:val="libAieChar"/>
          <w:rFonts w:hint="cs"/>
          <w:rtl/>
        </w:rPr>
        <w:t>ی</w:t>
      </w:r>
      <w:r w:rsidR="00A95BC4" w:rsidRPr="009C4317">
        <w:rPr>
          <w:rStyle w:val="libAieChar"/>
          <w:rtl/>
        </w:rPr>
        <w:t xml:space="preserve"> أَنْعَمَ اللهُ عَلَ</w:t>
      </w:r>
      <w:r w:rsidR="00A95BC4" w:rsidRPr="009C4317">
        <w:rPr>
          <w:rStyle w:val="libAieChar"/>
          <w:rFonts w:hint="cs"/>
          <w:rtl/>
        </w:rPr>
        <w:t>یْ</w:t>
      </w:r>
      <w:r w:rsidR="00A95BC4" w:rsidRPr="009C4317">
        <w:rPr>
          <w:rStyle w:val="libAieChar"/>
          <w:rFonts w:hint="eastAsia"/>
          <w:rtl/>
        </w:rPr>
        <w:t>هِ</w:t>
      </w:r>
      <w:r w:rsidR="00A95BC4" w:rsidRPr="009C4317">
        <w:rPr>
          <w:rStyle w:val="libAieChar"/>
          <w:rtl/>
        </w:rPr>
        <w:t xml:space="preserve"> وَ أَنْعَمْتَ عَل</w:t>
      </w:r>
      <w:r w:rsidR="00A95BC4" w:rsidRPr="009C4317">
        <w:rPr>
          <w:rStyle w:val="libAieChar"/>
          <w:rFonts w:hint="eastAsia"/>
          <w:rtl/>
        </w:rPr>
        <w:t>َ</w:t>
      </w:r>
      <w:r w:rsidR="00A95BC4" w:rsidRPr="009C4317">
        <w:rPr>
          <w:rStyle w:val="libAieChar"/>
          <w:rFonts w:hint="cs"/>
          <w:rtl/>
        </w:rPr>
        <w:t>یْ</w:t>
      </w:r>
      <w:r w:rsidR="00A95BC4" w:rsidRPr="009C4317">
        <w:rPr>
          <w:rStyle w:val="libAieChar"/>
          <w:rFonts w:hint="eastAsia"/>
          <w:rtl/>
        </w:rPr>
        <w:t>هِ</w:t>
      </w:r>
      <w:r w:rsidR="00A95BC4" w:rsidRPr="009C4317">
        <w:rPr>
          <w:rStyle w:val="libAieChar"/>
          <w:rtl/>
        </w:rPr>
        <w:t xml:space="preserve"> أَمْسِکْ عَلَ</w:t>
      </w:r>
      <w:r w:rsidR="00A95BC4" w:rsidRPr="009C4317">
        <w:rPr>
          <w:rStyle w:val="libAieChar"/>
          <w:rFonts w:hint="cs"/>
          <w:rtl/>
        </w:rPr>
        <w:t>یْ</w:t>
      </w:r>
      <w:r w:rsidR="00A95BC4" w:rsidRPr="009C4317">
        <w:rPr>
          <w:rStyle w:val="libAieChar"/>
          <w:rFonts w:hint="eastAsia"/>
          <w:rtl/>
        </w:rPr>
        <w:t>کَ</w:t>
      </w:r>
      <w:r w:rsidR="00A95BC4" w:rsidRPr="009C4317">
        <w:rPr>
          <w:rStyle w:val="libAieChar"/>
          <w:rtl/>
        </w:rPr>
        <w:t xml:space="preserve"> زَوْجَکَ وَ اتَّقِ اللهَ وَ تُخْفِ</w:t>
      </w:r>
      <w:r w:rsidR="00A95BC4" w:rsidRPr="009C4317">
        <w:rPr>
          <w:rStyle w:val="libAieChar"/>
          <w:rFonts w:hint="cs"/>
          <w:rtl/>
        </w:rPr>
        <w:t>ی</w:t>
      </w:r>
      <w:r w:rsidR="00A95BC4" w:rsidRPr="009C4317">
        <w:rPr>
          <w:rStyle w:val="libAieChar"/>
          <w:rtl/>
        </w:rPr>
        <w:t xml:space="preserve"> فِ</w:t>
      </w:r>
      <w:r w:rsidR="00A95BC4" w:rsidRPr="009C4317">
        <w:rPr>
          <w:rStyle w:val="libAieChar"/>
          <w:rFonts w:hint="cs"/>
          <w:rtl/>
        </w:rPr>
        <w:t>ی</w:t>
      </w:r>
      <w:r w:rsidR="00A95BC4" w:rsidRPr="009C4317">
        <w:rPr>
          <w:rStyle w:val="libAieChar"/>
          <w:rtl/>
        </w:rPr>
        <w:t xml:space="preserve"> نَفْسِکَ مَا اللهُ مُبْدِ</w:t>
      </w:r>
      <w:r w:rsidR="00A95BC4" w:rsidRPr="009C4317">
        <w:rPr>
          <w:rStyle w:val="libAieChar"/>
          <w:rFonts w:hint="cs"/>
          <w:rtl/>
        </w:rPr>
        <w:t>ی</w:t>
      </w:r>
      <w:r w:rsidR="00A95BC4" w:rsidRPr="009C4317">
        <w:rPr>
          <w:rStyle w:val="libAieChar"/>
          <w:rFonts w:hint="eastAsia"/>
          <w:rtl/>
        </w:rPr>
        <w:t>هِ</w:t>
      </w:r>
      <w:r w:rsidR="00A95BC4" w:rsidRPr="009C4317">
        <w:rPr>
          <w:rStyle w:val="libAieChar"/>
          <w:rtl/>
        </w:rPr>
        <w:t xml:space="preserve"> وَ تَخْشَ</w:t>
      </w:r>
      <w:r w:rsidR="00A95BC4" w:rsidRPr="009C4317">
        <w:rPr>
          <w:rStyle w:val="libAieChar"/>
          <w:rFonts w:hint="cs"/>
          <w:rtl/>
        </w:rPr>
        <w:t>ی</w:t>
      </w:r>
      <w:r w:rsidR="00A95BC4" w:rsidRPr="009C4317">
        <w:rPr>
          <w:rStyle w:val="libAieChar"/>
          <w:rtl/>
        </w:rPr>
        <w:t xml:space="preserve"> النَّاسَ وَ اللهُ أَحَقُّ أَنْ تَخْشاهُ فَلَمَّا قَض</w:t>
      </w:r>
      <w:r w:rsidR="00A95BC4" w:rsidRPr="009C4317">
        <w:rPr>
          <w:rStyle w:val="libAieChar"/>
          <w:rFonts w:hint="cs"/>
          <w:rtl/>
        </w:rPr>
        <w:t>ی</w:t>
      </w:r>
      <w:r w:rsidR="00A95BC4" w:rsidRPr="009C4317">
        <w:rPr>
          <w:rStyle w:val="libAieChar"/>
          <w:rtl/>
        </w:rPr>
        <w:t xml:space="preserve"> زَ</w:t>
      </w:r>
      <w:r w:rsidR="00A95BC4" w:rsidRPr="009C4317">
        <w:rPr>
          <w:rStyle w:val="libAieChar"/>
          <w:rFonts w:hint="cs"/>
          <w:rtl/>
        </w:rPr>
        <w:t>یْ</w:t>
      </w:r>
      <w:r w:rsidR="00A95BC4" w:rsidRPr="009C4317">
        <w:rPr>
          <w:rStyle w:val="libAieChar"/>
          <w:rFonts w:hint="eastAsia"/>
          <w:rtl/>
        </w:rPr>
        <w:t>دٌ</w:t>
      </w:r>
      <w:r w:rsidR="00A95BC4" w:rsidRPr="009C4317">
        <w:rPr>
          <w:rStyle w:val="libAieChar"/>
          <w:rtl/>
        </w:rPr>
        <w:t xml:space="preserve"> مِنْها وَطَراً زَوَّجْناکَها لِکَ</w:t>
      </w:r>
      <w:r w:rsidR="00A95BC4" w:rsidRPr="009C4317">
        <w:rPr>
          <w:rStyle w:val="libAieChar"/>
          <w:rFonts w:hint="cs"/>
          <w:rtl/>
        </w:rPr>
        <w:t>یْ</w:t>
      </w:r>
      <w:r w:rsidR="00A95BC4" w:rsidRPr="009C4317">
        <w:rPr>
          <w:rStyle w:val="libAieChar"/>
          <w:rtl/>
        </w:rPr>
        <w:t xml:space="preserve"> لا</w:t>
      </w:r>
      <w:r w:rsidR="00A95BC4" w:rsidRPr="009C4317">
        <w:rPr>
          <w:rStyle w:val="libAieChar"/>
          <w:rFonts w:hint="cs"/>
          <w:rtl/>
        </w:rPr>
        <w:t>یَ</w:t>
      </w:r>
      <w:r w:rsidR="00A95BC4" w:rsidRPr="009C4317">
        <w:rPr>
          <w:rStyle w:val="libAieChar"/>
          <w:rFonts w:hint="eastAsia"/>
          <w:rtl/>
        </w:rPr>
        <w:t>کُونَ</w:t>
      </w:r>
      <w:r w:rsidR="00A95BC4" w:rsidRPr="009C4317">
        <w:rPr>
          <w:rStyle w:val="libAieChar"/>
          <w:rtl/>
        </w:rPr>
        <w:t xml:space="preserve"> عَلَ</w:t>
      </w:r>
      <w:r w:rsidR="00A95BC4" w:rsidRPr="009C4317">
        <w:rPr>
          <w:rStyle w:val="libAieChar"/>
          <w:rFonts w:hint="cs"/>
          <w:rtl/>
        </w:rPr>
        <w:t>ی</w:t>
      </w:r>
      <w:r w:rsidR="00A95BC4" w:rsidRPr="009C4317">
        <w:rPr>
          <w:rStyle w:val="libAieChar"/>
          <w:rtl/>
        </w:rPr>
        <w:t xml:space="preserve"> الْمُؤْمِنِ</w:t>
      </w:r>
      <w:r w:rsidR="00A95BC4" w:rsidRPr="009C4317">
        <w:rPr>
          <w:rStyle w:val="libAieChar"/>
          <w:rFonts w:hint="cs"/>
          <w:rtl/>
        </w:rPr>
        <w:t>ی</w:t>
      </w:r>
      <w:r w:rsidR="00A95BC4" w:rsidRPr="009C4317">
        <w:rPr>
          <w:rStyle w:val="libAieChar"/>
          <w:rFonts w:hint="eastAsia"/>
          <w:rtl/>
        </w:rPr>
        <w:t>نَ</w:t>
      </w:r>
      <w:r w:rsidR="00A95BC4" w:rsidRPr="009C4317">
        <w:rPr>
          <w:rStyle w:val="libAieChar"/>
          <w:rtl/>
        </w:rPr>
        <w:t xml:space="preserve"> حَرَجٌ فِ</w:t>
      </w:r>
      <w:r w:rsidR="00A95BC4" w:rsidRPr="009C4317">
        <w:rPr>
          <w:rStyle w:val="libAieChar"/>
          <w:rFonts w:hint="cs"/>
          <w:rtl/>
        </w:rPr>
        <w:t>ی</w:t>
      </w:r>
      <w:r w:rsidR="00A95BC4" w:rsidRPr="009C4317">
        <w:rPr>
          <w:rStyle w:val="libAieChar"/>
          <w:rtl/>
        </w:rPr>
        <w:t xml:space="preserve"> أَزْواجِ أَدْ</w:t>
      </w:r>
      <w:r w:rsidR="00A95BC4" w:rsidRPr="009C4317">
        <w:rPr>
          <w:rStyle w:val="libAieChar"/>
          <w:rFonts w:hint="eastAsia"/>
          <w:rtl/>
        </w:rPr>
        <w:t>عِ</w:t>
      </w:r>
      <w:r w:rsidR="00A95BC4" w:rsidRPr="009C4317">
        <w:rPr>
          <w:rStyle w:val="libAieChar"/>
          <w:rFonts w:hint="cs"/>
          <w:rtl/>
        </w:rPr>
        <w:t>ی</w:t>
      </w:r>
      <w:r w:rsidR="00A95BC4" w:rsidRPr="009C4317">
        <w:rPr>
          <w:rStyle w:val="libAieChar"/>
          <w:rFonts w:hint="eastAsia"/>
          <w:rtl/>
        </w:rPr>
        <w:t>ائِهِمْ</w:t>
      </w:r>
      <w:r w:rsidR="00A95BC4" w:rsidRPr="009C4317">
        <w:rPr>
          <w:rStyle w:val="libAieChar"/>
          <w:rtl/>
        </w:rPr>
        <w:t xml:space="preserve"> إِذا قَضَوْا مِنْهُنَّ وَطَراً وَ کانَ أَمْرُ اللهِ مَفْعُولًا* ما کانَ عَلَ</w:t>
      </w:r>
      <w:r w:rsidR="00A95BC4" w:rsidRPr="009C4317">
        <w:rPr>
          <w:rStyle w:val="libAieChar"/>
          <w:rFonts w:hint="cs"/>
          <w:rtl/>
        </w:rPr>
        <w:t>ی</w:t>
      </w:r>
      <w:r w:rsidR="00A95BC4" w:rsidRPr="009C4317">
        <w:rPr>
          <w:rStyle w:val="libAieChar"/>
          <w:rtl/>
        </w:rPr>
        <w:t xml:space="preserve"> النَّبِ</w:t>
      </w:r>
      <w:r w:rsidR="00A95BC4" w:rsidRPr="009C4317">
        <w:rPr>
          <w:rStyle w:val="libAieChar"/>
          <w:rFonts w:hint="cs"/>
          <w:rtl/>
        </w:rPr>
        <w:t>یِّ</w:t>
      </w:r>
      <w:r w:rsidR="00A95BC4" w:rsidRPr="009C4317">
        <w:rPr>
          <w:rStyle w:val="libAieChar"/>
          <w:rtl/>
        </w:rPr>
        <w:t xml:space="preserve"> مِنْ حَرَجٍ فِ</w:t>
      </w:r>
      <w:r w:rsidR="00A95BC4" w:rsidRPr="009C4317">
        <w:rPr>
          <w:rStyle w:val="libAieChar"/>
          <w:rFonts w:hint="cs"/>
          <w:rtl/>
        </w:rPr>
        <w:t>ی</w:t>
      </w:r>
      <w:r w:rsidR="00A95BC4" w:rsidRPr="009C4317">
        <w:rPr>
          <w:rStyle w:val="libAieChar"/>
          <w:rFonts w:hint="eastAsia"/>
          <w:rtl/>
        </w:rPr>
        <w:t>ما</w:t>
      </w:r>
      <w:r w:rsidR="00A95BC4" w:rsidRPr="009C4317">
        <w:rPr>
          <w:rStyle w:val="libAieChar"/>
          <w:rtl/>
        </w:rPr>
        <w:t xml:space="preserve"> فَرَضَ اللهُ لَهُ سُنَّةَ اللهِ فِ</w:t>
      </w:r>
      <w:r w:rsidR="00A95BC4" w:rsidRPr="009C4317">
        <w:rPr>
          <w:rStyle w:val="libAieChar"/>
          <w:rFonts w:hint="cs"/>
          <w:rtl/>
        </w:rPr>
        <w:t>ی</w:t>
      </w:r>
      <w:r w:rsidR="00A95BC4" w:rsidRPr="009C4317">
        <w:rPr>
          <w:rStyle w:val="libAieChar"/>
          <w:rtl/>
        </w:rPr>
        <w:t xml:space="preserve"> الَّذِ</w:t>
      </w:r>
      <w:r w:rsidR="00A95BC4" w:rsidRPr="009C4317">
        <w:rPr>
          <w:rStyle w:val="libAieChar"/>
          <w:rFonts w:hint="cs"/>
          <w:rtl/>
        </w:rPr>
        <w:t>ی</w:t>
      </w:r>
      <w:r w:rsidR="00A95BC4" w:rsidRPr="009C4317">
        <w:rPr>
          <w:rStyle w:val="libAieChar"/>
          <w:rFonts w:hint="eastAsia"/>
          <w:rtl/>
        </w:rPr>
        <w:t>نَ</w:t>
      </w:r>
      <w:r w:rsidR="00A95BC4" w:rsidRPr="009C4317">
        <w:rPr>
          <w:rStyle w:val="libAieChar"/>
          <w:rtl/>
        </w:rPr>
        <w:t xml:space="preserve"> خَلَوْا مِنْ قَبْلُ وَ کانَ أَمْرُ اللهِ قَدَراً مَقْدُوراً* الَّذِ</w:t>
      </w:r>
      <w:r w:rsidR="00A95BC4" w:rsidRPr="009C4317">
        <w:rPr>
          <w:rStyle w:val="libAieChar"/>
          <w:rFonts w:hint="cs"/>
          <w:rtl/>
        </w:rPr>
        <w:t>ی</w:t>
      </w:r>
      <w:r w:rsidR="00A95BC4" w:rsidRPr="009C4317">
        <w:rPr>
          <w:rStyle w:val="libAieChar"/>
          <w:rFonts w:hint="eastAsia"/>
          <w:rtl/>
        </w:rPr>
        <w:t>نَ</w:t>
      </w:r>
      <w:r w:rsidR="00A95BC4" w:rsidRPr="009C4317">
        <w:rPr>
          <w:rStyle w:val="libAieChar"/>
          <w:rtl/>
        </w:rPr>
        <w:t xml:space="preserve"> </w:t>
      </w:r>
      <w:r w:rsidR="00A95BC4" w:rsidRPr="009C4317">
        <w:rPr>
          <w:rStyle w:val="libAieChar"/>
          <w:rFonts w:hint="cs"/>
          <w:rtl/>
        </w:rPr>
        <w:t>یُ</w:t>
      </w:r>
      <w:r w:rsidR="00A95BC4" w:rsidRPr="009C4317">
        <w:rPr>
          <w:rStyle w:val="libAieChar"/>
          <w:rFonts w:hint="eastAsia"/>
          <w:rtl/>
        </w:rPr>
        <w:t>بَلِّغُونَ</w:t>
      </w:r>
      <w:r w:rsidR="00A95BC4" w:rsidRPr="009C4317">
        <w:rPr>
          <w:rStyle w:val="libAieChar"/>
          <w:rtl/>
        </w:rPr>
        <w:t xml:space="preserve"> رِسالاتِ اللهِ وَ </w:t>
      </w:r>
      <w:r w:rsidR="00A95BC4" w:rsidRPr="009C4317">
        <w:rPr>
          <w:rStyle w:val="libAieChar"/>
          <w:rFonts w:hint="cs"/>
          <w:rtl/>
        </w:rPr>
        <w:t>یَ</w:t>
      </w:r>
      <w:r w:rsidR="00A95BC4" w:rsidRPr="009C4317">
        <w:rPr>
          <w:rStyle w:val="libAieChar"/>
          <w:rFonts w:hint="eastAsia"/>
          <w:rtl/>
        </w:rPr>
        <w:t>خْشَوْنَهُ</w:t>
      </w:r>
      <w:r w:rsidR="00A95BC4" w:rsidRPr="009C4317">
        <w:rPr>
          <w:rStyle w:val="libAieChar"/>
          <w:rtl/>
        </w:rPr>
        <w:t xml:space="preserve"> وَ لا </w:t>
      </w:r>
      <w:r w:rsidR="00A95BC4" w:rsidRPr="009C4317">
        <w:rPr>
          <w:rStyle w:val="libAieChar"/>
          <w:rFonts w:hint="cs"/>
          <w:rtl/>
        </w:rPr>
        <w:t>یَ</w:t>
      </w:r>
      <w:r w:rsidR="00A95BC4" w:rsidRPr="009C4317">
        <w:rPr>
          <w:rStyle w:val="libAieChar"/>
          <w:rFonts w:hint="eastAsia"/>
          <w:rtl/>
        </w:rPr>
        <w:t>خْشَوْنَ</w:t>
      </w:r>
      <w:r w:rsidR="00A95BC4" w:rsidRPr="009C4317">
        <w:rPr>
          <w:rStyle w:val="libAieChar"/>
          <w:rtl/>
        </w:rPr>
        <w:t xml:space="preserve"> أَحَداً إِلَّا اللهَ وَ کَف</w:t>
      </w:r>
      <w:r w:rsidR="00A95BC4" w:rsidRPr="009C4317">
        <w:rPr>
          <w:rStyle w:val="libAieChar"/>
          <w:rFonts w:hint="cs"/>
          <w:rtl/>
        </w:rPr>
        <w:t>ی</w:t>
      </w:r>
      <w:r w:rsidR="00A95BC4" w:rsidRPr="009C4317">
        <w:rPr>
          <w:rStyle w:val="libAieChar"/>
          <w:rtl/>
        </w:rPr>
        <w:t xml:space="preserve"> بِاللهِ حَسِ</w:t>
      </w:r>
      <w:r w:rsidR="00A95BC4" w:rsidRPr="009C4317">
        <w:rPr>
          <w:rStyle w:val="libAieChar"/>
          <w:rFonts w:hint="cs"/>
          <w:rtl/>
        </w:rPr>
        <w:t>ی</w:t>
      </w:r>
      <w:r w:rsidR="00A95BC4" w:rsidRPr="009C4317">
        <w:rPr>
          <w:rStyle w:val="libAieChar"/>
          <w:rFonts w:hint="eastAsia"/>
          <w:rtl/>
        </w:rPr>
        <w:t>باً</w:t>
      </w:r>
      <w:r w:rsidR="00A95BC4" w:rsidRPr="009C4317">
        <w:rPr>
          <w:rStyle w:val="libAieChar"/>
          <w:rtl/>
        </w:rPr>
        <w:t>* ما کانَ مُحَمَّدٌ أَبا أَحَدٍ مِنْ رِجالِکُمْ وَ لکِنْ رَسُولَ اللهِ وَ خاتَمَ النَّبِ</w:t>
      </w:r>
      <w:r w:rsidR="00A95BC4" w:rsidRPr="009C4317">
        <w:rPr>
          <w:rStyle w:val="libAieChar"/>
          <w:rFonts w:hint="cs"/>
          <w:rtl/>
        </w:rPr>
        <w:t>یِّی</w:t>
      </w:r>
      <w:r w:rsidR="00A95BC4" w:rsidRPr="009C4317">
        <w:rPr>
          <w:rStyle w:val="libAieChar"/>
          <w:rFonts w:hint="eastAsia"/>
          <w:rtl/>
        </w:rPr>
        <w:t>نَ</w:t>
      </w:r>
      <w:r w:rsidR="00A95BC4" w:rsidRPr="009C4317">
        <w:rPr>
          <w:rStyle w:val="libAieChar"/>
          <w:rtl/>
        </w:rPr>
        <w:t xml:space="preserve"> وَ کانَ اللهُ بِکُلِ</w:t>
      </w:r>
      <w:r w:rsidRPr="009C4317">
        <w:rPr>
          <w:rFonts w:hint="eastAsia"/>
          <w:rtl/>
          <w:lang w:bidi="fa-IR"/>
        </w:rPr>
        <w:t xml:space="preserve"> </w:t>
      </w:r>
      <w:r w:rsidRPr="009C4317">
        <w:rPr>
          <w:rStyle w:val="libAieChar"/>
          <w:rFonts w:hint="eastAsia"/>
          <w:rtl/>
        </w:rPr>
        <w:t>شَ</w:t>
      </w:r>
      <w:r w:rsidRPr="009C4317">
        <w:rPr>
          <w:rStyle w:val="libAieChar"/>
          <w:rFonts w:hint="cs"/>
          <w:rtl/>
        </w:rPr>
        <w:t>یْ‌</w:t>
      </w:r>
      <w:r w:rsidRPr="009C4317">
        <w:rPr>
          <w:rStyle w:val="libAieChar"/>
          <w:rFonts w:hint="eastAsia"/>
          <w:rtl/>
        </w:rPr>
        <w:t>ءٍ</w:t>
      </w:r>
      <w:r w:rsidRPr="009C4317">
        <w:rPr>
          <w:rStyle w:val="libAieChar"/>
          <w:rtl/>
        </w:rPr>
        <w:t xml:space="preserve"> عَلِ</w:t>
      </w:r>
      <w:r w:rsidRPr="009C4317">
        <w:rPr>
          <w:rStyle w:val="libAieChar"/>
          <w:rFonts w:hint="cs"/>
          <w:rtl/>
        </w:rPr>
        <w:t>ی</w:t>
      </w:r>
      <w:r w:rsidRPr="009C4317">
        <w:rPr>
          <w:rStyle w:val="libAieChar"/>
          <w:rFonts w:hint="eastAsia"/>
          <w:rtl/>
        </w:rPr>
        <w:t>ماً</w:t>
      </w:r>
      <w:r>
        <w:rPr>
          <w:rStyle w:val="libAieChar"/>
          <w:rFonts w:hint="cs"/>
          <w:rtl/>
        </w:rPr>
        <w:t xml:space="preserve"> </w:t>
      </w:r>
      <w:r w:rsidRPr="009C4317">
        <w:rPr>
          <w:rStyle w:val="libAlaemChar"/>
          <w:rFonts w:eastAsia="KFGQPC Uthman Taha Naskh" w:hint="cs"/>
          <w:rtl/>
        </w:rPr>
        <w:t>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tl/>
          <w:lang w:bidi="fa-IR"/>
        </w:rPr>
        <w:t>(احزاب: 36- 40)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مرد و زن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حق ندارد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خدا و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امبرش</w:t>
      </w:r>
      <w:r w:rsidRPr="00A95BC4">
        <w:rPr>
          <w:rtl/>
          <w:lang w:bidi="fa-IR"/>
        </w:rPr>
        <w:t xml:space="preserve"> امر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لازم بدانند، اخت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[در برابر فرمان خدا] داشته باشد، و هر کس نافرمان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خدا و رسولش را کند، به گمراه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آشکار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گرفتار شده است. [به خاطر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</w:t>
      </w:r>
      <w:r w:rsidRPr="00A95BC4">
        <w:rPr>
          <w:rtl/>
          <w:lang w:bidi="fa-IR"/>
        </w:rPr>
        <w:t>] زمان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که به آن کس که خداوند به او نعمت داده بود و تو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به او نعمت داده بود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[به فرزند خوانده‌ات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]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گفت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: همسرت را نگاه دار و از خدا بپره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>. [و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وسته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امر را تکرار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] و در دل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پنهان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داشت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خداوند آن را آشکار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 xml:space="preserve"> و از مردم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خداوند سزاوارتر است که از او بت</w:t>
      </w:r>
      <w:r w:rsidRPr="00A95BC4">
        <w:rPr>
          <w:rFonts w:hint="eastAsia"/>
          <w:rtl/>
          <w:lang w:bidi="fa-IR"/>
        </w:rPr>
        <w:t>رس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ازش</w:t>
      </w:r>
      <w:r w:rsidRPr="00A95BC4">
        <w:rPr>
          <w:rtl/>
          <w:lang w:bidi="fa-IR"/>
        </w:rPr>
        <w:t xml:space="preserve"> را از آن زن به سرآورد [و از او جدا شد]، ما او را به همسر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 درآورد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تا مشکل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مؤمنان در ازدواج با همسران پسر خوانده‌ها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[هنگام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طلاق 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رند</w:t>
      </w:r>
      <w:r w:rsidRPr="00A95BC4">
        <w:rPr>
          <w:rtl/>
          <w:lang w:bidi="fa-IR"/>
        </w:rPr>
        <w:t>] نباشد و فرمان خدا انجام شدن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[و سنت اشتباه تحر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زنان،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شکسته شود].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چ‌گونه</w:t>
      </w:r>
      <w:r w:rsidRPr="00A95BC4">
        <w:rPr>
          <w:rtl/>
          <w:lang w:bidi="fa-IR"/>
        </w:rPr>
        <w:t xml:space="preserve"> منع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tl/>
          <w:lang w:bidi="fa-IR"/>
        </w:rPr>
        <w:lastRenderedPageBreak/>
        <w:t>بر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در آنچه خدا بر او واجب کرده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سنت اله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مورد کسان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بوده‌اند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جار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بوده و فرمان خدا 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حساب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و</w:t>
      </w:r>
      <w:r w:rsidRPr="00A95BC4">
        <w:rPr>
          <w:rtl/>
          <w:lang w:bidi="fa-IR"/>
        </w:rPr>
        <w:t xml:space="preserve"> برنامه دق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است. [پ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امبران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>] کسان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بودند که تبل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غ</w:t>
      </w:r>
      <w:r w:rsidRPr="00A95BC4">
        <w:rPr>
          <w:rtl/>
          <w:lang w:bidi="fa-IR"/>
        </w:rPr>
        <w:t xml:space="preserve"> رسالت‌ها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اله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کردند</w:t>
      </w:r>
      <w:r w:rsidRPr="00A95BC4">
        <w:rPr>
          <w:rtl/>
          <w:lang w:bidi="fa-IR"/>
        </w:rPr>
        <w:t xml:space="preserve"> و [تنها] از او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</w:t>
      </w:r>
      <w:r w:rsidRPr="00A95BC4">
        <w:rPr>
          <w:rtl/>
          <w:lang w:bidi="fa-IR"/>
        </w:rPr>
        <w:t xml:space="preserve"> و از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کس جز خدا،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نداشتند و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بس که خداوند حساب‌گر [و پاداش‌دهنده اعمال آنها] است. محمد، پدر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از مردان شما نبوده 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ست،</w:t>
      </w:r>
      <w:r w:rsidRPr="00A95BC4">
        <w:rPr>
          <w:rtl/>
          <w:lang w:bidi="fa-IR"/>
        </w:rPr>
        <w:t xml:space="preserve">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رسول خدا و ختم‌کننده و آخر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امبران</w:t>
      </w:r>
      <w:r w:rsidRPr="00A95BC4">
        <w:rPr>
          <w:rtl/>
          <w:lang w:bidi="fa-IR"/>
        </w:rPr>
        <w:t xml:space="preserve"> است و خداوند به همه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آگاه است.</w:t>
      </w:r>
    </w:p>
    <w:p w:rsidR="00A95BC4" w:rsidRPr="00A95BC4" w:rsidRDefault="00A95BC4" w:rsidP="009C4317">
      <w:pPr>
        <w:pStyle w:val="Heading2"/>
        <w:rPr>
          <w:rtl/>
        </w:rPr>
      </w:pPr>
      <w:bookmarkStart w:id="50" w:name="_Toc504390383"/>
      <w:bookmarkStart w:id="51" w:name="_Toc504390474"/>
      <w:r w:rsidRPr="00A95BC4">
        <w:rPr>
          <w:rFonts w:hint="eastAsia"/>
          <w:rtl/>
        </w:rPr>
        <w:t>شأن</w:t>
      </w:r>
      <w:r w:rsidRPr="00A95BC4">
        <w:rPr>
          <w:rtl/>
        </w:rPr>
        <w:t xml:space="preserve"> نزول آ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ه‌ها</w:t>
      </w:r>
      <w:bookmarkEnd w:id="50"/>
      <w:bookmarkEnd w:id="51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ه‌ها،</w:t>
      </w:r>
      <w:r w:rsidRPr="00A95BC4">
        <w:rPr>
          <w:rtl/>
          <w:lang w:bidi="fa-IR"/>
        </w:rPr>
        <w:t xml:space="preserve"> درباره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(پسر خوانده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>) و همسرش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بنت جحش است. قضا و قدر اله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آن قرار گرفته بود که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به ازدواج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درآ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در احاد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ث</w:t>
      </w:r>
      <w:r w:rsidRPr="00A95BC4">
        <w:rPr>
          <w:rtl/>
          <w:lang w:bidi="fa-IR"/>
        </w:rPr>
        <w:t xml:space="preserve"> آمده که خداوند نام زنان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در دن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و آخرت را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الهام فرموده بود و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</w:t>
      </w:r>
      <w:r w:rsidRPr="00A95BC4">
        <w:rPr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که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همسر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به همسر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درخواهد آمد، اما از ترس تهمت و افترا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مردمان و بدگمان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امر را فاش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فرمود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پس از آنکه مدت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با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کرد، نزد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آمد و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گفت که قصد دارد همسرش را طلاق 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فرمود: «همسرت را نگه دار» و خداوند طبق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37 سوره احزاب،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به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فرمود که چرا گفت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همسرت را نگه دار؟ تو از سخن مردمان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ترس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صورت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خداوند به ترس از همگان 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سته‌تر</w:t>
      </w:r>
      <w:r w:rsidRPr="00A95BC4">
        <w:rPr>
          <w:rtl/>
          <w:lang w:bidi="fa-IR"/>
        </w:rPr>
        <w:t xml:space="preserve"> است. سپس در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بعد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از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رفع مسئول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 xml:space="preserve"> که بر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حرج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اگر ملزم به اراده پروردگار شده است.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خداوند</w:t>
      </w:r>
      <w:r w:rsidRPr="00A95BC4">
        <w:rPr>
          <w:rtl/>
          <w:lang w:bidi="fa-IR"/>
        </w:rPr>
        <w:t xml:space="preserve">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ه‌ها،</w:t>
      </w:r>
      <w:r w:rsidRPr="00A95BC4">
        <w:rPr>
          <w:rtl/>
          <w:lang w:bidi="fa-IR"/>
        </w:rPr>
        <w:t xml:space="preserve"> حکم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احکام ازدواج را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 xml:space="preserve"> و آن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است که همسر پسرخواندگان، جزء محارم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ستند</w:t>
      </w:r>
      <w:r w:rsidRPr="00A95BC4">
        <w:rPr>
          <w:rtl/>
          <w:lang w:bidi="fa-IR"/>
        </w:rPr>
        <w:t xml:space="preserve"> و اگر فرد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مسلمانان با همسر پسرخوانده‌اش ازدواج کرد، خود را گناه‌کار نداند. سپس با تأک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فرما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پدر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کدام از مردان شما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ست»</w:t>
      </w:r>
      <w:r w:rsidRPr="00A95BC4">
        <w:rPr>
          <w:rtl/>
          <w:lang w:bidi="fa-IR"/>
        </w:rPr>
        <w:t>.</w:t>
      </w:r>
    </w:p>
    <w:p w:rsidR="00A95BC4" w:rsidRPr="00A95BC4" w:rsidRDefault="00A95BC4" w:rsidP="009C4317">
      <w:pPr>
        <w:pStyle w:val="Heading2"/>
        <w:rPr>
          <w:rtl/>
        </w:rPr>
      </w:pPr>
      <w:bookmarkStart w:id="52" w:name="_Toc504390384"/>
      <w:bookmarkStart w:id="53" w:name="_Toc504390475"/>
      <w:r w:rsidRPr="00A95BC4">
        <w:rPr>
          <w:rFonts w:hint="eastAsia"/>
          <w:rtl/>
        </w:rPr>
        <w:t>ز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نب</w:t>
      </w:r>
      <w:r w:rsidRPr="00A95BC4">
        <w:rPr>
          <w:rtl/>
        </w:rPr>
        <w:t xml:space="preserve"> بنت جحش ک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ست؟</w:t>
      </w:r>
      <w:bookmarkEnd w:id="52"/>
      <w:bookmarkEnd w:id="53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که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گفت: «من به حق از بزرگ‌تر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زنان توام و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افتخار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کنم،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از بهتر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و مکرم‌تر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آنها هستم. خداوند در عرش، مرا به عقد تو درآورد و جبر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خواستگار من بود. من دختر عمه تو هستم و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کدام از زنان، به اندازه من به تو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بنت جحش بن 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اب</w:t>
      </w:r>
      <w:r w:rsidRPr="00A95BC4">
        <w:rPr>
          <w:rtl/>
          <w:lang w:bidi="fa-IR"/>
        </w:rPr>
        <w:t xml:space="preserve"> بن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عمر</w:t>
      </w:r>
      <w:r w:rsidRPr="00A95BC4">
        <w:rPr>
          <w:rtl/>
          <w:lang w:bidi="fa-IR"/>
        </w:rPr>
        <w:t xml:space="preserve"> بن صبره بن مره بن کب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بن غنم بن داودان بن اسد بن خز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مه</w:t>
      </w:r>
      <w:r w:rsidRPr="00A95BC4">
        <w:rPr>
          <w:rtl/>
          <w:lang w:bidi="fa-IR"/>
        </w:rPr>
        <w:t xml:space="preserve"> بود. اسم او ابتدا «بره» بود که بعدها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او را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نام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. </w:t>
      </w:r>
      <w:r w:rsidRPr="009C4317">
        <w:rPr>
          <w:rStyle w:val="libFootnotenumChar"/>
          <w:rtl/>
        </w:rPr>
        <w:t>(1)</w:t>
      </w:r>
    </w:p>
    <w:p w:rsidR="00A95BC4" w:rsidRPr="009C4317" w:rsidRDefault="009C4317" w:rsidP="009C431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95BC4" w:rsidRPr="00A95BC4" w:rsidRDefault="00A95BC4" w:rsidP="009C4317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1- نساء 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القرآن الکر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بنت جحش.</w:t>
      </w:r>
    </w:p>
    <w:p w:rsidR="00A95BC4" w:rsidRPr="00A95BC4" w:rsidRDefault="009C4317" w:rsidP="00A95B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95BC4" w:rsidRPr="00A95BC4">
        <w:rPr>
          <w:rFonts w:hint="eastAsia"/>
          <w:rtl/>
          <w:lang w:bidi="fa-IR"/>
        </w:rPr>
        <w:lastRenderedPageBreak/>
        <w:t>مادرش</w:t>
      </w:r>
      <w:r w:rsidR="00A95BC4" w:rsidRPr="00A95BC4">
        <w:rPr>
          <w:rtl/>
          <w:lang w:bidi="fa-IR"/>
        </w:rPr>
        <w:t xml:space="preserve"> ام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مه،</w:t>
      </w:r>
      <w:r w:rsidR="00A95BC4" w:rsidRPr="00A95BC4">
        <w:rPr>
          <w:rtl/>
          <w:lang w:bidi="fa-IR"/>
        </w:rPr>
        <w:t xml:space="preserve"> بنت عبدالمطلب بن هاشم بن عبد مناف بن قص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،</w:t>
      </w:r>
      <w:r w:rsidR="00A95BC4" w:rsidRPr="00A95BC4">
        <w:rPr>
          <w:rtl/>
          <w:lang w:bidi="fa-IR"/>
        </w:rPr>
        <w:t xml:space="preserve"> عمه رسول خدا </w:t>
      </w:r>
      <w:r w:rsidR="00A95BC4" w:rsidRPr="00A95BC4">
        <w:rPr>
          <w:rStyle w:val="libAlaemChar"/>
          <w:rtl/>
        </w:rPr>
        <w:t xml:space="preserve">صلى‌الله‌عليه‌وآله‌وسلم </w:t>
      </w:r>
      <w:r w:rsidR="00A95BC4" w:rsidRPr="00A95BC4">
        <w:rPr>
          <w:rtl/>
          <w:lang w:bidi="fa-IR"/>
        </w:rPr>
        <w:t xml:space="preserve"> بود. ز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نب</w:t>
      </w:r>
      <w:r w:rsidR="00A95BC4" w:rsidRPr="00A95BC4">
        <w:rPr>
          <w:rtl/>
          <w:lang w:bidi="fa-IR"/>
        </w:rPr>
        <w:t xml:space="preserve"> و تمام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آل جحش، در صدر اسلام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مان</w:t>
      </w:r>
      <w:r w:rsidR="00A95BC4" w:rsidRPr="00A95BC4">
        <w:rPr>
          <w:rtl/>
          <w:lang w:bidi="fa-IR"/>
        </w:rPr>
        <w:t xml:space="preserve"> آوردند. ز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نب</w:t>
      </w:r>
      <w:r w:rsidR="00A95BC4" w:rsidRPr="00A95BC4">
        <w:rPr>
          <w:rtl/>
          <w:lang w:bidi="fa-IR"/>
        </w:rPr>
        <w:t xml:space="preserve"> همراه خانواده‌اش، هنگام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که در سن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بلوغ بود، به سو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مد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نه</w:t>
      </w:r>
      <w:r w:rsidR="00A95BC4" w:rsidRPr="00A95BC4">
        <w:rPr>
          <w:rtl/>
          <w:lang w:bidi="fa-IR"/>
        </w:rPr>
        <w:t xml:space="preserve"> مهاجرت کرد. بس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از جوانان عرب، از بزرگان و اشراف خواستار او بودن</w:t>
      </w:r>
      <w:r w:rsidR="00A95BC4" w:rsidRPr="00A95BC4">
        <w:rPr>
          <w:rFonts w:hint="eastAsia"/>
          <w:rtl/>
          <w:lang w:bidi="fa-IR"/>
        </w:rPr>
        <w:t>د</w:t>
      </w:r>
      <w:r w:rsidR="00A95BC4" w:rsidRPr="00A95BC4">
        <w:rPr>
          <w:rtl/>
          <w:lang w:bidi="fa-IR"/>
        </w:rPr>
        <w:t>. او علاوه بر شأن والا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خانوادگ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،</w:t>
      </w:r>
      <w:r w:rsidR="00A95BC4" w:rsidRPr="00A95BC4">
        <w:rPr>
          <w:rtl/>
          <w:lang w:bidi="fa-IR"/>
        </w:rPr>
        <w:t xml:space="preserve"> دارا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جمال ن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ز</w:t>
      </w:r>
      <w:r w:rsidR="00A95BC4" w:rsidRPr="00A95BC4">
        <w:rPr>
          <w:rtl/>
          <w:lang w:bidi="fa-IR"/>
        </w:rPr>
        <w:t xml:space="preserve"> بود، ز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با</w:t>
      </w:r>
      <w:r w:rsidR="00A95BC4" w:rsidRPr="00A95BC4">
        <w:rPr>
          <w:rFonts w:hint="cs"/>
          <w:rtl/>
          <w:lang w:bidi="fa-IR"/>
        </w:rPr>
        <w:t>یی</w:t>
      </w:r>
      <w:r w:rsidR="00A95BC4" w:rsidRPr="00A95BC4">
        <w:rPr>
          <w:rtl/>
          <w:lang w:bidi="fa-IR"/>
        </w:rPr>
        <w:t xml:space="preserve"> او به اندازه‌ا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بود که در ب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زن و مرد، مثال گشته بود.</w:t>
      </w:r>
    </w:p>
    <w:p w:rsidR="00A95BC4" w:rsidRPr="00A95BC4" w:rsidRDefault="00A95BC4" w:rsidP="009C4317">
      <w:pPr>
        <w:pStyle w:val="Heading2"/>
        <w:rPr>
          <w:rtl/>
        </w:rPr>
      </w:pPr>
      <w:bookmarkStart w:id="54" w:name="_Toc504390385"/>
      <w:bookmarkStart w:id="55" w:name="_Toc504390476"/>
      <w:r w:rsidRPr="00A95BC4">
        <w:rPr>
          <w:rFonts w:hint="eastAsia"/>
          <w:rtl/>
        </w:rPr>
        <w:t>ز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د</w:t>
      </w:r>
      <w:r w:rsidRPr="00A95BC4">
        <w:rPr>
          <w:rtl/>
        </w:rPr>
        <w:t xml:space="preserve"> ک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ست؟</w:t>
      </w:r>
      <w:bookmarkEnd w:id="54"/>
      <w:bookmarkEnd w:id="55"/>
    </w:p>
    <w:p w:rsidR="00A95BC4" w:rsidRPr="00A95BC4" w:rsidRDefault="00A95BC4" w:rsidP="009C4317">
      <w:pPr>
        <w:pStyle w:val="libBold1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اشاره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بن حارثه بن شراح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بن کعب کعب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(بنده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>)، از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ک‌تر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افراد به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بود.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جوان دانا، از سرچشمه وح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محمد مصطف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راب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</w:t>
      </w:r>
      <w:r w:rsidRPr="00A95BC4">
        <w:rPr>
          <w:rtl/>
          <w:lang w:bidi="fa-IR"/>
        </w:rPr>
        <w:t>. او در خانه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پرورش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افته</w:t>
      </w:r>
      <w:r w:rsidRPr="00A95BC4">
        <w:rPr>
          <w:rtl/>
          <w:lang w:bidi="fa-IR"/>
        </w:rPr>
        <w:t xml:space="preserve"> و از نخست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مسلمانان بود.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زمان جاهل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ت،</w:t>
      </w:r>
      <w:r w:rsidRPr="00A95BC4">
        <w:rPr>
          <w:rtl/>
          <w:lang w:bidi="fa-IR"/>
        </w:rPr>
        <w:t xml:space="preserve">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کودک بود، او را از خانواده‌اش ربودند و در بازار مکه فروختند. حک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بن حزام او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جه</w:t>
      </w:r>
      <w:r w:rsidRPr="00A95BC4">
        <w:rPr>
          <w:rtl/>
          <w:lang w:bidi="fa-IR"/>
        </w:rPr>
        <w:t xml:space="preserve"> بنت خو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لد</w:t>
      </w:r>
      <w:r w:rsidRPr="00A95BC4">
        <w:rPr>
          <w:rtl/>
          <w:lang w:bidi="fa-IR"/>
        </w:rPr>
        <w:t xml:space="preserve"> همسر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خر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خد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جه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او را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بخش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در آن هنگام هشت ساله بود.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پدرش،</w:t>
      </w:r>
      <w:r w:rsidRPr="00A95BC4">
        <w:rPr>
          <w:rtl/>
          <w:lang w:bidi="fa-IR"/>
        </w:rPr>
        <w:t xml:space="preserve"> مدت طولان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دنبال او گشت،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او را در مکه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</w:t>
      </w:r>
      <w:r w:rsidRPr="00A95BC4">
        <w:rPr>
          <w:rtl/>
          <w:lang w:bidi="fa-IR"/>
        </w:rPr>
        <w:t>. پدر و عمو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نزد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رفته و خواستار بازگشت او شدند و حت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حاضر شدند او را بخرند و فد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آزاد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را بپردازند.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از 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سخاوت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فرمود: «او مختار است که بماند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با شما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چنانچه با شما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پول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شما نخواهم گرفت».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پس</w:t>
      </w:r>
      <w:r w:rsidRPr="00A95BC4">
        <w:rPr>
          <w:rtl/>
          <w:lang w:bidi="fa-IR"/>
        </w:rPr>
        <w:t xml:space="preserve"> به نزد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آمد و از او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نان</w:t>
      </w:r>
      <w:r w:rsidRPr="00A95BC4">
        <w:rPr>
          <w:rtl/>
          <w:lang w:bidi="fa-IR"/>
        </w:rPr>
        <w:t xml:space="preserve">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شناس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؟»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گفت: «بله،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را شناختم، اما دوست دارم کنار شما بمانم،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با آنها بروم».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دست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را گرفت و گرد خانه گردان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به همه اعلان فرمود: «ز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پسر من است، از من ارث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برد</w:t>
      </w:r>
      <w:r w:rsidRPr="00A95BC4">
        <w:rPr>
          <w:rtl/>
          <w:lang w:bidi="fa-IR"/>
        </w:rPr>
        <w:t xml:space="preserve"> و من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از</w:t>
      </w:r>
      <w:r w:rsidRPr="00A95BC4">
        <w:rPr>
          <w:rtl/>
          <w:lang w:bidi="fa-IR"/>
        </w:rPr>
        <w:t xml:space="preserve"> او ارث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برم»</w:t>
      </w:r>
      <w:r w:rsidRPr="00A95BC4">
        <w:rPr>
          <w:rtl/>
          <w:lang w:bidi="fa-IR"/>
        </w:rPr>
        <w:t>. پس از آن روز، همه او را «ز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بن محمد» نام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</w:t>
      </w:r>
      <w:r w:rsidRPr="00A95BC4">
        <w:rPr>
          <w:rtl/>
          <w:lang w:bidi="fa-IR"/>
        </w:rPr>
        <w:t xml:space="preserve"> و اقوام او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افتخار راض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شدند که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پسر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باشد و بماند.</w:t>
      </w:r>
    </w:p>
    <w:p w:rsidR="00A95BC4" w:rsidRPr="00A95BC4" w:rsidRDefault="00A95BC4" w:rsidP="009C4317">
      <w:pPr>
        <w:pStyle w:val="Heading2"/>
        <w:rPr>
          <w:rtl/>
        </w:rPr>
      </w:pPr>
      <w:bookmarkStart w:id="56" w:name="_Toc504390386"/>
      <w:bookmarkStart w:id="57" w:name="_Toc504390477"/>
      <w:r w:rsidRPr="00A95BC4">
        <w:rPr>
          <w:rFonts w:hint="eastAsia"/>
          <w:rtl/>
        </w:rPr>
        <w:t>ازدواج</w:t>
      </w:r>
      <w:r w:rsidRPr="00A95BC4">
        <w:rPr>
          <w:rtl/>
        </w:rPr>
        <w:t xml:space="preserve"> ز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د</w:t>
      </w:r>
      <w:r w:rsidRPr="00A95BC4">
        <w:rPr>
          <w:rtl/>
        </w:rPr>
        <w:t xml:space="preserve"> و ز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نب‌</w:t>
      </w:r>
      <w:bookmarkEnd w:id="56"/>
      <w:bookmarkEnd w:id="57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از زمان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در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مستقر شد، 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</w:t>
      </w:r>
      <w:r w:rsidRPr="00A95BC4">
        <w:rPr>
          <w:rtl/>
          <w:lang w:bidi="fa-IR"/>
        </w:rPr>
        <w:t xml:space="preserve"> که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قصد ازدواج دارد و چون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به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کرامت ببخشد، دختر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بزرگان 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دختر عمه‌اش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بنت جحش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خواستگار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کرد.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نب،</w:t>
      </w:r>
      <w:r w:rsidRPr="00A95BC4">
        <w:rPr>
          <w:rtl/>
          <w:lang w:bidi="fa-IR"/>
        </w:rPr>
        <w:t xml:space="preserve">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خواسته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اعتراض کرده و گفت: «من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ازدواج راض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ستم»</w:t>
      </w:r>
      <w:r w:rsidRPr="00A95BC4">
        <w:rPr>
          <w:rtl/>
          <w:lang w:bidi="fa-IR"/>
        </w:rPr>
        <w:t xml:space="preserve">.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او فرمود: «ول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 دوست دارم تو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را بکن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>.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با مرد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خانواده‌ا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بزرگ ازدواج کند،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بنده‌ا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نبود،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نازل </w:t>
      </w:r>
      <w:r w:rsidRPr="00A95BC4">
        <w:rPr>
          <w:rFonts w:hint="eastAsia"/>
          <w:rtl/>
          <w:lang w:bidi="fa-IR"/>
        </w:rPr>
        <w:t>شد</w:t>
      </w:r>
      <w:r w:rsidRPr="00A95BC4">
        <w:rPr>
          <w:rtl/>
          <w:lang w:bidi="fa-IR"/>
        </w:rPr>
        <w:t>:</w:t>
      </w:r>
    </w:p>
    <w:p w:rsidR="00A95BC4" w:rsidRPr="00A95BC4" w:rsidRDefault="009C4317" w:rsidP="009C4317">
      <w:pPr>
        <w:pStyle w:val="libNormal"/>
        <w:rPr>
          <w:rtl/>
          <w:lang w:bidi="fa-IR"/>
        </w:rPr>
      </w:pPr>
      <w:r w:rsidRPr="009C4317">
        <w:rPr>
          <w:rStyle w:val="libAlaemChar"/>
          <w:rFonts w:hint="cs"/>
          <w:rtl/>
        </w:rPr>
        <w:t>(</w:t>
      </w:r>
      <w:r w:rsidR="00A95BC4" w:rsidRPr="009C4317">
        <w:rPr>
          <w:rStyle w:val="libAieChar"/>
          <w:rFonts w:hint="eastAsia"/>
          <w:rtl/>
        </w:rPr>
        <w:t>وَ</w:t>
      </w:r>
      <w:r w:rsidR="00A95BC4" w:rsidRPr="009C4317">
        <w:rPr>
          <w:rStyle w:val="libAieChar"/>
          <w:rtl/>
        </w:rPr>
        <w:t xml:space="preserve"> ما کانَ لِمُؤْمِنٍ وَ لا مُؤْمِنَةٍ إِذا قَضَ</w:t>
      </w:r>
      <w:r w:rsidR="00A95BC4" w:rsidRPr="009C4317">
        <w:rPr>
          <w:rStyle w:val="libAieChar"/>
          <w:rFonts w:hint="cs"/>
          <w:rtl/>
        </w:rPr>
        <w:t>ی</w:t>
      </w:r>
      <w:r w:rsidR="00A95BC4" w:rsidRPr="009C4317">
        <w:rPr>
          <w:rStyle w:val="libAieChar"/>
          <w:rtl/>
        </w:rPr>
        <w:t xml:space="preserve"> اللهُ وَ رَسُولُهُ امْراً انْ </w:t>
      </w:r>
      <w:r w:rsidR="00A95BC4" w:rsidRPr="009C4317">
        <w:rPr>
          <w:rStyle w:val="libAieChar"/>
          <w:rFonts w:hint="cs"/>
          <w:rtl/>
        </w:rPr>
        <w:t>یَ</w:t>
      </w:r>
      <w:r w:rsidR="00A95BC4" w:rsidRPr="009C4317">
        <w:rPr>
          <w:rStyle w:val="libAieChar"/>
          <w:rFonts w:hint="eastAsia"/>
          <w:rtl/>
        </w:rPr>
        <w:t>کُونَ</w:t>
      </w:r>
      <w:r w:rsidR="00A95BC4" w:rsidRPr="009C4317">
        <w:rPr>
          <w:rStyle w:val="libAieChar"/>
          <w:rtl/>
        </w:rPr>
        <w:t xml:space="preserve"> لَهُمُ الْخِ</w:t>
      </w:r>
      <w:r w:rsidR="00A95BC4" w:rsidRPr="009C4317">
        <w:rPr>
          <w:rStyle w:val="libAieChar"/>
          <w:rFonts w:hint="cs"/>
          <w:rtl/>
        </w:rPr>
        <w:t>یَ</w:t>
      </w:r>
      <w:r w:rsidR="00A95BC4" w:rsidRPr="009C4317">
        <w:rPr>
          <w:rStyle w:val="libAieChar"/>
          <w:rFonts w:hint="eastAsia"/>
          <w:rtl/>
        </w:rPr>
        <w:t>رَةُ</w:t>
      </w:r>
      <w:r w:rsidR="00A95BC4" w:rsidRPr="009C4317">
        <w:rPr>
          <w:rStyle w:val="libAieChar"/>
          <w:rtl/>
        </w:rPr>
        <w:t xml:space="preserve"> مِنْ امْرِهِمْ وَ مَنْ </w:t>
      </w:r>
      <w:r w:rsidR="00A95BC4" w:rsidRPr="009C4317">
        <w:rPr>
          <w:rStyle w:val="libAieChar"/>
          <w:rFonts w:hint="cs"/>
          <w:rtl/>
        </w:rPr>
        <w:t>یَ</w:t>
      </w:r>
      <w:r w:rsidR="00A95BC4" w:rsidRPr="009C4317">
        <w:rPr>
          <w:rStyle w:val="libAieChar"/>
          <w:rFonts w:hint="eastAsia"/>
          <w:rtl/>
        </w:rPr>
        <w:t>عْصِ</w:t>
      </w:r>
      <w:r w:rsidR="00A95BC4" w:rsidRPr="009C4317">
        <w:rPr>
          <w:rStyle w:val="libAieChar"/>
          <w:rtl/>
        </w:rPr>
        <w:t xml:space="preserve"> اللهَ وَ رَسُولَهُ فَقَدْ ضَلَّ ضَلالًا مُبِ</w:t>
      </w:r>
      <w:r w:rsidR="00A95BC4" w:rsidRPr="009C4317">
        <w:rPr>
          <w:rStyle w:val="libAieChar"/>
          <w:rFonts w:hint="cs"/>
          <w:rtl/>
        </w:rPr>
        <w:t>ی</w:t>
      </w:r>
      <w:r w:rsidR="00A95BC4" w:rsidRPr="009C4317">
        <w:rPr>
          <w:rStyle w:val="libAieChar"/>
          <w:rFonts w:hint="eastAsia"/>
          <w:rtl/>
        </w:rPr>
        <w:t>ناً</w:t>
      </w:r>
      <w:r w:rsidRPr="009C4317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(احزاب: 36)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پس از نزول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ه،</w:t>
      </w:r>
      <w:r w:rsidRPr="00A95BC4">
        <w:rPr>
          <w:rtl/>
          <w:lang w:bidi="fa-IR"/>
        </w:rPr>
        <w:t xml:space="preserve">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ازدواج راض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او و خانواده‌اش 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افتند</w:t>
      </w:r>
      <w:r w:rsidRPr="00A95BC4">
        <w:rPr>
          <w:rtl/>
          <w:lang w:bidi="fa-IR"/>
        </w:rPr>
        <w:t xml:space="preserve"> که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امر، از طرف خدا و رسول اوست. 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ترت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به ازدواج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بنده درآمد.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طبق</w:t>
      </w:r>
      <w:r w:rsidRPr="00A95BC4">
        <w:rPr>
          <w:rtl/>
          <w:lang w:bidi="fa-IR"/>
        </w:rPr>
        <w:t xml:space="preserve"> دستور خدا و رسولش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ازدواج را 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رفت</w:t>
      </w:r>
      <w:r w:rsidRPr="00A95BC4">
        <w:rPr>
          <w:rtl/>
          <w:lang w:bidi="fa-IR"/>
        </w:rPr>
        <w:t>. اسلام صفحه‌ا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جد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نوران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شناسنامه بشر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بود؛ اسلام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مردم تفاوت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قائل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شد،</w:t>
      </w:r>
      <w:r w:rsidRPr="00A95BC4">
        <w:rPr>
          <w:rtl/>
          <w:lang w:bidi="fa-IR"/>
        </w:rPr>
        <w:t xml:space="preserve"> مگر به خاطر تقوا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ازدواج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تأک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اسلام بر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بود که مشخص کند مردم همچون دندانه‌ها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شانه با هم برابراند. عرب بر عجم، سف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بر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اه</w:t>
      </w:r>
      <w:r w:rsidRPr="00A95BC4">
        <w:rPr>
          <w:rtl/>
          <w:lang w:bidi="fa-IR"/>
        </w:rPr>
        <w:t xml:space="preserve"> و آزاد بر بنده برتر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ندارد، مگر در تقوا.</w:t>
      </w:r>
    </w:p>
    <w:p w:rsidR="00A95BC4" w:rsidRPr="00A95BC4" w:rsidRDefault="00A95BC4" w:rsidP="009C4317">
      <w:pPr>
        <w:pStyle w:val="Heading2"/>
        <w:rPr>
          <w:rtl/>
        </w:rPr>
      </w:pPr>
      <w:bookmarkStart w:id="58" w:name="_Toc504390387"/>
      <w:bookmarkStart w:id="59" w:name="_Toc504390478"/>
      <w:r w:rsidRPr="00A95BC4">
        <w:rPr>
          <w:rFonts w:hint="eastAsia"/>
          <w:rtl/>
        </w:rPr>
        <w:t>جر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ان</w:t>
      </w:r>
      <w:r w:rsidRPr="00A95BC4">
        <w:rPr>
          <w:rtl/>
        </w:rPr>
        <w:t xml:space="preserve"> طلاق ز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نب</w:t>
      </w:r>
      <w:r w:rsidRPr="00A95BC4">
        <w:rPr>
          <w:rtl/>
        </w:rPr>
        <w:t xml:space="preserve"> و ز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د</w:t>
      </w:r>
      <w:bookmarkEnd w:id="58"/>
      <w:bookmarkEnd w:id="59"/>
    </w:p>
    <w:p w:rsidR="00A95BC4" w:rsidRPr="00A95BC4" w:rsidRDefault="00A95BC4" w:rsidP="009C4317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احساس محبت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نسبت به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نداشت و در خانه جد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خود، احساس خوشبخت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کرد،</w:t>
      </w:r>
      <w:r w:rsidRPr="00A95BC4">
        <w:rPr>
          <w:rtl/>
          <w:lang w:bidi="fa-IR"/>
        </w:rPr>
        <w:t xml:space="preserve">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کم‌کم از او دل‌زده شد،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هر دو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آنها،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ازدواج را تنها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امتثال امر خدا و رسولش انجام داده بودند.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نت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جه</w:t>
      </w:r>
      <w:r w:rsidRPr="00A95BC4">
        <w:rPr>
          <w:rtl/>
          <w:lang w:bidi="fa-IR"/>
        </w:rPr>
        <w:t xml:space="preserve">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کرامت او، ارتباط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ندارد و در اصل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نوع کرامت ندارد. ازا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ن‌رو،</w:t>
      </w:r>
      <w:r w:rsidRPr="00A95BC4">
        <w:rPr>
          <w:rtl/>
          <w:lang w:bidi="fa-IR"/>
        </w:rPr>
        <w:t xml:space="preserve"> نزد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رفت و اجازه خواست تا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را طلاق</w:t>
      </w:r>
      <w:r w:rsidR="009C4317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دهد</w:t>
      </w:r>
      <w:r w:rsidRPr="00A95BC4">
        <w:rPr>
          <w:rtl/>
          <w:lang w:bidi="fa-IR"/>
        </w:rPr>
        <w:t>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«چه شده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د؟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به همسرت سوءظن دار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؟»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جواب داد: «به خدا قسم نه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رسول الله، به او سوءظن ندارم،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او 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ده‌ام،</w:t>
      </w:r>
      <w:r w:rsidRPr="00A95BC4">
        <w:rPr>
          <w:rtl/>
          <w:lang w:bidi="fa-IR"/>
        </w:rPr>
        <w:t xml:space="preserve"> او بر من فخر 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فروشد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بر من گران است».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رسول</w:t>
      </w:r>
      <w:r w:rsidRPr="00A95BC4">
        <w:rPr>
          <w:rtl/>
          <w:lang w:bidi="fa-IR"/>
        </w:rPr>
        <w:t xml:space="preserve">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او فرمود: «با همسرت بساز». از طرف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هم دوست نداشت که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با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کند و خداوند هم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که به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منت نهد. پس به رسولش فرمود: «اراده خداوند بر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قرار گرفته که تو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را به همسر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برگز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>. حکمت و اراده خداوند بر آن بود که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انجام شود، پس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را بر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نازل فرمود:</w:t>
      </w:r>
    </w:p>
    <w:p w:rsidR="00A95BC4" w:rsidRPr="00A95BC4" w:rsidRDefault="00594155" w:rsidP="00A95BC4">
      <w:pPr>
        <w:pStyle w:val="libNormal"/>
        <w:rPr>
          <w:rtl/>
          <w:lang w:bidi="fa-IR"/>
        </w:rPr>
      </w:pPr>
      <w:r w:rsidRPr="00594155">
        <w:rPr>
          <w:rStyle w:val="libAlaemChar"/>
          <w:rFonts w:hint="cs"/>
          <w:rtl/>
        </w:rPr>
        <w:lastRenderedPageBreak/>
        <w:t>(</w:t>
      </w:r>
      <w:r w:rsidR="00A95BC4" w:rsidRPr="00594155">
        <w:rPr>
          <w:rStyle w:val="libAieChar"/>
          <w:rFonts w:hint="eastAsia"/>
          <w:rtl/>
        </w:rPr>
        <w:t>وَ</w:t>
      </w:r>
      <w:r w:rsidR="00A95BC4" w:rsidRPr="00594155">
        <w:rPr>
          <w:rStyle w:val="libAieChar"/>
          <w:rtl/>
        </w:rPr>
        <w:t xml:space="preserve"> إِذْ تَقُولُ لِلَّذِ</w:t>
      </w:r>
      <w:r w:rsidR="00A95BC4" w:rsidRPr="00594155">
        <w:rPr>
          <w:rStyle w:val="libAieChar"/>
          <w:rFonts w:hint="cs"/>
          <w:rtl/>
        </w:rPr>
        <w:t>ی</w:t>
      </w:r>
      <w:r w:rsidR="00A95BC4" w:rsidRPr="00594155">
        <w:rPr>
          <w:rStyle w:val="libAieChar"/>
          <w:rtl/>
        </w:rPr>
        <w:t xml:space="preserve"> انْعَمَ اللهُ عَلَ</w:t>
      </w:r>
      <w:r w:rsidR="00A95BC4" w:rsidRPr="00594155">
        <w:rPr>
          <w:rStyle w:val="libAieChar"/>
          <w:rFonts w:hint="cs"/>
          <w:rtl/>
        </w:rPr>
        <w:t>یْ</w:t>
      </w:r>
      <w:r w:rsidR="00A95BC4" w:rsidRPr="00594155">
        <w:rPr>
          <w:rStyle w:val="libAieChar"/>
          <w:rFonts w:hint="eastAsia"/>
          <w:rtl/>
        </w:rPr>
        <w:t>هِ</w:t>
      </w:r>
      <w:r w:rsidR="00A95BC4" w:rsidRPr="00594155">
        <w:rPr>
          <w:rStyle w:val="libAieChar"/>
          <w:rtl/>
        </w:rPr>
        <w:t xml:space="preserve"> وَ أَنْعَمْتَ عَلَ</w:t>
      </w:r>
      <w:r w:rsidR="00A95BC4" w:rsidRPr="00594155">
        <w:rPr>
          <w:rStyle w:val="libAieChar"/>
          <w:rFonts w:hint="cs"/>
          <w:rtl/>
        </w:rPr>
        <w:t>یْ</w:t>
      </w:r>
      <w:r w:rsidR="00A95BC4" w:rsidRPr="00594155">
        <w:rPr>
          <w:rStyle w:val="libAieChar"/>
          <w:rFonts w:hint="eastAsia"/>
          <w:rtl/>
        </w:rPr>
        <w:t>هِ</w:t>
      </w:r>
      <w:r w:rsidR="00A95BC4" w:rsidRPr="00594155">
        <w:rPr>
          <w:rStyle w:val="libAieChar"/>
          <w:rtl/>
        </w:rPr>
        <w:t xml:space="preserve"> امْسِکْ عَلَ</w:t>
      </w:r>
      <w:r w:rsidR="00A95BC4" w:rsidRPr="00594155">
        <w:rPr>
          <w:rStyle w:val="libAieChar"/>
          <w:rFonts w:hint="cs"/>
          <w:rtl/>
        </w:rPr>
        <w:t>یْ</w:t>
      </w:r>
      <w:r w:rsidR="00A95BC4" w:rsidRPr="00594155">
        <w:rPr>
          <w:rStyle w:val="libAieChar"/>
          <w:rFonts w:hint="eastAsia"/>
          <w:rtl/>
        </w:rPr>
        <w:t>کَ</w:t>
      </w:r>
      <w:r w:rsidR="00A95BC4" w:rsidRPr="00594155">
        <w:rPr>
          <w:rStyle w:val="libAieChar"/>
          <w:rtl/>
        </w:rPr>
        <w:t xml:space="preserve"> زَوْجَکَ وَ اتَّقِ اللهَ وَ تُخْفِ</w:t>
      </w:r>
      <w:r w:rsidR="00A95BC4" w:rsidRPr="00594155">
        <w:rPr>
          <w:rStyle w:val="libAieChar"/>
          <w:rFonts w:hint="cs"/>
          <w:rtl/>
        </w:rPr>
        <w:t>ی</w:t>
      </w:r>
      <w:r w:rsidR="00A95BC4" w:rsidRPr="00594155">
        <w:rPr>
          <w:rStyle w:val="libAieChar"/>
          <w:rtl/>
        </w:rPr>
        <w:t xml:space="preserve"> فِ</w:t>
      </w:r>
      <w:r w:rsidR="00A95BC4" w:rsidRPr="00594155">
        <w:rPr>
          <w:rStyle w:val="libAieChar"/>
          <w:rFonts w:hint="cs"/>
          <w:rtl/>
        </w:rPr>
        <w:t>ی</w:t>
      </w:r>
      <w:r w:rsidR="00A95BC4" w:rsidRPr="00594155">
        <w:rPr>
          <w:rStyle w:val="libAieChar"/>
          <w:rtl/>
        </w:rPr>
        <w:t xml:space="preserve"> نَفْسِکَ مَا اللهُ مُبْدِ</w:t>
      </w:r>
      <w:r w:rsidR="00A95BC4" w:rsidRPr="00594155">
        <w:rPr>
          <w:rStyle w:val="libAieChar"/>
          <w:rFonts w:hint="cs"/>
          <w:rtl/>
        </w:rPr>
        <w:t>ی</w:t>
      </w:r>
      <w:r w:rsidR="00A95BC4" w:rsidRPr="00594155">
        <w:rPr>
          <w:rStyle w:val="libAieChar"/>
          <w:rFonts w:hint="eastAsia"/>
          <w:rtl/>
        </w:rPr>
        <w:t>هِ</w:t>
      </w:r>
      <w:r w:rsidR="00A95BC4" w:rsidRPr="00594155">
        <w:rPr>
          <w:rStyle w:val="libAieChar"/>
          <w:rtl/>
        </w:rPr>
        <w:t xml:space="preserve"> وَ تَخْشَ</w:t>
      </w:r>
      <w:r w:rsidR="00A95BC4" w:rsidRPr="00594155">
        <w:rPr>
          <w:rStyle w:val="libAieChar"/>
          <w:rFonts w:hint="cs"/>
          <w:rtl/>
        </w:rPr>
        <w:t>ی</w:t>
      </w:r>
      <w:r w:rsidR="00A95BC4" w:rsidRPr="00594155">
        <w:rPr>
          <w:rStyle w:val="libAieChar"/>
          <w:rtl/>
        </w:rPr>
        <w:t xml:space="preserve"> النَّاسَ وَ اللهُ احَقُّ انْ تَخْشاهُ</w:t>
      </w:r>
      <w:r w:rsidRPr="00594155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(احزاب: 37)</w:t>
      </w:r>
    </w:p>
    <w:p w:rsidR="00A95BC4" w:rsidRPr="00A95BC4" w:rsidRDefault="00A95BC4" w:rsidP="00594155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اکرم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که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تقد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اله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مخف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کند،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داشت که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شفاعتش سودمند نباشد 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مردم به سبب معترض بودن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امر، گمراه شوند،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آنها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موضوع را درک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کردند،</w:t>
      </w:r>
      <w:r w:rsidRPr="00A95BC4">
        <w:rPr>
          <w:rtl/>
          <w:lang w:bidi="fa-IR"/>
        </w:rPr>
        <w:t xml:space="preserve"> اما خداوند هر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بخواهد، هدا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 xml:space="preserve"> و هر که گمراه شود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راهنما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نخواهد بود و خداوند 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سته‌تر</w:t>
      </w:r>
      <w:r w:rsidRPr="00A95BC4">
        <w:rPr>
          <w:rtl/>
          <w:lang w:bidi="fa-IR"/>
        </w:rPr>
        <w:t xml:space="preserve"> است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از او بترسند و او را بر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ترج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ح</w:t>
      </w:r>
      <w:r w:rsidRPr="00A95BC4">
        <w:rPr>
          <w:rtl/>
          <w:lang w:bidi="fa-IR"/>
        </w:rPr>
        <w:t xml:space="preserve"> دهند،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عرف مردم و عادت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در شر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عت</w:t>
      </w:r>
      <w:r w:rsidRPr="00A95BC4">
        <w:rPr>
          <w:rtl/>
          <w:lang w:bidi="fa-IR"/>
        </w:rPr>
        <w:t xml:space="preserve"> مهم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و مبنا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قانون قرار</w:t>
      </w:r>
      <w:r w:rsidR="00594155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رد</w:t>
      </w:r>
      <w:r w:rsidRPr="00A95BC4">
        <w:rPr>
          <w:rtl/>
          <w:lang w:bidi="fa-IR"/>
        </w:rPr>
        <w:t>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در اول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قدم، عادت‌ها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فاسد آنها را براندازد و خرافات آنها را از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ببرد.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طلاق</w:t>
      </w:r>
      <w:r w:rsidRPr="00A95BC4">
        <w:rPr>
          <w:rtl/>
          <w:lang w:bidi="fa-IR"/>
        </w:rPr>
        <w:t xml:space="preserve"> در عرب، امر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ناپسند محسوب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شود</w:t>
      </w:r>
      <w:r w:rsidRPr="00A95BC4">
        <w:rPr>
          <w:rtl/>
          <w:lang w:bidi="fa-IR"/>
        </w:rPr>
        <w:t>. فرزندان اعراب، اگر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کردند،</w:t>
      </w:r>
      <w:r w:rsidRPr="00A95BC4">
        <w:rPr>
          <w:rtl/>
          <w:lang w:bidi="fa-IR"/>
        </w:rPr>
        <w:t xml:space="preserve"> از ارث محروم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شدند</w:t>
      </w:r>
      <w:r w:rsidRPr="00A95BC4">
        <w:rPr>
          <w:rtl/>
          <w:lang w:bidi="fa-IR"/>
        </w:rPr>
        <w:t>.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باور در ذهن‌ها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 رسوخ کرده و برا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سخت بود که 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سمان</w:t>
      </w:r>
      <w:r w:rsidRPr="00A95BC4">
        <w:rPr>
          <w:rtl/>
          <w:lang w:bidi="fa-IR"/>
        </w:rPr>
        <w:t xml:space="preserve"> سنگ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اعتقاد را از گردن بازکنند.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اول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که اقدام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کرد.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از طر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ه،</w:t>
      </w:r>
      <w:r w:rsidRPr="00A95BC4">
        <w:rPr>
          <w:rtl/>
          <w:lang w:bidi="fa-IR"/>
        </w:rPr>
        <w:t xml:space="preserve"> که حجت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قاطع بود، آن‌قدر بر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اعتقاد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ستاد،</w:t>
      </w:r>
      <w:r w:rsidRPr="00A95BC4">
        <w:rPr>
          <w:rtl/>
          <w:lang w:bidi="fa-IR"/>
        </w:rPr>
        <w:t xml:space="preserve"> تا آن را ملکه ذهن آنها کرد، همچون زمان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حرام بودن ربا را اعلام کرد و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مورد حت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کان</w:t>
      </w:r>
      <w:r w:rsidRPr="00A95BC4">
        <w:rPr>
          <w:rtl/>
          <w:lang w:bidi="fa-IR"/>
        </w:rPr>
        <w:t xml:space="preserve"> خود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سخت گرفت.</w:t>
      </w:r>
    </w:p>
    <w:p w:rsidR="00A95BC4" w:rsidRPr="00A95BC4" w:rsidRDefault="00594155" w:rsidP="00594155">
      <w:pPr>
        <w:pStyle w:val="Heading2"/>
        <w:rPr>
          <w:rtl/>
        </w:rPr>
      </w:pPr>
      <w:r>
        <w:rPr>
          <w:rtl/>
        </w:rPr>
        <w:br w:type="page"/>
      </w:r>
      <w:bookmarkStart w:id="60" w:name="_Toc504390388"/>
      <w:bookmarkStart w:id="61" w:name="_Toc504390479"/>
      <w:r w:rsidR="00A95BC4" w:rsidRPr="00A95BC4">
        <w:rPr>
          <w:rFonts w:hint="eastAsia"/>
          <w:rtl/>
        </w:rPr>
        <w:lastRenderedPageBreak/>
        <w:t>ازدواج</w:t>
      </w:r>
      <w:r w:rsidR="00A95BC4" w:rsidRPr="00A95BC4">
        <w:rPr>
          <w:rtl/>
        </w:rPr>
        <w:t xml:space="preserve"> پ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امبر</w:t>
      </w:r>
      <w:r w:rsidR="00A95BC4" w:rsidRPr="00A95BC4">
        <w:rPr>
          <w:rtl/>
        </w:rPr>
        <w:t xml:space="preserve"> با ز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نب‌</w:t>
      </w:r>
      <w:bookmarkEnd w:id="60"/>
      <w:bookmarkEnd w:id="61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خداوند</w:t>
      </w:r>
      <w:r w:rsidRPr="00A95BC4">
        <w:rPr>
          <w:rtl/>
          <w:lang w:bidi="fa-IR"/>
        </w:rPr>
        <w:t xml:space="preserve">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باره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روشن را نازل فرمود:</w:t>
      </w:r>
    </w:p>
    <w:p w:rsidR="00A95BC4" w:rsidRPr="00A95BC4" w:rsidRDefault="00594155" w:rsidP="00A95BC4">
      <w:pPr>
        <w:pStyle w:val="libNormal"/>
        <w:rPr>
          <w:rtl/>
          <w:lang w:bidi="fa-IR"/>
        </w:rPr>
      </w:pPr>
      <w:r w:rsidRPr="00594155">
        <w:rPr>
          <w:rStyle w:val="libAlaemChar"/>
          <w:rFonts w:hint="cs"/>
          <w:rtl/>
        </w:rPr>
        <w:t>(</w:t>
      </w:r>
      <w:r w:rsidR="00A95BC4" w:rsidRPr="00594155">
        <w:rPr>
          <w:rStyle w:val="libAieChar"/>
          <w:rFonts w:hint="eastAsia"/>
          <w:rtl/>
        </w:rPr>
        <w:t>فَلَمَّا</w:t>
      </w:r>
      <w:r w:rsidR="00A95BC4" w:rsidRPr="00594155">
        <w:rPr>
          <w:rStyle w:val="libAieChar"/>
          <w:rtl/>
        </w:rPr>
        <w:t xml:space="preserve"> قَض</w:t>
      </w:r>
      <w:r w:rsidR="00A95BC4" w:rsidRPr="00594155">
        <w:rPr>
          <w:rStyle w:val="libAieChar"/>
          <w:rFonts w:hint="cs"/>
          <w:rtl/>
        </w:rPr>
        <w:t>ی</w:t>
      </w:r>
      <w:r w:rsidR="00A95BC4" w:rsidRPr="00594155">
        <w:rPr>
          <w:rStyle w:val="libAieChar"/>
          <w:rtl/>
        </w:rPr>
        <w:t xml:space="preserve"> زَ</w:t>
      </w:r>
      <w:r w:rsidR="00A95BC4" w:rsidRPr="00594155">
        <w:rPr>
          <w:rStyle w:val="libAieChar"/>
          <w:rFonts w:hint="cs"/>
          <w:rtl/>
        </w:rPr>
        <w:t>یْ</w:t>
      </w:r>
      <w:r w:rsidR="00A95BC4" w:rsidRPr="00594155">
        <w:rPr>
          <w:rStyle w:val="libAieChar"/>
          <w:rFonts w:hint="eastAsia"/>
          <w:rtl/>
        </w:rPr>
        <w:t>دٌ</w:t>
      </w:r>
      <w:r w:rsidR="00A95BC4" w:rsidRPr="00594155">
        <w:rPr>
          <w:rStyle w:val="libAieChar"/>
          <w:rtl/>
        </w:rPr>
        <w:t xml:space="preserve"> مِنْها وَطَراً زَوَّجْناکَها لِکَ</w:t>
      </w:r>
      <w:r w:rsidR="00A95BC4" w:rsidRPr="00594155">
        <w:rPr>
          <w:rStyle w:val="libAieChar"/>
          <w:rFonts w:hint="cs"/>
          <w:rtl/>
        </w:rPr>
        <w:t>یْ</w:t>
      </w:r>
      <w:r w:rsidR="00A95BC4" w:rsidRPr="00594155">
        <w:rPr>
          <w:rStyle w:val="libAieChar"/>
          <w:rtl/>
        </w:rPr>
        <w:t xml:space="preserve"> لا </w:t>
      </w:r>
      <w:r w:rsidR="00A95BC4" w:rsidRPr="00594155">
        <w:rPr>
          <w:rStyle w:val="libAieChar"/>
          <w:rFonts w:hint="cs"/>
          <w:rtl/>
        </w:rPr>
        <w:t>یَ</w:t>
      </w:r>
      <w:r w:rsidR="00A95BC4" w:rsidRPr="00594155">
        <w:rPr>
          <w:rStyle w:val="libAieChar"/>
          <w:rFonts w:hint="eastAsia"/>
          <w:rtl/>
        </w:rPr>
        <w:t>کُونَ</w:t>
      </w:r>
      <w:r w:rsidR="00A95BC4" w:rsidRPr="00594155">
        <w:rPr>
          <w:rStyle w:val="libAieChar"/>
          <w:rtl/>
        </w:rPr>
        <w:t xml:space="preserve"> عَلَ</w:t>
      </w:r>
      <w:r w:rsidR="00A95BC4" w:rsidRPr="00594155">
        <w:rPr>
          <w:rStyle w:val="libAieChar"/>
          <w:rFonts w:hint="cs"/>
          <w:rtl/>
        </w:rPr>
        <w:t>ی</w:t>
      </w:r>
      <w:r w:rsidR="00A95BC4" w:rsidRPr="00594155">
        <w:rPr>
          <w:rStyle w:val="libAieChar"/>
          <w:rtl/>
        </w:rPr>
        <w:t xml:space="preserve"> الْمُؤْمِنِ</w:t>
      </w:r>
      <w:r w:rsidR="00A95BC4" w:rsidRPr="00594155">
        <w:rPr>
          <w:rStyle w:val="libAieChar"/>
          <w:rFonts w:hint="cs"/>
          <w:rtl/>
        </w:rPr>
        <w:t>ی</w:t>
      </w:r>
      <w:r w:rsidR="00A95BC4" w:rsidRPr="00594155">
        <w:rPr>
          <w:rStyle w:val="libAieChar"/>
          <w:rFonts w:hint="eastAsia"/>
          <w:rtl/>
        </w:rPr>
        <w:t>نَ</w:t>
      </w:r>
      <w:r w:rsidR="00A95BC4" w:rsidRPr="00594155">
        <w:rPr>
          <w:rStyle w:val="libAieChar"/>
          <w:rtl/>
        </w:rPr>
        <w:t xml:space="preserve"> حَرَجٌ فِ</w:t>
      </w:r>
      <w:r w:rsidR="00A95BC4" w:rsidRPr="00594155">
        <w:rPr>
          <w:rStyle w:val="libAieChar"/>
          <w:rFonts w:hint="cs"/>
          <w:rtl/>
        </w:rPr>
        <w:t>ی</w:t>
      </w:r>
      <w:r w:rsidR="00A95BC4" w:rsidRPr="00594155">
        <w:rPr>
          <w:rStyle w:val="libAieChar"/>
          <w:rtl/>
        </w:rPr>
        <w:t xml:space="preserve"> ازْواجِ ادْعِ</w:t>
      </w:r>
      <w:r w:rsidR="00A95BC4" w:rsidRPr="00594155">
        <w:rPr>
          <w:rStyle w:val="libAieChar"/>
          <w:rFonts w:hint="cs"/>
          <w:rtl/>
        </w:rPr>
        <w:t>ی</w:t>
      </w:r>
      <w:r w:rsidR="00A95BC4" w:rsidRPr="00594155">
        <w:rPr>
          <w:rStyle w:val="libAieChar"/>
          <w:rFonts w:hint="eastAsia"/>
          <w:rtl/>
        </w:rPr>
        <w:t>ائِهِمْ</w:t>
      </w:r>
      <w:r w:rsidR="00A95BC4" w:rsidRPr="00594155">
        <w:rPr>
          <w:rStyle w:val="libAieChar"/>
          <w:rtl/>
        </w:rPr>
        <w:t xml:space="preserve"> إِذا قَضَوْا مِنْهُنَّ وَطَراً وَ کانَ امْرُ اللهِ مَفْعُولًا</w:t>
      </w:r>
      <w:r w:rsidRPr="00594155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(احزاب: 37)</w:t>
      </w:r>
    </w:p>
    <w:p w:rsidR="00A95BC4" w:rsidRPr="00A95BC4" w:rsidRDefault="00A95BC4" w:rsidP="00594155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رسول</w:t>
      </w:r>
      <w:r w:rsidRPr="00A95BC4">
        <w:rPr>
          <w:rtl/>
          <w:lang w:bidi="fa-IR"/>
        </w:rPr>
        <w:t xml:space="preserve">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اعلام فرمود که خداوند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دستور داده است که با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بنت جحش، پس از اتمام عده‌اش ازدواج کند. مردم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سخن را دهان به دهان نقل کردند که محمد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خواهد</w:t>
      </w:r>
      <w:r w:rsidRPr="00A95BC4">
        <w:rPr>
          <w:rtl/>
          <w:lang w:bidi="fa-IR"/>
        </w:rPr>
        <w:t xml:space="preserve"> با مطلقه پسرش ازدواج کند. او را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بن محمد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خواندند،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شاهد بودند</w:t>
      </w:r>
      <w:r w:rsidR="00594155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که</w:t>
      </w:r>
      <w:r w:rsidRPr="00A95BC4">
        <w:rPr>
          <w:rtl/>
          <w:lang w:bidi="fa-IR"/>
        </w:rPr>
        <w:t xml:space="preserve">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در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مردم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را پسر خود خواند و گفت که او از محمد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ارث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برد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عرب رسم بر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بود که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تحت تکفل خود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گرفت،</w:t>
      </w:r>
      <w:r w:rsidRPr="00A95BC4">
        <w:rPr>
          <w:rtl/>
          <w:lang w:bidi="fa-IR"/>
        </w:rPr>
        <w:t xml:space="preserve"> او را فرزند خود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خواند</w:t>
      </w:r>
      <w:r w:rsidRPr="00A95BC4">
        <w:rPr>
          <w:rtl/>
          <w:lang w:bidi="fa-IR"/>
        </w:rPr>
        <w:t>. از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حکمت‌ها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ازدواج آن بود که خداوند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و مؤمنان،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روشن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بفرستد مبن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در شرع خدا، مجاز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که کس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مرد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که از 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بخشندگ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را بزرگ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کند،</w:t>
      </w:r>
      <w:r w:rsidRPr="00A95BC4">
        <w:rPr>
          <w:rtl/>
          <w:lang w:bidi="fa-IR"/>
        </w:rPr>
        <w:t xml:space="preserve"> پدر بنامد. خداوند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رسم جاهل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تحر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آن را به صراحت اعلام فرمود:</w:t>
      </w:r>
    </w:p>
    <w:p w:rsidR="00A95BC4" w:rsidRPr="00A95BC4" w:rsidRDefault="00594155" w:rsidP="00A95BC4">
      <w:pPr>
        <w:pStyle w:val="libNormal"/>
        <w:rPr>
          <w:rtl/>
          <w:lang w:bidi="fa-IR"/>
        </w:rPr>
      </w:pPr>
      <w:r w:rsidRPr="00594155">
        <w:rPr>
          <w:rStyle w:val="libAlaemChar"/>
          <w:rFonts w:hint="cs"/>
          <w:rtl/>
        </w:rPr>
        <w:t>(</w:t>
      </w:r>
      <w:r w:rsidR="00A95BC4" w:rsidRPr="00594155">
        <w:rPr>
          <w:rStyle w:val="libAieChar"/>
          <w:rFonts w:hint="eastAsia"/>
          <w:rtl/>
        </w:rPr>
        <w:t>ما</w:t>
      </w:r>
      <w:r w:rsidR="00A95BC4" w:rsidRPr="00594155">
        <w:rPr>
          <w:rStyle w:val="libAieChar"/>
          <w:rtl/>
        </w:rPr>
        <w:t xml:space="preserve"> کانَ مُحَمَّدٌ ابا احَدٍ مِنْ رِجالِکُمْ وَ لکِنْ رَسُولَ اللهِ وَ خاتَمَ النَّبِ</w:t>
      </w:r>
      <w:r w:rsidR="00A95BC4" w:rsidRPr="00594155">
        <w:rPr>
          <w:rStyle w:val="libAieChar"/>
          <w:rFonts w:hint="cs"/>
          <w:rtl/>
        </w:rPr>
        <w:t>یِّی</w:t>
      </w:r>
      <w:r w:rsidR="00A95BC4" w:rsidRPr="00594155">
        <w:rPr>
          <w:rStyle w:val="libAieChar"/>
          <w:rFonts w:hint="eastAsia"/>
          <w:rtl/>
        </w:rPr>
        <w:t>نَ</w:t>
      </w:r>
      <w:r w:rsidR="00A95BC4" w:rsidRPr="00594155">
        <w:rPr>
          <w:rStyle w:val="libAieChar"/>
          <w:rtl/>
        </w:rPr>
        <w:t xml:space="preserve"> وَ کانَ اللهُ بِکُلِّ شَ</w:t>
      </w:r>
      <w:r w:rsidR="00A95BC4" w:rsidRPr="00594155">
        <w:rPr>
          <w:rStyle w:val="libAieChar"/>
          <w:rFonts w:hint="cs"/>
          <w:rtl/>
        </w:rPr>
        <w:t>یْ‌</w:t>
      </w:r>
      <w:r w:rsidR="00A95BC4" w:rsidRPr="00594155">
        <w:rPr>
          <w:rStyle w:val="libAieChar"/>
          <w:rFonts w:hint="eastAsia"/>
          <w:rtl/>
        </w:rPr>
        <w:t>ءٍ</w:t>
      </w:r>
      <w:r w:rsidR="00A95BC4" w:rsidRPr="00594155">
        <w:rPr>
          <w:rStyle w:val="libAieChar"/>
          <w:rtl/>
        </w:rPr>
        <w:t xml:space="preserve"> عَلِ</w:t>
      </w:r>
      <w:r w:rsidR="00A95BC4" w:rsidRPr="00594155">
        <w:rPr>
          <w:rStyle w:val="libAieChar"/>
          <w:rFonts w:hint="cs"/>
          <w:rtl/>
        </w:rPr>
        <w:t>ی</w:t>
      </w:r>
      <w:r w:rsidR="00A95BC4" w:rsidRPr="00594155">
        <w:rPr>
          <w:rStyle w:val="libAieChar"/>
          <w:rFonts w:hint="eastAsia"/>
          <w:rtl/>
        </w:rPr>
        <w:t>ماً</w:t>
      </w:r>
      <w:r w:rsidRPr="00594155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(احزاب: 40)</w:t>
      </w:r>
    </w:p>
    <w:p w:rsidR="00A95BC4" w:rsidRPr="00A95BC4" w:rsidRDefault="00A95BC4" w:rsidP="00594155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ثابت</w:t>
      </w:r>
      <w:r w:rsidRPr="00A95BC4">
        <w:rPr>
          <w:rtl/>
          <w:lang w:bidi="fa-IR"/>
        </w:rPr>
        <w:t xml:space="preserve"> بنان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«از انس بن مالک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دم</w:t>
      </w:r>
      <w:r w:rsidRPr="00A95BC4">
        <w:rPr>
          <w:rtl/>
          <w:lang w:bidi="fa-IR"/>
        </w:rPr>
        <w:t xml:space="preserve">: چند سال در خدمت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بود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</w:t>
      </w:r>
      <w:r w:rsidRPr="00A95BC4">
        <w:rPr>
          <w:rtl/>
          <w:lang w:bidi="fa-IR"/>
        </w:rPr>
        <w:t xml:space="preserve"> گفت: ده سال. گفتم: عج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ب‌تر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ده سال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چه بود؟ گفت: ماجرا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ازدواج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با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بنت جحش. مادرم گفت: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انس!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شب عروس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به صبح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آورد</w:t>
      </w:r>
      <w:r w:rsidRPr="00A95BC4">
        <w:rPr>
          <w:rtl/>
          <w:lang w:bidi="fa-IR"/>
        </w:rPr>
        <w:t xml:space="preserve"> در ح</w:t>
      </w:r>
      <w:r w:rsidRPr="00A95BC4">
        <w:rPr>
          <w:rFonts w:hint="eastAsia"/>
          <w:rtl/>
          <w:lang w:bidi="fa-IR"/>
        </w:rPr>
        <w:t>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طعام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ندارد، آن 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خرما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آغشته به روغن و پن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را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و به اندازه خوراک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 ببر.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کردم 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ظرف سفال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آوردم و به </w:t>
      </w:r>
      <w:r w:rsidRPr="00A95BC4">
        <w:rPr>
          <w:rtl/>
          <w:lang w:bidi="fa-IR"/>
        </w:rPr>
        <w:lastRenderedPageBreak/>
        <w:t>اندازه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و همسرش در آن 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ختم</w:t>
      </w:r>
      <w:r w:rsidRPr="00A95BC4">
        <w:rPr>
          <w:rtl/>
          <w:lang w:bidi="fa-IR"/>
        </w:rPr>
        <w:t>. سپس گفت: آن را نزد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ببر. پس بر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وارد شدم و آن زمان هنوز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حجاب نازل نشده بود.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فرمود: آن ظرف را کنار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وار</w:t>
      </w:r>
      <w:r w:rsidRPr="00A95BC4">
        <w:rPr>
          <w:rtl/>
          <w:lang w:bidi="fa-IR"/>
        </w:rPr>
        <w:t xml:space="preserve"> بگذار و برو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>، عمر، ابوبکر و عثمان- و برخ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</w:t>
      </w:r>
      <w:r w:rsidR="00594155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صحابه</w:t>
      </w:r>
      <w:r w:rsidRPr="00A95BC4">
        <w:rPr>
          <w:rtl/>
          <w:lang w:bidi="fa-IR"/>
        </w:rPr>
        <w:t xml:space="preserve"> را که به نام فرمودند- دعوت کن. انس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من از تعداد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اد</w:t>
      </w:r>
      <w:r w:rsidRPr="00A95BC4">
        <w:rPr>
          <w:rtl/>
          <w:lang w:bidi="fa-IR"/>
        </w:rPr>
        <w:t xml:space="preserve"> مهمانان و کم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غذا تعجب کردم، اما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خواستم</w:t>
      </w:r>
      <w:r w:rsidRPr="00A95BC4">
        <w:rPr>
          <w:rtl/>
          <w:lang w:bidi="fa-IR"/>
        </w:rPr>
        <w:t xml:space="preserve"> فرمان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را اطاعت نکنم. پس رفتم و آنها را دعوت کردم. سپس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گفت: هر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در مسجد هست را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دعوت کن، امروز روز عروس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خان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پر شود. سپس به من فرمود: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مسجد مانده؟ گفتم: نه. فرمود: هر رهگذر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نجا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گذرد</w:t>
      </w:r>
      <w:r w:rsidRPr="00A95BC4">
        <w:rPr>
          <w:rtl/>
          <w:lang w:bidi="fa-IR"/>
        </w:rPr>
        <w:t xml:space="preserve"> را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دعوت کن. انس گفت: همه را دعوت کردم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خانه پر شد. پس فرمود: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باق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مانده؟</w:t>
      </w:r>
      <w:r w:rsidRPr="00A95BC4">
        <w:rPr>
          <w:rtl/>
          <w:lang w:bidi="fa-IR"/>
        </w:rPr>
        <w:t xml:space="preserve"> گفتم: نه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رسول الله. فرمود آن دبه را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اور،</w:t>
      </w:r>
      <w:r w:rsidRPr="00A95BC4">
        <w:rPr>
          <w:rtl/>
          <w:lang w:bidi="fa-IR"/>
        </w:rPr>
        <w:t xml:space="preserve"> پس آن را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د</w:t>
      </w:r>
      <w:r w:rsidRPr="00A95BC4">
        <w:rPr>
          <w:rFonts w:hint="eastAsia"/>
          <w:rtl/>
          <w:lang w:bidi="fa-IR"/>
        </w:rPr>
        <w:t>ستانش</w:t>
      </w:r>
      <w:r w:rsidRPr="00A95BC4">
        <w:rPr>
          <w:rtl/>
          <w:lang w:bidi="fa-IR"/>
        </w:rPr>
        <w:t xml:space="preserve"> گرفت و انگشتش را در آن برد و به مردم گفت: بخور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به نام خدا و من به خرما نگاه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کردم</w:t>
      </w:r>
      <w:r w:rsidRPr="00A95BC4">
        <w:rPr>
          <w:rtl/>
          <w:lang w:bidi="fa-IR"/>
        </w:rPr>
        <w:t xml:space="preserve"> که مدام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اد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</w:t>
      </w:r>
      <w:r w:rsidRPr="00A95BC4">
        <w:rPr>
          <w:rtl/>
          <w:lang w:bidi="fa-IR"/>
        </w:rPr>
        <w:t xml:space="preserve"> و به روغن که گو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جوش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تا جا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که هر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در خانه بود، از آن تناول کرد و مقدار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هم در دبه ماند. پس آن را نزد همسرش نهادم، سپس خارج ش</w:t>
      </w:r>
      <w:r w:rsidRPr="00A95BC4">
        <w:rPr>
          <w:rFonts w:hint="eastAsia"/>
          <w:rtl/>
          <w:lang w:bidi="fa-IR"/>
        </w:rPr>
        <w:t>دم</w:t>
      </w:r>
      <w:r w:rsidRPr="00A95BC4">
        <w:rPr>
          <w:rtl/>
          <w:lang w:bidi="fa-IR"/>
        </w:rPr>
        <w:t xml:space="preserve"> و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مادرم رفتم و آنچه را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بودم گفتم. مادرم گفت: تعجب نکن اگر خدا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که همه اهل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از آن طعام بخورند،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خوردند»</w:t>
      </w:r>
      <w:r w:rsidRPr="00A95BC4">
        <w:rPr>
          <w:rtl/>
          <w:lang w:bidi="fa-IR"/>
        </w:rPr>
        <w:t>.</w:t>
      </w:r>
    </w:p>
    <w:p w:rsidR="00A95BC4" w:rsidRPr="00A95BC4" w:rsidRDefault="00A95BC4" w:rsidP="00594155">
      <w:pPr>
        <w:pStyle w:val="Heading2"/>
        <w:rPr>
          <w:rtl/>
        </w:rPr>
      </w:pPr>
      <w:bookmarkStart w:id="62" w:name="_Toc504390389"/>
      <w:bookmarkStart w:id="63" w:name="_Toc504390480"/>
      <w:r w:rsidRPr="00A95BC4">
        <w:rPr>
          <w:rFonts w:hint="eastAsia"/>
          <w:rtl/>
        </w:rPr>
        <w:t>نزول</w:t>
      </w:r>
      <w:r w:rsidRPr="00A95BC4">
        <w:rPr>
          <w:rtl/>
        </w:rPr>
        <w:t xml:space="preserve"> آ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ه</w:t>
      </w:r>
      <w:r w:rsidRPr="00A95BC4">
        <w:rPr>
          <w:rtl/>
        </w:rPr>
        <w:t xml:space="preserve"> «حجاب»</w:t>
      </w:r>
      <w:bookmarkEnd w:id="62"/>
      <w:bookmarkEnd w:id="63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انس</w:t>
      </w:r>
      <w:r w:rsidRPr="00A95BC4">
        <w:rPr>
          <w:rtl/>
          <w:lang w:bidi="fa-IR"/>
        </w:rPr>
        <w:t xml:space="preserve"> بن مالک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«من داناتر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مردم هستم به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حجاب،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روز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خدا،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را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هد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کرد،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نازل شد و علت آن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بود که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همه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خوردن طعام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عروس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دعوت کرد، پس از اتمام مهمان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تعداد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رفتند و برخ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همچنان نشسته بودند و با هم صحبت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کردند</w:t>
      </w:r>
      <w:r w:rsidRPr="00A95BC4">
        <w:rPr>
          <w:rtl/>
          <w:lang w:bidi="fa-IR"/>
        </w:rPr>
        <w:t xml:space="preserve"> و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منتظر بود که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خارج شوند،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نشد.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از خانه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رون</w:t>
      </w:r>
      <w:r w:rsidRPr="00A95BC4">
        <w:rPr>
          <w:rtl/>
          <w:lang w:bidi="fa-IR"/>
        </w:rPr>
        <w:t xml:space="preserve"> آمد و دوباره پس از مدت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بازگشت و آنها همچنان نشسته و بحث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کردند</w:t>
      </w:r>
      <w:r w:rsidRPr="00A95BC4">
        <w:rPr>
          <w:rtl/>
          <w:lang w:bidi="fa-IR"/>
        </w:rPr>
        <w:t>. رسول خ</w:t>
      </w:r>
      <w:r w:rsidRPr="00A95BC4">
        <w:rPr>
          <w:rFonts w:hint="eastAsia"/>
          <w:rtl/>
          <w:lang w:bidi="fa-IR"/>
        </w:rPr>
        <w:t>دا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به علت رعا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حجب، 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و احترام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گفت،</w:t>
      </w:r>
      <w:r w:rsidRPr="00A95BC4">
        <w:rPr>
          <w:rtl/>
          <w:lang w:bidi="fa-IR"/>
        </w:rPr>
        <w:t xml:space="preserve">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خداوند جهت رعا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آداب اجتماع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وجوب حجاب زنان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را نازل فرمود:</w:t>
      </w:r>
    </w:p>
    <w:p w:rsidR="00A95BC4" w:rsidRPr="00A95BC4" w:rsidRDefault="00594155" w:rsidP="00A95BC4">
      <w:pPr>
        <w:pStyle w:val="libNormal"/>
        <w:rPr>
          <w:rtl/>
          <w:lang w:bidi="fa-IR"/>
        </w:rPr>
      </w:pPr>
      <w:r w:rsidRPr="00594155">
        <w:rPr>
          <w:rStyle w:val="libAlaemChar"/>
          <w:rFonts w:hint="cs"/>
          <w:rtl/>
        </w:rPr>
        <w:t>(</w:t>
      </w:r>
      <w:r w:rsidR="00A95BC4" w:rsidRPr="00594155">
        <w:rPr>
          <w:rStyle w:val="libAieChar"/>
          <w:rFonts w:hint="cs"/>
          <w:rtl/>
        </w:rPr>
        <w:t>ی</w:t>
      </w:r>
      <w:r w:rsidR="00A95BC4" w:rsidRPr="00594155">
        <w:rPr>
          <w:rStyle w:val="libAieChar"/>
          <w:rFonts w:hint="eastAsia"/>
          <w:rtl/>
        </w:rPr>
        <w:t>ا</w:t>
      </w:r>
      <w:r w:rsidR="00A95BC4" w:rsidRPr="00594155">
        <w:rPr>
          <w:rStyle w:val="libAieChar"/>
          <w:rtl/>
        </w:rPr>
        <w:t xml:space="preserve"> ا</w:t>
      </w:r>
      <w:r w:rsidR="00A95BC4" w:rsidRPr="00594155">
        <w:rPr>
          <w:rStyle w:val="libAieChar"/>
          <w:rFonts w:hint="cs"/>
          <w:rtl/>
        </w:rPr>
        <w:t>یُّ</w:t>
      </w:r>
      <w:r w:rsidR="00A95BC4" w:rsidRPr="00594155">
        <w:rPr>
          <w:rStyle w:val="libAieChar"/>
          <w:rFonts w:hint="eastAsia"/>
          <w:rtl/>
        </w:rPr>
        <w:t>هَا</w:t>
      </w:r>
      <w:r w:rsidR="00A95BC4" w:rsidRPr="00594155">
        <w:rPr>
          <w:rStyle w:val="libAieChar"/>
          <w:rtl/>
        </w:rPr>
        <w:t xml:space="preserve"> الَّذِ</w:t>
      </w:r>
      <w:r w:rsidR="00A95BC4" w:rsidRPr="00594155">
        <w:rPr>
          <w:rStyle w:val="libAieChar"/>
          <w:rFonts w:hint="cs"/>
          <w:rtl/>
        </w:rPr>
        <w:t>ی</w:t>
      </w:r>
      <w:r w:rsidR="00A95BC4" w:rsidRPr="00594155">
        <w:rPr>
          <w:rStyle w:val="libAieChar"/>
          <w:rFonts w:hint="eastAsia"/>
          <w:rtl/>
        </w:rPr>
        <w:t>نَ</w:t>
      </w:r>
      <w:r w:rsidR="00A95BC4" w:rsidRPr="00594155">
        <w:rPr>
          <w:rStyle w:val="libAieChar"/>
          <w:rtl/>
        </w:rPr>
        <w:t xml:space="preserve"> آمَنُوا لا تَدْخُلُوا بُ</w:t>
      </w:r>
      <w:r w:rsidR="00A95BC4" w:rsidRPr="00594155">
        <w:rPr>
          <w:rStyle w:val="libAieChar"/>
          <w:rFonts w:hint="cs"/>
          <w:rtl/>
        </w:rPr>
        <w:t>یُ</w:t>
      </w:r>
      <w:r w:rsidR="00A95BC4" w:rsidRPr="00594155">
        <w:rPr>
          <w:rStyle w:val="libAieChar"/>
          <w:rFonts w:hint="eastAsia"/>
          <w:rtl/>
        </w:rPr>
        <w:t>وتَ</w:t>
      </w:r>
      <w:r w:rsidR="00A95BC4" w:rsidRPr="00594155">
        <w:rPr>
          <w:rStyle w:val="libAieChar"/>
          <w:rtl/>
        </w:rPr>
        <w:t xml:space="preserve"> النَّبِ</w:t>
      </w:r>
      <w:r w:rsidR="00A95BC4" w:rsidRPr="00594155">
        <w:rPr>
          <w:rStyle w:val="libAieChar"/>
          <w:rFonts w:hint="cs"/>
          <w:rtl/>
        </w:rPr>
        <w:t>یِّ</w:t>
      </w:r>
      <w:r w:rsidR="00A95BC4" w:rsidRPr="00594155">
        <w:rPr>
          <w:rStyle w:val="libAieChar"/>
          <w:rtl/>
        </w:rPr>
        <w:t xml:space="preserve"> إِلَّا انْ </w:t>
      </w:r>
      <w:r w:rsidR="00A95BC4" w:rsidRPr="00594155">
        <w:rPr>
          <w:rStyle w:val="libAieChar"/>
          <w:rFonts w:hint="cs"/>
          <w:rtl/>
        </w:rPr>
        <w:t>یُ</w:t>
      </w:r>
      <w:r w:rsidR="00A95BC4" w:rsidRPr="00594155">
        <w:rPr>
          <w:rStyle w:val="libAieChar"/>
          <w:rFonts w:hint="eastAsia"/>
          <w:rtl/>
        </w:rPr>
        <w:t>ؤْذَنَ</w:t>
      </w:r>
      <w:r w:rsidR="00A95BC4" w:rsidRPr="00594155">
        <w:rPr>
          <w:rStyle w:val="libAieChar"/>
          <w:rtl/>
        </w:rPr>
        <w:t xml:space="preserve"> لَکُمْ إِل</w:t>
      </w:r>
      <w:r w:rsidR="00A95BC4" w:rsidRPr="00594155">
        <w:rPr>
          <w:rStyle w:val="libAieChar"/>
          <w:rFonts w:hint="cs"/>
          <w:rtl/>
        </w:rPr>
        <w:t>ی</w:t>
      </w:r>
      <w:r w:rsidR="00A95BC4" w:rsidRPr="00594155">
        <w:rPr>
          <w:rStyle w:val="libAieChar"/>
          <w:rtl/>
        </w:rPr>
        <w:t xml:space="preserve"> طَعامٍ غَ</w:t>
      </w:r>
      <w:r w:rsidR="00A95BC4" w:rsidRPr="00594155">
        <w:rPr>
          <w:rStyle w:val="libAieChar"/>
          <w:rFonts w:hint="cs"/>
          <w:rtl/>
        </w:rPr>
        <w:t>یْ</w:t>
      </w:r>
      <w:r w:rsidR="00A95BC4" w:rsidRPr="00594155">
        <w:rPr>
          <w:rStyle w:val="libAieChar"/>
          <w:rFonts w:hint="eastAsia"/>
          <w:rtl/>
        </w:rPr>
        <w:t>رَ</w:t>
      </w:r>
      <w:r w:rsidR="00A95BC4" w:rsidRPr="00594155">
        <w:rPr>
          <w:rStyle w:val="libAieChar"/>
          <w:rtl/>
        </w:rPr>
        <w:t xml:space="preserve"> ناظِرِ</w:t>
      </w:r>
      <w:r w:rsidR="00A95BC4" w:rsidRPr="00594155">
        <w:rPr>
          <w:rStyle w:val="libAieChar"/>
          <w:rFonts w:hint="cs"/>
          <w:rtl/>
        </w:rPr>
        <w:t>ی</w:t>
      </w:r>
      <w:r w:rsidR="00A95BC4" w:rsidRPr="00594155">
        <w:rPr>
          <w:rStyle w:val="libAieChar"/>
          <w:rFonts w:hint="eastAsia"/>
          <w:rtl/>
        </w:rPr>
        <w:t>نَ</w:t>
      </w:r>
      <w:r w:rsidR="00A95BC4" w:rsidRPr="00594155">
        <w:rPr>
          <w:rStyle w:val="libAieChar"/>
          <w:rtl/>
        </w:rPr>
        <w:t xml:space="preserve"> إِناهُ وَ لکِنْ إِذا دُعِ</w:t>
      </w:r>
      <w:r w:rsidR="00A95BC4" w:rsidRPr="00594155">
        <w:rPr>
          <w:rStyle w:val="libAieChar"/>
          <w:rFonts w:hint="cs"/>
          <w:rtl/>
        </w:rPr>
        <w:t>ی</w:t>
      </w:r>
      <w:r w:rsidR="00A95BC4" w:rsidRPr="00594155">
        <w:rPr>
          <w:rStyle w:val="libAieChar"/>
          <w:rFonts w:hint="eastAsia"/>
          <w:rtl/>
        </w:rPr>
        <w:t>تُمْ</w:t>
      </w:r>
      <w:r w:rsidR="00A95BC4" w:rsidRPr="00594155">
        <w:rPr>
          <w:rStyle w:val="libAieChar"/>
          <w:rtl/>
        </w:rPr>
        <w:t xml:space="preserve"> فَادْخُلُوا فَإِذا طَعِمْتُمْ فَانْتَشِرُوا وَ لا مُسْتَأْنِسِ</w:t>
      </w:r>
      <w:r w:rsidR="00A95BC4" w:rsidRPr="00594155">
        <w:rPr>
          <w:rStyle w:val="libAieChar"/>
          <w:rFonts w:hint="cs"/>
          <w:rtl/>
        </w:rPr>
        <w:t>ی</w:t>
      </w:r>
      <w:r w:rsidR="00A95BC4" w:rsidRPr="00594155">
        <w:rPr>
          <w:rStyle w:val="libAieChar"/>
          <w:rFonts w:hint="eastAsia"/>
          <w:rtl/>
        </w:rPr>
        <w:t>نَ</w:t>
      </w:r>
      <w:r w:rsidR="00A95BC4" w:rsidRPr="00594155">
        <w:rPr>
          <w:rStyle w:val="libAieChar"/>
          <w:rtl/>
        </w:rPr>
        <w:t xml:space="preserve"> لِحَدِ</w:t>
      </w:r>
      <w:r w:rsidR="00A95BC4" w:rsidRPr="00594155">
        <w:rPr>
          <w:rStyle w:val="libAieChar"/>
          <w:rFonts w:hint="cs"/>
          <w:rtl/>
        </w:rPr>
        <w:t>ی</w:t>
      </w:r>
      <w:r w:rsidR="00A95BC4" w:rsidRPr="00594155">
        <w:rPr>
          <w:rStyle w:val="libAieChar"/>
          <w:rFonts w:hint="eastAsia"/>
          <w:rtl/>
        </w:rPr>
        <w:t>ثٍ</w:t>
      </w:r>
      <w:r w:rsidR="00A95BC4" w:rsidRPr="00594155">
        <w:rPr>
          <w:rStyle w:val="libAieChar"/>
          <w:rtl/>
        </w:rPr>
        <w:t xml:space="preserve"> إِنَّ ذلِکُمْ کانَ </w:t>
      </w:r>
      <w:r w:rsidR="00A95BC4" w:rsidRPr="00594155">
        <w:rPr>
          <w:rStyle w:val="libAieChar"/>
          <w:rFonts w:hint="cs"/>
          <w:rtl/>
        </w:rPr>
        <w:t>یُ</w:t>
      </w:r>
      <w:r w:rsidR="00A95BC4" w:rsidRPr="00594155">
        <w:rPr>
          <w:rStyle w:val="libAieChar"/>
          <w:rFonts w:hint="eastAsia"/>
          <w:rtl/>
        </w:rPr>
        <w:t>ؤْذِ</w:t>
      </w:r>
      <w:r w:rsidR="00A95BC4" w:rsidRPr="00594155">
        <w:rPr>
          <w:rStyle w:val="libAieChar"/>
          <w:rFonts w:hint="cs"/>
          <w:rtl/>
        </w:rPr>
        <w:t>ی</w:t>
      </w:r>
      <w:r w:rsidR="00A95BC4" w:rsidRPr="00594155">
        <w:rPr>
          <w:rStyle w:val="libAieChar"/>
          <w:rtl/>
        </w:rPr>
        <w:t xml:space="preserve"> النّ</w:t>
      </w:r>
      <w:r w:rsidR="00A95BC4" w:rsidRPr="00594155">
        <w:rPr>
          <w:rStyle w:val="libAieChar"/>
          <w:rFonts w:hint="eastAsia"/>
          <w:rtl/>
        </w:rPr>
        <w:t>َبِ</w:t>
      </w:r>
      <w:r w:rsidR="00A95BC4" w:rsidRPr="00594155">
        <w:rPr>
          <w:rStyle w:val="libAieChar"/>
          <w:rFonts w:hint="cs"/>
          <w:rtl/>
        </w:rPr>
        <w:t>یَّ</w:t>
      </w:r>
      <w:r w:rsidR="00A95BC4" w:rsidRPr="00594155">
        <w:rPr>
          <w:rStyle w:val="libAieChar"/>
          <w:rtl/>
        </w:rPr>
        <w:t xml:space="preserve"> فَ</w:t>
      </w:r>
      <w:r w:rsidR="00A95BC4" w:rsidRPr="00594155">
        <w:rPr>
          <w:rStyle w:val="libAieChar"/>
          <w:rFonts w:hint="cs"/>
          <w:rtl/>
        </w:rPr>
        <w:t>یَ</w:t>
      </w:r>
      <w:r w:rsidR="00A95BC4" w:rsidRPr="00594155">
        <w:rPr>
          <w:rStyle w:val="libAieChar"/>
          <w:rFonts w:hint="eastAsia"/>
          <w:rtl/>
        </w:rPr>
        <w:t>سْتَحْ</w:t>
      </w:r>
      <w:r w:rsidR="00A95BC4" w:rsidRPr="00594155">
        <w:rPr>
          <w:rStyle w:val="libAieChar"/>
          <w:rFonts w:hint="cs"/>
          <w:rtl/>
        </w:rPr>
        <w:t>یِی</w:t>
      </w:r>
      <w:r w:rsidR="00A95BC4" w:rsidRPr="00594155">
        <w:rPr>
          <w:rStyle w:val="libAieChar"/>
          <w:rtl/>
        </w:rPr>
        <w:t xml:space="preserve"> مِنْکُمْ وَ اللهُ لا </w:t>
      </w:r>
      <w:r w:rsidR="00A95BC4" w:rsidRPr="00594155">
        <w:rPr>
          <w:rStyle w:val="libAieChar"/>
          <w:rFonts w:hint="cs"/>
          <w:rtl/>
        </w:rPr>
        <w:t>یَ</w:t>
      </w:r>
      <w:r w:rsidR="00A95BC4" w:rsidRPr="00594155">
        <w:rPr>
          <w:rStyle w:val="libAieChar"/>
          <w:rFonts w:hint="eastAsia"/>
          <w:rtl/>
        </w:rPr>
        <w:t>سْتَحْ</w:t>
      </w:r>
      <w:r w:rsidR="00A95BC4" w:rsidRPr="00594155">
        <w:rPr>
          <w:rStyle w:val="libAieChar"/>
          <w:rFonts w:hint="cs"/>
          <w:rtl/>
        </w:rPr>
        <w:t>یِی</w:t>
      </w:r>
      <w:r w:rsidR="00A95BC4" w:rsidRPr="00594155">
        <w:rPr>
          <w:rStyle w:val="libAieChar"/>
          <w:rtl/>
        </w:rPr>
        <w:t xml:space="preserve"> مِنَ الْحَقِّ وَ إِذا سَأَلْتُمُوهُنَّ مَتاعاً فَسْئَلُوهُنَّ مِنْ وَراءِ حِجابٍ</w:t>
      </w:r>
      <w:r w:rsidRPr="00594155">
        <w:rPr>
          <w:rStyle w:val="libAlaemChar"/>
          <w:rFonts w:hint="cs"/>
          <w:rtl/>
        </w:rPr>
        <w:t>)</w:t>
      </w:r>
      <w:r w:rsidR="00A95BC4" w:rsidRPr="00594155">
        <w:rPr>
          <w:rStyle w:val="libAlaemChar"/>
          <w:rtl/>
        </w:rPr>
        <w:t xml:space="preserve"> </w:t>
      </w:r>
      <w:r w:rsidR="00A95BC4" w:rsidRPr="00A95BC4">
        <w:rPr>
          <w:rtl/>
          <w:lang w:bidi="fa-IR"/>
        </w:rPr>
        <w:t>(احزاب: 53)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کسان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در خانه‌ها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داخل نشو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مگر به شما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صرف غذا اجازه داده شود،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[قبل از موعد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و] در انتظار وقت غذا ننش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اما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دعوت شد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داخل شو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غذا خورد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پراکنده شو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[بعد از صرف غذا] به بحث و ص</w:t>
      </w:r>
      <w:r w:rsidRPr="00A95BC4">
        <w:rPr>
          <w:rFonts w:hint="eastAsia"/>
          <w:rtl/>
          <w:lang w:bidi="fa-IR"/>
        </w:rPr>
        <w:t>حبت</w:t>
      </w:r>
      <w:r w:rsidRPr="00A95BC4">
        <w:rPr>
          <w:rtl/>
          <w:lang w:bidi="fa-IR"/>
        </w:rPr>
        <w:t xml:space="preserve"> ننش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عمل،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را ناراحت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کند،</w:t>
      </w:r>
      <w:r w:rsidRPr="00A95BC4">
        <w:rPr>
          <w:rtl/>
          <w:lang w:bidi="fa-IR"/>
        </w:rPr>
        <w:t xml:space="preserve">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شما شرم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 xml:space="preserve"> [و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]، اما خداوند از [ب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>] حق شرم ندارد. و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وسا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[به‌عنوان عار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>] از آنها [همسران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>]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از پشت پرده بخواه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انس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پس از نزول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ه،</w:t>
      </w:r>
      <w:r w:rsidRPr="00A95BC4">
        <w:rPr>
          <w:rtl/>
          <w:lang w:bidi="fa-IR"/>
        </w:rPr>
        <w:t xml:space="preserve"> مردم برخ</w:t>
      </w:r>
      <w:r w:rsidR="00594155">
        <w:rPr>
          <w:rFonts w:hint="cs"/>
          <w:rtl/>
          <w:lang w:bidi="fa-IR"/>
        </w:rPr>
        <w:t>و</w:t>
      </w:r>
      <w:r w:rsidRPr="00A95BC4">
        <w:rPr>
          <w:rtl/>
          <w:lang w:bidi="fa-IR"/>
        </w:rPr>
        <w:t>استند و حجاب‌ها آو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ختند»</w:t>
      </w:r>
      <w:r w:rsidRPr="00A95BC4">
        <w:rPr>
          <w:rtl/>
          <w:lang w:bidi="fa-IR"/>
        </w:rPr>
        <w:t>.</w:t>
      </w:r>
    </w:p>
    <w:p w:rsidR="00A95BC4" w:rsidRPr="00A95BC4" w:rsidRDefault="00594155" w:rsidP="00594155">
      <w:pPr>
        <w:pStyle w:val="Heading2"/>
        <w:rPr>
          <w:rtl/>
        </w:rPr>
      </w:pPr>
      <w:r>
        <w:rPr>
          <w:rtl/>
        </w:rPr>
        <w:br w:type="page"/>
      </w:r>
      <w:bookmarkStart w:id="64" w:name="_Toc504390390"/>
      <w:bookmarkStart w:id="65" w:name="_Toc504390481"/>
      <w:r w:rsidR="00A95BC4" w:rsidRPr="00A95BC4">
        <w:rPr>
          <w:rFonts w:hint="eastAsia"/>
          <w:rtl/>
        </w:rPr>
        <w:lastRenderedPageBreak/>
        <w:t>مناقب‌</w:t>
      </w:r>
      <w:bookmarkEnd w:id="64"/>
      <w:bookmarkEnd w:id="65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مناقب او گفته‌اند که پس از وفات حضرت رسول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هرگز به حج نرفت. او و سوده بنت زمعه هر دو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گفتند</w:t>
      </w:r>
      <w:r w:rsidRPr="00A95BC4">
        <w:rPr>
          <w:rtl/>
          <w:lang w:bidi="fa-IR"/>
        </w:rPr>
        <w:t xml:space="preserve">: «از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در حجه‌الوداع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که فرمود: پس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حج، ماندن در خانه الزام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است». [پ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در حجه‌الوداع همه همسرانش را با خود برده بود].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</w:p>
    <w:p w:rsidR="00A95BC4" w:rsidRPr="00A95BC4" w:rsidRDefault="00A95BC4" w:rsidP="00594155">
      <w:pPr>
        <w:pStyle w:val="Heading2"/>
        <w:rPr>
          <w:rtl/>
        </w:rPr>
      </w:pPr>
      <w:bookmarkStart w:id="66" w:name="_Toc504390391"/>
      <w:bookmarkStart w:id="67" w:name="_Toc504390482"/>
      <w:r w:rsidRPr="00A95BC4">
        <w:rPr>
          <w:rFonts w:hint="eastAsia"/>
          <w:rtl/>
        </w:rPr>
        <w:t>فض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لت‌ها</w:t>
      </w:r>
      <w:bookmarkEnd w:id="66"/>
      <w:bookmarkEnd w:id="67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بنت جحش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دوازده هزار درهم را ببخشد، پس گفت: «خداوندا!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مال را از من بپذ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ر،</w:t>
      </w:r>
      <w:r w:rsidRPr="00A95BC4">
        <w:rPr>
          <w:rtl/>
          <w:lang w:bidi="fa-IR"/>
        </w:rPr>
        <w:t xml:space="preserve"> چرا که آن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 فتنه‌ا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ست،</w:t>
      </w:r>
      <w:r w:rsidRPr="00A95BC4">
        <w:rPr>
          <w:rtl/>
          <w:lang w:bidi="fa-IR"/>
        </w:rPr>
        <w:t xml:space="preserve"> سپس آن را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ازمندان</w:t>
      </w:r>
      <w:r w:rsidRPr="00A95BC4">
        <w:rPr>
          <w:rtl/>
          <w:lang w:bidi="fa-IR"/>
        </w:rPr>
        <w:t xml:space="preserve"> و اهل حاجت بذل کرد».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جزو</w:t>
      </w:r>
      <w:r w:rsidRPr="00A95BC4">
        <w:rPr>
          <w:rtl/>
          <w:lang w:bidi="fa-IR"/>
        </w:rPr>
        <w:t xml:space="preserve"> نخست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گروندگان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</w:p>
    <w:p w:rsidR="00A95BC4" w:rsidRPr="00A95BC4" w:rsidRDefault="00A95BC4" w:rsidP="00594155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رسول</w:t>
      </w:r>
      <w:r w:rsidRPr="00A95BC4">
        <w:rPr>
          <w:rtl/>
          <w:lang w:bidi="fa-IR"/>
        </w:rPr>
        <w:t xml:space="preserve">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گفت: «هر که دستش گشاده‌تر باشد، زودتر به من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وندد»</w:t>
      </w:r>
      <w:r w:rsidRPr="00A95BC4">
        <w:rPr>
          <w:rtl/>
          <w:lang w:bidi="fa-IR"/>
        </w:rPr>
        <w:t>.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از زنان اشراف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و دارا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جواهرات و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نت‌آلات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که همه آنها را فروخت و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فقرا تقس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کرد. 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: «پس از فوت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گاه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اوقات در منزل</w:t>
      </w:r>
      <w:r w:rsidR="00594155">
        <w:rPr>
          <w:rFonts w:hint="cs"/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همسران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جمع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نت‌آلات</w:t>
      </w:r>
      <w:r w:rsidRPr="00A95BC4">
        <w:rPr>
          <w:rtl/>
          <w:lang w:bidi="fa-IR"/>
        </w:rPr>
        <w:t xml:space="preserve"> خود را به رخ هم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او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را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>.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پس از مدت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درگذشت،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جوان بود. آن روز بود که فهم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منظور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از گشاده‌دست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انفاق و صدقه دادن بوده است».</w:t>
      </w:r>
    </w:p>
    <w:p w:rsidR="00A95BC4" w:rsidRPr="00A95BC4" w:rsidRDefault="00594155" w:rsidP="00594155">
      <w:pPr>
        <w:pStyle w:val="Heading2"/>
        <w:rPr>
          <w:rtl/>
        </w:rPr>
      </w:pPr>
      <w:r>
        <w:rPr>
          <w:rtl/>
        </w:rPr>
        <w:br w:type="page"/>
      </w:r>
      <w:bookmarkStart w:id="68" w:name="_Toc504390392"/>
      <w:bookmarkStart w:id="69" w:name="_Toc504390483"/>
      <w:r w:rsidR="00A95BC4" w:rsidRPr="00A95BC4">
        <w:rPr>
          <w:rFonts w:hint="eastAsia"/>
          <w:rtl/>
        </w:rPr>
        <w:lastRenderedPageBreak/>
        <w:t>وفات‌</w:t>
      </w:r>
      <w:bookmarkEnd w:id="68"/>
      <w:bookmarkEnd w:id="69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در سال 20 هجر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در زمان خلافت عمر در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درگذشت و در قبرستان بق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</w:t>
      </w:r>
      <w:r w:rsidRPr="00A95BC4">
        <w:rPr>
          <w:rtl/>
          <w:lang w:bidi="fa-IR"/>
        </w:rPr>
        <w:t xml:space="preserve"> به خاک سپرده شد.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</w:p>
    <w:p w:rsidR="00A95BC4" w:rsidRPr="00A95BC4" w:rsidRDefault="00A95BC4" w:rsidP="00594155">
      <w:pPr>
        <w:pStyle w:val="Heading2"/>
        <w:rPr>
          <w:rtl/>
        </w:rPr>
      </w:pPr>
      <w:bookmarkStart w:id="70" w:name="_Toc504390393"/>
      <w:bookmarkStart w:id="71" w:name="_Toc504390484"/>
      <w:r w:rsidRPr="00A95BC4">
        <w:rPr>
          <w:rFonts w:hint="eastAsia"/>
          <w:rtl/>
        </w:rPr>
        <w:t>کلام</w:t>
      </w:r>
      <w:r w:rsidRPr="00A95BC4">
        <w:rPr>
          <w:rtl/>
        </w:rPr>
        <w:t xml:space="preserve"> آخر</w:t>
      </w:r>
      <w:bookmarkEnd w:id="70"/>
      <w:bookmarkEnd w:id="71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نب،</w:t>
      </w:r>
      <w:r w:rsidRPr="00A95BC4">
        <w:rPr>
          <w:rtl/>
          <w:lang w:bidi="fa-IR"/>
        </w:rPr>
        <w:t xml:space="preserve"> به امر خدا و رسولش با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ازدواج کرد. ازدواج او با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پس از طلاق از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پس از انقضا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عده‌اش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به امر خدا و رسولش بود. حکم اجازه‌خواه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تنظ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دارها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مسلمانان با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در خانه او به مناسبت ازدواج او با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نازل شد. همچن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وا</w:t>
      </w:r>
      <w:r w:rsidRPr="00A95BC4">
        <w:rPr>
          <w:rFonts w:hint="eastAsia"/>
          <w:rtl/>
          <w:lang w:bidi="fa-IR"/>
        </w:rPr>
        <w:t>جب‌شدن</w:t>
      </w:r>
      <w:r w:rsidRPr="00A95BC4">
        <w:rPr>
          <w:rtl/>
          <w:lang w:bidi="fa-IR"/>
        </w:rPr>
        <w:t xml:space="preserve"> حجاب بر زنان و مسلمانان، هنگام ازدواج او با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نازل شد. همه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نها</w:t>
      </w:r>
      <w:r w:rsidRPr="00A95BC4">
        <w:rPr>
          <w:rtl/>
          <w:lang w:bidi="fa-IR"/>
        </w:rPr>
        <w:t xml:space="preserve"> نشان‌دهنده شأن والا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زن صالحه است که به تمام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اوامر خدا و رسولش گردن نهاد.</w:t>
      </w:r>
    </w:p>
    <w:p w:rsidR="00A95BC4" w:rsidRPr="00A95BC4" w:rsidRDefault="00594155" w:rsidP="00594155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72" w:name="_Toc504390394"/>
      <w:bookmarkStart w:id="73" w:name="_Toc504390485"/>
      <w:r w:rsidR="00A95BC4" w:rsidRPr="00A95BC4">
        <w:rPr>
          <w:rFonts w:hint="eastAsia"/>
          <w:rtl/>
          <w:lang w:bidi="fa-IR"/>
        </w:rPr>
        <w:lastRenderedPageBreak/>
        <w:t>زل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خا،</w:t>
      </w:r>
      <w:r w:rsidR="00A95BC4" w:rsidRPr="00A95BC4">
        <w:rPr>
          <w:rtl/>
          <w:lang w:bidi="fa-IR"/>
        </w:rPr>
        <w:t xml:space="preserve"> همسر عز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ز</w:t>
      </w:r>
      <w:r w:rsidR="00A95BC4" w:rsidRPr="00A95BC4">
        <w:rPr>
          <w:rtl/>
          <w:lang w:bidi="fa-IR"/>
        </w:rPr>
        <w:t xml:space="preserve"> مصر</w:t>
      </w:r>
      <w:bookmarkEnd w:id="72"/>
      <w:bookmarkEnd w:id="73"/>
    </w:p>
    <w:p w:rsidR="00A95BC4" w:rsidRPr="00A95BC4" w:rsidRDefault="00A95BC4" w:rsidP="00594155">
      <w:pPr>
        <w:pStyle w:val="libBold1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اشاره</w:t>
      </w:r>
    </w:p>
    <w:p w:rsidR="00A95BC4" w:rsidRPr="00A95BC4" w:rsidRDefault="00594155" w:rsidP="00A95BC4">
      <w:pPr>
        <w:pStyle w:val="libNormal"/>
        <w:rPr>
          <w:rtl/>
          <w:lang w:bidi="fa-IR"/>
        </w:rPr>
      </w:pPr>
      <w:r w:rsidRPr="00594155">
        <w:rPr>
          <w:rStyle w:val="libAlaemChar"/>
          <w:rFonts w:hint="cs"/>
          <w:rtl/>
        </w:rPr>
        <w:t>(</w:t>
      </w:r>
      <w:r w:rsidR="00A95BC4" w:rsidRPr="00594155">
        <w:rPr>
          <w:rStyle w:val="libAieChar"/>
          <w:rFonts w:hint="eastAsia"/>
          <w:rtl/>
        </w:rPr>
        <w:t>وَ</w:t>
      </w:r>
      <w:r w:rsidR="00A95BC4" w:rsidRPr="00594155">
        <w:rPr>
          <w:rStyle w:val="libAieChar"/>
          <w:rtl/>
        </w:rPr>
        <w:t xml:space="preserve"> راوَدَتْهُ الَّتِ</w:t>
      </w:r>
      <w:r w:rsidR="00A95BC4" w:rsidRPr="00594155">
        <w:rPr>
          <w:rStyle w:val="libAieChar"/>
          <w:rFonts w:hint="cs"/>
          <w:rtl/>
        </w:rPr>
        <w:t>ی</w:t>
      </w:r>
      <w:r w:rsidR="00A95BC4" w:rsidRPr="00594155">
        <w:rPr>
          <w:rStyle w:val="libAieChar"/>
          <w:rtl/>
        </w:rPr>
        <w:t xml:space="preserve"> هُوَ فِ</w:t>
      </w:r>
      <w:r w:rsidR="00A95BC4" w:rsidRPr="00594155">
        <w:rPr>
          <w:rStyle w:val="libAieChar"/>
          <w:rFonts w:hint="cs"/>
          <w:rtl/>
        </w:rPr>
        <w:t>ی</w:t>
      </w:r>
      <w:r w:rsidR="00A95BC4" w:rsidRPr="00594155">
        <w:rPr>
          <w:rStyle w:val="libAieChar"/>
          <w:rtl/>
        </w:rPr>
        <w:t xml:space="preserve"> بَ</w:t>
      </w:r>
      <w:r w:rsidR="00A95BC4" w:rsidRPr="00594155">
        <w:rPr>
          <w:rStyle w:val="libAieChar"/>
          <w:rFonts w:hint="cs"/>
          <w:rtl/>
        </w:rPr>
        <w:t>یْ</w:t>
      </w:r>
      <w:r w:rsidR="00A95BC4" w:rsidRPr="00594155">
        <w:rPr>
          <w:rStyle w:val="libAieChar"/>
          <w:rFonts w:hint="eastAsia"/>
          <w:rtl/>
        </w:rPr>
        <w:t>تِها</w:t>
      </w:r>
      <w:r w:rsidR="00A95BC4" w:rsidRPr="00594155">
        <w:rPr>
          <w:rStyle w:val="libAieChar"/>
          <w:rtl/>
        </w:rPr>
        <w:t xml:space="preserve"> عَنْ نَفْسِهِ وَ غَلَّقَتِ الابْوابَ وَ قالَتْ هَ</w:t>
      </w:r>
      <w:r w:rsidR="00A95BC4" w:rsidRPr="00594155">
        <w:rPr>
          <w:rStyle w:val="libAieChar"/>
          <w:rFonts w:hint="cs"/>
          <w:rtl/>
        </w:rPr>
        <w:t>یْ</w:t>
      </w:r>
      <w:r w:rsidR="00A95BC4" w:rsidRPr="00594155">
        <w:rPr>
          <w:rStyle w:val="libAieChar"/>
          <w:rFonts w:hint="eastAsia"/>
          <w:rtl/>
        </w:rPr>
        <w:t>تَ</w:t>
      </w:r>
      <w:r w:rsidR="00A95BC4" w:rsidRPr="00594155">
        <w:rPr>
          <w:rStyle w:val="libAieChar"/>
          <w:rtl/>
        </w:rPr>
        <w:t xml:space="preserve"> لَکَ قالَ مَعاذَ اللهِ إِنَّهُ رَبِّ</w:t>
      </w:r>
      <w:r w:rsidR="00A95BC4" w:rsidRPr="00594155">
        <w:rPr>
          <w:rStyle w:val="libAieChar"/>
          <w:rFonts w:hint="cs"/>
          <w:rtl/>
        </w:rPr>
        <w:t>ی</w:t>
      </w:r>
      <w:r w:rsidR="00A95BC4" w:rsidRPr="00594155">
        <w:rPr>
          <w:rStyle w:val="libAieChar"/>
          <w:rtl/>
        </w:rPr>
        <w:t xml:space="preserve"> أَحْسَنَ مَثْوا</w:t>
      </w:r>
      <w:r w:rsidR="00A95BC4" w:rsidRPr="00594155">
        <w:rPr>
          <w:rStyle w:val="libAieChar"/>
          <w:rFonts w:hint="cs"/>
          <w:rtl/>
        </w:rPr>
        <w:t>یَ</w:t>
      </w:r>
      <w:r w:rsidR="00A95BC4" w:rsidRPr="00594155">
        <w:rPr>
          <w:rStyle w:val="libAieChar"/>
          <w:rtl/>
        </w:rPr>
        <w:t xml:space="preserve"> إِنَّهُ لا </w:t>
      </w:r>
      <w:r w:rsidR="00A95BC4" w:rsidRPr="00594155">
        <w:rPr>
          <w:rStyle w:val="libAieChar"/>
          <w:rFonts w:hint="cs"/>
          <w:rtl/>
        </w:rPr>
        <w:t>یُ</w:t>
      </w:r>
      <w:r w:rsidR="00A95BC4" w:rsidRPr="00594155">
        <w:rPr>
          <w:rStyle w:val="libAieChar"/>
          <w:rFonts w:hint="eastAsia"/>
          <w:rtl/>
        </w:rPr>
        <w:t>فْلِحُ</w:t>
      </w:r>
      <w:r w:rsidR="00A95BC4" w:rsidRPr="00594155">
        <w:rPr>
          <w:rStyle w:val="libAieChar"/>
          <w:rtl/>
        </w:rPr>
        <w:t xml:space="preserve"> الظَّالِمُونَ</w:t>
      </w:r>
      <w:r w:rsidRPr="00594155">
        <w:rPr>
          <w:rStyle w:val="libAlaemChar"/>
          <w:rFonts w:hint="cs"/>
          <w:rtl/>
        </w:rPr>
        <w:t>)</w:t>
      </w:r>
      <w:r w:rsidR="00A95BC4" w:rsidRPr="00594155">
        <w:rPr>
          <w:rStyle w:val="libAlaemChar"/>
          <w:rtl/>
        </w:rPr>
        <w:t xml:space="preserve"> </w:t>
      </w:r>
      <w:r w:rsidR="00A95BC4" w:rsidRPr="00A95BC4">
        <w:rPr>
          <w:rtl/>
          <w:lang w:bidi="fa-IR"/>
        </w:rPr>
        <w:t>(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وسف</w:t>
      </w:r>
      <w:r w:rsidR="00A95BC4" w:rsidRPr="00A95BC4">
        <w:rPr>
          <w:rtl/>
          <w:lang w:bidi="fa-IR"/>
        </w:rPr>
        <w:t>: 23)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و</w:t>
      </w:r>
      <w:r w:rsidRPr="00A95BC4">
        <w:rPr>
          <w:rtl/>
          <w:lang w:bidi="fa-IR"/>
        </w:rPr>
        <w:t xml:space="preserve"> آن زن که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در خانه او بود از او تمنّا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کامجو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کرد، درها را بست و گفت: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[به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آنچه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 مه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است</w:t>
      </w:r>
      <w:r w:rsidRPr="00A95BC4">
        <w:rPr>
          <w:rtl/>
          <w:lang w:bidi="fa-IR"/>
        </w:rPr>
        <w:t>]. [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>] گفت: پناه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برم</w:t>
      </w:r>
      <w:r w:rsidRPr="00A95BC4">
        <w:rPr>
          <w:rtl/>
          <w:lang w:bidi="fa-IR"/>
        </w:rPr>
        <w:t xml:space="preserve"> به خدا! او [عز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مصر]، صاحب نعمت من است، مقام مرا گرام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داشته، [آ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ممکن است به او ظلم و 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انت</w:t>
      </w:r>
      <w:r w:rsidRPr="00A95BC4">
        <w:rPr>
          <w:rtl/>
          <w:lang w:bidi="fa-IR"/>
        </w:rPr>
        <w:t xml:space="preserve"> کنم]، مسلماً ظالمان رستگار </w:t>
      </w:r>
      <w:r w:rsidRPr="00A95BC4">
        <w:rPr>
          <w:rFonts w:hint="eastAsia"/>
          <w:rtl/>
          <w:lang w:bidi="fa-IR"/>
        </w:rPr>
        <w:t>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شوند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</w:p>
    <w:p w:rsidR="00A95BC4" w:rsidRPr="00A95BC4" w:rsidRDefault="00A95BC4" w:rsidP="00B831B6">
      <w:pPr>
        <w:pStyle w:val="Heading2"/>
        <w:rPr>
          <w:rtl/>
        </w:rPr>
      </w:pPr>
      <w:bookmarkStart w:id="74" w:name="_Toc504390395"/>
      <w:bookmarkStart w:id="75" w:name="_Toc504390486"/>
      <w:r w:rsidRPr="00A95BC4">
        <w:rPr>
          <w:rFonts w:hint="eastAsia"/>
          <w:rtl/>
        </w:rPr>
        <w:t>شأن</w:t>
      </w:r>
      <w:r w:rsidRPr="00A95BC4">
        <w:rPr>
          <w:rtl/>
        </w:rPr>
        <w:t xml:space="preserve"> نزول آ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ه‌</w:t>
      </w:r>
      <w:bookmarkEnd w:id="74"/>
      <w:bookmarkEnd w:id="75"/>
    </w:p>
    <w:p w:rsidR="00A95BC4" w:rsidRPr="00A95BC4" w:rsidRDefault="00A95BC4" w:rsidP="00B831B6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از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23 تا 34 سوره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وسف،</w:t>
      </w:r>
      <w:r w:rsidRPr="00A95BC4">
        <w:rPr>
          <w:rtl/>
          <w:lang w:bidi="fa-IR"/>
        </w:rPr>
        <w:t xml:space="preserve"> داستان عشق 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</w:t>
      </w:r>
      <w:r w:rsidRPr="00A95BC4">
        <w:rPr>
          <w:rtl/>
          <w:lang w:bidi="fa-IR"/>
        </w:rPr>
        <w:t xml:space="preserve"> بر حضرت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را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 xml:space="preserve"> که چگونه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زن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دست‌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خود، به هر 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متوسل شد، اما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که نب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خدا و بنده‌ا</w:t>
      </w:r>
      <w:r w:rsidRPr="00A95BC4">
        <w:rPr>
          <w:rFonts w:hint="cs"/>
          <w:rtl/>
          <w:lang w:bidi="fa-IR"/>
        </w:rPr>
        <w:t>ی</w:t>
      </w:r>
      <w:r w:rsidR="00B831B6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پره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زگار</w:t>
      </w:r>
      <w:r w:rsidRPr="00A95BC4">
        <w:rPr>
          <w:rtl/>
          <w:lang w:bidi="fa-IR"/>
        </w:rPr>
        <w:t xml:space="preserve"> بود،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خواسته تن نداد و عاقبت، آن عاشق زخم خورده او را گرفتار زندان کرد.</w:t>
      </w:r>
    </w:p>
    <w:p w:rsidR="00A95BC4" w:rsidRPr="00A95BC4" w:rsidRDefault="00B831B6" w:rsidP="00B831B6">
      <w:pPr>
        <w:pStyle w:val="Heading2"/>
        <w:rPr>
          <w:rtl/>
        </w:rPr>
      </w:pPr>
      <w:r>
        <w:rPr>
          <w:rtl/>
        </w:rPr>
        <w:br w:type="page"/>
      </w:r>
      <w:bookmarkStart w:id="76" w:name="_Toc504390396"/>
      <w:bookmarkStart w:id="77" w:name="_Toc504390487"/>
      <w:r w:rsidR="00A95BC4" w:rsidRPr="00A95BC4">
        <w:rPr>
          <w:rFonts w:hint="eastAsia"/>
          <w:rtl/>
        </w:rPr>
        <w:lastRenderedPageBreak/>
        <w:t>زل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خا</w:t>
      </w:r>
      <w:r w:rsidR="00A95BC4" w:rsidRPr="00A95BC4">
        <w:rPr>
          <w:rtl/>
        </w:rPr>
        <w:t xml:space="preserve"> ک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ست؟</w:t>
      </w:r>
      <w:bookmarkEnd w:id="76"/>
      <w:bookmarkEnd w:id="77"/>
    </w:p>
    <w:p w:rsidR="00A95BC4" w:rsidRPr="00A95BC4" w:rsidRDefault="00A95BC4" w:rsidP="00B831B6">
      <w:pPr>
        <w:pStyle w:val="libBold1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اشاره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زن «راع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ل»</w:t>
      </w:r>
      <w:r w:rsidRPr="00A95BC4">
        <w:rPr>
          <w:rtl/>
          <w:lang w:bidi="fa-IR"/>
        </w:rPr>
        <w:t xml:space="preserve"> دختر «رعا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ل»</w:t>
      </w:r>
      <w:r w:rsidRPr="00A95BC4">
        <w:rPr>
          <w:rtl/>
          <w:lang w:bidi="fa-IR"/>
        </w:rPr>
        <w:t xml:space="preserve"> بود. گفته شده که لقب او 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</w:t>
      </w:r>
      <w:r w:rsidRPr="00A95BC4">
        <w:rPr>
          <w:rtl/>
          <w:lang w:bidi="fa-IR"/>
        </w:rPr>
        <w:t xml:space="preserve"> بوده است. در قرآن از 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</w:t>
      </w:r>
      <w:r w:rsidRPr="00A95BC4">
        <w:rPr>
          <w:rtl/>
          <w:lang w:bidi="fa-IR"/>
        </w:rPr>
        <w:t xml:space="preserve"> با نام همسر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اد</w:t>
      </w:r>
      <w:r w:rsidRPr="00A95BC4">
        <w:rPr>
          <w:rtl/>
          <w:lang w:bidi="fa-IR"/>
        </w:rPr>
        <w:t xml:space="preserve"> شده است. او همسر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مصر، «أطف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رو»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«قطف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رو»،</w:t>
      </w:r>
      <w:r w:rsidRPr="00A95BC4">
        <w:rPr>
          <w:rtl/>
          <w:lang w:bidi="fa-IR"/>
        </w:rPr>
        <w:t xml:space="preserve"> حاکم مصر و در زمان 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بن ول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فرمانروا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«عمال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ق»،</w:t>
      </w:r>
      <w:r w:rsidRPr="00A95BC4">
        <w:rPr>
          <w:rtl/>
          <w:lang w:bidi="fa-IR"/>
        </w:rPr>
        <w:t xml:space="preserve"> حاکم مطلق مصر بود. </w:t>
      </w:r>
      <w:r w:rsidRPr="00B831B6">
        <w:rPr>
          <w:rStyle w:val="libFootnotenumChar"/>
          <w:rtl/>
        </w:rPr>
        <w:t>(1)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</w:p>
    <w:p w:rsidR="00A95BC4" w:rsidRPr="00A95BC4" w:rsidRDefault="00A95BC4" w:rsidP="00B831B6">
      <w:pPr>
        <w:pStyle w:val="Heading2"/>
        <w:rPr>
          <w:rtl/>
        </w:rPr>
      </w:pPr>
      <w:bookmarkStart w:id="78" w:name="_Toc504390397"/>
      <w:bookmarkStart w:id="79" w:name="_Toc504390488"/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وسف</w:t>
      </w:r>
      <w:r w:rsidRPr="00A95BC4">
        <w:rPr>
          <w:rtl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</w:rPr>
        <w:t xml:space="preserve"> در چاه‌</w:t>
      </w:r>
      <w:bookmarkEnd w:id="78"/>
      <w:bookmarkEnd w:id="79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برادران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او را به چاه انداختند، تار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سکوت او را فراگرفت. خداوند او را به‌وس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له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بت</w:t>
      </w:r>
      <w:r w:rsidRPr="00A95BC4">
        <w:rPr>
          <w:rtl/>
          <w:lang w:bidi="fa-IR"/>
        </w:rPr>
        <w:t xml:space="preserve"> بزرگ، امتحان کرد. خداوند، بندگان مخلص خود را با انواع سخت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ها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آزما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تا تحمل آنها را در امور مهم و دشوار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ها</w:t>
      </w:r>
      <w:r w:rsidRPr="00A95BC4">
        <w:rPr>
          <w:rtl/>
          <w:lang w:bidi="fa-IR"/>
        </w:rPr>
        <w:t xml:space="preserve"> بالا ببرد. خداوند در بن چاه به او وح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کرد که صبر داشته باش که من تو را از غم و غصه نجات خواهم داد و من در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نده</w:t>
      </w:r>
      <w:r w:rsidRPr="00A95BC4">
        <w:rPr>
          <w:rtl/>
          <w:lang w:bidi="fa-IR"/>
        </w:rPr>
        <w:t xml:space="preserve"> در برابر برادرانت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</w:t>
      </w:r>
      <w:r w:rsidRPr="00A95BC4">
        <w:rPr>
          <w:rtl/>
          <w:lang w:bidi="fa-IR"/>
        </w:rPr>
        <w:t xml:space="preserve"> و پشت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بان</w:t>
      </w:r>
      <w:r w:rsidRPr="00A95BC4">
        <w:rPr>
          <w:rtl/>
          <w:lang w:bidi="fa-IR"/>
        </w:rPr>
        <w:t xml:space="preserve"> تو هستم. با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کلام غم‌ها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از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رفت و او منتظر امر اله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بود،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از دور صداها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درهم آدم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صداها هر لحظه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و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ک‌تر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</w:t>
      </w:r>
      <w:r w:rsidRPr="00A95BC4">
        <w:rPr>
          <w:rtl/>
          <w:lang w:bidi="fa-IR"/>
        </w:rPr>
        <w:t>.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کم‌کم صدا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راه</w:t>
      </w:r>
    </w:p>
    <w:p w:rsidR="00A95BC4" w:rsidRPr="00B831B6" w:rsidRDefault="00B831B6" w:rsidP="00B831B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A95BC4" w:rsidRPr="00A95BC4" w:rsidRDefault="00A95BC4" w:rsidP="00B831B6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1- نساء 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القرآن الکر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امرات العز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>.</w:t>
      </w:r>
    </w:p>
    <w:p w:rsidR="00B831B6" w:rsidRDefault="00B831B6" w:rsidP="00A95BC4">
      <w:pPr>
        <w:pStyle w:val="libNormal"/>
        <w:rPr>
          <w:rtl/>
          <w:lang w:bidi="fa-IR"/>
        </w:rPr>
      </w:pPr>
    </w:p>
    <w:p w:rsidR="00A95BC4" w:rsidRPr="00A95BC4" w:rsidRDefault="00B831B6" w:rsidP="00A95B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95BC4" w:rsidRPr="00A95BC4">
        <w:rPr>
          <w:rFonts w:hint="eastAsia"/>
          <w:rtl/>
          <w:lang w:bidi="fa-IR"/>
        </w:rPr>
        <w:lastRenderedPageBreak/>
        <w:t>رفتن</w:t>
      </w:r>
      <w:r w:rsidR="00A95BC4" w:rsidRPr="00A95BC4">
        <w:rPr>
          <w:rtl/>
          <w:lang w:bidi="fa-IR"/>
        </w:rPr>
        <w:t xml:space="preserve"> آنها و صدا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سگ‌ها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شان</w:t>
      </w:r>
      <w:r w:rsidR="00A95BC4" w:rsidRPr="00A95BC4">
        <w:rPr>
          <w:rtl/>
          <w:lang w:bidi="fa-IR"/>
        </w:rPr>
        <w:t xml:space="preserve"> به وضوح شن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ده</w:t>
      </w:r>
      <w:r w:rsidR="00A95BC4" w:rsidRPr="00A95BC4">
        <w:rPr>
          <w:rtl/>
          <w:lang w:bidi="fa-IR"/>
        </w:rPr>
        <w:t xml:space="preserve"> 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شد</w:t>
      </w:r>
      <w:r w:rsidR="00A95BC4" w:rsidRPr="00A95BC4">
        <w:rPr>
          <w:rtl/>
          <w:lang w:bidi="fa-IR"/>
        </w:rPr>
        <w:t xml:space="preserve">. 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وسف</w:t>
      </w:r>
      <w:r w:rsidR="00A95BC4" w:rsidRPr="00A95BC4">
        <w:rPr>
          <w:rtl/>
          <w:lang w:bidi="fa-IR"/>
        </w:rPr>
        <w:t xml:space="preserve"> دانست که قافله‌ا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به نزد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ک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چاه رس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ده</w:t>
      </w:r>
      <w:r w:rsidR="00A95BC4" w:rsidRPr="00A95BC4">
        <w:rPr>
          <w:rtl/>
          <w:lang w:bidi="fa-IR"/>
        </w:rPr>
        <w:t xml:space="preserve"> و در همان‌جا منزل کرده است. 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وسف</w:t>
      </w:r>
      <w:r w:rsidR="00A95BC4" w:rsidRPr="00A95BC4">
        <w:rPr>
          <w:rtl/>
          <w:lang w:bidi="fa-IR"/>
        </w:rPr>
        <w:t xml:space="preserve"> دانسته بود که رها</w:t>
      </w:r>
      <w:r w:rsidR="00A95BC4" w:rsidRPr="00A95BC4">
        <w:rPr>
          <w:rFonts w:hint="cs"/>
          <w:rtl/>
          <w:lang w:bidi="fa-IR"/>
        </w:rPr>
        <w:t>یی</w:t>
      </w:r>
      <w:r w:rsidR="00A95BC4" w:rsidRPr="00A95BC4">
        <w:rPr>
          <w:rtl/>
          <w:lang w:bidi="fa-IR"/>
        </w:rPr>
        <w:t xml:space="preserve"> او نزد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ک</w:t>
      </w:r>
      <w:r w:rsidR="00A95BC4" w:rsidRPr="00A95BC4">
        <w:rPr>
          <w:rtl/>
          <w:lang w:bidi="fa-IR"/>
        </w:rPr>
        <w:t xml:space="preserve"> است. کاروان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ان</w:t>
      </w:r>
      <w:r w:rsidR="00A95BC4" w:rsidRPr="00A95BC4">
        <w:rPr>
          <w:rtl/>
          <w:lang w:bidi="fa-IR"/>
        </w:rPr>
        <w:t xml:space="preserve"> برا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رفع تشنگ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،</w:t>
      </w:r>
      <w:r w:rsidR="00A95BC4" w:rsidRPr="00A95BC4">
        <w:rPr>
          <w:rtl/>
          <w:lang w:bidi="fa-IR"/>
        </w:rPr>
        <w:t xml:space="preserve"> دلوها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خود را در چاه انداختند و هنگام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که دلوها را ب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رون</w:t>
      </w:r>
      <w:r w:rsidR="00A95BC4" w:rsidRPr="00A95BC4">
        <w:rPr>
          <w:rtl/>
          <w:lang w:bidi="fa-IR"/>
        </w:rPr>
        <w:t xml:space="preserve"> کش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دند،</w:t>
      </w:r>
      <w:r w:rsidR="00A95BC4" w:rsidRPr="00A95BC4">
        <w:rPr>
          <w:rtl/>
          <w:lang w:bidi="fa-IR"/>
        </w:rPr>
        <w:t xml:space="preserve"> 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دند</w:t>
      </w:r>
      <w:r w:rsidR="00A95BC4" w:rsidRPr="00A95BC4">
        <w:rPr>
          <w:rtl/>
          <w:lang w:bidi="fa-IR"/>
        </w:rPr>
        <w:t xml:space="preserve"> ک</w:t>
      </w:r>
      <w:r w:rsidR="00A95BC4" w:rsidRPr="00A95BC4">
        <w:rPr>
          <w:rFonts w:hint="eastAsia"/>
          <w:rtl/>
          <w:lang w:bidi="fa-IR"/>
        </w:rPr>
        <w:t>ه</w:t>
      </w:r>
      <w:r w:rsidR="00A95BC4" w:rsidRPr="00A95BC4">
        <w:rPr>
          <w:rtl/>
          <w:lang w:bidi="fa-IR"/>
        </w:rPr>
        <w:t xml:space="preserve"> 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وسف</w:t>
      </w:r>
      <w:r w:rsidR="00A95BC4" w:rsidRPr="00A95BC4">
        <w:rPr>
          <w:rtl/>
          <w:lang w:bidi="fa-IR"/>
        </w:rPr>
        <w:t xml:space="preserve"> به دلو آو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زان</w:t>
      </w:r>
      <w:r w:rsidR="00A95BC4" w:rsidRPr="00A95BC4">
        <w:rPr>
          <w:rtl/>
          <w:lang w:bidi="fa-IR"/>
        </w:rPr>
        <w:t xml:space="preserve"> است. آنها با 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دن</w:t>
      </w:r>
      <w:r w:rsidR="00A95BC4" w:rsidRPr="00A95BC4">
        <w:rPr>
          <w:rtl/>
          <w:lang w:bidi="fa-IR"/>
        </w:rPr>
        <w:t xml:space="preserve"> او فر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اد</w:t>
      </w:r>
      <w:r w:rsidR="00A95BC4" w:rsidRPr="00A95BC4">
        <w:rPr>
          <w:rtl/>
          <w:lang w:bidi="fa-IR"/>
        </w:rPr>
        <w:t xml:space="preserve"> زدند: «مژده، مژده، پسر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در چاه بود».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همه</w:t>
      </w:r>
      <w:r w:rsidRPr="00A95BC4">
        <w:rPr>
          <w:rtl/>
          <w:lang w:bidi="fa-IR"/>
        </w:rPr>
        <w:t xml:space="preserve"> دور او جمع شدند و از آنچه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دند،</w:t>
      </w:r>
      <w:r w:rsidRPr="00A95BC4">
        <w:rPr>
          <w:rtl/>
          <w:lang w:bidi="fa-IR"/>
        </w:rPr>
        <w:t xml:space="preserve"> تعجب کردند. آنها تصم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گرفتند که او را با خود ببرند و در مصر بفروشند. 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ترت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ب،</w:t>
      </w:r>
      <w:r w:rsidRPr="00A95BC4">
        <w:rPr>
          <w:rtl/>
          <w:lang w:bidi="fa-IR"/>
        </w:rPr>
        <w:t xml:space="preserve"> او را در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کالاها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پنهان کردند، تا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ادعا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مالک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نکند. لطف و آگاه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خداوند با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همراه بود:</w:t>
      </w:r>
    </w:p>
    <w:p w:rsidR="00A95BC4" w:rsidRPr="00A95BC4" w:rsidRDefault="00B831B6" w:rsidP="00A95BC4">
      <w:pPr>
        <w:pStyle w:val="libNormal"/>
        <w:rPr>
          <w:rtl/>
          <w:lang w:bidi="fa-IR"/>
        </w:rPr>
      </w:pPr>
      <w:r w:rsidRPr="00B831B6">
        <w:rPr>
          <w:rStyle w:val="libAlaemChar"/>
          <w:rFonts w:hint="cs"/>
          <w:rtl/>
        </w:rPr>
        <w:t>(</w:t>
      </w:r>
      <w:r w:rsidR="00A95BC4" w:rsidRPr="00B831B6">
        <w:rPr>
          <w:rStyle w:val="libAieChar"/>
          <w:rFonts w:hint="eastAsia"/>
          <w:rtl/>
        </w:rPr>
        <w:t>وَ</w:t>
      </w:r>
      <w:r w:rsidR="00A95BC4" w:rsidRPr="00B831B6">
        <w:rPr>
          <w:rStyle w:val="libAieChar"/>
          <w:rtl/>
        </w:rPr>
        <w:t xml:space="preserve"> جاءَتْ سَ</w:t>
      </w:r>
      <w:r w:rsidR="00A95BC4" w:rsidRPr="00B831B6">
        <w:rPr>
          <w:rStyle w:val="libAieChar"/>
          <w:rFonts w:hint="cs"/>
          <w:rtl/>
        </w:rPr>
        <w:t>یَّ</w:t>
      </w:r>
      <w:r w:rsidR="00A95BC4" w:rsidRPr="00B831B6">
        <w:rPr>
          <w:rStyle w:val="libAieChar"/>
          <w:rFonts w:hint="eastAsia"/>
          <w:rtl/>
        </w:rPr>
        <w:t>ارَةٌ</w:t>
      </w:r>
      <w:r w:rsidR="00A95BC4" w:rsidRPr="00B831B6">
        <w:rPr>
          <w:rStyle w:val="libAieChar"/>
          <w:rtl/>
        </w:rPr>
        <w:t xml:space="preserve"> فَأَرْسَلُوا وارِدَهُمْ فَأَدْل</w:t>
      </w:r>
      <w:r w:rsidR="00A95BC4" w:rsidRPr="00B831B6">
        <w:rPr>
          <w:rStyle w:val="libAieChar"/>
          <w:rFonts w:hint="cs"/>
          <w:rtl/>
        </w:rPr>
        <w:t>ی</w:t>
      </w:r>
      <w:r w:rsidR="00A95BC4" w:rsidRPr="00B831B6">
        <w:rPr>
          <w:rStyle w:val="libAieChar"/>
          <w:rtl/>
        </w:rPr>
        <w:t xml:space="preserve"> دَلْوَهُ قالَ </w:t>
      </w:r>
      <w:r w:rsidR="00A95BC4" w:rsidRPr="00B831B6">
        <w:rPr>
          <w:rStyle w:val="libAieChar"/>
          <w:rFonts w:hint="cs"/>
          <w:rtl/>
        </w:rPr>
        <w:t>ی</w:t>
      </w:r>
      <w:r w:rsidR="00A95BC4" w:rsidRPr="00B831B6">
        <w:rPr>
          <w:rStyle w:val="libAieChar"/>
          <w:rFonts w:hint="eastAsia"/>
          <w:rtl/>
        </w:rPr>
        <w:t>ا</w:t>
      </w:r>
      <w:r w:rsidR="00A95BC4" w:rsidRPr="00B831B6">
        <w:rPr>
          <w:rStyle w:val="libAieChar"/>
          <w:rtl/>
        </w:rPr>
        <w:t xml:space="preserve"> بُشْر</w:t>
      </w:r>
      <w:r w:rsidR="00A95BC4" w:rsidRPr="00B831B6">
        <w:rPr>
          <w:rStyle w:val="libAieChar"/>
          <w:rFonts w:hint="cs"/>
          <w:rtl/>
        </w:rPr>
        <w:t>ی</w:t>
      </w:r>
      <w:r w:rsidR="00A95BC4" w:rsidRPr="00B831B6">
        <w:rPr>
          <w:rStyle w:val="libAieChar"/>
          <w:rtl/>
        </w:rPr>
        <w:t xml:space="preserve"> هذا غُلامٌ وَ اسَرُّوهُ بِضاعَةً وَ اللهُ عَلِ</w:t>
      </w:r>
      <w:r w:rsidR="00A95BC4" w:rsidRPr="00B831B6">
        <w:rPr>
          <w:rStyle w:val="libAieChar"/>
          <w:rFonts w:hint="cs"/>
          <w:rtl/>
        </w:rPr>
        <w:t>ی</w:t>
      </w:r>
      <w:r w:rsidR="00A95BC4" w:rsidRPr="00B831B6">
        <w:rPr>
          <w:rStyle w:val="libAieChar"/>
          <w:rFonts w:hint="eastAsia"/>
          <w:rtl/>
        </w:rPr>
        <w:t>مٌ</w:t>
      </w:r>
      <w:r w:rsidR="00A95BC4" w:rsidRPr="00B831B6">
        <w:rPr>
          <w:rStyle w:val="libAieChar"/>
          <w:rtl/>
        </w:rPr>
        <w:t xml:space="preserve"> بِما </w:t>
      </w:r>
      <w:r w:rsidR="00A95BC4" w:rsidRPr="00B831B6">
        <w:rPr>
          <w:rStyle w:val="libAieChar"/>
          <w:rFonts w:hint="cs"/>
          <w:rtl/>
        </w:rPr>
        <w:t>یَ</w:t>
      </w:r>
      <w:r w:rsidR="00A95BC4" w:rsidRPr="00B831B6">
        <w:rPr>
          <w:rStyle w:val="libAieChar"/>
          <w:rFonts w:hint="eastAsia"/>
          <w:rtl/>
        </w:rPr>
        <w:t>عْمَلُونَ</w:t>
      </w:r>
      <w:r w:rsidR="00A95BC4" w:rsidRPr="00A95BC4">
        <w:rPr>
          <w:rtl/>
          <w:lang w:bidi="fa-IR"/>
        </w:rPr>
        <w:t xml:space="preserve"> </w:t>
      </w:r>
      <w:r w:rsidRPr="00B831B6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>(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وسف</w:t>
      </w:r>
      <w:r w:rsidR="00A95BC4" w:rsidRPr="00A95BC4">
        <w:rPr>
          <w:rtl/>
          <w:lang w:bidi="fa-IR"/>
        </w:rPr>
        <w:t>: 19)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کاروان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افتند</w:t>
      </w:r>
      <w:r w:rsidRPr="00A95BC4">
        <w:rPr>
          <w:rtl/>
          <w:lang w:bidi="fa-IR"/>
        </w:rPr>
        <w:t xml:space="preserve"> برادران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در حق او چه کرده‌اند، به او محبت نمودند.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در طول مس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با همه آنها الفت گرفت.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به مصر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دند،</w:t>
      </w:r>
      <w:r w:rsidRPr="00A95BC4">
        <w:rPr>
          <w:rtl/>
          <w:lang w:bidi="fa-IR"/>
        </w:rPr>
        <w:t xml:space="preserve"> او را در بازار برده‌فروشان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فروش عرضه کردند. کاروان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او را به بها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اندک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فروختند تا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شک نکند ک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او را چگونه و از کجا به دست آورده‌اند. به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به اندازه تمام طلاها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ارزش داشت،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او دارا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روح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بزرگ و متعال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بود:</w:t>
      </w:r>
    </w:p>
    <w:p w:rsidR="00A95BC4" w:rsidRPr="00A95BC4" w:rsidRDefault="00B831B6" w:rsidP="00A95BC4">
      <w:pPr>
        <w:pStyle w:val="libNormal"/>
        <w:rPr>
          <w:rtl/>
          <w:lang w:bidi="fa-IR"/>
        </w:rPr>
      </w:pPr>
      <w:r w:rsidRPr="00B831B6">
        <w:rPr>
          <w:rStyle w:val="libAlaemChar"/>
          <w:rFonts w:hint="cs"/>
          <w:rtl/>
        </w:rPr>
        <w:t>(</w:t>
      </w:r>
      <w:r w:rsidR="00A95BC4" w:rsidRPr="00B831B6">
        <w:rPr>
          <w:rStyle w:val="libAieChar"/>
          <w:rFonts w:hint="eastAsia"/>
          <w:rtl/>
        </w:rPr>
        <w:t>وَ</w:t>
      </w:r>
      <w:r w:rsidR="00A95BC4" w:rsidRPr="00B831B6">
        <w:rPr>
          <w:rStyle w:val="libAieChar"/>
          <w:rtl/>
        </w:rPr>
        <w:t xml:space="preserve"> شَرَوْهُ بِثَمَنٍ بَخْسٍ دَراهِمَ مَعْدُودَةٍ وَ کانُوا فِ</w:t>
      </w:r>
      <w:r w:rsidR="00A95BC4" w:rsidRPr="00B831B6">
        <w:rPr>
          <w:rStyle w:val="libAieChar"/>
          <w:rFonts w:hint="cs"/>
          <w:rtl/>
        </w:rPr>
        <w:t>ی</w:t>
      </w:r>
      <w:r w:rsidR="00A95BC4" w:rsidRPr="00B831B6">
        <w:rPr>
          <w:rStyle w:val="libAieChar"/>
          <w:rFonts w:hint="eastAsia"/>
          <w:rtl/>
        </w:rPr>
        <w:t>هِ</w:t>
      </w:r>
      <w:r w:rsidR="00A95BC4" w:rsidRPr="00B831B6">
        <w:rPr>
          <w:rStyle w:val="libAieChar"/>
          <w:rtl/>
        </w:rPr>
        <w:t xml:space="preserve"> مِنَ الزَّاهِدِ</w:t>
      </w:r>
      <w:r w:rsidR="00A95BC4" w:rsidRPr="00B831B6">
        <w:rPr>
          <w:rStyle w:val="libAieChar"/>
          <w:rFonts w:hint="cs"/>
          <w:rtl/>
        </w:rPr>
        <w:t>ی</w:t>
      </w:r>
      <w:r w:rsidR="00A95BC4" w:rsidRPr="00B831B6">
        <w:rPr>
          <w:rStyle w:val="libAieChar"/>
          <w:rFonts w:hint="eastAsia"/>
          <w:rtl/>
        </w:rPr>
        <w:t>نَ</w:t>
      </w:r>
      <w:r w:rsidR="00A95BC4" w:rsidRPr="00A95BC4">
        <w:rPr>
          <w:rtl/>
          <w:lang w:bidi="fa-IR"/>
        </w:rPr>
        <w:t xml:space="preserve"> </w:t>
      </w:r>
      <w:r w:rsidRPr="00B831B6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>(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وسف</w:t>
      </w:r>
      <w:r w:rsidR="00A95BC4" w:rsidRPr="00A95BC4">
        <w:rPr>
          <w:rtl/>
          <w:lang w:bidi="fa-IR"/>
        </w:rPr>
        <w:t>: 20)</w:t>
      </w:r>
    </w:p>
    <w:p w:rsidR="00B831B6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و</w:t>
      </w:r>
      <w:r w:rsidRPr="00A95BC4">
        <w:rPr>
          <w:rtl/>
          <w:lang w:bidi="fa-IR"/>
        </w:rPr>
        <w:t xml:space="preserve"> او را به بها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ناچ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چند درهم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فروختند و نسبت به او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رغبت</w:t>
      </w:r>
      <w:r w:rsidRPr="00A95BC4">
        <w:rPr>
          <w:rtl/>
          <w:lang w:bidi="fa-IR"/>
        </w:rPr>
        <w:t xml:space="preserve"> بودند.</w:t>
      </w:r>
    </w:p>
    <w:p w:rsidR="00A95BC4" w:rsidRPr="00A95BC4" w:rsidRDefault="00B831B6" w:rsidP="00B831B6">
      <w:pPr>
        <w:pStyle w:val="Heading2"/>
        <w:rPr>
          <w:rtl/>
        </w:rPr>
      </w:pPr>
      <w:r>
        <w:rPr>
          <w:rtl/>
        </w:rPr>
        <w:br w:type="page"/>
      </w:r>
      <w:bookmarkStart w:id="80" w:name="_Toc504390398"/>
      <w:bookmarkStart w:id="81" w:name="_Toc504390489"/>
      <w:r w:rsidR="00A95BC4" w:rsidRPr="00A95BC4">
        <w:rPr>
          <w:rFonts w:hint="cs"/>
          <w:rtl/>
        </w:rPr>
        <w:lastRenderedPageBreak/>
        <w:t>ی</w:t>
      </w:r>
      <w:r w:rsidR="00A95BC4" w:rsidRPr="00A95BC4">
        <w:rPr>
          <w:rFonts w:hint="eastAsia"/>
          <w:rtl/>
        </w:rPr>
        <w:t>وسف</w:t>
      </w:r>
      <w:r w:rsidR="00A95BC4" w:rsidRPr="00A95BC4">
        <w:rPr>
          <w:rtl/>
        </w:rPr>
        <w:t xml:space="preserve"> در نزد عز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ز</w:t>
      </w:r>
      <w:r w:rsidR="00A95BC4" w:rsidRPr="00A95BC4">
        <w:rPr>
          <w:rtl/>
        </w:rPr>
        <w:t xml:space="preserve"> مصر</w:t>
      </w:r>
      <w:bookmarkEnd w:id="80"/>
      <w:bookmarkEnd w:id="81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مصر، اطف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</w:t>
      </w:r>
      <w:r w:rsidRPr="00A95BC4">
        <w:rPr>
          <w:rtl/>
          <w:lang w:bidi="fa-IR"/>
        </w:rPr>
        <w:t xml:space="preserve"> (بوت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فار</w:t>
      </w:r>
      <w:r w:rsidRPr="00A95BC4">
        <w:rPr>
          <w:rtl/>
          <w:lang w:bidi="fa-IR"/>
        </w:rPr>
        <w:t xml:space="preserve">)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را خر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به همسرش گفت: «به گمانم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پسر، طبع بلند و ذات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بزرگوار دارد و دارا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اخلاق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است.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را از چهره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</w:t>
      </w:r>
      <w:r w:rsidRPr="00A95BC4">
        <w:rPr>
          <w:rtl/>
          <w:lang w:bidi="fa-IR"/>
        </w:rPr>
        <w:t xml:space="preserve"> و نوران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خوانم»</w:t>
      </w:r>
      <w:r w:rsidRPr="00A95BC4">
        <w:rPr>
          <w:rtl/>
          <w:lang w:bidi="fa-IR"/>
        </w:rPr>
        <w:t>.</w:t>
      </w:r>
    </w:p>
    <w:p w:rsidR="00A95BC4" w:rsidRPr="00A95BC4" w:rsidRDefault="00B831B6" w:rsidP="00A95BC4">
      <w:pPr>
        <w:pStyle w:val="libNormal"/>
        <w:rPr>
          <w:rtl/>
          <w:lang w:bidi="fa-IR"/>
        </w:rPr>
      </w:pPr>
      <w:r w:rsidRPr="00B831B6">
        <w:rPr>
          <w:rStyle w:val="libAlaemChar"/>
          <w:rFonts w:hint="cs"/>
          <w:rtl/>
        </w:rPr>
        <w:t>(</w:t>
      </w:r>
      <w:r w:rsidR="00A95BC4" w:rsidRPr="00B831B6">
        <w:rPr>
          <w:rStyle w:val="libAieChar"/>
          <w:rFonts w:hint="eastAsia"/>
          <w:rtl/>
        </w:rPr>
        <w:t>اکْرِمِ</w:t>
      </w:r>
      <w:r w:rsidR="00A95BC4" w:rsidRPr="00B831B6">
        <w:rPr>
          <w:rStyle w:val="libAieChar"/>
          <w:rFonts w:hint="cs"/>
          <w:rtl/>
        </w:rPr>
        <w:t>ی</w:t>
      </w:r>
      <w:r w:rsidR="00A95BC4" w:rsidRPr="00B831B6">
        <w:rPr>
          <w:rStyle w:val="libAieChar"/>
          <w:rtl/>
        </w:rPr>
        <w:t xml:space="preserve"> مَثْواهُ عَس</w:t>
      </w:r>
      <w:r w:rsidR="00A95BC4" w:rsidRPr="00B831B6">
        <w:rPr>
          <w:rStyle w:val="libAieChar"/>
          <w:rFonts w:hint="cs"/>
          <w:rtl/>
        </w:rPr>
        <w:t>ی</w:t>
      </w:r>
      <w:r w:rsidR="00A95BC4" w:rsidRPr="00B831B6">
        <w:rPr>
          <w:rStyle w:val="libAieChar"/>
          <w:rtl/>
        </w:rPr>
        <w:t xml:space="preserve"> انْ </w:t>
      </w:r>
      <w:r w:rsidR="00A95BC4" w:rsidRPr="00B831B6">
        <w:rPr>
          <w:rStyle w:val="libAieChar"/>
          <w:rFonts w:hint="cs"/>
          <w:rtl/>
        </w:rPr>
        <w:t>یَ</w:t>
      </w:r>
      <w:r w:rsidR="00A95BC4" w:rsidRPr="00B831B6">
        <w:rPr>
          <w:rStyle w:val="libAieChar"/>
          <w:rFonts w:hint="eastAsia"/>
          <w:rtl/>
        </w:rPr>
        <w:t>نْفَعَنا</w:t>
      </w:r>
      <w:r w:rsidR="00A95BC4" w:rsidRPr="00B831B6">
        <w:rPr>
          <w:rStyle w:val="libAieChar"/>
          <w:rtl/>
        </w:rPr>
        <w:t xml:space="preserve"> اوْ نَتَّخِذَهُ وَلَداً وَ کَذلِکَ مَکَّنَّا لِ</w:t>
      </w:r>
      <w:r w:rsidR="00A95BC4" w:rsidRPr="00B831B6">
        <w:rPr>
          <w:rStyle w:val="libAieChar"/>
          <w:rFonts w:hint="cs"/>
          <w:rtl/>
        </w:rPr>
        <w:t>یُ</w:t>
      </w:r>
      <w:r w:rsidR="00A95BC4" w:rsidRPr="00B831B6">
        <w:rPr>
          <w:rStyle w:val="libAieChar"/>
          <w:rFonts w:hint="eastAsia"/>
          <w:rtl/>
        </w:rPr>
        <w:t>وسُفَ</w:t>
      </w:r>
      <w:r w:rsidR="00A95BC4" w:rsidRPr="00B831B6">
        <w:rPr>
          <w:rStyle w:val="libAieChar"/>
          <w:rtl/>
        </w:rPr>
        <w:t xml:space="preserve"> فِ</w:t>
      </w:r>
      <w:r w:rsidR="00A95BC4" w:rsidRPr="00B831B6">
        <w:rPr>
          <w:rStyle w:val="libAieChar"/>
          <w:rFonts w:hint="cs"/>
          <w:rtl/>
        </w:rPr>
        <w:t>ی</w:t>
      </w:r>
      <w:r w:rsidR="00A95BC4" w:rsidRPr="00B831B6">
        <w:rPr>
          <w:rStyle w:val="libAieChar"/>
          <w:rtl/>
        </w:rPr>
        <w:t xml:space="preserve"> الأَرْضِ وَ لِنُعَلِّمَهُ مِنْ تَأْوِ</w:t>
      </w:r>
      <w:r w:rsidR="00A95BC4" w:rsidRPr="00B831B6">
        <w:rPr>
          <w:rStyle w:val="libAieChar"/>
          <w:rFonts w:hint="cs"/>
          <w:rtl/>
        </w:rPr>
        <w:t>ی</w:t>
      </w:r>
      <w:r w:rsidR="00A95BC4" w:rsidRPr="00B831B6">
        <w:rPr>
          <w:rStyle w:val="libAieChar"/>
          <w:rFonts w:hint="eastAsia"/>
          <w:rtl/>
        </w:rPr>
        <w:t>لِ</w:t>
      </w:r>
      <w:r w:rsidR="00A95BC4" w:rsidRPr="00B831B6">
        <w:rPr>
          <w:rStyle w:val="libAieChar"/>
          <w:rtl/>
        </w:rPr>
        <w:t xml:space="preserve"> الأَحادِ</w:t>
      </w:r>
      <w:r w:rsidR="00A95BC4" w:rsidRPr="00B831B6">
        <w:rPr>
          <w:rStyle w:val="libAieChar"/>
          <w:rFonts w:hint="cs"/>
          <w:rtl/>
        </w:rPr>
        <w:t>ی</w:t>
      </w:r>
      <w:r w:rsidR="00A95BC4" w:rsidRPr="00B831B6">
        <w:rPr>
          <w:rStyle w:val="libAieChar"/>
          <w:rFonts w:hint="eastAsia"/>
          <w:rtl/>
        </w:rPr>
        <w:t>ثِ</w:t>
      </w:r>
      <w:r w:rsidR="00A95BC4" w:rsidRPr="00B831B6">
        <w:rPr>
          <w:rStyle w:val="libAieChar"/>
          <w:rtl/>
        </w:rPr>
        <w:t xml:space="preserve"> وَ اللهُ غالِبٌ عَل</w:t>
      </w:r>
      <w:r w:rsidR="00A95BC4" w:rsidRPr="00B831B6">
        <w:rPr>
          <w:rStyle w:val="libAieChar"/>
          <w:rFonts w:hint="cs"/>
          <w:rtl/>
        </w:rPr>
        <w:t>ی</w:t>
      </w:r>
      <w:r w:rsidR="00A95BC4" w:rsidRPr="00B831B6">
        <w:rPr>
          <w:rStyle w:val="libAieChar"/>
          <w:rtl/>
        </w:rPr>
        <w:t xml:space="preserve"> امْرِهِ وَ لکِنَّ اکْثَرَ النَّاسِ لا</w:t>
      </w:r>
      <w:r w:rsidR="00A95BC4" w:rsidRPr="00B831B6">
        <w:rPr>
          <w:rStyle w:val="libAieChar"/>
          <w:rFonts w:hint="cs"/>
          <w:rtl/>
        </w:rPr>
        <w:t>یَ</w:t>
      </w:r>
      <w:r w:rsidR="00A95BC4" w:rsidRPr="00B831B6">
        <w:rPr>
          <w:rStyle w:val="libAieChar"/>
          <w:rFonts w:hint="eastAsia"/>
          <w:rtl/>
        </w:rPr>
        <w:t>عْلَمُونَ</w:t>
      </w:r>
      <w:r w:rsidR="00A95BC4" w:rsidRPr="00A95BC4">
        <w:rPr>
          <w:rtl/>
          <w:lang w:bidi="fa-IR"/>
        </w:rPr>
        <w:t xml:space="preserve"> </w:t>
      </w:r>
      <w:r w:rsidRPr="00B831B6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>(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وسف</w:t>
      </w:r>
      <w:r w:rsidR="00A95BC4" w:rsidRPr="00A95BC4">
        <w:rPr>
          <w:rtl/>
          <w:lang w:bidi="fa-IR"/>
        </w:rPr>
        <w:t>: 21)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جا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گاه</w:t>
      </w:r>
      <w:r w:rsidRPr="00A95BC4">
        <w:rPr>
          <w:rtl/>
          <w:lang w:bidi="fa-IR"/>
        </w:rPr>
        <w:t xml:space="preserve"> او را گرام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بدار 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او در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نده</w:t>
      </w:r>
      <w:r w:rsidRPr="00A95BC4">
        <w:rPr>
          <w:rtl/>
          <w:lang w:bidi="fa-IR"/>
        </w:rPr>
        <w:t xml:space="preserve"> به ما سود رساند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او را به فرزند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ما در آن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مکنت داد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به او علم تعب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خواب آموخت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و خداوند بر کار خو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غالب است،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شتر</w:t>
      </w:r>
      <w:r w:rsidRPr="00A95BC4">
        <w:rPr>
          <w:rtl/>
          <w:lang w:bidi="fa-IR"/>
        </w:rPr>
        <w:t xml:space="preserve"> مردم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دانند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را همچون فرزند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خانه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گرام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داشتند 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وسف،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بابت خدا را شکر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که پس از تنگنا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چاه، او را به خانه‌ا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فرستاد که مانند فرزند خودشان با او رفتار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کردند</w:t>
      </w:r>
      <w:r w:rsidRPr="00A95BC4">
        <w:rPr>
          <w:rtl/>
          <w:lang w:bidi="fa-IR"/>
        </w:rPr>
        <w:t>.</w:t>
      </w:r>
    </w:p>
    <w:p w:rsidR="00A95BC4" w:rsidRPr="00A95BC4" w:rsidRDefault="00B831B6" w:rsidP="00B831B6">
      <w:pPr>
        <w:pStyle w:val="Heading2"/>
        <w:rPr>
          <w:rtl/>
        </w:rPr>
      </w:pPr>
      <w:r>
        <w:rPr>
          <w:rtl/>
        </w:rPr>
        <w:br w:type="page"/>
      </w:r>
      <w:bookmarkStart w:id="82" w:name="_Toc504390399"/>
      <w:bookmarkStart w:id="83" w:name="_Toc504390490"/>
      <w:r w:rsidR="00A95BC4" w:rsidRPr="00A95BC4">
        <w:rPr>
          <w:rFonts w:hint="eastAsia"/>
          <w:rtl/>
        </w:rPr>
        <w:lastRenderedPageBreak/>
        <w:t>همسر</w:t>
      </w:r>
      <w:r w:rsidR="00A95BC4" w:rsidRPr="00A95BC4">
        <w:rPr>
          <w:rtl/>
        </w:rPr>
        <w:t xml:space="preserve"> عز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ز</w:t>
      </w:r>
      <w:r w:rsidR="00A95BC4" w:rsidRPr="00A95BC4">
        <w:rPr>
          <w:rtl/>
        </w:rPr>
        <w:t xml:space="preserve"> و 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وسف‌</w:t>
      </w:r>
      <w:bookmarkEnd w:id="82"/>
      <w:bookmarkEnd w:id="83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از سخت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چاه رها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</w:t>
      </w:r>
      <w:r w:rsidRPr="00A95BC4">
        <w:rPr>
          <w:rtl/>
          <w:lang w:bidi="fa-IR"/>
        </w:rPr>
        <w:t xml:space="preserve"> و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 را با خوشبخت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خانه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آغاز کرد. اما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شاد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چندان طول نکش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طور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او در سخت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بزرگ‌تر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افتاد، آن هم به علت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و اخلاق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که داشت و و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صورت و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رت،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را در بلا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بزرگ انداخت.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به</w:t>
      </w:r>
      <w:r w:rsidRPr="00A95BC4">
        <w:rPr>
          <w:rtl/>
          <w:lang w:bidi="fa-IR"/>
        </w:rPr>
        <w:t xml:space="preserve"> دل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حسن خلق و رفتار عاقلانه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وسف،</w:t>
      </w:r>
      <w:r w:rsidRPr="00A95BC4">
        <w:rPr>
          <w:rtl/>
          <w:lang w:bidi="fa-IR"/>
        </w:rPr>
        <w:t xml:space="preserve">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مصر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به او اعتماد داشت و به راحت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خانواده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مصر، رفت و آمد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منزله فرزند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 بود و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مصر و خانواده‌اش او را از صم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قلب دوست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داشتند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حضرت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در سن جوان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به اوج خود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به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ل،</w:t>
      </w:r>
      <w:r w:rsidRPr="00A95BC4">
        <w:rPr>
          <w:rtl/>
          <w:lang w:bidi="fa-IR"/>
        </w:rPr>
        <w:t xml:space="preserve"> همسر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(زل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</w:t>
      </w:r>
      <w:r w:rsidRPr="00A95BC4">
        <w:rPr>
          <w:rtl/>
          <w:lang w:bidi="fa-IR"/>
        </w:rPr>
        <w:t xml:space="preserve">)، عاشق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شد. 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خا،</w:t>
      </w:r>
      <w:r w:rsidRPr="00A95BC4">
        <w:rPr>
          <w:rtl/>
          <w:lang w:bidi="fa-IR"/>
        </w:rPr>
        <w:t xml:space="preserve"> تمام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کارها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را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نظر داشت 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لحظه چشم از او برنم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داشت</w:t>
      </w:r>
      <w:r w:rsidRPr="00A95BC4">
        <w:rPr>
          <w:rtl/>
          <w:lang w:bidi="fa-IR"/>
        </w:rPr>
        <w:t xml:space="preserve"> و حت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چهره او را در خواب تماشا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و در نظر او هر لحظ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شتر</w:t>
      </w:r>
      <w:r w:rsidRPr="00A95BC4">
        <w:rPr>
          <w:rtl/>
          <w:lang w:bidi="fa-IR"/>
        </w:rPr>
        <w:t xml:space="preserve"> و شعله عشق او فروزان‌تر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</w:t>
      </w:r>
      <w:r w:rsidRPr="00A95BC4">
        <w:rPr>
          <w:rtl/>
          <w:lang w:bidi="fa-IR"/>
        </w:rPr>
        <w:t>.</w:t>
      </w:r>
    </w:p>
    <w:p w:rsidR="00A95BC4" w:rsidRPr="00A95BC4" w:rsidRDefault="00A95BC4" w:rsidP="00B831B6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روز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</w:t>
      </w:r>
      <w:r w:rsidRPr="00A95BC4">
        <w:rPr>
          <w:rtl/>
          <w:lang w:bidi="fa-IR"/>
        </w:rPr>
        <w:t xml:space="preserve"> وسوسه شد تا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را به جا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خلوت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دعوت کند و 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ترت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ب،</w:t>
      </w:r>
      <w:r w:rsidRPr="00A95BC4">
        <w:rPr>
          <w:rtl/>
          <w:lang w:bidi="fa-IR"/>
        </w:rPr>
        <w:t xml:space="preserve"> آرزو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دلش را با او در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گذارد،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</w:t>
      </w:r>
      <w:r w:rsidRPr="00A95BC4">
        <w:rPr>
          <w:rtl/>
          <w:lang w:bidi="fa-IR"/>
        </w:rPr>
        <w:t xml:space="preserve"> چگونه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را انجام دهد. او همسر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مصر بود و مقام والا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داشت. از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سو عشق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و از سو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همسر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مصر بودن، جسم و جان او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فشرد</w:t>
      </w:r>
      <w:r w:rsidRPr="00A95BC4">
        <w:rPr>
          <w:rtl/>
          <w:lang w:bidi="fa-IR"/>
        </w:rPr>
        <w:t xml:space="preserve"> و فکرش را مشغول</w:t>
      </w:r>
      <w:r w:rsidR="00B831B6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>. سردرگم بود و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</w:t>
      </w:r>
      <w:r w:rsidRPr="00A95BC4">
        <w:rPr>
          <w:rtl/>
          <w:lang w:bidi="fa-IR"/>
        </w:rPr>
        <w:t xml:space="preserve"> چه کند؟ به انواع و اقسام 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له‌ها</w:t>
      </w:r>
      <w:r w:rsidRPr="00A95BC4">
        <w:rPr>
          <w:rtl/>
          <w:lang w:bidi="fa-IR"/>
        </w:rPr>
        <w:t xml:space="preserve"> و نقشه‌ها 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آورد، تا به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بفهماند که او را دوست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دارد،</w:t>
      </w:r>
      <w:r w:rsidRPr="00A95BC4">
        <w:rPr>
          <w:rtl/>
          <w:lang w:bidi="fa-IR"/>
        </w:rPr>
        <w:t xml:space="preserve">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بتواند توجه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را به خود جلب کند، اما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که به رشد و قوت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و از جانب خداوند علم و حکمت 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</w:t>
      </w:r>
      <w:r w:rsidRPr="00A95BC4">
        <w:rPr>
          <w:rtl/>
          <w:lang w:bidi="fa-IR"/>
        </w:rPr>
        <w:t xml:space="preserve"> </w:t>
      </w:r>
      <w:r w:rsidRPr="00A95BC4">
        <w:rPr>
          <w:rtl/>
          <w:lang w:bidi="fa-IR"/>
        </w:rPr>
        <w:lastRenderedPageBreak/>
        <w:t>کرده بود، ب</w:t>
      </w:r>
      <w:r w:rsidRPr="00A95BC4">
        <w:rPr>
          <w:rFonts w:hint="eastAsia"/>
          <w:rtl/>
          <w:lang w:bidi="fa-IR"/>
        </w:rPr>
        <w:t>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م‌تر</w:t>
      </w:r>
      <w:r w:rsidRPr="00A95BC4">
        <w:rPr>
          <w:rtl/>
          <w:lang w:bidi="fa-IR"/>
        </w:rPr>
        <w:t xml:space="preserve"> از آن بود که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اشاره‌ها توجه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نشان دهد و البته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نها</w:t>
      </w:r>
      <w:r w:rsidRPr="00A95BC4">
        <w:rPr>
          <w:rtl/>
          <w:lang w:bidi="fa-IR"/>
        </w:rPr>
        <w:t xml:space="preserve"> همه جزا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کوکار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اش</w:t>
      </w:r>
      <w:r w:rsidRPr="00A95BC4">
        <w:rPr>
          <w:rtl/>
          <w:lang w:bidi="fa-IR"/>
        </w:rPr>
        <w:t xml:space="preserve"> بود.</w:t>
      </w:r>
    </w:p>
    <w:p w:rsidR="00A95BC4" w:rsidRPr="00A95BC4" w:rsidRDefault="00B831B6" w:rsidP="00A95BC4">
      <w:pPr>
        <w:pStyle w:val="libNormal"/>
        <w:rPr>
          <w:rtl/>
          <w:lang w:bidi="fa-IR"/>
        </w:rPr>
      </w:pPr>
      <w:r w:rsidRPr="00B831B6">
        <w:rPr>
          <w:rStyle w:val="libAlaemChar"/>
          <w:rFonts w:hint="cs"/>
          <w:rtl/>
        </w:rPr>
        <w:t>(</w:t>
      </w:r>
      <w:r w:rsidR="00A95BC4" w:rsidRPr="00B831B6">
        <w:rPr>
          <w:rStyle w:val="libAieChar"/>
          <w:rFonts w:hint="eastAsia"/>
          <w:rtl/>
        </w:rPr>
        <w:t>وَ</w:t>
      </w:r>
      <w:r w:rsidR="00A95BC4" w:rsidRPr="00B831B6">
        <w:rPr>
          <w:rStyle w:val="libAieChar"/>
          <w:rtl/>
        </w:rPr>
        <w:t xml:space="preserve"> لَمَّا بَلَغَ اشُدَّهُ آتَ</w:t>
      </w:r>
      <w:r w:rsidR="00A95BC4" w:rsidRPr="00B831B6">
        <w:rPr>
          <w:rStyle w:val="libAieChar"/>
          <w:rFonts w:hint="cs"/>
          <w:rtl/>
        </w:rPr>
        <w:t>یْ</w:t>
      </w:r>
      <w:r w:rsidR="00A95BC4" w:rsidRPr="00B831B6">
        <w:rPr>
          <w:rStyle w:val="libAieChar"/>
          <w:rFonts w:hint="eastAsia"/>
          <w:rtl/>
        </w:rPr>
        <w:t>ناهُ</w:t>
      </w:r>
      <w:r w:rsidR="00A95BC4" w:rsidRPr="00B831B6">
        <w:rPr>
          <w:rStyle w:val="libAieChar"/>
          <w:rtl/>
        </w:rPr>
        <w:t xml:space="preserve"> حُکْماً وَ عِلْماً وَ کَذلِکَ نَجْزِ</w:t>
      </w:r>
      <w:r w:rsidR="00A95BC4" w:rsidRPr="00B831B6">
        <w:rPr>
          <w:rStyle w:val="libAieChar"/>
          <w:rFonts w:hint="cs"/>
          <w:rtl/>
        </w:rPr>
        <w:t>ی</w:t>
      </w:r>
      <w:r w:rsidR="00A95BC4" w:rsidRPr="00B831B6">
        <w:rPr>
          <w:rStyle w:val="libAieChar"/>
          <w:rtl/>
        </w:rPr>
        <w:t xml:space="preserve"> الْمُحْسِنِ</w:t>
      </w:r>
      <w:r w:rsidR="00A95BC4" w:rsidRPr="00B831B6">
        <w:rPr>
          <w:rStyle w:val="libAieChar"/>
          <w:rFonts w:hint="cs"/>
          <w:rtl/>
        </w:rPr>
        <w:t>ی</w:t>
      </w:r>
      <w:r w:rsidR="00A95BC4" w:rsidRPr="00B831B6">
        <w:rPr>
          <w:rStyle w:val="libAieChar"/>
          <w:rFonts w:hint="eastAsia"/>
          <w:rtl/>
        </w:rPr>
        <w:t>نَ</w:t>
      </w:r>
      <w:r w:rsidRPr="00B831B6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وسف</w:t>
      </w:r>
      <w:r w:rsidR="00A95BC4" w:rsidRPr="00A95BC4">
        <w:rPr>
          <w:rtl/>
          <w:lang w:bidi="fa-IR"/>
        </w:rPr>
        <w:t>: 22)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و</w:t>
      </w:r>
      <w:r w:rsidRPr="00A95BC4">
        <w:rPr>
          <w:rtl/>
          <w:lang w:bidi="fa-IR"/>
        </w:rPr>
        <w:t xml:space="preserve"> چون به حدّ رشد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او را حکمت و دانش عطا کرد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کوکاران</w:t>
      </w:r>
      <w:r w:rsidRPr="00A95BC4">
        <w:rPr>
          <w:rtl/>
          <w:lang w:bidi="fa-IR"/>
        </w:rPr>
        <w:t xml:space="preserve"> را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پاداش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.</w:t>
      </w:r>
    </w:p>
    <w:p w:rsidR="00A95BC4" w:rsidRPr="00A95BC4" w:rsidRDefault="00A95BC4" w:rsidP="00B831B6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حضرت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انسان بزرگوار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بود. فرزند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عقوب</w:t>
      </w:r>
      <w:r w:rsidRPr="00A95BC4">
        <w:rPr>
          <w:rtl/>
          <w:lang w:bidi="fa-IR"/>
        </w:rPr>
        <w:t xml:space="preserve"> نب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و انب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ا،</w:t>
      </w:r>
      <w:r w:rsidRPr="00A95BC4">
        <w:rPr>
          <w:rtl/>
          <w:lang w:bidi="fa-IR"/>
        </w:rPr>
        <w:t xml:space="preserve"> هرگز گِردِ حرام و معص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گشتند</w:t>
      </w:r>
      <w:r w:rsidRPr="00A95BC4">
        <w:rPr>
          <w:rtl/>
          <w:lang w:bidi="fa-IR"/>
        </w:rPr>
        <w:t xml:space="preserve"> و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چ‌گاه</w:t>
      </w:r>
      <w:r w:rsidRPr="00A95BC4">
        <w:rPr>
          <w:rtl/>
          <w:lang w:bidi="fa-IR"/>
        </w:rPr>
        <w:t xml:space="preserve"> در امانت 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انت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کردند</w:t>
      </w:r>
      <w:r w:rsidRPr="00A95BC4">
        <w:rPr>
          <w:rtl/>
          <w:lang w:bidi="fa-IR"/>
        </w:rPr>
        <w:t xml:space="preserve">.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توانست</w:t>
      </w:r>
      <w:r w:rsidRPr="00A95BC4">
        <w:rPr>
          <w:rtl/>
          <w:lang w:bidi="fa-IR"/>
        </w:rPr>
        <w:t xml:space="preserve"> در برابر نعمت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که او را در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بال و پر خود گرفته بود، ناسپاس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کند. او با خانواده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از سر </w:t>
      </w:r>
      <w:r w:rsidRPr="00A95BC4">
        <w:rPr>
          <w:rFonts w:hint="eastAsia"/>
          <w:rtl/>
          <w:lang w:bidi="fa-IR"/>
        </w:rPr>
        <w:t>صداقت</w:t>
      </w:r>
      <w:r w:rsidRPr="00A95BC4">
        <w:rPr>
          <w:rtl/>
          <w:lang w:bidi="fa-IR"/>
        </w:rPr>
        <w:t xml:space="preserve"> و امانت رفتار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.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اشارات 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</w:t>
      </w:r>
      <w:r w:rsidRPr="00A95BC4">
        <w:rPr>
          <w:rtl/>
          <w:lang w:bidi="fa-IR"/>
        </w:rPr>
        <w:t xml:space="preserve">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اما از آنها چشم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پوش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وانمود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که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داند</w:t>
      </w:r>
      <w:r w:rsidRPr="00A95BC4">
        <w:rPr>
          <w:rtl/>
          <w:lang w:bidi="fa-IR"/>
        </w:rPr>
        <w:t xml:space="preserve"> او چه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چه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خواهد،</w:t>
      </w:r>
      <w:r w:rsidRPr="00A95BC4">
        <w:rPr>
          <w:rtl/>
          <w:lang w:bidi="fa-IR"/>
        </w:rPr>
        <w:t xml:space="preserve">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روز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مصر، از شهر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رون</w:t>
      </w:r>
      <w:r w:rsidRPr="00A95BC4">
        <w:rPr>
          <w:rtl/>
          <w:lang w:bidi="fa-IR"/>
        </w:rPr>
        <w:t xml:space="preserve"> رفت 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عادت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مشغول خدمت بود. 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تخت نشسته و به مخده تک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داده بود 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را تماشا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>. 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</w:t>
      </w:r>
      <w:r w:rsidRPr="00A95BC4">
        <w:rPr>
          <w:rtl/>
          <w:lang w:bidi="fa-IR"/>
        </w:rPr>
        <w:t xml:space="preserve"> همه خدمت‌کاران را مرخص کرد و تنها از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خواست که بماند. سپس</w:t>
      </w:r>
      <w:r w:rsidR="00B831B6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از</w:t>
      </w:r>
      <w:r w:rsidRPr="00A95BC4">
        <w:rPr>
          <w:rtl/>
          <w:lang w:bidi="fa-IR"/>
        </w:rPr>
        <w:t xml:space="preserve"> جا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برخ</w:t>
      </w:r>
      <w:r w:rsidR="00B831B6">
        <w:rPr>
          <w:rFonts w:hint="cs"/>
          <w:rtl/>
          <w:lang w:bidi="fa-IR"/>
        </w:rPr>
        <w:t>و</w:t>
      </w:r>
      <w:r w:rsidRPr="00A95BC4">
        <w:rPr>
          <w:rtl/>
          <w:lang w:bidi="fa-IR"/>
        </w:rPr>
        <w:t xml:space="preserve">است و درها را بست و به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گفت: «اکنون من تسل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توام، هر کار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انجام 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که جوان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برومند 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کو</w:t>
      </w:r>
      <w:r w:rsidRPr="00A95BC4">
        <w:rPr>
          <w:rtl/>
          <w:lang w:bidi="fa-IR"/>
        </w:rPr>
        <w:t xml:space="preserve"> خصال بود و خداوند به او علم و حکمت داده و او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رسالت برگز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بود، قلب و اند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خود را متوجه خدا کرد و به او پناه برد و جواب داد: «پناه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برم</w:t>
      </w:r>
      <w:r w:rsidRPr="00A95BC4">
        <w:rPr>
          <w:rtl/>
          <w:lang w:bidi="fa-IR"/>
        </w:rPr>
        <w:t xml:space="preserve"> به خدا از آنچه تو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 حاشا که من به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که پرورنده من بوده، 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انت</w:t>
      </w:r>
      <w:r w:rsidRPr="00A95BC4">
        <w:rPr>
          <w:rtl/>
          <w:lang w:bidi="fa-IR"/>
        </w:rPr>
        <w:t xml:space="preserve"> کنم و نسبت به خدا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که مرا گرام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داشته، نافرمان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روا دارم. من ناسپاس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ستم</w:t>
      </w:r>
      <w:r w:rsidRPr="00A95BC4">
        <w:rPr>
          <w:rtl/>
          <w:lang w:bidi="fa-IR"/>
        </w:rPr>
        <w:t xml:space="preserve">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تو </w:t>
      </w:r>
      <w:r w:rsidRPr="00A95BC4">
        <w:rPr>
          <w:rtl/>
          <w:lang w:bidi="fa-IR"/>
        </w:rPr>
        <w:lastRenderedPageBreak/>
        <w:t>در اصل کار خوب و پسند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>. بانو! اگر من و تو درها را ببند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تا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 را نب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داشته باش که خداوند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</w:t>
      </w:r>
      <w:r w:rsidRPr="00A95BC4">
        <w:rPr>
          <w:rtl/>
          <w:lang w:bidi="fa-IR"/>
        </w:rPr>
        <w:t xml:space="preserve">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انت</w:t>
      </w:r>
      <w:r w:rsidRPr="00A95BC4">
        <w:rPr>
          <w:rtl/>
          <w:lang w:bidi="fa-IR"/>
        </w:rPr>
        <w:t xml:space="preserve"> را درم</w:t>
      </w:r>
      <w:r w:rsidRPr="00A95BC4">
        <w:rPr>
          <w:rFonts w:hint="cs"/>
          <w:rtl/>
          <w:lang w:bidi="fa-IR"/>
        </w:rPr>
        <w:t>ی‌ی</w:t>
      </w:r>
      <w:r w:rsidRPr="00A95BC4">
        <w:rPr>
          <w:rFonts w:hint="eastAsia"/>
          <w:rtl/>
          <w:lang w:bidi="fa-IR"/>
        </w:rPr>
        <w:t>ابد،</w:t>
      </w:r>
      <w:r w:rsidRPr="00A95BC4">
        <w:rPr>
          <w:rtl/>
          <w:lang w:bidi="fa-IR"/>
        </w:rPr>
        <w:t xml:space="preserve"> هر چند که از چشم‌ها </w:t>
      </w:r>
      <w:r w:rsidRPr="00A95BC4">
        <w:rPr>
          <w:rFonts w:hint="eastAsia"/>
          <w:rtl/>
          <w:lang w:bidi="fa-IR"/>
        </w:rPr>
        <w:t>پنهان</w:t>
      </w:r>
      <w:r w:rsidRPr="00A95BC4">
        <w:rPr>
          <w:rtl/>
          <w:lang w:bidi="fa-IR"/>
        </w:rPr>
        <w:t xml:space="preserve"> باشد. خداوند کسان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که معص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کنند،</w:t>
      </w:r>
      <w:r w:rsidRPr="00A95BC4">
        <w:rPr>
          <w:rtl/>
          <w:lang w:bidi="fa-IR"/>
        </w:rPr>
        <w:t xml:space="preserve"> دوست ندارد و آنها را عذاب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دهد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قالَ</w:t>
      </w:r>
      <w:r w:rsidRPr="00A95BC4">
        <w:rPr>
          <w:rtl/>
          <w:lang w:bidi="fa-IR"/>
        </w:rPr>
        <w:t xml:space="preserve"> مَعاذَ اللهِ إنَّه رَبِّ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أحسَنَ مَثوا</w:t>
      </w:r>
      <w:r w:rsidRPr="00A95BC4">
        <w:rPr>
          <w:rFonts w:hint="cs"/>
          <w:rtl/>
          <w:lang w:bidi="fa-IR"/>
        </w:rPr>
        <w:t>یَ</w:t>
      </w:r>
      <w:r w:rsidRPr="00A95BC4">
        <w:rPr>
          <w:rtl/>
          <w:lang w:bidi="fa-IR"/>
        </w:rPr>
        <w:t xml:space="preserve"> إنَّهُ لا </w:t>
      </w:r>
      <w:r w:rsidRPr="00A95BC4">
        <w:rPr>
          <w:rFonts w:hint="cs"/>
          <w:rtl/>
          <w:lang w:bidi="fa-IR"/>
        </w:rPr>
        <w:t>یُ</w:t>
      </w:r>
      <w:r w:rsidRPr="00A95BC4">
        <w:rPr>
          <w:rFonts w:hint="eastAsia"/>
          <w:rtl/>
          <w:lang w:bidi="fa-IR"/>
        </w:rPr>
        <w:t>فلِحُ</w:t>
      </w:r>
      <w:r w:rsidRPr="00A95BC4">
        <w:rPr>
          <w:rtl/>
          <w:lang w:bidi="fa-IR"/>
        </w:rPr>
        <w:t xml:space="preserve"> الظّالِمُونَ (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>: 23)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tl/>
          <w:lang w:bidi="fa-IR"/>
        </w:rPr>
        <w:t>[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>] گفت: پناه بر خدا! او پروردگار من است. جا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گاه</w:t>
      </w:r>
      <w:r w:rsidRPr="00A95BC4">
        <w:rPr>
          <w:rtl/>
          <w:lang w:bidi="fa-IR"/>
        </w:rPr>
        <w:t xml:space="preserve"> مرا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کو</w:t>
      </w:r>
      <w:r w:rsidRPr="00A95BC4">
        <w:rPr>
          <w:rtl/>
          <w:lang w:bidi="fa-IR"/>
        </w:rPr>
        <w:t xml:space="preserve"> داشته است، قطعاً ستمکاران رستگار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شوند</w:t>
      </w:r>
      <w:r w:rsidRPr="00A95BC4">
        <w:rPr>
          <w:rtl/>
          <w:lang w:bidi="fa-IR"/>
        </w:rPr>
        <w:t>.</w:t>
      </w:r>
    </w:p>
    <w:p w:rsidR="00A95BC4" w:rsidRPr="00A95BC4" w:rsidRDefault="00A95BC4" w:rsidP="002C5F4A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همسر</w:t>
      </w:r>
      <w:r w:rsidRPr="00A95BC4">
        <w:rPr>
          <w:rtl/>
          <w:lang w:bidi="fa-IR"/>
        </w:rPr>
        <w:t xml:space="preserve">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که زن سخت‌گ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و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بود، عاشق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خدمت‌کارانش شده بود، حال آنکه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خدمت‌کار، دست رد به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او زده بود. 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خا،</w:t>
      </w:r>
      <w:r w:rsidRPr="00A95BC4">
        <w:rPr>
          <w:rtl/>
          <w:lang w:bidi="fa-IR"/>
        </w:rPr>
        <w:t xml:space="preserve"> هرگز انتظار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برخورد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نداشت؛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همواره هر چه خواسته بود، برا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فراهم شده بود، مسلماً تحمل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="002C5F4A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رفتار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دشوار بود که خدمت‌کار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را به خاطر عشقش، تحق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کند.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وجود، او خشمش را فرو خورد و خواست که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را به زور به طرف خود بکشاند و به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ن،</w:t>
      </w:r>
      <w:r w:rsidRPr="00A95BC4">
        <w:rPr>
          <w:rtl/>
          <w:lang w:bidi="fa-IR"/>
        </w:rPr>
        <w:t xml:space="preserve"> اگر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برهان پروردگارش را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بر اساس غر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زه</w:t>
      </w:r>
      <w:r w:rsidRPr="00A95BC4">
        <w:rPr>
          <w:rtl/>
          <w:lang w:bidi="fa-IR"/>
        </w:rPr>
        <w:t xml:space="preserve">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تما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دا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کرد،</w:t>
      </w:r>
      <w:r w:rsidRPr="00A95BC4">
        <w:rPr>
          <w:rtl/>
          <w:lang w:bidi="fa-IR"/>
        </w:rPr>
        <w:t xml:space="preserve"> اما خداوند به او ب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برهان کمک کرد، تا بد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فحشا را از او دور کند،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او بنده برگز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خدا بود.</w:t>
      </w:r>
    </w:p>
    <w:p w:rsidR="00A95BC4" w:rsidRPr="00A95BC4" w:rsidRDefault="002C5F4A" w:rsidP="00A95BC4">
      <w:pPr>
        <w:pStyle w:val="libNormal"/>
        <w:rPr>
          <w:rtl/>
          <w:lang w:bidi="fa-IR"/>
        </w:rPr>
      </w:pPr>
      <w:r w:rsidRPr="002C5F4A">
        <w:rPr>
          <w:rStyle w:val="libAlaemChar"/>
          <w:rFonts w:hint="cs"/>
          <w:rtl/>
        </w:rPr>
        <w:t>(</w:t>
      </w:r>
      <w:r w:rsidR="00A95BC4" w:rsidRPr="002C5F4A">
        <w:rPr>
          <w:rStyle w:val="libAieChar"/>
          <w:rFonts w:hint="eastAsia"/>
          <w:rtl/>
        </w:rPr>
        <w:t>وَ</w:t>
      </w:r>
      <w:r w:rsidR="00A95BC4" w:rsidRPr="002C5F4A">
        <w:rPr>
          <w:rStyle w:val="libAieChar"/>
          <w:rtl/>
        </w:rPr>
        <w:t xml:space="preserve"> لَقَدْ هَمَّتْ بِهِ وَ هَمَّ بِها لَوْ لا انْ رَأ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tl/>
        </w:rPr>
        <w:t xml:space="preserve"> بُرْهانَ رَبِّهِ کَذلِکَ لِنَصْرِفَ عَنْهُ السُّوءَ وَ الْفَحْشاءَ إِنَّهُ مِنْ عِبادِنَا الْمُخْلَصِ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Fonts w:hint="eastAsia"/>
          <w:rtl/>
        </w:rPr>
        <w:t>نَ</w:t>
      </w:r>
      <w:r w:rsidRPr="002C5F4A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وسف</w:t>
      </w:r>
      <w:r w:rsidR="00A95BC4" w:rsidRPr="00A95BC4">
        <w:rPr>
          <w:rtl/>
          <w:lang w:bidi="fa-IR"/>
        </w:rPr>
        <w:t>: 24)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ترت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ب،</w:t>
      </w:r>
      <w:r w:rsidRPr="00A95BC4">
        <w:rPr>
          <w:rtl/>
          <w:lang w:bidi="fa-IR"/>
        </w:rPr>
        <w:t xml:space="preserve"> به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که از طرف خداوند، 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مبن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انجام‌ندادن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ابلاغ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شد،</w:t>
      </w:r>
      <w:r w:rsidRPr="00A95BC4">
        <w:rPr>
          <w:rtl/>
          <w:lang w:bidi="fa-IR"/>
        </w:rPr>
        <w:t xml:space="preserve"> وح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آمد که فرار کند،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فرار از قتل بهتر و رفتار مسالمت‌آم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بهتر از رفتار خشن است.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که قصد 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</w:t>
      </w:r>
      <w:r w:rsidRPr="00A95BC4">
        <w:rPr>
          <w:rtl/>
          <w:lang w:bidi="fa-IR"/>
        </w:rPr>
        <w:t xml:space="preserve"> را 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افته</w:t>
      </w:r>
      <w:r w:rsidRPr="00A95BC4">
        <w:rPr>
          <w:rtl/>
          <w:lang w:bidi="fa-IR"/>
        </w:rPr>
        <w:t xml:space="preserve"> بود، به سمت در فرار کرد و 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در پ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لحظه‌ا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در </w:t>
      </w:r>
      <w:r w:rsidRPr="00A95BC4">
        <w:rPr>
          <w:rtl/>
          <w:lang w:bidi="fa-IR"/>
        </w:rPr>
        <w:lastRenderedPageBreak/>
        <w:t>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دند،</w:t>
      </w:r>
      <w:r w:rsidRPr="00A95BC4">
        <w:rPr>
          <w:rtl/>
          <w:lang w:bidi="fa-IR"/>
        </w:rPr>
        <w:t xml:space="preserve"> 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</w:t>
      </w:r>
      <w:r w:rsidRPr="00A95BC4">
        <w:rPr>
          <w:rtl/>
          <w:lang w:bidi="fa-IR"/>
        </w:rPr>
        <w:t xml:space="preserve"> از پشت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راهن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را گرفت و کش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راهن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پاره شد.</w:t>
      </w:r>
    </w:p>
    <w:p w:rsidR="00A95BC4" w:rsidRPr="00A95BC4" w:rsidRDefault="00A95BC4" w:rsidP="002C5F4A">
      <w:pPr>
        <w:pStyle w:val="libNormal"/>
        <w:rPr>
          <w:rtl/>
          <w:lang w:bidi="fa-IR"/>
        </w:rPr>
      </w:pP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>، در را گشود،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پشت در و مقابل خود،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مصر را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با تعجب به هر دو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 نگاه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کرد،</w:t>
      </w:r>
      <w:r w:rsidRPr="00A95BC4">
        <w:rPr>
          <w:rtl/>
          <w:lang w:bidi="fa-IR"/>
        </w:rPr>
        <w:t xml:space="preserve"> زن که حرف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گفتن نداشت،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انتقام از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گناه</w:t>
      </w:r>
      <w:r w:rsidRPr="00A95BC4">
        <w:rPr>
          <w:rtl/>
          <w:lang w:bidi="fa-IR"/>
        </w:rPr>
        <w:t xml:space="preserve"> جلوه دادن خود، با چهره‌ا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حق به جانب و از 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مکر و 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له</w:t>
      </w:r>
      <w:r w:rsidRPr="00A95BC4">
        <w:rPr>
          <w:rtl/>
          <w:lang w:bidi="fa-IR"/>
        </w:rPr>
        <w:t xml:space="preserve">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! 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وسف، حر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خانواده تو را رعا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نکرده و از</w:t>
      </w:r>
      <w:r w:rsidR="002C5F4A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شرافت</w:t>
      </w:r>
      <w:r w:rsidRPr="00A95BC4">
        <w:rPr>
          <w:rtl/>
          <w:lang w:bidi="fa-IR"/>
        </w:rPr>
        <w:t xml:space="preserve"> تو محافظت ننموده، او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از من کام بگ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رد»</w:t>
      </w:r>
      <w:r w:rsidRPr="00A95BC4">
        <w:rPr>
          <w:rtl/>
          <w:lang w:bidi="fa-IR"/>
        </w:rPr>
        <w:t>.</w:t>
      </w:r>
    </w:p>
    <w:p w:rsidR="00A95BC4" w:rsidRPr="00A95BC4" w:rsidRDefault="002C5F4A" w:rsidP="00A95BC4">
      <w:pPr>
        <w:pStyle w:val="libNormal"/>
        <w:rPr>
          <w:rtl/>
          <w:lang w:bidi="fa-IR"/>
        </w:rPr>
      </w:pPr>
      <w:r w:rsidRPr="002C5F4A">
        <w:rPr>
          <w:rStyle w:val="libAlaemChar"/>
          <w:rFonts w:hint="cs"/>
          <w:rtl/>
        </w:rPr>
        <w:t>(</w:t>
      </w:r>
      <w:r w:rsidR="00A95BC4" w:rsidRPr="002C5F4A">
        <w:rPr>
          <w:rStyle w:val="libAieChar"/>
          <w:rFonts w:hint="eastAsia"/>
          <w:rtl/>
        </w:rPr>
        <w:t>ما</w:t>
      </w:r>
      <w:r w:rsidR="00A95BC4" w:rsidRPr="002C5F4A">
        <w:rPr>
          <w:rStyle w:val="libAieChar"/>
          <w:rtl/>
        </w:rPr>
        <w:t xml:space="preserve"> جَزاءُ مَنْ ارادَ بِأَهْلِکَ سُوءاً إِلَّا انْ </w:t>
      </w:r>
      <w:r w:rsidR="00A95BC4" w:rsidRPr="002C5F4A">
        <w:rPr>
          <w:rStyle w:val="libAieChar"/>
          <w:rFonts w:hint="cs"/>
          <w:rtl/>
        </w:rPr>
        <w:t>یُ</w:t>
      </w:r>
      <w:r w:rsidR="00A95BC4" w:rsidRPr="002C5F4A">
        <w:rPr>
          <w:rStyle w:val="libAieChar"/>
          <w:rFonts w:hint="eastAsia"/>
          <w:rtl/>
        </w:rPr>
        <w:t>سْجَنَ</w:t>
      </w:r>
      <w:r w:rsidR="00A95BC4" w:rsidRPr="002C5F4A">
        <w:rPr>
          <w:rStyle w:val="libAieChar"/>
          <w:rtl/>
        </w:rPr>
        <w:t xml:space="preserve"> اوْ عَذابٌ الِ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Fonts w:hint="eastAsia"/>
          <w:rtl/>
        </w:rPr>
        <w:t>مٌ</w:t>
      </w:r>
      <w:r w:rsidR="00A95BC4" w:rsidRPr="00A95BC4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)</w:t>
      </w:r>
      <w:r w:rsidR="00A95BC4" w:rsidRPr="00A95BC4">
        <w:rPr>
          <w:rtl/>
          <w:lang w:bidi="fa-IR"/>
        </w:rPr>
        <w:t>(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وسف</w:t>
      </w:r>
      <w:r w:rsidR="00A95BC4" w:rsidRPr="00A95BC4">
        <w:rPr>
          <w:rtl/>
          <w:lang w:bidi="fa-IR"/>
        </w:rPr>
        <w:t>: 25)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جزا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قصد بد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خانواده تو کرده جز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زندان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با 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فر</w:t>
      </w:r>
      <w:r w:rsidRPr="00A95BC4">
        <w:rPr>
          <w:rtl/>
          <w:lang w:bidi="fa-IR"/>
        </w:rPr>
        <w:t xml:space="preserve"> دردناک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شود، چه خواهد بود؟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هم که چاره‌ا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جز گفتن حق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قت</w:t>
      </w:r>
      <w:r w:rsidRPr="00A95BC4">
        <w:rPr>
          <w:rtl/>
          <w:lang w:bidi="fa-IR"/>
        </w:rPr>
        <w:t xml:space="preserve"> نداشت، همه اتفاق‌ها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ش‌آمده</w:t>
      </w:r>
      <w:r w:rsidRPr="00A95BC4">
        <w:rPr>
          <w:rtl/>
          <w:lang w:bidi="fa-IR"/>
        </w:rPr>
        <w:t xml:space="preserve">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تعر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</w:t>
      </w:r>
      <w:r w:rsidRPr="00A95BC4">
        <w:rPr>
          <w:rtl/>
          <w:lang w:bidi="fa-IR"/>
        </w:rPr>
        <w:t xml:space="preserve"> کرد.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مصر،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</w:t>
      </w:r>
      <w:r w:rsidRPr="00A95BC4">
        <w:rPr>
          <w:rtl/>
          <w:lang w:bidi="fa-IR"/>
        </w:rPr>
        <w:t xml:space="preserve"> که کدام‌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راست و کدام‌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دروغ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</w:t>
      </w:r>
      <w:r w:rsidRPr="00A95BC4">
        <w:rPr>
          <w:rtl/>
          <w:lang w:bidi="fa-IR"/>
        </w:rPr>
        <w:t xml:space="preserve">. اما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بستگان همسر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مصر گفت:</w:t>
      </w:r>
    </w:p>
    <w:p w:rsidR="00A95BC4" w:rsidRPr="00A95BC4" w:rsidRDefault="002C5F4A" w:rsidP="00A95BC4">
      <w:pPr>
        <w:pStyle w:val="libNormal"/>
        <w:rPr>
          <w:rtl/>
          <w:lang w:bidi="fa-IR"/>
        </w:rPr>
      </w:pPr>
      <w:r w:rsidRPr="002C5F4A">
        <w:rPr>
          <w:rStyle w:val="libAlaemChar"/>
          <w:rFonts w:hint="cs"/>
          <w:rtl/>
        </w:rPr>
        <w:t>(</w:t>
      </w:r>
      <w:r w:rsidR="00A95BC4" w:rsidRPr="002C5F4A">
        <w:rPr>
          <w:rStyle w:val="libAieChar"/>
          <w:rFonts w:hint="eastAsia"/>
          <w:rtl/>
        </w:rPr>
        <w:t>إِنْ</w:t>
      </w:r>
      <w:r w:rsidR="00A95BC4" w:rsidRPr="002C5F4A">
        <w:rPr>
          <w:rStyle w:val="libAieChar"/>
          <w:rtl/>
        </w:rPr>
        <w:t xml:space="preserve"> کانَ قَمِ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Fonts w:hint="eastAsia"/>
          <w:rtl/>
        </w:rPr>
        <w:t>صُهُ</w:t>
      </w:r>
      <w:r w:rsidR="00A95BC4" w:rsidRPr="002C5F4A">
        <w:rPr>
          <w:rStyle w:val="libAieChar"/>
          <w:rtl/>
        </w:rPr>
        <w:t xml:space="preserve"> قُدَّ مِنْ قُبُلٍ فَصَدَقَتْ وَ هُوَ مِنَ الْکاذِبِ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Fonts w:hint="eastAsia"/>
          <w:rtl/>
        </w:rPr>
        <w:t>نَ</w:t>
      </w:r>
      <w:r w:rsidR="00A95BC4" w:rsidRPr="002C5F4A">
        <w:rPr>
          <w:rStyle w:val="libAieChar"/>
          <w:rtl/>
        </w:rPr>
        <w:t>* وَ إِنْ کانَ قَمِ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Fonts w:hint="eastAsia"/>
          <w:rtl/>
        </w:rPr>
        <w:t>صُهُ</w:t>
      </w:r>
      <w:r w:rsidR="00A95BC4" w:rsidRPr="002C5F4A">
        <w:rPr>
          <w:rStyle w:val="libAieChar"/>
          <w:rtl/>
        </w:rPr>
        <w:t xml:space="preserve"> قُدَّ مِنْ دُبُرٍ فَکَذَبَتْ وَ هُوَ مِنَ الصَّادِقِ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Fonts w:hint="eastAsia"/>
          <w:rtl/>
        </w:rPr>
        <w:t>نَ</w:t>
      </w:r>
      <w:r w:rsidRPr="002C5F4A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وسف</w:t>
      </w:r>
      <w:r w:rsidR="00A95BC4" w:rsidRPr="00A95BC4">
        <w:rPr>
          <w:rtl/>
          <w:lang w:bidi="fa-IR"/>
        </w:rPr>
        <w:t>: 26 و 27)</w:t>
      </w:r>
    </w:p>
    <w:p w:rsidR="00A95BC4" w:rsidRPr="00A95BC4" w:rsidRDefault="00A95BC4" w:rsidP="002C5F4A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اگر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راهن</w:t>
      </w:r>
      <w:r w:rsidRPr="00A95BC4">
        <w:rPr>
          <w:rtl/>
          <w:lang w:bidi="fa-IR"/>
        </w:rPr>
        <w:t xml:space="preserve"> او [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>] از جلو پاره شده باشد، 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</w:t>
      </w:r>
      <w:r w:rsidRPr="00A95BC4">
        <w:rPr>
          <w:rtl/>
          <w:lang w:bidi="fa-IR"/>
        </w:rPr>
        <w:t xml:space="preserve"> راست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او [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] دروغگوست و چنانچه از پشت پاره شده باشد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راست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زن دروغگو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>.</w:t>
      </w:r>
    </w:p>
    <w:p w:rsidR="00A95BC4" w:rsidRPr="00A95BC4" w:rsidRDefault="00A95BC4" w:rsidP="002C5F4A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مصر، 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</w:t>
      </w:r>
      <w:r w:rsidRPr="00A95BC4">
        <w:rPr>
          <w:rtl/>
          <w:lang w:bidi="fa-IR"/>
        </w:rPr>
        <w:t xml:space="preserve"> که 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حکم درست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داده است.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راهن</w:t>
      </w:r>
      <w:r w:rsidRPr="00A95BC4">
        <w:rPr>
          <w:rtl/>
          <w:lang w:bidi="fa-IR"/>
        </w:rPr>
        <w:t xml:space="preserve">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آوردند و او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راهن</w:t>
      </w:r>
      <w:r w:rsidRPr="00A95BC4">
        <w:rPr>
          <w:rtl/>
          <w:lang w:bidi="fa-IR"/>
        </w:rPr>
        <w:t xml:space="preserve"> از پشت پاره شده است. 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ن‌وس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له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گناه</w:t>
      </w:r>
      <w:r w:rsidRPr="00A95BC4">
        <w:rPr>
          <w:rtl/>
          <w:lang w:bidi="fa-IR"/>
        </w:rPr>
        <w:t xml:space="preserve"> دانسته شد.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مصر، به سمت 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</w:t>
      </w:r>
      <w:r w:rsidRPr="00A95BC4">
        <w:rPr>
          <w:rtl/>
          <w:lang w:bidi="fa-IR"/>
        </w:rPr>
        <w:t xml:space="preserve"> رفت و او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خواسته از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وسف،</w:t>
      </w:r>
      <w:r w:rsidRPr="00A95BC4">
        <w:rPr>
          <w:rtl/>
          <w:lang w:bidi="fa-IR"/>
        </w:rPr>
        <w:t xml:space="preserve"> ملامت کرد و به او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از 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له</w:t>
      </w:r>
      <w:r w:rsidRPr="00A95BC4">
        <w:rPr>
          <w:rtl/>
          <w:lang w:bidi="fa-IR"/>
        </w:rPr>
        <w:t xml:space="preserve"> شما زنان ا</w:t>
      </w:r>
      <w:r w:rsidRPr="00A95BC4">
        <w:rPr>
          <w:rFonts w:hint="eastAsia"/>
          <w:rtl/>
          <w:lang w:bidi="fa-IR"/>
        </w:rPr>
        <w:t>ست،</w:t>
      </w:r>
      <w:r w:rsidRPr="00A95BC4">
        <w:rPr>
          <w:rtl/>
          <w:lang w:bidi="fa-IR"/>
        </w:rPr>
        <w:t xml:space="preserve"> البته 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له</w:t>
      </w:r>
      <w:r w:rsidRPr="00A95BC4">
        <w:rPr>
          <w:rtl/>
          <w:lang w:bidi="fa-IR"/>
        </w:rPr>
        <w:t xml:space="preserve"> شما </w:t>
      </w:r>
      <w:r w:rsidRPr="00A95BC4">
        <w:rPr>
          <w:rtl/>
          <w:lang w:bidi="fa-IR"/>
        </w:rPr>
        <w:lastRenderedPageBreak/>
        <w:t>شگرف است»،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="002C5F4A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مصر</w:t>
      </w:r>
      <w:r w:rsidRPr="00A95BC4">
        <w:rPr>
          <w:rtl/>
          <w:lang w:bidi="fa-IR"/>
        </w:rPr>
        <w:t xml:space="preserve"> از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خواست که در مورد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موضوع، با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کس سخن نگو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رسوا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بزرگ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و به همسرش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گفت:</w:t>
      </w:r>
    </w:p>
    <w:p w:rsidR="00A95BC4" w:rsidRPr="00A95BC4" w:rsidRDefault="002C5F4A" w:rsidP="00A95BC4">
      <w:pPr>
        <w:pStyle w:val="libNormal"/>
        <w:rPr>
          <w:rtl/>
          <w:lang w:bidi="fa-IR"/>
        </w:rPr>
      </w:pPr>
      <w:r w:rsidRPr="002C5F4A">
        <w:rPr>
          <w:rStyle w:val="libAlaemChar"/>
          <w:rFonts w:hint="cs"/>
          <w:rtl/>
        </w:rPr>
        <w:t>(</w:t>
      </w:r>
      <w:r w:rsidR="00A95BC4" w:rsidRPr="002C5F4A">
        <w:rPr>
          <w:rStyle w:val="libAieChar"/>
          <w:rFonts w:hint="eastAsia"/>
          <w:rtl/>
        </w:rPr>
        <w:t>وَ</w:t>
      </w:r>
      <w:r w:rsidR="00A95BC4" w:rsidRPr="002C5F4A">
        <w:rPr>
          <w:rStyle w:val="libAieChar"/>
          <w:rtl/>
        </w:rPr>
        <w:t xml:space="preserve"> اسْتَغْفِرِ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tl/>
        </w:rPr>
        <w:t xml:space="preserve"> لِذَنْبِکِ إِنَّکِ کُنْتِ مِنَ الْخاطِئِ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Fonts w:hint="eastAsia"/>
          <w:rtl/>
        </w:rPr>
        <w:t>نَ</w:t>
      </w:r>
      <w:r w:rsidR="00A95BC4" w:rsidRPr="00A95BC4">
        <w:rPr>
          <w:rtl/>
          <w:lang w:bidi="fa-IR"/>
        </w:rPr>
        <w:t xml:space="preserve"> </w:t>
      </w:r>
      <w:r w:rsidRPr="002C5F4A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>(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وسف</w:t>
      </w:r>
      <w:r w:rsidR="00A95BC4" w:rsidRPr="00A95BC4">
        <w:rPr>
          <w:rtl/>
          <w:lang w:bidi="fa-IR"/>
        </w:rPr>
        <w:t>: 29)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و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زن! تو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خلاف خود استغفار کن که تو از خطاکاران بوده‌ا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شهر و قصر، 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</w:t>
      </w:r>
      <w:r w:rsidRPr="00A95BC4">
        <w:rPr>
          <w:rtl/>
          <w:lang w:bidi="fa-IR"/>
        </w:rPr>
        <w:t xml:space="preserve"> شد که زن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مصر، عاشق غلامش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شده است. زنان، زبان به ملامت او گشودند و او را سرزنش کردند. 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خا،</w:t>
      </w:r>
      <w:r w:rsidRPr="00A95BC4">
        <w:rPr>
          <w:rtl/>
          <w:lang w:bidi="fa-IR"/>
        </w:rPr>
        <w:t xml:space="preserve"> که همچنان در آتش عشق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سوخت،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</w:t>
      </w:r>
      <w:r w:rsidRPr="00A95BC4">
        <w:rPr>
          <w:rtl/>
          <w:lang w:bidi="fa-IR"/>
        </w:rPr>
        <w:t xml:space="preserve"> چه کند، از طرف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هم، شماتت زنان او را آشفته‌تر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>.</w:t>
      </w:r>
    </w:p>
    <w:p w:rsidR="00A95BC4" w:rsidRPr="00A95BC4" w:rsidRDefault="002C5F4A" w:rsidP="00A95BC4">
      <w:pPr>
        <w:pStyle w:val="libNormal"/>
        <w:rPr>
          <w:rtl/>
          <w:lang w:bidi="fa-IR"/>
        </w:rPr>
      </w:pPr>
      <w:r w:rsidRPr="002C5F4A">
        <w:rPr>
          <w:rStyle w:val="libAlaemChar"/>
          <w:rFonts w:hint="cs"/>
          <w:rtl/>
        </w:rPr>
        <w:t>(</w:t>
      </w:r>
      <w:r w:rsidR="00A95BC4" w:rsidRPr="002C5F4A">
        <w:rPr>
          <w:rStyle w:val="libAieChar"/>
          <w:rFonts w:hint="eastAsia"/>
          <w:rtl/>
        </w:rPr>
        <w:t>وَ</w:t>
      </w:r>
      <w:r w:rsidR="00A95BC4" w:rsidRPr="002C5F4A">
        <w:rPr>
          <w:rStyle w:val="libAieChar"/>
          <w:rtl/>
        </w:rPr>
        <w:t xml:space="preserve"> قالَ نِسْوَةٌ فِ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tl/>
        </w:rPr>
        <w:t xml:space="preserve"> الْمَدِ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Fonts w:hint="eastAsia"/>
          <w:rtl/>
        </w:rPr>
        <w:t>نَةِ</w:t>
      </w:r>
      <w:r w:rsidR="00A95BC4" w:rsidRPr="002C5F4A">
        <w:rPr>
          <w:rStyle w:val="libAieChar"/>
          <w:rtl/>
        </w:rPr>
        <w:t xml:space="preserve"> امْرَأَتُ الْعَزِ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Fonts w:hint="eastAsia"/>
          <w:rtl/>
        </w:rPr>
        <w:t>زِ</w:t>
      </w:r>
      <w:r w:rsidR="00A95BC4" w:rsidRPr="002C5F4A">
        <w:rPr>
          <w:rStyle w:val="libAieChar"/>
          <w:rtl/>
        </w:rPr>
        <w:t xml:space="preserve"> تُراوِدُ فَتاها عَنْ نَفْسِهِ قَدْ شَغَفَها حُبًّا إِنَّا لَنَراها فِ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tl/>
        </w:rPr>
        <w:t xml:space="preserve"> ضَلالٍ مُبِ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Fonts w:hint="eastAsia"/>
          <w:rtl/>
        </w:rPr>
        <w:t>نٍ</w:t>
      </w:r>
      <w:r w:rsidRPr="002C5F4A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وسف</w:t>
      </w:r>
      <w:r w:rsidR="00A95BC4" w:rsidRPr="00A95BC4">
        <w:rPr>
          <w:rtl/>
          <w:lang w:bidi="fa-IR"/>
        </w:rPr>
        <w:t>: 30)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tl/>
          <w:lang w:bidi="fa-IR"/>
        </w:rPr>
        <w:t>[ا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جر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در شهر منعکس شد]؛ گروه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زنان شهر گفتند: همسر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غلامش را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 دعوت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>. عشق [ا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جوان]، در اعماق قلبش نفوذ کرده؛ ما او را در گمراه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آشکار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.</w:t>
      </w:r>
    </w:p>
    <w:p w:rsidR="00A95BC4" w:rsidRPr="00A95BC4" w:rsidRDefault="00A95BC4" w:rsidP="002C5F4A">
      <w:pPr>
        <w:pStyle w:val="Heading2"/>
        <w:rPr>
          <w:rtl/>
        </w:rPr>
      </w:pPr>
      <w:bookmarkStart w:id="84" w:name="_Toc504390400"/>
      <w:bookmarkStart w:id="85" w:name="_Toc504390491"/>
      <w:r w:rsidRPr="00A95BC4">
        <w:rPr>
          <w:rFonts w:hint="eastAsia"/>
          <w:rtl/>
        </w:rPr>
        <w:t>مهمان</w:t>
      </w:r>
      <w:r w:rsidRPr="00A95BC4">
        <w:rPr>
          <w:rFonts w:hint="cs"/>
          <w:rtl/>
        </w:rPr>
        <w:t>ی</w:t>
      </w:r>
      <w:r w:rsidRPr="00A95BC4">
        <w:rPr>
          <w:rtl/>
        </w:rPr>
        <w:t xml:space="preserve"> زل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خا</w:t>
      </w:r>
      <w:bookmarkEnd w:id="84"/>
      <w:bookmarkEnd w:id="85"/>
    </w:p>
    <w:p w:rsidR="00A95BC4" w:rsidRPr="00A95BC4" w:rsidRDefault="00A95BC4" w:rsidP="002C5F4A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خا،</w:t>
      </w:r>
      <w:r w:rsidRPr="00A95BC4">
        <w:rPr>
          <w:rtl/>
          <w:lang w:bidi="fa-IR"/>
        </w:rPr>
        <w:t xml:space="preserve"> بدگو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زنان را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به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ل،</w:t>
      </w:r>
      <w:r w:rsidRPr="00A95BC4">
        <w:rPr>
          <w:rtl/>
          <w:lang w:bidi="fa-IR"/>
        </w:rPr>
        <w:t xml:space="preserve"> مهمان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ترت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داد و همه زنان را دعوت کرد و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 محفل و تک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ه‌گاه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آماده نمود و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آنکه به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شک نکنند، انواع و اقسام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وه‌ها</w:t>
      </w:r>
      <w:r w:rsidRPr="00A95BC4">
        <w:rPr>
          <w:rtl/>
          <w:lang w:bidi="fa-IR"/>
        </w:rPr>
        <w:t xml:space="preserve"> و خوراک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ها</w:t>
      </w:r>
      <w:r w:rsidRPr="00A95BC4">
        <w:rPr>
          <w:rtl/>
          <w:lang w:bidi="fa-IR"/>
        </w:rPr>
        <w:t xml:space="preserve">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 تدارک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به دست هر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ک،</w:t>
      </w:r>
      <w:r w:rsidRPr="00A95BC4">
        <w:rPr>
          <w:rtl/>
          <w:lang w:bidi="fa-IR"/>
        </w:rPr>
        <w:t xml:space="preserve"> چاقو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داد و به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گفت: «ب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و</w:t>
      </w:r>
      <w:r w:rsidRPr="00A95BC4">
        <w:rPr>
          <w:rtl/>
          <w:lang w:bidi="fa-IR"/>
        </w:rPr>
        <w:t xml:space="preserve"> از</w:t>
      </w:r>
      <w:r w:rsidR="002C5F4A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زنان عبور و از آنها 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کن».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آمد، آنها از جا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م‌خ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شدند و با تعجب بدون آنکه مژه بر هم بزنند، محو جمال و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شدند.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را جوان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</w:t>
      </w:r>
      <w:r w:rsidRPr="00A95BC4">
        <w:rPr>
          <w:rtl/>
          <w:lang w:bidi="fa-IR"/>
        </w:rPr>
        <w:t xml:space="preserve"> که مانند جوانان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ست،</w:t>
      </w:r>
      <w:r w:rsidRPr="00A95BC4">
        <w:rPr>
          <w:rtl/>
          <w:lang w:bidi="fa-IR"/>
        </w:rPr>
        <w:t xml:space="preserve"> چهره‌اش سپ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نوران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چشم‌ها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باست</w:t>
      </w:r>
      <w:r w:rsidRPr="00A95BC4">
        <w:rPr>
          <w:rtl/>
          <w:lang w:bidi="fa-IR"/>
        </w:rPr>
        <w:t>. آنها 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و شرم را کنار گذاشته و با حسرت به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Pr="00A95BC4">
        <w:rPr>
          <w:rtl/>
          <w:lang w:bidi="fa-IR"/>
        </w:rPr>
        <w:lastRenderedPageBreak/>
        <w:t>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نگر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ستند</w:t>
      </w:r>
      <w:r w:rsidRPr="00A95BC4">
        <w:rPr>
          <w:rtl/>
          <w:lang w:bidi="fa-IR"/>
        </w:rPr>
        <w:t>. زنان آن‌قدر محو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شده بودند که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اراده</w:t>
      </w:r>
      <w:r w:rsidRPr="00A95BC4">
        <w:rPr>
          <w:rtl/>
          <w:lang w:bidi="fa-IR"/>
        </w:rPr>
        <w:t xml:space="preserve"> با چاقو دستان خود را بر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</w:t>
      </w:r>
      <w:r w:rsidRPr="00A95BC4">
        <w:rPr>
          <w:rtl/>
          <w:lang w:bidi="fa-IR"/>
        </w:rPr>
        <w:t>. آنها فقط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گفتند</w:t>
      </w:r>
      <w:r w:rsidRPr="00A95BC4">
        <w:rPr>
          <w:rtl/>
          <w:lang w:bidi="fa-IR"/>
        </w:rPr>
        <w:t>:</w:t>
      </w:r>
      <w:r w:rsidR="002C5F4A" w:rsidRPr="002C5F4A">
        <w:rPr>
          <w:rStyle w:val="libAlaemChar"/>
          <w:rFonts w:hint="cs"/>
          <w:rtl/>
        </w:rPr>
        <w:t>(</w:t>
      </w:r>
      <w:r w:rsidRPr="00A95BC4">
        <w:rPr>
          <w:rtl/>
          <w:lang w:bidi="fa-IR"/>
        </w:rPr>
        <w:t xml:space="preserve"> </w:t>
      </w:r>
      <w:r w:rsidRPr="002C5F4A">
        <w:rPr>
          <w:rStyle w:val="libAieChar"/>
          <w:rtl/>
        </w:rPr>
        <w:t>حاشَ لِلّهِ ما هذا بَشَراً إن هذا إلَّا مَلَکٌ کَر</w:t>
      </w:r>
      <w:r w:rsidRPr="002C5F4A">
        <w:rPr>
          <w:rStyle w:val="libAieChar"/>
          <w:rFonts w:hint="cs"/>
          <w:rtl/>
        </w:rPr>
        <w:t>ی</w:t>
      </w:r>
      <w:r w:rsidRPr="002C5F4A">
        <w:rPr>
          <w:rStyle w:val="libAieChar"/>
          <w:rFonts w:hint="eastAsia"/>
          <w:rtl/>
        </w:rPr>
        <w:t>مٌ؛</w:t>
      </w:r>
      <w:r w:rsidR="002C5F4A" w:rsidRPr="002C5F4A">
        <w:rPr>
          <w:rStyle w:val="libAieChar"/>
          <w:rFonts w:hint="cs"/>
          <w:rtl/>
        </w:rPr>
        <w:t>؟</w:t>
      </w:r>
      <w:r w:rsidR="002C5F4A" w:rsidRPr="002C5F4A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 xml:space="preserve"> «خدا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تو منزه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!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بشر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جز فرشته‌ا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بزرگوار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 xml:space="preserve"> (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>: 31).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خا،</w:t>
      </w:r>
      <w:r w:rsidRPr="00A95BC4">
        <w:rPr>
          <w:rtl/>
          <w:lang w:bidi="fa-IR"/>
        </w:rPr>
        <w:t xml:space="preserve"> دستانش را به هم زد و خطاب به زنان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دست خود را بر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بودند،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همان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است که شما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لحظه‌ا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کوتاه او را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اما من هر روز او را در خانه‌ام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نم</w:t>
      </w:r>
      <w:r w:rsidRPr="00A95BC4">
        <w:rPr>
          <w:rtl/>
          <w:lang w:bidi="fa-IR"/>
        </w:rPr>
        <w:t xml:space="preserve"> و او همواره در مقابل چشمان من است. من خود را بر او عرضه کردم، اما او به خاطر پاک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اش</w:t>
      </w:r>
      <w:r w:rsidRPr="00A95BC4">
        <w:rPr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مرا</w:t>
      </w:r>
      <w:r w:rsidRPr="00A95BC4">
        <w:rPr>
          <w:rtl/>
          <w:lang w:bidi="fa-IR"/>
        </w:rPr>
        <w:t xml:space="preserve"> ناد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گرفت.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همان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که مرا درباره او ملامت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من از او کام خواستم،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پاک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ورز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از شما پنهان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کنم</w:t>
      </w:r>
      <w:r w:rsidRPr="00A95BC4">
        <w:rPr>
          <w:rtl/>
          <w:lang w:bidi="fa-IR"/>
        </w:rPr>
        <w:t xml:space="preserve"> که من خواهان او هستم و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مالک قلب خود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ستم،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او قلب و روح مرا آکنده است».</w:t>
      </w:r>
    </w:p>
    <w:p w:rsidR="00A95BC4" w:rsidRPr="00A95BC4" w:rsidRDefault="002C5F4A" w:rsidP="00A95BC4">
      <w:pPr>
        <w:pStyle w:val="libNormal"/>
        <w:rPr>
          <w:rtl/>
          <w:lang w:bidi="fa-IR"/>
        </w:rPr>
      </w:pPr>
      <w:r w:rsidRPr="002C5F4A">
        <w:rPr>
          <w:rStyle w:val="libAlaemChar"/>
          <w:rFonts w:hint="cs"/>
          <w:rtl/>
        </w:rPr>
        <w:t>(</w:t>
      </w:r>
      <w:r w:rsidR="00A95BC4" w:rsidRPr="002C5F4A">
        <w:rPr>
          <w:rStyle w:val="libAieChar"/>
          <w:rFonts w:hint="eastAsia"/>
          <w:rtl/>
        </w:rPr>
        <w:t>وَ</w:t>
      </w:r>
      <w:r w:rsidR="00A95BC4" w:rsidRPr="002C5F4A">
        <w:rPr>
          <w:rStyle w:val="libAieChar"/>
          <w:rtl/>
        </w:rPr>
        <w:t xml:space="preserve"> لَئِنْ لَمْ </w:t>
      </w:r>
      <w:r w:rsidR="00A95BC4" w:rsidRPr="002C5F4A">
        <w:rPr>
          <w:rStyle w:val="libAieChar"/>
          <w:rFonts w:hint="cs"/>
          <w:rtl/>
        </w:rPr>
        <w:t>یَ</w:t>
      </w:r>
      <w:r w:rsidR="00A95BC4" w:rsidRPr="002C5F4A">
        <w:rPr>
          <w:rStyle w:val="libAieChar"/>
          <w:rFonts w:hint="eastAsia"/>
          <w:rtl/>
        </w:rPr>
        <w:t>فْعَلْ</w:t>
      </w:r>
      <w:r w:rsidR="00A95BC4" w:rsidRPr="002C5F4A">
        <w:rPr>
          <w:rStyle w:val="libAieChar"/>
          <w:rtl/>
        </w:rPr>
        <w:t xml:space="preserve"> ما آمُرُهُ لَ</w:t>
      </w:r>
      <w:r w:rsidR="00A95BC4" w:rsidRPr="002C5F4A">
        <w:rPr>
          <w:rStyle w:val="libAieChar"/>
          <w:rFonts w:hint="cs"/>
          <w:rtl/>
        </w:rPr>
        <w:t>یُ</w:t>
      </w:r>
      <w:r w:rsidR="00A95BC4" w:rsidRPr="002C5F4A">
        <w:rPr>
          <w:rStyle w:val="libAieChar"/>
          <w:rFonts w:hint="eastAsia"/>
          <w:rtl/>
        </w:rPr>
        <w:t>سْجَنَنَّ</w:t>
      </w:r>
      <w:r w:rsidR="00A95BC4" w:rsidRPr="002C5F4A">
        <w:rPr>
          <w:rStyle w:val="libAieChar"/>
          <w:rtl/>
        </w:rPr>
        <w:t xml:space="preserve"> وَ لَ</w:t>
      </w:r>
      <w:r w:rsidR="00A95BC4" w:rsidRPr="002C5F4A">
        <w:rPr>
          <w:rStyle w:val="libAieChar"/>
          <w:rFonts w:hint="cs"/>
          <w:rtl/>
        </w:rPr>
        <w:t>یَ</w:t>
      </w:r>
      <w:r w:rsidR="00A95BC4" w:rsidRPr="002C5F4A">
        <w:rPr>
          <w:rStyle w:val="libAieChar"/>
          <w:rFonts w:hint="eastAsia"/>
          <w:rtl/>
        </w:rPr>
        <w:t>کُوناً</w:t>
      </w:r>
      <w:r w:rsidR="00A95BC4" w:rsidRPr="002C5F4A">
        <w:rPr>
          <w:rStyle w:val="libAieChar"/>
          <w:rtl/>
        </w:rPr>
        <w:t xml:space="preserve"> مِنَ الصَّاغِرِ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Fonts w:hint="eastAsia"/>
          <w:rtl/>
        </w:rPr>
        <w:t>نَ</w:t>
      </w:r>
      <w:r w:rsidRPr="002C5F4A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وسف</w:t>
      </w:r>
      <w:r w:rsidR="00A95BC4" w:rsidRPr="00A95BC4">
        <w:rPr>
          <w:rtl/>
          <w:lang w:bidi="fa-IR"/>
        </w:rPr>
        <w:t>: 32)</w:t>
      </w:r>
    </w:p>
    <w:p w:rsidR="00A95BC4" w:rsidRPr="00A95BC4" w:rsidRDefault="00A95BC4" w:rsidP="002C5F4A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و</w:t>
      </w:r>
      <w:r w:rsidRPr="00A95BC4">
        <w:rPr>
          <w:rtl/>
          <w:lang w:bidi="fa-IR"/>
        </w:rPr>
        <w:t xml:space="preserve"> اگر آنچه را دستور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دهم</w:t>
      </w:r>
      <w:r w:rsidRPr="00A95BC4">
        <w:rPr>
          <w:rtl/>
          <w:lang w:bidi="fa-IR"/>
        </w:rPr>
        <w:t xml:space="preserve"> انجام ندهد، قطعاً زندان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خواهد شد و از حق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ران</w:t>
      </w:r>
      <w:r w:rsidRPr="00A95BC4">
        <w:rPr>
          <w:rtl/>
          <w:lang w:bidi="fa-IR"/>
        </w:rPr>
        <w:t xml:space="preserve"> خواهد بود.</w:t>
      </w:r>
      <w:r w:rsidR="002C5F4A" w:rsidRPr="00A95BC4">
        <w:rPr>
          <w:rFonts w:hint="eastAsia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زنان</w:t>
      </w:r>
      <w:r w:rsidRPr="00A95BC4">
        <w:rPr>
          <w:rtl/>
          <w:lang w:bidi="fa-IR"/>
        </w:rPr>
        <w:t xml:space="preserve"> مصر، چون شاهد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شدند و عشق با عزت و جلال 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</w:t>
      </w:r>
      <w:r w:rsidRPr="00A95BC4">
        <w:rPr>
          <w:rtl/>
          <w:lang w:bidi="fa-IR"/>
        </w:rPr>
        <w:t xml:space="preserve"> را نسبت به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</w:t>
      </w:r>
      <w:r w:rsidRPr="00A95BC4">
        <w:rPr>
          <w:rtl/>
          <w:lang w:bidi="fa-IR"/>
        </w:rPr>
        <w:t xml:space="preserve"> و تهد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را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دند،</w:t>
      </w:r>
      <w:r w:rsidRPr="00A95BC4">
        <w:rPr>
          <w:rtl/>
          <w:lang w:bidi="fa-IR"/>
        </w:rPr>
        <w:t xml:space="preserve"> خود را به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رسانده و از او خواستند که به خواسته 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</w:t>
      </w:r>
      <w:r w:rsidRPr="00A95BC4">
        <w:rPr>
          <w:rtl/>
          <w:lang w:bidi="fa-IR"/>
        </w:rPr>
        <w:t xml:space="preserve"> تن در دهد. اما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که از سرچشمه حکمت اله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راب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</w:t>
      </w:r>
      <w:r w:rsidRPr="00A95BC4">
        <w:rPr>
          <w:rtl/>
          <w:lang w:bidi="fa-IR"/>
        </w:rPr>
        <w:t xml:space="preserve"> و تنها پناهگاهش خدا بود و همواره از او راه درست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طلب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سر باز زد و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دفع 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مکر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زنان، با خواست خود زندان را انتخاب نمود، تا 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از خواسته 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</w:t>
      </w:r>
      <w:r w:rsidRPr="00A95BC4">
        <w:rPr>
          <w:rtl/>
          <w:lang w:bidi="fa-IR"/>
        </w:rPr>
        <w:t xml:space="preserve"> رها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ابد</w:t>
      </w:r>
      <w:r w:rsidRPr="00A95BC4">
        <w:rPr>
          <w:rtl/>
          <w:lang w:bidi="fa-IR"/>
        </w:rPr>
        <w:t xml:space="preserve">.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گفت:</w:t>
      </w:r>
    </w:p>
    <w:p w:rsidR="00A95BC4" w:rsidRPr="00A95BC4" w:rsidRDefault="002C5F4A" w:rsidP="00A95BC4">
      <w:pPr>
        <w:pStyle w:val="libNormal"/>
        <w:rPr>
          <w:rtl/>
          <w:lang w:bidi="fa-IR"/>
        </w:rPr>
      </w:pPr>
      <w:r w:rsidRPr="002C5F4A">
        <w:rPr>
          <w:rStyle w:val="libAlaemChar"/>
          <w:rFonts w:hint="cs"/>
          <w:rtl/>
        </w:rPr>
        <w:t>(</w:t>
      </w:r>
      <w:r w:rsidR="00A95BC4" w:rsidRPr="002C5F4A">
        <w:rPr>
          <w:rStyle w:val="libAieChar"/>
          <w:rFonts w:hint="eastAsia"/>
          <w:rtl/>
        </w:rPr>
        <w:t>رَبِّ</w:t>
      </w:r>
      <w:r w:rsidR="00A95BC4" w:rsidRPr="002C5F4A">
        <w:rPr>
          <w:rStyle w:val="libAieChar"/>
          <w:rtl/>
        </w:rPr>
        <w:t xml:space="preserve"> السِّجنُ أحَبُّ إلَ</w:t>
      </w:r>
      <w:r w:rsidR="00A95BC4" w:rsidRPr="002C5F4A">
        <w:rPr>
          <w:rStyle w:val="libAieChar"/>
          <w:rFonts w:hint="cs"/>
          <w:rtl/>
        </w:rPr>
        <w:t>یَّ</w:t>
      </w:r>
      <w:r w:rsidR="00A95BC4" w:rsidRPr="002C5F4A">
        <w:rPr>
          <w:rStyle w:val="libAieChar"/>
          <w:rtl/>
        </w:rPr>
        <w:t xml:space="preserve"> مِمّا </w:t>
      </w:r>
      <w:r w:rsidR="00A95BC4" w:rsidRPr="002C5F4A">
        <w:rPr>
          <w:rStyle w:val="libAieChar"/>
          <w:rFonts w:hint="cs"/>
          <w:rtl/>
        </w:rPr>
        <w:t>یَ</w:t>
      </w:r>
      <w:r w:rsidR="00A95BC4" w:rsidRPr="002C5F4A">
        <w:rPr>
          <w:rStyle w:val="libAieChar"/>
          <w:rFonts w:hint="eastAsia"/>
          <w:rtl/>
        </w:rPr>
        <w:t>دعُونَنِ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tl/>
        </w:rPr>
        <w:t xml:space="preserve"> إلَ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Fonts w:hint="eastAsia"/>
          <w:rtl/>
        </w:rPr>
        <w:t>هِ</w:t>
      </w:r>
      <w:r w:rsidR="00A95BC4" w:rsidRPr="002C5F4A">
        <w:rPr>
          <w:rStyle w:val="libAieChar"/>
          <w:rtl/>
        </w:rPr>
        <w:t xml:space="preserve"> وَ إلا تَصرِف عَنّ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tl/>
        </w:rPr>
        <w:t xml:space="preserve"> کَ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Fonts w:hint="eastAsia"/>
          <w:rtl/>
        </w:rPr>
        <w:t>دَهُنَّ</w:t>
      </w:r>
      <w:r w:rsidR="00A95BC4" w:rsidRPr="002C5F4A">
        <w:rPr>
          <w:rStyle w:val="libAieChar"/>
          <w:rtl/>
        </w:rPr>
        <w:t xml:space="preserve"> أصبُ إلَ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Fonts w:hint="eastAsia"/>
          <w:rtl/>
        </w:rPr>
        <w:t>هِنَّ</w:t>
      </w:r>
      <w:r w:rsidR="00A95BC4" w:rsidRPr="002C5F4A">
        <w:rPr>
          <w:rStyle w:val="libAieChar"/>
          <w:rtl/>
        </w:rPr>
        <w:t xml:space="preserve"> وَ أکُن مِنَ الجاهِل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Fonts w:hint="eastAsia"/>
          <w:rtl/>
        </w:rPr>
        <w:t>نَ</w:t>
      </w:r>
      <w:r w:rsidRPr="002C5F4A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وسف</w:t>
      </w:r>
      <w:r w:rsidR="00A95BC4" w:rsidRPr="00A95BC4">
        <w:rPr>
          <w:rtl/>
          <w:lang w:bidi="fa-IR"/>
        </w:rPr>
        <w:t>: 33)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پروردگارا</w:t>
      </w:r>
      <w:r w:rsidRPr="00A95BC4">
        <w:rPr>
          <w:rtl/>
          <w:lang w:bidi="fa-IR"/>
        </w:rPr>
        <w:t>! زندان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 از آنچه مرا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خوانند،</w:t>
      </w:r>
      <w:r w:rsidRPr="00A95BC4">
        <w:rPr>
          <w:rtl/>
          <w:lang w:bidi="fa-IR"/>
        </w:rPr>
        <w:t xml:space="preserve"> محبوب‌تر است و اگر 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له</w:t>
      </w:r>
      <w:r w:rsidRPr="00A95BC4">
        <w:rPr>
          <w:rtl/>
          <w:lang w:bidi="fa-IR"/>
        </w:rPr>
        <w:t xml:space="preserve"> آنها را از من بازنگردان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 تما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دا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کنم</w:t>
      </w:r>
      <w:r w:rsidRPr="00A95BC4">
        <w:rPr>
          <w:rtl/>
          <w:lang w:bidi="fa-IR"/>
        </w:rPr>
        <w:t xml:space="preserve"> و از جاهلان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گردم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زندان رفت و پس از مدت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خواست خدا و پس از گواه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</w:t>
      </w:r>
      <w:r w:rsidRPr="00A95BC4">
        <w:rPr>
          <w:rtl/>
          <w:lang w:bidi="fa-IR"/>
        </w:rPr>
        <w:t xml:space="preserve"> به پاک‌دامن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و گناه خود، با عزت و احترام از زندان آزاد شد. 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خا،</w:t>
      </w:r>
      <w:r w:rsidRPr="00A95BC4">
        <w:rPr>
          <w:rtl/>
          <w:lang w:bidi="fa-IR"/>
        </w:rPr>
        <w:t xml:space="preserve"> اعتراف کرد که من خود را بر او عرضه کردم، اما او به آن تن نداد و من او را به زندان فرستادم،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گناه</w:t>
      </w:r>
      <w:r w:rsidRPr="00A95BC4">
        <w:rPr>
          <w:rtl/>
          <w:lang w:bidi="fa-IR"/>
        </w:rPr>
        <w:t xml:space="preserve"> بود. با شهادت 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گناه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ثابت شد.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مصر،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را به عنوان مشاور مخصوص خود انتخاب کرد تا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در کنار او باشد و او را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دهد.</w:t>
      </w:r>
    </w:p>
    <w:p w:rsidR="00A95BC4" w:rsidRPr="00A95BC4" w:rsidRDefault="00A95BC4" w:rsidP="002C5F4A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توار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</w:t>
      </w:r>
      <w:r w:rsidRPr="00A95BC4">
        <w:rPr>
          <w:rtl/>
          <w:lang w:bidi="fa-IR"/>
        </w:rPr>
        <w:t xml:space="preserve"> آمده است که پس از مرگ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مصر، روز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که</w:t>
      </w:r>
      <w:r w:rsidR="002C5F4A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به</w:t>
      </w:r>
      <w:r w:rsidRPr="00A95BC4">
        <w:rPr>
          <w:rtl/>
          <w:lang w:bidi="fa-IR"/>
        </w:rPr>
        <w:t xml:space="preserve">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مصر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 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</w:t>
      </w:r>
      <w:r w:rsidRPr="00A95BC4">
        <w:rPr>
          <w:rtl/>
          <w:lang w:bidi="fa-IR"/>
        </w:rPr>
        <w:t xml:space="preserve"> را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و زشت شده بود. 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</w:t>
      </w:r>
      <w:r w:rsidRPr="00A95BC4">
        <w:rPr>
          <w:rtl/>
          <w:lang w:bidi="fa-IR"/>
        </w:rPr>
        <w:t xml:space="preserve"> از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خواست تا او را دعا کند و از خدا بخواهد که او جوان شود و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خود را باز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ابد</w:t>
      </w:r>
      <w:r w:rsidRPr="00A95BC4">
        <w:rPr>
          <w:rtl/>
          <w:lang w:bidi="fa-IR"/>
        </w:rPr>
        <w:t xml:space="preserve">.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دعا کرد و 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</w:t>
      </w:r>
      <w:r w:rsidRPr="00A95BC4">
        <w:rPr>
          <w:rtl/>
          <w:lang w:bidi="fa-IR"/>
        </w:rPr>
        <w:t xml:space="preserve"> جوان شد و پس از آن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با او ازدواج کرد. در روز ازدواج،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وسف</w:t>
      </w:r>
      <w:r w:rsidRPr="00A95BC4">
        <w:rPr>
          <w:rtl/>
          <w:lang w:bidi="fa-IR"/>
        </w:rPr>
        <w:t xml:space="preserve"> به 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</w:t>
      </w:r>
      <w:r w:rsidRPr="00A95BC4">
        <w:rPr>
          <w:rtl/>
          <w:lang w:bidi="fa-IR"/>
        </w:rPr>
        <w:t xml:space="preserve"> گفت: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بهتر از آنچه که تو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ست؟»</w:t>
      </w:r>
      <w:r w:rsidRPr="00A95BC4">
        <w:rPr>
          <w:rtl/>
          <w:lang w:bidi="fa-IR"/>
        </w:rPr>
        <w:t xml:space="preserve"> زل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خا</w:t>
      </w:r>
      <w:r w:rsidRPr="00A95BC4">
        <w:rPr>
          <w:rtl/>
          <w:lang w:bidi="fa-IR"/>
        </w:rPr>
        <w:t xml:space="preserve"> گفت: «بله، اما مرا به خاطر عشق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به تو داشتم، ملامت نکن، حال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همسر تو هستم».</w:t>
      </w:r>
    </w:p>
    <w:p w:rsidR="00A95BC4" w:rsidRPr="00A95BC4" w:rsidRDefault="002C5F4A" w:rsidP="002C5F4A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86" w:name="_Toc504390401"/>
      <w:bookmarkStart w:id="87" w:name="_Toc504390492"/>
      <w:r w:rsidR="00A95BC4" w:rsidRPr="00A95BC4">
        <w:rPr>
          <w:rFonts w:hint="eastAsia"/>
          <w:rtl/>
          <w:lang w:bidi="fa-IR"/>
        </w:rPr>
        <w:lastRenderedPageBreak/>
        <w:t>ساره‌</w:t>
      </w:r>
      <w:bookmarkEnd w:id="86"/>
      <w:bookmarkEnd w:id="87"/>
    </w:p>
    <w:p w:rsidR="00A95BC4" w:rsidRPr="00A95BC4" w:rsidRDefault="00A95BC4" w:rsidP="002C5F4A">
      <w:pPr>
        <w:pStyle w:val="libBold1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اشاره</w:t>
      </w:r>
    </w:p>
    <w:p w:rsidR="00A95BC4" w:rsidRPr="00A95BC4" w:rsidRDefault="002C5F4A" w:rsidP="00A95BC4">
      <w:pPr>
        <w:pStyle w:val="libNormal"/>
        <w:rPr>
          <w:rtl/>
          <w:lang w:bidi="fa-IR"/>
        </w:rPr>
      </w:pPr>
      <w:r w:rsidRPr="002C5F4A">
        <w:rPr>
          <w:rStyle w:val="libAlaemChar"/>
          <w:rFonts w:hint="cs"/>
          <w:rtl/>
        </w:rPr>
        <w:t>(</w:t>
      </w:r>
      <w:r w:rsidR="00A95BC4" w:rsidRPr="002C5F4A">
        <w:rPr>
          <w:rStyle w:val="libAieChar"/>
          <w:rFonts w:hint="eastAsia"/>
          <w:rtl/>
        </w:rPr>
        <w:t>وَ</w:t>
      </w:r>
      <w:r w:rsidR="00A95BC4" w:rsidRPr="002C5F4A">
        <w:rPr>
          <w:rStyle w:val="libAieChar"/>
          <w:rtl/>
        </w:rPr>
        <w:t xml:space="preserve"> لَقَدْ جاءَتْ رُسُلُنا إِبْراهِ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Fonts w:hint="eastAsia"/>
          <w:rtl/>
        </w:rPr>
        <w:t>مَ</w:t>
      </w:r>
      <w:r w:rsidR="00A95BC4" w:rsidRPr="002C5F4A">
        <w:rPr>
          <w:rStyle w:val="libAieChar"/>
          <w:rtl/>
        </w:rPr>
        <w:t xml:space="preserve"> بِالْبُشْر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tl/>
        </w:rPr>
        <w:t xml:space="preserve"> قالُوا سَلاماً قالَ سَلامٌ فَما لَبِثَ أَنْ جاءَ بِعِجْلٍ حَنِ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Fonts w:hint="eastAsia"/>
          <w:rtl/>
        </w:rPr>
        <w:t>ذٍ</w:t>
      </w:r>
      <w:r w:rsidR="00A95BC4" w:rsidRPr="002C5F4A">
        <w:rPr>
          <w:rStyle w:val="libAieChar"/>
          <w:rtl/>
        </w:rPr>
        <w:t>* فَلَمَّا رَأ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tl/>
        </w:rPr>
        <w:t xml:space="preserve"> أَ</w:t>
      </w:r>
      <w:r w:rsidR="00A95BC4" w:rsidRPr="002C5F4A">
        <w:rPr>
          <w:rStyle w:val="libAieChar"/>
          <w:rFonts w:hint="cs"/>
          <w:rtl/>
        </w:rPr>
        <w:t>یْ</w:t>
      </w:r>
      <w:r w:rsidR="00A95BC4" w:rsidRPr="002C5F4A">
        <w:rPr>
          <w:rStyle w:val="libAieChar"/>
          <w:rFonts w:hint="eastAsia"/>
          <w:rtl/>
        </w:rPr>
        <w:t>دِ</w:t>
      </w:r>
      <w:r w:rsidR="00A95BC4" w:rsidRPr="002C5F4A">
        <w:rPr>
          <w:rStyle w:val="libAieChar"/>
          <w:rFonts w:hint="cs"/>
          <w:rtl/>
        </w:rPr>
        <w:t>یَ</w:t>
      </w:r>
      <w:r w:rsidR="00A95BC4" w:rsidRPr="002C5F4A">
        <w:rPr>
          <w:rStyle w:val="libAieChar"/>
          <w:rFonts w:hint="eastAsia"/>
          <w:rtl/>
        </w:rPr>
        <w:t>هُمْ</w:t>
      </w:r>
      <w:r w:rsidR="00A95BC4" w:rsidRPr="002C5F4A">
        <w:rPr>
          <w:rStyle w:val="libAieChar"/>
          <w:rtl/>
        </w:rPr>
        <w:t xml:space="preserve"> لا تَصِلُ إِلَ</w:t>
      </w:r>
      <w:r w:rsidR="00A95BC4" w:rsidRPr="002C5F4A">
        <w:rPr>
          <w:rStyle w:val="libAieChar"/>
          <w:rFonts w:hint="cs"/>
          <w:rtl/>
        </w:rPr>
        <w:t>یْ</w:t>
      </w:r>
      <w:r w:rsidR="00A95BC4" w:rsidRPr="002C5F4A">
        <w:rPr>
          <w:rStyle w:val="libAieChar"/>
          <w:rFonts w:hint="eastAsia"/>
          <w:rtl/>
        </w:rPr>
        <w:t>هِ</w:t>
      </w:r>
      <w:r w:rsidR="00A95BC4" w:rsidRPr="002C5F4A">
        <w:rPr>
          <w:rStyle w:val="libAieChar"/>
          <w:rtl/>
        </w:rPr>
        <w:t xml:space="preserve"> نَکِرَهُمْ وَ أَوْجَسَ مِنْهُمْ خِ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Fonts w:hint="eastAsia"/>
          <w:rtl/>
        </w:rPr>
        <w:t>فَةً</w:t>
      </w:r>
      <w:r w:rsidR="00A95BC4" w:rsidRPr="002C5F4A">
        <w:rPr>
          <w:rStyle w:val="libAieChar"/>
          <w:rtl/>
        </w:rPr>
        <w:t xml:space="preserve"> قالُوا لا تَخَفْ إِنَّا أُرْسِلْنا إِل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tl/>
        </w:rPr>
        <w:t xml:space="preserve"> قَوْمِ لُوطٍ* وَ امْرَأَتُهُ قائِمَةٌ فَضَحِکَتْ فَبَشَّرْناها بِإِسْحاقَ وَ مِنْ وَراءِ إِسْحاقَ </w:t>
      </w:r>
      <w:r w:rsidR="00A95BC4" w:rsidRPr="002C5F4A">
        <w:rPr>
          <w:rStyle w:val="libAieChar"/>
          <w:rFonts w:hint="cs"/>
          <w:rtl/>
        </w:rPr>
        <w:t>یَ</w:t>
      </w:r>
      <w:r w:rsidR="00A95BC4" w:rsidRPr="002C5F4A">
        <w:rPr>
          <w:rStyle w:val="libAieChar"/>
          <w:rFonts w:hint="eastAsia"/>
          <w:rtl/>
        </w:rPr>
        <w:t>عْقُوبَ</w:t>
      </w:r>
      <w:r w:rsidR="00A95BC4" w:rsidRPr="002C5F4A">
        <w:rPr>
          <w:rStyle w:val="libAieChar"/>
          <w:rtl/>
        </w:rPr>
        <w:t xml:space="preserve">* قالَتْ 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Fonts w:hint="eastAsia"/>
          <w:rtl/>
        </w:rPr>
        <w:t>ا</w:t>
      </w:r>
      <w:r w:rsidR="00A95BC4" w:rsidRPr="002C5F4A">
        <w:rPr>
          <w:rStyle w:val="libAieChar"/>
          <w:rtl/>
        </w:rPr>
        <w:t xml:space="preserve"> وَ</w:t>
      </w:r>
      <w:r w:rsidR="00A95BC4" w:rsidRPr="002C5F4A">
        <w:rPr>
          <w:rStyle w:val="libAieChar"/>
          <w:rFonts w:hint="cs"/>
          <w:rtl/>
        </w:rPr>
        <w:t>یْ</w:t>
      </w:r>
      <w:r w:rsidR="00A95BC4" w:rsidRPr="002C5F4A">
        <w:rPr>
          <w:rStyle w:val="libAieChar"/>
          <w:rFonts w:hint="eastAsia"/>
          <w:rtl/>
        </w:rPr>
        <w:t>لَت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tl/>
        </w:rPr>
        <w:t xml:space="preserve"> أَ أَلِدُ وَ أَنَا عَجُوزٌ وَ هذا بَعْلِ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tl/>
        </w:rPr>
        <w:t xml:space="preserve"> شَ</w:t>
      </w:r>
      <w:r w:rsidR="00A95BC4" w:rsidRPr="002C5F4A">
        <w:rPr>
          <w:rStyle w:val="libAieChar"/>
          <w:rFonts w:hint="cs"/>
          <w:rtl/>
        </w:rPr>
        <w:t>یْ</w:t>
      </w:r>
      <w:r w:rsidR="00A95BC4" w:rsidRPr="002C5F4A">
        <w:rPr>
          <w:rStyle w:val="libAieChar"/>
          <w:rFonts w:hint="eastAsia"/>
          <w:rtl/>
        </w:rPr>
        <w:t>خاً</w:t>
      </w:r>
      <w:r w:rsidR="00A95BC4" w:rsidRPr="002C5F4A">
        <w:rPr>
          <w:rStyle w:val="libAieChar"/>
          <w:rtl/>
        </w:rPr>
        <w:t xml:space="preserve"> إِنَّ هذا لَشَ</w:t>
      </w:r>
      <w:r w:rsidR="00A95BC4" w:rsidRPr="002C5F4A">
        <w:rPr>
          <w:rStyle w:val="libAieChar"/>
          <w:rFonts w:hint="cs"/>
          <w:rtl/>
        </w:rPr>
        <w:t>یْ‌</w:t>
      </w:r>
      <w:r w:rsidR="00A95BC4" w:rsidRPr="002C5F4A">
        <w:rPr>
          <w:rStyle w:val="libAieChar"/>
          <w:rFonts w:hint="eastAsia"/>
          <w:rtl/>
        </w:rPr>
        <w:t>ءٌ</w:t>
      </w:r>
      <w:r w:rsidR="00A95BC4" w:rsidRPr="002C5F4A">
        <w:rPr>
          <w:rStyle w:val="libAieChar"/>
          <w:rtl/>
        </w:rPr>
        <w:t xml:space="preserve"> عَجِ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Fonts w:hint="eastAsia"/>
          <w:rtl/>
        </w:rPr>
        <w:t>بٌ</w:t>
      </w:r>
      <w:r w:rsidR="00A95BC4" w:rsidRPr="002C5F4A">
        <w:rPr>
          <w:rStyle w:val="libAieChar"/>
          <w:rtl/>
        </w:rPr>
        <w:t>* قالُوا أَ تَعْجَبِ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Fonts w:hint="eastAsia"/>
          <w:rtl/>
        </w:rPr>
        <w:t>نَ</w:t>
      </w:r>
      <w:r w:rsidR="00A95BC4" w:rsidRPr="002C5F4A">
        <w:rPr>
          <w:rStyle w:val="libAieChar"/>
          <w:rtl/>
        </w:rPr>
        <w:t xml:space="preserve"> مِنْ أَمْرِ اللهِ رَحْمَتُ اللهِ وَ بَرَ</w:t>
      </w:r>
      <w:r w:rsidR="00A95BC4" w:rsidRPr="002C5F4A">
        <w:rPr>
          <w:rStyle w:val="libAieChar"/>
          <w:rFonts w:hint="eastAsia"/>
          <w:rtl/>
        </w:rPr>
        <w:t>کاتُهُ</w:t>
      </w:r>
      <w:r w:rsidR="00A95BC4" w:rsidRPr="002C5F4A">
        <w:rPr>
          <w:rStyle w:val="libAieChar"/>
          <w:rtl/>
        </w:rPr>
        <w:t xml:space="preserve"> عَلَ</w:t>
      </w:r>
      <w:r w:rsidR="00A95BC4" w:rsidRPr="002C5F4A">
        <w:rPr>
          <w:rStyle w:val="libAieChar"/>
          <w:rFonts w:hint="cs"/>
          <w:rtl/>
        </w:rPr>
        <w:t>یْ</w:t>
      </w:r>
      <w:r w:rsidR="00A95BC4" w:rsidRPr="002C5F4A">
        <w:rPr>
          <w:rStyle w:val="libAieChar"/>
          <w:rFonts w:hint="eastAsia"/>
          <w:rtl/>
        </w:rPr>
        <w:t>کُمْ</w:t>
      </w:r>
      <w:r w:rsidR="00A95BC4" w:rsidRPr="002C5F4A">
        <w:rPr>
          <w:rStyle w:val="libAieChar"/>
          <w:rtl/>
        </w:rPr>
        <w:t xml:space="preserve"> أَهْلَ الْبَ</w:t>
      </w:r>
      <w:r w:rsidR="00A95BC4" w:rsidRPr="002C5F4A">
        <w:rPr>
          <w:rStyle w:val="libAieChar"/>
          <w:rFonts w:hint="cs"/>
          <w:rtl/>
        </w:rPr>
        <w:t>یْ</w:t>
      </w:r>
      <w:r w:rsidR="00A95BC4" w:rsidRPr="002C5F4A">
        <w:rPr>
          <w:rStyle w:val="libAieChar"/>
          <w:rFonts w:hint="eastAsia"/>
          <w:rtl/>
        </w:rPr>
        <w:t>تِ</w:t>
      </w:r>
      <w:r w:rsidR="00A95BC4" w:rsidRPr="002C5F4A">
        <w:rPr>
          <w:rStyle w:val="libAieChar"/>
          <w:rtl/>
        </w:rPr>
        <w:t xml:space="preserve"> إِنَّهُ حَمِ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Fonts w:hint="eastAsia"/>
          <w:rtl/>
        </w:rPr>
        <w:t>دٌ</w:t>
      </w:r>
      <w:r w:rsidR="00A95BC4" w:rsidRPr="002C5F4A">
        <w:rPr>
          <w:rStyle w:val="libAieChar"/>
          <w:rtl/>
        </w:rPr>
        <w:t xml:space="preserve"> مَجِ</w:t>
      </w:r>
      <w:r w:rsidR="00A95BC4" w:rsidRPr="002C5F4A">
        <w:rPr>
          <w:rStyle w:val="libAieChar"/>
          <w:rFonts w:hint="cs"/>
          <w:rtl/>
        </w:rPr>
        <w:t>ی</w:t>
      </w:r>
      <w:r w:rsidR="00A95BC4" w:rsidRPr="002C5F4A">
        <w:rPr>
          <w:rStyle w:val="libAieChar"/>
          <w:rFonts w:hint="eastAsia"/>
          <w:rtl/>
        </w:rPr>
        <w:t>دٌ</w:t>
      </w:r>
      <w:r w:rsidRPr="002C5F4A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(هود: 69- 73)</w:t>
      </w:r>
    </w:p>
    <w:p w:rsidR="00A95BC4" w:rsidRPr="00A95BC4" w:rsidRDefault="00A95BC4" w:rsidP="00423086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فرستادگان</w:t>
      </w:r>
      <w:r w:rsidRPr="00A95BC4">
        <w:rPr>
          <w:rtl/>
          <w:lang w:bidi="fa-IR"/>
        </w:rPr>
        <w:t xml:space="preserve"> ما [فرشتگان]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بشارت آوردند، گفتند: سلام! [او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>] گفت: سلام! و طول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نکش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گوساله بر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[برا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آنها] آورد. [اما]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دست آنها به آن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رسد</w:t>
      </w:r>
      <w:r w:rsidRPr="00A95BC4">
        <w:rPr>
          <w:rtl/>
          <w:lang w:bidi="fa-IR"/>
        </w:rPr>
        <w:t xml:space="preserve"> [و از آن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خورند،</w:t>
      </w:r>
      <w:r w:rsidRPr="00A95BC4">
        <w:rPr>
          <w:rtl/>
          <w:lang w:bidi="fa-IR"/>
        </w:rPr>
        <w:t xml:space="preserve"> کار] آنها را زشت شمرد، و در دل احساس ترس نمود. به او گفتند: نت</w:t>
      </w:r>
      <w:r w:rsidRPr="00A95BC4">
        <w:rPr>
          <w:rFonts w:hint="eastAsia"/>
          <w:rtl/>
          <w:lang w:bidi="fa-IR"/>
        </w:rPr>
        <w:t>رس</w:t>
      </w:r>
      <w:r w:rsidRPr="00A95BC4">
        <w:rPr>
          <w:rtl/>
          <w:lang w:bidi="fa-IR"/>
        </w:rPr>
        <w:t>! ما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قوم لوط فرستاده شده‌ا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</w:t>
      </w:r>
      <w:r w:rsidR="00423086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همسرش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ستاده</w:t>
      </w:r>
      <w:r w:rsidRPr="00A95BC4">
        <w:rPr>
          <w:rtl/>
          <w:lang w:bidi="fa-IR"/>
        </w:rPr>
        <w:t xml:space="preserve"> بود [از خوشحال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] خند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پس او را به اسحاق و پس از او به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عقوب</w:t>
      </w:r>
      <w:r w:rsidRPr="00A95BC4">
        <w:rPr>
          <w:rtl/>
          <w:lang w:bidi="fa-IR"/>
        </w:rPr>
        <w:t xml:space="preserve"> بشارت داد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. گفت: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من!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من فرزند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آورم</w:t>
      </w:r>
      <w:r w:rsidRPr="00A95BC4">
        <w:rPr>
          <w:rtl/>
          <w:lang w:bidi="fa-IR"/>
        </w:rPr>
        <w:t xml:space="preserve">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رزنم</w:t>
      </w:r>
      <w:r w:rsidRPr="00A95BC4">
        <w:rPr>
          <w:rtl/>
          <w:lang w:bidi="fa-IR"/>
        </w:rPr>
        <w:t xml:space="preserve">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شوهرم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رمرد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است؟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راست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عج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است. گفتند: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از فرمان خدا تعجب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رحمت خدا و برکاتش </w:t>
      </w:r>
      <w:r w:rsidRPr="00A95BC4">
        <w:rPr>
          <w:rFonts w:hint="eastAsia"/>
          <w:rtl/>
          <w:lang w:bidi="fa-IR"/>
        </w:rPr>
        <w:t>بر</w:t>
      </w:r>
      <w:r w:rsidRPr="00A95BC4">
        <w:rPr>
          <w:rtl/>
          <w:lang w:bidi="fa-IR"/>
        </w:rPr>
        <w:t xml:space="preserve"> شما خانواده است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او ستوده و والاست.</w:t>
      </w:r>
    </w:p>
    <w:p w:rsidR="00A95BC4" w:rsidRPr="00A95BC4" w:rsidRDefault="00423086" w:rsidP="00423086">
      <w:pPr>
        <w:pStyle w:val="libNormal"/>
        <w:rPr>
          <w:rtl/>
          <w:lang w:bidi="fa-IR"/>
        </w:rPr>
      </w:pPr>
      <w:r w:rsidRPr="00423086">
        <w:rPr>
          <w:rStyle w:val="libAlaemChar"/>
          <w:rFonts w:hint="cs"/>
          <w:rtl/>
        </w:rPr>
        <w:t>(</w:t>
      </w:r>
      <w:r w:rsidR="00A95BC4" w:rsidRPr="00423086">
        <w:rPr>
          <w:rStyle w:val="libAieChar"/>
          <w:rFonts w:hint="eastAsia"/>
          <w:rtl/>
        </w:rPr>
        <w:t>هَلْ</w:t>
      </w:r>
      <w:r w:rsidR="00A95BC4" w:rsidRPr="00423086">
        <w:rPr>
          <w:rStyle w:val="libAieChar"/>
          <w:rtl/>
        </w:rPr>
        <w:t xml:space="preserve"> أَتاکَ حَدِ</w:t>
      </w:r>
      <w:r w:rsidR="00A95BC4" w:rsidRPr="00423086">
        <w:rPr>
          <w:rStyle w:val="libAieChar"/>
          <w:rFonts w:hint="cs"/>
          <w:rtl/>
        </w:rPr>
        <w:t>ی</w:t>
      </w:r>
      <w:r w:rsidR="00A95BC4" w:rsidRPr="00423086">
        <w:rPr>
          <w:rStyle w:val="libAieChar"/>
          <w:rFonts w:hint="eastAsia"/>
          <w:rtl/>
        </w:rPr>
        <w:t>ثُ</w:t>
      </w:r>
      <w:r w:rsidR="00A95BC4" w:rsidRPr="00423086">
        <w:rPr>
          <w:rStyle w:val="libAieChar"/>
          <w:rtl/>
        </w:rPr>
        <w:t xml:space="preserve"> ضَ</w:t>
      </w:r>
      <w:r w:rsidR="00A95BC4" w:rsidRPr="00423086">
        <w:rPr>
          <w:rStyle w:val="libAieChar"/>
          <w:rFonts w:hint="cs"/>
          <w:rtl/>
        </w:rPr>
        <w:t>یْ</w:t>
      </w:r>
      <w:r w:rsidR="00A95BC4" w:rsidRPr="00423086">
        <w:rPr>
          <w:rStyle w:val="libAieChar"/>
          <w:rFonts w:hint="eastAsia"/>
          <w:rtl/>
        </w:rPr>
        <w:t>فِ</w:t>
      </w:r>
      <w:r w:rsidR="00A95BC4" w:rsidRPr="00423086">
        <w:rPr>
          <w:rStyle w:val="libAieChar"/>
          <w:rtl/>
        </w:rPr>
        <w:t xml:space="preserve"> إِبْراهِ</w:t>
      </w:r>
      <w:r w:rsidR="00A95BC4" w:rsidRPr="00423086">
        <w:rPr>
          <w:rStyle w:val="libAieChar"/>
          <w:rFonts w:hint="cs"/>
          <w:rtl/>
        </w:rPr>
        <w:t>ی</w:t>
      </w:r>
      <w:r w:rsidR="00A95BC4" w:rsidRPr="00423086">
        <w:rPr>
          <w:rStyle w:val="libAieChar"/>
          <w:rFonts w:hint="eastAsia"/>
          <w:rtl/>
        </w:rPr>
        <w:t>مَ</w:t>
      </w:r>
      <w:r w:rsidR="00A95BC4" w:rsidRPr="00423086">
        <w:rPr>
          <w:rStyle w:val="libAieChar"/>
          <w:rtl/>
        </w:rPr>
        <w:t xml:space="preserve"> الْمُکْرَمِ</w:t>
      </w:r>
      <w:r w:rsidR="00A95BC4" w:rsidRPr="00423086">
        <w:rPr>
          <w:rStyle w:val="libAieChar"/>
          <w:rFonts w:hint="cs"/>
          <w:rtl/>
        </w:rPr>
        <w:t>ی</w:t>
      </w:r>
      <w:r w:rsidR="00A95BC4" w:rsidRPr="00423086">
        <w:rPr>
          <w:rStyle w:val="libAieChar"/>
          <w:rFonts w:hint="eastAsia"/>
          <w:rtl/>
        </w:rPr>
        <w:t>نَ</w:t>
      </w:r>
      <w:r w:rsidR="00A95BC4" w:rsidRPr="00423086">
        <w:rPr>
          <w:rStyle w:val="libAieChar"/>
          <w:rtl/>
        </w:rPr>
        <w:t>* إِذْ دَخَلُوا عَلَ</w:t>
      </w:r>
      <w:r w:rsidR="00A95BC4" w:rsidRPr="00423086">
        <w:rPr>
          <w:rStyle w:val="libAieChar"/>
          <w:rFonts w:hint="cs"/>
          <w:rtl/>
        </w:rPr>
        <w:t>یْ</w:t>
      </w:r>
      <w:r w:rsidR="00A95BC4" w:rsidRPr="00423086">
        <w:rPr>
          <w:rStyle w:val="libAieChar"/>
          <w:rFonts w:hint="eastAsia"/>
          <w:rtl/>
        </w:rPr>
        <w:t>هِ</w:t>
      </w:r>
      <w:r w:rsidR="00A95BC4" w:rsidRPr="00423086">
        <w:rPr>
          <w:rStyle w:val="libAieChar"/>
          <w:rtl/>
        </w:rPr>
        <w:t xml:space="preserve"> فَقالُوا سَلاماً قالَ سَلامٌ قَوْمٌ مُنْکَرُونَ* فَراغَ إِل</w:t>
      </w:r>
      <w:r w:rsidR="00A95BC4" w:rsidRPr="00423086">
        <w:rPr>
          <w:rStyle w:val="libAieChar"/>
          <w:rFonts w:hint="cs"/>
          <w:rtl/>
        </w:rPr>
        <w:t>ی</w:t>
      </w:r>
      <w:r w:rsidR="00A95BC4" w:rsidRPr="00423086">
        <w:rPr>
          <w:rStyle w:val="libAieChar"/>
          <w:rtl/>
        </w:rPr>
        <w:t xml:space="preserve"> أَهْلِهِ فَجاءَ بِعِجْلٍ سَمِ</w:t>
      </w:r>
      <w:r w:rsidR="00A95BC4" w:rsidRPr="00423086">
        <w:rPr>
          <w:rStyle w:val="libAieChar"/>
          <w:rFonts w:hint="cs"/>
          <w:rtl/>
        </w:rPr>
        <w:t>ی</w:t>
      </w:r>
      <w:r w:rsidR="00A95BC4" w:rsidRPr="00423086">
        <w:rPr>
          <w:rStyle w:val="libAieChar"/>
          <w:rFonts w:hint="eastAsia"/>
          <w:rtl/>
        </w:rPr>
        <w:t>نٍ</w:t>
      </w:r>
      <w:r w:rsidR="00A95BC4" w:rsidRPr="00423086">
        <w:rPr>
          <w:rStyle w:val="libAieChar"/>
          <w:rtl/>
        </w:rPr>
        <w:t>* فَقَرَّبَهُ إِلَ</w:t>
      </w:r>
      <w:r w:rsidR="00A95BC4" w:rsidRPr="00423086">
        <w:rPr>
          <w:rStyle w:val="libAieChar"/>
          <w:rFonts w:hint="cs"/>
          <w:rtl/>
        </w:rPr>
        <w:t>یْ</w:t>
      </w:r>
      <w:r w:rsidR="00A95BC4" w:rsidRPr="00423086">
        <w:rPr>
          <w:rStyle w:val="libAieChar"/>
          <w:rFonts w:hint="eastAsia"/>
          <w:rtl/>
        </w:rPr>
        <w:t>هِمْ</w:t>
      </w:r>
      <w:r w:rsidR="00A95BC4" w:rsidRPr="00423086">
        <w:rPr>
          <w:rStyle w:val="libAieChar"/>
          <w:rtl/>
        </w:rPr>
        <w:t xml:space="preserve"> قالَ أَ لاتَأْکُلُونَ* فَأَوْجَسَ مِنْهُمْ خِ</w:t>
      </w:r>
      <w:r w:rsidR="00A95BC4" w:rsidRPr="00423086">
        <w:rPr>
          <w:rStyle w:val="libAieChar"/>
          <w:rFonts w:hint="cs"/>
          <w:rtl/>
        </w:rPr>
        <w:t>ی</w:t>
      </w:r>
      <w:r w:rsidR="00A95BC4" w:rsidRPr="00423086">
        <w:rPr>
          <w:rStyle w:val="libAieChar"/>
          <w:rFonts w:hint="eastAsia"/>
          <w:rtl/>
        </w:rPr>
        <w:t>فَةً</w:t>
      </w:r>
      <w:r w:rsidR="00A95BC4" w:rsidRPr="00423086">
        <w:rPr>
          <w:rStyle w:val="libAieChar"/>
          <w:rtl/>
        </w:rPr>
        <w:t xml:space="preserve"> قالُوا لا تَخَفْ وَ بَشَّرُوهُ بِغُلامٍ عَلِ</w:t>
      </w:r>
      <w:r w:rsidR="00A95BC4" w:rsidRPr="00423086">
        <w:rPr>
          <w:rStyle w:val="libAieChar"/>
          <w:rFonts w:hint="cs"/>
          <w:rtl/>
        </w:rPr>
        <w:t>ی</w:t>
      </w:r>
      <w:r w:rsidR="00A95BC4" w:rsidRPr="00423086">
        <w:rPr>
          <w:rStyle w:val="libAieChar"/>
          <w:rFonts w:hint="eastAsia"/>
          <w:rtl/>
        </w:rPr>
        <w:t>مٍ</w:t>
      </w:r>
      <w:r w:rsidR="00A95BC4" w:rsidRPr="00423086">
        <w:rPr>
          <w:rStyle w:val="libAieChar"/>
          <w:rtl/>
        </w:rPr>
        <w:t>* فَأَقْبَلَتِ امْرَأَتُهُ فِ</w:t>
      </w:r>
      <w:r w:rsidR="00A95BC4" w:rsidRPr="00423086">
        <w:rPr>
          <w:rStyle w:val="libAieChar"/>
          <w:rFonts w:hint="cs"/>
          <w:rtl/>
        </w:rPr>
        <w:t>ی</w:t>
      </w:r>
      <w:r w:rsidR="00A95BC4" w:rsidRPr="00423086">
        <w:rPr>
          <w:rStyle w:val="libAieChar"/>
          <w:rtl/>
        </w:rPr>
        <w:t xml:space="preserve"> صَرَّةٍ فَصَکَّتْ وَجْهَها وَ قالَتْ عَجُوزٌ عَقِ</w:t>
      </w:r>
      <w:r w:rsidR="00A95BC4" w:rsidRPr="00423086">
        <w:rPr>
          <w:rStyle w:val="libAieChar"/>
          <w:rFonts w:hint="cs"/>
          <w:rtl/>
        </w:rPr>
        <w:t>ی</w:t>
      </w:r>
      <w:r w:rsidR="00A95BC4" w:rsidRPr="00423086">
        <w:rPr>
          <w:rStyle w:val="libAieChar"/>
          <w:rFonts w:hint="eastAsia"/>
          <w:rtl/>
        </w:rPr>
        <w:t>مٌ</w:t>
      </w:r>
      <w:r w:rsidR="00A95BC4" w:rsidRPr="00423086">
        <w:rPr>
          <w:rStyle w:val="libAieChar"/>
          <w:rtl/>
        </w:rPr>
        <w:t>* قالُوا کَذلِکِ قالَ رَبُّکِ إِنَّهُ هُوَ الْحَکِ</w:t>
      </w:r>
      <w:r w:rsidR="00A95BC4" w:rsidRPr="00423086">
        <w:rPr>
          <w:rStyle w:val="libAieChar"/>
          <w:rFonts w:hint="cs"/>
          <w:rtl/>
        </w:rPr>
        <w:t>ی</w:t>
      </w:r>
      <w:r w:rsidR="00A95BC4" w:rsidRPr="00423086">
        <w:rPr>
          <w:rStyle w:val="libAieChar"/>
          <w:rFonts w:hint="eastAsia"/>
          <w:rtl/>
        </w:rPr>
        <w:t>مُ</w:t>
      </w:r>
      <w:r w:rsidR="00A95BC4" w:rsidRPr="00423086">
        <w:rPr>
          <w:rStyle w:val="libAieChar"/>
          <w:rtl/>
        </w:rPr>
        <w:t xml:space="preserve"> الْعَلِ</w:t>
      </w:r>
      <w:r w:rsidR="00A95BC4" w:rsidRPr="00423086">
        <w:rPr>
          <w:rStyle w:val="libAieChar"/>
          <w:rFonts w:hint="cs"/>
          <w:rtl/>
        </w:rPr>
        <w:t>ی</w:t>
      </w:r>
      <w:r w:rsidR="00A95BC4" w:rsidRPr="00423086">
        <w:rPr>
          <w:rStyle w:val="libAieChar"/>
          <w:rFonts w:hint="eastAsia"/>
          <w:rtl/>
        </w:rPr>
        <w:t>مُ</w:t>
      </w:r>
      <w:r w:rsidRPr="00423086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>(ذار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ات</w:t>
      </w:r>
      <w:r w:rsidR="00A95BC4" w:rsidRPr="00A95BC4">
        <w:rPr>
          <w:rtl/>
          <w:lang w:bidi="fa-IR"/>
        </w:rPr>
        <w:t>: 24- 30)</w:t>
      </w:r>
    </w:p>
    <w:p w:rsidR="00A95BC4" w:rsidRPr="00A95BC4" w:rsidRDefault="00A95BC4" w:rsidP="00423086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خبر مهمان‌ها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بزرگوار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به تو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است؟ در آن زمان که بر او وارد شدند و گفتند: سلام بر تو. او گفت: سلام بر شما که جمع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ناشناخته‌ا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سپس پنهان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خانواده خود رفت و گوساله فربه [و بر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شده‌ا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آنها] آورد و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آنها گذارد [ول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با </w:t>
      </w:r>
      <w:r w:rsidRPr="00A95BC4">
        <w:rPr>
          <w:rFonts w:hint="eastAsia"/>
          <w:rtl/>
          <w:lang w:bidi="fa-IR"/>
        </w:rPr>
        <w:t>تعجب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دست به‌سو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423086">
        <w:rPr>
          <w:rFonts w:hint="cs"/>
          <w:rtl/>
          <w:lang w:bidi="fa-IR"/>
        </w:rPr>
        <w:t>غ</w:t>
      </w:r>
      <w:r w:rsidRPr="00A95BC4">
        <w:rPr>
          <w:rtl/>
          <w:lang w:bidi="fa-IR"/>
        </w:rPr>
        <w:t>ذا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برند</w:t>
      </w:r>
      <w:r w:rsidRPr="00A95BC4">
        <w:rPr>
          <w:rtl/>
          <w:lang w:bidi="fa-IR"/>
        </w:rPr>
        <w:t>] گفت: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شما غذا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د؟</w:t>
      </w:r>
      <w:r w:rsidRPr="00A95BC4">
        <w:rPr>
          <w:rtl/>
          <w:lang w:bidi="fa-IR"/>
        </w:rPr>
        <w:t xml:space="preserve"> و از آنها احساس وحشت</w:t>
      </w:r>
      <w:r w:rsidR="00423086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کرد،</w:t>
      </w:r>
      <w:r w:rsidRPr="00A95BC4">
        <w:rPr>
          <w:rtl/>
          <w:lang w:bidi="fa-IR"/>
        </w:rPr>
        <w:t xml:space="preserve"> گفتند: نترس [ما رسولان و فرشتگان پروردگار توا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] و او را بشارت به تولد پسر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دانا دادند.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هنگام همسرش جلو آمد، در حال که [از خوشحال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تعجب] فر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اد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به صورت خود زد و گفت: [آ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پسر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خواهم آورد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که]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نازا هستم؟ گفتند: پروردگارت </w:t>
      </w:r>
      <w:r w:rsidRPr="00A95BC4">
        <w:rPr>
          <w:rFonts w:hint="eastAsia"/>
          <w:rtl/>
          <w:lang w:bidi="fa-IR"/>
        </w:rPr>
        <w:t>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گفته است و او حک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داناست.</w:t>
      </w:r>
    </w:p>
    <w:p w:rsidR="00A95BC4" w:rsidRPr="00A95BC4" w:rsidRDefault="00A95BC4" w:rsidP="00423086">
      <w:pPr>
        <w:pStyle w:val="Heading2"/>
        <w:rPr>
          <w:rtl/>
        </w:rPr>
      </w:pPr>
      <w:bookmarkStart w:id="88" w:name="_Toc504390402"/>
      <w:bookmarkStart w:id="89" w:name="_Toc504390493"/>
      <w:r w:rsidRPr="00A95BC4">
        <w:rPr>
          <w:rFonts w:hint="eastAsia"/>
          <w:rtl/>
        </w:rPr>
        <w:t>شأن</w:t>
      </w:r>
      <w:r w:rsidRPr="00A95BC4">
        <w:rPr>
          <w:rtl/>
        </w:rPr>
        <w:t xml:space="preserve"> نزول آ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ه‌ها</w:t>
      </w:r>
      <w:bookmarkEnd w:id="88"/>
      <w:bookmarkEnd w:id="89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</w:t>
      </w:r>
      <w:r w:rsidRPr="00A95BC4">
        <w:rPr>
          <w:rtl/>
          <w:lang w:bidi="fa-IR"/>
        </w:rPr>
        <w:t xml:space="preserve"> درباره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و همسرش ساره نازل شده است. طبق سند معتبر در قرآن 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تمام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خ،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و ساره، صاحب فرزند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شدند،</w:t>
      </w:r>
      <w:r w:rsidRPr="00A95BC4">
        <w:rPr>
          <w:rtl/>
          <w:lang w:bidi="fa-IR"/>
        </w:rPr>
        <w:t xml:space="preserve">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در کهن‌سال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خداوند بشارت آمدن اسحاق را به آن دو داد. طبق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</w:t>
      </w:r>
      <w:r w:rsidRPr="00A95BC4">
        <w:rPr>
          <w:rtl/>
          <w:lang w:bidi="fa-IR"/>
        </w:rPr>
        <w:t xml:space="preserve">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فرشتگان مژده اسحاق را به ابر</w:t>
      </w:r>
      <w:r w:rsidRPr="00A95BC4">
        <w:rPr>
          <w:rFonts w:hint="eastAsia"/>
          <w:rtl/>
          <w:lang w:bidi="fa-IR"/>
        </w:rPr>
        <w:t>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ساره دادند، آنها دچار 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رت</w:t>
      </w:r>
      <w:r w:rsidRPr="00A95BC4">
        <w:rPr>
          <w:rtl/>
          <w:lang w:bidi="fa-IR"/>
        </w:rPr>
        <w:t xml:space="preserve"> شدند. جهت آشنا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شتر</w:t>
      </w:r>
      <w:r w:rsidRPr="00A95BC4">
        <w:rPr>
          <w:rtl/>
          <w:lang w:bidi="fa-IR"/>
        </w:rPr>
        <w:t xml:space="preserve"> درباره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ساره، مختصر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در کنار بزرگ‌تر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ام‌آور</w:t>
      </w:r>
      <w:r w:rsidRPr="00A95BC4">
        <w:rPr>
          <w:rtl/>
          <w:lang w:bidi="fa-IR"/>
        </w:rPr>
        <w:t xml:space="preserve"> توح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حضرت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خل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را در ادامه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آور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</w:p>
    <w:p w:rsidR="00A95BC4" w:rsidRPr="00A95BC4" w:rsidRDefault="00423086" w:rsidP="00423086">
      <w:pPr>
        <w:pStyle w:val="Heading2"/>
        <w:rPr>
          <w:rtl/>
        </w:rPr>
      </w:pPr>
      <w:r>
        <w:rPr>
          <w:rtl/>
        </w:rPr>
        <w:br w:type="page"/>
      </w:r>
      <w:bookmarkStart w:id="90" w:name="_Toc504390403"/>
      <w:bookmarkStart w:id="91" w:name="_Toc504390494"/>
      <w:r w:rsidR="00A95BC4" w:rsidRPr="00A95BC4">
        <w:rPr>
          <w:rFonts w:hint="eastAsia"/>
          <w:rtl/>
        </w:rPr>
        <w:lastRenderedPageBreak/>
        <w:t>ساره</w:t>
      </w:r>
      <w:r w:rsidR="00A95BC4" w:rsidRPr="00A95BC4">
        <w:rPr>
          <w:rtl/>
        </w:rPr>
        <w:t xml:space="preserve"> ک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ست؟</w:t>
      </w:r>
      <w:bookmarkEnd w:id="90"/>
      <w:bookmarkEnd w:id="91"/>
    </w:p>
    <w:p w:rsidR="00A95BC4" w:rsidRPr="00A95BC4" w:rsidRDefault="00A95BC4" w:rsidP="00423086">
      <w:pPr>
        <w:pStyle w:val="libBold1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اشاره</w:t>
      </w:r>
    </w:p>
    <w:p w:rsidR="00A95BC4" w:rsidRPr="00A95BC4" w:rsidRDefault="00A95BC4" w:rsidP="00423086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ساره،</w:t>
      </w:r>
      <w:r w:rsidRPr="00A95BC4">
        <w:rPr>
          <w:rtl/>
          <w:lang w:bidi="fa-IR"/>
        </w:rPr>
        <w:t xml:space="preserve"> بنت هاران بن ناحور بن ساروخ بن أرغو بن فالغ بن غابر بن شالخ بن 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نان</w:t>
      </w:r>
      <w:r w:rsidRPr="00A95BC4">
        <w:rPr>
          <w:rtl/>
          <w:lang w:bidi="fa-IR"/>
        </w:rPr>
        <w:t xml:space="preserve"> بن ارفخشد بن سام بن نوح، از نوادگان نوح</w:t>
      </w:r>
      <w:r w:rsidR="00423086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و دختر عمو و همسر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است. ازدواج ساره و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ترک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حکمت 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بود. ساره، صاحب جمال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بود و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حک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صاحب خرد و دارا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روح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متعال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عزم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استوار بود. </w:t>
      </w:r>
      <w:r w:rsidRPr="00423086">
        <w:rPr>
          <w:rStyle w:val="libFootnotenumChar"/>
          <w:rtl/>
        </w:rPr>
        <w:t>(1)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کتا</w:t>
      </w:r>
      <w:r w:rsidRPr="00A95BC4">
        <w:rPr>
          <w:rtl/>
          <w:lang w:bidi="fa-IR"/>
        </w:rPr>
        <w:t xml:space="preserve"> را پرستش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و او را تهل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گفت</w:t>
      </w:r>
      <w:r w:rsidRPr="00A95BC4">
        <w:rPr>
          <w:rtl/>
          <w:lang w:bidi="fa-IR"/>
        </w:rPr>
        <w:t xml:space="preserve"> و نماز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خواند</w:t>
      </w:r>
      <w:r w:rsidRPr="00A95BC4">
        <w:rPr>
          <w:rtl/>
          <w:lang w:bidi="fa-IR"/>
        </w:rPr>
        <w:t xml:space="preserve"> و ساره مراقب بود که او چه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>. ساره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او با حالت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متواضعانه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ستاده</w:t>
      </w:r>
      <w:r w:rsidRPr="00A95BC4">
        <w:rPr>
          <w:rtl/>
          <w:lang w:bidi="fa-IR"/>
        </w:rPr>
        <w:t xml:space="preserve"> و تکان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خورد</w:t>
      </w:r>
      <w:r w:rsidRPr="00A95BC4">
        <w:rPr>
          <w:rtl/>
          <w:lang w:bidi="fa-IR"/>
        </w:rPr>
        <w:t>. گو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در برابر فرد بزرگوار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ستاده</w:t>
      </w:r>
      <w:r w:rsidRPr="00A95BC4">
        <w:rPr>
          <w:rtl/>
          <w:lang w:bidi="fa-IR"/>
        </w:rPr>
        <w:t xml:space="preserve"> است. چون نماز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تمام شد، ساره به او گفت: «چه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؟»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با چشمان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پر از اشک گفت: «نماز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خواندم»</w:t>
      </w:r>
      <w:r w:rsidRPr="00A95BC4">
        <w:rPr>
          <w:rtl/>
          <w:lang w:bidi="fa-IR"/>
        </w:rPr>
        <w:t>. ساره گفت: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از خدا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ماست».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گفت: «خداوند من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که شر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ندارد. هر چه در آسمان و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است، تحت قدرت اوست». ساره با حالت انکار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«و خدا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ما؟»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گف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>: «خورش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ماه و ستارگان، همه مسخر او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</w:t>
      </w:r>
      <w:r w:rsidRPr="00A95BC4">
        <w:rPr>
          <w:rtl/>
          <w:lang w:bidi="fa-IR"/>
        </w:rPr>
        <w:t xml:space="preserve"> و آن‌گونه که او بخواهد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گردند،</w:t>
      </w:r>
      <w:r w:rsidRPr="00A95BC4">
        <w:rPr>
          <w:rtl/>
          <w:lang w:bidi="fa-IR"/>
        </w:rPr>
        <w:t xml:space="preserve">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ماست». ساره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نها</w:t>
      </w:r>
      <w:r w:rsidRPr="00A95BC4">
        <w:rPr>
          <w:rtl/>
          <w:lang w:bidi="fa-IR"/>
        </w:rPr>
        <w:t xml:space="preserve"> را چه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تو گفته؟»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گفت: «خدا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مرا به راه راست هدا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کرده است». ساره گفت: «و چه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 را به خدا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و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هدا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کرد؟»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که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کتاپرست</w:t>
      </w:r>
      <w:r w:rsidRPr="00A95BC4">
        <w:rPr>
          <w:rtl/>
          <w:lang w:bidi="fa-IR"/>
        </w:rPr>
        <w:t xml:space="preserve"> بود، قاطعانه و از 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گفت: «من از آنچه خداوند به من وح</w:t>
      </w:r>
      <w:r w:rsidRPr="00A95BC4">
        <w:rPr>
          <w:rFonts w:hint="cs"/>
          <w:rtl/>
          <w:lang w:bidi="fa-IR"/>
        </w:rPr>
        <w:t>ی</w:t>
      </w:r>
    </w:p>
    <w:p w:rsidR="00A95BC4" w:rsidRPr="00423086" w:rsidRDefault="00423086" w:rsidP="0042308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95BC4" w:rsidRPr="00A95BC4" w:rsidRDefault="00A95BC4" w:rsidP="00423086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1- نساء 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القرآن الکر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ساره.</w:t>
      </w:r>
    </w:p>
    <w:p w:rsidR="00A95BC4" w:rsidRPr="00A95BC4" w:rsidRDefault="00423086" w:rsidP="00A95B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95BC4" w:rsidRPr="00A95BC4">
        <w:rPr>
          <w:rFonts w:hint="eastAsia"/>
          <w:rtl/>
          <w:lang w:bidi="fa-IR"/>
        </w:rPr>
        <w:lastRenderedPageBreak/>
        <w:t>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کند،</w:t>
      </w:r>
      <w:r w:rsidR="00A95BC4" w:rsidRPr="00A95BC4">
        <w:rPr>
          <w:rtl/>
          <w:lang w:bidi="fa-IR"/>
        </w:rPr>
        <w:t xml:space="preserve"> اطاعت 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کنم</w:t>
      </w:r>
      <w:r w:rsidR="00A95BC4" w:rsidRPr="00A95BC4">
        <w:rPr>
          <w:rtl/>
          <w:lang w:bidi="fa-IR"/>
        </w:rPr>
        <w:t>. او مرا به پ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امبر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برانگ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خته</w:t>
      </w:r>
      <w:r w:rsidR="00A95BC4" w:rsidRPr="00A95BC4">
        <w:rPr>
          <w:rtl/>
          <w:lang w:bidi="fa-IR"/>
        </w:rPr>
        <w:t xml:space="preserve"> است تا مردمان را به اطاعت از او دعوت کنم و من تو را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ساره، به پرستش خدا</w:t>
      </w:r>
      <w:r w:rsidR="00A95BC4" w:rsidRPr="00A95BC4">
        <w:rPr>
          <w:rFonts w:hint="cs"/>
          <w:rtl/>
          <w:lang w:bidi="fa-IR"/>
        </w:rPr>
        <w:t>یی</w:t>
      </w:r>
      <w:r w:rsidR="00A95BC4" w:rsidRPr="00A95BC4">
        <w:rPr>
          <w:rtl/>
          <w:lang w:bidi="fa-IR"/>
        </w:rPr>
        <w:t xml:space="preserve"> که ه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چ</w:t>
      </w:r>
      <w:r w:rsidR="00A95BC4" w:rsidRPr="00A95BC4">
        <w:rPr>
          <w:rtl/>
          <w:lang w:bidi="fa-IR"/>
        </w:rPr>
        <w:t xml:space="preserve"> شر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ک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ندارد، دعوت 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کنم»</w:t>
      </w:r>
      <w:r w:rsidR="00A95BC4"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ساره</w:t>
      </w:r>
      <w:r w:rsidRPr="00A95BC4">
        <w:rPr>
          <w:rtl/>
          <w:lang w:bidi="fa-IR"/>
        </w:rPr>
        <w:t xml:space="preserve">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نماز تو، به ما امر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 xml:space="preserve"> که آنچه را پدرانمان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پرست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دند،</w:t>
      </w:r>
      <w:r w:rsidRPr="00A95BC4">
        <w:rPr>
          <w:rtl/>
          <w:lang w:bidi="fa-IR"/>
        </w:rPr>
        <w:t xml:space="preserve"> ترک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م»</w:t>
      </w:r>
      <w:r w:rsidRPr="00A95BC4">
        <w:rPr>
          <w:rtl/>
          <w:lang w:bidi="fa-IR"/>
        </w:rPr>
        <w:t>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گفت: «من تو را از پرستش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خدا برحذر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دارم،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روشن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خداوند به من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است». ساره گفت: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گانه</w:t>
      </w:r>
      <w:r w:rsidRPr="00A95BC4">
        <w:rPr>
          <w:rtl/>
          <w:lang w:bidi="fa-IR"/>
        </w:rPr>
        <w:t xml:space="preserve"> است،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 هم ماه است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هم خورش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هم ستاره مشتر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آنها خدا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عطوفت، عشق و جنگ هستند و خدا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هر کدام روز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است».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جواب داد: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خدا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شما بهتر از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واحد قهاراند؟» ساره گفت: «چگونه ممکن است که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کل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و آسمان، تنها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خدا وجود دا</w:t>
      </w:r>
      <w:r w:rsidRPr="00A95BC4">
        <w:rPr>
          <w:rFonts w:hint="eastAsia"/>
          <w:rtl/>
          <w:lang w:bidi="fa-IR"/>
        </w:rPr>
        <w:t>شته</w:t>
      </w:r>
      <w:r w:rsidRPr="00A95BC4">
        <w:rPr>
          <w:rtl/>
          <w:lang w:bidi="fa-IR"/>
        </w:rPr>
        <w:t xml:space="preserve"> باشد».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گفت: «اگر چند خدا،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از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گانه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بود،</w:t>
      </w:r>
      <w:r w:rsidRPr="00A95BC4">
        <w:rPr>
          <w:rtl/>
          <w:lang w:bidi="fa-IR"/>
        </w:rPr>
        <w:t xml:space="preserve">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پر از فساد و تباه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</w:t>
      </w:r>
      <w:r w:rsidRPr="00A95BC4">
        <w:rPr>
          <w:rtl/>
          <w:lang w:bidi="fa-IR"/>
        </w:rPr>
        <w:t>. بدان که اسرار آسمان و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نزد خداست و همه امور، به خدا باز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گردد»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ساره</w:t>
      </w:r>
      <w:r w:rsidRPr="00A95BC4">
        <w:rPr>
          <w:rtl/>
          <w:lang w:bidi="fa-IR"/>
        </w:rPr>
        <w:t xml:space="preserve"> گفت: «خدا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بالاتر از خورش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قمر؟»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گفت: «او خالق همه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و همه کس و حاکم بر همه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و همه کس است. امر و نه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جانب اوست و همه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به او باز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گردد</w:t>
      </w:r>
      <w:r w:rsidRPr="00A95BC4">
        <w:rPr>
          <w:rtl/>
          <w:lang w:bidi="fa-IR"/>
        </w:rPr>
        <w:t>. پروردگار آسمان‌ها و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است و خدا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است که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از او، خدا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ست»</w:t>
      </w:r>
      <w:r w:rsidRPr="00A95BC4">
        <w:rPr>
          <w:rtl/>
          <w:lang w:bidi="fa-IR"/>
        </w:rPr>
        <w:t>. ساره گفت: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امور همه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زها</w:t>
      </w:r>
      <w:r w:rsidRPr="00A95BC4">
        <w:rPr>
          <w:rtl/>
          <w:lang w:bidi="fa-IR"/>
        </w:rPr>
        <w:t xml:space="preserve"> را به تنها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تدب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کند؟»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گفت: «آر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>. ساره گفت: «خدا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را 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؟»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گفت: «پس از مرگ». ساره گفت: «پس از مرگ به هاو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در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که بازگشت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آن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ست»</w:t>
      </w:r>
      <w:r w:rsidRPr="00A95BC4">
        <w:rPr>
          <w:rtl/>
          <w:lang w:bidi="fa-IR"/>
        </w:rPr>
        <w:t>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گفت: «خداوند پس از مرگ، دوباره هر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برم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انگ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زد</w:t>
      </w:r>
      <w:r w:rsidRPr="00A95BC4">
        <w:rPr>
          <w:rtl/>
          <w:lang w:bidi="fa-IR"/>
        </w:rPr>
        <w:t xml:space="preserve"> و همه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باز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گردد»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ساره</w:t>
      </w:r>
      <w:r w:rsidRPr="00A95BC4">
        <w:rPr>
          <w:rtl/>
          <w:lang w:bidi="fa-IR"/>
        </w:rPr>
        <w:t xml:space="preserve"> گفت: «چگونه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حت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استخوان‌ها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 به خاک تبد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شد، دوباره زنده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م؟»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گفت: «خدا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من، همه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را مبعوث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 xml:space="preserve"> و به اسرار همه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آگاه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دارد. در آن روز به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چ‌کس</w:t>
      </w:r>
      <w:r w:rsidRPr="00A95BC4">
        <w:rPr>
          <w:rtl/>
          <w:lang w:bidi="fa-IR"/>
        </w:rPr>
        <w:t xml:space="preserve"> ظلم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شود</w:t>
      </w:r>
      <w:r w:rsidRPr="00A95BC4">
        <w:rPr>
          <w:rtl/>
          <w:lang w:bidi="fa-IR"/>
        </w:rPr>
        <w:t xml:space="preserve"> و ستمکاران از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کوکاران</w:t>
      </w:r>
      <w:r w:rsidRPr="00A95BC4">
        <w:rPr>
          <w:rtl/>
          <w:lang w:bidi="fa-IR"/>
        </w:rPr>
        <w:t xml:space="preserve"> جدا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شوند»</w:t>
      </w:r>
      <w:r w:rsidRPr="00A95BC4">
        <w:rPr>
          <w:rtl/>
          <w:lang w:bidi="fa-IR"/>
        </w:rPr>
        <w:t>. ساره گفت: «جزا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به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آورد،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ست؟»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گفت: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جزا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از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است. پاداش آنها بخشش خداوند و بهشت بر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است که در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آن چشمه‌ها روان‌اند». ساره گفت: «و جزا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به خداوند تو کافر شود؟»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گفت: «جا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گاه</w:t>
      </w:r>
      <w:r w:rsidRPr="00A95BC4">
        <w:rPr>
          <w:rtl/>
          <w:lang w:bidi="fa-IR"/>
        </w:rPr>
        <w:t xml:space="preserve"> آنها جهنم است که در آن جاودانه خواهند ماند و هر روز عذابشان شد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دتر</w:t>
      </w:r>
      <w:r w:rsidRPr="00A95BC4">
        <w:rPr>
          <w:rtl/>
          <w:lang w:bidi="fa-IR"/>
        </w:rPr>
        <w:t xml:space="preserve"> خواهد شد».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ساره</w:t>
      </w:r>
      <w:r w:rsidRPr="00A95BC4">
        <w:rPr>
          <w:rtl/>
          <w:lang w:bidi="fa-IR"/>
        </w:rPr>
        <w:t xml:space="preserve"> با تعجب و وحشت به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نگاه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او از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ران</w:t>
      </w:r>
      <w:r w:rsidRPr="00A95BC4">
        <w:rPr>
          <w:rtl/>
          <w:lang w:bidi="fa-IR"/>
        </w:rPr>
        <w:t xml:space="preserve">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بود،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بود. سخنان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>، حرف‌ها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تازه‌ا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بود. او درباره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فراتر از هست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سخن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گفت</w:t>
      </w:r>
      <w:r w:rsidRPr="00A95BC4">
        <w:rPr>
          <w:rtl/>
          <w:lang w:bidi="fa-IR"/>
        </w:rPr>
        <w:t>. انسان را اشرف مخلوقات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</w:t>
      </w:r>
      <w:r w:rsidRPr="00A95BC4">
        <w:rPr>
          <w:rtl/>
          <w:lang w:bidi="fa-IR"/>
        </w:rPr>
        <w:t xml:space="preserve"> که همانا آن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آشکار و به هم‌ر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زنده</w:t>
      </w:r>
      <w:r w:rsidRPr="00A95BC4">
        <w:rPr>
          <w:rtl/>
          <w:lang w:bidi="fa-IR"/>
        </w:rPr>
        <w:t xml:space="preserve"> خواب</w:t>
      </w:r>
      <w:r w:rsidRPr="00A95BC4">
        <w:rPr>
          <w:rFonts w:hint="eastAsia"/>
          <w:rtl/>
          <w:lang w:bidi="fa-IR"/>
        </w:rPr>
        <w:t>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آبا و اجدادشان بود. سپس به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گفت: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«ا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نها</w:t>
      </w:r>
      <w:r w:rsidRPr="00A95BC4">
        <w:rPr>
          <w:rtl/>
          <w:lang w:bidi="fa-IR"/>
        </w:rPr>
        <w:t xml:space="preserve"> را از کجا آموخته‌ا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م؟</w:t>
      </w:r>
      <w:r w:rsidRPr="00A95BC4">
        <w:rPr>
          <w:rtl/>
          <w:lang w:bidi="fa-IR"/>
        </w:rPr>
        <w:t>!»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نها</w:t>
      </w:r>
      <w:r w:rsidRPr="00A95BC4">
        <w:rPr>
          <w:rtl/>
          <w:lang w:bidi="fa-IR"/>
        </w:rPr>
        <w:t xml:space="preserve"> را خدا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به من آموخته است».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ساره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چشم و دلش از آن منبع ف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ض،</w:t>
      </w:r>
      <w:r w:rsidRPr="00A95BC4">
        <w:rPr>
          <w:rtl/>
          <w:lang w:bidi="fa-IR"/>
        </w:rPr>
        <w:t xml:space="preserve"> نوران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شود، پس گفت: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او حق است؟»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گفت: «بله، او حق است».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که او به خدا و رسالتش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اورد</w:t>
      </w:r>
      <w:r w:rsidRPr="00A95BC4">
        <w:rPr>
          <w:rtl/>
          <w:lang w:bidi="fa-IR"/>
        </w:rPr>
        <w:t>. پس به او گفت: «خدا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من! استغفار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طلبم</w:t>
      </w:r>
      <w:r w:rsidRPr="00A95BC4">
        <w:rPr>
          <w:rtl/>
          <w:lang w:bidi="fa-IR"/>
        </w:rPr>
        <w:t xml:space="preserve"> و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 توجه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کنم</w:t>
      </w:r>
      <w:r w:rsidRPr="00A95BC4">
        <w:rPr>
          <w:rtl/>
          <w:lang w:bidi="fa-IR"/>
        </w:rPr>
        <w:t>. به‌درست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و</w:t>
      </w:r>
      <w:r w:rsidRPr="00A95BC4">
        <w:rPr>
          <w:rtl/>
          <w:lang w:bidi="fa-IR"/>
        </w:rPr>
        <w:t xml:space="preserve"> اجابت‌کننده است». ساره گفت: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او دعا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شنود؟»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گفت: «خدا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 آنچه در آسمان‌ها و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است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داند</w:t>
      </w:r>
      <w:r w:rsidRPr="00A95BC4">
        <w:rPr>
          <w:rtl/>
          <w:lang w:bidi="fa-IR"/>
        </w:rPr>
        <w:t xml:space="preserve"> و او شنوا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</w:t>
      </w:r>
      <w:r w:rsidRPr="00A95BC4">
        <w:rPr>
          <w:rtl/>
          <w:lang w:bidi="fa-IR"/>
        </w:rPr>
        <w:lastRenderedPageBreak/>
        <w:t>داناست. او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داند</w:t>
      </w:r>
      <w:r w:rsidRPr="00A95BC4">
        <w:rPr>
          <w:rtl/>
          <w:lang w:bidi="fa-IR"/>
        </w:rPr>
        <w:t xml:space="preserve"> آنچه را پنهان و آنچه را آشکار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داند</w:t>
      </w:r>
      <w:r w:rsidRPr="00A95BC4">
        <w:rPr>
          <w:rtl/>
          <w:lang w:bidi="fa-IR"/>
        </w:rPr>
        <w:t xml:space="preserve"> آنچه را به‌دست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آور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. و کل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نزد اوست و تنه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او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داند</w:t>
      </w:r>
      <w:r w:rsidRPr="00A95BC4">
        <w:rPr>
          <w:rtl/>
          <w:lang w:bidi="fa-IR"/>
        </w:rPr>
        <w:t xml:space="preserve"> آنچه در خشک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گذرد</w:t>
      </w:r>
      <w:r w:rsidRPr="00A95BC4">
        <w:rPr>
          <w:rtl/>
          <w:lang w:bidi="fa-IR"/>
        </w:rPr>
        <w:t>. و فقط او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داند</w:t>
      </w:r>
      <w:r w:rsidRPr="00A95BC4">
        <w:rPr>
          <w:rtl/>
          <w:lang w:bidi="fa-IR"/>
        </w:rPr>
        <w:t xml:space="preserve"> آنچه بر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فرو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رود</w:t>
      </w:r>
      <w:r w:rsidRPr="00A95BC4">
        <w:rPr>
          <w:rtl/>
          <w:lang w:bidi="fa-IR"/>
        </w:rPr>
        <w:t xml:space="preserve"> و آنچه از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برم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داند</w:t>
      </w:r>
      <w:r w:rsidRPr="00A95BC4">
        <w:rPr>
          <w:rtl/>
          <w:lang w:bidi="fa-IR"/>
        </w:rPr>
        <w:t xml:space="preserve"> 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انت</w:t>
      </w:r>
      <w:r w:rsidRPr="00A95BC4">
        <w:rPr>
          <w:rtl/>
          <w:lang w:bidi="fa-IR"/>
        </w:rPr>
        <w:t xml:space="preserve"> چشم‌ها را و آنچه در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نه‌ها</w:t>
      </w:r>
      <w:r w:rsidRPr="00A95BC4">
        <w:rPr>
          <w:rtl/>
          <w:lang w:bidi="fa-IR"/>
        </w:rPr>
        <w:t xml:space="preserve"> پنهان است. به او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</w:t>
      </w:r>
      <w:r w:rsidRPr="00A95BC4">
        <w:rPr>
          <w:rtl/>
          <w:lang w:bidi="fa-IR"/>
        </w:rPr>
        <w:t>!» ساره گفت: «نم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دانم</w:t>
      </w:r>
      <w:r w:rsidRPr="00A95BC4">
        <w:rPr>
          <w:rtl/>
          <w:lang w:bidi="fa-IR"/>
        </w:rPr>
        <w:t xml:space="preserve"> چگونه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را انجام دهم».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گفت: «به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گانگ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خداوند شهادت بده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ساره!» ساره گفت: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شهادت دهم که خدا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کتاست</w:t>
      </w:r>
      <w:r w:rsidRPr="00A95BC4">
        <w:rPr>
          <w:rtl/>
          <w:lang w:bidi="fa-IR"/>
        </w:rPr>
        <w:t xml:space="preserve"> و شر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ندارد؟»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گفت: «و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بنده و فرستاده اوست.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خواهم</w:t>
      </w:r>
      <w:r w:rsidRPr="00A95BC4">
        <w:rPr>
          <w:rtl/>
          <w:lang w:bidi="fa-IR"/>
        </w:rPr>
        <w:t xml:space="preserve"> که خدا قلبت را پاک گرداند و تو را هدا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کند و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نه‌ات</w:t>
      </w:r>
      <w:r w:rsidRPr="00A95BC4">
        <w:rPr>
          <w:rtl/>
          <w:lang w:bidi="fa-IR"/>
        </w:rPr>
        <w:t xml:space="preserve">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در برابر حق گشاده گرداند».</w:t>
      </w:r>
    </w:p>
    <w:p w:rsidR="00A95BC4" w:rsidRPr="00A95BC4" w:rsidRDefault="00A95BC4" w:rsidP="00423086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ساره</w:t>
      </w:r>
      <w:r w:rsidRPr="00A95BC4">
        <w:rPr>
          <w:rtl/>
          <w:lang w:bidi="fa-IR"/>
        </w:rPr>
        <w:t xml:space="preserve"> گفت: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شهادت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خدا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نم؟</w:t>
      </w:r>
      <w:r w:rsidRPr="00A95BC4">
        <w:rPr>
          <w:rtl/>
          <w:lang w:bidi="fa-IR"/>
        </w:rPr>
        <w:t xml:space="preserve"> چگونه شهادت</w:t>
      </w:r>
      <w:r w:rsidR="00423086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دهم</w:t>
      </w:r>
      <w:r w:rsidRPr="00A95BC4">
        <w:rPr>
          <w:rtl/>
          <w:lang w:bidi="fa-IR"/>
        </w:rPr>
        <w:t xml:space="preserve"> به او،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او را 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ده‌ام؟»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گفت: «چشم‌ها،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مرا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نند،</w:t>
      </w:r>
      <w:r w:rsidRPr="00A95BC4">
        <w:rPr>
          <w:rtl/>
          <w:lang w:bidi="fa-IR"/>
        </w:rPr>
        <w:t xml:space="preserve"> اما با چشم دل،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</w:t>
      </w:r>
      <w:r w:rsidRPr="00A95BC4">
        <w:rPr>
          <w:rtl/>
          <w:lang w:bidi="fa-IR"/>
        </w:rPr>
        <w:t xml:space="preserve"> او را درک کرد و او به همه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آگاه است». ساره گفت: «تا او را نب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نم،</w:t>
      </w:r>
      <w:r w:rsidRPr="00A95BC4">
        <w:rPr>
          <w:rtl/>
          <w:lang w:bidi="fa-IR"/>
        </w:rPr>
        <w:t xml:space="preserve"> شهادت نخواهم داد».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گفت: «مشرق و مغرب از آن خداست و هر طرف رو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ما را درم</w:t>
      </w:r>
      <w:r w:rsidRPr="00A95BC4">
        <w:rPr>
          <w:rFonts w:hint="cs"/>
          <w:rtl/>
          <w:lang w:bidi="fa-IR"/>
        </w:rPr>
        <w:t>ی‌ی</w:t>
      </w:r>
      <w:r w:rsidRPr="00A95BC4">
        <w:rPr>
          <w:rFonts w:hint="eastAsia"/>
          <w:rtl/>
          <w:lang w:bidi="fa-IR"/>
        </w:rPr>
        <w:t>ابد</w:t>
      </w:r>
      <w:r w:rsidRPr="00A95BC4">
        <w:rPr>
          <w:rtl/>
          <w:lang w:bidi="fa-IR"/>
        </w:rPr>
        <w:t xml:space="preserve"> و خدا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جز او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و همه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از او فان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شدن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است. من به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گانگ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خداوند شهادت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دهم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ساره! هر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از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خدا گمراه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است. من تسل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امر خدا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هر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امر خدا باشد، جزء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کوکاران</w:t>
      </w:r>
      <w:r w:rsidRPr="00A95BC4">
        <w:rPr>
          <w:rtl/>
          <w:lang w:bidi="fa-IR"/>
        </w:rPr>
        <w:t xml:space="preserve"> است و اجر او نزد خداست».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حق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قت</w:t>
      </w:r>
      <w:r w:rsidRPr="00A95BC4">
        <w:rPr>
          <w:rtl/>
          <w:lang w:bidi="fa-IR"/>
        </w:rPr>
        <w:t xml:space="preserve"> خداوند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بر روح ساره دم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شعله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در قلب او روشن شد. نور حق، 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جان او را آکند و در خو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جلوه‌ا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خداوند را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چون خدا بخواهد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هدا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کند، به او شرح صدر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دهد</w:t>
      </w:r>
      <w:r w:rsidRPr="00A95BC4">
        <w:rPr>
          <w:rtl/>
          <w:lang w:bidi="fa-IR"/>
        </w:rPr>
        <w:t xml:space="preserve"> و چشم دلش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ساره زن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بود که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</w:t>
      </w:r>
      <w:r w:rsidRPr="00A95BC4">
        <w:rPr>
          <w:rFonts w:hint="cs"/>
          <w:rtl/>
          <w:lang w:bidi="fa-IR"/>
        </w:rPr>
        <w:t>یی‌</w:t>
      </w:r>
      <w:r w:rsidRPr="00A95BC4">
        <w:rPr>
          <w:rFonts w:hint="eastAsia"/>
          <w:rtl/>
          <w:lang w:bidi="fa-IR"/>
        </w:rPr>
        <w:t>اش</w:t>
      </w:r>
      <w:r w:rsidRPr="00A95BC4">
        <w:rPr>
          <w:rtl/>
          <w:lang w:bidi="fa-IR"/>
        </w:rPr>
        <w:t xml:space="preserve"> چشم</w:t>
      </w:r>
      <w:r w:rsidRPr="00A95BC4">
        <w:rPr>
          <w:rFonts w:hint="eastAsia"/>
          <w:rtl/>
          <w:lang w:bidi="fa-IR"/>
        </w:rPr>
        <w:t>‌ها</w:t>
      </w:r>
      <w:r w:rsidRPr="00A95BC4">
        <w:rPr>
          <w:rtl/>
          <w:lang w:bidi="fa-IR"/>
        </w:rPr>
        <w:t xml:space="preserve"> را 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>. 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ترت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باطن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هم به جمال ظاهر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اضافه شد. ساره </w:t>
      </w:r>
      <w:r w:rsidRPr="00A95BC4">
        <w:rPr>
          <w:rtl/>
          <w:lang w:bidi="fa-IR"/>
        </w:rPr>
        <w:lastRenderedPageBreak/>
        <w:t>گفت: «خدا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! من در حق خود ظلم کردم، به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گانگ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 شهادت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دهم</w:t>
      </w:r>
      <w:r w:rsidRPr="00A95BC4">
        <w:rPr>
          <w:rtl/>
          <w:lang w:bidi="fa-IR"/>
        </w:rPr>
        <w:t xml:space="preserve">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بنده و فرستاده توست. من به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جهان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آورم»</w:t>
      </w:r>
      <w:r w:rsidRPr="00A95BC4">
        <w:rPr>
          <w:rtl/>
          <w:lang w:bidi="fa-IR"/>
        </w:rPr>
        <w:t>.</w:t>
      </w:r>
    </w:p>
    <w:p w:rsidR="00A95BC4" w:rsidRPr="00A95BC4" w:rsidRDefault="00A95BC4" w:rsidP="00423086">
      <w:pPr>
        <w:pStyle w:val="Heading2"/>
        <w:rPr>
          <w:rtl/>
        </w:rPr>
      </w:pPr>
      <w:bookmarkStart w:id="92" w:name="_Toc504390404"/>
      <w:bookmarkStart w:id="93" w:name="_Toc504390495"/>
      <w:r w:rsidRPr="00A95BC4">
        <w:rPr>
          <w:rFonts w:hint="eastAsia"/>
          <w:rtl/>
        </w:rPr>
        <w:t>هجرت</w:t>
      </w:r>
      <w:r w:rsidRPr="00A95BC4">
        <w:rPr>
          <w:rtl/>
        </w:rPr>
        <w:t xml:space="preserve"> ابراه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م</w:t>
      </w:r>
      <w:r w:rsidRPr="00A95BC4">
        <w:rPr>
          <w:rtl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</w:rPr>
        <w:t xml:space="preserve"> و ساره‌</w:t>
      </w:r>
      <w:bookmarkEnd w:id="92"/>
      <w:bookmarkEnd w:id="93"/>
    </w:p>
    <w:p w:rsidR="00A95BC4" w:rsidRPr="00A95BC4" w:rsidRDefault="00A95BC4" w:rsidP="00423086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قوم خود را به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کتاپرست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دعوت کرد، اما تنها عده‌ا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اندک به او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آوردند. به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ل،</w:t>
      </w:r>
      <w:r w:rsidRPr="00A95BC4">
        <w:rPr>
          <w:rtl/>
          <w:lang w:bidi="fa-IR"/>
        </w:rPr>
        <w:t xml:space="preserve"> چاره‌ا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نداشت جز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از</w:t>
      </w:r>
      <w:r w:rsidR="00423086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«بابل»</w:t>
      </w:r>
      <w:r w:rsidRPr="00A95BC4">
        <w:rPr>
          <w:rtl/>
          <w:lang w:bidi="fa-IR"/>
        </w:rPr>
        <w:t xml:space="preserve"> مهاجرت کند. او به همراه ساره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«شام» هجرت کرد و در «حرّان» منزل گز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او</w:t>
      </w:r>
      <w:r w:rsidRPr="00A95BC4">
        <w:rPr>
          <w:rtl/>
          <w:lang w:bidi="fa-IR"/>
        </w:rPr>
        <w:t xml:space="preserve"> فکر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که 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در منطقه‌ا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دور از وطنش، انسان‌ها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را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ابد</w:t>
      </w:r>
      <w:r w:rsidRPr="00A95BC4">
        <w:rPr>
          <w:rtl/>
          <w:lang w:bidi="fa-IR"/>
        </w:rPr>
        <w:t xml:space="preserve"> که به او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اورند،</w:t>
      </w:r>
      <w:r w:rsidRPr="00A95BC4">
        <w:rPr>
          <w:rtl/>
          <w:lang w:bidi="fa-IR"/>
        </w:rPr>
        <w:t xml:space="preserve"> اما اهال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«شام»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ستاره‌پرست بودند.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آنها را به راه راست هدا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کند،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کس دعوت او را نپذ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رفت،</w:t>
      </w:r>
      <w:r w:rsidRPr="00A95BC4">
        <w:rPr>
          <w:rtl/>
          <w:lang w:bidi="fa-IR"/>
        </w:rPr>
        <w:t xml:space="preserve"> تا جا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که قحط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مردم شام را </w:t>
      </w:r>
      <w:r w:rsidRPr="00A95BC4">
        <w:rPr>
          <w:rFonts w:hint="eastAsia"/>
          <w:rtl/>
          <w:lang w:bidi="fa-IR"/>
        </w:rPr>
        <w:t>فراگرفت</w:t>
      </w:r>
      <w:r w:rsidRPr="00A95BC4">
        <w:rPr>
          <w:rtl/>
          <w:lang w:bidi="fa-IR"/>
        </w:rPr>
        <w:t>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همراه ساره، از شام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«مصر» رفت، اما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مصر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رسالت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داشت، مناسب نبود،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حاکم مصر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سخت‌گ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بود و بر امور اهال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اش</w:t>
      </w:r>
      <w:r w:rsidRPr="00A95BC4">
        <w:rPr>
          <w:rtl/>
          <w:lang w:bidi="fa-IR"/>
        </w:rPr>
        <w:t xml:space="preserve">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طره</w:t>
      </w:r>
      <w:r w:rsidRPr="00A95BC4">
        <w:rPr>
          <w:rtl/>
          <w:lang w:bidi="fa-IR"/>
        </w:rPr>
        <w:t xml:space="preserve"> داشت و بر مقدرات آنها حکم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راند</w:t>
      </w:r>
      <w:r w:rsidRPr="00A95BC4">
        <w:rPr>
          <w:rtl/>
          <w:lang w:bidi="fa-IR"/>
        </w:rPr>
        <w:t xml:space="preserve">. در آن زمان،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ملوک عرب عمال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ق،</w:t>
      </w:r>
      <w:r w:rsidRPr="00A95BC4">
        <w:rPr>
          <w:rtl/>
          <w:lang w:bidi="fa-IR"/>
        </w:rPr>
        <w:t xml:space="preserve"> به نام سنا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بن علوان بن عب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بن عو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ج</w:t>
      </w:r>
      <w:r w:rsidRPr="00A95BC4">
        <w:rPr>
          <w:rtl/>
          <w:lang w:bidi="fa-IR"/>
        </w:rPr>
        <w:t xml:space="preserve"> بن عملاق بن لاود بن سام بن نوح بر مصر حکومت داشت.</w:t>
      </w:r>
    </w:p>
    <w:p w:rsidR="00A95BC4" w:rsidRPr="00A95BC4" w:rsidRDefault="00A95BC4" w:rsidP="006B257E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پس</w:t>
      </w:r>
      <w:r w:rsidRPr="00A95BC4">
        <w:rPr>
          <w:rtl/>
          <w:lang w:bidi="fa-IR"/>
        </w:rPr>
        <w:t xml:space="preserve"> از ورود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و ساره به مصر، بررس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آنکه بب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تواند</w:t>
      </w:r>
      <w:r w:rsidRPr="00A95BC4">
        <w:rPr>
          <w:rtl/>
          <w:lang w:bidi="fa-IR"/>
        </w:rPr>
        <w:t xml:space="preserve"> در آنجا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نش</w:t>
      </w:r>
      <w:r w:rsidRPr="00A95BC4">
        <w:rPr>
          <w:rtl/>
          <w:lang w:bidi="fa-IR"/>
        </w:rPr>
        <w:t xml:space="preserve"> را تبل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غ</w:t>
      </w:r>
      <w:r w:rsidRPr="00A95BC4">
        <w:rPr>
          <w:rtl/>
          <w:lang w:bidi="fa-IR"/>
        </w:rPr>
        <w:t xml:space="preserve"> کند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نه، آغاز شد.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ان،</w:t>
      </w:r>
      <w:r w:rsidRPr="00A95BC4">
        <w:rPr>
          <w:rtl/>
          <w:lang w:bidi="fa-IR"/>
        </w:rPr>
        <w:t xml:space="preserve">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مورد آنها نزد ملک، سخن‌چ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کرد. ملک،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ساره را به دربار خواند.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ساره ملک را برانگ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خت</w:t>
      </w:r>
      <w:r w:rsidRPr="00A95BC4">
        <w:rPr>
          <w:rtl/>
          <w:lang w:bidi="fa-IR"/>
        </w:rPr>
        <w:t>. او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از ساره بهرمند شود.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رو، از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«چه رابطه‌ا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تو و ساره است؟»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با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به قصد او پ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برد و ترس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اگر بگو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ساره همسر اوست، او را اذ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کند و بخواهد او را به زور از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رد</w:t>
      </w:r>
      <w:r w:rsidRPr="00A95BC4">
        <w:rPr>
          <w:rtl/>
          <w:lang w:bidi="fa-IR"/>
        </w:rPr>
        <w:t xml:space="preserve"> و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را آزار رساند و </w:t>
      </w:r>
      <w:r w:rsidRPr="00A95BC4">
        <w:rPr>
          <w:rtl/>
          <w:lang w:bidi="fa-IR"/>
        </w:rPr>
        <w:lastRenderedPageBreak/>
        <w:t>ساره مجبو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شود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رها</w:t>
      </w:r>
      <w:r w:rsidRPr="00A95BC4">
        <w:rPr>
          <w:rFonts w:hint="cs"/>
          <w:rtl/>
          <w:lang w:bidi="fa-IR"/>
        </w:rPr>
        <w:t>یی</w:t>
      </w:r>
      <w:r w:rsidR="006B257E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به کار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تن دهد که پس از آن، متأثر شود. پس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گفت: «او خواهر من است». ملک مطمئن شد که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همسر ساره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و ساره شوهر ندارد.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طرف ساره برگشت و آنچه گذشته بود را به اطلاع او رساند و از او قول گرفت که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از آنچه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گفت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را بر زبان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اورد</w:t>
      </w:r>
      <w:r w:rsidRPr="00A95BC4">
        <w:rPr>
          <w:rtl/>
          <w:lang w:bidi="fa-IR"/>
        </w:rPr>
        <w:t>. سپس او را به خداوند سپرد،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</w:t>
      </w:r>
      <w:r w:rsidRPr="00A95BC4">
        <w:rPr>
          <w:rtl/>
          <w:lang w:bidi="fa-IR"/>
        </w:rPr>
        <w:t xml:space="preserve"> که خداوند او را حفظ خواهد کرد.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ملک</w:t>
      </w:r>
      <w:r w:rsidRPr="00A95BC4">
        <w:rPr>
          <w:rtl/>
          <w:lang w:bidi="fa-IR"/>
        </w:rPr>
        <w:t xml:space="preserve"> دستور داد که او را به قصر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اورند</w:t>
      </w:r>
      <w:r w:rsidRPr="00A95BC4">
        <w:rPr>
          <w:rtl/>
          <w:lang w:bidi="fa-IR"/>
        </w:rPr>
        <w:t xml:space="preserve"> و او را به طرف تخت هدا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کنند. ساره را به داخل قصر آوردند،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لباس‌ها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فاخر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او پوشانده بودند،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ساره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نت‌آلات</w:t>
      </w:r>
      <w:r w:rsidRPr="00A95BC4">
        <w:rPr>
          <w:rtl/>
          <w:lang w:bidi="fa-IR"/>
        </w:rPr>
        <w:t xml:space="preserve"> 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نعمت‌ها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که در اطرافش بود،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توجه</w:t>
      </w:r>
      <w:r w:rsidRPr="00A95BC4">
        <w:rPr>
          <w:rtl/>
          <w:lang w:bidi="fa-IR"/>
        </w:rPr>
        <w:t xml:space="preserve"> بود و مال و ثروت سلطان را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به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جز وفادار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همسرش و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او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بااندوه در گوشه‌ا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نشست. ملک به او نگاه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کرد،</w:t>
      </w:r>
      <w:r w:rsidRPr="00A95BC4">
        <w:rPr>
          <w:rtl/>
          <w:lang w:bidi="fa-IR"/>
        </w:rPr>
        <w:t xml:space="preserve"> اما او عشق را در نگاه ملک ناد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گرفت</w:t>
      </w:r>
      <w:r w:rsidRPr="00A95BC4">
        <w:rPr>
          <w:rtl/>
          <w:lang w:bidi="fa-IR"/>
        </w:rPr>
        <w:t>. ملک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که اندوه را از او دور کند و وحشت را از او بزدا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پس به طرف ساره رفت، دستش را به طرف او دراز کرد و بازو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را گرفت و گفت: «از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خواهم</w:t>
      </w:r>
      <w:r w:rsidRPr="00A95BC4">
        <w:rPr>
          <w:rtl/>
          <w:lang w:bidi="fa-IR"/>
        </w:rPr>
        <w:t xml:space="preserve"> که از من درگذرد. من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از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تو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خواهم»</w:t>
      </w:r>
      <w:r w:rsidRPr="00A95BC4">
        <w:rPr>
          <w:rtl/>
          <w:lang w:bidi="fa-IR"/>
        </w:rPr>
        <w:t>.</w:t>
      </w:r>
    </w:p>
    <w:p w:rsidR="00A95BC4" w:rsidRPr="00A95BC4" w:rsidRDefault="00A95BC4" w:rsidP="006B257E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ساره</w:t>
      </w:r>
      <w:r w:rsidRPr="00A95BC4">
        <w:rPr>
          <w:rtl/>
          <w:lang w:bidi="fa-IR"/>
        </w:rPr>
        <w:t xml:space="preserve"> بازو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را از دست ملک درآورد و رو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را از او برگرداند. ملک بار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بازو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را گرفت و او را به طرف خود کش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اما ساره به سرعت خود را عقب کش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ملک دانست که او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زن پره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و امکان ندارد که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به او دست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ابد</w:t>
      </w:r>
      <w:r w:rsidRPr="00A95BC4">
        <w:rPr>
          <w:rtl/>
          <w:lang w:bidi="fa-IR"/>
        </w:rPr>
        <w:t>.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="006B257E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او</w:t>
      </w:r>
      <w:r w:rsidRPr="00A95BC4">
        <w:rPr>
          <w:rtl/>
          <w:lang w:bidi="fa-IR"/>
        </w:rPr>
        <w:t xml:space="preserve"> تحت کرامت و عنا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خدا بود و خدا هرگز اجازه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داد</w:t>
      </w:r>
      <w:r w:rsidRPr="00A95BC4">
        <w:rPr>
          <w:rtl/>
          <w:lang w:bidi="fa-IR"/>
        </w:rPr>
        <w:t xml:space="preserve"> که دامن پاک ساره، آلوده به گناه شود. ملک، خدمه‌ها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را صدا زد و گفت: «او را به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نجا</w:t>
      </w:r>
      <w:r w:rsidRPr="00A95BC4">
        <w:rPr>
          <w:rtl/>
          <w:lang w:bidi="fa-IR"/>
        </w:rPr>
        <w:t xml:space="preserve"> بود، برسان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هم به او بده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د»</w:t>
      </w:r>
      <w:r w:rsidRPr="00A95BC4">
        <w:rPr>
          <w:rtl/>
          <w:lang w:bidi="fa-IR"/>
        </w:rPr>
        <w:t>. برخ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</w:t>
      </w:r>
      <w:r w:rsidRPr="00A95BC4">
        <w:rPr>
          <w:rtl/>
          <w:lang w:bidi="fa-IR"/>
        </w:rPr>
        <w:t xml:space="preserve"> که ملک، در خواب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او گفت: «ابراه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همسر </w:t>
      </w:r>
      <w:r w:rsidRPr="00A95BC4">
        <w:rPr>
          <w:rtl/>
          <w:lang w:bidi="fa-IR"/>
        </w:rPr>
        <w:lastRenderedPageBreak/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زن و نب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خداست، تو نبا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به عصمت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خدا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شو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>. پس از خواب برخ</w:t>
      </w:r>
      <w:r w:rsidR="006B257E">
        <w:rPr>
          <w:rFonts w:hint="cs"/>
          <w:rtl/>
          <w:lang w:bidi="fa-IR"/>
        </w:rPr>
        <w:t>و</w:t>
      </w:r>
      <w:r w:rsidRPr="00A95BC4">
        <w:rPr>
          <w:rtl/>
          <w:lang w:bidi="fa-IR"/>
        </w:rPr>
        <w:t>است و ساره را به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بازگرداند و هاجر را به او عطا کرد و به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تمام مدت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ساره در قصر ملک به سر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برد،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نماز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ستاده</w:t>
      </w:r>
      <w:r w:rsidRPr="00A95BC4">
        <w:rPr>
          <w:rtl/>
          <w:lang w:bidi="fa-IR"/>
        </w:rPr>
        <w:t xml:space="preserve"> بود و از خدا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تا بد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از خانواده او دور کند. خداوند رحمان هم، دعا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را اجابت کرد و عصمت و پاک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ساره را حفظ نمود.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برخ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آثار آمده که خداوند در قصر ملک، حجاب‌ها را از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چشم ساره و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برداشت و آنها آنچه در قصر ملک از زمان ورود ساره تا پا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رخ داد را مشاهده کردند و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</w:t>
      </w:r>
      <w:r w:rsidRPr="00A95BC4">
        <w:rPr>
          <w:rtl/>
          <w:lang w:bidi="fa-IR"/>
        </w:rPr>
        <w:t xml:space="preserve"> که چگونه خداوند عصمت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را حفظ خواهد کرد. بر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اساس قلب‌ها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مطمئن شد و چشم‌</w:t>
      </w:r>
      <w:r w:rsidRPr="00A95BC4">
        <w:rPr>
          <w:rFonts w:hint="eastAsia"/>
          <w:rtl/>
          <w:lang w:bidi="fa-IR"/>
        </w:rPr>
        <w:t>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روشن و دوست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شتر</w:t>
      </w:r>
      <w:r w:rsidRPr="00A95BC4">
        <w:rPr>
          <w:rtl/>
          <w:lang w:bidi="fa-IR"/>
        </w:rPr>
        <w:t xml:space="preserve"> شد،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او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ازدواج، دختر عمو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اول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که به او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آورد.</w:t>
      </w:r>
    </w:p>
    <w:p w:rsidR="006B257E" w:rsidRDefault="00A95BC4" w:rsidP="006B257E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دچار مص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بت‌ها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شد. او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دست آوردن روز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از شام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مصر آمد، زنش را از او گرفتند و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او و</w:t>
      </w:r>
      <w:r w:rsidR="006B257E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خانواده‌اش</w:t>
      </w:r>
      <w:r w:rsidRPr="00A95BC4">
        <w:rPr>
          <w:rtl/>
          <w:lang w:bidi="fa-IR"/>
        </w:rPr>
        <w:t xml:space="preserve"> جدا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انداختند، اما او آن‌قدر صبر کرد تا خداوند گره از کار او گشود و همسرش را به او بازگردان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او را در آتش انداختند، اما خداوند او را از آتش نجات داد.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که اگر خدا بخواهد در مصر بماند. کم‌کم مردم را نرم کرد، مال او افزون و ن</w:t>
      </w:r>
      <w:r w:rsidRPr="00A95BC4">
        <w:rPr>
          <w:rFonts w:hint="eastAsia"/>
          <w:rtl/>
          <w:lang w:bidi="fa-IR"/>
        </w:rPr>
        <w:t>امش</w:t>
      </w:r>
      <w:r w:rsidRPr="00A95BC4">
        <w:rPr>
          <w:rtl/>
          <w:lang w:bidi="fa-IR"/>
        </w:rPr>
        <w:t xml:space="preserve"> شهره مردم شده بود، اما مردم به او حسادت بردند و شروع به آزار و اذ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او کردند.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ناچار تصم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گرفت از مصر کوچ کند و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مقدس فلسط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برود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آن، وطن او و مدت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آنجا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کرده بود.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رو، همراه ساره و هاجر-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ملک مصر به او داده بود- از مصر خارج شد.</w:t>
      </w:r>
    </w:p>
    <w:p w:rsidR="00A95BC4" w:rsidRPr="00A95BC4" w:rsidRDefault="006B257E" w:rsidP="006B257E">
      <w:pPr>
        <w:pStyle w:val="Heading2"/>
        <w:rPr>
          <w:rtl/>
        </w:rPr>
      </w:pPr>
      <w:r>
        <w:rPr>
          <w:rtl/>
        </w:rPr>
        <w:br w:type="page"/>
      </w:r>
      <w:bookmarkStart w:id="94" w:name="_Toc504390405"/>
      <w:bookmarkStart w:id="95" w:name="_Toc504390496"/>
      <w:r w:rsidR="00A95BC4" w:rsidRPr="00A95BC4">
        <w:rPr>
          <w:rFonts w:hint="eastAsia"/>
          <w:rtl/>
        </w:rPr>
        <w:lastRenderedPageBreak/>
        <w:t>ازدواج</w:t>
      </w:r>
      <w:r w:rsidR="00A95BC4" w:rsidRPr="00A95BC4">
        <w:rPr>
          <w:rtl/>
        </w:rPr>
        <w:t xml:space="preserve"> ابراه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م</w:t>
      </w:r>
      <w:r w:rsidR="00A95BC4" w:rsidRPr="00A95BC4">
        <w:rPr>
          <w:rtl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="00A95BC4" w:rsidRPr="00A95BC4">
        <w:rPr>
          <w:rtl/>
        </w:rPr>
        <w:t xml:space="preserve"> و هاجر</w:t>
      </w:r>
      <w:bookmarkEnd w:id="94"/>
      <w:bookmarkEnd w:id="95"/>
    </w:p>
    <w:p w:rsidR="006B257E" w:rsidRDefault="00A95BC4" w:rsidP="006B257E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ساره</w:t>
      </w:r>
      <w:r w:rsidRPr="00A95BC4">
        <w:rPr>
          <w:rtl/>
          <w:lang w:bidi="fa-IR"/>
        </w:rPr>
        <w:t xml:space="preserve"> نازا بود و فرزند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نداشت و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نسل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ندارد،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ناراحت بود. ساره که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شده بود، از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خواست تا با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زش</w:t>
      </w:r>
      <w:r w:rsidRPr="00A95BC4">
        <w:rPr>
          <w:rtl/>
          <w:lang w:bidi="fa-IR"/>
        </w:rPr>
        <w:t xml:space="preserve"> هاجر که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کو</w:t>
      </w:r>
      <w:r w:rsidRPr="00A95BC4">
        <w:rPr>
          <w:rtl/>
          <w:lang w:bidi="fa-IR"/>
        </w:rPr>
        <w:t xml:space="preserve"> سرشت بود، ازدواج کند تا هاجر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 کودک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اورد</w:t>
      </w:r>
      <w:r w:rsidRPr="00A95BC4">
        <w:rPr>
          <w:rtl/>
          <w:lang w:bidi="fa-IR"/>
        </w:rPr>
        <w:t xml:space="preserve"> که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 را رونق بخشد. 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ترت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ب،</w:t>
      </w:r>
      <w:r w:rsidRPr="00A95BC4">
        <w:rPr>
          <w:rtl/>
          <w:lang w:bidi="fa-IR"/>
        </w:rPr>
        <w:t xml:space="preserve"> موض</w:t>
      </w:r>
      <w:r w:rsidRPr="00A95BC4">
        <w:rPr>
          <w:rFonts w:hint="eastAsia"/>
          <w:rtl/>
          <w:lang w:bidi="fa-IR"/>
        </w:rPr>
        <w:t>وع</w:t>
      </w:r>
      <w:r w:rsidRPr="00A95BC4">
        <w:rPr>
          <w:rtl/>
          <w:lang w:bidi="fa-IR"/>
        </w:rPr>
        <w:t xml:space="preserve"> را با هاجر در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گذاشت. هاجر 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رفت</w:t>
      </w:r>
      <w:r w:rsidRPr="00A95BC4">
        <w:rPr>
          <w:rtl/>
          <w:lang w:bidi="fa-IR"/>
        </w:rPr>
        <w:t xml:space="preserve"> که با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ازدواج کند. هاجر پس از مدت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پسر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دن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آورد که نام او را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نهاد و چشم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روشن شد. هاجر سع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که شاد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اش</w:t>
      </w:r>
      <w:r w:rsidRPr="00A95BC4">
        <w:rPr>
          <w:rtl/>
          <w:lang w:bidi="fa-IR"/>
        </w:rPr>
        <w:t xml:space="preserve"> را با ساره تقس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کند، اما حسادت بر قلب ساره 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ره شد و از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خواست تا هاجر و</w:t>
      </w:r>
      <w:r w:rsidR="006B257E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فرزندش</w:t>
      </w:r>
      <w:r w:rsidRPr="00A95BC4">
        <w:rPr>
          <w:rtl/>
          <w:lang w:bidi="fa-IR"/>
        </w:rPr>
        <w:t xml:space="preserve"> را از برابر چشمان او دور کند، تا جا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که نه آنها را بب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</w:t>
      </w:r>
      <w:r w:rsidRPr="00A95BC4">
        <w:rPr>
          <w:rtl/>
          <w:lang w:bidi="fa-IR"/>
        </w:rPr>
        <w:t xml:space="preserve"> و نه صدا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 را بشنود.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کرد و هاجر و طفلش را به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حجاز برد و آنها را همان‌جا گذاشت و خود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ساره بازگشت و او را از آنچه انجام داده بود، آگاه ساخت.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ترت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آرامش، دوباره به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ساره و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بازگشت.</w:t>
      </w:r>
    </w:p>
    <w:p w:rsidR="00A95BC4" w:rsidRPr="00A95BC4" w:rsidRDefault="006B257E" w:rsidP="006B257E">
      <w:pPr>
        <w:pStyle w:val="Heading2"/>
        <w:rPr>
          <w:rtl/>
        </w:rPr>
      </w:pPr>
      <w:r>
        <w:rPr>
          <w:rtl/>
        </w:rPr>
        <w:br w:type="page"/>
      </w:r>
      <w:bookmarkStart w:id="96" w:name="_Toc504390406"/>
      <w:bookmarkStart w:id="97" w:name="_Toc504390497"/>
      <w:r w:rsidR="00A95BC4" w:rsidRPr="00A95BC4">
        <w:rPr>
          <w:rFonts w:hint="eastAsia"/>
          <w:rtl/>
        </w:rPr>
        <w:lastRenderedPageBreak/>
        <w:t>بشارت</w:t>
      </w:r>
      <w:r w:rsidR="00A95BC4" w:rsidRPr="00A95BC4">
        <w:rPr>
          <w:rtl/>
        </w:rPr>
        <w:t xml:space="preserve"> آمدن اسحاق‌</w:t>
      </w:r>
      <w:bookmarkEnd w:id="96"/>
      <w:bookmarkEnd w:id="97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پس</w:t>
      </w:r>
      <w:r w:rsidRPr="00A95BC4">
        <w:rPr>
          <w:rtl/>
          <w:lang w:bidi="fa-IR"/>
        </w:rPr>
        <w:t xml:space="preserve"> از 13 سال، خداوند به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بشارت به‌دن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آمدن اسحاق را داد که او از ساره، صاحب فرزند پسر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نام اسحاق خواهد شد.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به شکرانه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بشارت، سجده شکر به جا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آورد.</w:t>
      </w:r>
    </w:p>
    <w:p w:rsidR="00A95BC4" w:rsidRPr="00A95BC4" w:rsidRDefault="00A95BC4" w:rsidP="006B257E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چهار</w:t>
      </w:r>
      <w:r w:rsidRPr="00A95BC4">
        <w:rPr>
          <w:rtl/>
          <w:lang w:bidi="fa-IR"/>
        </w:rPr>
        <w:t xml:space="preserve"> فرشته خدا؛ جبرئ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کائ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ل،</w:t>
      </w:r>
      <w:r w:rsidRPr="00A95BC4">
        <w:rPr>
          <w:rtl/>
          <w:lang w:bidi="fa-IR"/>
        </w:rPr>
        <w:t xml:space="preserve"> اسراف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و کروب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ل،</w:t>
      </w:r>
      <w:r w:rsidRPr="00A95BC4">
        <w:rPr>
          <w:rtl/>
          <w:lang w:bidi="fa-IR"/>
        </w:rPr>
        <w:t xml:space="preserve"> بشارت آمدن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کودک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آوردند.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چهار فرشته در سر راه خود، به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رفته و بر او سلام کردند،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در قالب انسان‌ها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معمّم بودند و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را نشناخت،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ن‌قدر</w:t>
      </w:r>
      <w:r w:rsidRPr="00A95BC4">
        <w:rPr>
          <w:rtl/>
          <w:lang w:bidi="fa-IR"/>
        </w:rPr>
        <w:t xml:space="preserve"> دانست که 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افه‌ها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جالب دارند. بنابرا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خود گفت: «با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ن‌گونه</w:t>
      </w:r>
      <w:r w:rsidRPr="00A95BC4">
        <w:rPr>
          <w:rtl/>
          <w:lang w:bidi="fa-IR"/>
        </w:rPr>
        <w:t xml:space="preserve"> اشخاص محترم را خودم 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کنم و به خدمتشان 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</w:t>
      </w:r>
      <w:r w:rsidRPr="00A95BC4">
        <w:rPr>
          <w:rtl/>
          <w:lang w:bidi="fa-IR"/>
        </w:rPr>
        <w:t xml:space="preserve"> نما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چون او مرد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همان‌نواز</w:t>
      </w:r>
      <w:r w:rsidRPr="00A95BC4">
        <w:rPr>
          <w:rtl/>
          <w:lang w:bidi="fa-IR"/>
        </w:rPr>
        <w:t xml:space="preserve"> بود، گوساله‌ا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چاق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 کباب کرد و نزد آنها گذاشت،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دست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همانان</w:t>
      </w:r>
      <w:r w:rsidRPr="00A95BC4">
        <w:rPr>
          <w:rtl/>
          <w:lang w:bidi="fa-IR"/>
        </w:rPr>
        <w:t xml:space="preserve"> به طرف غذا دراز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شود</w:t>
      </w:r>
      <w:r w:rsidRPr="00A95BC4">
        <w:rPr>
          <w:rtl/>
          <w:lang w:bidi="fa-IR"/>
        </w:rPr>
        <w:t>.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رفتار</w:t>
      </w:r>
      <w:r w:rsidRPr="00A95BC4">
        <w:rPr>
          <w:rtl/>
          <w:lang w:bidi="fa-IR"/>
        </w:rPr>
        <w:t xml:space="preserve"> آنها ناراحت شد و احساس ترس کرد.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جبرئ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ل،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را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عمامه را از سر خود</w:t>
      </w:r>
      <w:r w:rsidR="006B257E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برداشت</w:t>
      </w:r>
      <w:r w:rsidRPr="00A95BC4">
        <w:rPr>
          <w:rtl/>
          <w:lang w:bidi="fa-IR"/>
        </w:rPr>
        <w:t>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او را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بارها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بود، شناخت و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«تو همو هست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؟»</w:t>
      </w:r>
      <w:r w:rsidRPr="00A95BC4">
        <w:rPr>
          <w:rtl/>
          <w:lang w:bidi="fa-IR"/>
        </w:rPr>
        <w:t xml:space="preserve"> گفت: «آر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>.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ساره از آنجا رد شد و جبر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او را به ولادت اسحاق و از اسحاق ولادت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عقوب</w:t>
      </w:r>
      <w:r w:rsidRPr="00A95BC4">
        <w:rPr>
          <w:rtl/>
          <w:lang w:bidi="fa-IR"/>
        </w:rPr>
        <w:t xml:space="preserve"> را بشارت داد. ساره همسر آن جناب گفت: «خداوند چه فرموده است؟» ملائکه جواب د</w:t>
      </w:r>
      <w:r w:rsidRPr="00A95BC4">
        <w:rPr>
          <w:rFonts w:hint="eastAsia"/>
          <w:rtl/>
          <w:lang w:bidi="fa-IR"/>
        </w:rPr>
        <w:t>ادند</w:t>
      </w:r>
      <w:r w:rsidRPr="00A95BC4">
        <w:rPr>
          <w:rtl/>
          <w:lang w:bidi="fa-IR"/>
        </w:rPr>
        <w:t>: «تو را به اسحاق بشارت داده است». ساره با خنده گفت: «چگونه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ممکن است».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«معان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الاخبار» به سند صح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ح</w:t>
      </w:r>
      <w:r w:rsidRPr="00A95BC4">
        <w:rPr>
          <w:rtl/>
          <w:lang w:bidi="fa-IR"/>
        </w:rPr>
        <w:t xml:space="preserve"> از عبدالرحمان بن حجاج از امام صادق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روا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شده که حضرت در تفس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="006B257E" w:rsidRPr="006B257E">
        <w:rPr>
          <w:rStyle w:val="libAlaemChar"/>
          <w:rFonts w:hint="cs"/>
          <w:rtl/>
        </w:rPr>
        <w:t>(</w:t>
      </w:r>
      <w:r w:rsidRPr="00A95BC4">
        <w:rPr>
          <w:rtl/>
          <w:lang w:bidi="fa-IR"/>
        </w:rPr>
        <w:t xml:space="preserve"> </w:t>
      </w:r>
      <w:r w:rsidRPr="006B257E">
        <w:rPr>
          <w:rStyle w:val="libAieChar"/>
          <w:rtl/>
        </w:rPr>
        <w:t>فَضَحِکَتْ فَبَشَّرْناها بِإِسْحاقَ</w:t>
      </w:r>
      <w:r w:rsidR="006B257E" w:rsidRPr="006B257E">
        <w:rPr>
          <w:rStyle w:val="libAlaemChar"/>
          <w:rFonts w:hint="cs"/>
          <w:rtl/>
        </w:rPr>
        <w:t>)</w:t>
      </w:r>
      <w:r w:rsidRPr="006B257E">
        <w:rPr>
          <w:rStyle w:val="libAlaemChar"/>
          <w:rtl/>
        </w:rPr>
        <w:t xml:space="preserve"> </w:t>
      </w:r>
      <w:r w:rsidRPr="00A95BC4">
        <w:rPr>
          <w:rtl/>
          <w:lang w:bidi="fa-IR"/>
        </w:rPr>
        <w:t>(هود: 71) فرموده است: «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ض</w:t>
      </w:r>
      <w:r w:rsidRPr="00A95BC4">
        <w:rPr>
          <w:rtl/>
          <w:lang w:bidi="fa-IR"/>
        </w:rPr>
        <w:t xml:space="preserve"> شد».</w:t>
      </w:r>
    </w:p>
    <w:p w:rsidR="00A95BC4" w:rsidRPr="00A95BC4" w:rsidRDefault="00A95BC4" w:rsidP="006B257E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همچن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در «الدرالمنثور» آمده که اسحاق بن بشر و ابن عساکر از جو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بر</w:t>
      </w:r>
      <w:r w:rsidRPr="00A95BC4">
        <w:rPr>
          <w:rtl/>
          <w:lang w:bidi="fa-IR"/>
        </w:rPr>
        <w:t xml:space="preserve"> و او از ضحاک و او از ابن عباس روا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کرده که گفت: «وقت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دست ملا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که</w:t>
      </w:r>
      <w:r w:rsidRPr="00A95BC4">
        <w:rPr>
          <w:rtl/>
          <w:lang w:bidi="fa-IR"/>
        </w:rPr>
        <w:t xml:space="preserve"> به گوساله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رسد</w:t>
      </w:r>
      <w:r w:rsidRPr="00A95BC4">
        <w:rPr>
          <w:rtl/>
          <w:lang w:bidi="fa-IR"/>
        </w:rPr>
        <w:t xml:space="preserve"> بدش آمد و از آنان ترس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ترس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باب بود که در آن روزگاران، رسم بر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بود که هر کس قصد آزار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داشت، نزد او غذا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خورد،</w:t>
      </w:r>
      <w:r w:rsidRPr="00A95BC4">
        <w:rPr>
          <w:rtl/>
          <w:lang w:bidi="fa-IR"/>
        </w:rPr>
        <w:t xml:space="preserve"> چون فکر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اگر او مرا با طعام خود احترام کند،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جا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من او را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ازارم</w:t>
      </w:r>
      <w:r w:rsidRPr="00A95BC4">
        <w:rPr>
          <w:rtl/>
          <w:lang w:bidi="fa-IR"/>
        </w:rPr>
        <w:t>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ذهنش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مسئله متوجه شد و ترس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مبادا قصد سو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داشته باشند و به حد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بندها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بدنش به لرزه افتا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در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ان،</w:t>
      </w:r>
      <w:r w:rsidRPr="00A95BC4">
        <w:rPr>
          <w:rtl/>
          <w:lang w:bidi="fa-IR"/>
        </w:rPr>
        <w:t xml:space="preserve"> همسرش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ستاده،</w:t>
      </w:r>
      <w:r w:rsidRPr="00A95BC4">
        <w:rPr>
          <w:rtl/>
          <w:lang w:bidi="fa-IR"/>
        </w:rPr>
        <w:t xml:space="preserve"> مشغول خدمتگزار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آنان بود. همچن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رسم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ن‌گونه</w:t>
      </w:r>
      <w:r w:rsidRPr="00A95BC4">
        <w:rPr>
          <w:rtl/>
          <w:lang w:bidi="fa-IR"/>
        </w:rPr>
        <w:t xml:space="preserve"> بود که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احترام کند، ساره را به خدمت</w:t>
      </w:r>
      <w:r w:rsidR="006B257E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وام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داشت</w:t>
      </w:r>
      <w:r w:rsidRPr="00A95BC4">
        <w:rPr>
          <w:rtl/>
          <w:lang w:bidi="fa-IR"/>
        </w:rPr>
        <w:t>. ساره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هنگام 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جهت خند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گفتار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خواهد</w:t>
      </w:r>
      <w:r w:rsidRPr="00A95BC4">
        <w:rPr>
          <w:rtl/>
          <w:lang w:bidi="fa-IR"/>
        </w:rPr>
        <w:t xml:space="preserve"> بگو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را با خنده‌اش گفته باشد، پس گفت: از چه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نها</w:t>
      </w:r>
      <w:r w:rsidRPr="00A95BC4">
        <w:rPr>
          <w:rtl/>
          <w:lang w:bidi="fa-IR"/>
        </w:rPr>
        <w:t xml:space="preserve"> سه نفراند و تو خانواده و غلامان 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 جبر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در پاسخ ساره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خانم خنده‌رو! بدان که تو به زود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فرزند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آورد به </w:t>
      </w:r>
      <w:r w:rsidRPr="00A95BC4">
        <w:rPr>
          <w:rFonts w:hint="eastAsia"/>
          <w:rtl/>
          <w:lang w:bidi="fa-IR"/>
        </w:rPr>
        <w:t>نام</w:t>
      </w:r>
      <w:r w:rsidRPr="00A95BC4">
        <w:rPr>
          <w:rtl/>
          <w:lang w:bidi="fa-IR"/>
        </w:rPr>
        <w:t xml:space="preserve"> اسحاق و از اسحاق فرزند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دن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به نام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عقوب»</w:t>
      </w:r>
      <w:r w:rsidRPr="00A95BC4">
        <w:rPr>
          <w:rtl/>
          <w:lang w:bidi="fa-IR"/>
        </w:rPr>
        <w:t xml:space="preserve">. ساره که با چند نفر در حال آمدن بود (و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ضجه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>)، از شدت 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با کف دو دست و انگشتان باز بر صورت خود نهاد و 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رت‌زده</w:t>
      </w:r>
      <w:r w:rsidRPr="00A95BC4">
        <w:rPr>
          <w:rtl/>
          <w:lang w:bidi="fa-IR"/>
        </w:rPr>
        <w:t xml:space="preserve"> گفت: «واو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لتاه</w:t>
      </w:r>
      <w:r w:rsidRPr="00A95BC4">
        <w:rPr>
          <w:rtl/>
          <w:lang w:bidi="fa-IR"/>
        </w:rPr>
        <w:t>!» سپس گفت: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من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عجوزه‌ام، آن هم از شوهر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که مرد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سال‌خورده است، فرزند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آورم؟»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از آنها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«به‌خاطر چه کار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آمده‌ا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د؟»</w:t>
      </w:r>
      <w:r w:rsidRPr="00A95BC4">
        <w:rPr>
          <w:rtl/>
          <w:lang w:bidi="fa-IR"/>
        </w:rPr>
        <w:t xml:space="preserve"> گفتند: «برا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هلاک کردن قوم لوط آمده‌ا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ابن</w:t>
      </w:r>
      <w:r w:rsidRPr="00A95BC4">
        <w:rPr>
          <w:rtl/>
          <w:lang w:bidi="fa-IR"/>
        </w:rPr>
        <w:t xml:space="preserve"> عباس اضافه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>: «کلام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تعال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فرما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: </w:t>
      </w:r>
      <w:r w:rsidR="007878F3" w:rsidRPr="007878F3">
        <w:rPr>
          <w:rStyle w:val="libAlaemChar"/>
          <w:rFonts w:hint="cs"/>
          <w:rtl/>
        </w:rPr>
        <w:t>(</w:t>
      </w:r>
      <w:r w:rsidRPr="007878F3">
        <w:rPr>
          <w:rStyle w:val="libAieChar"/>
          <w:rtl/>
        </w:rPr>
        <w:t>فَلَمَّا ذَهَبَ عَنْ إِبْراهِ</w:t>
      </w:r>
      <w:r w:rsidRPr="007878F3">
        <w:rPr>
          <w:rStyle w:val="libAieChar"/>
          <w:rFonts w:hint="cs"/>
          <w:rtl/>
        </w:rPr>
        <w:t>ی</w:t>
      </w:r>
      <w:r w:rsidRPr="007878F3">
        <w:rPr>
          <w:rStyle w:val="libAieChar"/>
          <w:rFonts w:hint="eastAsia"/>
          <w:rtl/>
        </w:rPr>
        <w:t>مَ</w:t>
      </w:r>
      <w:r w:rsidRPr="007878F3">
        <w:rPr>
          <w:rStyle w:val="libAieChar"/>
          <w:rtl/>
        </w:rPr>
        <w:t xml:space="preserve"> الرَّوْعُ وَ جاءَتْهُ الْبُشْر</w:t>
      </w:r>
      <w:r w:rsidRPr="007878F3">
        <w:rPr>
          <w:rStyle w:val="libAieChar"/>
          <w:rFonts w:hint="cs"/>
          <w:rtl/>
        </w:rPr>
        <w:t>ی</w:t>
      </w:r>
      <w:r w:rsidR="007878F3" w:rsidRPr="007878F3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 xml:space="preserve"> (هود: 74) مربوط به پس از دادن بشارت است </w:t>
      </w:r>
      <w:r w:rsidRPr="00A95BC4">
        <w:rPr>
          <w:rtl/>
          <w:lang w:bidi="fa-IR"/>
        </w:rPr>
        <w:lastRenderedPageBreak/>
        <w:t>و مجادله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بود که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قصد کجا را دار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چه قوم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مبعوث شده‌ا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د؟</w:t>
      </w:r>
      <w:r w:rsidRPr="00A95BC4">
        <w:rPr>
          <w:rtl/>
          <w:lang w:bidi="fa-IR"/>
        </w:rPr>
        <w:t xml:space="preserve"> جبرئ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گف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>: به‌سو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قوم لوط و ما مأمور شده‌ا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که آن قوم را عذاب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گفت: آخر لوط در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آن قوم است؟ گفتند: ما داناتر از هر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چه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آن قوم هست و مطمئن باش که ما او و اهلش را حتماً نجات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مگر همسرش را که- به‌طور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که</w:t>
      </w:r>
      <w:r w:rsidRPr="00A95BC4">
        <w:rPr>
          <w:rtl/>
          <w:lang w:bidi="fa-IR"/>
        </w:rPr>
        <w:t>- بعض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معت</w:t>
      </w:r>
      <w:r w:rsidRPr="00A95BC4">
        <w:rPr>
          <w:rFonts w:hint="eastAsia"/>
          <w:rtl/>
          <w:lang w:bidi="fa-IR"/>
        </w:rPr>
        <w:t>قدند</w:t>
      </w:r>
      <w:r w:rsidRPr="00A95BC4">
        <w:rPr>
          <w:rtl/>
          <w:lang w:bidi="fa-IR"/>
        </w:rPr>
        <w:t xml:space="preserve"> نامش والقه بوده است».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«تفس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 xml:space="preserve"> از اب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حمزه</w:t>
      </w:r>
      <w:r w:rsidRPr="00A95BC4">
        <w:rPr>
          <w:rtl/>
          <w:lang w:bidi="fa-IR"/>
        </w:rPr>
        <w:t xml:space="preserve"> ثمال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امام باقر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روا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آورده که فرمود: «خدا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تبارک و تعال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عذاب قوم لوط را مقدر فرمود-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</w:t>
      </w:r>
      <w:r w:rsidRPr="00A95BC4">
        <w:rPr>
          <w:rtl/>
          <w:lang w:bidi="fa-IR"/>
        </w:rPr>
        <w:t xml:space="preserve"> که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بنده حل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مش</w:t>
      </w:r>
      <w:r w:rsidRPr="00A95BC4">
        <w:rPr>
          <w:rtl/>
          <w:lang w:bidi="fa-IR"/>
        </w:rPr>
        <w:t xml:space="preserve"> به سخت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اندوهناک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شود</w:t>
      </w:r>
      <w:r w:rsidRPr="00A95BC4">
        <w:rPr>
          <w:rtl/>
          <w:lang w:bidi="fa-IR"/>
        </w:rPr>
        <w:t>- دوست داشت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خاطرش، فرزند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دانا به او مرحمت کند تا جر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حه</w:t>
      </w:r>
      <w:r w:rsidRPr="00A95BC4">
        <w:rPr>
          <w:rtl/>
          <w:lang w:bidi="fa-IR"/>
        </w:rPr>
        <w:t xml:space="preserve"> دل </w:t>
      </w:r>
      <w:r w:rsidRPr="00A95BC4">
        <w:rPr>
          <w:rFonts w:hint="eastAsia"/>
          <w:rtl/>
          <w:lang w:bidi="fa-IR"/>
        </w:rPr>
        <w:t>آن</w:t>
      </w:r>
      <w:r w:rsidRPr="00A95BC4">
        <w:rPr>
          <w:rtl/>
          <w:lang w:bidi="fa-IR"/>
        </w:rPr>
        <w:t xml:space="preserve"> حضرت از انقراض قوم لوط الت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ابد»</w:t>
      </w:r>
      <w:r w:rsidRPr="00A95BC4">
        <w:rPr>
          <w:rtl/>
          <w:lang w:bidi="fa-IR"/>
        </w:rPr>
        <w:t>.</w:t>
      </w:r>
    </w:p>
    <w:p w:rsidR="00A95BC4" w:rsidRPr="00A95BC4" w:rsidRDefault="00A95BC4" w:rsidP="00920112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امام</w:t>
      </w:r>
      <w:r w:rsidRPr="00A95BC4">
        <w:rPr>
          <w:rtl/>
          <w:lang w:bidi="fa-IR"/>
        </w:rPr>
        <w:t xml:space="preserve"> باقر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در ادامه فرمود: «خدا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تعال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منظور، رسولان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فرشتگان نزد آن جناب گس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داشت تا او را به ولادت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بشارت دهند. لذا فرستادگان شبانه بر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وارد شدند، آن حضرت ترس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مبادا دزد باشند. فرستادگان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حالت ترس و دلواپس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</w:t>
      </w:r>
      <w:r w:rsidRPr="00A95BC4">
        <w:rPr>
          <w:rtl/>
          <w:lang w:bidi="fa-IR"/>
        </w:rPr>
        <w:t xml:space="preserve"> گفتند: سَلاماً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«نُسَلِّم سَلاما»؛ «سلامت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سلام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خالص».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در پاسخ گفت:</w:t>
      </w:r>
      <w:r w:rsidR="00920112" w:rsidRPr="00920112">
        <w:rPr>
          <w:rStyle w:val="libAlaemChar"/>
          <w:rFonts w:hint="cs"/>
          <w:rtl/>
        </w:rPr>
        <w:t>(</w:t>
      </w:r>
      <w:r w:rsidRPr="00A95BC4">
        <w:rPr>
          <w:rtl/>
          <w:lang w:bidi="fa-IR"/>
        </w:rPr>
        <w:t xml:space="preserve"> </w:t>
      </w:r>
      <w:r w:rsidRPr="00920112">
        <w:rPr>
          <w:rStyle w:val="libAieChar"/>
          <w:rtl/>
        </w:rPr>
        <w:t>إِنَّا مِنْکُمْ وَجِلُونَ</w:t>
      </w:r>
      <w:r w:rsidR="00920112" w:rsidRPr="00920112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پاسخ ما به شما سلام است،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 از شما ترس و دلواپس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. آنها گفتند </w:t>
      </w:r>
      <w:r w:rsidR="00920112" w:rsidRPr="00920112">
        <w:rPr>
          <w:rStyle w:val="libAlaemChar"/>
          <w:rFonts w:hint="cs"/>
          <w:rtl/>
        </w:rPr>
        <w:t>(</w:t>
      </w:r>
      <w:r w:rsidRPr="00920112">
        <w:rPr>
          <w:rStyle w:val="libAieChar"/>
          <w:rtl/>
        </w:rPr>
        <w:t>لا تَوْجَلْ إِنَّا نُبَشِّرُکَ بِغُلامٍ عَلِ</w:t>
      </w:r>
      <w:r w:rsidRPr="00920112">
        <w:rPr>
          <w:rStyle w:val="libAieChar"/>
          <w:rFonts w:hint="cs"/>
          <w:rtl/>
        </w:rPr>
        <w:t>ی</w:t>
      </w:r>
      <w:r w:rsidRPr="00920112">
        <w:rPr>
          <w:rStyle w:val="libAieChar"/>
          <w:rFonts w:hint="eastAsia"/>
          <w:rtl/>
        </w:rPr>
        <w:t>مٍ</w:t>
      </w:r>
      <w:r w:rsidR="00920112" w:rsidRPr="00920112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 xml:space="preserve"> «متر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که ما تو را به پسر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دانا بشارت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م»</w:t>
      </w:r>
      <w:r w:rsidRPr="00A95BC4">
        <w:rPr>
          <w:rtl/>
          <w:lang w:bidi="fa-IR"/>
        </w:rPr>
        <w:t>.</w:t>
      </w:r>
    </w:p>
    <w:p w:rsidR="00920112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امام</w:t>
      </w:r>
      <w:r w:rsidRPr="00A95BC4">
        <w:rPr>
          <w:rtl/>
          <w:lang w:bidi="fa-IR"/>
        </w:rPr>
        <w:t xml:space="preserve"> باقر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آنگاه فرمود: «منظور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غُلامٍ عَلِ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مٍ،</w:t>
      </w:r>
      <w:r w:rsidRPr="00A95BC4">
        <w:rPr>
          <w:rtl/>
          <w:lang w:bidi="fa-IR"/>
        </w:rPr>
        <w:t xml:space="preserve">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است که قبل از اسحاق از هاجر متولد شد.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رسولان آسمان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گفت:</w:t>
      </w:r>
    </w:p>
    <w:p w:rsidR="00A95BC4" w:rsidRPr="00A95BC4" w:rsidRDefault="00920112" w:rsidP="00920112">
      <w:pPr>
        <w:pStyle w:val="libNormal"/>
        <w:rPr>
          <w:rtl/>
          <w:lang w:bidi="fa-IR"/>
        </w:rPr>
      </w:pPr>
      <w:r w:rsidRPr="00920112">
        <w:rPr>
          <w:rStyle w:val="libAlaemChar"/>
          <w:rFonts w:hint="cs"/>
          <w:rtl/>
        </w:rPr>
        <w:lastRenderedPageBreak/>
        <w:t>(</w:t>
      </w:r>
      <w:r w:rsidR="00A95BC4" w:rsidRPr="00A95BC4">
        <w:rPr>
          <w:rtl/>
          <w:lang w:bidi="fa-IR"/>
        </w:rPr>
        <w:t xml:space="preserve"> </w:t>
      </w:r>
      <w:r w:rsidR="00A95BC4" w:rsidRPr="00920112">
        <w:rPr>
          <w:rStyle w:val="libAieChar"/>
          <w:rtl/>
        </w:rPr>
        <w:t>أَ بَشَّرْتُمُونِ</w:t>
      </w:r>
      <w:r w:rsidR="00A95BC4" w:rsidRPr="00920112">
        <w:rPr>
          <w:rStyle w:val="libAieChar"/>
          <w:rFonts w:hint="cs"/>
          <w:rtl/>
        </w:rPr>
        <w:t>ی</w:t>
      </w:r>
      <w:r w:rsidR="00A95BC4" w:rsidRPr="00920112">
        <w:rPr>
          <w:rStyle w:val="libAieChar"/>
          <w:rtl/>
        </w:rPr>
        <w:t xml:space="preserve"> عَل</w:t>
      </w:r>
      <w:r w:rsidR="00A95BC4" w:rsidRPr="00920112">
        <w:rPr>
          <w:rStyle w:val="libAieChar"/>
          <w:rFonts w:hint="cs"/>
          <w:rtl/>
        </w:rPr>
        <w:t>ی</w:t>
      </w:r>
      <w:r w:rsidR="00A95BC4" w:rsidRPr="00920112">
        <w:rPr>
          <w:rStyle w:val="libAieChar"/>
          <w:rtl/>
        </w:rPr>
        <w:t xml:space="preserve"> أَنْ مَسَّنِ</w:t>
      </w:r>
      <w:r w:rsidR="00A95BC4" w:rsidRPr="00920112">
        <w:rPr>
          <w:rStyle w:val="libAieChar"/>
          <w:rFonts w:hint="cs"/>
          <w:rtl/>
        </w:rPr>
        <w:t>یَ</w:t>
      </w:r>
      <w:r w:rsidR="00A95BC4" w:rsidRPr="00920112">
        <w:rPr>
          <w:rStyle w:val="libAieChar"/>
          <w:rtl/>
        </w:rPr>
        <w:t xml:space="preserve"> الْکِبَرُ فَبِمَ تُبَشِّرُونَ</w:t>
      </w:r>
      <w:r w:rsidRPr="00920112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«آ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</w:t>
      </w:r>
      <w:r w:rsidR="00A95BC4" w:rsidRPr="00A95BC4">
        <w:rPr>
          <w:rtl/>
          <w:lang w:bidi="fa-IR"/>
        </w:rPr>
        <w:t xml:space="preserve"> با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نکه</w:t>
      </w:r>
      <w:r w:rsidR="00A95BC4" w:rsidRPr="00A95BC4">
        <w:rPr>
          <w:rtl/>
          <w:lang w:bidi="fa-IR"/>
        </w:rPr>
        <w:t xml:space="preserve"> مرا پ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فرارس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ده</w:t>
      </w:r>
      <w:r w:rsidR="00A95BC4" w:rsidRPr="00A95BC4">
        <w:rPr>
          <w:rtl/>
          <w:lang w:bidi="fa-IR"/>
        </w:rPr>
        <w:t xml:space="preserve"> است بشارتم 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ده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د؟</w:t>
      </w:r>
      <w:r w:rsidR="00A95BC4" w:rsidRPr="00A95BC4">
        <w:rPr>
          <w:rtl/>
          <w:lang w:bidi="fa-IR"/>
        </w:rPr>
        <w:t xml:space="preserve"> به چه بشارت 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ده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د؟»</w:t>
      </w:r>
    </w:p>
    <w:p w:rsidR="00A95BC4" w:rsidRPr="00A95BC4" w:rsidRDefault="00A95BC4" w:rsidP="00920112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فرشتگان</w:t>
      </w:r>
      <w:r w:rsidRPr="00A95BC4">
        <w:rPr>
          <w:rtl/>
          <w:lang w:bidi="fa-IR"/>
        </w:rPr>
        <w:t xml:space="preserve"> گفتند:</w:t>
      </w:r>
      <w:r w:rsidR="00920112" w:rsidRPr="00920112">
        <w:rPr>
          <w:rStyle w:val="libAlaemChar"/>
          <w:rFonts w:hint="cs"/>
          <w:rtl/>
        </w:rPr>
        <w:t>(</w:t>
      </w:r>
      <w:r w:rsidRPr="00A95BC4">
        <w:rPr>
          <w:rtl/>
          <w:lang w:bidi="fa-IR"/>
        </w:rPr>
        <w:t xml:space="preserve"> </w:t>
      </w:r>
      <w:r w:rsidRPr="00920112">
        <w:rPr>
          <w:rStyle w:val="libAieChar"/>
          <w:rtl/>
        </w:rPr>
        <w:t>بَشَّرْناکَ بِالْحَقِّ فَلا تَکُنْ مِنَ الْقانِطِ</w:t>
      </w:r>
      <w:r w:rsidRPr="00920112">
        <w:rPr>
          <w:rStyle w:val="libAieChar"/>
          <w:rFonts w:hint="cs"/>
          <w:rtl/>
        </w:rPr>
        <w:t>ی</w:t>
      </w:r>
      <w:r w:rsidRPr="00920112">
        <w:rPr>
          <w:rStyle w:val="libAieChar"/>
          <w:rFonts w:hint="eastAsia"/>
          <w:rtl/>
        </w:rPr>
        <w:t>نَ</w:t>
      </w:r>
      <w:r w:rsidR="00920112" w:rsidRPr="00920112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 xml:space="preserve"> «ما به تو بشارت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داد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پس از نوم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دان</w:t>
      </w:r>
      <w:r w:rsidRPr="00A95BC4">
        <w:rPr>
          <w:rtl/>
          <w:lang w:bidi="fa-IR"/>
        </w:rPr>
        <w:t xml:space="preserve"> مباش».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ص</w:t>
      </w:r>
      <w:r w:rsidRPr="00A95BC4">
        <w:rPr>
          <w:rtl/>
          <w:lang w:bidi="fa-IR"/>
        </w:rPr>
        <w:t>: 119</w:t>
      </w:r>
    </w:p>
    <w:p w:rsidR="00A95BC4" w:rsidRPr="00A95BC4" w:rsidRDefault="00A95BC4" w:rsidP="00920112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گفت:</w:t>
      </w:r>
      <w:r w:rsidR="00920112" w:rsidRPr="00920112">
        <w:rPr>
          <w:rStyle w:val="libAlaemChar"/>
          <w:rFonts w:hint="cs"/>
          <w:rtl/>
        </w:rPr>
        <w:t>(</w:t>
      </w:r>
      <w:r w:rsidRPr="00A95BC4">
        <w:rPr>
          <w:rtl/>
          <w:lang w:bidi="fa-IR"/>
        </w:rPr>
        <w:t xml:space="preserve"> </w:t>
      </w:r>
      <w:r w:rsidRPr="00920112">
        <w:rPr>
          <w:rStyle w:val="libAieChar"/>
          <w:rtl/>
        </w:rPr>
        <w:t>فَما خَطْبُکُمْ أَ</w:t>
      </w:r>
      <w:r w:rsidRPr="00920112">
        <w:rPr>
          <w:rStyle w:val="libAieChar"/>
          <w:rFonts w:hint="cs"/>
          <w:rtl/>
        </w:rPr>
        <w:t>یُّ</w:t>
      </w:r>
      <w:r w:rsidRPr="00920112">
        <w:rPr>
          <w:rStyle w:val="libAieChar"/>
          <w:rFonts w:hint="eastAsia"/>
          <w:rtl/>
        </w:rPr>
        <w:t>هَا</w:t>
      </w:r>
      <w:r w:rsidRPr="00920112">
        <w:rPr>
          <w:rStyle w:val="libAieChar"/>
          <w:rtl/>
        </w:rPr>
        <w:t xml:space="preserve"> الْمُرْسَلُونَ</w:t>
      </w:r>
      <w:r w:rsidR="00920112" w:rsidRPr="00920112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 xml:space="preserve">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فرستادگان! پس کار مهم شما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ست؟»</w:t>
      </w:r>
      <w:r w:rsidRPr="00A95BC4">
        <w:rPr>
          <w:rtl/>
          <w:lang w:bidi="fa-IR"/>
        </w:rPr>
        <w:t xml:space="preserve"> گفتند:</w:t>
      </w:r>
      <w:r w:rsidR="00920112" w:rsidRPr="00920112">
        <w:rPr>
          <w:rStyle w:val="libAlaemChar"/>
          <w:rFonts w:hint="cs"/>
          <w:rtl/>
        </w:rPr>
        <w:t>(</w:t>
      </w:r>
      <w:r w:rsidRPr="00A95BC4">
        <w:rPr>
          <w:rtl/>
          <w:lang w:bidi="fa-IR"/>
        </w:rPr>
        <w:t xml:space="preserve"> </w:t>
      </w:r>
      <w:r w:rsidRPr="00920112">
        <w:rPr>
          <w:rStyle w:val="libAieChar"/>
          <w:rtl/>
        </w:rPr>
        <w:t>إِنَّا أُرْسِلْنا إِل</w:t>
      </w:r>
      <w:r w:rsidRPr="00920112">
        <w:rPr>
          <w:rStyle w:val="libAieChar"/>
          <w:rFonts w:hint="cs"/>
          <w:rtl/>
        </w:rPr>
        <w:t>ی</w:t>
      </w:r>
      <w:r w:rsidRPr="00920112">
        <w:rPr>
          <w:rStyle w:val="libAieChar"/>
          <w:rtl/>
        </w:rPr>
        <w:t xml:space="preserve"> قَوْمٍ مُجْرِمِ</w:t>
      </w:r>
      <w:r w:rsidRPr="00920112">
        <w:rPr>
          <w:rStyle w:val="libAieChar"/>
          <w:rFonts w:hint="cs"/>
          <w:rtl/>
        </w:rPr>
        <w:t>ی</w:t>
      </w:r>
      <w:r w:rsidRPr="00920112">
        <w:rPr>
          <w:rStyle w:val="libAieChar"/>
          <w:rFonts w:hint="eastAsia"/>
          <w:rtl/>
        </w:rPr>
        <w:t>نَ</w:t>
      </w:r>
      <w:r w:rsidR="00920112" w:rsidRPr="00920112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 xml:space="preserve"> «ما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مردم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گناه‌کار فرستاده شده‌ا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سپس</w:t>
      </w:r>
      <w:r w:rsidRPr="00A95BC4">
        <w:rPr>
          <w:rtl/>
          <w:lang w:bidi="fa-IR"/>
        </w:rPr>
        <w:t xml:space="preserve"> امام باقر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فرمود: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آنها گفت: «آخر لوط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غمبر</w:t>
      </w:r>
      <w:r w:rsidRPr="00A95BC4">
        <w:rPr>
          <w:rtl/>
          <w:lang w:bidi="fa-IR"/>
        </w:rPr>
        <w:t xml:space="preserve"> در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آن قوم است؟» فرشتگان گفتند: «ما بهتر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که در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آنان چه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هست! اما به‌طور حتم او و اهلش را نجات 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داد، مگر همسرش را که مقدر کرده‌ا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که از هلاک‌شدگان باشد. بعد از آنکه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تعال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قوم لوط را عذاب کرد، رسولان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نزد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فرستاد تا او را به ولادت اسحاق بشارت دهند».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</w:t>
      </w:r>
      <w:r w:rsidRPr="00A95BC4">
        <w:rPr>
          <w:rtl/>
          <w:lang w:bidi="fa-IR"/>
        </w:rPr>
        <w:t xml:space="preserve"> هنگام آوردن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بشارت، ساره 90 ساله بود و تعجب او،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شتر</w:t>
      </w:r>
      <w:r w:rsidRPr="00A95BC4">
        <w:rPr>
          <w:rtl/>
          <w:lang w:bidi="fa-IR"/>
        </w:rPr>
        <w:t xml:space="preserve"> از آن بود که هم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بود و هم نازا، اما اراده خداوند بر هر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که قرار 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رد،</w:t>
      </w:r>
      <w:r w:rsidRPr="00A95BC4">
        <w:rPr>
          <w:rtl/>
          <w:lang w:bidi="fa-IR"/>
        </w:rPr>
        <w:t xml:space="preserve"> آن را ممکن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سازد</w:t>
      </w:r>
      <w:r w:rsidRPr="00A95BC4">
        <w:rPr>
          <w:rtl/>
          <w:lang w:bidi="fa-IR"/>
        </w:rPr>
        <w:t>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آن هنگام 100 ساله بود که خداوند او را به اسحاق بشارت داد که از صالح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و از رسو</w:t>
      </w:r>
      <w:r w:rsidRPr="00A95BC4">
        <w:rPr>
          <w:rFonts w:hint="eastAsia"/>
          <w:rtl/>
          <w:lang w:bidi="fa-IR"/>
        </w:rPr>
        <w:t>لان</w:t>
      </w:r>
      <w:r w:rsidRPr="00A95BC4">
        <w:rPr>
          <w:rtl/>
          <w:lang w:bidi="fa-IR"/>
        </w:rPr>
        <w:t xml:space="preserve"> خداوند بود.</w:t>
      </w:r>
    </w:p>
    <w:p w:rsidR="00A95BC4" w:rsidRPr="00A95BC4" w:rsidRDefault="00920112" w:rsidP="00920112">
      <w:pPr>
        <w:pStyle w:val="Heading2"/>
        <w:rPr>
          <w:rtl/>
        </w:rPr>
      </w:pPr>
      <w:r>
        <w:rPr>
          <w:rtl/>
        </w:rPr>
        <w:br w:type="page"/>
      </w:r>
      <w:bookmarkStart w:id="98" w:name="_Toc504390407"/>
      <w:bookmarkStart w:id="99" w:name="_Toc504390498"/>
      <w:r w:rsidR="00A95BC4" w:rsidRPr="00A95BC4">
        <w:rPr>
          <w:rFonts w:hint="eastAsia"/>
          <w:rtl/>
        </w:rPr>
        <w:lastRenderedPageBreak/>
        <w:t>وفات</w:t>
      </w:r>
      <w:r w:rsidR="00A95BC4" w:rsidRPr="00A95BC4">
        <w:rPr>
          <w:rtl/>
        </w:rPr>
        <w:t xml:space="preserve"> ساره‌</w:t>
      </w:r>
      <w:bookmarkEnd w:id="98"/>
      <w:bookmarkEnd w:id="99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ساره</w:t>
      </w:r>
      <w:r w:rsidRPr="00A95BC4">
        <w:rPr>
          <w:rtl/>
          <w:lang w:bidi="fa-IR"/>
        </w:rPr>
        <w:t xml:space="preserve"> در سن 110 سالگ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شام درگذشت و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ناراحت بود. بعد از مرگ ساره،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با قطورا دختر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قطن</w:t>
      </w:r>
      <w:r w:rsidRPr="00A95BC4">
        <w:rPr>
          <w:rtl/>
          <w:lang w:bidi="fa-IR"/>
        </w:rPr>
        <w:t xml:space="preserve"> ازدواج کرد و پس از او هم، با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نام حجون بنت 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ن،</w:t>
      </w:r>
      <w:r w:rsidRPr="00A95BC4">
        <w:rPr>
          <w:rtl/>
          <w:lang w:bidi="fa-IR"/>
        </w:rPr>
        <w:t xml:space="preserve"> که از او صاحب پنج فرزند شد.</w:t>
      </w:r>
    </w:p>
    <w:p w:rsidR="00A95BC4" w:rsidRPr="00A95BC4" w:rsidRDefault="00920112" w:rsidP="0092011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00" w:name="_Toc504390408"/>
      <w:bookmarkStart w:id="101" w:name="_Toc504390499"/>
      <w:r w:rsidR="00A95BC4" w:rsidRPr="00A95BC4">
        <w:rPr>
          <w:rFonts w:hint="eastAsia"/>
          <w:rtl/>
          <w:lang w:bidi="fa-IR"/>
        </w:rPr>
        <w:lastRenderedPageBreak/>
        <w:t>سب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عه،</w:t>
      </w:r>
      <w:r w:rsidR="00A95BC4" w:rsidRPr="00A95BC4">
        <w:rPr>
          <w:rtl/>
          <w:lang w:bidi="fa-IR"/>
        </w:rPr>
        <w:t xml:space="preserve"> دختر حارث‌</w:t>
      </w:r>
      <w:bookmarkEnd w:id="100"/>
      <w:bookmarkEnd w:id="101"/>
    </w:p>
    <w:p w:rsidR="00A95BC4" w:rsidRPr="00A95BC4" w:rsidRDefault="00A95BC4" w:rsidP="00920112">
      <w:pPr>
        <w:pStyle w:val="libBold1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اشاره</w:t>
      </w:r>
    </w:p>
    <w:p w:rsidR="00A95BC4" w:rsidRPr="00A95BC4" w:rsidRDefault="00920112" w:rsidP="00A95BC4">
      <w:pPr>
        <w:pStyle w:val="libNormal"/>
        <w:rPr>
          <w:rtl/>
          <w:lang w:bidi="fa-IR"/>
        </w:rPr>
      </w:pPr>
      <w:r w:rsidRPr="00920112">
        <w:rPr>
          <w:rStyle w:val="libAlaemChar"/>
          <w:rFonts w:hint="cs"/>
          <w:rtl/>
        </w:rPr>
        <w:t>(</w:t>
      </w:r>
      <w:r w:rsidR="00A95BC4" w:rsidRPr="00920112">
        <w:rPr>
          <w:rStyle w:val="libAieChar"/>
          <w:rFonts w:hint="cs"/>
          <w:rtl/>
        </w:rPr>
        <w:t>ی</w:t>
      </w:r>
      <w:r w:rsidR="00A95BC4" w:rsidRPr="00920112">
        <w:rPr>
          <w:rStyle w:val="libAieChar"/>
          <w:rFonts w:hint="eastAsia"/>
          <w:rtl/>
        </w:rPr>
        <w:t>ا</w:t>
      </w:r>
      <w:r w:rsidR="00A95BC4" w:rsidRPr="00920112">
        <w:rPr>
          <w:rStyle w:val="libAieChar"/>
          <w:rtl/>
        </w:rPr>
        <w:t xml:space="preserve"> أَ</w:t>
      </w:r>
      <w:r w:rsidR="00A95BC4" w:rsidRPr="00920112">
        <w:rPr>
          <w:rStyle w:val="libAieChar"/>
          <w:rFonts w:hint="cs"/>
          <w:rtl/>
        </w:rPr>
        <w:t>یُّ</w:t>
      </w:r>
      <w:r w:rsidR="00A95BC4" w:rsidRPr="00920112">
        <w:rPr>
          <w:rStyle w:val="libAieChar"/>
          <w:rFonts w:hint="eastAsia"/>
          <w:rtl/>
        </w:rPr>
        <w:t>هَا</w:t>
      </w:r>
      <w:r w:rsidR="00A95BC4" w:rsidRPr="00920112">
        <w:rPr>
          <w:rStyle w:val="libAieChar"/>
          <w:rtl/>
        </w:rPr>
        <w:t xml:space="preserve"> الَّذِ</w:t>
      </w:r>
      <w:r w:rsidR="00A95BC4" w:rsidRPr="00920112">
        <w:rPr>
          <w:rStyle w:val="libAieChar"/>
          <w:rFonts w:hint="cs"/>
          <w:rtl/>
        </w:rPr>
        <w:t>ی</w:t>
      </w:r>
      <w:r w:rsidR="00A95BC4" w:rsidRPr="00920112">
        <w:rPr>
          <w:rStyle w:val="libAieChar"/>
          <w:rFonts w:hint="eastAsia"/>
          <w:rtl/>
        </w:rPr>
        <w:t>نَ</w:t>
      </w:r>
      <w:r w:rsidR="00A95BC4" w:rsidRPr="00920112">
        <w:rPr>
          <w:rStyle w:val="libAieChar"/>
          <w:rtl/>
        </w:rPr>
        <w:t xml:space="preserve"> آمَنُوا إِذا جاءَکُمُ الْمُؤْمِناتُ مُهاجِراتٍ فَامْتَحِنُوهُنَّ اللهُ أَعْلَمُ بِإِ</w:t>
      </w:r>
      <w:r w:rsidR="00A95BC4" w:rsidRPr="00920112">
        <w:rPr>
          <w:rStyle w:val="libAieChar"/>
          <w:rFonts w:hint="cs"/>
          <w:rtl/>
        </w:rPr>
        <w:t>ی</w:t>
      </w:r>
      <w:r w:rsidR="00A95BC4" w:rsidRPr="00920112">
        <w:rPr>
          <w:rStyle w:val="libAieChar"/>
          <w:rFonts w:hint="eastAsia"/>
          <w:rtl/>
        </w:rPr>
        <w:t>مانِهِنَّ</w:t>
      </w:r>
      <w:r w:rsidR="00A95BC4" w:rsidRPr="00920112">
        <w:rPr>
          <w:rStyle w:val="libAieChar"/>
          <w:rtl/>
        </w:rPr>
        <w:t xml:space="preserve"> فَإِنْ عَلِمْتُمُوهُنَّ مُؤْمِناتٍ فَلا تَرْجِعُوهُنَّ إِلَ</w:t>
      </w:r>
      <w:r w:rsidR="00A95BC4" w:rsidRPr="00920112">
        <w:rPr>
          <w:rStyle w:val="libAieChar"/>
          <w:rFonts w:hint="cs"/>
          <w:rtl/>
        </w:rPr>
        <w:t>ی</w:t>
      </w:r>
      <w:r w:rsidR="00A95BC4" w:rsidRPr="00920112">
        <w:rPr>
          <w:rStyle w:val="libAieChar"/>
          <w:rtl/>
        </w:rPr>
        <w:t xml:space="preserve"> الْکُفَّارِ لا هُنَّ حِلٌّ لَهُمْ وَ لا هُمْ </w:t>
      </w:r>
      <w:r w:rsidR="00A95BC4" w:rsidRPr="00920112">
        <w:rPr>
          <w:rStyle w:val="libAieChar"/>
          <w:rFonts w:hint="cs"/>
          <w:rtl/>
        </w:rPr>
        <w:t>یَ</w:t>
      </w:r>
      <w:r w:rsidR="00A95BC4" w:rsidRPr="00920112">
        <w:rPr>
          <w:rStyle w:val="libAieChar"/>
          <w:rFonts w:hint="eastAsia"/>
          <w:rtl/>
        </w:rPr>
        <w:t>حِلُّونَ</w:t>
      </w:r>
      <w:r w:rsidR="00A95BC4" w:rsidRPr="00920112">
        <w:rPr>
          <w:rStyle w:val="libAieChar"/>
          <w:rtl/>
        </w:rPr>
        <w:t xml:space="preserve"> لَهُنَّ وَ آتُوهُمْ ما أَنْفَقُوا وَ لا جُناحَ عَلَ</w:t>
      </w:r>
      <w:r w:rsidR="00A95BC4" w:rsidRPr="00920112">
        <w:rPr>
          <w:rStyle w:val="libAieChar"/>
          <w:rFonts w:hint="cs"/>
          <w:rtl/>
        </w:rPr>
        <w:t>یْ</w:t>
      </w:r>
      <w:r w:rsidR="00A95BC4" w:rsidRPr="00920112">
        <w:rPr>
          <w:rStyle w:val="libAieChar"/>
          <w:rFonts w:hint="eastAsia"/>
          <w:rtl/>
        </w:rPr>
        <w:t>کُمْ</w:t>
      </w:r>
      <w:r w:rsidR="00A95BC4" w:rsidRPr="00920112">
        <w:rPr>
          <w:rStyle w:val="libAieChar"/>
          <w:rtl/>
        </w:rPr>
        <w:t xml:space="preserve"> أَنْ تَنْکِحُوهُنَّ إِذا آتَ</w:t>
      </w:r>
      <w:r w:rsidR="00A95BC4" w:rsidRPr="00920112">
        <w:rPr>
          <w:rStyle w:val="libAieChar"/>
          <w:rFonts w:hint="cs"/>
          <w:rtl/>
        </w:rPr>
        <w:t>یْ</w:t>
      </w:r>
      <w:r w:rsidR="00A95BC4" w:rsidRPr="00920112">
        <w:rPr>
          <w:rStyle w:val="libAieChar"/>
          <w:rFonts w:hint="eastAsia"/>
          <w:rtl/>
        </w:rPr>
        <w:t>تُمُوهُنَّ</w:t>
      </w:r>
      <w:r w:rsidR="00A95BC4" w:rsidRPr="00920112">
        <w:rPr>
          <w:rStyle w:val="libAieChar"/>
          <w:rtl/>
        </w:rPr>
        <w:t xml:space="preserve"> أُجُورَهُنَّ وَ لاتُمْسِکُوا بِعِصَمِ الْکَوافِرِ وَ سْئَلُوا ما أَنْفَقْتُمْ وَ لْ</w:t>
      </w:r>
      <w:r w:rsidR="00A95BC4" w:rsidRPr="00920112">
        <w:rPr>
          <w:rStyle w:val="libAieChar"/>
          <w:rFonts w:hint="cs"/>
          <w:rtl/>
        </w:rPr>
        <w:t>یَ</w:t>
      </w:r>
      <w:r w:rsidR="00A95BC4" w:rsidRPr="00920112">
        <w:rPr>
          <w:rStyle w:val="libAieChar"/>
          <w:rFonts w:hint="eastAsia"/>
          <w:rtl/>
        </w:rPr>
        <w:t>سْئَلُوا</w:t>
      </w:r>
      <w:r w:rsidR="00A95BC4" w:rsidRPr="00920112">
        <w:rPr>
          <w:rStyle w:val="libAieChar"/>
          <w:rtl/>
        </w:rPr>
        <w:t xml:space="preserve"> ما أَنْفَقُوا ذلِکُمْ حُکْمُ اللهِ </w:t>
      </w:r>
      <w:r w:rsidR="00A95BC4" w:rsidRPr="00920112">
        <w:rPr>
          <w:rStyle w:val="libAieChar"/>
          <w:rFonts w:hint="cs"/>
          <w:rtl/>
        </w:rPr>
        <w:t>یَ</w:t>
      </w:r>
      <w:r w:rsidR="00A95BC4" w:rsidRPr="00920112">
        <w:rPr>
          <w:rStyle w:val="libAieChar"/>
          <w:rFonts w:hint="eastAsia"/>
          <w:rtl/>
        </w:rPr>
        <w:t>حْکُمُ</w:t>
      </w:r>
      <w:r w:rsidR="00A95BC4" w:rsidRPr="00920112">
        <w:rPr>
          <w:rStyle w:val="libAieChar"/>
          <w:rtl/>
        </w:rPr>
        <w:t xml:space="preserve"> بَ</w:t>
      </w:r>
      <w:r w:rsidR="00A95BC4" w:rsidRPr="00920112">
        <w:rPr>
          <w:rStyle w:val="libAieChar"/>
          <w:rFonts w:hint="cs"/>
          <w:rtl/>
        </w:rPr>
        <w:t>یْ</w:t>
      </w:r>
      <w:r w:rsidR="00A95BC4" w:rsidRPr="00920112">
        <w:rPr>
          <w:rStyle w:val="libAieChar"/>
          <w:rFonts w:hint="eastAsia"/>
          <w:rtl/>
        </w:rPr>
        <w:t>نَکُمْ</w:t>
      </w:r>
      <w:r w:rsidR="00A95BC4" w:rsidRPr="00920112">
        <w:rPr>
          <w:rStyle w:val="libAieChar"/>
          <w:rtl/>
        </w:rPr>
        <w:t xml:space="preserve"> وَ اللهُ عَلِ</w:t>
      </w:r>
      <w:r w:rsidR="00A95BC4" w:rsidRPr="00920112">
        <w:rPr>
          <w:rStyle w:val="libAieChar"/>
          <w:rFonts w:hint="cs"/>
          <w:rtl/>
        </w:rPr>
        <w:t>ی</w:t>
      </w:r>
      <w:r w:rsidR="00A95BC4" w:rsidRPr="00920112">
        <w:rPr>
          <w:rStyle w:val="libAieChar"/>
          <w:rFonts w:hint="eastAsia"/>
          <w:rtl/>
        </w:rPr>
        <w:t>مٌ</w:t>
      </w:r>
      <w:r w:rsidR="00A95BC4" w:rsidRPr="00920112">
        <w:rPr>
          <w:rStyle w:val="libAieChar"/>
          <w:rtl/>
        </w:rPr>
        <w:t xml:space="preserve"> حَکِ</w:t>
      </w:r>
      <w:r w:rsidR="00A95BC4" w:rsidRPr="00920112">
        <w:rPr>
          <w:rStyle w:val="libAieChar"/>
          <w:rFonts w:hint="cs"/>
          <w:rtl/>
        </w:rPr>
        <w:t>ی</w:t>
      </w:r>
      <w:r w:rsidR="00A95BC4" w:rsidRPr="00920112">
        <w:rPr>
          <w:rStyle w:val="libAieChar"/>
          <w:rFonts w:hint="eastAsia"/>
          <w:rtl/>
        </w:rPr>
        <w:t>مٌ</w:t>
      </w:r>
      <w:r w:rsidR="00A95BC4" w:rsidRPr="00A95BC4">
        <w:rPr>
          <w:rtl/>
          <w:lang w:bidi="fa-IR"/>
        </w:rPr>
        <w:t xml:space="preserve"> </w:t>
      </w:r>
      <w:r w:rsidRPr="00920112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>(ممتح</w:t>
      </w:r>
      <w:r w:rsidR="00A95BC4" w:rsidRPr="00A95BC4">
        <w:rPr>
          <w:rFonts w:hint="eastAsia"/>
          <w:rtl/>
          <w:lang w:bidi="fa-IR"/>
        </w:rPr>
        <w:t>نه</w:t>
      </w:r>
      <w:r w:rsidR="00A95BC4" w:rsidRPr="00A95BC4">
        <w:rPr>
          <w:rtl/>
          <w:lang w:bidi="fa-IR"/>
        </w:rPr>
        <w:t>: 10)</w:t>
      </w:r>
    </w:p>
    <w:p w:rsidR="00A95BC4" w:rsidRPr="00A95BC4" w:rsidRDefault="00A95BC4" w:rsidP="00920112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کسان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زنان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عنوان هجرت نزد شما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ند،</w:t>
      </w:r>
      <w:r w:rsidRPr="00A95BC4">
        <w:rPr>
          <w:rtl/>
          <w:lang w:bidi="fa-IR"/>
        </w:rPr>
        <w:t xml:space="preserve"> آنها را آزما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- خداوند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مانشان</w:t>
      </w:r>
      <w:r w:rsidRPr="00A95BC4">
        <w:rPr>
          <w:rtl/>
          <w:lang w:bidi="fa-IR"/>
        </w:rPr>
        <w:t xml:space="preserve"> آگاه‌تر است- هرگاه آنها را مؤمن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آنها را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کفار بازنگردان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نه آنها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کفّار حلال‌اند و نه کفّار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 حلال، و آنچه را همسران آنها [برا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ازدواج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زنان] پرداخته‌اند، به آنها بپرداز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گناه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شما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که با آنها ازدواج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هرگاه</w:t>
      </w:r>
      <w:r w:rsidR="00920112">
        <w:rPr>
          <w:rFonts w:hint="cs"/>
          <w:rtl/>
          <w:lang w:bidi="fa-IR"/>
        </w:rPr>
        <w:t>..</w:t>
      </w:r>
      <w:r w:rsidRPr="00A95BC4">
        <w:rPr>
          <w:rFonts w:hint="eastAsia"/>
          <w:rtl/>
          <w:lang w:bidi="fa-IR"/>
        </w:rPr>
        <w:t>مهرشان</w:t>
      </w:r>
      <w:r w:rsidRPr="00A95BC4">
        <w:rPr>
          <w:rtl/>
          <w:lang w:bidi="fa-IR"/>
        </w:rPr>
        <w:t xml:space="preserve"> را به آنها بده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هرگز زنان کافر را در همسر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 نگه ندار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[و اگر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زنان شما کافر شد و به بلاد کفر فرار کرد]، حق دار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مهر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که پرداخته‌ا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مطالبه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همان‌گونه که آنها حق دارند مهر [زنانشان را که از آنها جدا شده‌اند] از شما مطالبه کنند.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حکم خداوند است که در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شما حکم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 xml:space="preserve"> و خداوند دانا و حک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است.</w:t>
      </w:r>
    </w:p>
    <w:p w:rsidR="00A95BC4" w:rsidRPr="00A95BC4" w:rsidRDefault="00920112" w:rsidP="00920112">
      <w:pPr>
        <w:pStyle w:val="Heading2"/>
        <w:rPr>
          <w:rtl/>
        </w:rPr>
      </w:pPr>
      <w:r>
        <w:rPr>
          <w:rtl/>
        </w:rPr>
        <w:br w:type="page"/>
      </w:r>
      <w:bookmarkStart w:id="102" w:name="_Toc504390409"/>
      <w:bookmarkStart w:id="103" w:name="_Toc504390500"/>
      <w:r w:rsidR="00A95BC4" w:rsidRPr="00A95BC4">
        <w:rPr>
          <w:rFonts w:hint="eastAsia"/>
          <w:rtl/>
        </w:rPr>
        <w:lastRenderedPageBreak/>
        <w:t>شأن</w:t>
      </w:r>
      <w:r w:rsidR="00A95BC4" w:rsidRPr="00A95BC4">
        <w:rPr>
          <w:rtl/>
        </w:rPr>
        <w:t xml:space="preserve"> نزول آ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ه‌</w:t>
      </w:r>
      <w:bookmarkEnd w:id="102"/>
      <w:bookmarkEnd w:id="103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در مکان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نام «حد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ه»،</w:t>
      </w:r>
      <w:r w:rsidRPr="00A95BC4">
        <w:rPr>
          <w:rtl/>
          <w:lang w:bidi="fa-IR"/>
        </w:rPr>
        <w:t xml:space="preserve"> هنگام بستن معاهده حد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ه،</w:t>
      </w:r>
      <w:r w:rsidRPr="00A95BC4">
        <w:rPr>
          <w:rtl/>
          <w:lang w:bidi="fa-IR"/>
        </w:rPr>
        <w:t xml:space="preserve"> در شأن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نام «سب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عه»</w:t>
      </w:r>
      <w:r w:rsidRPr="00A95BC4">
        <w:rPr>
          <w:rtl/>
          <w:lang w:bidi="fa-IR"/>
        </w:rPr>
        <w:t xml:space="preserve"> بر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اکرم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نازل شد.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ه،</w:t>
      </w:r>
      <w:r w:rsidRPr="00A95BC4">
        <w:rPr>
          <w:rtl/>
          <w:lang w:bidi="fa-IR"/>
        </w:rPr>
        <w:t xml:space="preserve"> خداوند ضمن مشخص کردن سرنوشت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زن، احکام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درباره زنان و مردان کافر،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فرما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طبق احکام اسلام، ازدواج با کافر حرام است و زنان و مردان مهاجر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به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آمده‌اند و همسرانشان در مکه در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مشرکان مانده‌اند، از همسران خود جدا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شوند</w:t>
      </w:r>
      <w:r w:rsidRPr="00A95BC4">
        <w:rPr>
          <w:rtl/>
          <w:lang w:bidi="fa-IR"/>
        </w:rPr>
        <w:t>. زنان مسلمان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مهر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گرفته‌اند را، باز پس دهند و مردان مسلمان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مهر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پرداخته‌اند را باز پس 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رند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</w:p>
    <w:p w:rsidR="00A95BC4" w:rsidRPr="00A95BC4" w:rsidRDefault="00A95BC4" w:rsidP="00920112">
      <w:pPr>
        <w:pStyle w:val="Heading2"/>
        <w:rPr>
          <w:rtl/>
        </w:rPr>
      </w:pPr>
      <w:bookmarkStart w:id="104" w:name="_Toc504390410"/>
      <w:bookmarkStart w:id="105" w:name="_Toc504390501"/>
      <w:r w:rsidRPr="00A95BC4">
        <w:rPr>
          <w:rFonts w:hint="eastAsia"/>
          <w:rtl/>
        </w:rPr>
        <w:t>سب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عه</w:t>
      </w:r>
      <w:r w:rsidRPr="00A95BC4">
        <w:rPr>
          <w:rtl/>
        </w:rPr>
        <w:t xml:space="preserve"> ک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ست؟</w:t>
      </w:r>
      <w:bookmarkEnd w:id="104"/>
      <w:bookmarkEnd w:id="105"/>
    </w:p>
    <w:p w:rsidR="00A95BC4" w:rsidRPr="00A95BC4" w:rsidRDefault="00A95BC4" w:rsidP="00920112">
      <w:pPr>
        <w:pStyle w:val="libBold1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اشاره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عه،</w:t>
      </w:r>
      <w:r w:rsidRPr="00A95BC4">
        <w:rPr>
          <w:rtl/>
          <w:lang w:bidi="fa-IR"/>
        </w:rPr>
        <w:t xml:space="preserve"> دختر حارث اسلم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و همسرش بنا به قول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سعد بن خوله و به قول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مسافر، از قب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له</w:t>
      </w:r>
      <w:r w:rsidRPr="00A95BC4">
        <w:rPr>
          <w:rtl/>
          <w:lang w:bidi="fa-IR"/>
        </w:rPr>
        <w:t xml:space="preserve"> بن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مخزوم</w:t>
      </w:r>
      <w:r w:rsidRPr="00A95BC4">
        <w:rPr>
          <w:rtl/>
          <w:lang w:bidi="fa-IR"/>
        </w:rPr>
        <w:t xml:space="preserve"> و به قول «مقاتل»،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بن راهب بود. او هنگام مهاجرت سب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عه،</w:t>
      </w:r>
      <w:r w:rsidRPr="00A95BC4">
        <w:rPr>
          <w:rtl/>
          <w:lang w:bidi="fa-IR"/>
        </w:rPr>
        <w:t xml:space="preserve"> کافر بود و در مکه ماند. </w:t>
      </w:r>
      <w:r w:rsidRPr="00920112">
        <w:rPr>
          <w:rStyle w:val="libFootnotenumChar"/>
          <w:rtl/>
        </w:rPr>
        <w:t>(1)</w:t>
      </w:r>
    </w:p>
    <w:p w:rsidR="00A95BC4" w:rsidRPr="00A95BC4" w:rsidRDefault="00A95BC4" w:rsidP="00920112">
      <w:pPr>
        <w:pStyle w:val="Heading2"/>
        <w:rPr>
          <w:rtl/>
        </w:rPr>
      </w:pPr>
      <w:bookmarkStart w:id="106" w:name="_Toc504390411"/>
      <w:bookmarkStart w:id="107" w:name="_Toc504390502"/>
      <w:r w:rsidRPr="00A95BC4">
        <w:rPr>
          <w:rFonts w:hint="eastAsia"/>
          <w:rtl/>
        </w:rPr>
        <w:t>صلح</w:t>
      </w:r>
      <w:r w:rsidRPr="00A95BC4">
        <w:rPr>
          <w:rtl/>
        </w:rPr>
        <w:t xml:space="preserve"> حد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ب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ه‌</w:t>
      </w:r>
      <w:bookmarkEnd w:id="106"/>
      <w:bookmarkEnd w:id="107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ذ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قعده</w:t>
      </w:r>
      <w:r w:rsidRPr="00A95BC4">
        <w:rPr>
          <w:rtl/>
          <w:lang w:bidi="fa-IR"/>
        </w:rPr>
        <w:t xml:space="preserve"> سال ششم هجرت، رسول اکرم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و عده‌ا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اصحاب، به قصد به جاآوردن عمره، از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خارج شدند. خبر خروج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به 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گمان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کردند</w:t>
      </w:r>
      <w:r w:rsidRPr="00A95BC4">
        <w:rPr>
          <w:rtl/>
          <w:lang w:bidi="fa-IR"/>
        </w:rPr>
        <w:t xml:space="preserve">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قصد جنگ، به مکه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به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ل،</w:t>
      </w:r>
      <w:r w:rsidRPr="00A95BC4">
        <w:rPr>
          <w:rtl/>
          <w:lang w:bidi="fa-IR"/>
        </w:rPr>
        <w:t xml:space="preserve"> خود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جنگ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آماده کردند.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ترت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اسلام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>، عمر را خواست و به او فرمود: «به نزد 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برو و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 هدف ما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سفر تشر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ح</w:t>
      </w:r>
      <w:r w:rsidRPr="00A95BC4">
        <w:rPr>
          <w:rtl/>
          <w:lang w:bidi="fa-IR"/>
        </w:rPr>
        <w:t xml:space="preserve"> کن و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</w:t>
      </w:r>
      <w:r w:rsidRPr="00A95BC4">
        <w:rPr>
          <w:rtl/>
          <w:lang w:bidi="fa-IR"/>
        </w:rPr>
        <w:t xml:space="preserve"> ما را به گوش آنها </w:t>
      </w:r>
      <w:r w:rsidRPr="00A95BC4">
        <w:rPr>
          <w:rtl/>
          <w:lang w:bidi="fa-IR"/>
        </w:rPr>
        <w:lastRenderedPageBreak/>
        <w:t>برسان!». عمر که از 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بر جان خود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با صراحت از انجام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عذر خواست و گفت: «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رسول الله! از قب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له</w:t>
      </w:r>
      <w:r w:rsidRPr="00A95BC4">
        <w:rPr>
          <w:rtl/>
          <w:lang w:bidi="fa-IR"/>
        </w:rPr>
        <w:t xml:space="preserve"> بن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عد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مکه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تا از من دفاع کند و من از 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ترسم</w:t>
      </w:r>
      <w:r w:rsidRPr="00A95BC4">
        <w:rPr>
          <w:rtl/>
          <w:lang w:bidi="fa-IR"/>
        </w:rPr>
        <w:t xml:space="preserve"> و بهتر است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عثمان را بفرست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که خو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مکه دارد 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توانند</w:t>
      </w:r>
      <w:r w:rsidRPr="00A95BC4">
        <w:rPr>
          <w:rtl/>
          <w:lang w:bidi="fa-IR"/>
        </w:rPr>
        <w:t xml:space="preserve"> از او حما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کنند».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با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سخن، عثمان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مأمور کرد. عثمان به مکه آمد و ابتدا به خانه ابان بن سع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(پسر عمو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خود) رفت و از او خواست تا به 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پناه دهد تا بتواند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</w:t>
      </w:r>
      <w:r w:rsidRPr="00A95BC4">
        <w:rPr>
          <w:rtl/>
          <w:lang w:bidi="fa-IR"/>
        </w:rPr>
        <w:t xml:space="preserve"> رسول خدا </w:t>
      </w:r>
      <w:r w:rsidRPr="00A95BC4">
        <w:rPr>
          <w:rStyle w:val="libAlaemChar"/>
          <w:rtl/>
        </w:rPr>
        <w:t xml:space="preserve">صلى‌الله‌عليه‌وآله‌وسلم </w:t>
      </w:r>
    </w:p>
    <w:p w:rsidR="00A95BC4" w:rsidRPr="00920112" w:rsidRDefault="00920112" w:rsidP="0092011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A95BC4" w:rsidRPr="00A95BC4" w:rsidRDefault="00A95BC4" w:rsidP="00920112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1- نساء 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القرآن الکر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سب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عه</w:t>
      </w:r>
      <w:r w:rsidRPr="00A95BC4">
        <w:rPr>
          <w:rtl/>
          <w:lang w:bidi="fa-IR"/>
        </w:rPr>
        <w:t xml:space="preserve"> بنت الحارث.</w:t>
      </w:r>
    </w:p>
    <w:p w:rsidR="00A95BC4" w:rsidRPr="00A95BC4" w:rsidRDefault="00920112" w:rsidP="00A95B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95BC4" w:rsidRPr="00A95BC4">
        <w:rPr>
          <w:rFonts w:hint="eastAsia"/>
          <w:rtl/>
          <w:lang w:bidi="fa-IR"/>
        </w:rPr>
        <w:lastRenderedPageBreak/>
        <w:t>را</w:t>
      </w:r>
      <w:r w:rsidR="00A95BC4" w:rsidRPr="00A95BC4">
        <w:rPr>
          <w:rtl/>
          <w:lang w:bidi="fa-IR"/>
        </w:rPr>
        <w:t xml:space="preserve"> به قر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ش</w:t>
      </w:r>
      <w:r w:rsidR="00A95BC4" w:rsidRPr="00A95BC4">
        <w:rPr>
          <w:rtl/>
          <w:lang w:bidi="fa-IR"/>
        </w:rPr>
        <w:t xml:space="preserve"> برساند. ابان، عثمان را در پناه خود قرار داد و او را نزد قر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ش</w:t>
      </w:r>
      <w:r w:rsidR="00A95BC4" w:rsidRPr="00A95BC4">
        <w:rPr>
          <w:rtl/>
          <w:lang w:bidi="fa-IR"/>
        </w:rPr>
        <w:t xml:space="preserve"> برد. بد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ترت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ب،</w:t>
      </w:r>
      <w:r w:rsidR="00A95BC4" w:rsidRPr="00A95BC4">
        <w:rPr>
          <w:rtl/>
          <w:lang w:bidi="fa-IR"/>
        </w:rPr>
        <w:t xml:space="preserve"> عثمان پ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ام</w:t>
      </w:r>
      <w:r w:rsidR="00A95BC4" w:rsidRPr="00A95BC4">
        <w:rPr>
          <w:rtl/>
          <w:lang w:bidi="fa-IR"/>
        </w:rPr>
        <w:t xml:space="preserve"> آن حضرت را رسان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</w:t>
      </w:r>
      <w:r w:rsidR="00A95BC4"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با اکراه سخنان او را گوش دادند و در پاسخ گفتند: «ما اجازه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محمد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شهر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طواف کند،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خودت که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نجا</w:t>
      </w:r>
      <w:r w:rsidRPr="00A95BC4">
        <w:rPr>
          <w:rtl/>
          <w:lang w:bidi="fa-IR"/>
        </w:rPr>
        <w:t xml:space="preserve"> آمده‌ا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طواف کن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!»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عثمان</w:t>
      </w:r>
      <w:r w:rsidRPr="00A95BC4">
        <w:rPr>
          <w:rtl/>
          <w:lang w:bidi="fa-IR"/>
        </w:rPr>
        <w:t xml:space="preserve"> گفت: «من قبل از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را نخواهم کرد و تا او طواف نکند، من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طواف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کنم»</w:t>
      </w:r>
      <w:r w:rsidRPr="00A95BC4">
        <w:rPr>
          <w:rtl/>
          <w:lang w:bidi="fa-IR"/>
        </w:rPr>
        <w:t>. با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سخن، 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اجازه ندادند عثمان نزد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برگردد و او را در مکه به زندان افکندند.</w:t>
      </w:r>
    </w:p>
    <w:p w:rsidR="00A95BC4" w:rsidRPr="00A95BC4" w:rsidRDefault="00A95BC4" w:rsidP="00920112">
      <w:pPr>
        <w:pStyle w:val="Heading2"/>
        <w:rPr>
          <w:rtl/>
        </w:rPr>
      </w:pPr>
      <w:bookmarkStart w:id="108" w:name="_Toc504390412"/>
      <w:bookmarkStart w:id="109" w:name="_Toc504390503"/>
      <w:r w:rsidRPr="00A95BC4">
        <w:rPr>
          <w:rFonts w:hint="eastAsia"/>
          <w:rtl/>
        </w:rPr>
        <w:t>ب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عت</w:t>
      </w:r>
      <w:r w:rsidRPr="00A95BC4">
        <w:rPr>
          <w:rtl/>
        </w:rPr>
        <w:t xml:space="preserve"> رضوان‌</w:t>
      </w:r>
      <w:bookmarkEnd w:id="108"/>
      <w:bookmarkEnd w:id="109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به</w:t>
      </w:r>
      <w:r w:rsidRPr="00A95BC4">
        <w:rPr>
          <w:rtl/>
          <w:lang w:bidi="fa-IR"/>
        </w:rPr>
        <w:t xml:space="preserve"> مسلمانان خبر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عثمان را کشته‌اند! با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خبر، مسلمانان دچار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جان</w:t>
      </w:r>
      <w:r w:rsidRPr="00A95BC4">
        <w:rPr>
          <w:rtl/>
          <w:lang w:bidi="fa-IR"/>
        </w:rPr>
        <w:t xml:space="preserve"> شدند.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که در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درخت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نشسته بود، فرمود: «از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نجا</w:t>
      </w:r>
      <w:r w:rsidRPr="00A95BC4">
        <w:rPr>
          <w:rtl/>
          <w:lang w:bidi="fa-IR"/>
        </w:rPr>
        <w:t xml:space="preserve"> برنخ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زم</w:t>
      </w:r>
      <w:r w:rsidRPr="00A95BC4">
        <w:rPr>
          <w:rtl/>
          <w:lang w:bidi="fa-IR"/>
        </w:rPr>
        <w:t xml:space="preserve"> تا تکل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</w:t>
      </w:r>
      <w:r w:rsidRPr="00A95BC4">
        <w:rPr>
          <w:rtl/>
          <w:lang w:bidi="fa-IR"/>
        </w:rPr>
        <w:t xml:space="preserve"> خود را با 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معلوم سازم». سپس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دفاع از اسلام از مسلمانان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عت</w:t>
      </w:r>
      <w:r w:rsidRPr="00A95BC4">
        <w:rPr>
          <w:rtl/>
          <w:lang w:bidi="fa-IR"/>
        </w:rPr>
        <w:t xml:space="preserve"> گرفت و چون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عت</w:t>
      </w:r>
      <w:r w:rsidRPr="00A95BC4">
        <w:rPr>
          <w:rtl/>
          <w:lang w:bidi="fa-IR"/>
        </w:rPr>
        <w:t xml:space="preserve"> در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درخت انجام شد، آن را «ب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عت</w:t>
      </w:r>
      <w:r w:rsidRPr="00A95BC4">
        <w:rPr>
          <w:rtl/>
          <w:lang w:bidi="fa-IR"/>
        </w:rPr>
        <w:t xml:space="preserve"> شجره»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گفته‌اند.</w:t>
      </w:r>
    </w:p>
    <w:p w:rsidR="00A95BC4" w:rsidRPr="00A95BC4" w:rsidRDefault="00A95BC4" w:rsidP="00920112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مناد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 حضرت فر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اد</w:t>
      </w:r>
      <w:r w:rsidRPr="00A95BC4">
        <w:rPr>
          <w:rtl/>
          <w:lang w:bidi="fa-IR"/>
        </w:rPr>
        <w:t xml:space="preserve"> زد: «کسان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حاضراند تا پا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جان در راه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پا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کنند و نگر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زند،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</w:t>
      </w:r>
      <w:r w:rsidRPr="00A95BC4">
        <w:rPr>
          <w:rtl/>
          <w:lang w:bidi="fa-IR"/>
        </w:rPr>
        <w:t xml:space="preserve"> و با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خود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عت</w:t>
      </w:r>
      <w:r w:rsidRPr="00A95BC4">
        <w:rPr>
          <w:rtl/>
          <w:lang w:bidi="fa-IR"/>
        </w:rPr>
        <w:t xml:space="preserve"> کنند. مسلمانان دسته دسته آمدند و با آن حضرت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عت</w:t>
      </w:r>
      <w:r w:rsidRPr="00A95BC4">
        <w:rPr>
          <w:rtl/>
          <w:lang w:bidi="fa-IR"/>
        </w:rPr>
        <w:t xml:space="preserve"> کردند و تنها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نفر از منافقان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نه،</w:t>
      </w:r>
      <w:r w:rsidRPr="00A95BC4">
        <w:rPr>
          <w:rtl/>
          <w:lang w:bidi="fa-IR"/>
        </w:rPr>
        <w:t xml:space="preserve"> به نام جد بن 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>- که خود را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شکم شتر</w:t>
      </w:r>
      <w:r w:rsidRPr="00A95BC4">
        <w:rPr>
          <w:rFonts w:hint="eastAsia"/>
          <w:rtl/>
          <w:lang w:bidi="fa-IR"/>
        </w:rPr>
        <w:t>پنهان</w:t>
      </w:r>
      <w:r w:rsidRPr="00A95BC4">
        <w:rPr>
          <w:rtl/>
          <w:lang w:bidi="fa-IR"/>
        </w:rPr>
        <w:t xml:space="preserve"> کرد-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مقدس شرکت نکرد.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اسلام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عمل به 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هشدار داد که اگر به راست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سر جنگ دارند و بهانه‌جو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کنند،</w:t>
      </w:r>
      <w:r w:rsidRPr="00A95BC4">
        <w:rPr>
          <w:rtl/>
          <w:lang w:bidi="fa-IR"/>
        </w:rPr>
        <w:t xml:space="preserve"> او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آماده جنگ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شود،</w:t>
      </w:r>
      <w:r w:rsidRPr="00A95BC4">
        <w:rPr>
          <w:rtl/>
          <w:lang w:bidi="fa-IR"/>
        </w:rPr>
        <w:t xml:space="preserve"> اگرچه عواقب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جان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 متوجه خود آنها خواهد شد، مگر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در </w:t>
      </w:r>
      <w:r w:rsidRPr="00A95BC4">
        <w:rPr>
          <w:rtl/>
          <w:lang w:bidi="fa-IR"/>
        </w:rPr>
        <w:lastRenderedPageBreak/>
        <w:t>حق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قت</w:t>
      </w:r>
      <w:r w:rsidRPr="00A95BC4">
        <w:rPr>
          <w:rtl/>
          <w:lang w:bidi="fa-IR"/>
        </w:rPr>
        <w:t>- همان‌طور که گفته بود- سر جنگ نداشت و مأمور به قتال نبود و 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جهت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آن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آرام کردن احساسات تند مسلمانان و افراد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که با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خبر قتل عثمان، خونشان به جوش آمده و در آن حال، نرمش‌ها را از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</w:t>
      </w:r>
      <w:r w:rsidRPr="00A95BC4">
        <w:rPr>
          <w:rtl/>
          <w:lang w:bidi="fa-IR"/>
        </w:rPr>
        <w:t>.</w:t>
      </w:r>
    </w:p>
    <w:p w:rsidR="00A95BC4" w:rsidRPr="00A95BC4" w:rsidRDefault="00A95BC4" w:rsidP="000C24C3">
      <w:pPr>
        <w:pStyle w:val="Heading2"/>
        <w:rPr>
          <w:rtl/>
        </w:rPr>
      </w:pPr>
      <w:bookmarkStart w:id="110" w:name="_Toc504390413"/>
      <w:bookmarkStart w:id="111" w:name="_Toc504390504"/>
      <w:r w:rsidRPr="00A95BC4">
        <w:rPr>
          <w:rFonts w:hint="eastAsia"/>
          <w:rtl/>
        </w:rPr>
        <w:t>آمدن</w:t>
      </w:r>
      <w:r w:rsidRPr="00A95BC4">
        <w:rPr>
          <w:rtl/>
        </w:rPr>
        <w:t xml:space="preserve"> سه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ل</w:t>
      </w:r>
      <w:r w:rsidRPr="00A95BC4">
        <w:rPr>
          <w:rtl/>
        </w:rPr>
        <w:t xml:space="preserve"> بن عمرو نما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نده</w:t>
      </w:r>
      <w:r w:rsidRPr="00A95BC4">
        <w:rPr>
          <w:rtl/>
        </w:rPr>
        <w:t xml:space="preserve"> قر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ش</w:t>
      </w:r>
      <w:r w:rsidRPr="00A95BC4">
        <w:rPr>
          <w:rtl/>
        </w:rPr>
        <w:t xml:space="preserve"> و تنظ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م</w:t>
      </w:r>
      <w:r w:rsidRPr="00A95BC4">
        <w:rPr>
          <w:rtl/>
        </w:rPr>
        <w:t xml:space="preserve"> قرارداد صلح‌</w:t>
      </w:r>
      <w:bookmarkEnd w:id="110"/>
      <w:bookmarkEnd w:id="111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با</w:t>
      </w:r>
      <w:r w:rsidRPr="00A95BC4">
        <w:rPr>
          <w:rtl/>
          <w:lang w:bidi="fa-IR"/>
        </w:rPr>
        <w:t xml:space="preserve"> پا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افتن</w:t>
      </w:r>
      <w:r w:rsidRPr="00A95BC4">
        <w:rPr>
          <w:rtl/>
          <w:lang w:bidi="fa-IR"/>
        </w:rPr>
        <w:t xml:space="preserve"> کار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عت،</w:t>
      </w:r>
      <w:r w:rsidRPr="00A95BC4">
        <w:rPr>
          <w:rtl/>
          <w:lang w:bidi="fa-IR"/>
        </w:rPr>
        <w:t xml:space="preserve"> خبر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عثمان زنده و در دست مشرکان زندان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شده است. از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گر،</w:t>
      </w:r>
      <w:r w:rsidRPr="00A95BC4">
        <w:rPr>
          <w:rtl/>
          <w:lang w:bidi="fa-IR"/>
        </w:rPr>
        <w:t xml:space="preserve"> سه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بن عمرو-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سرشناسان و متفکران 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>- را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</w:t>
      </w:r>
      <w:r w:rsidRPr="00A95BC4">
        <w:rPr>
          <w:rtl/>
          <w:lang w:bidi="fa-IR"/>
        </w:rPr>
        <w:t xml:space="preserve"> که به نما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و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مذاکره با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</w:t>
      </w:r>
    </w:p>
    <w:p w:rsidR="00A95BC4" w:rsidRPr="00A95BC4" w:rsidRDefault="00A95BC4" w:rsidP="000C24C3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که از دور چشمش به سه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افتاد، فرمود: «قر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به فکر صلح افتاده که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مرد را فرستاده‌اند».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ن‌طور</w:t>
      </w:r>
      <w:r w:rsidRPr="00A95BC4">
        <w:rPr>
          <w:rtl/>
          <w:lang w:bidi="fa-IR"/>
        </w:rPr>
        <w:t xml:space="preserve"> هم بود،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پس از شور و گفت‌وگو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ار،</w:t>
      </w:r>
      <w:r w:rsidRPr="00A95BC4">
        <w:rPr>
          <w:rtl/>
          <w:lang w:bidi="fa-IR"/>
        </w:rPr>
        <w:t xml:space="preserve"> سه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بن عمرو را فرستاده بودند تا به نما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طرف آنها، به هر نحو که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تواند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اسلام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را ر</w:t>
      </w:r>
      <w:r w:rsidRPr="00A95BC4">
        <w:rPr>
          <w:rFonts w:hint="eastAsia"/>
          <w:rtl/>
          <w:lang w:bidi="fa-IR"/>
        </w:rPr>
        <w:t>اض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کند تا در آن سال، از انجام عمره و ورود به مکه خوددار</w:t>
      </w:r>
      <w:r w:rsidRPr="00A95BC4">
        <w:rPr>
          <w:rFonts w:hint="cs"/>
          <w:rtl/>
          <w:lang w:bidi="fa-IR"/>
        </w:rPr>
        <w:t>ی</w:t>
      </w:r>
      <w:r w:rsidR="000C24C3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کرده</w:t>
      </w:r>
      <w:r w:rsidRPr="00A95BC4">
        <w:rPr>
          <w:rtl/>
          <w:lang w:bidi="fa-IR"/>
        </w:rPr>
        <w:t xml:space="preserve"> و سال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را انجام دهد. در ضمن مذاکرات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هم درباره ترک دشمن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روشن شدن تکل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</w:t>
      </w:r>
      <w:r w:rsidRPr="00A95BC4">
        <w:rPr>
          <w:rtl/>
          <w:lang w:bidi="fa-IR"/>
        </w:rPr>
        <w:t xml:space="preserve"> مهاجر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از مکه به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روند</w:t>
      </w:r>
      <w:r w:rsidRPr="00A95BC4">
        <w:rPr>
          <w:rtl/>
          <w:lang w:bidi="fa-IR"/>
        </w:rPr>
        <w:t xml:space="preserve"> 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افراد مسلمان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در مکه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کردند</w:t>
      </w:r>
      <w:r w:rsidRPr="00A95BC4">
        <w:rPr>
          <w:rtl/>
          <w:lang w:bidi="fa-IR"/>
        </w:rPr>
        <w:t xml:space="preserve"> و ... انجام دهد تا ط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آن، قرارداد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مبن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صلح از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هر کدام امضا شود.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به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قرارداد صلح، از نظر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نفع مسلمانان بود،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مسلمانان از طرف 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به رسم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شناخته شده بودند، بدون آنکه خون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خته</w:t>
      </w:r>
      <w:r w:rsidRPr="00A95BC4">
        <w:rPr>
          <w:rtl/>
          <w:lang w:bidi="fa-IR"/>
        </w:rPr>
        <w:t xml:space="preserve"> شود و جنگ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برپا گردد، اما از نظر برخ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افراد، تحمل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شرا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ط،</w:t>
      </w:r>
      <w:r w:rsidRPr="00A95BC4">
        <w:rPr>
          <w:rtl/>
          <w:lang w:bidi="fa-IR"/>
        </w:rPr>
        <w:t xml:space="preserve"> دشوار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نمود</w:t>
      </w:r>
      <w:r w:rsidRPr="00A95BC4">
        <w:rPr>
          <w:rtl/>
          <w:lang w:bidi="fa-IR"/>
        </w:rPr>
        <w:t>. از جمله آنها عمر بن خطاب بود که به‌سخت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</w:t>
      </w: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اعتراض کرد.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طبق</w:t>
      </w:r>
      <w:r w:rsidRPr="00A95BC4">
        <w:rPr>
          <w:rtl/>
          <w:lang w:bidi="fa-IR"/>
        </w:rPr>
        <w:t xml:space="preserve"> گفته مورخان،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مذاکره‌ها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مقدمات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نوشتن و تنظ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صلح‌نامه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و سه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بن عمرو انجام شد، عمر از جا برخ</w:t>
      </w:r>
      <w:r w:rsidR="000C24C3">
        <w:rPr>
          <w:rFonts w:hint="cs"/>
          <w:rtl/>
          <w:lang w:bidi="fa-IR"/>
        </w:rPr>
        <w:t>و</w:t>
      </w:r>
      <w:r w:rsidRPr="00A95BC4">
        <w:rPr>
          <w:rtl/>
          <w:lang w:bidi="fa-IR"/>
        </w:rPr>
        <w:t>است و نزد ابوبکر (دوست صم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خود) آمد و با ناراحت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او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«مگر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مرد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خدا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ست؟»</w:t>
      </w:r>
      <w:r w:rsidRPr="00A95BC4">
        <w:rPr>
          <w:rtl/>
          <w:lang w:bidi="fa-IR"/>
        </w:rPr>
        <w:t xml:space="preserve"> ابوبکر گفت: «بله!» عمر گفت: «مگ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ما مسلمان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م؟»</w:t>
      </w:r>
      <w:r w:rsidRPr="00A95BC4">
        <w:rPr>
          <w:rtl/>
          <w:lang w:bidi="fa-IR"/>
        </w:rPr>
        <w:t xml:space="preserve"> ابوبکر گفت: «بله!» عمر گفت: «مگر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نها</w:t>
      </w:r>
      <w:r w:rsidRPr="00A95BC4">
        <w:rPr>
          <w:rtl/>
          <w:lang w:bidi="fa-IR"/>
        </w:rPr>
        <w:t xml:space="preserve"> مشرک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ستند؟»</w:t>
      </w:r>
      <w:r w:rsidRPr="00A95BC4">
        <w:rPr>
          <w:rtl/>
          <w:lang w:bidi="fa-IR"/>
        </w:rPr>
        <w:t xml:space="preserve"> ابوبکر گفت: «آر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!» عمر گفت: «پس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وضع، چرا ما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بار ذلّت برو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خوار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 بخر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م؟»</w:t>
      </w:r>
      <w:r w:rsidRPr="00A95BC4">
        <w:rPr>
          <w:rtl/>
          <w:lang w:bidi="fa-IR"/>
        </w:rPr>
        <w:t xml:space="preserve"> ابوبکر گفت: «هر چه هست، مط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</w:t>
      </w:r>
      <w:r w:rsidRPr="00A95BC4">
        <w:rPr>
          <w:rtl/>
          <w:lang w:bidi="fa-IR"/>
        </w:rPr>
        <w:t xml:space="preserve"> و فرمانبردار 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باش که او رسول خداست!»</w:t>
      </w:r>
    </w:p>
    <w:p w:rsidR="00A95BC4" w:rsidRPr="00A95BC4" w:rsidRDefault="00A95BC4" w:rsidP="000C24C3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اما</w:t>
      </w:r>
      <w:r w:rsidRPr="00A95BC4">
        <w:rPr>
          <w:rtl/>
          <w:lang w:bidi="fa-IR"/>
        </w:rPr>
        <w:t xml:space="preserve"> عمر قانع نشد و نزد آن حضرت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آمد و همان سؤال‌ها را تکرار کرد و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«پس چرا ما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بار ذلّت و خوار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م؟»</w:t>
      </w:r>
      <w:r w:rsidRPr="00A95BC4">
        <w:rPr>
          <w:rtl/>
          <w:lang w:bidi="fa-IR"/>
        </w:rPr>
        <w:t xml:space="preserve">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فرمود: «ا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امر خداست و من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بنده و</w:t>
      </w:r>
      <w:r w:rsidR="000C24C3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فرمانبردار</w:t>
      </w:r>
      <w:r w:rsidRPr="00A95BC4">
        <w:rPr>
          <w:rtl/>
          <w:lang w:bidi="fa-IR"/>
        </w:rPr>
        <w:t xml:space="preserve"> او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توانم</w:t>
      </w:r>
      <w:r w:rsidRPr="00A95BC4">
        <w:rPr>
          <w:rtl/>
          <w:lang w:bidi="fa-IR"/>
        </w:rPr>
        <w:t xml:space="preserve"> مخالف امر او باشم».</w:t>
      </w:r>
    </w:p>
    <w:p w:rsidR="00A95BC4" w:rsidRPr="00A95BC4" w:rsidRDefault="00A95BC4" w:rsidP="000C24C3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عمر</w:t>
      </w:r>
      <w:r w:rsidRPr="00A95BC4">
        <w:rPr>
          <w:rtl/>
          <w:lang w:bidi="fa-IR"/>
        </w:rPr>
        <w:t xml:space="preserve"> گفت: «مگر تو نبود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به ما وعده داد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به زود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خانه خدا را طواف 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کرد؟»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>صلى‌الله‌عليه‌وآله‌وسلم</w:t>
      </w:r>
      <w:r w:rsidRPr="00A95BC4">
        <w:rPr>
          <w:rtl/>
          <w:lang w:bidi="fa-IR"/>
        </w:rPr>
        <w:t xml:space="preserve"> فرمود: «آر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! من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وعده دادم،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وقت آن را هم تع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کردم؟ و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گفتم که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امسال خواهد بود؟»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عمر</w:t>
      </w:r>
      <w:r w:rsidRPr="00A95BC4">
        <w:rPr>
          <w:rtl/>
          <w:lang w:bidi="fa-IR"/>
        </w:rPr>
        <w:t xml:space="preserve"> گفت: «نه». حضرت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فرمود: «پس به تو وعده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دهم</w:t>
      </w:r>
      <w:r w:rsidRPr="00A95BC4">
        <w:rPr>
          <w:rtl/>
          <w:lang w:bidi="fa-IR"/>
        </w:rPr>
        <w:t xml:space="preserve"> که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انجام خواهد شد و ما خانه خدا را طواف و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ارت</w:t>
      </w:r>
      <w:r w:rsidRPr="00A95BC4">
        <w:rPr>
          <w:rtl/>
          <w:lang w:bidi="fa-IR"/>
        </w:rPr>
        <w:t xml:space="preserve"> 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کرد».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عمر،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سخن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نگفت و رفت. در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توار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</w:t>
      </w:r>
      <w:r w:rsidRPr="00A95BC4">
        <w:rPr>
          <w:rtl/>
          <w:lang w:bidi="fa-IR"/>
        </w:rPr>
        <w:t xml:space="preserve"> اهل سنت و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گران</w:t>
      </w:r>
      <w:r w:rsidRPr="00A95BC4">
        <w:rPr>
          <w:rtl/>
          <w:lang w:bidi="fa-IR"/>
        </w:rPr>
        <w:t xml:space="preserve"> آمده که عمر بارها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گفت</w:t>
      </w:r>
      <w:r w:rsidRPr="00A95BC4">
        <w:rPr>
          <w:rtl/>
          <w:lang w:bidi="fa-IR"/>
        </w:rPr>
        <w:t>: «من آن روز در نبوت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غمبر</w:t>
      </w:r>
      <w:r w:rsidRPr="00A95BC4">
        <w:rPr>
          <w:rtl/>
          <w:lang w:bidi="fa-IR"/>
        </w:rPr>
        <w:t xml:space="preserve"> شک و ترد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کردم».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پس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مذاکره‌ها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>،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را طلب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به او فرمود: «بنو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بسم الله الرَّحمن الرَّح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م»</w:t>
      </w:r>
      <w:r w:rsidRPr="00A95BC4">
        <w:rPr>
          <w:rtl/>
          <w:lang w:bidi="fa-IR"/>
        </w:rPr>
        <w:t>. سه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بن عمرو گفت: «من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عنوان را به رسم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شناسم،</w:t>
      </w:r>
      <w:r w:rsidRPr="00A95BC4">
        <w:rPr>
          <w:rtl/>
          <w:lang w:bidi="fa-IR"/>
        </w:rPr>
        <w:t xml:space="preserve">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همان عنوان رسم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 را بنو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باسمک اللّهم».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حضرت</w:t>
      </w:r>
      <w:r w:rsidRPr="00A95BC4">
        <w:rPr>
          <w:rtl/>
          <w:lang w:bidi="fa-IR"/>
        </w:rPr>
        <w:t xml:space="preserve">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به دستور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همان‌گونه نوشت. آن گاه فرمود: «بنو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است آنچه محمد رسول الله با سه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بن عمرو نسبت به آن موافقت کردند ...».</w:t>
      </w:r>
    </w:p>
    <w:p w:rsidR="00A95BC4" w:rsidRPr="00A95BC4" w:rsidRDefault="00A95BC4" w:rsidP="000C24C3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گفت: «اگر ما تو را به عنوان «رسول الله»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شناخت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همه با تو جنگ و کارزار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.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عنوان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پاک</w:t>
      </w:r>
      <w:r w:rsidR="000C24C3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و</w:t>
      </w:r>
      <w:r w:rsidRPr="00A95BC4">
        <w:rPr>
          <w:rtl/>
          <w:lang w:bidi="fa-IR"/>
        </w:rPr>
        <w:t xml:space="preserve"> به جا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 «محمد بن عبدالله» نوشته شود».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قبول کرد و چون متوجه شد که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بن اب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طالب</w:t>
      </w:r>
      <w:r w:rsidRPr="00A95BC4">
        <w:rPr>
          <w:rtl/>
          <w:lang w:bidi="fa-IR"/>
        </w:rPr>
        <w:t xml:space="preserve"> دشوار بود که عنوان «رسول الله» را از ادامه نام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پاک کند، خود آن حضرت انگشتش را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برد و فرمود: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! جا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 را به من نشان ده و بگذار من خود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عنوان را پاک کنم».</w:t>
      </w:r>
    </w:p>
    <w:p w:rsidR="00A95BC4" w:rsidRPr="00A95BC4" w:rsidRDefault="00A95BC4" w:rsidP="000C24C3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>صلى‌الله‌عليه‌وآله‌وسلم</w:t>
      </w:r>
      <w:r w:rsidRPr="00A95BC4">
        <w:rPr>
          <w:rtl/>
          <w:lang w:bidi="fa-IR"/>
        </w:rPr>
        <w:t xml:space="preserve"> در ادامه فرمود: «اکْتُبْ فَإنَّ لَکَ مِثْلَها تُعْطِ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ها</w:t>
      </w:r>
      <w:r w:rsidRPr="00A95BC4">
        <w:rPr>
          <w:rtl/>
          <w:lang w:bidi="fa-IR"/>
        </w:rPr>
        <w:t xml:space="preserve"> وَ انْتَ مُضْطَهِد»؛ «بنو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که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ماجرا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دردناک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خواهد آمد و به ناچار به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راض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شد!»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و</w:t>
      </w:r>
      <w:r w:rsidRPr="00A95BC4">
        <w:rPr>
          <w:rtl/>
          <w:lang w:bidi="fa-IR"/>
        </w:rPr>
        <w:t xml:space="preserve"> سپس مواد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را نوشت:</w:t>
      </w:r>
    </w:p>
    <w:p w:rsidR="00A95BC4" w:rsidRPr="00A95BC4" w:rsidRDefault="00A95BC4" w:rsidP="000C24C3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«</w:t>
      </w:r>
      <w:r w:rsidRPr="00A95BC4">
        <w:rPr>
          <w:rtl/>
          <w:lang w:bidi="fa-IR"/>
        </w:rPr>
        <w:t>1</w:t>
      </w:r>
      <w:r w:rsidR="000C24C3">
        <w:rPr>
          <w:rFonts w:hint="cs"/>
          <w:rtl/>
          <w:lang w:bidi="fa-IR"/>
        </w:rPr>
        <w:t xml:space="preserve"> -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</w:t>
      </w:r>
      <w:r w:rsidRPr="00A95BC4">
        <w:rPr>
          <w:rtl/>
          <w:lang w:bidi="fa-IR"/>
        </w:rPr>
        <w:t xml:space="preserve"> تا ده سال جنگ و مخاصمه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طرف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ترک و به حالت جنگ پا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داده شود.</w:t>
      </w:r>
    </w:p>
    <w:p w:rsidR="00A95BC4" w:rsidRPr="00A95BC4" w:rsidRDefault="00A95BC4" w:rsidP="000C24C3">
      <w:pPr>
        <w:pStyle w:val="libNormal"/>
        <w:rPr>
          <w:rtl/>
          <w:lang w:bidi="fa-IR"/>
        </w:rPr>
      </w:pPr>
      <w:r w:rsidRPr="00A95BC4">
        <w:rPr>
          <w:rtl/>
          <w:lang w:bidi="fa-IR"/>
        </w:rPr>
        <w:t>2</w:t>
      </w:r>
      <w:r w:rsidR="000C24C3">
        <w:rPr>
          <w:rFonts w:hint="cs"/>
          <w:rtl/>
          <w:lang w:bidi="fa-IR"/>
        </w:rPr>
        <w:t xml:space="preserve"> -</w:t>
      </w:r>
      <w:r w:rsidRPr="00A95BC4">
        <w:rPr>
          <w:rtl/>
          <w:lang w:bidi="fa-IR"/>
        </w:rPr>
        <w:t xml:space="preserve"> اگر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ان،</w:t>
      </w:r>
      <w:r w:rsidRPr="00A95BC4">
        <w:rPr>
          <w:rtl/>
          <w:lang w:bidi="fa-IR"/>
        </w:rPr>
        <w:t xml:space="preserve"> که تحت 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موم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و ولا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است، بدون اجازه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 نزد محمد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آمد، مسلمانان او را به ول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اش</w:t>
      </w:r>
      <w:r w:rsidRPr="00A95BC4">
        <w:rPr>
          <w:rtl/>
          <w:lang w:bidi="fa-IR"/>
        </w:rPr>
        <w:t xml:space="preserve"> بازگردانند،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آن سو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الزام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نباشد.</w:t>
      </w:r>
    </w:p>
    <w:p w:rsidR="00A95BC4" w:rsidRPr="00A95BC4" w:rsidRDefault="00A95BC4" w:rsidP="000C24C3">
      <w:pPr>
        <w:pStyle w:val="libNormal"/>
        <w:rPr>
          <w:rtl/>
          <w:lang w:bidi="fa-IR"/>
        </w:rPr>
      </w:pPr>
      <w:r w:rsidRPr="00A95BC4">
        <w:rPr>
          <w:rtl/>
          <w:lang w:bidi="fa-IR"/>
        </w:rPr>
        <w:t>3</w:t>
      </w:r>
      <w:r w:rsidR="000C24C3">
        <w:rPr>
          <w:rFonts w:hint="cs"/>
          <w:rtl/>
          <w:lang w:bidi="fa-IR"/>
        </w:rPr>
        <w:t xml:space="preserve"> -</w:t>
      </w:r>
      <w:r w:rsidRPr="00A95BC4">
        <w:rPr>
          <w:rtl/>
          <w:lang w:bidi="fa-IR"/>
        </w:rPr>
        <w:t xml:space="preserve"> هر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از قبا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عرب که بخواهند با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دو طرف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بندند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آزاد باشند و از طرف 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الزام و تهد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انجام نشود.</w:t>
      </w:r>
    </w:p>
    <w:p w:rsidR="00A95BC4" w:rsidRPr="00A95BC4" w:rsidRDefault="00A95BC4" w:rsidP="000C24C3">
      <w:pPr>
        <w:pStyle w:val="libNormal"/>
        <w:rPr>
          <w:rtl/>
          <w:lang w:bidi="fa-IR"/>
        </w:rPr>
      </w:pPr>
      <w:r w:rsidRPr="00A95BC4">
        <w:rPr>
          <w:rtl/>
          <w:lang w:bidi="fa-IR"/>
        </w:rPr>
        <w:lastRenderedPageBreak/>
        <w:t>4</w:t>
      </w:r>
      <w:r w:rsidR="000C24C3">
        <w:rPr>
          <w:rFonts w:hint="cs"/>
          <w:rtl/>
          <w:lang w:bidi="fa-IR"/>
        </w:rPr>
        <w:t xml:space="preserve"> -</w:t>
      </w:r>
      <w:r w:rsidRPr="00A95BC4">
        <w:rPr>
          <w:rtl/>
          <w:lang w:bidi="fa-IR"/>
        </w:rPr>
        <w:t xml:space="preserve"> محمد </w:t>
      </w:r>
      <w:r w:rsidRPr="00A95BC4">
        <w:rPr>
          <w:rStyle w:val="libAlaemChar"/>
          <w:rtl/>
        </w:rPr>
        <w:t>صلى‌الله‌عليه‌وآله‌وسلم</w:t>
      </w:r>
      <w:r w:rsidRPr="00A95BC4">
        <w:rPr>
          <w:rtl/>
          <w:lang w:bidi="fa-IR"/>
        </w:rPr>
        <w:t xml:space="preserve"> و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روانش</w:t>
      </w:r>
      <w:r w:rsidRPr="00A95BC4">
        <w:rPr>
          <w:rtl/>
          <w:lang w:bidi="fa-IR"/>
        </w:rPr>
        <w:t xml:space="preserve"> ملزم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شوند</w:t>
      </w:r>
      <w:r w:rsidRPr="00A95BC4">
        <w:rPr>
          <w:rtl/>
          <w:lang w:bidi="fa-IR"/>
        </w:rPr>
        <w:t xml:space="preserve"> که امسال، از رفتن به مکه صرف نظر کرده و به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بازگردند و سال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توانند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ارت</w:t>
      </w:r>
      <w:r w:rsidRPr="00A95BC4">
        <w:rPr>
          <w:rtl/>
          <w:lang w:bidi="fa-IR"/>
        </w:rPr>
        <w:t xml:space="preserve"> خانه خدا و عمره به مکه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ند،</w:t>
      </w:r>
      <w:r w:rsidRPr="00A95BC4">
        <w:rPr>
          <w:rtl/>
          <w:lang w:bidi="fa-IR"/>
        </w:rPr>
        <w:t xml:space="preserve"> مشروط بر آنکه سه روز</w:t>
      </w:r>
      <w:r w:rsidR="000C24C3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شتر</w:t>
      </w:r>
      <w:r w:rsidRPr="00A95BC4">
        <w:rPr>
          <w:rtl/>
          <w:lang w:bidi="fa-IR"/>
        </w:rPr>
        <w:t xml:space="preserve"> در مکه نمانند و به‌جز شمش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که آن هم در غلاف باشد، اسلحه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با خود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اورند</w:t>
      </w:r>
      <w:r w:rsidRPr="00A95BC4">
        <w:rPr>
          <w:rtl/>
          <w:lang w:bidi="fa-IR"/>
        </w:rPr>
        <w:t>.</w:t>
      </w:r>
    </w:p>
    <w:p w:rsidR="00A95BC4" w:rsidRPr="00A95BC4" w:rsidRDefault="00A95BC4" w:rsidP="000C24C3">
      <w:pPr>
        <w:pStyle w:val="libNormal"/>
        <w:rPr>
          <w:rtl/>
          <w:lang w:bidi="fa-IR"/>
        </w:rPr>
      </w:pPr>
      <w:r w:rsidRPr="00A95BC4">
        <w:rPr>
          <w:rtl/>
          <w:lang w:bidi="fa-IR"/>
        </w:rPr>
        <w:t>5</w:t>
      </w:r>
      <w:r w:rsidR="000C24C3">
        <w:rPr>
          <w:rFonts w:hint="cs"/>
          <w:rtl/>
          <w:lang w:bidi="fa-IR"/>
        </w:rPr>
        <w:t xml:space="preserve"> -</w:t>
      </w:r>
      <w:r w:rsidRPr="00A95BC4">
        <w:rPr>
          <w:rtl/>
          <w:lang w:bidi="fa-IR"/>
        </w:rPr>
        <w:t xml:space="preserve"> طرف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متعهد شدند، راه‌ها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تجارت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رفت و آمد همد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آزاد بگذارند و مزاحمت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فراهم نکنند.</w:t>
      </w:r>
    </w:p>
    <w:p w:rsidR="00A95BC4" w:rsidRPr="00A95BC4" w:rsidRDefault="00A95BC4" w:rsidP="000C24C3">
      <w:pPr>
        <w:pStyle w:val="libNormal"/>
        <w:rPr>
          <w:rtl/>
          <w:lang w:bidi="fa-IR"/>
        </w:rPr>
      </w:pPr>
      <w:r w:rsidRPr="00A95BC4">
        <w:rPr>
          <w:rtl/>
          <w:lang w:bidi="fa-IR"/>
        </w:rPr>
        <w:t>6</w:t>
      </w:r>
      <w:r w:rsidR="000C24C3">
        <w:rPr>
          <w:rFonts w:hint="cs"/>
          <w:rtl/>
          <w:lang w:bidi="fa-IR"/>
        </w:rPr>
        <w:t xml:space="preserve"> -</w:t>
      </w:r>
      <w:r w:rsidRPr="00A95BC4">
        <w:rPr>
          <w:rtl/>
          <w:lang w:bidi="fa-IR"/>
        </w:rPr>
        <w:t xml:space="preserve"> در مکه تبل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غ</w:t>
      </w:r>
      <w:r w:rsidRPr="00A95BC4">
        <w:rPr>
          <w:rtl/>
          <w:lang w:bidi="fa-IR"/>
        </w:rPr>
        <w:t xml:space="preserve"> اسلام آزاد باشد و مسلمانان مکه بتوانند آزادانه مراسم مذهب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 را انجام دهند و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حق سرزنش و آزار آنها را نداشته باشد».</w:t>
      </w:r>
    </w:p>
    <w:p w:rsidR="00A95BC4" w:rsidRPr="00A95BC4" w:rsidRDefault="00A95BC4" w:rsidP="000C24C3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پس</w:t>
      </w:r>
      <w:r w:rsidRPr="00A95BC4">
        <w:rPr>
          <w:rtl/>
          <w:lang w:bidi="fa-IR"/>
        </w:rPr>
        <w:t xml:space="preserve"> از انعقاد قراداد، طرف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آن را امضا کردند.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هنگام مرد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نام ابوجندل بن سه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بن عمرو با دستان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بسته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>صلى‌الله‌عليه‌وآله‌وسلم</w:t>
      </w:r>
      <w:r w:rsidRPr="00A95BC4">
        <w:rPr>
          <w:rtl/>
          <w:lang w:bidi="fa-IR"/>
        </w:rPr>
        <w:t xml:space="preserve"> پناه آورد و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رسول خدا!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دعوت تو را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دم،</w:t>
      </w:r>
      <w:r w:rsidRPr="00A95BC4">
        <w:rPr>
          <w:rtl/>
          <w:lang w:bidi="fa-IR"/>
        </w:rPr>
        <w:t xml:space="preserve"> اسلام آوردم، اما 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</w:t>
      </w:r>
      <w:r w:rsidRPr="00A95BC4">
        <w:rPr>
          <w:rtl/>
          <w:lang w:bidi="fa-IR"/>
        </w:rPr>
        <w:t xml:space="preserve"> که من به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تو درآمده‌ام، حال که فهم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ده‌اند</w:t>
      </w:r>
      <w:r w:rsidRPr="00A95BC4">
        <w:rPr>
          <w:rtl/>
          <w:lang w:bidi="fa-IR"/>
        </w:rPr>
        <w:t xml:space="preserve"> مر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در غل و زنج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کرده‌اند. من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خواهم</w:t>
      </w:r>
      <w:r w:rsidRPr="00A95BC4">
        <w:rPr>
          <w:rtl/>
          <w:lang w:bidi="fa-IR"/>
        </w:rPr>
        <w:t xml:space="preserve">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شما هجرت کنم».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که شاهد ماجرا بود، خطاب به رسول اکرم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محمد! ما هم‌اکنون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قرارداد را بسته‌ا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هنوز جوهر امضا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خشک نشده است. نبا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عهدنامه را ناد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چه بخواه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چه نخواه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او را به ما تحو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>.</w:t>
      </w:r>
    </w:p>
    <w:p w:rsidR="00A95BC4" w:rsidRPr="00A95BC4" w:rsidRDefault="00A95BC4" w:rsidP="000D0EE1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رسول</w:t>
      </w:r>
      <w:r w:rsidRPr="00A95BC4">
        <w:rPr>
          <w:rtl/>
          <w:lang w:bidi="fa-IR"/>
        </w:rPr>
        <w:t xml:space="preserve"> اکرم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با ناراحت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گفت: «حق با شماست». در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هنگام،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با عجله خود را به رسول اکرم </w:t>
      </w:r>
      <w:r w:rsidRPr="00A95BC4">
        <w:rPr>
          <w:rStyle w:val="libAlaemChar"/>
          <w:rtl/>
        </w:rPr>
        <w:t>صلى‌الله‌عليه‌وآله‌وسلم</w:t>
      </w:r>
      <w:r w:rsidRPr="00A95BC4">
        <w:rPr>
          <w:rtl/>
          <w:lang w:bidi="fa-IR"/>
        </w:rPr>
        <w:t xml:space="preserve"> رساند. او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نبود جز سب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عه</w:t>
      </w:r>
      <w:r w:rsidRPr="00A95BC4">
        <w:rPr>
          <w:rtl/>
          <w:lang w:bidi="fa-IR"/>
        </w:rPr>
        <w:t xml:space="preserve"> بنت حارث که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مؤمنه 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بود. او خود را در پناه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قرار داد و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رسول خدا! من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مسلمان</w:t>
      </w:r>
      <w:r w:rsidR="000D0EE1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هستم،</w:t>
      </w:r>
      <w:r w:rsidRPr="00A95BC4">
        <w:rPr>
          <w:rtl/>
          <w:lang w:bidi="fa-IR"/>
        </w:rPr>
        <w:t xml:space="preserve">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همسرم از مشرکان است، </w:t>
      </w:r>
      <w:r w:rsidRPr="00A95BC4">
        <w:rPr>
          <w:rtl/>
          <w:lang w:bidi="fa-IR"/>
        </w:rPr>
        <w:lastRenderedPageBreak/>
        <w:t>به شما پناه آورده‌ام تا به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مهاجرت کنم و در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مردم مسلمان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کنم».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شوهر</w:t>
      </w:r>
      <w:r w:rsidRPr="00A95BC4">
        <w:rPr>
          <w:rtl/>
          <w:lang w:bidi="fa-IR"/>
        </w:rPr>
        <w:t xml:space="preserve"> سب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عه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به حضور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محمد! همسرم را به من پس بده، طبق شرطمان تو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انجام 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>. در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هنگام بود که سف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وح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نازل شد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قرائت کرد:</w:t>
      </w:r>
    </w:p>
    <w:p w:rsidR="00A95BC4" w:rsidRPr="00A95BC4" w:rsidRDefault="000D0EE1" w:rsidP="00A95BC4">
      <w:pPr>
        <w:pStyle w:val="libNormal"/>
        <w:rPr>
          <w:rtl/>
          <w:lang w:bidi="fa-IR"/>
        </w:rPr>
      </w:pPr>
      <w:r w:rsidRPr="000D0EE1">
        <w:rPr>
          <w:rStyle w:val="libAlaemChar"/>
          <w:rFonts w:hint="cs"/>
          <w:rtl/>
        </w:rPr>
        <w:t>(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Fonts w:hint="eastAsia"/>
          <w:rtl/>
        </w:rPr>
        <w:t>ا</w:t>
      </w:r>
      <w:r w:rsidR="00A95BC4" w:rsidRPr="000D0EE1">
        <w:rPr>
          <w:rStyle w:val="libAieChar"/>
          <w:rtl/>
        </w:rPr>
        <w:t xml:space="preserve"> ا</w:t>
      </w:r>
      <w:r w:rsidR="00A95BC4" w:rsidRPr="000D0EE1">
        <w:rPr>
          <w:rStyle w:val="libAieChar"/>
          <w:rFonts w:hint="cs"/>
          <w:rtl/>
        </w:rPr>
        <w:t>یُّ</w:t>
      </w:r>
      <w:r w:rsidR="00A95BC4" w:rsidRPr="000D0EE1">
        <w:rPr>
          <w:rStyle w:val="libAieChar"/>
          <w:rFonts w:hint="eastAsia"/>
          <w:rtl/>
        </w:rPr>
        <w:t>هَا</w:t>
      </w:r>
      <w:r w:rsidR="00A95BC4" w:rsidRPr="000D0EE1">
        <w:rPr>
          <w:rStyle w:val="libAieChar"/>
          <w:rtl/>
        </w:rPr>
        <w:t xml:space="preserve"> الَّذِ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Fonts w:hint="eastAsia"/>
          <w:rtl/>
        </w:rPr>
        <w:t>نَ</w:t>
      </w:r>
      <w:r w:rsidR="00A95BC4" w:rsidRPr="000D0EE1">
        <w:rPr>
          <w:rStyle w:val="libAieChar"/>
          <w:rtl/>
        </w:rPr>
        <w:t xml:space="preserve"> آمَنُوا إِذا جاءَکُمُ الْمُؤْمِناتُ مُهاجِراتٍ فَامْتَحِنُوهُنَّ اللهُ اعْلَمُ بِإِ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Fonts w:hint="eastAsia"/>
          <w:rtl/>
        </w:rPr>
        <w:t>مانِهِنَّ</w:t>
      </w:r>
      <w:r w:rsidR="00A95BC4" w:rsidRPr="000D0EE1">
        <w:rPr>
          <w:rStyle w:val="libAieChar"/>
          <w:rtl/>
        </w:rPr>
        <w:t xml:space="preserve"> فَإِنْ عَلِمْتُمُوهُنَّ مُؤْمِناتٍ فَلا تَرْجِعُوهُنَّ إِلَ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tl/>
        </w:rPr>
        <w:t xml:space="preserve"> الْکُفَّارِ لا هُنَّ حِلٌّ لَهُمْ وَ لا هُمْ </w:t>
      </w:r>
      <w:r w:rsidR="00A95BC4" w:rsidRPr="000D0EE1">
        <w:rPr>
          <w:rStyle w:val="libAieChar"/>
          <w:rFonts w:hint="cs"/>
          <w:rtl/>
        </w:rPr>
        <w:t>یَ</w:t>
      </w:r>
      <w:r w:rsidR="00A95BC4" w:rsidRPr="000D0EE1">
        <w:rPr>
          <w:rStyle w:val="libAieChar"/>
          <w:rFonts w:hint="eastAsia"/>
          <w:rtl/>
        </w:rPr>
        <w:t>حِلُّونَ</w:t>
      </w:r>
      <w:r w:rsidR="00A95BC4" w:rsidRPr="000D0EE1">
        <w:rPr>
          <w:rStyle w:val="libAieChar"/>
          <w:rtl/>
        </w:rPr>
        <w:t xml:space="preserve"> لَهُنَّ وَ آتُوهُمْ ما أ</w:t>
      </w:r>
      <w:r w:rsidR="00A95BC4" w:rsidRPr="000D0EE1">
        <w:rPr>
          <w:rStyle w:val="libAieChar"/>
          <w:rFonts w:hint="eastAsia"/>
          <w:rtl/>
        </w:rPr>
        <w:t>َنْفَقُوا</w:t>
      </w:r>
      <w:r w:rsidR="00A95BC4" w:rsidRPr="000D0EE1">
        <w:rPr>
          <w:rStyle w:val="libAieChar"/>
          <w:rtl/>
        </w:rPr>
        <w:t xml:space="preserve"> وَ لا جُناحَ عَلَ</w:t>
      </w:r>
      <w:r w:rsidR="00A95BC4" w:rsidRPr="000D0EE1">
        <w:rPr>
          <w:rStyle w:val="libAieChar"/>
          <w:rFonts w:hint="cs"/>
          <w:rtl/>
        </w:rPr>
        <w:t>یْ</w:t>
      </w:r>
      <w:r w:rsidR="00A95BC4" w:rsidRPr="000D0EE1">
        <w:rPr>
          <w:rStyle w:val="libAieChar"/>
          <w:rFonts w:hint="eastAsia"/>
          <w:rtl/>
        </w:rPr>
        <w:t>کُمْ</w:t>
      </w:r>
      <w:r w:rsidR="00A95BC4" w:rsidRPr="000D0EE1">
        <w:rPr>
          <w:rStyle w:val="libAieChar"/>
          <w:rtl/>
        </w:rPr>
        <w:t xml:space="preserve"> انْ تَنْکِحُوهُنَّ إِذا آتَ</w:t>
      </w:r>
      <w:r w:rsidR="00A95BC4" w:rsidRPr="000D0EE1">
        <w:rPr>
          <w:rStyle w:val="libAieChar"/>
          <w:rFonts w:hint="cs"/>
          <w:rtl/>
        </w:rPr>
        <w:t>یْ</w:t>
      </w:r>
      <w:r w:rsidR="00A95BC4" w:rsidRPr="000D0EE1">
        <w:rPr>
          <w:rStyle w:val="libAieChar"/>
          <w:rFonts w:hint="eastAsia"/>
          <w:rtl/>
        </w:rPr>
        <w:t>تُمُوهُنَّ</w:t>
      </w:r>
      <w:r w:rsidR="00A95BC4" w:rsidRPr="000D0EE1">
        <w:rPr>
          <w:rStyle w:val="libAieChar"/>
          <w:rtl/>
        </w:rPr>
        <w:t xml:space="preserve"> اجُورَهُنَّ وَ لاتُمْسِکُوا بِعِصَمِ الْکَوافِرِ وَ سْئَلُوا ما انْفَقْتُمْ وَ لْ</w:t>
      </w:r>
      <w:r w:rsidR="00A95BC4" w:rsidRPr="000D0EE1">
        <w:rPr>
          <w:rStyle w:val="libAieChar"/>
          <w:rFonts w:hint="cs"/>
          <w:rtl/>
        </w:rPr>
        <w:t>یَ</w:t>
      </w:r>
      <w:r w:rsidR="00A95BC4" w:rsidRPr="000D0EE1">
        <w:rPr>
          <w:rStyle w:val="libAieChar"/>
          <w:rFonts w:hint="eastAsia"/>
          <w:rtl/>
        </w:rPr>
        <w:t>سْئَلُوا</w:t>
      </w:r>
      <w:r w:rsidR="00A95BC4" w:rsidRPr="000D0EE1">
        <w:rPr>
          <w:rStyle w:val="libAieChar"/>
          <w:rtl/>
        </w:rPr>
        <w:t xml:space="preserve"> ما انْفَقُوا ذلِکُمْ حُکْمُ اللهِ </w:t>
      </w:r>
      <w:r w:rsidR="00A95BC4" w:rsidRPr="000D0EE1">
        <w:rPr>
          <w:rStyle w:val="libAieChar"/>
          <w:rFonts w:hint="cs"/>
          <w:rtl/>
        </w:rPr>
        <w:t>یَ</w:t>
      </w:r>
      <w:r w:rsidR="00A95BC4" w:rsidRPr="000D0EE1">
        <w:rPr>
          <w:rStyle w:val="libAieChar"/>
          <w:rFonts w:hint="eastAsia"/>
          <w:rtl/>
        </w:rPr>
        <w:t>حْکُمُ</w:t>
      </w:r>
      <w:r w:rsidR="00A95BC4" w:rsidRPr="000D0EE1">
        <w:rPr>
          <w:rStyle w:val="libAieChar"/>
          <w:rtl/>
        </w:rPr>
        <w:t xml:space="preserve"> بَ</w:t>
      </w:r>
      <w:r w:rsidR="00A95BC4" w:rsidRPr="000D0EE1">
        <w:rPr>
          <w:rStyle w:val="libAieChar"/>
          <w:rFonts w:hint="cs"/>
          <w:rtl/>
        </w:rPr>
        <w:t>یْ</w:t>
      </w:r>
      <w:r w:rsidR="00A95BC4" w:rsidRPr="000D0EE1">
        <w:rPr>
          <w:rStyle w:val="libAieChar"/>
          <w:rFonts w:hint="eastAsia"/>
          <w:rtl/>
        </w:rPr>
        <w:t>نَکُمْ</w:t>
      </w:r>
      <w:r w:rsidR="00A95BC4" w:rsidRPr="000D0EE1">
        <w:rPr>
          <w:rStyle w:val="libAieChar"/>
          <w:rtl/>
        </w:rPr>
        <w:t xml:space="preserve"> وَ اللهُ عَلِ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Fonts w:hint="eastAsia"/>
          <w:rtl/>
        </w:rPr>
        <w:t>مٌ</w:t>
      </w:r>
      <w:r w:rsidR="00A95BC4" w:rsidRPr="000D0EE1">
        <w:rPr>
          <w:rStyle w:val="libAieChar"/>
          <w:rtl/>
        </w:rPr>
        <w:t xml:space="preserve"> حَکِ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Fonts w:hint="eastAsia"/>
          <w:rtl/>
        </w:rPr>
        <w:t>مٌ</w:t>
      </w:r>
      <w:r w:rsidR="00A95BC4" w:rsidRPr="00A95BC4">
        <w:rPr>
          <w:rtl/>
          <w:lang w:bidi="fa-IR"/>
        </w:rPr>
        <w:t xml:space="preserve"> </w:t>
      </w:r>
      <w:r w:rsidRPr="000D0EE1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>(ممتحنه: 10)</w:t>
      </w:r>
    </w:p>
    <w:p w:rsidR="00A95BC4" w:rsidRPr="00A95BC4" w:rsidRDefault="00A95BC4" w:rsidP="000D0EE1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ترت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ب،</w:t>
      </w:r>
      <w:r w:rsidRPr="00A95BC4">
        <w:rPr>
          <w:rtl/>
          <w:lang w:bidi="fa-IR"/>
        </w:rPr>
        <w:t xml:space="preserve"> خداوند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ن‌گونه</w:t>
      </w:r>
      <w:r w:rsidRPr="00A95BC4">
        <w:rPr>
          <w:rtl/>
          <w:lang w:bidi="fa-IR"/>
        </w:rPr>
        <w:t xml:space="preserve"> فرمود: «قرارداد شما درباره مردان است نه زنان، و تو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و مؤمنان! چنانچه پس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صلح، زنان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شما آمدند،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آنها تحق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tl/>
          <w:lang w:bidi="fa-IR"/>
        </w:rPr>
        <w:t xml:space="preserve">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. چناچه از شوهر خود قهر کرده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به خاطر تنگنا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را کر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بودند،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فکر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کنند</w:t>
      </w:r>
      <w:r w:rsidRPr="00A95BC4">
        <w:rPr>
          <w:rtl/>
          <w:lang w:bidi="fa-IR"/>
        </w:rPr>
        <w:t xml:space="preserve"> در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آسان‌تر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خواهند داشت، آنها را به 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ارجاع 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چنان‌که دانست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مهاجرت آنها تنها به خاطر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به خدا و رسول او و نفرت از مشرکان است، آنها را به کفار نده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حال، بر شوهران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خود</w:t>
      </w:r>
      <w:r w:rsidRPr="00A95BC4">
        <w:rPr>
          <w:rtl/>
          <w:lang w:bidi="fa-IR"/>
        </w:rPr>
        <w:t xml:space="preserve"> حرام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شوند</w:t>
      </w:r>
      <w:r w:rsidRPr="00A95BC4">
        <w:rPr>
          <w:rtl/>
          <w:lang w:bidi="fa-IR"/>
        </w:rPr>
        <w:t>. مهر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از شوهران خود گرفته‌اند را به آنها پس 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اگر مرد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زن مشرک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مکه دارد، عقد او فسخ و مهر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به او داده، باز پس 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رد»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داستان</w:t>
      </w:r>
      <w:r w:rsidRPr="00A95BC4">
        <w:rPr>
          <w:rtl/>
          <w:lang w:bidi="fa-IR"/>
        </w:rPr>
        <w:t xml:space="preserve"> اب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العاص</w:t>
      </w:r>
      <w:r w:rsidRPr="00A95BC4">
        <w:rPr>
          <w:rtl/>
          <w:lang w:bidi="fa-IR"/>
        </w:rPr>
        <w:t xml:space="preserve"> بن رب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ع،</w:t>
      </w:r>
      <w:r w:rsidRPr="00A95BC4">
        <w:rPr>
          <w:rtl/>
          <w:lang w:bidi="fa-IR"/>
        </w:rPr>
        <w:t xml:space="preserve"> همسر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دختر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دست است.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مسلمان شده بود و خود را در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به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رسان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همسرش در مکه ماند،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در روز جنگ بدر اس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شد.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گردنبند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از مادرش خد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جه</w:t>
      </w:r>
      <w:r w:rsidRPr="00A95BC4">
        <w:rPr>
          <w:rtl/>
          <w:lang w:bidi="fa-IR"/>
        </w:rPr>
        <w:t xml:space="preserve"> به ارث برده بود را به عنوان فد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آزاد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پرداخت و او را آزاد کرد.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امر را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دلش به </w:t>
      </w:r>
      <w:r w:rsidRPr="00A95BC4">
        <w:rPr>
          <w:rFonts w:hint="eastAsia"/>
          <w:rtl/>
          <w:lang w:bidi="fa-IR"/>
        </w:rPr>
        <w:t>حال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سوخت، خطاب به مسلمانان گفت: «او بها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آزاد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رش</w:t>
      </w:r>
      <w:r w:rsidRPr="00A95BC4">
        <w:rPr>
          <w:rtl/>
          <w:lang w:bidi="fa-IR"/>
        </w:rPr>
        <w:t xml:space="preserve"> را پرداخت، اس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او را آزاد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اگر 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فد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او را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به او پس 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مسلمانان</w:t>
      </w:r>
      <w:r w:rsidRPr="00A95BC4">
        <w:rPr>
          <w:rtl/>
          <w:lang w:bidi="fa-IR"/>
        </w:rPr>
        <w:t xml:space="preserve">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کردند.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سمت اب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العاص</w:t>
      </w:r>
      <w:r w:rsidRPr="00A95BC4">
        <w:rPr>
          <w:rtl/>
          <w:lang w:bidi="fa-IR"/>
        </w:rPr>
        <w:t xml:space="preserve"> رفت و از او قول گرفت که نسبت به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نب،</w:t>
      </w:r>
      <w:r w:rsidRPr="00A95BC4">
        <w:rPr>
          <w:rtl/>
          <w:lang w:bidi="fa-IR"/>
        </w:rPr>
        <w:t xml:space="preserve"> وفادار باشد. اب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العاص به مکه بازگشت و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در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ماند.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جماد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الاول</w:t>
      </w:r>
      <w:r w:rsidRPr="00A95BC4">
        <w:rPr>
          <w:rtl/>
          <w:lang w:bidi="fa-IR"/>
        </w:rPr>
        <w:t xml:space="preserve"> سال ششم هجر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العاص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تجارت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شام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رفت،</w:t>
      </w:r>
      <w:r w:rsidRPr="00A95BC4">
        <w:rPr>
          <w:rtl/>
          <w:lang w:bidi="fa-IR"/>
        </w:rPr>
        <w:t xml:space="preserve"> خبر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قافله به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بن حارثه، در رأس هفده مرد جنگ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قافله حمله کرد و آنها را به اسارت گرفت. اب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العاص</w:t>
      </w:r>
      <w:r w:rsidRPr="00A95BC4">
        <w:rPr>
          <w:rtl/>
          <w:lang w:bidi="fa-IR"/>
        </w:rPr>
        <w:t xml:space="preserve"> پنهان شد و مخف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انه</w:t>
      </w:r>
      <w:r w:rsidRPr="00A95BC4">
        <w:rPr>
          <w:rtl/>
          <w:lang w:bidi="fa-IR"/>
        </w:rPr>
        <w:t xml:space="preserve"> به خانه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رفت و به او پناهن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شد.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رسول</w:t>
      </w:r>
      <w:r w:rsidRPr="00A95BC4">
        <w:rPr>
          <w:rtl/>
          <w:lang w:bidi="fa-IR"/>
        </w:rPr>
        <w:t xml:space="preserve">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صبح زود، به درِ خانه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رفت و با صدا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بلند خطاب به او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العاص</w:t>
      </w:r>
      <w:r w:rsidRPr="00A95BC4">
        <w:rPr>
          <w:rtl/>
          <w:lang w:bidi="fa-IR"/>
        </w:rPr>
        <w:t>! من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دانم</w:t>
      </w:r>
      <w:r w:rsidRPr="00A95BC4">
        <w:rPr>
          <w:rtl/>
          <w:lang w:bidi="fa-IR"/>
        </w:rPr>
        <w:t xml:space="preserve"> که تو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خانه پناه گرفته‌ا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چه گفتم؟»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اهل</w:t>
      </w:r>
      <w:r w:rsidRPr="00A95BC4">
        <w:rPr>
          <w:rtl/>
          <w:lang w:bidi="fa-IR"/>
        </w:rPr>
        <w:t xml:space="preserve"> خانه گفتند: «بله! به جانمان سوگند،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ما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که تو از آن اطلاع نداشته باش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 ما پناه داد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به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پناه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رسول</w:t>
      </w:r>
      <w:r w:rsidRPr="00A95BC4">
        <w:rPr>
          <w:rtl/>
          <w:lang w:bidi="fa-IR"/>
        </w:rPr>
        <w:t xml:space="preserve">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خانه‌اش بازگشت و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به حضور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رفت و گفت: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آنچه را که از اب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العاص</w:t>
      </w:r>
      <w:r w:rsidRPr="00A95BC4">
        <w:rPr>
          <w:rtl/>
          <w:lang w:bidi="fa-IR"/>
        </w:rPr>
        <w:t xml:space="preserve"> گرفته‌ا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به او پس 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؟»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فرمود: «مادام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او مشرک است، بر او حرام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اب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العاص</w:t>
      </w:r>
      <w:r w:rsidRPr="00A95BC4">
        <w:rPr>
          <w:rtl/>
          <w:lang w:bidi="fa-IR"/>
        </w:rPr>
        <w:t xml:space="preserve"> به مکه بازگشت و امانات مردم را پس داد و مسلمان شد و در محرم سال هفتم هجر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رفت.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دوباره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را به ازدواج او درآورد.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پس</w:t>
      </w:r>
      <w:r w:rsidRPr="00A95BC4">
        <w:rPr>
          <w:rtl/>
          <w:lang w:bidi="fa-IR"/>
        </w:rPr>
        <w:t xml:space="preserve"> از نازل شدن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</w:t>
      </w:r>
      <w:r w:rsidR="000D0EE1" w:rsidRPr="000D0EE1">
        <w:rPr>
          <w:rStyle w:val="libAlaemChar"/>
          <w:rFonts w:hint="cs"/>
          <w:rtl/>
        </w:rPr>
        <w:t>(</w:t>
      </w:r>
      <w:r w:rsidRPr="000D0EE1">
        <w:rPr>
          <w:rStyle w:val="libAieChar"/>
          <w:rtl/>
        </w:rPr>
        <w:t>وَ لا تُمْسِکُوا بِعِصَمِ الْکَوافِرِ</w:t>
      </w:r>
      <w:r w:rsidRPr="00A95BC4">
        <w:rPr>
          <w:rtl/>
          <w:lang w:bidi="fa-IR"/>
        </w:rPr>
        <w:t xml:space="preserve"> </w:t>
      </w:r>
      <w:r w:rsidR="000D0EE1" w:rsidRPr="000D0EE1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>که خداوند در آن، ازدواج و عقد 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با زنان مشرک مکه را حرام کرد، عمر بن خطاب از دو همسر مشرک خود در مکه جدا شد.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آنها «قر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به»</w:t>
      </w:r>
      <w:r w:rsidRPr="00A95BC4">
        <w:rPr>
          <w:rtl/>
          <w:lang w:bidi="fa-IR"/>
        </w:rPr>
        <w:t xml:space="preserve"> دختر «اب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بن مغ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ره»</w:t>
      </w:r>
      <w:r w:rsidRPr="00A95BC4">
        <w:rPr>
          <w:rtl/>
          <w:lang w:bidi="fa-IR"/>
        </w:rPr>
        <w:t xml:space="preserve"> بود که پس از جدا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از عمر، با «معاو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بن ا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سف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ان»</w:t>
      </w:r>
      <w:r w:rsidRPr="00A95BC4">
        <w:rPr>
          <w:rtl/>
          <w:lang w:bidi="fa-IR"/>
        </w:rPr>
        <w:t xml:space="preserve"> ازدواج کرد و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«ام‌کلثوم» دختر «عمرو بن جرول خزاع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 xml:space="preserve"> بود.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«طلحه</w:t>
      </w:r>
      <w:r w:rsidRPr="00A95BC4">
        <w:rPr>
          <w:rtl/>
          <w:lang w:bidi="fa-IR"/>
        </w:rPr>
        <w:t xml:space="preserve"> بن عب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دالله»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از زن مشرکش، «ارو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 xml:space="preserve"> دختر «رب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عه</w:t>
      </w:r>
      <w:r w:rsidRPr="00A95BC4">
        <w:rPr>
          <w:rtl/>
          <w:lang w:bidi="fa-IR"/>
        </w:rPr>
        <w:t xml:space="preserve"> بن حارث بن عبدالمطلب» جدا شد.</w:t>
      </w:r>
    </w:p>
    <w:p w:rsidR="00A95BC4" w:rsidRPr="00A95BC4" w:rsidRDefault="00A95BC4" w:rsidP="000D0EE1">
      <w:pPr>
        <w:pStyle w:val="Heading2"/>
        <w:rPr>
          <w:rtl/>
        </w:rPr>
      </w:pPr>
      <w:bookmarkStart w:id="112" w:name="_Toc504390414"/>
      <w:bookmarkStart w:id="113" w:name="_Toc504390505"/>
      <w:r w:rsidRPr="00A95BC4">
        <w:rPr>
          <w:rFonts w:hint="eastAsia"/>
          <w:rtl/>
        </w:rPr>
        <w:t>کلام</w:t>
      </w:r>
      <w:r w:rsidRPr="00A95BC4">
        <w:rPr>
          <w:rtl/>
        </w:rPr>
        <w:t xml:space="preserve"> آخر</w:t>
      </w:r>
      <w:bookmarkEnd w:id="112"/>
      <w:bookmarkEnd w:id="113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شر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فه،</w:t>
      </w:r>
      <w:r w:rsidRPr="00A95BC4">
        <w:rPr>
          <w:rtl/>
          <w:lang w:bidi="fa-IR"/>
        </w:rPr>
        <w:t xml:space="preserve"> در شأن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بزرگوار به نام سب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عه</w:t>
      </w:r>
      <w:r w:rsidRPr="00A95BC4">
        <w:rPr>
          <w:rtl/>
          <w:lang w:bidi="fa-IR"/>
        </w:rPr>
        <w:t xml:space="preserve"> که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قلب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پناه آورد و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در مورد او منتظر حکم اله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بود، نازل گرد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خداوند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ه،</w:t>
      </w:r>
      <w:r w:rsidRPr="00A95BC4">
        <w:rPr>
          <w:rtl/>
          <w:lang w:bidi="fa-IR"/>
        </w:rPr>
        <w:t xml:space="preserve">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گوش‌زد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 xml:space="preserve"> که زنان، از حکم «صلح حد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ه»</w:t>
      </w:r>
      <w:r w:rsidRPr="00A95BC4">
        <w:rPr>
          <w:rtl/>
          <w:lang w:bidi="fa-IR"/>
        </w:rPr>
        <w:t xml:space="preserve"> مستثنا هستند، [شا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علت آن،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باش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] اگر مرد مسلمان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به کفار پس دهند، او به دل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قوت جسمان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تواند</w:t>
      </w:r>
      <w:r w:rsidRPr="00A95BC4">
        <w:rPr>
          <w:rtl/>
          <w:lang w:bidi="fa-IR"/>
        </w:rPr>
        <w:t xml:space="preserve"> سخت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ها</w:t>
      </w:r>
      <w:r w:rsidRPr="00A95BC4">
        <w:rPr>
          <w:rtl/>
          <w:lang w:bidi="fa-IR"/>
        </w:rPr>
        <w:t xml:space="preserve"> و شکنجه‌ها را تحمل کند،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زنان به دل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قدرت جسم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پا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ن،</w:t>
      </w:r>
      <w:r w:rsidRPr="00A95BC4">
        <w:rPr>
          <w:rtl/>
          <w:lang w:bidi="fa-IR"/>
        </w:rPr>
        <w:t xml:space="preserve"> ممکن است نتوانند شکنجه‌ها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مشرکان را تاب آورند.</w:t>
      </w:r>
    </w:p>
    <w:p w:rsidR="00A95BC4" w:rsidRPr="00A95BC4" w:rsidRDefault="000D0EE1" w:rsidP="000D0EE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14" w:name="_Toc504390415"/>
      <w:bookmarkStart w:id="115" w:name="_Toc504390506"/>
      <w:r w:rsidR="00A95BC4" w:rsidRPr="00A95BC4">
        <w:rPr>
          <w:rFonts w:hint="eastAsia"/>
          <w:rtl/>
          <w:lang w:bidi="fa-IR"/>
        </w:rPr>
        <w:lastRenderedPageBreak/>
        <w:t>صفورا،</w:t>
      </w:r>
      <w:r w:rsidR="00A95BC4" w:rsidRPr="00A95BC4">
        <w:rPr>
          <w:rtl/>
          <w:lang w:bidi="fa-IR"/>
        </w:rPr>
        <w:t xml:space="preserve"> همسر موس</w:t>
      </w:r>
      <w:r w:rsidR="00A95BC4" w:rsidRPr="00A95BC4">
        <w:rPr>
          <w:rFonts w:hint="cs"/>
          <w:rtl/>
          <w:lang w:bidi="fa-IR"/>
        </w:rPr>
        <w:t>ی‌</w:t>
      </w:r>
      <w:bookmarkEnd w:id="114"/>
      <w:bookmarkEnd w:id="115"/>
    </w:p>
    <w:p w:rsidR="00A95BC4" w:rsidRPr="00A95BC4" w:rsidRDefault="00A95BC4" w:rsidP="000D0EE1">
      <w:pPr>
        <w:pStyle w:val="libBold1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اشاره</w:t>
      </w:r>
    </w:p>
    <w:p w:rsidR="00A95BC4" w:rsidRPr="00A95BC4" w:rsidRDefault="000D0EE1" w:rsidP="000D0EE1">
      <w:pPr>
        <w:pStyle w:val="libNormal"/>
        <w:rPr>
          <w:rtl/>
          <w:lang w:bidi="fa-IR"/>
        </w:rPr>
      </w:pPr>
      <w:r w:rsidRPr="000D0EE1">
        <w:rPr>
          <w:rStyle w:val="libAlaemChar"/>
          <w:rFonts w:hint="cs"/>
          <w:rtl/>
        </w:rPr>
        <w:t>(</w:t>
      </w:r>
      <w:r w:rsidR="00A95BC4" w:rsidRPr="000D0EE1">
        <w:rPr>
          <w:rStyle w:val="libAieChar"/>
          <w:rFonts w:hint="eastAsia"/>
          <w:rtl/>
        </w:rPr>
        <w:t>وَ</w:t>
      </w:r>
      <w:r w:rsidR="00A95BC4" w:rsidRPr="000D0EE1">
        <w:rPr>
          <w:rStyle w:val="libAieChar"/>
          <w:rtl/>
        </w:rPr>
        <w:t xml:space="preserve"> لَمَّا وَرَدَ ماءَ مَدْ</w:t>
      </w:r>
      <w:r w:rsidR="00A95BC4" w:rsidRPr="000D0EE1">
        <w:rPr>
          <w:rStyle w:val="libAieChar"/>
          <w:rFonts w:hint="cs"/>
          <w:rtl/>
        </w:rPr>
        <w:t>یَ</w:t>
      </w:r>
      <w:r w:rsidR="00A95BC4" w:rsidRPr="000D0EE1">
        <w:rPr>
          <w:rStyle w:val="libAieChar"/>
          <w:rFonts w:hint="eastAsia"/>
          <w:rtl/>
        </w:rPr>
        <w:t>نَ</w:t>
      </w:r>
      <w:r w:rsidR="00A95BC4" w:rsidRPr="000D0EE1">
        <w:rPr>
          <w:rStyle w:val="libAieChar"/>
          <w:rtl/>
        </w:rPr>
        <w:t xml:space="preserve"> وَجَدَ عَلَ</w:t>
      </w:r>
      <w:r w:rsidR="00A95BC4" w:rsidRPr="000D0EE1">
        <w:rPr>
          <w:rStyle w:val="libAieChar"/>
          <w:rFonts w:hint="cs"/>
          <w:rtl/>
        </w:rPr>
        <w:t>یْ</w:t>
      </w:r>
      <w:r w:rsidR="00A95BC4" w:rsidRPr="000D0EE1">
        <w:rPr>
          <w:rStyle w:val="libAieChar"/>
          <w:rFonts w:hint="eastAsia"/>
          <w:rtl/>
        </w:rPr>
        <w:t>هِ</w:t>
      </w:r>
      <w:r w:rsidR="00A95BC4" w:rsidRPr="000D0EE1">
        <w:rPr>
          <w:rStyle w:val="libAieChar"/>
          <w:rtl/>
        </w:rPr>
        <w:t xml:space="preserve"> أُمَّةً مِنَ النَّاسِ </w:t>
      </w:r>
      <w:r w:rsidR="00A95BC4" w:rsidRPr="000D0EE1">
        <w:rPr>
          <w:rStyle w:val="libAieChar"/>
          <w:rFonts w:hint="cs"/>
          <w:rtl/>
        </w:rPr>
        <w:t>یَ</w:t>
      </w:r>
      <w:r w:rsidR="00A95BC4" w:rsidRPr="000D0EE1">
        <w:rPr>
          <w:rStyle w:val="libAieChar"/>
          <w:rFonts w:hint="eastAsia"/>
          <w:rtl/>
        </w:rPr>
        <w:t>سْقُونَ</w:t>
      </w:r>
      <w:r w:rsidR="00A95BC4" w:rsidRPr="000D0EE1">
        <w:rPr>
          <w:rStyle w:val="libAieChar"/>
          <w:rtl/>
        </w:rPr>
        <w:t xml:space="preserve"> وَ وَجَدَ مِنْ دُونِهِمُ امْرَأَتَ</w:t>
      </w:r>
      <w:r w:rsidR="00A95BC4" w:rsidRPr="000D0EE1">
        <w:rPr>
          <w:rStyle w:val="libAieChar"/>
          <w:rFonts w:hint="cs"/>
          <w:rtl/>
        </w:rPr>
        <w:t>یْ</w:t>
      </w:r>
      <w:r w:rsidR="00A95BC4" w:rsidRPr="000D0EE1">
        <w:rPr>
          <w:rStyle w:val="libAieChar"/>
          <w:rFonts w:hint="eastAsia"/>
          <w:rtl/>
        </w:rPr>
        <w:t>نِ</w:t>
      </w:r>
      <w:r w:rsidR="00A95BC4" w:rsidRPr="000D0EE1">
        <w:rPr>
          <w:rStyle w:val="libAieChar"/>
          <w:rtl/>
        </w:rPr>
        <w:t xml:space="preserve"> تَذُودانِ قالَ ما خَطْبُکُما قالَتا لا نَسْقِ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tl/>
        </w:rPr>
        <w:t xml:space="preserve"> حَتَّ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tl/>
        </w:rPr>
        <w:t xml:space="preserve"> </w:t>
      </w:r>
      <w:r w:rsidR="00A95BC4" w:rsidRPr="000D0EE1">
        <w:rPr>
          <w:rStyle w:val="libAieChar"/>
          <w:rFonts w:hint="cs"/>
          <w:rtl/>
        </w:rPr>
        <w:t>یُ</w:t>
      </w:r>
      <w:r w:rsidR="00A95BC4" w:rsidRPr="000D0EE1">
        <w:rPr>
          <w:rStyle w:val="libAieChar"/>
          <w:rFonts w:hint="eastAsia"/>
          <w:rtl/>
        </w:rPr>
        <w:t>صْدِرَ</w:t>
      </w:r>
      <w:r w:rsidR="00A95BC4" w:rsidRPr="000D0EE1">
        <w:rPr>
          <w:rStyle w:val="libAieChar"/>
          <w:rtl/>
        </w:rPr>
        <w:t xml:space="preserve"> الرِّعاءُ وَ أَبُونا شَ</w:t>
      </w:r>
      <w:r w:rsidR="00A95BC4" w:rsidRPr="000D0EE1">
        <w:rPr>
          <w:rStyle w:val="libAieChar"/>
          <w:rFonts w:hint="cs"/>
          <w:rtl/>
        </w:rPr>
        <w:t>یْ</w:t>
      </w:r>
      <w:r w:rsidR="00A95BC4" w:rsidRPr="000D0EE1">
        <w:rPr>
          <w:rStyle w:val="libAieChar"/>
          <w:rFonts w:hint="eastAsia"/>
          <w:rtl/>
        </w:rPr>
        <w:t>خٌ</w:t>
      </w:r>
      <w:r w:rsidR="00A95BC4" w:rsidRPr="000D0EE1">
        <w:rPr>
          <w:rStyle w:val="libAieChar"/>
          <w:rtl/>
        </w:rPr>
        <w:t xml:space="preserve"> کَبِ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Fonts w:hint="eastAsia"/>
          <w:rtl/>
        </w:rPr>
        <w:t>رٌ</w:t>
      </w:r>
      <w:r w:rsidR="00A95BC4" w:rsidRPr="000D0EE1">
        <w:rPr>
          <w:rStyle w:val="libAieChar"/>
          <w:rtl/>
        </w:rPr>
        <w:t>* فَسَق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tl/>
        </w:rPr>
        <w:t xml:space="preserve"> لَهُما ثُمَّ تَوَلَّ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tl/>
        </w:rPr>
        <w:t xml:space="preserve"> إِلَ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tl/>
        </w:rPr>
        <w:t xml:space="preserve"> الظ</w:t>
      </w:r>
      <w:r w:rsidR="00A95BC4" w:rsidRPr="000D0EE1">
        <w:rPr>
          <w:rStyle w:val="libAieChar"/>
          <w:rFonts w:hint="eastAsia"/>
          <w:rtl/>
        </w:rPr>
        <w:t>ِّلِّ</w:t>
      </w:r>
      <w:r w:rsidR="00A95BC4" w:rsidRPr="000D0EE1">
        <w:rPr>
          <w:rStyle w:val="libAieChar"/>
          <w:rtl/>
        </w:rPr>
        <w:t xml:space="preserve"> فَقالَ رَبِّ إِنِّ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tl/>
        </w:rPr>
        <w:t xml:space="preserve"> لِما أَنْزَلْتَ إِلَ</w:t>
      </w:r>
      <w:r w:rsidR="00A95BC4" w:rsidRPr="000D0EE1">
        <w:rPr>
          <w:rStyle w:val="libAieChar"/>
          <w:rFonts w:hint="cs"/>
          <w:rtl/>
        </w:rPr>
        <w:t>یَّ</w:t>
      </w:r>
      <w:r w:rsidR="00A95BC4" w:rsidRPr="000D0EE1">
        <w:rPr>
          <w:rStyle w:val="libAieChar"/>
          <w:rtl/>
        </w:rPr>
        <w:t xml:space="preserve"> مِنْ خَ</w:t>
      </w:r>
      <w:r w:rsidR="00A95BC4" w:rsidRPr="000D0EE1">
        <w:rPr>
          <w:rStyle w:val="libAieChar"/>
          <w:rFonts w:hint="cs"/>
          <w:rtl/>
        </w:rPr>
        <w:t>یْ</w:t>
      </w:r>
      <w:r w:rsidR="00A95BC4" w:rsidRPr="000D0EE1">
        <w:rPr>
          <w:rStyle w:val="libAieChar"/>
          <w:rFonts w:hint="eastAsia"/>
          <w:rtl/>
        </w:rPr>
        <w:t>رٍ</w:t>
      </w:r>
      <w:r w:rsidR="00A95BC4" w:rsidRPr="000D0EE1">
        <w:rPr>
          <w:rStyle w:val="libAieChar"/>
          <w:rtl/>
        </w:rPr>
        <w:t xml:space="preserve"> فَقِ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Fonts w:hint="eastAsia"/>
          <w:rtl/>
        </w:rPr>
        <w:t>رٌ</w:t>
      </w:r>
      <w:r w:rsidR="00A95BC4" w:rsidRPr="000D0EE1">
        <w:rPr>
          <w:rStyle w:val="libAieChar"/>
          <w:rtl/>
        </w:rPr>
        <w:t>* فَجاءَتْهُ إِحْداهُما تَمْشِ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tl/>
        </w:rPr>
        <w:t xml:space="preserve"> عَلَ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tl/>
        </w:rPr>
        <w:t xml:space="preserve"> اسْتِحْ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Fonts w:hint="eastAsia"/>
          <w:rtl/>
        </w:rPr>
        <w:t>اءٍ</w:t>
      </w:r>
      <w:r w:rsidR="00A95BC4" w:rsidRPr="000D0EE1">
        <w:rPr>
          <w:rStyle w:val="libAieChar"/>
          <w:rtl/>
        </w:rPr>
        <w:t xml:space="preserve"> قالَتْ إِنَّ أَبِ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tl/>
        </w:rPr>
        <w:t xml:space="preserve"> </w:t>
      </w:r>
      <w:r w:rsidR="00A95BC4" w:rsidRPr="000D0EE1">
        <w:rPr>
          <w:rStyle w:val="libAieChar"/>
          <w:rFonts w:hint="cs"/>
          <w:rtl/>
        </w:rPr>
        <w:t>یَ</w:t>
      </w:r>
      <w:r w:rsidR="00A95BC4" w:rsidRPr="000D0EE1">
        <w:rPr>
          <w:rStyle w:val="libAieChar"/>
          <w:rFonts w:hint="eastAsia"/>
          <w:rtl/>
        </w:rPr>
        <w:t>دْعُوکَ</w:t>
      </w:r>
      <w:r w:rsidR="00A95BC4" w:rsidRPr="000D0EE1">
        <w:rPr>
          <w:rStyle w:val="libAieChar"/>
          <w:rtl/>
        </w:rPr>
        <w:t xml:space="preserve"> لِ</w:t>
      </w:r>
      <w:r w:rsidR="00A95BC4" w:rsidRPr="000D0EE1">
        <w:rPr>
          <w:rStyle w:val="libAieChar"/>
          <w:rFonts w:hint="cs"/>
          <w:rtl/>
        </w:rPr>
        <w:t>یَ</w:t>
      </w:r>
      <w:r w:rsidR="00A95BC4" w:rsidRPr="000D0EE1">
        <w:rPr>
          <w:rStyle w:val="libAieChar"/>
          <w:rFonts w:hint="eastAsia"/>
          <w:rtl/>
        </w:rPr>
        <w:t>جْزِ</w:t>
      </w:r>
      <w:r w:rsidR="00A95BC4" w:rsidRPr="000D0EE1">
        <w:rPr>
          <w:rStyle w:val="libAieChar"/>
          <w:rFonts w:hint="cs"/>
          <w:rtl/>
        </w:rPr>
        <w:t>یَ</w:t>
      </w:r>
      <w:r w:rsidR="00A95BC4" w:rsidRPr="000D0EE1">
        <w:rPr>
          <w:rStyle w:val="libAieChar"/>
          <w:rFonts w:hint="eastAsia"/>
          <w:rtl/>
        </w:rPr>
        <w:t>کَ</w:t>
      </w:r>
      <w:r w:rsidR="00A95BC4" w:rsidRPr="000D0EE1">
        <w:rPr>
          <w:rStyle w:val="libAieChar"/>
          <w:rtl/>
        </w:rPr>
        <w:t xml:space="preserve"> أَجْرَ ما سَقَ</w:t>
      </w:r>
      <w:r w:rsidR="00A95BC4" w:rsidRPr="000D0EE1">
        <w:rPr>
          <w:rStyle w:val="libAieChar"/>
          <w:rFonts w:hint="cs"/>
          <w:rtl/>
        </w:rPr>
        <w:t>یْ</w:t>
      </w:r>
      <w:r w:rsidR="00A95BC4" w:rsidRPr="000D0EE1">
        <w:rPr>
          <w:rStyle w:val="libAieChar"/>
          <w:rFonts w:hint="eastAsia"/>
          <w:rtl/>
        </w:rPr>
        <w:t>تَ</w:t>
      </w:r>
      <w:r w:rsidR="00A95BC4" w:rsidRPr="000D0EE1">
        <w:rPr>
          <w:rStyle w:val="libAieChar"/>
          <w:rtl/>
        </w:rPr>
        <w:t xml:space="preserve"> لَنا فَلَمَّا جاءَهُ وَ قَصَّ عَلَ</w:t>
      </w:r>
      <w:r w:rsidR="00A95BC4" w:rsidRPr="000D0EE1">
        <w:rPr>
          <w:rStyle w:val="libAieChar"/>
          <w:rFonts w:hint="cs"/>
          <w:rtl/>
        </w:rPr>
        <w:t>یْ</w:t>
      </w:r>
      <w:r w:rsidR="00A95BC4" w:rsidRPr="000D0EE1">
        <w:rPr>
          <w:rStyle w:val="libAieChar"/>
          <w:rFonts w:hint="eastAsia"/>
          <w:rtl/>
        </w:rPr>
        <w:t>هِ</w:t>
      </w:r>
      <w:r w:rsidR="00A95BC4" w:rsidRPr="000D0EE1">
        <w:rPr>
          <w:rStyle w:val="libAieChar"/>
          <w:rtl/>
        </w:rPr>
        <w:t xml:space="preserve"> الْقَصَصَ قالَ لا تَخَفْ نَجَوْتَ مِن</w:t>
      </w:r>
      <w:r w:rsidR="00A95BC4" w:rsidRPr="000D0EE1">
        <w:rPr>
          <w:rStyle w:val="libAieChar"/>
          <w:rFonts w:hint="eastAsia"/>
          <w:rtl/>
        </w:rPr>
        <w:t>َ</w:t>
      </w:r>
      <w:r w:rsidR="00A95BC4" w:rsidRPr="000D0EE1">
        <w:rPr>
          <w:rStyle w:val="libAieChar"/>
          <w:rtl/>
        </w:rPr>
        <w:t xml:space="preserve"> الْقَوْمِ الظَّالِمِ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Fonts w:hint="eastAsia"/>
          <w:rtl/>
        </w:rPr>
        <w:t>نَ</w:t>
      </w:r>
      <w:r w:rsidR="00A95BC4" w:rsidRPr="000D0EE1">
        <w:rPr>
          <w:rStyle w:val="libAieChar"/>
          <w:rtl/>
        </w:rPr>
        <w:t xml:space="preserve">* قالَتْ إِحْداهُما 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Fonts w:hint="eastAsia"/>
          <w:rtl/>
        </w:rPr>
        <w:t>ا</w:t>
      </w:r>
      <w:r w:rsidR="00A95BC4" w:rsidRPr="000D0EE1">
        <w:rPr>
          <w:rStyle w:val="libAieChar"/>
          <w:rtl/>
        </w:rPr>
        <w:t xml:space="preserve"> أَبَتِ اسْتَأْجِرْهُ إِنَّ خَ</w:t>
      </w:r>
      <w:r w:rsidR="00A95BC4" w:rsidRPr="000D0EE1">
        <w:rPr>
          <w:rStyle w:val="libAieChar"/>
          <w:rFonts w:hint="cs"/>
          <w:rtl/>
        </w:rPr>
        <w:t>یْ</w:t>
      </w:r>
      <w:r w:rsidR="00A95BC4" w:rsidRPr="000D0EE1">
        <w:rPr>
          <w:rStyle w:val="libAieChar"/>
          <w:rFonts w:hint="eastAsia"/>
          <w:rtl/>
        </w:rPr>
        <w:t>رَ</w:t>
      </w:r>
      <w:r w:rsidR="00A95BC4" w:rsidRPr="000D0EE1">
        <w:rPr>
          <w:rStyle w:val="libAieChar"/>
          <w:rtl/>
        </w:rPr>
        <w:t xml:space="preserve"> مَنِ اسْتَأْجَرْتَ الْقَوِ</w:t>
      </w:r>
      <w:r w:rsidR="00A95BC4" w:rsidRPr="000D0EE1">
        <w:rPr>
          <w:rStyle w:val="libAieChar"/>
          <w:rFonts w:hint="cs"/>
          <w:rtl/>
        </w:rPr>
        <w:t>یُّ</w:t>
      </w:r>
      <w:r w:rsidR="00A95BC4" w:rsidRPr="000D0EE1">
        <w:rPr>
          <w:rStyle w:val="libAieChar"/>
          <w:rtl/>
        </w:rPr>
        <w:t xml:space="preserve"> الأَمِ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Fonts w:hint="eastAsia"/>
          <w:rtl/>
        </w:rPr>
        <w:t>نُ</w:t>
      </w:r>
      <w:r w:rsidR="00A95BC4" w:rsidRPr="000D0EE1">
        <w:rPr>
          <w:rStyle w:val="libAieChar"/>
          <w:rtl/>
        </w:rPr>
        <w:t>* قالَ إِنِّ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tl/>
        </w:rPr>
        <w:t xml:space="preserve"> أُرِ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Fonts w:hint="eastAsia"/>
          <w:rtl/>
        </w:rPr>
        <w:t>دُ</w:t>
      </w:r>
      <w:r w:rsidR="00A95BC4" w:rsidRPr="000D0EE1">
        <w:rPr>
          <w:rStyle w:val="libAieChar"/>
          <w:rtl/>
        </w:rPr>
        <w:t xml:space="preserve"> أَنْ أُنْکِحَکَ إِحْدَ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tl/>
        </w:rPr>
        <w:t xml:space="preserve"> ابْنَتَ</w:t>
      </w:r>
      <w:r w:rsidR="00A95BC4" w:rsidRPr="000D0EE1">
        <w:rPr>
          <w:rStyle w:val="libAieChar"/>
          <w:rFonts w:hint="cs"/>
          <w:rtl/>
        </w:rPr>
        <w:t>یَّ</w:t>
      </w:r>
      <w:r w:rsidR="00A95BC4" w:rsidRPr="000D0EE1">
        <w:rPr>
          <w:rStyle w:val="libAieChar"/>
          <w:rtl/>
        </w:rPr>
        <w:t xml:space="preserve"> هاتَ</w:t>
      </w:r>
      <w:r w:rsidR="00A95BC4" w:rsidRPr="000D0EE1">
        <w:rPr>
          <w:rStyle w:val="libAieChar"/>
          <w:rFonts w:hint="cs"/>
          <w:rtl/>
        </w:rPr>
        <w:t>یْ</w:t>
      </w:r>
      <w:r w:rsidR="00A95BC4" w:rsidRPr="000D0EE1">
        <w:rPr>
          <w:rStyle w:val="libAieChar"/>
          <w:rFonts w:hint="eastAsia"/>
          <w:rtl/>
        </w:rPr>
        <w:t>نِ</w:t>
      </w:r>
      <w:r w:rsidR="00A95BC4" w:rsidRPr="000D0EE1">
        <w:rPr>
          <w:rStyle w:val="libAieChar"/>
          <w:rtl/>
        </w:rPr>
        <w:t xml:space="preserve"> عَل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tl/>
        </w:rPr>
        <w:t xml:space="preserve"> أَنْ تَأْجُرَنِ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tl/>
        </w:rPr>
        <w:t xml:space="preserve"> ثَمانِ</w:t>
      </w:r>
      <w:r w:rsidR="00A95BC4" w:rsidRPr="000D0EE1">
        <w:rPr>
          <w:rStyle w:val="libAieChar"/>
          <w:rFonts w:hint="cs"/>
          <w:rtl/>
        </w:rPr>
        <w:t>یَ</w:t>
      </w:r>
      <w:r w:rsidR="00A95BC4" w:rsidRPr="000D0EE1">
        <w:rPr>
          <w:rStyle w:val="libAieChar"/>
          <w:rtl/>
        </w:rPr>
        <w:t xml:space="preserve"> حِجَجٍ فَإِنْ أَتْمَمْتَ عَشْراً فَمِن</w:t>
      </w:r>
      <w:r w:rsidR="00A95BC4" w:rsidRPr="000D0EE1">
        <w:rPr>
          <w:rStyle w:val="libAieChar"/>
          <w:rFonts w:hint="eastAsia"/>
          <w:rtl/>
        </w:rPr>
        <w:t>ْ</w:t>
      </w:r>
      <w:r w:rsidR="00A95BC4" w:rsidRPr="000D0EE1">
        <w:rPr>
          <w:rStyle w:val="libAieChar"/>
          <w:rtl/>
        </w:rPr>
        <w:t xml:space="preserve"> عِنْدِکَ وَ ما أُرِ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Fonts w:hint="eastAsia"/>
          <w:rtl/>
        </w:rPr>
        <w:t>دُ</w:t>
      </w:r>
      <w:r w:rsidR="00A95BC4" w:rsidRPr="000D0EE1">
        <w:rPr>
          <w:rStyle w:val="libAieChar"/>
          <w:rtl/>
        </w:rPr>
        <w:t xml:space="preserve"> أَنْ أَشُقَّ عَلَ</w:t>
      </w:r>
      <w:r w:rsidR="00A95BC4" w:rsidRPr="000D0EE1">
        <w:rPr>
          <w:rStyle w:val="libAieChar"/>
          <w:rFonts w:hint="cs"/>
          <w:rtl/>
        </w:rPr>
        <w:t>یْ</w:t>
      </w:r>
      <w:r w:rsidR="00A95BC4" w:rsidRPr="000D0EE1">
        <w:rPr>
          <w:rStyle w:val="libAieChar"/>
          <w:rFonts w:hint="eastAsia"/>
          <w:rtl/>
        </w:rPr>
        <w:t>کَ</w:t>
      </w:r>
      <w:r w:rsidR="00A95BC4" w:rsidRPr="000D0EE1">
        <w:rPr>
          <w:rStyle w:val="libAieChar"/>
          <w:rtl/>
        </w:rPr>
        <w:t xml:space="preserve"> سَتَجِدُنِ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tl/>
        </w:rPr>
        <w:t xml:space="preserve"> إِنْ شاءَ اللهُ مِنَ الصَّالِحِ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Fonts w:hint="eastAsia"/>
          <w:rtl/>
        </w:rPr>
        <w:t>نَ</w:t>
      </w:r>
      <w:r w:rsidR="00A95BC4" w:rsidRPr="000D0EE1">
        <w:rPr>
          <w:rStyle w:val="libAieChar"/>
          <w:rtl/>
        </w:rPr>
        <w:t>* قالَ ذلِکَ بَ</w:t>
      </w:r>
      <w:r w:rsidR="00A95BC4" w:rsidRPr="000D0EE1">
        <w:rPr>
          <w:rStyle w:val="libAieChar"/>
          <w:rFonts w:hint="cs"/>
          <w:rtl/>
        </w:rPr>
        <w:t>یْ</w:t>
      </w:r>
      <w:r w:rsidR="00A95BC4" w:rsidRPr="000D0EE1">
        <w:rPr>
          <w:rStyle w:val="libAieChar"/>
          <w:rFonts w:hint="eastAsia"/>
          <w:rtl/>
        </w:rPr>
        <w:t>نِ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tl/>
        </w:rPr>
        <w:t xml:space="preserve"> وَ بَ</w:t>
      </w:r>
      <w:r w:rsidR="00A95BC4" w:rsidRPr="000D0EE1">
        <w:rPr>
          <w:rStyle w:val="libAieChar"/>
          <w:rFonts w:hint="cs"/>
          <w:rtl/>
        </w:rPr>
        <w:t>یْ</w:t>
      </w:r>
      <w:r w:rsidR="00A95BC4" w:rsidRPr="000D0EE1">
        <w:rPr>
          <w:rStyle w:val="libAieChar"/>
          <w:rFonts w:hint="eastAsia"/>
          <w:rtl/>
        </w:rPr>
        <w:t>نَکَ</w:t>
      </w:r>
      <w:r w:rsidR="00A95BC4" w:rsidRPr="000D0EE1">
        <w:rPr>
          <w:rStyle w:val="libAieChar"/>
          <w:rtl/>
        </w:rPr>
        <w:t xml:space="preserve"> أَ</w:t>
      </w:r>
      <w:r w:rsidR="00A95BC4" w:rsidRPr="000D0EE1">
        <w:rPr>
          <w:rStyle w:val="libAieChar"/>
          <w:rFonts w:hint="cs"/>
          <w:rtl/>
        </w:rPr>
        <w:t>یَّ</w:t>
      </w:r>
      <w:r w:rsidR="00A95BC4" w:rsidRPr="000D0EE1">
        <w:rPr>
          <w:rStyle w:val="libAieChar"/>
          <w:rFonts w:hint="eastAsia"/>
          <w:rtl/>
        </w:rPr>
        <w:t>مَا</w:t>
      </w:r>
      <w:r w:rsidR="00A95BC4" w:rsidRPr="000D0EE1">
        <w:rPr>
          <w:rStyle w:val="libAieChar"/>
          <w:rtl/>
        </w:rPr>
        <w:t xml:space="preserve"> الأَجَلَ</w:t>
      </w:r>
      <w:r w:rsidR="00A95BC4" w:rsidRPr="000D0EE1">
        <w:rPr>
          <w:rStyle w:val="libAieChar"/>
          <w:rFonts w:hint="cs"/>
          <w:rtl/>
        </w:rPr>
        <w:t>یْ</w:t>
      </w:r>
      <w:r w:rsidR="00A95BC4" w:rsidRPr="000D0EE1">
        <w:rPr>
          <w:rStyle w:val="libAieChar"/>
          <w:rFonts w:hint="eastAsia"/>
          <w:rtl/>
        </w:rPr>
        <w:t>نِ</w:t>
      </w:r>
      <w:r w:rsidR="00A95BC4" w:rsidRPr="000D0EE1">
        <w:rPr>
          <w:rStyle w:val="libAieChar"/>
          <w:rtl/>
        </w:rPr>
        <w:t xml:space="preserve"> قَضَ</w:t>
      </w:r>
      <w:r w:rsidR="00A95BC4" w:rsidRPr="000D0EE1">
        <w:rPr>
          <w:rStyle w:val="libAieChar"/>
          <w:rFonts w:hint="cs"/>
          <w:rtl/>
        </w:rPr>
        <w:t>یْ</w:t>
      </w:r>
      <w:r w:rsidR="00A95BC4" w:rsidRPr="000D0EE1">
        <w:rPr>
          <w:rStyle w:val="libAieChar"/>
          <w:rFonts w:hint="eastAsia"/>
          <w:rtl/>
        </w:rPr>
        <w:t>تُ</w:t>
      </w:r>
      <w:r w:rsidR="00A95BC4" w:rsidRPr="000D0EE1">
        <w:rPr>
          <w:rStyle w:val="libAieChar"/>
          <w:rtl/>
        </w:rPr>
        <w:t xml:space="preserve"> فَلا عُدْوانَ عَلَ</w:t>
      </w:r>
      <w:r w:rsidR="00A95BC4" w:rsidRPr="000D0EE1">
        <w:rPr>
          <w:rStyle w:val="libAieChar"/>
          <w:rFonts w:hint="cs"/>
          <w:rtl/>
        </w:rPr>
        <w:t>یَّ</w:t>
      </w:r>
      <w:r w:rsidR="00A95BC4" w:rsidRPr="000D0EE1">
        <w:rPr>
          <w:rStyle w:val="libAieChar"/>
          <w:rtl/>
        </w:rPr>
        <w:t xml:space="preserve"> وَ اللهُ عَل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tl/>
        </w:rPr>
        <w:t xml:space="preserve"> ما نَقُولُ وَکِ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Fonts w:hint="eastAsia"/>
          <w:rtl/>
        </w:rPr>
        <w:t>لٌ</w:t>
      </w:r>
      <w:r w:rsidR="00A95BC4" w:rsidRPr="000D0EE1">
        <w:rPr>
          <w:rStyle w:val="libAieChar"/>
          <w:rtl/>
        </w:rPr>
        <w:t>* فَلَمَّا قَض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tl/>
        </w:rPr>
        <w:t xml:space="preserve"> مُوسَ</w:t>
      </w:r>
      <w:r w:rsidR="00A95BC4" w:rsidRPr="000D0EE1">
        <w:rPr>
          <w:rStyle w:val="libAieChar"/>
          <w:rFonts w:hint="cs"/>
          <w:rtl/>
        </w:rPr>
        <w:t>ی</w:t>
      </w:r>
      <w:r>
        <w:rPr>
          <w:rFonts w:hint="cs"/>
          <w:rtl/>
          <w:lang w:bidi="fa-IR"/>
        </w:rPr>
        <w:t xml:space="preserve"> </w:t>
      </w:r>
      <w:r w:rsidR="00A95BC4" w:rsidRPr="000D0EE1">
        <w:rPr>
          <w:rStyle w:val="libAieChar"/>
          <w:rFonts w:hint="eastAsia"/>
          <w:rtl/>
        </w:rPr>
        <w:t>الأَجَلَ</w:t>
      </w:r>
      <w:r w:rsidR="00A95BC4" w:rsidRPr="000D0EE1">
        <w:rPr>
          <w:rStyle w:val="libAieChar"/>
          <w:rtl/>
        </w:rPr>
        <w:t xml:space="preserve"> وَ سارَ بِأَهْلِهِ آنَسَ مِنْ جانِبِ الطُّورِ ناراً قالَ لأَهْلِهِ امْکُثُوا إِنِّ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tl/>
        </w:rPr>
        <w:t xml:space="preserve"> آنَسْتُ ناراً لَعَلِّ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tl/>
        </w:rPr>
        <w:t xml:space="preserve"> آتِ</w:t>
      </w:r>
      <w:r w:rsidR="00A95BC4" w:rsidRPr="000D0EE1">
        <w:rPr>
          <w:rStyle w:val="libAieChar"/>
          <w:rFonts w:hint="cs"/>
          <w:rtl/>
        </w:rPr>
        <w:t>ی</w:t>
      </w:r>
      <w:r w:rsidR="00A95BC4" w:rsidRPr="000D0EE1">
        <w:rPr>
          <w:rStyle w:val="libAieChar"/>
          <w:rFonts w:hint="eastAsia"/>
          <w:rtl/>
        </w:rPr>
        <w:t>کُمْ</w:t>
      </w:r>
      <w:r w:rsidR="00A95BC4" w:rsidRPr="000D0EE1">
        <w:rPr>
          <w:rStyle w:val="libAieChar"/>
          <w:rtl/>
        </w:rPr>
        <w:t xml:space="preserve"> مِنْها بِخَبَرٍ أَوْ جَذْوَةٍ مِنَ النَّارِ لَعَلَّکُمْ تَصْطَلُونَ</w:t>
      </w:r>
      <w:r w:rsidRPr="000D0EE1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(قصص: 23- 29)</w:t>
      </w:r>
    </w:p>
    <w:p w:rsidR="00A95BC4" w:rsidRPr="00A95BC4" w:rsidRDefault="00A95BC4" w:rsidP="000D0EE1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و</w:t>
      </w:r>
      <w:r w:rsidRPr="00A95BC4">
        <w:rPr>
          <w:rtl/>
          <w:lang w:bidi="fa-IR"/>
        </w:rPr>
        <w:t xml:space="preserve">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به [چاه] آب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گروه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مردم را در آنجا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چهارپا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خود را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راب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کنند</w:t>
      </w:r>
      <w:r w:rsidRPr="00A95BC4">
        <w:rPr>
          <w:rtl/>
          <w:lang w:bidi="fa-IR"/>
        </w:rPr>
        <w:t xml:space="preserve"> و در کنار آنها دو زن را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مراقب گوسفندان خو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ش‌اند</w:t>
      </w:r>
      <w:r w:rsidRPr="00A95BC4">
        <w:rPr>
          <w:rtl/>
          <w:lang w:bidi="fa-IR"/>
        </w:rPr>
        <w:t xml:space="preserve"> [و به چاه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شوند</w:t>
      </w:r>
      <w:r w:rsidRPr="00A95BC4">
        <w:rPr>
          <w:rtl/>
          <w:lang w:bidi="fa-IR"/>
        </w:rPr>
        <w:t>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] به آن دو گفت: کار شما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ست؟</w:t>
      </w:r>
      <w:r w:rsidRPr="00A95BC4">
        <w:rPr>
          <w:rtl/>
          <w:lang w:bidi="fa-IR"/>
        </w:rPr>
        <w:t xml:space="preserve"> [چرا گوسفندان خود را آب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د؟</w:t>
      </w:r>
      <w:r w:rsidRPr="00A95BC4">
        <w:rPr>
          <w:rtl/>
          <w:lang w:bidi="fa-IR"/>
        </w:rPr>
        <w:t>] گفتند: م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آنها را آب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تا چوپان‌ها همگ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خارج شوند و پدر ما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رمرد</w:t>
      </w:r>
      <w:r w:rsidRPr="00A95BC4">
        <w:rPr>
          <w:rtl/>
          <w:lang w:bidi="fa-IR"/>
        </w:rPr>
        <w:t xml:space="preserve"> کهن‌سال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[و قادر بر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کارها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>].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[گوسفندان] آن دو، آب کش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سپس رو به سا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آورد و عرض کرد: پروردگارا! هر 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من فرست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به آن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ازمندم</w:t>
      </w:r>
      <w:r w:rsidRPr="00A95BC4">
        <w:rPr>
          <w:rtl/>
          <w:lang w:bidi="fa-IR"/>
        </w:rPr>
        <w:t xml:space="preserve">. ناگهان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آن دو [زن] به </w:t>
      </w:r>
      <w:r w:rsidRPr="00A95BC4">
        <w:rPr>
          <w:rFonts w:hint="eastAsia"/>
          <w:rtl/>
          <w:lang w:bidi="fa-IR"/>
        </w:rPr>
        <w:t>سراغ</w:t>
      </w:r>
      <w:r w:rsidRPr="00A95BC4">
        <w:rPr>
          <w:rtl/>
          <w:lang w:bidi="fa-IR"/>
        </w:rPr>
        <w:t xml:space="preserve"> او آمد،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با نها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گام برم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داشت،</w:t>
      </w:r>
      <w:r w:rsidRPr="00A95BC4">
        <w:rPr>
          <w:rtl/>
          <w:lang w:bidi="fa-IR"/>
        </w:rPr>
        <w:t xml:space="preserve"> گفت: پدرم از تو دعوت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 xml:space="preserve"> تا مزد آب دادن [به گوسفندان] را که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 انجام داد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به تو بپردازد.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نزد او [شع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] آمد و </w:t>
      </w:r>
      <w:r w:rsidRPr="00A95BC4">
        <w:rPr>
          <w:rtl/>
          <w:lang w:bidi="fa-IR"/>
        </w:rPr>
        <w:lastRenderedPageBreak/>
        <w:t xml:space="preserve">سرگذشت خود را شرح داد، گفت: نترس از قوم ظالم نجات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.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آن دو [</w:t>
      </w:r>
      <w:r w:rsidRPr="00A95BC4">
        <w:rPr>
          <w:rFonts w:hint="eastAsia"/>
          <w:rtl/>
          <w:lang w:bidi="fa-IR"/>
        </w:rPr>
        <w:t>دختر</w:t>
      </w:r>
      <w:r w:rsidRPr="00A95BC4">
        <w:rPr>
          <w:rtl/>
          <w:lang w:bidi="fa-IR"/>
        </w:rPr>
        <w:t>] گفت: پدرم! او را استخدام کن،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بهتر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که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استخدام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آن کس است که قو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</w:t>
      </w:r>
      <w:r w:rsidR="000D0EE1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باشد [و او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مرد است. شع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>] گفت: من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خواهم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دو دخترم را به همسر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 درآورم،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شرط که هشت سال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 کار کن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اگر آن را تا ده سال افزا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محبت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ناح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توست، من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خواهم</w:t>
      </w:r>
      <w:r w:rsidRPr="00A95BC4">
        <w:rPr>
          <w:rtl/>
          <w:lang w:bidi="fa-IR"/>
        </w:rPr>
        <w:t xml:space="preserve"> کار سنگ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دوش تو بگذارم، و ان شاء الله مرا از صالح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</w:t>
      </w:r>
      <w:r w:rsidRPr="00A95BC4">
        <w:rPr>
          <w:rtl/>
          <w:lang w:bidi="fa-IR"/>
        </w:rPr>
        <w:t>. [موس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] گفت: [مانع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ندارد]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قرارداد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من و تو باشد. البته هر کدام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دو مدت را انجام دهم، ستم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من نخواهد بود [و من در انتخاب آن آزادم] و خدا بر آنچه ما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گواه است.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مدت خود را به پا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رسان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همراه خانواده</w:t>
      </w:r>
      <w:r w:rsidRPr="00A95BC4">
        <w:rPr>
          <w:rFonts w:hint="eastAsia"/>
          <w:rtl/>
          <w:lang w:bidi="fa-IR"/>
        </w:rPr>
        <w:t>‌اش</w:t>
      </w:r>
      <w:r w:rsidRPr="00A95BC4">
        <w:rPr>
          <w:rtl/>
          <w:lang w:bidi="fa-IR"/>
        </w:rPr>
        <w:t xml:space="preserve"> [از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مصر] حرکت کرد، از جانب طور آتش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به خانواده‌اش گفت: درنگ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من آتش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دم،</w:t>
      </w:r>
      <w:r w:rsidRPr="00A95BC4">
        <w:rPr>
          <w:rtl/>
          <w:lang w:bidi="fa-IR"/>
        </w:rPr>
        <w:t xml:space="preserve"> [م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روم</w:t>
      </w:r>
      <w:r w:rsidRPr="00A95BC4">
        <w:rPr>
          <w:rtl/>
          <w:lang w:bidi="fa-IR"/>
        </w:rPr>
        <w:t>] 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خبر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آن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شما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اورم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شعله‌ا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آتش، تا با آن گرم شو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</w:t>
      </w:r>
    </w:p>
    <w:p w:rsidR="00A95BC4" w:rsidRPr="00A95BC4" w:rsidRDefault="000D0EE1" w:rsidP="000D0EE1">
      <w:pPr>
        <w:pStyle w:val="Heading2"/>
        <w:rPr>
          <w:rtl/>
        </w:rPr>
      </w:pPr>
      <w:r>
        <w:rPr>
          <w:rtl/>
        </w:rPr>
        <w:br w:type="page"/>
      </w:r>
      <w:bookmarkStart w:id="116" w:name="_Toc504390416"/>
      <w:bookmarkStart w:id="117" w:name="_Toc504390507"/>
      <w:r w:rsidR="00A95BC4" w:rsidRPr="00A95BC4">
        <w:rPr>
          <w:rFonts w:hint="eastAsia"/>
          <w:rtl/>
        </w:rPr>
        <w:lastRenderedPageBreak/>
        <w:t>شأن</w:t>
      </w:r>
      <w:r w:rsidR="00A95BC4" w:rsidRPr="00A95BC4">
        <w:rPr>
          <w:rtl/>
        </w:rPr>
        <w:t xml:space="preserve"> نزول آ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ه‌ها</w:t>
      </w:r>
      <w:bookmarkEnd w:id="116"/>
      <w:bookmarkEnd w:id="117"/>
    </w:p>
    <w:p w:rsidR="00A95BC4" w:rsidRPr="00A95BC4" w:rsidRDefault="00A95BC4" w:rsidP="000D0EE1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</w:t>
      </w:r>
      <w:r w:rsidRPr="00A95BC4">
        <w:rPr>
          <w:rtl/>
          <w:lang w:bidi="fa-IR"/>
        </w:rPr>
        <w:t xml:space="preserve"> درباره مرحله‌ا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حضرت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است که از دست فرعون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به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پناه برد و در آنجا به خدمت شع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با دختر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صفورا ازدواج کرد و پس از ده سال که قصد بازگشت به مصر را داشت، سف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وح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بشارت نبوت</w:t>
      </w:r>
      <w:r w:rsidR="000D0EE1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طور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نا</w:t>
      </w:r>
      <w:r w:rsidRPr="00A95BC4">
        <w:rPr>
          <w:rtl/>
          <w:lang w:bidi="fa-IR"/>
        </w:rPr>
        <w:t xml:space="preserve"> را آورد و او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برگز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شد.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آشنا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مرحله از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حضرت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>، داستان حضور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در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و در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خاندان شع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را مرور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. </w:t>
      </w:r>
      <w:r w:rsidRPr="000D0EE1">
        <w:rPr>
          <w:rStyle w:val="libFootnotenumChar"/>
          <w:rtl/>
        </w:rPr>
        <w:t>(1)</w:t>
      </w:r>
    </w:p>
    <w:p w:rsidR="00A95BC4" w:rsidRPr="00A95BC4" w:rsidRDefault="00A95BC4" w:rsidP="000D0EE1">
      <w:pPr>
        <w:pStyle w:val="Heading2"/>
        <w:rPr>
          <w:rtl/>
        </w:rPr>
      </w:pPr>
      <w:bookmarkStart w:id="118" w:name="_Toc504390417"/>
      <w:bookmarkStart w:id="119" w:name="_Toc504390508"/>
      <w:r w:rsidRPr="00A95BC4">
        <w:rPr>
          <w:rFonts w:hint="eastAsia"/>
          <w:rtl/>
        </w:rPr>
        <w:t>داستان</w:t>
      </w:r>
      <w:r w:rsidRPr="00A95BC4">
        <w:rPr>
          <w:rtl/>
        </w:rPr>
        <w:t xml:space="preserve"> موس</w:t>
      </w:r>
      <w:r w:rsidRPr="00A95BC4">
        <w:rPr>
          <w:rFonts w:hint="cs"/>
          <w:rtl/>
        </w:rPr>
        <w:t>ی</w:t>
      </w:r>
      <w:r w:rsidRPr="00A95BC4">
        <w:rPr>
          <w:rtl/>
        </w:rPr>
        <w:t xml:space="preserve"> و صفورا</w:t>
      </w:r>
      <w:bookmarkEnd w:id="118"/>
      <w:bookmarkEnd w:id="119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جوان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برومند شد، خداوند به او دانش و حکمت ارزان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داشت. تمام توجه مستضعفان، به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بود، تا آنها را از ظلم و ستم نجات دهد. او نفس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داشت که از عزت خداوند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راب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</w:t>
      </w:r>
      <w:r w:rsidRPr="00A95BC4">
        <w:rPr>
          <w:rtl/>
          <w:lang w:bidi="fa-IR"/>
        </w:rPr>
        <w:t xml:space="preserve"> و به نور حق، منوّر بود.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با خود عهد کرده بود </w:t>
      </w:r>
      <w:r w:rsidRPr="00A95BC4">
        <w:rPr>
          <w:rFonts w:hint="eastAsia"/>
          <w:rtl/>
          <w:lang w:bidi="fa-IR"/>
        </w:rPr>
        <w:t>که</w:t>
      </w:r>
      <w:r w:rsidRPr="00A95BC4">
        <w:rPr>
          <w:rtl/>
          <w:lang w:bidi="fa-IR"/>
        </w:rPr>
        <w:t xml:space="preserve"> همواره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</w:t>
      </w:r>
      <w:r w:rsidRPr="00A95BC4">
        <w:rPr>
          <w:rtl/>
          <w:lang w:bidi="fa-IR"/>
        </w:rPr>
        <w:t xml:space="preserve"> مظلومان باشد.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روز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فرعون، سوار بر مرکبش از کاخ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رون</w:t>
      </w:r>
      <w:r w:rsidRPr="00A95BC4">
        <w:rPr>
          <w:rtl/>
          <w:lang w:bidi="fa-IR"/>
        </w:rPr>
        <w:t xml:space="preserve"> رفت،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همراه او نبود.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کاخ آمد و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فرعون کجاست؟ گفتند که سوار بر مرکب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رون</w:t>
      </w:r>
      <w:r w:rsidRPr="00A95BC4">
        <w:rPr>
          <w:rtl/>
          <w:lang w:bidi="fa-IR"/>
        </w:rPr>
        <w:t xml:space="preserve"> رفت.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پ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روان شد،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به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نام «منف»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روز،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به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مه</w:t>
      </w:r>
      <w:r w:rsidRPr="00A95BC4">
        <w:rPr>
          <w:rtl/>
          <w:lang w:bidi="fa-IR"/>
        </w:rPr>
        <w:t xml:space="preserve">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 و بازارها ب</w:t>
      </w:r>
      <w:r w:rsidRPr="00A95BC4">
        <w:rPr>
          <w:rFonts w:hint="eastAsia"/>
          <w:rtl/>
          <w:lang w:bidi="fa-IR"/>
        </w:rPr>
        <w:t>سته</w:t>
      </w:r>
      <w:r w:rsidRPr="00A95BC4">
        <w:rPr>
          <w:rtl/>
          <w:lang w:bidi="fa-IR"/>
        </w:rPr>
        <w:t xml:space="preserve"> شده بودند.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دو مرد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بن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اسرائ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و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قبط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با هم جنگ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کنند،</w:t>
      </w:r>
      <w:r w:rsidRPr="00A95BC4">
        <w:rPr>
          <w:rtl/>
          <w:lang w:bidi="fa-IR"/>
        </w:rPr>
        <w:t xml:space="preserve"> مرد بن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اسرائ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کمک خواست،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جلو رفت و ضربه‌ا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آن مرد قبط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زد، مرد در جا از شدت ضربه درگذشت.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سر</w:t>
      </w:r>
    </w:p>
    <w:p w:rsidR="00A95BC4" w:rsidRPr="005B68B3" w:rsidRDefault="005B68B3" w:rsidP="005B68B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5B68B3" w:rsidRDefault="00A95BC4" w:rsidP="005B68B3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1- نساء 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القرآن الکر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زوجه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</w:t>
      </w:r>
    </w:p>
    <w:p w:rsidR="00A95BC4" w:rsidRPr="00A95BC4" w:rsidRDefault="005B68B3" w:rsidP="005B68B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95BC4" w:rsidRPr="00A95BC4">
        <w:rPr>
          <w:rFonts w:hint="eastAsia"/>
          <w:rtl/>
          <w:lang w:bidi="fa-IR"/>
        </w:rPr>
        <w:lastRenderedPageBreak/>
        <w:t>به</w:t>
      </w:r>
      <w:r w:rsidR="00A95BC4" w:rsidRPr="00A95BC4">
        <w:rPr>
          <w:rtl/>
          <w:lang w:bidi="fa-IR"/>
        </w:rPr>
        <w:t xml:space="preserve"> آسمان برداشت و گفت: «خداوندا!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نزاع ب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دو مرد از اعمال ش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طان</w:t>
      </w:r>
      <w:r w:rsidR="00A95BC4" w:rsidRPr="00A95BC4">
        <w:rPr>
          <w:rtl/>
          <w:lang w:bidi="fa-IR"/>
        </w:rPr>
        <w:t xml:space="preserve"> بود. همانا ش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طان</w:t>
      </w:r>
      <w:r w:rsidR="00A95BC4" w:rsidRPr="00A95BC4">
        <w:rPr>
          <w:rtl/>
          <w:lang w:bidi="fa-IR"/>
        </w:rPr>
        <w:t xml:space="preserve"> دشمن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آشکار است. خدا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</w:t>
      </w:r>
      <w:r w:rsidR="00A95BC4" w:rsidRPr="00A95BC4">
        <w:rPr>
          <w:rtl/>
          <w:lang w:bidi="fa-IR"/>
        </w:rPr>
        <w:t>! من به خود ستم کردم، ز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را</w:t>
      </w:r>
      <w:r w:rsidR="00A95BC4" w:rsidRPr="00A95BC4">
        <w:rPr>
          <w:rtl/>
          <w:lang w:bidi="fa-IR"/>
        </w:rPr>
        <w:t xml:space="preserve"> وارد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شهر شدم و نبا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</w:t>
      </w:r>
      <w:r w:rsidR="00A95BC4" w:rsidRPr="00A95BC4">
        <w:rPr>
          <w:rtl/>
          <w:lang w:bidi="fa-IR"/>
        </w:rPr>
        <w:t xml:space="preserve"> 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شدم،</w:t>
      </w:r>
      <w:r w:rsidR="00A95BC4" w:rsidRPr="00A95BC4">
        <w:rPr>
          <w:rtl/>
          <w:lang w:bidi="fa-IR"/>
        </w:rPr>
        <w:t xml:space="preserve"> پس مرا از دشمنانت پنهان کن تا به من دست ن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ابند</w:t>
      </w:r>
      <w:r w:rsidR="00A95BC4" w:rsidRPr="00A95BC4">
        <w:rPr>
          <w:rtl/>
          <w:lang w:bidi="fa-IR"/>
        </w:rPr>
        <w:t>. خدا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</w:t>
      </w:r>
      <w:r w:rsidR="00A95BC4" w:rsidRPr="00A95BC4">
        <w:rPr>
          <w:rtl/>
          <w:lang w:bidi="fa-IR"/>
        </w:rPr>
        <w:t>! به پاس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نعمت و ن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رو</w:t>
      </w:r>
      <w:r w:rsidR="00A95BC4" w:rsidRPr="00A95BC4">
        <w:rPr>
          <w:rtl/>
          <w:lang w:bidi="fa-IR"/>
        </w:rPr>
        <w:t xml:space="preserve"> که با 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>ک س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ل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ک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از دشمنانت را از پا درآوردم، از تو تشکر 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کنم</w:t>
      </w:r>
      <w:r w:rsidR="00A95BC4" w:rsidRPr="00A95BC4">
        <w:rPr>
          <w:rtl/>
          <w:lang w:bidi="fa-IR"/>
        </w:rPr>
        <w:t xml:space="preserve"> و به شکرانه آن، تا زنده‌ام پشت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بان</w:t>
      </w:r>
      <w:r w:rsidR="00A95BC4" w:rsidRPr="00A95BC4">
        <w:rPr>
          <w:rtl/>
          <w:lang w:bidi="fa-IR"/>
        </w:rPr>
        <w:t xml:space="preserve"> مجرمان نخواهم بود».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با نگران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شب را به صبح رسان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فردا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 روز باز بر سر گذر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همان مرد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با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نفر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از قبط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نزاع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 xml:space="preserve"> و باز از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کمک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خواهد</w:t>
      </w:r>
      <w:r w:rsidRPr="00A95BC4">
        <w:rPr>
          <w:rtl/>
          <w:lang w:bidi="fa-IR"/>
        </w:rPr>
        <w:t>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گفت: «تو به‌راست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مرد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گمراه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روز</w:t>
      </w:r>
      <w:r w:rsidRPr="00A95BC4">
        <w:rPr>
          <w:rtl/>
          <w:lang w:bidi="fa-IR"/>
        </w:rPr>
        <w:t xml:space="preserve"> با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نفر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دعوا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امروز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مر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سوگند که تو را ادب خواهم کرد».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مرد</w:t>
      </w:r>
      <w:r w:rsidRPr="00A95BC4">
        <w:rPr>
          <w:rtl/>
          <w:lang w:bidi="fa-IR"/>
        </w:rPr>
        <w:t xml:space="preserve"> به تصور آنکه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خواهد</w:t>
      </w:r>
      <w:r w:rsidRPr="00A95BC4">
        <w:rPr>
          <w:rtl/>
          <w:lang w:bidi="fa-IR"/>
        </w:rPr>
        <w:t xml:space="preserve"> او را بکشد، گفت: «م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مرا بکش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همچنان که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روز</w:t>
      </w:r>
      <w:r w:rsidRPr="00A95BC4">
        <w:rPr>
          <w:rtl/>
          <w:lang w:bidi="fa-IR"/>
        </w:rPr>
        <w:t xml:space="preserve"> آن مرد فرعون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کشت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 من فکر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کنم</w:t>
      </w:r>
      <w:r w:rsidRPr="00A95BC4">
        <w:rPr>
          <w:rtl/>
          <w:lang w:bidi="fa-IR"/>
        </w:rPr>
        <w:t xml:space="preserve"> تو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به ستمگر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حکومت کن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تو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چ‌گاه</w:t>
      </w:r>
      <w:r w:rsidRPr="00A95BC4">
        <w:rPr>
          <w:rtl/>
          <w:lang w:bidi="fa-IR"/>
        </w:rPr>
        <w:t xml:space="preserve"> مصلح نخواه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بود».</w:t>
      </w:r>
    </w:p>
    <w:p w:rsidR="00A95BC4" w:rsidRPr="00A95BC4" w:rsidRDefault="00A95BC4" w:rsidP="005B68B3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مرد</w:t>
      </w:r>
      <w:r w:rsidRPr="00A95BC4">
        <w:rPr>
          <w:rtl/>
          <w:lang w:bidi="fa-IR"/>
        </w:rPr>
        <w:t xml:space="preserve"> قبط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سخنان آن مرد بن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اسرائ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دانست آنکه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روز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طرفداران فرعون را کشته،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مرد است و او را شناخت و با سرعت به دربار فرعون رفت و موضوع را به اطلاع فرعون رساند. فرعون دستور داد تا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را نزد او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اورند،</w:t>
      </w:r>
      <w:r w:rsidRPr="00A95BC4">
        <w:rPr>
          <w:rtl/>
          <w:lang w:bidi="fa-IR"/>
        </w:rPr>
        <w:t xml:space="preserve"> تا توض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ح</w:t>
      </w:r>
      <w:r w:rsidRPr="00A95BC4">
        <w:rPr>
          <w:rtl/>
          <w:lang w:bidi="fa-IR"/>
        </w:rPr>
        <w:t xml:space="preserve"> دهد، اما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مأموران فرعون، مرد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نام حزق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="005B68B3">
        <w:rPr>
          <w:rFonts w:hint="cs"/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خرب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که از دوست‌داران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و از موحدان به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و اول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که به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آورد، به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خبر داد که فرعون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خواهد</w:t>
      </w:r>
      <w:r w:rsidRPr="00A95BC4">
        <w:rPr>
          <w:rtl/>
          <w:lang w:bidi="fa-IR"/>
        </w:rPr>
        <w:t xml:space="preserve"> او را بکشد.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درگاه خداوند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دعا کرد: </w:t>
      </w:r>
      <w:r w:rsidR="005B68B3" w:rsidRPr="005B68B3">
        <w:rPr>
          <w:rStyle w:val="libAlaemChar"/>
          <w:rFonts w:hint="cs"/>
          <w:rtl/>
        </w:rPr>
        <w:lastRenderedPageBreak/>
        <w:t>(</w:t>
      </w:r>
      <w:r w:rsidRPr="005B68B3">
        <w:rPr>
          <w:rStyle w:val="libAieChar"/>
          <w:rtl/>
        </w:rPr>
        <w:t>رَبِّ نَجّن</w:t>
      </w:r>
      <w:r w:rsidRPr="005B68B3">
        <w:rPr>
          <w:rStyle w:val="libAieChar"/>
          <w:rFonts w:hint="cs"/>
          <w:rtl/>
        </w:rPr>
        <w:t>ی</w:t>
      </w:r>
      <w:r w:rsidRPr="005B68B3">
        <w:rPr>
          <w:rStyle w:val="libAieChar"/>
          <w:rtl/>
        </w:rPr>
        <w:t xml:space="preserve"> مِنَ القَومِ الظّالِم</w:t>
      </w:r>
      <w:r w:rsidRPr="005B68B3">
        <w:rPr>
          <w:rStyle w:val="libAieChar"/>
          <w:rFonts w:hint="cs"/>
          <w:rtl/>
        </w:rPr>
        <w:t>ی</w:t>
      </w:r>
      <w:r w:rsidRPr="005B68B3">
        <w:rPr>
          <w:rStyle w:val="libAieChar"/>
          <w:rFonts w:hint="eastAsia"/>
          <w:rtl/>
        </w:rPr>
        <w:t>نَ</w:t>
      </w:r>
      <w:r w:rsidR="005B68B3" w:rsidRPr="005B68B3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 xml:space="preserve"> (قصص: 21) اراده خداوند بر آن قرار گرفته بود که او را حفظ فرما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اش</w:t>
      </w:r>
      <w:r w:rsidRPr="00A95BC4">
        <w:rPr>
          <w:rtl/>
          <w:lang w:bidi="fa-IR"/>
        </w:rPr>
        <w:t xml:space="preserve"> دهد. فرشته‌ا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او نازل شد و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! به دنبالم به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و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دنبال او رفت».</w:t>
      </w:r>
    </w:p>
    <w:p w:rsidR="00A95BC4" w:rsidRPr="00A95BC4" w:rsidRDefault="00A95BC4" w:rsidP="005B68B3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با نگران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شهر خارج شد،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تمام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توجه باطن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به خدا بود، که چگونه مکر ظالمان را از او برخواهد گردان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هشت شب راه سپرد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به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او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</w:t>
      </w:r>
      <w:r w:rsidRPr="00A95BC4">
        <w:rPr>
          <w:rtl/>
          <w:lang w:bidi="fa-IR"/>
        </w:rPr>
        <w:t xml:space="preserve"> و راهنما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از خدا و نور هدا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او و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توشه‌ا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از تقو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نداشت،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اده</w:t>
      </w:r>
      <w:r w:rsidRPr="00A95BC4">
        <w:rPr>
          <w:rtl/>
          <w:lang w:bidi="fa-IR"/>
        </w:rPr>
        <w:t xml:space="preserve"> و گرسنه راه سپرد و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قدر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کاف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که از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فرعون و ستمگران نجات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افته</w:t>
      </w:r>
      <w:r w:rsidRPr="00A95BC4">
        <w:rPr>
          <w:rtl/>
          <w:lang w:bidi="fa-IR"/>
        </w:rPr>
        <w:t xml:space="preserve"> است.</w:t>
      </w:r>
      <w:r w:rsidR="005B68B3" w:rsidRPr="00A95BC4">
        <w:rPr>
          <w:rFonts w:hint="eastAsia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به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عده‌ا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مردمان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آب دادن به گوسفندان خود بر سر چاه جمع شده‌اند. هر کدام از آنها، به اعتماد قدرت بدن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داشت، سع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زودتر از بق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از چاه آب بکشند. کم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دورتر، دو زن را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گذارند</w:t>
      </w:r>
      <w:r w:rsidRPr="00A95BC4">
        <w:rPr>
          <w:rtl/>
          <w:lang w:bidi="fa-IR"/>
        </w:rPr>
        <w:t xml:space="preserve"> گوسفندانشان با سا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گوسفندان آب </w:t>
      </w:r>
      <w:r w:rsidRPr="00A95BC4">
        <w:rPr>
          <w:rFonts w:hint="eastAsia"/>
          <w:rtl/>
          <w:lang w:bidi="fa-IR"/>
        </w:rPr>
        <w:t>بخورند</w:t>
      </w:r>
      <w:r w:rsidRPr="00A95BC4">
        <w:rPr>
          <w:rtl/>
          <w:lang w:bidi="fa-IR"/>
        </w:rPr>
        <w:t xml:space="preserve"> 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خواهند</w:t>
      </w:r>
      <w:r w:rsidRPr="00A95BC4">
        <w:rPr>
          <w:rtl/>
          <w:lang w:bidi="fa-IR"/>
        </w:rPr>
        <w:t xml:space="preserve"> پس از رفتن همه آنها، گوسفندان خود را آب دهند.</w:t>
      </w:r>
    </w:p>
    <w:p w:rsidR="00A95BC4" w:rsidRPr="00A95BC4" w:rsidRDefault="00A95BC4" w:rsidP="005B68B3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از</w:t>
      </w:r>
      <w:r w:rsidRPr="00A95BC4">
        <w:rPr>
          <w:rtl/>
          <w:lang w:bidi="fa-IR"/>
        </w:rPr>
        <w:t xml:space="preserve"> آنجا که در سرشت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>، انصاف و حما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از مظلوم نقش</w:t>
      </w:r>
      <w:r w:rsidR="005B68B3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بسته</w:t>
      </w:r>
      <w:r w:rsidRPr="00A95BC4">
        <w:rPr>
          <w:rtl/>
          <w:lang w:bidi="fa-IR"/>
        </w:rPr>
        <w:t xml:space="preserve"> بود،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 رفت و علت کارشان را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چرا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گذارند،</w:t>
      </w:r>
      <w:r w:rsidRPr="00A95BC4">
        <w:rPr>
          <w:rtl/>
          <w:lang w:bidi="fa-IR"/>
        </w:rPr>
        <w:t xml:space="preserve"> گوسفندانشان بر سر چاه آب بروند. آنها گفتند: «ما گوسفندانمان را آب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تا همه از دور چاه پراکنده شوند،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از مزاحمت مردان در امان باش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م»</w:t>
      </w:r>
      <w:r w:rsidRPr="00A95BC4">
        <w:rPr>
          <w:rtl/>
          <w:lang w:bidi="fa-IR"/>
        </w:rPr>
        <w:t>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از آنها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م</w:t>
      </w:r>
      <w:r w:rsidRPr="00A95BC4">
        <w:rPr>
          <w:rFonts w:hint="eastAsia"/>
          <w:rtl/>
          <w:lang w:bidi="fa-IR"/>
        </w:rPr>
        <w:t>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خانه شما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که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را انجام دهد». آنها گفتند: «پدر ما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رمرد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مار</w:t>
      </w:r>
      <w:r w:rsidRPr="00A95BC4">
        <w:rPr>
          <w:rtl/>
          <w:lang w:bidi="fa-IR"/>
        </w:rPr>
        <w:t xml:space="preserve"> است».</w:t>
      </w:r>
    </w:p>
    <w:p w:rsidR="00A95BC4" w:rsidRPr="00A95BC4" w:rsidRDefault="00A95BC4" w:rsidP="005B68B3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آن زنان کمک کرد تا گوسفندانشان را آب دهند، آنگاه به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سا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درخت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پناه گرفت و گفت: «خدا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>! من به 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تو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ازمندم،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گرسنه‌ام و از تو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خواهم</w:t>
      </w:r>
      <w:r w:rsidRPr="00A95BC4">
        <w:rPr>
          <w:rtl/>
          <w:lang w:bidi="fa-IR"/>
        </w:rPr>
        <w:t xml:space="preserve"> که گرسنگ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ام</w:t>
      </w:r>
      <w:r w:rsidRPr="00A95BC4">
        <w:rPr>
          <w:rtl/>
          <w:lang w:bidi="fa-IR"/>
        </w:rPr>
        <w:t xml:space="preserve"> را بنشان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تا با قوت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شتر</w:t>
      </w:r>
      <w:r w:rsidRPr="00A95BC4">
        <w:rPr>
          <w:rtl/>
          <w:lang w:bidi="fa-IR"/>
        </w:rPr>
        <w:t xml:space="preserve"> بتوانم بندگان تو را </w:t>
      </w:r>
      <w:r w:rsidRPr="00A95BC4">
        <w:rPr>
          <w:rFonts w:hint="cs"/>
          <w:rtl/>
          <w:lang w:bidi="fa-IR"/>
        </w:rPr>
        <w:lastRenderedPageBreak/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کنم». خداوند صدا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را شن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د و از 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مرحمت پاسخ او را داد. در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حال،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دختران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آنها کمک کرده بود،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با 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و شرم راه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رفت،</w:t>
      </w:r>
      <w:r w:rsidRPr="00A95BC4">
        <w:rPr>
          <w:rtl/>
          <w:lang w:bidi="fa-IR"/>
        </w:rPr>
        <w:t xml:space="preserve"> بازگشت و به او گفت:</w:t>
      </w:r>
      <w:r w:rsidR="005B68B3" w:rsidRPr="005B68B3">
        <w:rPr>
          <w:rStyle w:val="libAlaemChar"/>
          <w:rFonts w:hint="cs"/>
          <w:rtl/>
        </w:rPr>
        <w:t>(</w:t>
      </w:r>
      <w:r w:rsidRPr="00A95BC4">
        <w:rPr>
          <w:rtl/>
          <w:lang w:bidi="fa-IR"/>
        </w:rPr>
        <w:t xml:space="preserve"> </w:t>
      </w:r>
      <w:r w:rsidRPr="005B68B3">
        <w:rPr>
          <w:rStyle w:val="libAieChar"/>
          <w:rtl/>
        </w:rPr>
        <w:t>إنَّ اب</w:t>
      </w:r>
      <w:r w:rsidRPr="005B68B3">
        <w:rPr>
          <w:rStyle w:val="libAieChar"/>
          <w:rFonts w:hint="cs"/>
          <w:rtl/>
        </w:rPr>
        <w:t>ی</w:t>
      </w:r>
      <w:r w:rsidRPr="005B68B3">
        <w:rPr>
          <w:rStyle w:val="libAieChar"/>
          <w:rtl/>
        </w:rPr>
        <w:t xml:space="preserve"> </w:t>
      </w:r>
      <w:r w:rsidRPr="005B68B3">
        <w:rPr>
          <w:rStyle w:val="libAieChar"/>
          <w:rFonts w:hint="cs"/>
          <w:rtl/>
        </w:rPr>
        <w:t>یَ</w:t>
      </w:r>
      <w:r w:rsidRPr="005B68B3">
        <w:rPr>
          <w:rStyle w:val="libAieChar"/>
          <w:rFonts w:hint="eastAsia"/>
          <w:rtl/>
        </w:rPr>
        <w:t>دعوکَ</w:t>
      </w:r>
      <w:r w:rsidRPr="005B68B3">
        <w:rPr>
          <w:rStyle w:val="libAieChar"/>
          <w:rtl/>
        </w:rPr>
        <w:t xml:space="preserve"> لِ</w:t>
      </w:r>
      <w:r w:rsidRPr="005B68B3">
        <w:rPr>
          <w:rStyle w:val="libAieChar"/>
          <w:rFonts w:hint="cs"/>
          <w:rtl/>
        </w:rPr>
        <w:t>یَ</w:t>
      </w:r>
      <w:r w:rsidRPr="005B68B3">
        <w:rPr>
          <w:rStyle w:val="libAieChar"/>
          <w:rFonts w:hint="eastAsia"/>
          <w:rtl/>
        </w:rPr>
        <w:t>جزِ</w:t>
      </w:r>
      <w:r w:rsidRPr="005B68B3">
        <w:rPr>
          <w:rStyle w:val="libAieChar"/>
          <w:rFonts w:hint="cs"/>
          <w:rtl/>
        </w:rPr>
        <w:t>ی</w:t>
      </w:r>
      <w:r w:rsidRPr="005B68B3">
        <w:rPr>
          <w:rStyle w:val="libAieChar"/>
          <w:rFonts w:hint="eastAsia"/>
          <w:rtl/>
        </w:rPr>
        <w:t>کَ</w:t>
      </w:r>
      <w:r w:rsidRPr="005B68B3">
        <w:rPr>
          <w:rStyle w:val="libAieChar"/>
          <w:rtl/>
        </w:rPr>
        <w:t xml:space="preserve"> أجرَ ما سَقَ</w:t>
      </w:r>
      <w:r w:rsidRPr="005B68B3">
        <w:rPr>
          <w:rStyle w:val="libAieChar"/>
          <w:rFonts w:hint="cs"/>
          <w:rtl/>
        </w:rPr>
        <w:t>ی</w:t>
      </w:r>
      <w:r w:rsidRPr="005B68B3">
        <w:rPr>
          <w:rStyle w:val="libAieChar"/>
          <w:rFonts w:hint="eastAsia"/>
          <w:rtl/>
        </w:rPr>
        <w:t>تَ</w:t>
      </w:r>
      <w:r w:rsidRPr="005B68B3">
        <w:rPr>
          <w:rStyle w:val="libAieChar"/>
          <w:rtl/>
        </w:rPr>
        <w:t xml:space="preserve"> لَنا؛</w:t>
      </w:r>
      <w:r w:rsidR="005B68B3" w:rsidRPr="005B68B3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>«پدرم تو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خواند</w:t>
      </w:r>
      <w:r w:rsidRPr="00A95BC4">
        <w:rPr>
          <w:rtl/>
          <w:lang w:bidi="fa-IR"/>
        </w:rPr>
        <w:t xml:space="preserve"> تا پاداشت دهد، مزد آنکه گوسفندان مرا آ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داد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.» (قصص: 25)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ن‌گونه</w:t>
      </w:r>
      <w:r w:rsidRPr="00A95BC4">
        <w:rPr>
          <w:rtl/>
          <w:lang w:bidi="fa-IR"/>
        </w:rPr>
        <w:t xml:space="preserve"> خدا پاسخ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داد.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خواستند راه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فتند،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دختر گفت: «تو از پشت سر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آنکه ما دودمان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عقوب،</w:t>
      </w:r>
      <w:r w:rsidRPr="00A95BC4">
        <w:rPr>
          <w:rtl/>
          <w:lang w:bidi="fa-IR"/>
        </w:rPr>
        <w:t xml:space="preserve"> به پشت زنان نگاه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م»</w:t>
      </w:r>
      <w:r w:rsidRPr="00A95BC4">
        <w:rPr>
          <w:rtl/>
          <w:lang w:bidi="fa-IR"/>
        </w:rPr>
        <w:t>.</w:t>
      </w:r>
    </w:p>
    <w:p w:rsidR="00A95BC4" w:rsidRPr="00A95BC4" w:rsidRDefault="00A95BC4" w:rsidP="005B68B3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آمد، شع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سبب خروج او را از مصر و ورودش به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را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داستان خود را به طور کامل تعر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</w:t>
      </w:r>
      <w:r w:rsidRPr="00A95BC4">
        <w:rPr>
          <w:rtl/>
          <w:lang w:bidi="fa-IR"/>
        </w:rPr>
        <w:t xml:space="preserve"> کرد. شع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گفت:</w:t>
      </w:r>
      <w:r w:rsidR="005B68B3" w:rsidRPr="005B68B3">
        <w:rPr>
          <w:rStyle w:val="libAlaemChar"/>
          <w:rFonts w:hint="cs"/>
          <w:rtl/>
        </w:rPr>
        <w:t>(</w:t>
      </w:r>
      <w:r w:rsidRPr="00A95BC4">
        <w:rPr>
          <w:rtl/>
          <w:lang w:bidi="fa-IR"/>
        </w:rPr>
        <w:t xml:space="preserve"> </w:t>
      </w:r>
      <w:r w:rsidRPr="005B68B3">
        <w:rPr>
          <w:rStyle w:val="libAieChar"/>
          <w:rtl/>
        </w:rPr>
        <w:t>لا تَخَف نَجَوتَ مِنَ القَومِ</w:t>
      </w:r>
      <w:r w:rsidR="005B68B3" w:rsidRPr="005B68B3">
        <w:rPr>
          <w:rStyle w:val="libAieChar"/>
          <w:rFonts w:hint="cs"/>
          <w:rtl/>
        </w:rPr>
        <w:t xml:space="preserve"> </w:t>
      </w:r>
      <w:r w:rsidRPr="005B68B3">
        <w:rPr>
          <w:rStyle w:val="libAieChar"/>
          <w:rFonts w:hint="eastAsia"/>
          <w:rtl/>
        </w:rPr>
        <w:t>الظّالِم</w:t>
      </w:r>
      <w:r w:rsidRPr="005B68B3">
        <w:rPr>
          <w:rStyle w:val="libAieChar"/>
          <w:rFonts w:hint="cs"/>
          <w:rtl/>
        </w:rPr>
        <w:t>ی</w:t>
      </w:r>
      <w:r w:rsidRPr="005B68B3">
        <w:rPr>
          <w:rStyle w:val="libAieChar"/>
          <w:rFonts w:hint="eastAsia"/>
          <w:rtl/>
        </w:rPr>
        <w:t>نَ</w:t>
      </w:r>
      <w:r w:rsidR="005B68B3" w:rsidRPr="005B68B3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 xml:space="preserve"> «نترس که از گروه ستمکاران رها شد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.» (قصص: 25)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با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سخن آرامش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آن‌قدر بزرگوار بود که شع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و دخترانش از بزرگوار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طبع بلند و اخلاق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او تعجب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کردند</w:t>
      </w:r>
      <w:r w:rsidRPr="00A95BC4">
        <w:rPr>
          <w:rtl/>
          <w:lang w:bidi="fa-IR"/>
        </w:rPr>
        <w:t>. دل صفورا به عشق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رو، به پدرش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شنهاد</w:t>
      </w:r>
      <w:r w:rsidRPr="00A95BC4">
        <w:rPr>
          <w:rtl/>
          <w:lang w:bidi="fa-IR"/>
        </w:rPr>
        <w:t xml:space="preserve"> داد:</w:t>
      </w:r>
    </w:p>
    <w:p w:rsidR="00A95BC4" w:rsidRPr="00A95BC4" w:rsidRDefault="005B68B3" w:rsidP="005B68B3">
      <w:pPr>
        <w:pStyle w:val="libNormal"/>
        <w:rPr>
          <w:rtl/>
          <w:lang w:bidi="fa-IR"/>
        </w:rPr>
      </w:pPr>
      <w:r w:rsidRPr="005B68B3">
        <w:rPr>
          <w:rStyle w:val="libAlaemChar"/>
          <w:rFonts w:hint="cs"/>
          <w:rtl/>
        </w:rPr>
        <w:t>(</w:t>
      </w:r>
      <w:r w:rsidR="00A95BC4" w:rsidRPr="005B68B3">
        <w:rPr>
          <w:rStyle w:val="libAieChar"/>
          <w:rFonts w:hint="cs"/>
          <w:rtl/>
        </w:rPr>
        <w:t>ی</w:t>
      </w:r>
      <w:r w:rsidR="00A95BC4" w:rsidRPr="005B68B3">
        <w:rPr>
          <w:rStyle w:val="libAieChar"/>
          <w:rFonts w:hint="eastAsia"/>
          <w:rtl/>
        </w:rPr>
        <w:t>ا</w:t>
      </w:r>
      <w:r w:rsidR="00A95BC4" w:rsidRPr="005B68B3">
        <w:rPr>
          <w:rStyle w:val="libAieChar"/>
          <w:rtl/>
        </w:rPr>
        <w:t xml:space="preserve"> ابَتِ استَأجِرُه انَّ خَ</w:t>
      </w:r>
      <w:r w:rsidR="00A95BC4" w:rsidRPr="005B68B3">
        <w:rPr>
          <w:rStyle w:val="libAieChar"/>
          <w:rFonts w:hint="cs"/>
          <w:rtl/>
        </w:rPr>
        <w:t>ی</w:t>
      </w:r>
      <w:r w:rsidR="00A95BC4" w:rsidRPr="005B68B3">
        <w:rPr>
          <w:rStyle w:val="libAieChar"/>
          <w:rFonts w:hint="eastAsia"/>
          <w:rtl/>
        </w:rPr>
        <w:t>رَ</w:t>
      </w:r>
      <w:r w:rsidR="00A95BC4" w:rsidRPr="005B68B3">
        <w:rPr>
          <w:rStyle w:val="libAieChar"/>
          <w:rtl/>
        </w:rPr>
        <w:t xml:space="preserve"> مَنِ استَأجَرتَ القَوِ</w:t>
      </w:r>
      <w:r w:rsidR="00A95BC4" w:rsidRPr="005B68B3">
        <w:rPr>
          <w:rStyle w:val="libAieChar"/>
          <w:rFonts w:hint="cs"/>
          <w:rtl/>
        </w:rPr>
        <w:t>یُّ</w:t>
      </w:r>
      <w:r w:rsidR="00A95BC4" w:rsidRPr="005B68B3">
        <w:rPr>
          <w:rStyle w:val="libAieChar"/>
          <w:rtl/>
        </w:rPr>
        <w:t xml:space="preserve"> الام</w:t>
      </w:r>
      <w:r w:rsidR="00A95BC4" w:rsidRPr="005B68B3">
        <w:rPr>
          <w:rStyle w:val="libAieChar"/>
          <w:rFonts w:hint="cs"/>
          <w:rtl/>
        </w:rPr>
        <w:t>ی</w:t>
      </w:r>
      <w:r w:rsidR="00A95BC4" w:rsidRPr="005B68B3">
        <w:rPr>
          <w:rStyle w:val="libAieChar"/>
          <w:rFonts w:hint="eastAsia"/>
          <w:rtl/>
        </w:rPr>
        <w:t>نُ</w:t>
      </w:r>
      <w:r w:rsidRPr="005B68B3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>(قصص: 26)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پدر، اج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رش</w:t>
      </w:r>
      <w:r w:rsidRPr="00A95BC4">
        <w:rPr>
          <w:rtl/>
          <w:lang w:bidi="fa-IR"/>
        </w:rPr>
        <w:t xml:space="preserve"> کن که او بهتر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اج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رشدگان</w:t>
      </w:r>
      <w:r w:rsidRPr="00A95BC4">
        <w:rPr>
          <w:rtl/>
          <w:lang w:bidi="fa-IR"/>
        </w:rPr>
        <w:t xml:space="preserve"> است،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هم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رومند</w:t>
      </w:r>
      <w:r w:rsidRPr="00A95BC4">
        <w:rPr>
          <w:rtl/>
          <w:lang w:bidi="fa-IR"/>
        </w:rPr>
        <w:t xml:space="preserve"> است و هم 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شع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از او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«از کجا فهم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رومند</w:t>
      </w:r>
      <w:r w:rsidRPr="00A95BC4">
        <w:rPr>
          <w:rtl/>
          <w:lang w:bidi="fa-IR"/>
        </w:rPr>
        <w:t xml:space="preserve"> و 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است»، صفورا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پدر! او پاره سنگ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به تنها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جا به جا کرد که ده مرد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رومند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توانستند،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را بکنند، اما در مورد امانتش، آن روز که مرا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آوردن او به دنبالش فرستاد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به من گفت: تو از پشت سر من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ا،</w:t>
      </w:r>
      <w:r w:rsidRPr="00A95BC4">
        <w:rPr>
          <w:rtl/>
          <w:lang w:bidi="fa-IR"/>
        </w:rPr>
        <w:t xml:space="preserve">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علت را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دم،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جواب داد: ما خاندان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عقوب</w:t>
      </w:r>
      <w:r w:rsidRPr="00A95BC4">
        <w:rPr>
          <w:rtl/>
          <w:lang w:bidi="fa-IR"/>
        </w:rPr>
        <w:t xml:space="preserve"> به پشت سر زنان نگاه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م»</w:t>
      </w:r>
      <w:r w:rsidRPr="00A95BC4">
        <w:rPr>
          <w:rtl/>
          <w:lang w:bidi="fa-IR"/>
        </w:rPr>
        <w:t>.</w:t>
      </w:r>
    </w:p>
    <w:p w:rsidR="00A95BC4" w:rsidRPr="00A95BC4" w:rsidRDefault="00A95BC4" w:rsidP="005B68B3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شع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گفت: «درست است، دخترم مرد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خصوص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ات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خوب است که با ما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کند».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شنهاد</w:t>
      </w:r>
      <w:r w:rsidRPr="00A95BC4">
        <w:rPr>
          <w:rtl/>
          <w:lang w:bidi="fa-IR"/>
        </w:rPr>
        <w:t xml:space="preserve"> صفورا، شع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را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به تفکر واداشت. او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در دلش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که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را نزد خود نگاه دارد.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رو، به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ن‌گونه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شنهاد</w:t>
      </w:r>
      <w:r w:rsidRPr="00A95BC4">
        <w:rPr>
          <w:rtl/>
          <w:lang w:bidi="fa-IR"/>
        </w:rPr>
        <w:t xml:space="preserve"> داد: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!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خواهم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دختران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را به ازدواج با تو درآورم، به شرط آنکه در</w:t>
      </w:r>
      <w:r w:rsidR="005B68B3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ازا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هشت سال در نگهدار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گوسفندان و سا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کارها،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ام</w:t>
      </w:r>
      <w:r w:rsidRPr="00A95BC4">
        <w:rPr>
          <w:rtl/>
          <w:lang w:bidi="fa-IR"/>
        </w:rPr>
        <w:t xml:space="preserve"> ده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اگر خواست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شتر</w:t>
      </w:r>
      <w:r w:rsidRPr="00A95BC4">
        <w:rPr>
          <w:rtl/>
          <w:lang w:bidi="fa-IR"/>
        </w:rPr>
        <w:t xml:space="preserve"> بمان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مثلًا تا ده سال،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موظف به دوسال پس از آن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نپذ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من 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دوارم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شنهاد</w:t>
      </w:r>
      <w:r w:rsidRPr="00A95BC4">
        <w:rPr>
          <w:rtl/>
          <w:lang w:bidi="fa-IR"/>
        </w:rPr>
        <w:t xml:space="preserve"> مرا قبول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اجبار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کار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>. در مقابل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اگر خدا بخواهد، از مخلصان وفادار باش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در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تنها، طرد شده، جدا از خانواده و دوستان، دور از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اران</w:t>
      </w:r>
      <w:r w:rsidRPr="00A95BC4">
        <w:rPr>
          <w:rtl/>
          <w:lang w:bidi="fa-IR"/>
        </w:rPr>
        <w:t xml:space="preserve"> و وطن و وحشت‌زده از فرعون، آن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رمرد</w:t>
      </w:r>
      <w:r w:rsidRPr="00A95BC4">
        <w:rPr>
          <w:rtl/>
          <w:lang w:bidi="fa-IR"/>
        </w:rPr>
        <w:t xml:space="preserve"> او را به خانه‌اش دعوت نموده و پناه داده بود. او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</w:t>
      </w:r>
      <w:r w:rsidRPr="00A95BC4">
        <w:rPr>
          <w:rtl/>
          <w:lang w:bidi="fa-IR"/>
        </w:rPr>
        <w:t xml:space="preserve"> با چه زبان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شع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خاطر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همه لطف تشکر کند.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رو،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شنهاد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را </w:t>
      </w:r>
      <w:r w:rsidRPr="00A95BC4">
        <w:rPr>
          <w:rFonts w:hint="eastAsia"/>
          <w:rtl/>
          <w:lang w:bidi="fa-IR"/>
        </w:rPr>
        <w:t>با</w:t>
      </w:r>
      <w:r w:rsidRPr="00A95BC4">
        <w:rPr>
          <w:rtl/>
          <w:lang w:bidi="fa-IR"/>
        </w:rPr>
        <w:t xml:space="preserve"> کمال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رفت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با صفورا ازدواج کرد. صفورا دختر شع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بن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بن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شجر</w:t>
      </w:r>
      <w:r w:rsidRPr="00A95BC4">
        <w:rPr>
          <w:rtl/>
          <w:lang w:bidi="fa-IR"/>
        </w:rPr>
        <w:t xml:space="preserve"> بود.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ده سال را به خدمت‌گزار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سپر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کرد. پس از پا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افتن</w:t>
      </w:r>
      <w:r w:rsidRPr="00A95BC4">
        <w:rPr>
          <w:rtl/>
          <w:lang w:bidi="fa-IR"/>
        </w:rPr>
        <w:t xml:space="preserve"> مدت معلوم، به خاطر وفا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عهد و امانت‌دار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اش</w:t>
      </w:r>
      <w:r w:rsidRPr="00A95BC4">
        <w:rPr>
          <w:rtl/>
          <w:lang w:bidi="fa-IR"/>
        </w:rPr>
        <w:t xml:space="preserve"> و به عنوان ارث صفورا از پدر، شع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چند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گوسفند به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و همسرش هد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کرد. مو</w:t>
      </w:r>
      <w:r w:rsidRPr="00A95BC4">
        <w:rPr>
          <w:rFonts w:hint="eastAsia"/>
          <w:rtl/>
          <w:lang w:bidi="fa-IR"/>
        </w:rPr>
        <w:t>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وطن، احساس دلتنگ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و دوست داشت که دوباره به وطنش بازگردد.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تمام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دارا</w:t>
      </w:r>
      <w:r w:rsidRPr="00A95BC4">
        <w:rPr>
          <w:rFonts w:hint="cs"/>
          <w:rtl/>
          <w:lang w:bidi="fa-IR"/>
        </w:rPr>
        <w:t>یی‌</w:t>
      </w:r>
      <w:r w:rsidRPr="00A95BC4">
        <w:rPr>
          <w:rFonts w:hint="eastAsia"/>
          <w:rtl/>
          <w:lang w:bidi="fa-IR"/>
        </w:rPr>
        <w:t>اش</w:t>
      </w:r>
      <w:r w:rsidRPr="00A95BC4">
        <w:rPr>
          <w:rtl/>
          <w:lang w:bidi="fa-IR"/>
        </w:rPr>
        <w:t xml:space="preserve"> را جمع کرد، با شع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وداع نمود و با خانواده‌اش عازم مصر شد. شع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دعا کرد و از خدا توف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tl/>
          <w:lang w:bidi="fa-IR"/>
        </w:rPr>
        <w:t xml:space="preserve"> او را خواستار شد.</w:t>
      </w:r>
    </w:p>
    <w:p w:rsidR="00A95BC4" w:rsidRPr="00A95BC4" w:rsidRDefault="00A95BC4" w:rsidP="00112CED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همراه خانواده‌اش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جنوب و طور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نا</w:t>
      </w:r>
      <w:r w:rsidRPr="00A95BC4">
        <w:rPr>
          <w:rtl/>
          <w:lang w:bidi="fa-IR"/>
        </w:rPr>
        <w:t xml:space="preserve"> حرکت کردند. صفورا باردار بود. مدت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راه سپردند،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شب شد</w:t>
      </w:r>
      <w:r w:rsidR="00112CED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و</w:t>
      </w:r>
      <w:r w:rsidRPr="00A95BC4">
        <w:rPr>
          <w:rtl/>
          <w:lang w:bidi="fa-IR"/>
        </w:rPr>
        <w:t xml:space="preserve"> خواستند در جا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استراحت کنند. آنها در طور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نا</w:t>
      </w:r>
      <w:r w:rsidRPr="00A95BC4">
        <w:rPr>
          <w:rtl/>
          <w:lang w:bidi="fa-IR"/>
        </w:rPr>
        <w:t xml:space="preserve"> توقف کردند. پس از مدت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صفورا به شدت احساس سرما کرد. در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هنگام نور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دور پد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دار</w:t>
      </w:r>
      <w:r w:rsidRPr="00A95BC4">
        <w:rPr>
          <w:rtl/>
          <w:lang w:bidi="fa-IR"/>
        </w:rPr>
        <w:t xml:space="preserve"> شد،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گفت:</w:t>
      </w:r>
    </w:p>
    <w:p w:rsidR="00A95BC4" w:rsidRPr="00A95BC4" w:rsidRDefault="00112CED" w:rsidP="00A95BC4">
      <w:pPr>
        <w:pStyle w:val="libNormal"/>
        <w:rPr>
          <w:rtl/>
          <w:lang w:bidi="fa-IR"/>
        </w:rPr>
      </w:pPr>
      <w:r w:rsidRPr="00112CED">
        <w:rPr>
          <w:rStyle w:val="libAlaemChar"/>
          <w:rFonts w:hint="cs"/>
          <w:rtl/>
        </w:rPr>
        <w:t>(</w:t>
      </w:r>
      <w:r w:rsidR="00A95BC4" w:rsidRPr="00112CED">
        <w:rPr>
          <w:rStyle w:val="libAieChar"/>
          <w:rFonts w:hint="eastAsia"/>
          <w:rtl/>
        </w:rPr>
        <w:t>امْکُثُوا</w:t>
      </w:r>
      <w:r w:rsidR="00A95BC4" w:rsidRPr="00112CED">
        <w:rPr>
          <w:rStyle w:val="libAieChar"/>
          <w:rtl/>
        </w:rPr>
        <w:t xml:space="preserve"> إِنِّ</w:t>
      </w:r>
      <w:r w:rsidR="00A95BC4" w:rsidRPr="00112CED">
        <w:rPr>
          <w:rStyle w:val="libAieChar"/>
          <w:rFonts w:hint="cs"/>
          <w:rtl/>
        </w:rPr>
        <w:t>ی</w:t>
      </w:r>
      <w:r w:rsidR="00A95BC4" w:rsidRPr="00112CED">
        <w:rPr>
          <w:rStyle w:val="libAieChar"/>
          <w:rtl/>
        </w:rPr>
        <w:t xml:space="preserve"> آنَسْتُ ناراً لَعَلِّ</w:t>
      </w:r>
      <w:r w:rsidR="00A95BC4" w:rsidRPr="00112CED">
        <w:rPr>
          <w:rStyle w:val="libAieChar"/>
          <w:rFonts w:hint="cs"/>
          <w:rtl/>
        </w:rPr>
        <w:t>ی</w:t>
      </w:r>
      <w:r w:rsidR="00A95BC4" w:rsidRPr="00112CED">
        <w:rPr>
          <w:rStyle w:val="libAieChar"/>
          <w:rtl/>
        </w:rPr>
        <w:t xml:space="preserve"> آتِ</w:t>
      </w:r>
      <w:r w:rsidR="00A95BC4" w:rsidRPr="00112CED">
        <w:rPr>
          <w:rStyle w:val="libAieChar"/>
          <w:rFonts w:hint="cs"/>
          <w:rtl/>
        </w:rPr>
        <w:t>ی</w:t>
      </w:r>
      <w:r w:rsidR="00A95BC4" w:rsidRPr="00112CED">
        <w:rPr>
          <w:rStyle w:val="libAieChar"/>
          <w:rFonts w:hint="eastAsia"/>
          <w:rtl/>
        </w:rPr>
        <w:t>کُمْ</w:t>
      </w:r>
      <w:r w:rsidR="00A95BC4" w:rsidRPr="00112CED">
        <w:rPr>
          <w:rStyle w:val="libAieChar"/>
          <w:rtl/>
        </w:rPr>
        <w:t xml:space="preserve"> مِنْها بِخَبَرٍ أَوْ جَذْوَةٍ مِنَ النَّارِ لَعَلَّکُمْ تَصْطَلُونَ</w:t>
      </w:r>
      <w:r w:rsidRPr="00112CED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(قصص: 29)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درنگ</w:t>
      </w:r>
      <w:r w:rsidRPr="00A95BC4">
        <w:rPr>
          <w:rtl/>
          <w:lang w:bidi="fa-IR"/>
        </w:rPr>
        <w:t xml:space="preserve">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من [از دور] آتش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دم،</w:t>
      </w:r>
      <w:r w:rsidRPr="00A95BC4">
        <w:rPr>
          <w:rtl/>
          <w:lang w:bidi="fa-IR"/>
        </w:rPr>
        <w:t xml:space="preserve"> [م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روم</w:t>
      </w:r>
      <w:r w:rsidRPr="00A95BC4">
        <w:rPr>
          <w:rtl/>
          <w:lang w:bidi="fa-IR"/>
        </w:rPr>
        <w:t>] 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خبر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آن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شما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اورم،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شعله‌ا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آتش تا با آن گرم شو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راه افتاد و چون به آن محل نوران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از کناره راست آن واد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در آن بقعه مبارک وارد شد. آن شب مبارک، آغاز نبوت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بود و همان شب بود که خداوند او را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برگز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آتش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نور حق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که مانند آن را هرگز 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 و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tl/>
          <w:lang w:bidi="fa-IR"/>
        </w:rPr>
        <w:t>دانست که آن نور از جانب خداست. به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ل،</w:t>
      </w:r>
      <w:r w:rsidRPr="00A95BC4">
        <w:rPr>
          <w:rtl/>
          <w:lang w:bidi="fa-IR"/>
        </w:rPr>
        <w:t xml:space="preserve"> به خانواده‌اش گفت: «من آتش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دم،</w:t>
      </w:r>
      <w:r w:rsidRPr="00A95BC4">
        <w:rPr>
          <w:rtl/>
          <w:lang w:bidi="fa-IR"/>
        </w:rPr>
        <w:t xml:space="preserve"> 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از آن خبر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شعله‌ا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تان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اورم</w:t>
      </w:r>
      <w:r w:rsidRPr="00A95BC4">
        <w:rPr>
          <w:rtl/>
          <w:lang w:bidi="fa-IR"/>
        </w:rPr>
        <w:t xml:space="preserve"> تا گرم شو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د»</w:t>
      </w:r>
      <w:r w:rsidRPr="00A95BC4">
        <w:rPr>
          <w:rtl/>
          <w:lang w:bidi="fa-IR"/>
        </w:rPr>
        <w:t>.</w:t>
      </w:r>
    </w:p>
    <w:p w:rsidR="00A95BC4" w:rsidRPr="00A95BC4" w:rsidRDefault="00A95BC4" w:rsidP="00112CED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پنداشت</w:t>
      </w:r>
      <w:r w:rsidRPr="00A95BC4">
        <w:rPr>
          <w:rtl/>
          <w:lang w:bidi="fa-IR"/>
        </w:rPr>
        <w:t xml:space="preserve"> که کاروان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آن راه است و او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تواند</w:t>
      </w:r>
      <w:r w:rsidRPr="00A95BC4">
        <w:rPr>
          <w:rtl/>
          <w:lang w:bidi="fa-IR"/>
        </w:rPr>
        <w:t xml:space="preserve"> از آنها پاره‌ا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آتش بستاند، از قضا آن شب هم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سرد و هم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تار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بود.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به آتش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صدا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خداوند را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گفت:</w:t>
      </w:r>
      <w:r w:rsidR="00112CED" w:rsidRPr="00112CED">
        <w:rPr>
          <w:rStyle w:val="libAlaemChar"/>
          <w:rFonts w:hint="cs"/>
          <w:rtl/>
        </w:rPr>
        <w:t>(</w:t>
      </w:r>
      <w:r w:rsidRPr="00A95BC4">
        <w:rPr>
          <w:rtl/>
          <w:lang w:bidi="fa-IR"/>
        </w:rPr>
        <w:t xml:space="preserve"> </w:t>
      </w:r>
      <w:r w:rsidRPr="00112CED">
        <w:rPr>
          <w:rStyle w:val="libAieChar"/>
          <w:rFonts w:hint="cs"/>
          <w:rtl/>
        </w:rPr>
        <w:t>ی</w:t>
      </w:r>
      <w:r w:rsidRPr="00112CED">
        <w:rPr>
          <w:rStyle w:val="libAieChar"/>
          <w:rFonts w:hint="eastAsia"/>
          <w:rtl/>
        </w:rPr>
        <w:t>ا</w:t>
      </w:r>
      <w:r w:rsidRPr="00112CED">
        <w:rPr>
          <w:rStyle w:val="libAieChar"/>
          <w:rtl/>
        </w:rPr>
        <w:t xml:space="preserve"> مُوس</w:t>
      </w:r>
      <w:r w:rsidRPr="00112CED">
        <w:rPr>
          <w:rStyle w:val="libAieChar"/>
          <w:rFonts w:hint="cs"/>
          <w:rtl/>
        </w:rPr>
        <w:t>ی</w:t>
      </w:r>
      <w:r w:rsidRPr="00112CED">
        <w:rPr>
          <w:rStyle w:val="libAieChar"/>
          <w:rtl/>
        </w:rPr>
        <w:t xml:space="preserve"> إِنِّ</w:t>
      </w:r>
      <w:r w:rsidRPr="00112CED">
        <w:rPr>
          <w:rStyle w:val="libAieChar"/>
          <w:rFonts w:hint="cs"/>
          <w:rtl/>
        </w:rPr>
        <w:t>ی</w:t>
      </w:r>
      <w:r w:rsidRPr="00112CED">
        <w:rPr>
          <w:rStyle w:val="libAieChar"/>
          <w:rtl/>
        </w:rPr>
        <w:t xml:space="preserve"> أَنَا اللهُ رَبُّ الْعالَمِ</w:t>
      </w:r>
      <w:r w:rsidRPr="00112CED">
        <w:rPr>
          <w:rStyle w:val="libAieChar"/>
          <w:rFonts w:hint="cs"/>
          <w:rtl/>
        </w:rPr>
        <w:t>ی</w:t>
      </w:r>
      <w:r w:rsidRPr="00112CED">
        <w:rPr>
          <w:rStyle w:val="libAieChar"/>
          <w:rFonts w:hint="eastAsia"/>
          <w:rtl/>
        </w:rPr>
        <w:t>نَ</w:t>
      </w:r>
      <w:r w:rsidR="00112CED" w:rsidRPr="00112CED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>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! همانا من خداو</w:t>
      </w:r>
      <w:r w:rsidRPr="00A95BC4">
        <w:rPr>
          <w:rFonts w:hint="eastAsia"/>
          <w:rtl/>
          <w:lang w:bidi="fa-IR"/>
        </w:rPr>
        <w:t>ند</w:t>
      </w:r>
      <w:r w:rsidRPr="00A95BC4">
        <w:rPr>
          <w:rtl/>
          <w:lang w:bidi="fa-IR"/>
        </w:rPr>
        <w:t xml:space="preserve"> جهان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هستم.» (قصص: 30)</w:t>
      </w:r>
    </w:p>
    <w:p w:rsidR="00A95BC4" w:rsidRPr="00A95BC4" w:rsidRDefault="00A95BC4" w:rsidP="00112CED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خداوند،</w:t>
      </w:r>
      <w:r w:rsidRPr="00A95BC4">
        <w:rPr>
          <w:rtl/>
          <w:lang w:bidi="fa-IR"/>
        </w:rPr>
        <w:t xml:space="preserve"> از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</w:t>
      </w:r>
      <w:r w:rsidR="00112CED" w:rsidRPr="00112CED">
        <w:rPr>
          <w:rStyle w:val="libAlaemChar"/>
          <w:rFonts w:hint="cs"/>
          <w:rtl/>
        </w:rPr>
        <w:t>(</w:t>
      </w:r>
      <w:r w:rsidRPr="00A95BC4">
        <w:rPr>
          <w:rtl/>
          <w:lang w:bidi="fa-IR"/>
        </w:rPr>
        <w:t xml:space="preserve"> </w:t>
      </w:r>
      <w:r w:rsidRPr="00112CED">
        <w:rPr>
          <w:rStyle w:val="libAieChar"/>
          <w:rtl/>
        </w:rPr>
        <w:t>ما تِلْکَ بِ</w:t>
      </w:r>
      <w:r w:rsidRPr="00112CED">
        <w:rPr>
          <w:rStyle w:val="libAieChar"/>
          <w:rFonts w:hint="cs"/>
          <w:rtl/>
        </w:rPr>
        <w:t>یَ</w:t>
      </w:r>
      <w:r w:rsidRPr="00112CED">
        <w:rPr>
          <w:rStyle w:val="libAieChar"/>
          <w:rFonts w:hint="eastAsia"/>
          <w:rtl/>
        </w:rPr>
        <w:t>مِ</w:t>
      </w:r>
      <w:r w:rsidRPr="00112CED">
        <w:rPr>
          <w:rStyle w:val="libAieChar"/>
          <w:rFonts w:hint="cs"/>
          <w:rtl/>
        </w:rPr>
        <w:t>ی</w:t>
      </w:r>
      <w:r w:rsidRPr="00112CED">
        <w:rPr>
          <w:rStyle w:val="libAieChar"/>
          <w:rFonts w:hint="eastAsia"/>
          <w:rtl/>
        </w:rPr>
        <w:t>نِکَ</w:t>
      </w:r>
      <w:r w:rsidRPr="00112CED">
        <w:rPr>
          <w:rStyle w:val="libAieChar"/>
          <w:rtl/>
        </w:rPr>
        <w:t xml:space="preserve"> </w:t>
      </w:r>
      <w:r w:rsidRPr="00112CED">
        <w:rPr>
          <w:rStyle w:val="libAieChar"/>
          <w:rFonts w:hint="cs"/>
          <w:rtl/>
        </w:rPr>
        <w:t>ی</w:t>
      </w:r>
      <w:r w:rsidRPr="00112CED">
        <w:rPr>
          <w:rStyle w:val="libAieChar"/>
          <w:rFonts w:hint="eastAsia"/>
          <w:rtl/>
        </w:rPr>
        <w:t>ا</w:t>
      </w:r>
      <w:r w:rsidRPr="00112CED">
        <w:rPr>
          <w:rStyle w:val="libAieChar"/>
          <w:rtl/>
        </w:rPr>
        <w:t xml:space="preserve"> مُوس</w:t>
      </w:r>
      <w:r w:rsidRPr="00112CED">
        <w:rPr>
          <w:rStyle w:val="libAieChar"/>
          <w:rFonts w:hint="cs"/>
          <w:rtl/>
        </w:rPr>
        <w:t>ی</w:t>
      </w:r>
      <w:r w:rsidR="00112CED" w:rsidRPr="00112CED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 xml:space="preserve">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!</w:t>
      </w:r>
      <w:r w:rsidR="00112CED" w:rsidRPr="00A95BC4">
        <w:rPr>
          <w:rFonts w:hint="eastAsia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آن</w:t>
      </w:r>
      <w:r w:rsidRPr="00A95BC4">
        <w:rPr>
          <w:rtl/>
          <w:lang w:bidi="fa-IR"/>
        </w:rPr>
        <w:t xml:space="preserve">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به دست راست تو؟» (طه: 17)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که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توان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ندارد و آنچه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</w:t>
      </w:r>
      <w:r w:rsidRPr="00A95BC4">
        <w:rPr>
          <w:rtl/>
          <w:lang w:bidi="fa-IR"/>
        </w:rPr>
        <w:t xml:space="preserve"> ما فوق قدرت بشر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است، پاسخ سؤال را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ن‌گونه</w:t>
      </w:r>
      <w:r w:rsidRPr="00A95BC4">
        <w:rPr>
          <w:rtl/>
          <w:lang w:bidi="fa-IR"/>
        </w:rPr>
        <w:t xml:space="preserve"> داد:</w:t>
      </w:r>
    </w:p>
    <w:p w:rsidR="00A95BC4" w:rsidRPr="00A95BC4" w:rsidRDefault="00112CED" w:rsidP="00A95BC4">
      <w:pPr>
        <w:pStyle w:val="libNormal"/>
        <w:rPr>
          <w:rtl/>
          <w:lang w:bidi="fa-IR"/>
        </w:rPr>
      </w:pPr>
      <w:r w:rsidRPr="00112CED">
        <w:rPr>
          <w:rStyle w:val="libAlaemChar"/>
          <w:rFonts w:hint="cs"/>
          <w:rtl/>
        </w:rPr>
        <w:lastRenderedPageBreak/>
        <w:t>(</w:t>
      </w:r>
      <w:r w:rsidR="00A95BC4" w:rsidRPr="00112CED">
        <w:rPr>
          <w:rStyle w:val="libAieChar"/>
          <w:rFonts w:hint="eastAsia"/>
          <w:rtl/>
        </w:rPr>
        <w:t>هِ</w:t>
      </w:r>
      <w:r w:rsidR="00A95BC4" w:rsidRPr="00112CED">
        <w:rPr>
          <w:rStyle w:val="libAieChar"/>
          <w:rFonts w:hint="cs"/>
          <w:rtl/>
        </w:rPr>
        <w:t>یَ</w:t>
      </w:r>
      <w:r w:rsidR="00A95BC4" w:rsidRPr="00112CED">
        <w:rPr>
          <w:rStyle w:val="libAieChar"/>
          <w:rtl/>
        </w:rPr>
        <w:t xml:space="preserve"> عَصا</w:t>
      </w:r>
      <w:r w:rsidR="00A95BC4" w:rsidRPr="00112CED">
        <w:rPr>
          <w:rStyle w:val="libAieChar"/>
          <w:rFonts w:hint="cs"/>
          <w:rtl/>
        </w:rPr>
        <w:t>یَ</w:t>
      </w:r>
      <w:r w:rsidR="00A95BC4" w:rsidRPr="00112CED">
        <w:rPr>
          <w:rStyle w:val="libAieChar"/>
          <w:rtl/>
        </w:rPr>
        <w:t xml:space="preserve"> اتَوَکَّؤُا عَلَ</w:t>
      </w:r>
      <w:r w:rsidR="00A95BC4" w:rsidRPr="00112CED">
        <w:rPr>
          <w:rStyle w:val="libAieChar"/>
          <w:rFonts w:hint="cs"/>
          <w:rtl/>
        </w:rPr>
        <w:t>یْ</w:t>
      </w:r>
      <w:r w:rsidR="00A95BC4" w:rsidRPr="00112CED">
        <w:rPr>
          <w:rStyle w:val="libAieChar"/>
          <w:rFonts w:hint="eastAsia"/>
          <w:rtl/>
        </w:rPr>
        <w:t>ها</w:t>
      </w:r>
      <w:r w:rsidR="00A95BC4" w:rsidRPr="00112CED">
        <w:rPr>
          <w:rStyle w:val="libAieChar"/>
          <w:rtl/>
        </w:rPr>
        <w:t xml:space="preserve"> وَ اهُشُّ بِها عَل</w:t>
      </w:r>
      <w:r w:rsidR="00A95BC4" w:rsidRPr="00112CED">
        <w:rPr>
          <w:rStyle w:val="libAieChar"/>
          <w:rFonts w:hint="cs"/>
          <w:rtl/>
        </w:rPr>
        <w:t>ی</w:t>
      </w:r>
      <w:r w:rsidR="00A95BC4" w:rsidRPr="00112CED">
        <w:rPr>
          <w:rStyle w:val="libAieChar"/>
          <w:rtl/>
        </w:rPr>
        <w:t xml:space="preserve"> غَنَمِ</w:t>
      </w:r>
      <w:r w:rsidR="00A95BC4" w:rsidRPr="00112CED">
        <w:rPr>
          <w:rStyle w:val="libAieChar"/>
          <w:rFonts w:hint="cs"/>
          <w:rtl/>
        </w:rPr>
        <w:t>ی</w:t>
      </w:r>
      <w:r w:rsidR="00A95BC4" w:rsidRPr="00112CED">
        <w:rPr>
          <w:rStyle w:val="libAieChar"/>
          <w:rtl/>
        </w:rPr>
        <w:t xml:space="preserve"> وَ لِ</w:t>
      </w:r>
      <w:r w:rsidR="00A95BC4" w:rsidRPr="00112CED">
        <w:rPr>
          <w:rStyle w:val="libAieChar"/>
          <w:rFonts w:hint="cs"/>
          <w:rtl/>
        </w:rPr>
        <w:t>یَ</w:t>
      </w:r>
      <w:r w:rsidR="00A95BC4" w:rsidRPr="00112CED">
        <w:rPr>
          <w:rStyle w:val="libAieChar"/>
          <w:rtl/>
        </w:rPr>
        <w:t xml:space="preserve"> فِ</w:t>
      </w:r>
      <w:r w:rsidR="00A95BC4" w:rsidRPr="00112CED">
        <w:rPr>
          <w:rStyle w:val="libAieChar"/>
          <w:rFonts w:hint="cs"/>
          <w:rtl/>
        </w:rPr>
        <w:t>ی</w:t>
      </w:r>
      <w:r w:rsidR="00A95BC4" w:rsidRPr="00112CED">
        <w:rPr>
          <w:rStyle w:val="libAieChar"/>
          <w:rFonts w:hint="eastAsia"/>
          <w:rtl/>
        </w:rPr>
        <w:t>ها</w:t>
      </w:r>
      <w:r w:rsidR="00A95BC4" w:rsidRPr="00112CED">
        <w:rPr>
          <w:rStyle w:val="libAieChar"/>
          <w:rtl/>
        </w:rPr>
        <w:t xml:space="preserve"> مَآرِبُ اخْر</w:t>
      </w:r>
      <w:r w:rsidR="00A95BC4" w:rsidRPr="00112CED">
        <w:rPr>
          <w:rStyle w:val="libAieChar"/>
          <w:rFonts w:hint="cs"/>
          <w:rtl/>
        </w:rPr>
        <w:t>ی</w:t>
      </w:r>
      <w:r w:rsidRPr="00112CED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(طه: 18)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عصا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 است که بدان تک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کنم</w:t>
      </w:r>
      <w:r w:rsidRPr="00A95BC4">
        <w:rPr>
          <w:rtl/>
          <w:lang w:bidi="fa-IR"/>
        </w:rPr>
        <w:t xml:space="preserve"> و با آن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گوسفندانم برگ فرو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زم؛</w:t>
      </w:r>
      <w:r w:rsidRPr="00A95BC4">
        <w:rPr>
          <w:rtl/>
          <w:lang w:bidi="fa-IR"/>
        </w:rPr>
        <w:t xml:space="preserve"> و من در آن منافع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دارم.</w:t>
      </w:r>
    </w:p>
    <w:p w:rsidR="00A95BC4" w:rsidRPr="00A95BC4" w:rsidRDefault="00A95BC4" w:rsidP="00112CED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او</w:t>
      </w:r>
      <w:r w:rsidRPr="00A95BC4">
        <w:rPr>
          <w:rtl/>
          <w:lang w:bidi="fa-IR"/>
        </w:rPr>
        <w:t xml:space="preserve"> گمان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منظور خداوند از آن سؤال، ذکر خصوص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ات</w:t>
      </w:r>
      <w:r w:rsidRPr="00A95BC4">
        <w:rPr>
          <w:rtl/>
          <w:lang w:bidi="fa-IR"/>
        </w:rPr>
        <w:t xml:space="preserve"> عصا و منافع آن است، اما در واقع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سؤال، مقدمه‌ا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نشان دادن معجزه بود. خداوند از حق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قت</w:t>
      </w:r>
      <w:r w:rsidRPr="00A95BC4">
        <w:rPr>
          <w:rtl/>
          <w:lang w:bidi="fa-IR"/>
        </w:rPr>
        <w:t xml:space="preserve"> عصا سؤال کرد. تا جا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که چون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پس از آن معجزه‌ها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 را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دانست که آن از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روشن و حجت‌ها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صادق </w:t>
      </w:r>
      <w:r w:rsidRPr="00A95BC4">
        <w:rPr>
          <w:rFonts w:hint="eastAsia"/>
          <w:rtl/>
          <w:lang w:bidi="fa-IR"/>
        </w:rPr>
        <w:t>خداوند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که مخصوص خداوند آسمان‌هاست، تا بتواند نشانه‌ا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اثبات حقان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و تقو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رسالت خداوند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باشد. خداوند به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امر کرد که عصا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را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ندازد</w:t>
      </w:r>
      <w:r w:rsidRPr="00A95BC4">
        <w:rPr>
          <w:rtl/>
          <w:lang w:bidi="fa-IR"/>
        </w:rPr>
        <w:t>. زمان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عصا را انداخت، عصا به مار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شد.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لحظه‌ا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فرار کرد، خداوند ندا داد: </w:t>
      </w:r>
      <w:r w:rsidR="00112CED" w:rsidRPr="00112CED">
        <w:rPr>
          <w:rStyle w:val="libAlaemChar"/>
          <w:rFonts w:hint="cs"/>
          <w:rtl/>
        </w:rPr>
        <w:t>(</w:t>
      </w:r>
      <w:r w:rsidRPr="00112CED">
        <w:rPr>
          <w:rStyle w:val="libAieChar"/>
          <w:rtl/>
        </w:rPr>
        <w:t>ل</w:t>
      </w:r>
      <w:r w:rsidRPr="00112CED">
        <w:rPr>
          <w:rStyle w:val="libAieChar"/>
          <w:rFonts w:hint="eastAsia"/>
          <w:rtl/>
        </w:rPr>
        <w:t>ا</w:t>
      </w:r>
      <w:r w:rsidRPr="00112CED">
        <w:rPr>
          <w:rStyle w:val="libAieChar"/>
          <w:rtl/>
        </w:rPr>
        <w:t xml:space="preserve"> تَخَفْ إِنِّ</w:t>
      </w:r>
      <w:r w:rsidRPr="00112CED">
        <w:rPr>
          <w:rStyle w:val="libAieChar"/>
          <w:rFonts w:hint="cs"/>
          <w:rtl/>
        </w:rPr>
        <w:t>ی</w:t>
      </w:r>
      <w:r w:rsidRPr="00112CED">
        <w:rPr>
          <w:rStyle w:val="libAieChar"/>
          <w:rtl/>
        </w:rPr>
        <w:t xml:space="preserve"> لا </w:t>
      </w:r>
      <w:r w:rsidRPr="00112CED">
        <w:rPr>
          <w:rStyle w:val="libAieChar"/>
          <w:rFonts w:hint="cs"/>
          <w:rtl/>
        </w:rPr>
        <w:t>یَ</w:t>
      </w:r>
      <w:r w:rsidRPr="00112CED">
        <w:rPr>
          <w:rStyle w:val="libAieChar"/>
          <w:rFonts w:hint="eastAsia"/>
          <w:rtl/>
        </w:rPr>
        <w:t>خافُ</w:t>
      </w:r>
      <w:r w:rsidRPr="00112CED">
        <w:rPr>
          <w:rStyle w:val="libAieChar"/>
          <w:rtl/>
        </w:rPr>
        <w:t xml:space="preserve"> لَدَ</w:t>
      </w:r>
      <w:r w:rsidRPr="00112CED">
        <w:rPr>
          <w:rStyle w:val="libAieChar"/>
          <w:rFonts w:hint="cs"/>
          <w:rtl/>
        </w:rPr>
        <w:t>یَّ</w:t>
      </w:r>
      <w:r w:rsidRPr="00112CED">
        <w:rPr>
          <w:rStyle w:val="libAieChar"/>
          <w:rtl/>
        </w:rPr>
        <w:t xml:space="preserve"> الْمُرْسَلُونَ</w:t>
      </w:r>
      <w:r w:rsidR="00112CED" w:rsidRPr="00112CED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 xml:space="preserve"> «نترس،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رسولان نزد من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ترسند»</w:t>
      </w:r>
      <w:r w:rsidRPr="00A95BC4">
        <w:rPr>
          <w:rtl/>
          <w:lang w:bidi="fa-IR"/>
        </w:rPr>
        <w:t xml:space="preserve"> (نمل: 10).</w:t>
      </w:r>
    </w:p>
    <w:p w:rsidR="00A95BC4" w:rsidRPr="00A95BC4" w:rsidRDefault="00A95BC4" w:rsidP="00112CED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حقان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نبوتش پ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برد و اطم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نان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</w:t>
      </w:r>
      <w:r w:rsidRPr="00A95BC4">
        <w:rPr>
          <w:rtl/>
          <w:lang w:bidi="fa-IR"/>
        </w:rPr>
        <w:t xml:space="preserve"> که آن ندا، از جانب خداست، خداوند معجزه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او نشان داد که چون دستش را در 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بانش</w:t>
      </w:r>
      <w:r w:rsidRPr="00A95BC4">
        <w:rPr>
          <w:rtl/>
          <w:lang w:bidi="fa-IR"/>
        </w:rPr>
        <w:t xml:space="preserve"> فرو ببرد و درآورد، درخشان خواهد</w:t>
      </w:r>
      <w:r w:rsidR="00112CED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بود</w:t>
      </w:r>
      <w:r w:rsidRPr="00A95BC4">
        <w:rPr>
          <w:rtl/>
          <w:lang w:bidi="fa-IR"/>
        </w:rPr>
        <w:t>. سپس خداوند فرمود: «تو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دو حجت، از جانب پروردگارت به‌سو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فرعون و اطراف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انش</w:t>
      </w:r>
      <w:r w:rsidRPr="00A95BC4">
        <w:rPr>
          <w:rtl/>
          <w:lang w:bidi="fa-IR"/>
        </w:rPr>
        <w:t xml:space="preserve"> برو که خداوند تو را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خواهد کرد.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 برو و آنها را از تار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ها</w:t>
      </w:r>
      <w:r w:rsidRPr="00A95BC4">
        <w:rPr>
          <w:rtl/>
          <w:lang w:bidi="fa-IR"/>
        </w:rPr>
        <w:t xml:space="preserve"> به نور رهبر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کن و پرچم حق را بر فراز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برافراشته کن».</w:t>
      </w:r>
    </w:p>
    <w:p w:rsidR="00A95BC4" w:rsidRPr="00A95BC4" w:rsidRDefault="00A95BC4" w:rsidP="00112CED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>، دعوت خدا را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آن را لب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گفت، اما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به محض آنکه به مصر برسد، او را بگ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رند</w:t>
      </w:r>
      <w:r w:rsidRPr="00A95BC4">
        <w:rPr>
          <w:rtl/>
          <w:lang w:bidi="fa-IR"/>
        </w:rPr>
        <w:t xml:space="preserve"> و زندان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کنند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بکشند، </w:t>
      </w:r>
      <w:r w:rsidRPr="00A95BC4">
        <w:rPr>
          <w:rtl/>
          <w:lang w:bidi="fa-IR"/>
        </w:rPr>
        <w:lastRenderedPageBreak/>
        <w:t>لذا گفت:</w:t>
      </w:r>
      <w:r w:rsidR="00112CED" w:rsidRPr="00112CED">
        <w:rPr>
          <w:rStyle w:val="libAlaemChar"/>
          <w:rFonts w:hint="cs"/>
          <w:rtl/>
        </w:rPr>
        <w:t>(</w:t>
      </w:r>
      <w:r w:rsidRPr="00A95BC4">
        <w:rPr>
          <w:rtl/>
          <w:lang w:bidi="fa-IR"/>
        </w:rPr>
        <w:t xml:space="preserve"> </w:t>
      </w:r>
      <w:r w:rsidRPr="00112CED">
        <w:rPr>
          <w:rStyle w:val="libAieChar"/>
          <w:rtl/>
        </w:rPr>
        <w:t>رَبِّ إِنِّ</w:t>
      </w:r>
      <w:r w:rsidRPr="00112CED">
        <w:rPr>
          <w:rStyle w:val="libAieChar"/>
          <w:rFonts w:hint="cs"/>
          <w:rtl/>
        </w:rPr>
        <w:t>ی</w:t>
      </w:r>
      <w:r w:rsidRPr="00112CED">
        <w:rPr>
          <w:rStyle w:val="libAieChar"/>
          <w:rtl/>
        </w:rPr>
        <w:t xml:space="preserve"> قَتَلْتُ مِنْهُمْ نَفْساً فَاخافُ انْ </w:t>
      </w:r>
      <w:r w:rsidRPr="00112CED">
        <w:rPr>
          <w:rStyle w:val="libAieChar"/>
          <w:rFonts w:hint="cs"/>
          <w:rtl/>
        </w:rPr>
        <w:t>یَ</w:t>
      </w:r>
      <w:r w:rsidRPr="00112CED">
        <w:rPr>
          <w:rStyle w:val="libAieChar"/>
          <w:rFonts w:hint="eastAsia"/>
          <w:rtl/>
        </w:rPr>
        <w:t>قْتُلُونِ</w:t>
      </w:r>
      <w:r w:rsidR="00112CED" w:rsidRPr="00112CED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 xml:space="preserve"> «پروردگارا! من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را کشته‌ام، پس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ترسم</w:t>
      </w:r>
      <w:r w:rsidRPr="00A95BC4">
        <w:rPr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که</w:t>
      </w:r>
      <w:r w:rsidRPr="00A95BC4">
        <w:rPr>
          <w:rtl/>
          <w:lang w:bidi="fa-IR"/>
        </w:rPr>
        <w:t xml:space="preserve"> مرا بکشند» (قصص: 33).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خداوند</w:t>
      </w:r>
      <w:r w:rsidRPr="00A95BC4">
        <w:rPr>
          <w:rtl/>
          <w:lang w:bidi="fa-IR"/>
        </w:rPr>
        <w:t xml:space="preserve"> قلب او را مطمئن ساخت و بزرگوار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اش</w:t>
      </w:r>
      <w:r w:rsidRPr="00A95BC4">
        <w:rPr>
          <w:rtl/>
          <w:lang w:bidi="fa-IR"/>
        </w:rPr>
        <w:t xml:space="preserve"> را افزون نمود و در وجودش چراغ‌ها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دوار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برافروخت و راه درست را به او نشان داد و نفسش را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من</w:t>
      </w:r>
      <w:r w:rsidRPr="00A95BC4">
        <w:rPr>
          <w:rtl/>
          <w:lang w:bidi="fa-IR"/>
        </w:rPr>
        <w:t xml:space="preserve"> گردان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به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امر شد که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فرعون برود.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جهت انجام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امر از خدا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خواست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ن‌گونه</w:t>
      </w:r>
      <w:r w:rsidRPr="00A95BC4">
        <w:rPr>
          <w:rtl/>
          <w:lang w:bidi="fa-IR"/>
        </w:rPr>
        <w:t xml:space="preserve"> گفت:</w:t>
      </w:r>
    </w:p>
    <w:p w:rsidR="00A95BC4" w:rsidRPr="00A95BC4" w:rsidRDefault="00112CED" w:rsidP="00A95BC4">
      <w:pPr>
        <w:pStyle w:val="libNormal"/>
        <w:rPr>
          <w:rtl/>
          <w:lang w:bidi="fa-IR"/>
        </w:rPr>
      </w:pPr>
      <w:r w:rsidRPr="00112CED">
        <w:rPr>
          <w:rStyle w:val="libAlaemChar"/>
          <w:rFonts w:hint="cs"/>
          <w:rtl/>
        </w:rPr>
        <w:t>(</w:t>
      </w:r>
      <w:r w:rsidR="00A95BC4" w:rsidRPr="00112CED">
        <w:rPr>
          <w:rStyle w:val="libAieChar"/>
          <w:rFonts w:hint="eastAsia"/>
          <w:rtl/>
        </w:rPr>
        <w:t>رَبِّ</w:t>
      </w:r>
      <w:r w:rsidR="00A95BC4" w:rsidRPr="00112CED">
        <w:rPr>
          <w:rStyle w:val="libAieChar"/>
          <w:rtl/>
        </w:rPr>
        <w:t xml:space="preserve"> اشْرَحْ لِ</w:t>
      </w:r>
      <w:r w:rsidR="00A95BC4" w:rsidRPr="00112CED">
        <w:rPr>
          <w:rStyle w:val="libAieChar"/>
          <w:rFonts w:hint="cs"/>
          <w:rtl/>
        </w:rPr>
        <w:t>ی</w:t>
      </w:r>
      <w:r w:rsidR="00A95BC4" w:rsidRPr="00112CED">
        <w:rPr>
          <w:rStyle w:val="libAieChar"/>
          <w:rtl/>
        </w:rPr>
        <w:t xml:space="preserve"> صَدْرِ</w:t>
      </w:r>
      <w:r w:rsidR="00A95BC4" w:rsidRPr="00112CED">
        <w:rPr>
          <w:rStyle w:val="libAieChar"/>
          <w:rFonts w:hint="cs"/>
          <w:rtl/>
        </w:rPr>
        <w:t>ی</w:t>
      </w:r>
      <w:r w:rsidR="00A95BC4" w:rsidRPr="00112CED">
        <w:rPr>
          <w:rStyle w:val="libAieChar"/>
          <w:rtl/>
        </w:rPr>
        <w:t xml:space="preserve">* وَ </w:t>
      </w:r>
      <w:r w:rsidR="00A95BC4" w:rsidRPr="00112CED">
        <w:rPr>
          <w:rStyle w:val="libAieChar"/>
          <w:rFonts w:hint="cs"/>
          <w:rtl/>
        </w:rPr>
        <w:t>یَ</w:t>
      </w:r>
      <w:r w:rsidR="00A95BC4" w:rsidRPr="00112CED">
        <w:rPr>
          <w:rStyle w:val="libAieChar"/>
          <w:rFonts w:hint="eastAsia"/>
          <w:rtl/>
        </w:rPr>
        <w:t>سِّرْ</w:t>
      </w:r>
      <w:r w:rsidR="00A95BC4" w:rsidRPr="00112CED">
        <w:rPr>
          <w:rStyle w:val="libAieChar"/>
          <w:rtl/>
        </w:rPr>
        <w:t xml:space="preserve"> لِ</w:t>
      </w:r>
      <w:r w:rsidR="00A95BC4" w:rsidRPr="00112CED">
        <w:rPr>
          <w:rStyle w:val="libAieChar"/>
          <w:rFonts w:hint="cs"/>
          <w:rtl/>
        </w:rPr>
        <w:t>ی</w:t>
      </w:r>
      <w:r w:rsidR="00A95BC4" w:rsidRPr="00112CED">
        <w:rPr>
          <w:rStyle w:val="libAieChar"/>
          <w:rtl/>
        </w:rPr>
        <w:t xml:space="preserve"> امْرِ</w:t>
      </w:r>
      <w:r w:rsidR="00A95BC4" w:rsidRPr="00112CED">
        <w:rPr>
          <w:rStyle w:val="libAieChar"/>
          <w:rFonts w:hint="cs"/>
          <w:rtl/>
        </w:rPr>
        <w:t>ی</w:t>
      </w:r>
      <w:r w:rsidR="00A95BC4" w:rsidRPr="00112CED">
        <w:rPr>
          <w:rStyle w:val="libAieChar"/>
          <w:rtl/>
        </w:rPr>
        <w:t>* وَ احْلُلْ عُقْدَةً مِنْ لِسانِ</w:t>
      </w:r>
      <w:r w:rsidR="00A95BC4" w:rsidRPr="00112CED">
        <w:rPr>
          <w:rStyle w:val="libAieChar"/>
          <w:rFonts w:hint="cs"/>
          <w:rtl/>
        </w:rPr>
        <w:t>ی</w:t>
      </w:r>
      <w:r w:rsidRPr="00112CED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(طه: 25- 27)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پروردگارا</w:t>
      </w:r>
      <w:r w:rsidRPr="00A95BC4">
        <w:rPr>
          <w:rtl/>
          <w:lang w:bidi="fa-IR"/>
        </w:rPr>
        <w:t>!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نه‌ام</w:t>
      </w:r>
      <w:r w:rsidRPr="00A95BC4">
        <w:rPr>
          <w:rtl/>
          <w:lang w:bidi="fa-IR"/>
        </w:rPr>
        <w:t xml:space="preserve"> را وسعت بخش و کارم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 آسان ساز و گره از زبانم بگشا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</w:t>
      </w:r>
    </w:p>
    <w:p w:rsidR="00A95BC4" w:rsidRPr="00A95BC4" w:rsidRDefault="00A95BC4" w:rsidP="00112CED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تا</w:t>
      </w:r>
      <w:r w:rsidRPr="00A95BC4">
        <w:rPr>
          <w:rtl/>
          <w:lang w:bidi="fa-IR"/>
        </w:rPr>
        <w:t xml:space="preserve"> جا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که بتواند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امر مهم را به انجام برساند و کار بر او آسان گردد، تا بتواند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عقبه دشوار را بگذراند و زبان او را 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و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انش</w:t>
      </w:r>
      <w:r w:rsidR="00112CED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وا</w:t>
      </w:r>
      <w:r w:rsidRPr="00A95BC4">
        <w:rPr>
          <w:rtl/>
          <w:lang w:bidi="fa-IR"/>
        </w:rPr>
        <w:t xml:space="preserve"> گرداند، تا جا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که گفته‌اش در نفوس ظالمان اثر کند.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همچن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گفت: «برا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شر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خانواده‌ام قرار ده که وز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رم</w:t>
      </w:r>
      <w:r w:rsidRPr="00A95BC4">
        <w:rPr>
          <w:rtl/>
          <w:lang w:bidi="fa-IR"/>
        </w:rPr>
        <w:t xml:space="preserve"> باشد [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هارون برادرم]، تا به اتکا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از عهده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برآ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م»</w:t>
      </w:r>
      <w:r w:rsidRPr="00A95BC4">
        <w:rPr>
          <w:rtl/>
          <w:lang w:bidi="fa-IR"/>
        </w:rPr>
        <w:t>.</w:t>
      </w:r>
    </w:p>
    <w:p w:rsidR="00A95BC4" w:rsidRPr="00A95BC4" w:rsidRDefault="00A95BC4" w:rsidP="00112CED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خدا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دعا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را اجابت کرد. به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وح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شد با برادرت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فرعون برو و با او به نرم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سخن بگو، تا 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نرم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آرامش تو، قساوت و سنگ‌دل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را کم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تسک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دهد. تو نبا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حماقت او را بر قدرت او حمل کن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</w:t>
      </w:r>
      <w:r w:rsidR="00112CED" w:rsidRPr="00A95BC4">
        <w:rPr>
          <w:rFonts w:hint="eastAsia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خانواده‌اش بازگشت و به آنها اطلاع داد که خداوند او را به نبوت برگز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است. صفورا به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تبر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گفت و از او جر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</w:t>
      </w:r>
      <w:r w:rsidRPr="00A95BC4">
        <w:rPr>
          <w:rtl/>
          <w:lang w:bidi="fa-IR"/>
        </w:rPr>
        <w:lastRenderedPageBreak/>
        <w:t>امر را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آنچه بر او گذشته بود را با همسرش در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گذاشت و به او گفت که به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اش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از</w:t>
      </w:r>
      <w:r w:rsidRPr="00A95BC4">
        <w:rPr>
          <w:rtl/>
          <w:lang w:bidi="fa-IR"/>
        </w:rPr>
        <w:t xml:space="preserve"> دارد، صفورا 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ز به او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آورد.</w:t>
      </w:r>
    </w:p>
    <w:p w:rsidR="00A95BC4" w:rsidRPr="00A95BC4" w:rsidRDefault="00A95BC4" w:rsidP="00112CED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مصر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درنگ</w:t>
      </w:r>
      <w:r w:rsidRPr="00A95BC4">
        <w:rPr>
          <w:rtl/>
          <w:lang w:bidi="fa-IR"/>
        </w:rPr>
        <w:t xml:space="preserve"> به خانه هارون برادرش رفت و جر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شرح داد و به او گفت که موظف شده همراه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دربار فرعون برود و او را به پرستش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کتا</w:t>
      </w:r>
      <w:r w:rsidRPr="00A95BC4">
        <w:rPr>
          <w:rtl/>
          <w:lang w:bidi="fa-IR"/>
        </w:rPr>
        <w:t xml:space="preserve"> دعوت کند.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هارون به دربار فرعون رفتند، اما فرعون به آنها اهانت کرد و دعوت آنها ر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نپذ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رفت</w:t>
      </w:r>
      <w:r w:rsidRPr="00A95BC4">
        <w:rPr>
          <w:rtl/>
          <w:lang w:bidi="fa-IR"/>
        </w:rPr>
        <w:t>. فرعون گفت: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تو نبود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در قصر ما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تحت ترب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ما بود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زمان عمرت را با ما گذراند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؟»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گفت: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به خاطر ترب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من که</w:t>
      </w:r>
      <w:r w:rsidR="00112CED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چون</w:t>
      </w:r>
      <w:r w:rsidRPr="00A95BC4">
        <w:rPr>
          <w:rtl/>
          <w:lang w:bidi="fa-IR"/>
        </w:rPr>
        <w:t xml:space="preserve"> فرزندت بودم و برا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نعمت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حساب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آمدم،</w:t>
      </w:r>
      <w:r w:rsidRPr="00A95BC4">
        <w:rPr>
          <w:rtl/>
          <w:lang w:bidi="fa-IR"/>
        </w:rPr>
        <w:t xml:space="preserve"> بر من منت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گذار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تو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ظلم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بن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اسرا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را برده خود کرده‌ا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تو نبود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امر کرد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همه نوزادان را بکشند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مرا در صندوق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نهاده به آب انداختند و حکمت خدا مرا به قصر تو رساند».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فرعون</w:t>
      </w:r>
      <w:r w:rsidRPr="00A95BC4">
        <w:rPr>
          <w:rtl/>
          <w:lang w:bidi="fa-IR"/>
        </w:rPr>
        <w:t xml:space="preserve"> برآشفت و گفت: «تو را خواهم کشت که تو از کسان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هست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به نعمت ما ناسپاس گشت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>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گفت: «من از ستم شما 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ختم</w:t>
      </w:r>
      <w:r w:rsidRPr="00A95BC4">
        <w:rPr>
          <w:rtl/>
          <w:lang w:bidi="fa-IR"/>
        </w:rPr>
        <w:t xml:space="preserve"> و خدا نعمت و رحمتش را بر من نازل فرمود و به من علم عطا کرد و مرا از رسولان خود قرار داد». فرعون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خدا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ست؟</w:t>
      </w:r>
      <w:r w:rsidRPr="00A95BC4">
        <w:rPr>
          <w:rtl/>
          <w:lang w:bidi="fa-IR"/>
        </w:rPr>
        <w:t xml:space="preserve"> من او 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شناسم،</w:t>
      </w:r>
      <w:r w:rsidRPr="00A95BC4">
        <w:rPr>
          <w:rtl/>
          <w:lang w:bidi="fa-IR"/>
        </w:rPr>
        <w:t xml:space="preserve"> من خدا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جز خودم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شناسم</w:t>
      </w:r>
      <w:r w:rsidRPr="00A95BC4">
        <w:rPr>
          <w:rtl/>
          <w:lang w:bidi="fa-IR"/>
        </w:rPr>
        <w:t>.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هامان با آجر کوشک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بنا کن، 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بر بام آن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ابم،</w:t>
      </w:r>
      <w:r w:rsidRPr="00A95BC4">
        <w:rPr>
          <w:rtl/>
          <w:lang w:bidi="fa-IR"/>
        </w:rPr>
        <w:t xml:space="preserve">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دانم</w:t>
      </w:r>
      <w:r w:rsidRPr="00A95BC4">
        <w:rPr>
          <w:rtl/>
          <w:lang w:bidi="fa-IR"/>
        </w:rPr>
        <w:t xml:space="preserve"> او دروغ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د»</w:t>
      </w:r>
      <w:r w:rsidRPr="00A95BC4">
        <w:rPr>
          <w:rtl/>
          <w:lang w:bidi="fa-IR"/>
        </w:rPr>
        <w:t>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گفت: «چنانچه ذات همه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فهم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وجودشان را درک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همه از آثار خداست، خ</w:t>
      </w:r>
      <w:r w:rsidRPr="00A95BC4">
        <w:rPr>
          <w:rFonts w:hint="eastAsia"/>
          <w:rtl/>
          <w:lang w:bidi="fa-IR"/>
        </w:rPr>
        <w:t>دا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که پروردگار آسمان‌ها و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و هر چه در آن است، هست». فرعون با عصبان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گفت: «چنانچه خدا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از من 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شما را زندان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کنم»</w:t>
      </w:r>
      <w:r w:rsidRPr="00A95BC4">
        <w:rPr>
          <w:rtl/>
          <w:lang w:bidi="fa-IR"/>
        </w:rPr>
        <w:t>.</w:t>
      </w:r>
    </w:p>
    <w:p w:rsidR="00A95BC4" w:rsidRPr="00A95BC4" w:rsidRDefault="00A95BC4" w:rsidP="00E24877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بدون آنکه ترس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خود راه دهد، گفت: «حاضرم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 حجت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اورم</w:t>
      </w:r>
      <w:r w:rsidRPr="00A95BC4">
        <w:rPr>
          <w:rtl/>
          <w:lang w:bidi="fa-IR"/>
        </w:rPr>
        <w:t xml:space="preserve"> که شک و ترد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تو را از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ببرد».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>، عصا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را 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انداخت و عصا به مار تبد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شد. فرعون قدر</w:t>
      </w:r>
      <w:r w:rsidRPr="00A95BC4">
        <w:rPr>
          <w:rFonts w:hint="cs"/>
          <w:rtl/>
          <w:lang w:bidi="fa-IR"/>
        </w:rPr>
        <w:t>ی</w:t>
      </w:r>
      <w:r w:rsidR="00E24877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ترس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اما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نشانه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؟»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دست در 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بانش</w:t>
      </w:r>
      <w:r w:rsidRPr="00A95BC4">
        <w:rPr>
          <w:rtl/>
          <w:lang w:bidi="fa-IR"/>
        </w:rPr>
        <w:t xml:space="preserve"> فرو برد و چون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رون</w:t>
      </w:r>
      <w:r w:rsidRPr="00A95BC4">
        <w:rPr>
          <w:rtl/>
          <w:lang w:bidi="fa-IR"/>
        </w:rPr>
        <w:t xml:space="preserve"> آورد، دستش چنان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درخش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درخشش آن چشم‌ها را 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تا جا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که نور آن افق را روشن کرده بود، اما فرعون نپذ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رفت</w:t>
      </w:r>
      <w:r w:rsidRPr="00A95BC4">
        <w:rPr>
          <w:rtl/>
          <w:lang w:bidi="fa-IR"/>
        </w:rPr>
        <w:t xml:space="preserve">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اورد،</w:t>
      </w:r>
      <w:r w:rsidRPr="00A95BC4">
        <w:rPr>
          <w:rtl/>
          <w:lang w:bidi="fa-IR"/>
        </w:rPr>
        <w:t xml:space="preserve"> بلکه گمراه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اش</w:t>
      </w:r>
      <w:r w:rsidRPr="00A95BC4">
        <w:rPr>
          <w:rtl/>
          <w:lang w:bidi="fa-IR"/>
        </w:rPr>
        <w:t xml:space="preserve"> افزون شد و دستور داد </w:t>
      </w:r>
      <w:r w:rsidRPr="00A95BC4">
        <w:rPr>
          <w:rFonts w:hint="eastAsia"/>
          <w:rtl/>
          <w:lang w:bidi="fa-IR"/>
        </w:rPr>
        <w:t>تا</w:t>
      </w:r>
      <w:r w:rsidRPr="00A95BC4">
        <w:rPr>
          <w:rtl/>
          <w:lang w:bidi="fa-IR"/>
        </w:rPr>
        <w:t xml:space="preserve"> تمام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ساحران جمع شوند و سحر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را باطل کنند!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آنها</w:t>
      </w:r>
      <w:r w:rsidRPr="00A95BC4">
        <w:rPr>
          <w:rtl/>
          <w:lang w:bidi="fa-IR"/>
        </w:rPr>
        <w:t xml:space="preserve"> آمدند، طناب‌ها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را که در دست داشتند، انداختند و تبد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به مار شدند، آنگاه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عصا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را انداخت و عصا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تبد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به اژدها شد و همه مارها را بلع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ساحران چون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دند،</w:t>
      </w:r>
      <w:r w:rsidRPr="00A95BC4">
        <w:rPr>
          <w:rtl/>
          <w:lang w:bidi="fa-IR"/>
        </w:rPr>
        <w:t xml:space="preserve"> در برابر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سجده افتادند و گفتند: «به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م»</w:t>
      </w:r>
      <w:r w:rsidRPr="00A95BC4">
        <w:rPr>
          <w:rtl/>
          <w:lang w:bidi="fa-IR"/>
        </w:rPr>
        <w:t>. فرعون بر آنها خشم گرفت و دستور داد که همه را دستگ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کنند. فرعون گفت: «دستور خواهم داد تا دست‌ها و پاها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تان</w:t>
      </w:r>
      <w:r w:rsidRPr="00A95BC4">
        <w:rPr>
          <w:rtl/>
          <w:lang w:bidi="fa-IR"/>
        </w:rPr>
        <w:t xml:space="preserve"> را برخلاف هم قطع کنند، مگر آنکه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خود بازگرد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د»</w:t>
      </w:r>
      <w:r w:rsidRPr="00A95BC4">
        <w:rPr>
          <w:rtl/>
          <w:lang w:bidi="fa-IR"/>
        </w:rPr>
        <w:t>. اما آنها گفتند: «هر چه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بکن که ما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خود دست برنخواه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داشت».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فرعون</w:t>
      </w:r>
      <w:r w:rsidRPr="00A95BC4">
        <w:rPr>
          <w:rtl/>
          <w:lang w:bidi="fa-IR"/>
        </w:rPr>
        <w:t xml:space="preserve"> با ساحران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کرد و هر چه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برهان آورد، نتوانست او را به راه راست هدا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کند. سرانجام خداوند او و سپاه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انش</w:t>
      </w:r>
      <w:r w:rsidRPr="00A95BC4">
        <w:rPr>
          <w:rtl/>
          <w:lang w:bidi="fa-IR"/>
        </w:rPr>
        <w:t xml:space="preserve"> را در 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افکند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ن‌گونه</w:t>
      </w:r>
      <w:r w:rsidRPr="00A95BC4">
        <w:rPr>
          <w:rtl/>
          <w:lang w:bidi="fa-IR"/>
        </w:rPr>
        <w:t xml:space="preserve"> فرجام ستمگران را به مردمان نشان داد.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صفورا</w:t>
      </w:r>
      <w:r w:rsidRPr="00A95BC4">
        <w:rPr>
          <w:rtl/>
          <w:lang w:bidi="fa-IR"/>
        </w:rPr>
        <w:t xml:space="preserve"> در راه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>، سخت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تحمل کرد و او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و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خدا بود.</w:t>
      </w:r>
    </w:p>
    <w:p w:rsidR="00A95BC4" w:rsidRPr="00A95BC4" w:rsidRDefault="00E24877" w:rsidP="00E24877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20" w:name="_Toc504390418"/>
      <w:bookmarkStart w:id="121" w:name="_Toc504390509"/>
      <w:r w:rsidR="00A95BC4" w:rsidRPr="00A95BC4">
        <w:rPr>
          <w:rFonts w:hint="eastAsia"/>
          <w:rtl/>
          <w:lang w:bidi="fa-IR"/>
        </w:rPr>
        <w:lastRenderedPageBreak/>
        <w:t>فاطمه</w:t>
      </w:r>
      <w:r w:rsidR="00A95BC4" w:rsidRPr="00A95BC4">
        <w:rPr>
          <w:rtl/>
          <w:lang w:bidi="fa-IR"/>
        </w:rPr>
        <w:t xml:space="preserve"> زهرا </w:t>
      </w:r>
      <w:r w:rsidRPr="00E24877">
        <w:rPr>
          <w:rStyle w:val="libAlaemChar"/>
          <w:rFonts w:eastAsiaTheme="minorHAnsi"/>
          <w:rtl/>
        </w:rPr>
        <w:t>عليها‌السلام</w:t>
      </w:r>
      <w:bookmarkEnd w:id="120"/>
      <w:bookmarkEnd w:id="121"/>
    </w:p>
    <w:p w:rsidR="00A95BC4" w:rsidRPr="00A95BC4" w:rsidRDefault="00A95BC4" w:rsidP="00E24877">
      <w:pPr>
        <w:pStyle w:val="libBold1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اشاره</w:t>
      </w:r>
    </w:p>
    <w:p w:rsidR="00A95BC4" w:rsidRPr="00A95BC4" w:rsidRDefault="00E24877" w:rsidP="00A95BC4">
      <w:pPr>
        <w:pStyle w:val="libNormal"/>
        <w:rPr>
          <w:rtl/>
          <w:lang w:bidi="fa-IR"/>
        </w:rPr>
      </w:pPr>
      <w:r w:rsidRPr="00E24877">
        <w:rPr>
          <w:rStyle w:val="libAlaemChar"/>
          <w:rFonts w:hint="cs"/>
          <w:rtl/>
        </w:rPr>
        <w:t>(</w:t>
      </w:r>
      <w:r w:rsidR="00A95BC4" w:rsidRPr="00E24877">
        <w:rPr>
          <w:rStyle w:val="libAieChar"/>
          <w:rFonts w:hint="eastAsia"/>
          <w:rtl/>
        </w:rPr>
        <w:t>إِنَّما</w:t>
      </w:r>
      <w:r w:rsidR="00A95BC4" w:rsidRPr="00E24877">
        <w:rPr>
          <w:rStyle w:val="libAieChar"/>
          <w:rtl/>
        </w:rPr>
        <w:t xml:space="preserve"> </w:t>
      </w:r>
      <w:r w:rsidR="00A95BC4" w:rsidRPr="00E24877">
        <w:rPr>
          <w:rStyle w:val="libAieChar"/>
          <w:rFonts w:hint="cs"/>
          <w:rtl/>
        </w:rPr>
        <w:t>یُ</w:t>
      </w:r>
      <w:r w:rsidR="00A95BC4" w:rsidRPr="00E24877">
        <w:rPr>
          <w:rStyle w:val="libAieChar"/>
          <w:rFonts w:hint="eastAsia"/>
          <w:rtl/>
        </w:rPr>
        <w:t>رِ</w:t>
      </w:r>
      <w:r w:rsidR="00A95BC4" w:rsidRPr="00E24877">
        <w:rPr>
          <w:rStyle w:val="libAieChar"/>
          <w:rFonts w:hint="cs"/>
          <w:rtl/>
        </w:rPr>
        <w:t>ی</w:t>
      </w:r>
      <w:r w:rsidR="00A95BC4" w:rsidRPr="00E24877">
        <w:rPr>
          <w:rStyle w:val="libAieChar"/>
          <w:rFonts w:hint="eastAsia"/>
          <w:rtl/>
        </w:rPr>
        <w:t>دُ</w:t>
      </w:r>
      <w:r w:rsidR="00A95BC4" w:rsidRPr="00E24877">
        <w:rPr>
          <w:rStyle w:val="libAieChar"/>
          <w:rtl/>
        </w:rPr>
        <w:t xml:space="preserve"> اللهُ لِ</w:t>
      </w:r>
      <w:r w:rsidR="00A95BC4" w:rsidRPr="00E24877">
        <w:rPr>
          <w:rStyle w:val="libAieChar"/>
          <w:rFonts w:hint="cs"/>
          <w:rtl/>
        </w:rPr>
        <w:t>یُ</w:t>
      </w:r>
      <w:r w:rsidR="00A95BC4" w:rsidRPr="00E24877">
        <w:rPr>
          <w:rStyle w:val="libAieChar"/>
          <w:rFonts w:hint="eastAsia"/>
          <w:rtl/>
        </w:rPr>
        <w:t>ذْهِبَ</w:t>
      </w:r>
      <w:r w:rsidR="00A95BC4" w:rsidRPr="00E24877">
        <w:rPr>
          <w:rStyle w:val="libAieChar"/>
          <w:rtl/>
        </w:rPr>
        <w:t xml:space="preserve"> عَنْکُمُ الرِّجْسَ أَهْلَ الْبَ</w:t>
      </w:r>
      <w:r w:rsidR="00A95BC4" w:rsidRPr="00E24877">
        <w:rPr>
          <w:rStyle w:val="libAieChar"/>
          <w:rFonts w:hint="cs"/>
          <w:rtl/>
        </w:rPr>
        <w:t>یْ</w:t>
      </w:r>
      <w:r w:rsidR="00A95BC4" w:rsidRPr="00E24877">
        <w:rPr>
          <w:rStyle w:val="libAieChar"/>
          <w:rFonts w:hint="eastAsia"/>
          <w:rtl/>
        </w:rPr>
        <w:t>تِ</w:t>
      </w:r>
      <w:r w:rsidR="00A95BC4" w:rsidRPr="00E24877">
        <w:rPr>
          <w:rStyle w:val="libAieChar"/>
          <w:rtl/>
        </w:rPr>
        <w:t xml:space="preserve"> وَ </w:t>
      </w:r>
      <w:r w:rsidR="00A95BC4" w:rsidRPr="00E24877">
        <w:rPr>
          <w:rStyle w:val="libAieChar"/>
          <w:rFonts w:hint="cs"/>
          <w:rtl/>
        </w:rPr>
        <w:t>یُ</w:t>
      </w:r>
      <w:r w:rsidR="00A95BC4" w:rsidRPr="00E24877">
        <w:rPr>
          <w:rStyle w:val="libAieChar"/>
          <w:rFonts w:hint="eastAsia"/>
          <w:rtl/>
        </w:rPr>
        <w:t>طَهِّرَکُمْ</w:t>
      </w:r>
      <w:r w:rsidR="00A95BC4" w:rsidRPr="00E24877">
        <w:rPr>
          <w:rStyle w:val="libAieChar"/>
          <w:rtl/>
        </w:rPr>
        <w:t xml:space="preserve"> تَطْهِ</w:t>
      </w:r>
      <w:r w:rsidR="00A95BC4" w:rsidRPr="00E24877">
        <w:rPr>
          <w:rStyle w:val="libAieChar"/>
          <w:rFonts w:hint="cs"/>
          <w:rtl/>
        </w:rPr>
        <w:t>ی</w:t>
      </w:r>
      <w:r w:rsidR="00A95BC4" w:rsidRPr="00E24877">
        <w:rPr>
          <w:rStyle w:val="libAieChar"/>
          <w:rFonts w:hint="eastAsia"/>
          <w:rtl/>
        </w:rPr>
        <w:t>راً</w:t>
      </w:r>
      <w:r w:rsidRPr="00E24877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(احزاب: 33)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خداوند</w:t>
      </w:r>
      <w:r w:rsidRPr="00A95BC4">
        <w:rPr>
          <w:rtl/>
          <w:lang w:bidi="fa-IR"/>
        </w:rPr>
        <w:t xml:space="preserve"> فقط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خواهد</w:t>
      </w:r>
      <w:r w:rsidRPr="00A95BC4">
        <w:rPr>
          <w:rtl/>
          <w:lang w:bidi="fa-IR"/>
        </w:rPr>
        <w:t xml:space="preserve"> پل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گناه را از شما اهل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دور کند و کاملًا شما را پاک سازد.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</w:p>
    <w:p w:rsidR="00A95BC4" w:rsidRPr="00A95BC4" w:rsidRDefault="00A95BC4" w:rsidP="00E24877">
      <w:pPr>
        <w:pStyle w:val="Heading2"/>
        <w:rPr>
          <w:rtl/>
        </w:rPr>
      </w:pPr>
      <w:bookmarkStart w:id="122" w:name="_Toc504390419"/>
      <w:bookmarkStart w:id="123" w:name="_Toc504390510"/>
      <w:r w:rsidRPr="00A95BC4">
        <w:rPr>
          <w:rFonts w:hint="eastAsia"/>
          <w:rtl/>
        </w:rPr>
        <w:t>شأن</w:t>
      </w:r>
      <w:r w:rsidRPr="00A95BC4">
        <w:rPr>
          <w:rtl/>
        </w:rPr>
        <w:t xml:space="preserve"> نزول آ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ه‌</w:t>
      </w:r>
      <w:bookmarkEnd w:id="122"/>
      <w:bookmarkEnd w:id="123"/>
    </w:p>
    <w:p w:rsidR="00A95BC4" w:rsidRPr="00A95BC4" w:rsidRDefault="00A95BC4" w:rsidP="00E24877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به</w:t>
      </w:r>
      <w:r w:rsidRPr="00A95BC4">
        <w:rPr>
          <w:rtl/>
          <w:lang w:bidi="fa-IR"/>
        </w:rPr>
        <w:t xml:space="preserve"> سند معتبر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عه</w:t>
      </w:r>
      <w:r w:rsidRPr="00A95BC4">
        <w:rPr>
          <w:rtl/>
          <w:lang w:bidi="fa-IR"/>
        </w:rPr>
        <w:t xml:space="preserve"> و سن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درباره فاطمه زهرا، حضرت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حسن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>: بر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اکرم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نازل شد. خداوند،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به همه مسلمانان نشان داد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جاهلان او را ابتر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خواندند،</w:t>
      </w:r>
      <w:r w:rsidRPr="00A95BC4">
        <w:rPr>
          <w:rtl/>
          <w:lang w:bidi="fa-IR"/>
        </w:rPr>
        <w:t xml:space="preserve"> خانواده‌ا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بزرگ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باشکوه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خانواده فاطمه زهرا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دارد و او فرزند ر</w:t>
      </w:r>
      <w:r w:rsidRPr="00A95BC4">
        <w:rPr>
          <w:rFonts w:hint="eastAsia"/>
          <w:rtl/>
          <w:lang w:bidi="fa-IR"/>
        </w:rPr>
        <w:t>سول</w:t>
      </w:r>
      <w:r w:rsidRPr="00A95BC4">
        <w:rPr>
          <w:rtl/>
          <w:lang w:bidi="fa-IR"/>
        </w:rPr>
        <w:t xml:space="preserve">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است و اولاد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از نسل حس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ادامه م</w:t>
      </w:r>
      <w:r w:rsidRPr="00A95BC4">
        <w:rPr>
          <w:rFonts w:hint="cs"/>
          <w:rtl/>
          <w:lang w:bidi="fa-IR"/>
        </w:rPr>
        <w:t>ی‌ی</w:t>
      </w:r>
      <w:r w:rsidRPr="00A95BC4">
        <w:rPr>
          <w:rFonts w:hint="eastAsia"/>
          <w:rtl/>
          <w:lang w:bidi="fa-IR"/>
        </w:rPr>
        <w:t>ابد</w:t>
      </w:r>
      <w:r w:rsidRPr="00A95BC4">
        <w:rPr>
          <w:rtl/>
          <w:lang w:bidi="fa-IR"/>
        </w:rPr>
        <w:t xml:space="preserve"> و به قائم آل محمد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رسد</w:t>
      </w:r>
      <w:r w:rsidRPr="00A95BC4">
        <w:rPr>
          <w:rtl/>
          <w:lang w:bidi="fa-IR"/>
        </w:rPr>
        <w:t xml:space="preserve"> که اگر حت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روز از عمر جهان باق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مانده باشد، ظهور و جهان را پر از عدل و داد خواهد کرد، همان‌گونه که از ظلم وجور پر شده است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خداوند</w:t>
      </w:r>
      <w:r w:rsidR="00E24877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را به مستضعفان خواهد داد و آنها را امامان و وارثان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خواهد کرد.</w:t>
      </w:r>
      <w:r w:rsidRPr="00E24877">
        <w:rPr>
          <w:rStyle w:val="libFootnotenumChar"/>
          <w:rtl/>
        </w:rPr>
        <w:t xml:space="preserve"> (1)</w:t>
      </w:r>
    </w:p>
    <w:p w:rsidR="00A95BC4" w:rsidRPr="00A95BC4" w:rsidRDefault="00E24877" w:rsidP="00E24877">
      <w:pPr>
        <w:pStyle w:val="Heading2"/>
        <w:rPr>
          <w:rtl/>
        </w:rPr>
      </w:pPr>
      <w:r>
        <w:rPr>
          <w:rtl/>
        </w:rPr>
        <w:br w:type="page"/>
      </w:r>
      <w:bookmarkStart w:id="124" w:name="_Toc504390420"/>
      <w:bookmarkStart w:id="125" w:name="_Toc504390511"/>
      <w:r w:rsidR="00A95BC4" w:rsidRPr="00A95BC4">
        <w:rPr>
          <w:rFonts w:hint="eastAsia"/>
          <w:rtl/>
        </w:rPr>
        <w:lastRenderedPageBreak/>
        <w:t>فاطمه،</w:t>
      </w:r>
      <w:r w:rsidR="00A95BC4" w:rsidRPr="00A95BC4">
        <w:rPr>
          <w:rtl/>
        </w:rPr>
        <w:t xml:space="preserve"> فاطمه است‌</w:t>
      </w:r>
      <w:bookmarkEnd w:id="124"/>
      <w:bookmarkEnd w:id="125"/>
    </w:p>
    <w:p w:rsidR="00A95BC4" w:rsidRPr="00A95BC4" w:rsidRDefault="00A95BC4" w:rsidP="00E24877">
      <w:pPr>
        <w:pStyle w:val="libBold1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اشاره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فاطمه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 xml:space="preserve">دختر محمد رسول الله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>، پسر عبدالله بن عبدالمطلب و دختر خد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جه</w:t>
      </w:r>
      <w:r w:rsidRPr="00A95BC4">
        <w:rPr>
          <w:rtl/>
          <w:lang w:bidi="fa-IR"/>
        </w:rPr>
        <w:t xml:space="preserve"> بنت خو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لد</w:t>
      </w:r>
      <w:r w:rsidRPr="00A95BC4">
        <w:rPr>
          <w:rtl/>
          <w:lang w:bidi="fa-IR"/>
        </w:rPr>
        <w:t xml:space="preserve"> بن اسد بن عبدالعز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بن قص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به</w:t>
      </w:r>
      <w:r w:rsidRPr="00A95BC4">
        <w:rPr>
          <w:rtl/>
          <w:lang w:bidi="fa-IR"/>
        </w:rPr>
        <w:t xml:space="preserve"> روا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علما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عه،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در سال پنجم بعثت و به روا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اهل تسنن، پنج سال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بعثت در مکه، مهبط وح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منزل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متولد شدند و سن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رشد خود را در زمانه‌ا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گذراندند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اکرم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نبوت مبعوث شده و سرگرم دعوت همگان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اله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بودند.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همپا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اسلام، گام به گام بزرگ و بزرگ‌تر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شدند</w:t>
      </w:r>
      <w:r w:rsidRPr="00A95BC4">
        <w:rPr>
          <w:rtl/>
          <w:lang w:bidi="fa-IR"/>
        </w:rPr>
        <w:t xml:space="preserve">.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راه به اندازه سن خود سه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بودند.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اکرم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در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کعبه به نماز و دعا 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ستاد</w:t>
      </w:r>
      <w:r w:rsidRPr="00A95BC4">
        <w:rPr>
          <w:rtl/>
          <w:lang w:bidi="fa-IR"/>
        </w:rPr>
        <w:t xml:space="preserve"> و بر سجده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رفت،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وانه</w:t>
      </w:r>
      <w:r w:rsidRPr="00A95BC4">
        <w:rPr>
          <w:rtl/>
          <w:lang w:bidi="fa-IR"/>
        </w:rPr>
        <w:t xml:space="preserve"> مکه، عقبه بن اب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ط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آمد</w:t>
      </w:r>
      <w:r w:rsidRPr="00A95BC4">
        <w:rPr>
          <w:rtl/>
          <w:lang w:bidi="fa-IR"/>
        </w:rPr>
        <w:t xml:space="preserve"> و بر سر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فضولات شتر 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‌ر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خت</w:t>
      </w:r>
      <w:r w:rsidRPr="00A95BC4">
        <w:rPr>
          <w:rtl/>
          <w:lang w:bidi="fa-IR"/>
        </w:rPr>
        <w:t xml:space="preserve"> و صدا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قهقهه 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و تمسخر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به هوا برم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</w:t>
      </w:r>
      <w:r w:rsidR="00E24877">
        <w:rPr>
          <w:rFonts w:hint="cs"/>
          <w:rtl/>
          <w:lang w:bidi="fa-IR"/>
        </w:rPr>
        <w:t>و</w:t>
      </w:r>
      <w:r w:rsidRPr="00A95BC4">
        <w:rPr>
          <w:rFonts w:hint="eastAsia"/>
          <w:rtl/>
          <w:lang w:bidi="fa-IR"/>
        </w:rPr>
        <w:t>است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رسول</w:t>
      </w:r>
      <w:r w:rsidRPr="00A95BC4">
        <w:rPr>
          <w:rtl/>
          <w:lang w:bidi="fa-IR"/>
        </w:rPr>
        <w:t xml:space="preserve"> اکرم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سر از سجده برنم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داشتند</w:t>
      </w:r>
      <w:r w:rsidRPr="00A95BC4">
        <w:rPr>
          <w:rtl/>
          <w:lang w:bidi="fa-IR"/>
        </w:rPr>
        <w:t xml:space="preserve">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که در آن هنگام کمتر از ده سال سن داشتند،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آمدند</w:t>
      </w:r>
      <w:r w:rsidRPr="00A95BC4">
        <w:rPr>
          <w:rtl/>
          <w:lang w:bidi="fa-IR"/>
        </w:rPr>
        <w:t xml:space="preserve"> و آن فضولات و خاکسترها که نشانه جهل و بغض و 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جاهل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بود را از 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سر</w:t>
      </w:r>
    </w:p>
    <w:p w:rsidR="00A95BC4" w:rsidRPr="00E24877" w:rsidRDefault="00E24877" w:rsidP="00E2487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A95BC4" w:rsidRPr="00A95BC4" w:rsidRDefault="00A95BC4" w:rsidP="00E24877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1- نساء 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القرآن الکر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فاطمه الزهرا.</w:t>
      </w:r>
    </w:p>
    <w:p w:rsidR="00A95BC4" w:rsidRPr="00A95BC4" w:rsidRDefault="00E24877" w:rsidP="00A95B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95BC4" w:rsidRPr="00A95BC4">
        <w:rPr>
          <w:rFonts w:hint="eastAsia"/>
          <w:rtl/>
          <w:lang w:bidi="fa-IR"/>
        </w:rPr>
        <w:lastRenderedPageBreak/>
        <w:t>پ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امبر</w:t>
      </w:r>
      <w:r w:rsidR="00A95BC4" w:rsidRPr="00A95BC4">
        <w:rPr>
          <w:rtl/>
          <w:lang w:bidi="fa-IR"/>
        </w:rPr>
        <w:t xml:space="preserve"> </w:t>
      </w:r>
      <w:r w:rsidR="00A95BC4" w:rsidRPr="00A95BC4">
        <w:rPr>
          <w:rStyle w:val="libAlaemChar"/>
          <w:rtl/>
        </w:rPr>
        <w:t xml:space="preserve">صلى‌الله‌عليه‌وآله‌وسلم </w:t>
      </w:r>
      <w:r w:rsidR="00A95BC4" w:rsidRPr="00A95BC4">
        <w:rPr>
          <w:rtl/>
          <w:lang w:bidi="fa-IR"/>
        </w:rPr>
        <w:t xml:space="preserve"> برم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داشتند</w:t>
      </w:r>
      <w:r w:rsidR="00A95BC4" w:rsidRPr="00A95BC4">
        <w:rPr>
          <w:rtl/>
          <w:lang w:bidi="fa-IR"/>
        </w:rPr>
        <w:t>. آنگاه پ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امبر</w:t>
      </w:r>
      <w:r w:rsidR="00A95BC4" w:rsidRPr="00A95BC4">
        <w:rPr>
          <w:rtl/>
          <w:lang w:bidi="fa-IR"/>
        </w:rPr>
        <w:t xml:space="preserve"> سر از سجده برداشته با نگاه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نافذ و پر خشم به سو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اهل قر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ش</w:t>
      </w:r>
      <w:r w:rsidR="00A95BC4" w:rsidRPr="00A95BC4">
        <w:rPr>
          <w:rtl/>
          <w:lang w:bidi="fa-IR"/>
        </w:rPr>
        <w:t xml:space="preserve"> 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نگر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ست</w:t>
      </w:r>
      <w:r w:rsidR="00A95BC4" w:rsidRPr="00A95BC4">
        <w:rPr>
          <w:rtl/>
          <w:lang w:bidi="fa-IR"/>
        </w:rPr>
        <w:t xml:space="preserve"> و به آنها 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فرمود</w:t>
      </w:r>
      <w:r w:rsidR="00A95BC4" w:rsidRPr="00A95BC4">
        <w:rPr>
          <w:rtl/>
          <w:lang w:bidi="fa-IR"/>
        </w:rPr>
        <w:t>: «لعنت خدا بر شما قر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ش</w:t>
      </w:r>
      <w:r w:rsidR="00A95BC4" w:rsidRPr="00A95BC4">
        <w:rPr>
          <w:rtl/>
          <w:lang w:bidi="fa-IR"/>
        </w:rPr>
        <w:t>! لعنت بر تو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اباجهل،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عتبه،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ش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به</w:t>
      </w:r>
      <w:r w:rsidR="00A95BC4" w:rsidRPr="00A95BC4">
        <w:rPr>
          <w:rtl/>
          <w:lang w:bidi="fa-IR"/>
        </w:rPr>
        <w:t xml:space="preserve"> و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عقبه و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اب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بن خلف!» و خواست خدا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ن‌گونه</w:t>
      </w:r>
      <w:r w:rsidR="00A95BC4" w:rsidRPr="00A95BC4">
        <w:rPr>
          <w:rtl/>
          <w:lang w:bidi="fa-IR"/>
        </w:rPr>
        <w:t xml:space="preserve"> بود که همگ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آنها غ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ر</w:t>
      </w:r>
      <w:r w:rsidR="00A95BC4" w:rsidRPr="00A95BC4">
        <w:rPr>
          <w:rtl/>
          <w:lang w:bidi="fa-IR"/>
        </w:rPr>
        <w:t xml:space="preserve"> از اب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بن خلف- که بعدها در غزوه احد به دست پ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امبر</w:t>
      </w:r>
      <w:r w:rsidR="00A95BC4" w:rsidRPr="00A95BC4">
        <w:rPr>
          <w:rtl/>
          <w:lang w:bidi="fa-IR"/>
        </w:rPr>
        <w:t xml:space="preserve"> </w:t>
      </w:r>
      <w:r w:rsidR="00A95BC4" w:rsidRPr="00A95BC4">
        <w:rPr>
          <w:rStyle w:val="libAlaemChar"/>
          <w:rtl/>
        </w:rPr>
        <w:t xml:space="preserve">صلى‌الله‌عليه‌وآله‌وسلم </w:t>
      </w:r>
      <w:r w:rsidR="00A95BC4" w:rsidRPr="00A95BC4">
        <w:rPr>
          <w:rtl/>
          <w:lang w:bidi="fa-IR"/>
        </w:rPr>
        <w:t xml:space="preserve"> به هلاکت رس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</w:t>
      </w:r>
      <w:r w:rsidR="00A95BC4" w:rsidRPr="00A95BC4">
        <w:rPr>
          <w:rtl/>
          <w:lang w:bidi="fa-IR"/>
        </w:rPr>
        <w:t xml:space="preserve">- در غزوه بدر به درک واصل شوند و فاطمه </w:t>
      </w:r>
      <w:r w:rsidR="00CD0DB0" w:rsidRPr="00CD0DB0">
        <w:rPr>
          <w:rStyle w:val="libAlaemChar"/>
          <w:rtl/>
        </w:rPr>
        <w:t xml:space="preserve">عليها‌السلام </w:t>
      </w:r>
      <w:r w:rsidR="00A95BC4" w:rsidRPr="00A95BC4">
        <w:rPr>
          <w:rtl/>
          <w:lang w:bidi="fa-IR"/>
        </w:rPr>
        <w:t>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</w:t>
      </w:r>
      <w:r w:rsidR="00A95BC4" w:rsidRPr="00A95BC4">
        <w:rPr>
          <w:rtl/>
          <w:lang w:bidi="fa-IR"/>
        </w:rPr>
        <w:t xml:space="preserve"> که چگونه نفر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پ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امبر</w:t>
      </w:r>
      <w:r w:rsidR="00A95BC4" w:rsidRPr="00A95BC4">
        <w:rPr>
          <w:rtl/>
          <w:lang w:bidi="fa-IR"/>
        </w:rPr>
        <w:t xml:space="preserve"> </w:t>
      </w:r>
      <w:r w:rsidR="00A95BC4" w:rsidRPr="00A95BC4">
        <w:rPr>
          <w:rStyle w:val="libAlaemChar"/>
          <w:rtl/>
        </w:rPr>
        <w:t xml:space="preserve">صلى‌الله‌عليه‌وآله‌وسلم </w:t>
      </w:r>
      <w:r w:rsidR="00A95BC4" w:rsidRPr="00A95BC4">
        <w:rPr>
          <w:rtl/>
          <w:lang w:bidi="fa-IR"/>
        </w:rPr>
        <w:t xml:space="preserve"> آنها را به سزا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اعمال زشت و جهل‌آم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زشان</w:t>
      </w:r>
      <w:r w:rsidR="00A95BC4" w:rsidRPr="00A95BC4">
        <w:rPr>
          <w:rtl/>
          <w:lang w:bidi="fa-IR"/>
        </w:rPr>
        <w:t xml:space="preserve"> رسان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</w:t>
      </w:r>
      <w:r w:rsidR="00A95BC4" w:rsidRPr="00A95BC4">
        <w:rPr>
          <w:rtl/>
          <w:lang w:bidi="fa-IR"/>
        </w:rPr>
        <w:t>.</w:t>
      </w:r>
    </w:p>
    <w:p w:rsidR="00A95BC4" w:rsidRPr="00A95BC4" w:rsidRDefault="00A95BC4" w:rsidP="00E24877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اکرم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،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را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دوست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داشت،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تنها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تا هنگام وفات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در 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ات</w:t>
      </w:r>
      <w:r w:rsidRPr="00A95BC4">
        <w:rPr>
          <w:rtl/>
          <w:lang w:bidi="fa-IR"/>
        </w:rPr>
        <w:t xml:space="preserve"> بودند و البته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اول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که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پس از وفات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وستند</w:t>
      </w:r>
      <w:r w:rsidRPr="00A95BC4">
        <w:rPr>
          <w:rtl/>
          <w:lang w:bidi="fa-IR"/>
        </w:rPr>
        <w:t>.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نب،</w:t>
      </w:r>
      <w:r w:rsidRPr="00A95BC4">
        <w:rPr>
          <w:rtl/>
          <w:lang w:bidi="fa-IR"/>
        </w:rPr>
        <w:t xml:space="preserve"> رق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ه،</w:t>
      </w:r>
      <w:r w:rsidRPr="00A95BC4">
        <w:rPr>
          <w:rtl/>
          <w:lang w:bidi="fa-IR"/>
        </w:rPr>
        <w:t xml:space="preserve"> امّ‌کلثوم، قاسم، عبدالله و فاطمه، فرزندان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از خد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جه</w:t>
      </w:r>
      <w:r w:rsidRPr="00A95BC4">
        <w:rPr>
          <w:rtl/>
          <w:lang w:bidi="fa-IR"/>
        </w:rPr>
        <w:t xml:space="preserve"> بودند. قاسم </w:t>
      </w: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دو سالگ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بعثت و عبدالله در مکه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هجرت وفات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افتند</w:t>
      </w:r>
      <w:r w:rsidRPr="00A95BC4">
        <w:rPr>
          <w:rtl/>
          <w:lang w:bidi="fa-IR"/>
        </w:rPr>
        <w:t>. اما دختران به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هجرت کردند و همگ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بدرود گفتند.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 xml:space="preserve">تنها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</w:t>
      </w:r>
      <w:r w:rsidRPr="00A95BC4">
        <w:rPr>
          <w:rtl/>
          <w:lang w:bidi="fa-IR"/>
        </w:rPr>
        <w:t xml:space="preserve"> پدر، پس از مرگ مادر و خواهران بود و امور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را به تنها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انجام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داد</w:t>
      </w:r>
      <w:r w:rsidRPr="00A95BC4">
        <w:rPr>
          <w:rtl/>
          <w:lang w:bidi="fa-IR"/>
        </w:rPr>
        <w:t>. هرگاه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خواستند</w:t>
      </w:r>
      <w:r w:rsidRPr="00A95BC4">
        <w:rPr>
          <w:rtl/>
          <w:lang w:bidi="fa-IR"/>
        </w:rPr>
        <w:t xml:space="preserve"> دوست‌داشتن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فرد را مثال بزنند، فاطمه را نام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بردند</w:t>
      </w:r>
      <w:r w:rsidRPr="00A95BC4">
        <w:rPr>
          <w:rtl/>
          <w:lang w:bidi="fa-IR"/>
        </w:rPr>
        <w:t xml:space="preserve"> و کم‌کم در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مسلمانان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مسئله به ضرب‌المثل تبد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شده بود.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رو، هرگاه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خواستند</w:t>
      </w:r>
      <w:r w:rsidRPr="00A95BC4">
        <w:rPr>
          <w:rtl/>
          <w:lang w:bidi="fa-IR"/>
        </w:rPr>
        <w:t xml:space="preserve"> بگو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</w:t>
      </w:r>
      <w:r w:rsidRPr="00A95BC4">
        <w:rPr>
          <w:rtl/>
          <w:lang w:bidi="fa-IR"/>
        </w:rPr>
        <w:t xml:space="preserve">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فلان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کس را چقدر دوست دارد،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گفتند</w:t>
      </w:r>
      <w:r w:rsidRPr="00A95BC4">
        <w:rPr>
          <w:rtl/>
          <w:lang w:bidi="fa-IR"/>
        </w:rPr>
        <w:t>: «دوست دارد به</w:t>
      </w:r>
      <w:r w:rsidR="00E24877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اندازه</w:t>
      </w:r>
      <w:r w:rsidRPr="00A95BC4">
        <w:rPr>
          <w:rtl/>
          <w:lang w:bidi="fa-IR"/>
        </w:rPr>
        <w:t xml:space="preserve"> فاطمه».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عصر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دختران خود را زنده به گور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کردند،</w:t>
      </w:r>
      <w:r w:rsidRPr="00A95BC4">
        <w:rPr>
          <w:rtl/>
          <w:lang w:bidi="fa-IR"/>
        </w:rPr>
        <w:t xml:space="preserve">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نه تنها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را نکرد، بلکه بارها و بارها در برابر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دگان</w:t>
      </w:r>
      <w:r w:rsidRPr="00A95BC4">
        <w:rPr>
          <w:rtl/>
          <w:lang w:bidi="fa-IR"/>
        </w:rPr>
        <w:t xml:space="preserve"> 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ش،</w:t>
      </w:r>
      <w:r w:rsidRPr="00A95BC4">
        <w:rPr>
          <w:rtl/>
          <w:lang w:bidi="fa-IR"/>
        </w:rPr>
        <w:t xml:space="preserve"> بر دست فاطمه بوسه زد تا همگان بدانند که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چه ارزش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نزد پدر دارد و در اصل، زن چه پا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خلقت دارد. فاطمه با ارزش‌ت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انسان در </w:t>
      </w:r>
      <w:r w:rsidRPr="00A95BC4">
        <w:rPr>
          <w:rtl/>
          <w:lang w:bidi="fa-IR"/>
        </w:rPr>
        <w:lastRenderedPageBreak/>
        <w:t>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بود و 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را به خوب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دانستند</w:t>
      </w:r>
      <w:r w:rsidRPr="00A95BC4">
        <w:rPr>
          <w:rtl/>
          <w:lang w:bidi="fa-IR"/>
        </w:rPr>
        <w:t>. هرگاه درباره امر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شفاعت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خواستند،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بانو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گرام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خواستند،</w:t>
      </w:r>
      <w:r w:rsidRPr="00A95BC4">
        <w:rPr>
          <w:rtl/>
          <w:lang w:bidi="fa-IR"/>
        </w:rPr>
        <w:t xml:space="preserve">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را انجام دهد.</w:t>
      </w:r>
    </w:p>
    <w:p w:rsidR="00A95BC4" w:rsidRPr="00A95BC4" w:rsidRDefault="00A95BC4" w:rsidP="00E24877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ترب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فاطمه </w:t>
      </w:r>
      <w:r w:rsidR="00E24877" w:rsidRPr="00E24877">
        <w:rPr>
          <w:rStyle w:val="libAlaemChar"/>
          <w:rFonts w:eastAsiaTheme="minorHAnsi"/>
          <w:rtl/>
        </w:rPr>
        <w:t>عليها‌السلام</w:t>
      </w:r>
      <w:r w:rsidR="00E24877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A95BC4">
        <w:rPr>
          <w:rtl/>
          <w:lang w:bidi="fa-IR"/>
        </w:rPr>
        <w:t>ترب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قرآن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و از شخص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برجسته اسلام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شمار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با وجود کم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سنش، همه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در حوادث بزرگ شرکت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>. در زمان 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ات</w:t>
      </w:r>
      <w:r w:rsidRPr="00A95BC4">
        <w:rPr>
          <w:rtl/>
          <w:lang w:bidi="fa-IR"/>
        </w:rPr>
        <w:t xml:space="preserve"> پدر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از جا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گاه</w:t>
      </w:r>
      <w:r w:rsidRPr="00A95BC4">
        <w:rPr>
          <w:rtl/>
          <w:lang w:bidi="fa-IR"/>
        </w:rPr>
        <w:t xml:space="preserve"> 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ژه‌ا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برخوردار بود تا جا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در مورد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فرم</w:t>
      </w:r>
      <w:r w:rsidRPr="00A95BC4">
        <w:rPr>
          <w:rFonts w:hint="eastAsia"/>
          <w:rtl/>
          <w:lang w:bidi="fa-IR"/>
        </w:rPr>
        <w:t>ود</w:t>
      </w:r>
      <w:r w:rsidRPr="00A95BC4">
        <w:rPr>
          <w:rtl/>
          <w:lang w:bidi="fa-IR"/>
        </w:rPr>
        <w:t>: «فاطمه پاره تن من است، هر کس او را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ازارد،</w:t>
      </w:r>
      <w:r w:rsidRPr="00A95BC4">
        <w:rPr>
          <w:rtl/>
          <w:lang w:bidi="fa-IR"/>
        </w:rPr>
        <w:t xml:space="preserve"> مرا آزرده و هرکه به او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کند، به من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کرده است».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همچن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درباره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فرموده‌اند: «بهتر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زنان عالم چهار تن‌اند: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ه،</w:t>
      </w:r>
      <w:r w:rsidRPr="00A95BC4">
        <w:rPr>
          <w:rtl/>
          <w:lang w:bidi="fa-IR"/>
        </w:rPr>
        <w:t xml:space="preserve"> خد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جه</w:t>
      </w:r>
      <w:r w:rsidRPr="00A95BC4">
        <w:rPr>
          <w:rtl/>
          <w:lang w:bidi="fa-IR"/>
        </w:rPr>
        <w:t xml:space="preserve"> و فاطمه:». فاطمه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چهار زن نمونه جهان است که امت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از</w:t>
      </w:r>
      <w:r w:rsidRPr="00A95BC4">
        <w:rPr>
          <w:rtl/>
          <w:lang w:bidi="fa-IR"/>
        </w:rPr>
        <w:t xml:space="preserve"> 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ژه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دارد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است که تنها دختر بهتر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خلق جهان و اشرف مخلوقات است،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کس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امت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از</w:t>
      </w:r>
      <w:r w:rsidRPr="00A95BC4">
        <w:rPr>
          <w:rtl/>
          <w:lang w:bidi="fa-IR"/>
        </w:rPr>
        <w:t xml:space="preserve"> به پا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رسد</w:t>
      </w:r>
      <w:r w:rsidRPr="00A95BC4">
        <w:rPr>
          <w:rtl/>
          <w:lang w:bidi="fa-IR"/>
        </w:rPr>
        <w:t xml:space="preserve"> و او از همه والاتر و برتر است.</w:t>
      </w:r>
    </w:p>
    <w:p w:rsidR="00A95BC4" w:rsidRPr="00A95BC4" w:rsidRDefault="00E24877" w:rsidP="00E24877">
      <w:pPr>
        <w:pStyle w:val="Heading2"/>
        <w:rPr>
          <w:rtl/>
        </w:rPr>
      </w:pPr>
      <w:r>
        <w:rPr>
          <w:rtl/>
        </w:rPr>
        <w:br w:type="page"/>
      </w:r>
      <w:bookmarkStart w:id="126" w:name="_Toc504390421"/>
      <w:bookmarkStart w:id="127" w:name="_Toc504390512"/>
      <w:r w:rsidR="00A95BC4" w:rsidRPr="00A95BC4">
        <w:rPr>
          <w:rFonts w:hint="eastAsia"/>
          <w:rtl/>
        </w:rPr>
        <w:lastRenderedPageBreak/>
        <w:t>هجرت</w:t>
      </w:r>
      <w:r w:rsidR="00A95BC4" w:rsidRPr="00A95BC4">
        <w:rPr>
          <w:rtl/>
        </w:rPr>
        <w:t xml:space="preserve"> به مد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نه‌</w:t>
      </w:r>
      <w:bookmarkEnd w:id="126"/>
      <w:bookmarkEnd w:id="127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آزار</w:t>
      </w:r>
      <w:r w:rsidRPr="00A95BC4">
        <w:rPr>
          <w:rtl/>
          <w:lang w:bidi="fa-IR"/>
        </w:rPr>
        <w:t xml:space="preserve"> و اذ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مسلمانان در مکه بالا گرفته و 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تلاش خود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خاموش کردن نور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ن،</w:t>
      </w:r>
      <w:r w:rsidRPr="00A95BC4">
        <w:rPr>
          <w:rtl/>
          <w:lang w:bidi="fa-IR"/>
        </w:rPr>
        <w:t xml:space="preserve"> شدت بخش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بود، اما خداوند توجه خود را شامل حال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و مسلمانان کرد. هرچه مسلمانان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شتر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دند،</w:t>
      </w:r>
      <w:r w:rsidRPr="00A95BC4">
        <w:rPr>
          <w:rtl/>
          <w:lang w:bidi="fa-IR"/>
        </w:rPr>
        <w:t xml:space="preserve"> آنها مسلمانان را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شتر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آزردند</w:t>
      </w:r>
      <w:r w:rsidRPr="00A95BC4">
        <w:rPr>
          <w:rtl/>
          <w:lang w:bidi="fa-IR"/>
        </w:rPr>
        <w:t>. تا جا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تصم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گرفت از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دوستش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داشت،</w:t>
      </w:r>
      <w:r w:rsidRPr="00A95BC4">
        <w:rPr>
          <w:rtl/>
          <w:lang w:bidi="fa-IR"/>
        </w:rPr>
        <w:t xml:space="preserve"> به سمت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منوره هجرت کند.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هجرت کرد و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در مکه منتظر ماند تا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کارها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را در مکه سامان دهد، آنگاه به همراه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به سمت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هجرت کرد و در محله قبا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وست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</w:p>
    <w:p w:rsidR="00A95BC4" w:rsidRPr="00A95BC4" w:rsidRDefault="00B46C2E" w:rsidP="00B46C2E">
      <w:pPr>
        <w:pStyle w:val="Heading2"/>
        <w:rPr>
          <w:rtl/>
        </w:rPr>
      </w:pPr>
      <w:r>
        <w:rPr>
          <w:rtl/>
        </w:rPr>
        <w:br w:type="page"/>
      </w:r>
      <w:bookmarkStart w:id="128" w:name="_Toc504390422"/>
      <w:bookmarkStart w:id="129" w:name="_Toc504390513"/>
      <w:r w:rsidR="00A95BC4" w:rsidRPr="00A95BC4">
        <w:rPr>
          <w:rFonts w:hint="eastAsia"/>
          <w:rtl/>
        </w:rPr>
        <w:lastRenderedPageBreak/>
        <w:t>ازدواج</w:t>
      </w:r>
      <w:r w:rsidR="00A95BC4" w:rsidRPr="00A95BC4">
        <w:rPr>
          <w:rtl/>
        </w:rPr>
        <w:t xml:space="preserve"> فاطمه </w:t>
      </w:r>
      <w:r w:rsidRPr="00B46C2E">
        <w:rPr>
          <w:rStyle w:val="libAlaemChar"/>
          <w:rFonts w:eastAsiaTheme="minorHAnsi"/>
          <w:rtl/>
        </w:rPr>
        <w:t>عليها‌السلام</w:t>
      </w:r>
      <w:bookmarkEnd w:id="128"/>
      <w:bookmarkEnd w:id="129"/>
    </w:p>
    <w:p w:rsidR="00A95BC4" w:rsidRPr="00A95BC4" w:rsidRDefault="00A95BC4" w:rsidP="00B46C2E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حضرت</w:t>
      </w:r>
      <w:r w:rsidRPr="00A95BC4">
        <w:rPr>
          <w:rtl/>
          <w:lang w:bidi="fa-IR"/>
        </w:rPr>
        <w:t xml:space="preserve">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در سا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حما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پدر بزرگوارش رسول الله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>. او بانو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خانه نبوت و دارا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شأن و شوکت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والا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بود.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خواستگاران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جمله ابوبکر و عمر داشت.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آنها جهت خواستگار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فاطمه به منزل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آمدند،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با </w:t>
      </w:r>
      <w:r w:rsidRPr="00A95BC4">
        <w:rPr>
          <w:rFonts w:hint="eastAsia"/>
          <w:rtl/>
          <w:lang w:bidi="fa-IR"/>
        </w:rPr>
        <w:t>لحن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آرام و لط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</w:t>
      </w:r>
      <w:r w:rsidRPr="00A95BC4">
        <w:rPr>
          <w:rtl/>
          <w:lang w:bidi="fa-IR"/>
        </w:rPr>
        <w:t xml:space="preserve"> آنها را رد کرد.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هر دو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 فرمود: «با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خواست خدا و قضا و قدر اله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چه خواهد بود». پس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دو نفر، حضرت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خواستگار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آمد.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نزد فاطمه رفت و گفت: «عل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خواستگار</w:t>
      </w:r>
      <w:r w:rsidRPr="00A95BC4">
        <w:rPr>
          <w:rFonts w:hint="cs"/>
          <w:rtl/>
          <w:lang w:bidi="fa-IR"/>
        </w:rPr>
        <w:t>ی</w:t>
      </w:r>
      <w:r w:rsidR="00B46C2E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تو</w:t>
      </w:r>
      <w:r w:rsidRPr="00A95BC4">
        <w:rPr>
          <w:rtl/>
          <w:lang w:bidi="fa-IR"/>
        </w:rPr>
        <w:t xml:space="preserve"> آمده، چه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؟»</w:t>
      </w:r>
      <w:r w:rsidRPr="00A95BC4">
        <w:rPr>
          <w:rtl/>
          <w:lang w:bidi="fa-IR"/>
        </w:rPr>
        <w:t xml:space="preserve">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سکوت کرد و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سکوت را علامت رضا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دانست و با ازدواج آن دو موافقت کرد و حضرت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را به عقد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درآورد.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خواستگار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آمد،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«چه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مهر دخترم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؟»</w:t>
      </w:r>
      <w:r w:rsidRPr="00A95BC4">
        <w:rPr>
          <w:rtl/>
          <w:lang w:bidi="fa-IR"/>
        </w:rPr>
        <w:t xml:space="preserve">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فرمود: «چ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جهت مهر دختر شما ندارم».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فرمود: «زره جنگ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ات</w:t>
      </w:r>
      <w:r w:rsidRPr="00A95BC4">
        <w:rPr>
          <w:rtl/>
          <w:lang w:bidi="fa-IR"/>
        </w:rPr>
        <w:t xml:space="preserve"> کجاست؟»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فرمود: «هم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جاست».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فرمود: «هم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را مهر دخترم کن».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همان زره را مهر دختر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کرد و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ازدواج نمود.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زره را به 480 درهم فروخت.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به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فرمود: «ا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پول را به دو قسم کن، قسم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بو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خوش و عطر و قسم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کالاها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ضرور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عروس بخر».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عطر و بو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خوش را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دوست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داشتند</w:t>
      </w:r>
      <w:r w:rsidRPr="00A95BC4">
        <w:rPr>
          <w:rtl/>
          <w:lang w:bidi="fa-IR"/>
        </w:rPr>
        <w:t xml:space="preserve"> و مردم را به استفاده از بو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خوش، تشو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کردند</w:t>
      </w:r>
      <w:r w:rsidRPr="00A95BC4">
        <w:rPr>
          <w:rtl/>
          <w:lang w:bidi="fa-IR"/>
        </w:rPr>
        <w:t>. به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توص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کردند که در روز عروس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از بو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خوش استفاده کند.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فرمودند: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جان!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عروس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ترت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م»</w:t>
      </w:r>
      <w:r w:rsidRPr="00A95BC4">
        <w:rPr>
          <w:rtl/>
          <w:lang w:bidi="fa-IR"/>
        </w:rPr>
        <w:t>. تعداد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اصحاب، برخ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تکال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</w:t>
      </w:r>
      <w:r w:rsidRPr="00A95BC4">
        <w:rPr>
          <w:rtl/>
          <w:lang w:bidi="fa-IR"/>
        </w:rPr>
        <w:t xml:space="preserve"> انجام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عروس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به عهده گرفتند. سعد بن عباده رفت و گوسفند نر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آورد و آن را سر بر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تعداد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انصار هم، چند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صاع ذرت آوردند و از آن، غ</w:t>
      </w:r>
      <w:r w:rsidRPr="00A95BC4">
        <w:rPr>
          <w:rFonts w:hint="eastAsia"/>
          <w:rtl/>
          <w:lang w:bidi="fa-IR"/>
        </w:rPr>
        <w:t>ذا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جهت ول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مه</w:t>
      </w:r>
      <w:r w:rsidRPr="00A95BC4">
        <w:rPr>
          <w:rtl/>
          <w:lang w:bidi="fa-IR"/>
        </w:rPr>
        <w:t xml:space="preserve"> عروس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آماده کردند.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اکرم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جه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را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صورت آماده کردند: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فرش،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مخده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پشت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پوست که کناره‌ها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 از 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</w:t>
      </w:r>
      <w:r w:rsidRPr="00A95BC4">
        <w:rPr>
          <w:rtl/>
          <w:lang w:bidi="fa-IR"/>
        </w:rPr>
        <w:t xml:space="preserve"> خرما بافته شده بود،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ظرف آب‌خور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کوزه‌ا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نگهدار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آب. پس تعداد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آمدند و آن وسا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را در خانه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</w:t>
      </w:r>
      <w:r w:rsidRPr="00A95BC4">
        <w:rPr>
          <w:rtl/>
          <w:lang w:bidi="fa-IR"/>
        </w:rPr>
        <w:t xml:space="preserve">. فاطمه زهرا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هنگام از</w:t>
      </w:r>
      <w:r w:rsidRPr="00A95BC4">
        <w:rPr>
          <w:rFonts w:hint="eastAsia"/>
          <w:rtl/>
          <w:lang w:bidi="fa-IR"/>
        </w:rPr>
        <w:t>دواج</w:t>
      </w:r>
      <w:r w:rsidRPr="00A95BC4">
        <w:rPr>
          <w:rtl/>
          <w:lang w:bidi="fa-IR"/>
        </w:rPr>
        <w:t xml:space="preserve"> به روا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نه ساله و به روا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هجده ساله بودند.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چون</w:t>
      </w:r>
      <w:r w:rsidRPr="00A95BC4">
        <w:rPr>
          <w:rtl/>
          <w:lang w:bidi="fa-IR"/>
        </w:rPr>
        <w:t xml:space="preserve"> شب عروس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گفت: «با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تا من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م»</w:t>
      </w:r>
      <w:r w:rsidRPr="00A95BC4">
        <w:rPr>
          <w:rtl/>
          <w:lang w:bidi="fa-IR"/>
        </w:rPr>
        <w:t xml:space="preserve">.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عروس و داماد رفت، سپس در ظرف پاک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دعا کرد. سپس آن را به 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پاش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فرمود: «خدا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عروس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مبارک گرداند و فرزندان پاک به شما عطا کند». سپس ب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طرف دخترش رفت و او را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دعا کرد.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در لباس عروس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نزد پدر از شدت 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لرز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قدر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آن آب را هم به 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پاش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هم دعا کرد و او را به مبارک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ازدواج خبر داد: «وَ اکّد لَها انَّهُ اجتَهَدَ فِ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الإختِ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ارِ</w:t>
      </w:r>
      <w:r w:rsidRPr="00A95BC4">
        <w:rPr>
          <w:rtl/>
          <w:lang w:bidi="fa-IR"/>
        </w:rPr>
        <w:t xml:space="preserve"> وَ ان</w:t>
      </w:r>
      <w:r w:rsidRPr="00A95BC4">
        <w:rPr>
          <w:rFonts w:hint="eastAsia"/>
          <w:rtl/>
          <w:lang w:bidi="fa-IR"/>
        </w:rPr>
        <w:t>َّهُ</w:t>
      </w:r>
      <w:r w:rsidRPr="00A95BC4">
        <w:rPr>
          <w:rtl/>
          <w:lang w:bidi="fa-IR"/>
        </w:rPr>
        <w:t xml:space="preserve"> اختارَ لَها خَ</w:t>
      </w:r>
      <w:r w:rsidRPr="00A95BC4">
        <w:rPr>
          <w:rFonts w:hint="cs"/>
          <w:rtl/>
          <w:lang w:bidi="fa-IR"/>
        </w:rPr>
        <w:t>یْ</w:t>
      </w:r>
      <w:r w:rsidRPr="00A95BC4">
        <w:rPr>
          <w:rFonts w:hint="eastAsia"/>
          <w:rtl/>
          <w:lang w:bidi="fa-IR"/>
        </w:rPr>
        <w:t>رَ</w:t>
      </w:r>
      <w:r w:rsidRPr="00A95BC4">
        <w:rPr>
          <w:rtl/>
          <w:lang w:bidi="fa-IR"/>
        </w:rPr>
        <w:t xml:space="preserve"> اهْلِهِ».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ازدواج</w:t>
      </w:r>
      <w:r w:rsidRPr="00A95BC4">
        <w:rPr>
          <w:rtl/>
          <w:lang w:bidi="fa-IR"/>
        </w:rPr>
        <w:t xml:space="preserve">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و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حادثه بزرگ تار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بود، طور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در تار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خ،</w:t>
      </w:r>
      <w:r w:rsidRPr="00A95BC4">
        <w:rPr>
          <w:rtl/>
          <w:lang w:bidi="fa-IR"/>
        </w:rPr>
        <w:t xml:space="preserve"> ازدواج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همچون ازدواج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دو بزرگوار صورت نگرفته است و صفحه‌ها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</w:t>
      </w:r>
      <w:r w:rsidRPr="00A95BC4">
        <w:rPr>
          <w:rtl/>
          <w:lang w:bidi="fa-IR"/>
        </w:rPr>
        <w:t xml:space="preserve"> اسلام، پر از آثار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که در سراسر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ن،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ازدواج پر شده و از ثمره‌ها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ازدواج، استمرار نسل خاندان نبو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است</w:t>
      </w:r>
      <w:r w:rsidRPr="00A95BC4">
        <w:rPr>
          <w:rtl/>
          <w:lang w:bidi="fa-IR"/>
        </w:rPr>
        <w:t>.</w:t>
      </w:r>
    </w:p>
    <w:p w:rsidR="00A95BC4" w:rsidRPr="00A95BC4" w:rsidRDefault="00A95BC4" w:rsidP="00B46C2E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امّ</w:t>
      </w:r>
      <w:r w:rsidRPr="00A95BC4">
        <w:rPr>
          <w:rtl/>
          <w:lang w:bidi="fa-IR"/>
        </w:rPr>
        <w:t xml:space="preserve"> سلمه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در خانه او و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مشغول پخت غذا بود.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به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فرمود: همراه همسر و فرزندانت به نزد من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>.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و حسن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</w:t>
      </w:r>
      <w:r w:rsidR="00B46C2E" w:rsidRPr="00B46C2E">
        <w:rPr>
          <w:rStyle w:val="libAlaemChar"/>
          <w:rFonts w:eastAsiaTheme="minorHAnsi"/>
          <w:rtl/>
        </w:rPr>
        <w:t>عليهما‌السلام</w:t>
      </w:r>
      <w:r w:rsidRPr="00A95BC4">
        <w:rPr>
          <w:rtl/>
          <w:lang w:bidi="fa-IR"/>
        </w:rPr>
        <w:t xml:space="preserve"> داخل شدند و نشستند و از آن غذا خوردند.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خواب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کساء (عباء) 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بود».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امّ</w:t>
      </w:r>
      <w:r w:rsidRPr="00A95BC4">
        <w:rPr>
          <w:rtl/>
          <w:lang w:bidi="fa-IR"/>
        </w:rPr>
        <w:t xml:space="preserve"> سلمه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من در اتاق اصل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بودم که خداوند بر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را نازل کرد:</w:t>
      </w:r>
    </w:p>
    <w:p w:rsidR="00A95BC4" w:rsidRPr="00A95BC4" w:rsidRDefault="00B46C2E" w:rsidP="00A95BC4">
      <w:pPr>
        <w:pStyle w:val="libNormal"/>
        <w:rPr>
          <w:rtl/>
          <w:lang w:bidi="fa-IR"/>
        </w:rPr>
      </w:pPr>
      <w:r w:rsidRPr="00B46C2E">
        <w:rPr>
          <w:rStyle w:val="libAlaemChar"/>
          <w:rFonts w:hint="cs"/>
          <w:rtl/>
        </w:rPr>
        <w:t>(</w:t>
      </w:r>
      <w:r w:rsidR="00A95BC4" w:rsidRPr="00B46C2E">
        <w:rPr>
          <w:rStyle w:val="libAieChar"/>
          <w:rFonts w:hint="eastAsia"/>
          <w:rtl/>
        </w:rPr>
        <w:t>إِنَّما</w:t>
      </w:r>
      <w:r w:rsidR="00A95BC4" w:rsidRPr="00B46C2E">
        <w:rPr>
          <w:rStyle w:val="libAieChar"/>
          <w:rtl/>
        </w:rPr>
        <w:t xml:space="preserve"> </w:t>
      </w:r>
      <w:r w:rsidR="00A95BC4" w:rsidRPr="00B46C2E">
        <w:rPr>
          <w:rStyle w:val="libAieChar"/>
          <w:rFonts w:hint="cs"/>
          <w:rtl/>
        </w:rPr>
        <w:t>یُ</w:t>
      </w:r>
      <w:r w:rsidR="00A95BC4" w:rsidRPr="00B46C2E">
        <w:rPr>
          <w:rStyle w:val="libAieChar"/>
          <w:rFonts w:hint="eastAsia"/>
          <w:rtl/>
        </w:rPr>
        <w:t>رِ</w:t>
      </w:r>
      <w:r w:rsidR="00A95BC4" w:rsidRPr="00B46C2E">
        <w:rPr>
          <w:rStyle w:val="libAieChar"/>
          <w:rFonts w:hint="cs"/>
          <w:rtl/>
        </w:rPr>
        <w:t>ی</w:t>
      </w:r>
      <w:r w:rsidR="00A95BC4" w:rsidRPr="00B46C2E">
        <w:rPr>
          <w:rStyle w:val="libAieChar"/>
          <w:rFonts w:hint="eastAsia"/>
          <w:rtl/>
        </w:rPr>
        <w:t>دُ</w:t>
      </w:r>
      <w:r w:rsidR="00A95BC4" w:rsidRPr="00B46C2E">
        <w:rPr>
          <w:rStyle w:val="libAieChar"/>
          <w:rtl/>
        </w:rPr>
        <w:t xml:space="preserve"> اللهُ لِ</w:t>
      </w:r>
      <w:r w:rsidR="00A95BC4" w:rsidRPr="00B46C2E">
        <w:rPr>
          <w:rStyle w:val="libAieChar"/>
          <w:rFonts w:hint="cs"/>
          <w:rtl/>
        </w:rPr>
        <w:t>یُ</w:t>
      </w:r>
      <w:r w:rsidR="00A95BC4" w:rsidRPr="00B46C2E">
        <w:rPr>
          <w:rStyle w:val="libAieChar"/>
          <w:rFonts w:hint="eastAsia"/>
          <w:rtl/>
        </w:rPr>
        <w:t>ذْهِبَ</w:t>
      </w:r>
      <w:r w:rsidR="00A95BC4" w:rsidRPr="00B46C2E">
        <w:rPr>
          <w:rStyle w:val="libAieChar"/>
          <w:rtl/>
        </w:rPr>
        <w:t xml:space="preserve"> عَنْکُمُ الرِّجْسَ اهْلَ الْبَ</w:t>
      </w:r>
      <w:r w:rsidR="00A95BC4" w:rsidRPr="00B46C2E">
        <w:rPr>
          <w:rStyle w:val="libAieChar"/>
          <w:rFonts w:hint="cs"/>
          <w:rtl/>
        </w:rPr>
        <w:t>یْ</w:t>
      </w:r>
      <w:r w:rsidR="00A95BC4" w:rsidRPr="00B46C2E">
        <w:rPr>
          <w:rStyle w:val="libAieChar"/>
          <w:rFonts w:hint="eastAsia"/>
          <w:rtl/>
        </w:rPr>
        <w:t>تِ</w:t>
      </w:r>
      <w:r w:rsidR="00A95BC4" w:rsidRPr="00B46C2E">
        <w:rPr>
          <w:rStyle w:val="libAieChar"/>
          <w:rtl/>
        </w:rPr>
        <w:t xml:space="preserve"> وَ </w:t>
      </w:r>
      <w:r w:rsidR="00A95BC4" w:rsidRPr="00B46C2E">
        <w:rPr>
          <w:rStyle w:val="libAieChar"/>
          <w:rFonts w:hint="cs"/>
          <w:rtl/>
        </w:rPr>
        <w:t>یُ</w:t>
      </w:r>
      <w:r w:rsidR="00A95BC4" w:rsidRPr="00B46C2E">
        <w:rPr>
          <w:rStyle w:val="libAieChar"/>
          <w:rFonts w:hint="eastAsia"/>
          <w:rtl/>
        </w:rPr>
        <w:t>طَهِّرَکُمْ</w:t>
      </w:r>
      <w:r w:rsidR="00A95BC4" w:rsidRPr="00B46C2E">
        <w:rPr>
          <w:rStyle w:val="libAieChar"/>
          <w:rtl/>
        </w:rPr>
        <w:t xml:space="preserve"> تَطْهِ</w:t>
      </w:r>
      <w:r w:rsidR="00A95BC4" w:rsidRPr="00B46C2E">
        <w:rPr>
          <w:rStyle w:val="libAieChar"/>
          <w:rFonts w:hint="cs"/>
          <w:rtl/>
        </w:rPr>
        <w:t>ی</w:t>
      </w:r>
      <w:r w:rsidR="00A95BC4" w:rsidRPr="00B46C2E">
        <w:rPr>
          <w:rStyle w:val="libAieChar"/>
          <w:rFonts w:hint="eastAsia"/>
          <w:rtl/>
        </w:rPr>
        <w:t>را</w:t>
      </w:r>
      <w:r w:rsidRPr="00B46C2E">
        <w:rPr>
          <w:rStyle w:val="libAlaemChar"/>
          <w:rFonts w:hint="cs"/>
          <w:rtl/>
        </w:rPr>
        <w:t>)</w:t>
      </w:r>
      <w:r w:rsidR="00A95BC4" w:rsidRPr="00B46C2E">
        <w:rPr>
          <w:rStyle w:val="libAlaemChar"/>
          <w:rFonts w:hint="eastAsia"/>
          <w:rtl/>
        </w:rPr>
        <w:t>ً</w:t>
      </w:r>
      <w:r w:rsidR="00A95BC4" w:rsidRPr="00A95BC4">
        <w:rPr>
          <w:rtl/>
          <w:lang w:bidi="fa-IR"/>
        </w:rPr>
        <w:t xml:space="preserve"> (احزاب: 33)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خداوند</w:t>
      </w:r>
      <w:r w:rsidRPr="00A95BC4">
        <w:rPr>
          <w:rtl/>
          <w:lang w:bidi="fa-IR"/>
        </w:rPr>
        <w:t xml:space="preserve"> فقط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خواهد</w:t>
      </w:r>
      <w:r w:rsidRPr="00A95BC4">
        <w:rPr>
          <w:rtl/>
          <w:lang w:bidi="fa-IR"/>
        </w:rPr>
        <w:t xml:space="preserve"> پل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گناه را از شما اهل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دور کند و کاملًا شما را پاک سازد.</w:t>
      </w:r>
    </w:p>
    <w:p w:rsidR="00A95BC4" w:rsidRPr="00A95BC4" w:rsidRDefault="00A95BC4" w:rsidP="00B46C2E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امّ</w:t>
      </w:r>
      <w:r w:rsidRPr="00A95BC4">
        <w:rPr>
          <w:rtl/>
          <w:lang w:bidi="fa-IR"/>
        </w:rPr>
        <w:t xml:space="preserve"> سلمه 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گوشه کساء را گرفت و 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 کش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سپس دستش را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رون</w:t>
      </w:r>
      <w:r w:rsidRPr="00A95BC4">
        <w:rPr>
          <w:rtl/>
          <w:lang w:bidi="fa-IR"/>
        </w:rPr>
        <w:t xml:space="preserve"> آورد و به طرف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و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و حسن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</w:t>
      </w:r>
      <w:r w:rsidR="00B46C2E" w:rsidRPr="00B46C2E">
        <w:rPr>
          <w:rStyle w:val="libAlaemChar"/>
          <w:rFonts w:eastAsiaTheme="minorHAnsi"/>
          <w:rtl/>
        </w:rPr>
        <w:t>عليهما‌السلام</w:t>
      </w:r>
      <w:r w:rsidRPr="00A95BC4">
        <w:rPr>
          <w:rtl/>
          <w:lang w:bidi="fa-IR"/>
        </w:rPr>
        <w:t xml:space="preserve"> اشاره کرده و فرمود: خداوند شما را که اهل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من و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کان</w:t>
      </w:r>
      <w:r w:rsidRPr="00A95BC4">
        <w:rPr>
          <w:rtl/>
          <w:lang w:bidi="fa-IR"/>
        </w:rPr>
        <w:t xml:space="preserve"> من هست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از هرگونه آلودگ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پاک گرداند، پاکِ پاک».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امّ</w:t>
      </w:r>
      <w:r w:rsidRPr="00A95BC4">
        <w:rPr>
          <w:rtl/>
          <w:lang w:bidi="fa-IR"/>
        </w:rPr>
        <w:t xml:space="preserve"> سلمه در ادامه 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: «سرم را داخل اتاق کردم و گفتم: من هم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رسول الله؟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فقط فرمود: تو خوب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>.</w:t>
      </w:r>
    </w:p>
    <w:p w:rsidR="00A95BC4" w:rsidRPr="00A95BC4" w:rsidRDefault="00A95BC4" w:rsidP="00B46C2E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راو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عه</w:t>
      </w:r>
      <w:r w:rsidRPr="00A95BC4">
        <w:rPr>
          <w:rtl/>
          <w:lang w:bidi="fa-IR"/>
        </w:rPr>
        <w:t xml:space="preserve"> و سن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روا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کنند</w:t>
      </w:r>
      <w:r w:rsidRPr="00A95BC4">
        <w:rPr>
          <w:rtl/>
          <w:lang w:bidi="fa-IR"/>
        </w:rPr>
        <w:t xml:space="preserve"> که پس از نزول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اغلب اوقات در برابر خانه فاطمه زهرا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ستاد</w:t>
      </w:r>
      <w:r w:rsidRPr="00A95BC4">
        <w:rPr>
          <w:rtl/>
          <w:lang w:bidi="fa-IR"/>
        </w:rPr>
        <w:t xml:space="preserve"> و پس از آنکه به اهل خانه سلام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داد،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را با صدا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بلند</w:t>
      </w:r>
      <w:r w:rsidR="00B46C2E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خواند</w:t>
      </w:r>
      <w:r w:rsidRPr="00A95BC4">
        <w:rPr>
          <w:rtl/>
          <w:lang w:bidi="fa-IR"/>
        </w:rPr>
        <w:t xml:space="preserve"> و به همگان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فرمود</w:t>
      </w:r>
      <w:r w:rsidRPr="00A95BC4">
        <w:rPr>
          <w:rtl/>
          <w:lang w:bidi="fa-IR"/>
        </w:rPr>
        <w:t>: «فاطمه و همسر و فرزندانش، اهل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من‌اند».</w:t>
      </w:r>
    </w:p>
    <w:p w:rsidR="00A95BC4" w:rsidRPr="00A95BC4" w:rsidRDefault="00B46C2E" w:rsidP="00B46C2E">
      <w:pPr>
        <w:pStyle w:val="Heading2"/>
        <w:rPr>
          <w:rtl/>
        </w:rPr>
      </w:pPr>
      <w:r>
        <w:rPr>
          <w:rtl/>
        </w:rPr>
        <w:br w:type="page"/>
      </w:r>
      <w:bookmarkStart w:id="130" w:name="_Toc504390423"/>
      <w:bookmarkStart w:id="131" w:name="_Toc504390514"/>
      <w:r w:rsidR="00A95BC4" w:rsidRPr="00A95BC4">
        <w:rPr>
          <w:rFonts w:hint="eastAsia"/>
          <w:rtl/>
        </w:rPr>
        <w:lastRenderedPageBreak/>
        <w:t>خانه</w:t>
      </w:r>
      <w:r w:rsidR="00A95BC4" w:rsidRPr="00A95BC4">
        <w:rPr>
          <w:rtl/>
        </w:rPr>
        <w:t xml:space="preserve"> حضرت فاطمه زهرا </w:t>
      </w:r>
      <w:r w:rsidRPr="00B46C2E">
        <w:rPr>
          <w:rStyle w:val="libAlaemChar"/>
          <w:rFonts w:eastAsiaTheme="minorHAnsi"/>
          <w:rtl/>
        </w:rPr>
        <w:t>عليها‌السلام</w:t>
      </w:r>
      <w:bookmarkEnd w:id="130"/>
      <w:bookmarkEnd w:id="131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خانه</w:t>
      </w:r>
      <w:r w:rsidRPr="00A95BC4">
        <w:rPr>
          <w:rtl/>
          <w:lang w:bidi="fa-IR"/>
        </w:rPr>
        <w:t xml:space="preserve">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 xml:space="preserve">خانه نمونه اسلام بوده و هست.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و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در خانه‌ا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کردند</w:t>
      </w:r>
      <w:r w:rsidRPr="00A95BC4">
        <w:rPr>
          <w:rtl/>
          <w:lang w:bidi="fa-IR"/>
        </w:rPr>
        <w:t xml:space="preserve"> که دارا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کمتر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امکانات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بود.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تمام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کارها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خانه را خود انجام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دادند،</w:t>
      </w:r>
      <w:r w:rsidRPr="00A95BC4">
        <w:rPr>
          <w:rtl/>
          <w:lang w:bidi="fa-IR"/>
        </w:rPr>
        <w:t xml:space="preserve"> بدون آنکه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خدمت‌گزار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داشته باشند.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آن‌قدر با دست‌ها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اب</w:t>
      </w:r>
      <w:r w:rsidRPr="00A95BC4">
        <w:rPr>
          <w:rtl/>
          <w:lang w:bidi="fa-IR"/>
        </w:rPr>
        <w:t xml:space="preserve"> دست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چرخانده بود که زخم شده بود. روز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او فرمود: «نزد پدرت برو و از او بخواه تا خادم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تو بدهد تا در کارها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خانه کمکت کند».</w:t>
      </w:r>
    </w:p>
    <w:p w:rsidR="00A95BC4" w:rsidRPr="00A95BC4" w:rsidRDefault="00A95BC4" w:rsidP="00B46C2E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فاطمه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به خانه پدرش رفت و نزد او نشست و حرف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نزد.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فرمود: «چ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شده، دخترم؟»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شرمش آمد از پدر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بخواهد. پس فرمود: «خ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عرض سلام آمدم». فاطمه به خانه بازگشت.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دانست دخترش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نزد او آمده است. فردا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آن‌روز به خا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رفت. به سنت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شه،</w:t>
      </w:r>
      <w:r w:rsidRPr="00A95BC4">
        <w:rPr>
          <w:rtl/>
          <w:lang w:bidi="fa-IR"/>
        </w:rPr>
        <w:t xml:space="preserve"> سه بار سلام گفت. (سنت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آن بود که جهت ورود، سه بار سلام 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گفت و اگر جواب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رفت</w:t>
      </w:r>
      <w:r w:rsidRPr="00A95BC4">
        <w:rPr>
          <w:rtl/>
          <w:lang w:bidi="fa-IR"/>
        </w:rPr>
        <w:t xml:space="preserve">).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و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در خانه بودند. در سوم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بار، پاسخ سلام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را دادند و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دعوت کردند تا به داخل خانه برون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داخل خانه شدند و نزد دختر</w:t>
      </w:r>
      <w:r w:rsidR="00B46C2E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و</w:t>
      </w:r>
      <w:r w:rsidRPr="00A95BC4">
        <w:rPr>
          <w:rtl/>
          <w:lang w:bidi="fa-IR"/>
        </w:rPr>
        <w:t xml:space="preserve"> داماد گرام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نشستند و خطاب به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فرمودند: «فاطمه جان!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روز</w:t>
      </w:r>
      <w:r w:rsidRPr="00A95BC4">
        <w:rPr>
          <w:rtl/>
          <w:lang w:bidi="fa-IR"/>
        </w:rPr>
        <w:t xml:space="preserve"> از پدرت چه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؟»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فاطمه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ساکت بود و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چون شرم حضور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را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دانست که روز گذشته فاطمه از مشکل‌ها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 با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حرف نزده است. بنابرا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ن،</w:t>
      </w:r>
      <w:r w:rsidRPr="00A95BC4">
        <w:rPr>
          <w:rtl/>
          <w:lang w:bidi="fa-IR"/>
        </w:rPr>
        <w:t xml:space="preserve"> در پاسخ پرسش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فرمود: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رسول خدا! سخت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کار خانه، فاطمه را رنجور نموده است. از او خواستم نزد شما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خدمت‌ک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بخواهد».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اکرم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فرمود: «آ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شما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اموزم</w:t>
      </w:r>
      <w:r w:rsidRPr="00A95BC4">
        <w:rPr>
          <w:rtl/>
          <w:lang w:bidi="fa-IR"/>
        </w:rPr>
        <w:t xml:space="preserve"> که از خدمت‌گزار بهتر است؟ هرگاه به بستر خواب رفت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چهار بار تکب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(الله اکبر)، 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سه بار خدا را تسب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ح</w:t>
      </w:r>
      <w:r w:rsidRPr="00A95BC4">
        <w:rPr>
          <w:rtl/>
          <w:lang w:bidi="fa-IR"/>
        </w:rPr>
        <w:t xml:space="preserve"> (سبحان الله) و 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سه بار حمد (الحمدلله) بگو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د»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فاطمه</w:t>
      </w:r>
      <w:r w:rsidRPr="00A95BC4">
        <w:rPr>
          <w:rtl/>
          <w:lang w:bidi="fa-IR"/>
        </w:rPr>
        <w:t xml:space="preserve"> زهرا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فرمودند: «از خدا و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امبرش</w:t>
      </w:r>
      <w:r w:rsidRPr="00A95BC4">
        <w:rPr>
          <w:rtl/>
          <w:lang w:bidi="fa-IR"/>
        </w:rPr>
        <w:t xml:space="preserve"> راض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ام»</w:t>
      </w:r>
      <w:r w:rsidRPr="00A95BC4">
        <w:rPr>
          <w:rtl/>
          <w:lang w:bidi="fa-IR"/>
        </w:rPr>
        <w:t>.</w:t>
      </w:r>
    </w:p>
    <w:p w:rsidR="00A95BC4" w:rsidRPr="00A95BC4" w:rsidRDefault="00A95BC4" w:rsidP="00B46C2E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رسول</w:t>
      </w:r>
      <w:r w:rsidRPr="00A95BC4">
        <w:rPr>
          <w:rtl/>
          <w:lang w:bidi="fa-IR"/>
        </w:rPr>
        <w:t xml:space="preserve"> خدا </w:t>
      </w:r>
      <w:r w:rsidRPr="00A95BC4">
        <w:rPr>
          <w:rStyle w:val="libAlaemChar"/>
          <w:rtl/>
        </w:rPr>
        <w:t xml:space="preserve">صلى‌الله‌عليه‌وآله‌ </w:t>
      </w:r>
      <w:r w:rsidRPr="00A95BC4">
        <w:rPr>
          <w:rtl/>
          <w:lang w:bidi="fa-IR"/>
        </w:rPr>
        <w:t xml:space="preserve"> به جا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خدم و حشم و مال،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هد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را به دختر و دامادش داد و به آنها 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سمان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وسته</w:t>
      </w:r>
      <w:r w:rsidRPr="00A95BC4">
        <w:rPr>
          <w:rtl/>
          <w:lang w:bidi="fa-IR"/>
        </w:rPr>
        <w:t xml:space="preserve"> اله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هد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کرد تا چون به نماز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ستند</w:t>
      </w:r>
      <w:r w:rsidRPr="00A95BC4">
        <w:rPr>
          <w:rtl/>
          <w:lang w:bidi="fa-IR"/>
        </w:rPr>
        <w:t xml:space="preserve"> و چون به رخت‌خواب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روند،</w:t>
      </w:r>
      <w:r w:rsidRPr="00A95BC4">
        <w:rPr>
          <w:rtl/>
          <w:lang w:bidi="fa-IR"/>
        </w:rPr>
        <w:t xml:space="preserve"> به آن تمسک جو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</w:t>
      </w:r>
      <w:r w:rsidRPr="00A95BC4">
        <w:rPr>
          <w:rtl/>
          <w:lang w:bidi="fa-IR"/>
        </w:rPr>
        <w:t xml:space="preserve"> و راه رستگار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ابند</w:t>
      </w:r>
      <w:r w:rsidRPr="00A95BC4">
        <w:rPr>
          <w:rtl/>
          <w:lang w:bidi="fa-IR"/>
        </w:rPr>
        <w:t xml:space="preserve">.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نشانه‌ها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سرور را در </w:t>
      </w:r>
      <w:r w:rsidRPr="00A95BC4">
        <w:rPr>
          <w:rFonts w:hint="eastAsia"/>
          <w:rtl/>
          <w:lang w:bidi="fa-IR"/>
        </w:rPr>
        <w:t>چهره</w:t>
      </w:r>
      <w:r w:rsidRPr="00A95BC4">
        <w:rPr>
          <w:rtl/>
          <w:lang w:bidi="fa-IR"/>
        </w:rPr>
        <w:t xml:space="preserve"> دختر و دامادش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خشنود شد و از خانه آنها بازگشت،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به خوشبخت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خانه‌ا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بدان عشق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ورز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اطم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نان</w:t>
      </w:r>
      <w:r w:rsidRPr="00A95BC4">
        <w:rPr>
          <w:rtl/>
          <w:lang w:bidi="fa-IR"/>
        </w:rPr>
        <w:t xml:space="preserve"> داشت. آر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! خوشبخت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خانه مقدس 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مه</w:t>
      </w:r>
      <w:r w:rsidRPr="00A95BC4">
        <w:rPr>
          <w:rtl/>
          <w:lang w:bidi="fa-IR"/>
        </w:rPr>
        <w:t xml:space="preserve"> زده بود،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برکت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خانه و نسلش دعا کرده بود.</w:t>
      </w:r>
    </w:p>
    <w:p w:rsidR="00A95BC4" w:rsidRPr="00A95BC4" w:rsidRDefault="00B46C2E" w:rsidP="00B46C2E">
      <w:pPr>
        <w:pStyle w:val="Heading2"/>
        <w:rPr>
          <w:rtl/>
        </w:rPr>
      </w:pPr>
      <w:r>
        <w:rPr>
          <w:rtl/>
        </w:rPr>
        <w:br w:type="page"/>
      </w:r>
      <w:bookmarkStart w:id="132" w:name="_Toc504390424"/>
      <w:bookmarkStart w:id="133" w:name="_Toc504390515"/>
      <w:r w:rsidR="00A95BC4" w:rsidRPr="00A95BC4">
        <w:rPr>
          <w:rFonts w:hint="eastAsia"/>
          <w:rtl/>
        </w:rPr>
        <w:lastRenderedPageBreak/>
        <w:t>فرزندان</w:t>
      </w:r>
      <w:r w:rsidR="00A95BC4" w:rsidRPr="00A95BC4">
        <w:rPr>
          <w:rtl/>
        </w:rPr>
        <w:t xml:space="preserve"> حضرت فاطمه </w:t>
      </w:r>
      <w:r w:rsidRPr="00B46C2E">
        <w:rPr>
          <w:rStyle w:val="libAlaemChar"/>
          <w:rFonts w:eastAsiaTheme="minorHAnsi"/>
          <w:rtl/>
        </w:rPr>
        <w:t>عليها‌السلام</w:t>
      </w:r>
      <w:bookmarkEnd w:id="132"/>
      <w:bookmarkEnd w:id="133"/>
    </w:p>
    <w:p w:rsidR="00A95BC4" w:rsidRPr="00A95BC4" w:rsidRDefault="00A95BC4" w:rsidP="00B4314F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فاطمه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صاحب چهار فرزند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گهر به ترت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tl/>
          <w:lang w:bidi="fa-IR"/>
        </w:rPr>
        <w:t xml:space="preserve"> به نام‌ها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حسن، حس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 xml:space="preserve"> و امّ‌کلثوم:. شد.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فاطمه </w:t>
      </w:r>
      <w:r w:rsidR="00B4314F" w:rsidRPr="00B4314F">
        <w:rPr>
          <w:rStyle w:val="libAlaemChar"/>
          <w:rFonts w:eastAsiaTheme="minorHAnsi"/>
          <w:rtl/>
        </w:rPr>
        <w:t>عليهما‌السلام</w:t>
      </w:r>
      <w:r w:rsidRPr="00A95BC4">
        <w:rPr>
          <w:rtl/>
          <w:lang w:bidi="fa-IR"/>
        </w:rPr>
        <w:t xml:space="preserve"> به داشتن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دختران و پسران شاد بودند، همان‌طور که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وجود آنها شاد بود. روزها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گذشتند</w:t>
      </w:r>
      <w:r w:rsidRPr="00A95BC4">
        <w:rPr>
          <w:rtl/>
          <w:lang w:bidi="fa-IR"/>
        </w:rPr>
        <w:t xml:space="preserve"> و اسلام در سراسر جهان منتشر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</w:t>
      </w:r>
      <w:r w:rsidRPr="00A95BC4">
        <w:rPr>
          <w:rtl/>
          <w:lang w:bidi="fa-IR"/>
        </w:rPr>
        <w:t xml:space="preserve"> و مسلمانان پشت سر </w:t>
      </w:r>
      <w:r w:rsidRPr="00A95BC4">
        <w:rPr>
          <w:rFonts w:hint="eastAsia"/>
          <w:rtl/>
          <w:lang w:bidi="fa-IR"/>
        </w:rPr>
        <w:t>هم</w:t>
      </w:r>
      <w:r w:rsidRPr="00A95BC4">
        <w:rPr>
          <w:rtl/>
          <w:lang w:bidi="fa-IR"/>
        </w:rPr>
        <w:t xml:space="preserve">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روز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دست م</w:t>
      </w:r>
      <w:r w:rsidRPr="00A95BC4">
        <w:rPr>
          <w:rFonts w:hint="cs"/>
          <w:rtl/>
          <w:lang w:bidi="fa-IR"/>
        </w:rPr>
        <w:t>ی‌ی</w:t>
      </w:r>
      <w:r w:rsidRPr="00A95BC4">
        <w:rPr>
          <w:rFonts w:hint="eastAsia"/>
          <w:rtl/>
          <w:lang w:bidi="fa-IR"/>
        </w:rPr>
        <w:t>افتند</w:t>
      </w:r>
      <w:r w:rsidRPr="00A95BC4">
        <w:rPr>
          <w:rtl/>
          <w:lang w:bidi="fa-IR"/>
        </w:rPr>
        <w:t>. با فتح مکه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اسلام در سراسر شبه جز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ره</w:t>
      </w:r>
      <w:r w:rsidRPr="00A95BC4">
        <w:rPr>
          <w:rtl/>
          <w:lang w:bidi="fa-IR"/>
        </w:rPr>
        <w:t xml:space="preserve"> عربستان گسترده شد.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به جهت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روز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ها</w:t>
      </w:r>
      <w:r w:rsidRPr="00A95BC4">
        <w:rPr>
          <w:rtl/>
          <w:lang w:bidi="fa-IR"/>
        </w:rPr>
        <w:t xml:space="preserve"> شاد بود. هرگاه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کودکان زهرا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متولد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خانه آنها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آمد</w:t>
      </w:r>
      <w:r w:rsidRPr="00A95BC4">
        <w:rPr>
          <w:rtl/>
          <w:lang w:bidi="fa-IR"/>
        </w:rPr>
        <w:t xml:space="preserve"> و تهن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گفت</w:t>
      </w:r>
      <w:r w:rsidRPr="00A95BC4">
        <w:rPr>
          <w:rtl/>
          <w:lang w:bidi="fa-IR"/>
        </w:rPr>
        <w:t>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قدوم فرزندان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شاد و به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دار</w:t>
      </w:r>
      <w:r w:rsidRPr="00A95BC4">
        <w:rPr>
          <w:rtl/>
          <w:lang w:bidi="fa-IR"/>
        </w:rPr>
        <w:t xml:space="preserve"> آنها خشنود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</w:t>
      </w:r>
      <w:r w:rsidRPr="00A95BC4">
        <w:rPr>
          <w:rtl/>
          <w:lang w:bidi="fa-IR"/>
        </w:rPr>
        <w:t>.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با آنها باز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به آنها محبت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</w:p>
    <w:p w:rsidR="00A95BC4" w:rsidRPr="00A95BC4" w:rsidRDefault="00B4314F" w:rsidP="00B4314F">
      <w:pPr>
        <w:pStyle w:val="Heading2"/>
        <w:rPr>
          <w:rtl/>
        </w:rPr>
      </w:pPr>
      <w:r>
        <w:rPr>
          <w:rtl/>
        </w:rPr>
        <w:br w:type="page"/>
      </w:r>
      <w:bookmarkStart w:id="134" w:name="_Toc504390425"/>
      <w:bookmarkStart w:id="135" w:name="_Toc504390516"/>
      <w:r w:rsidR="00A95BC4" w:rsidRPr="00A95BC4">
        <w:rPr>
          <w:rFonts w:hint="eastAsia"/>
          <w:rtl/>
        </w:rPr>
        <w:lastRenderedPageBreak/>
        <w:t>راز</w:t>
      </w:r>
      <w:r w:rsidR="00A95BC4" w:rsidRPr="00A95BC4">
        <w:rPr>
          <w:rFonts w:hint="cs"/>
          <w:rtl/>
        </w:rPr>
        <w:t>ی</w:t>
      </w:r>
      <w:r w:rsidR="00A95BC4" w:rsidRPr="00A95BC4">
        <w:rPr>
          <w:rtl/>
        </w:rPr>
        <w:t xml:space="preserve"> که پ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امبر</w:t>
      </w:r>
      <w:r w:rsidR="00A95BC4" w:rsidRPr="00A95BC4">
        <w:rPr>
          <w:rtl/>
        </w:rPr>
        <w:t xml:space="preserve"> </w:t>
      </w:r>
      <w:r w:rsidR="00A95BC4" w:rsidRPr="00A95BC4">
        <w:rPr>
          <w:rStyle w:val="libAlaemChar"/>
          <w:rtl/>
        </w:rPr>
        <w:t xml:space="preserve">صلى‌الله‌عليه‌وآله‌وسلم </w:t>
      </w:r>
      <w:r w:rsidR="00A95BC4" w:rsidRPr="00A95BC4">
        <w:rPr>
          <w:rtl/>
        </w:rPr>
        <w:t xml:space="preserve"> برا</w:t>
      </w:r>
      <w:r w:rsidR="00A95BC4" w:rsidRPr="00A95BC4">
        <w:rPr>
          <w:rFonts w:hint="cs"/>
          <w:rtl/>
        </w:rPr>
        <w:t>ی</w:t>
      </w:r>
      <w:r w:rsidR="00A95BC4" w:rsidRPr="00A95BC4">
        <w:rPr>
          <w:rtl/>
        </w:rPr>
        <w:t xml:space="preserve"> فرزندش فاش ساخت‌</w:t>
      </w:r>
      <w:bookmarkEnd w:id="134"/>
      <w:bookmarkEnd w:id="135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«نزد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نشسته بودم،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به شدت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مار</w:t>
      </w:r>
      <w:r w:rsidRPr="00A95BC4">
        <w:rPr>
          <w:rtl/>
          <w:lang w:bidi="fa-IR"/>
        </w:rPr>
        <w:t xml:space="preserve"> بود.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آمد. راه رفتن او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شب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بود.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گفت: خوش آمد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دخترم،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و کنار من بنش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>. فاطمه نشست.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در گوش او نجوا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کرد و فاطمه 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>. سپس بار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در </w:t>
      </w:r>
      <w:r w:rsidRPr="00A95BC4">
        <w:rPr>
          <w:rFonts w:hint="eastAsia"/>
          <w:rtl/>
          <w:lang w:bidi="fa-IR"/>
        </w:rPr>
        <w:t>گوش</w:t>
      </w:r>
      <w:r w:rsidRPr="00A95BC4">
        <w:rPr>
          <w:rtl/>
          <w:lang w:bidi="fa-IR"/>
        </w:rPr>
        <w:t xml:space="preserve"> او نجوا کرد و فاطمه خند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د»</w:t>
      </w:r>
      <w:r w:rsidRPr="00A95BC4">
        <w:rPr>
          <w:rtl/>
          <w:lang w:bidi="fa-IR"/>
        </w:rPr>
        <w:t>.</w:t>
      </w:r>
    </w:p>
    <w:p w:rsidR="00A95BC4" w:rsidRPr="00A95BC4" w:rsidRDefault="00A95BC4" w:rsidP="00735B5C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دم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فاطمه! پدرت به تو چه گفت که اول 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سپس خند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</w:t>
      </w:r>
      <w:r w:rsidRPr="00A95BC4">
        <w:rPr>
          <w:rtl/>
          <w:lang w:bidi="fa-IR"/>
        </w:rPr>
        <w:t xml:space="preserve"> فاطمه گفت: هرگز آنچه پدر گفته است را</w:t>
      </w:r>
      <w:r w:rsidR="00735B5C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نخواهم</w:t>
      </w:r>
      <w:r w:rsidRPr="00A95BC4">
        <w:rPr>
          <w:rtl/>
          <w:lang w:bidi="fa-IR"/>
        </w:rPr>
        <w:t xml:space="preserve"> گفت».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: «رسول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وفات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</w:t>
      </w:r>
      <w:r w:rsidRPr="00A95BC4">
        <w:rPr>
          <w:rtl/>
          <w:lang w:bidi="fa-IR"/>
        </w:rPr>
        <w:t>. بار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از فاطمه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دم</w:t>
      </w:r>
      <w:r w:rsidRPr="00A95BC4">
        <w:rPr>
          <w:rtl/>
          <w:lang w:bidi="fa-IR"/>
        </w:rPr>
        <w:t>. فاطمه گفت: پدرم فرمود: جبر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هر سال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ک‌بار</w:t>
      </w:r>
      <w:r w:rsidRPr="00A95BC4">
        <w:rPr>
          <w:rtl/>
          <w:lang w:bidi="fa-IR"/>
        </w:rPr>
        <w:t xml:space="preserve"> قرآن را بر من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خواند</w:t>
      </w:r>
      <w:r w:rsidRPr="00A95BC4">
        <w:rPr>
          <w:rtl/>
          <w:lang w:bidi="fa-IR"/>
        </w:rPr>
        <w:t xml:space="preserve"> و امسال آن‌را دوبار بر من خواند و من فکر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کنم</w:t>
      </w:r>
      <w:r w:rsidRPr="00A95BC4">
        <w:rPr>
          <w:rtl/>
          <w:lang w:bidi="fa-IR"/>
        </w:rPr>
        <w:t xml:space="preserve"> مرگ من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است. فاطمه فرمود: بر آنچه گفت، 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ستم</w:t>
      </w:r>
      <w:r w:rsidRPr="00A95BC4">
        <w:rPr>
          <w:rtl/>
          <w:lang w:bidi="fa-IR"/>
        </w:rPr>
        <w:t>. سپس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فرمود: بهتر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ن بازمانده من تو هست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تو اول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فرد از خاندان من هست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به من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زنان بهشت و امت من باش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</w:t>
      </w:r>
      <w:r w:rsidRPr="00A95BC4">
        <w:rPr>
          <w:rtl/>
          <w:lang w:bidi="fa-IR"/>
        </w:rPr>
        <w:t xml:space="preserve"> گفتم: آر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! و بر آنچه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دم،</w:t>
      </w:r>
      <w:r w:rsidRPr="00A95BC4">
        <w:rPr>
          <w:rtl/>
          <w:lang w:bidi="fa-IR"/>
        </w:rPr>
        <w:t xml:space="preserve"> خند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دم»</w:t>
      </w:r>
      <w:r w:rsidRPr="00A95BC4">
        <w:rPr>
          <w:rtl/>
          <w:lang w:bidi="fa-IR"/>
        </w:rPr>
        <w:t>.</w:t>
      </w:r>
    </w:p>
    <w:p w:rsidR="00A95BC4" w:rsidRPr="00A95BC4" w:rsidRDefault="00735B5C" w:rsidP="00735B5C">
      <w:pPr>
        <w:pStyle w:val="Heading2"/>
        <w:rPr>
          <w:rtl/>
        </w:rPr>
      </w:pPr>
      <w:r>
        <w:rPr>
          <w:rtl/>
        </w:rPr>
        <w:br w:type="page"/>
      </w:r>
      <w:bookmarkStart w:id="136" w:name="_Toc504390426"/>
      <w:bookmarkStart w:id="137" w:name="_Toc504390517"/>
      <w:r w:rsidR="00A95BC4" w:rsidRPr="00A95BC4">
        <w:rPr>
          <w:rFonts w:hint="eastAsia"/>
          <w:rtl/>
        </w:rPr>
        <w:lastRenderedPageBreak/>
        <w:t>وفات</w:t>
      </w:r>
      <w:r w:rsidR="00A95BC4" w:rsidRPr="00A95BC4">
        <w:rPr>
          <w:rtl/>
        </w:rPr>
        <w:t xml:space="preserve"> حضرت فاطمه </w:t>
      </w:r>
      <w:r w:rsidRPr="00CD0DB0">
        <w:rPr>
          <w:rStyle w:val="libAlaemChar"/>
          <w:rtl/>
        </w:rPr>
        <w:t>عليها‌السلام</w:t>
      </w:r>
      <w:bookmarkEnd w:id="136"/>
      <w:bookmarkEnd w:id="137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گفته</w:t>
      </w:r>
      <w:r w:rsidRPr="00A95BC4">
        <w:rPr>
          <w:rtl/>
          <w:lang w:bidi="fa-IR"/>
        </w:rPr>
        <w:t xml:space="preserve"> شده که فاطمه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 xml:space="preserve">پس از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سه ماه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کمتر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کرد و در سال 11 ه. ق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به روا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18 ساله و به روا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29 ساله بود، وفات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</w:t>
      </w:r>
      <w:r w:rsidRPr="00A95BC4">
        <w:rPr>
          <w:rtl/>
          <w:lang w:bidi="fa-IR"/>
        </w:rPr>
        <w:t xml:space="preserve"> و به طبق وص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تشان</w:t>
      </w:r>
      <w:r w:rsidRPr="00A95BC4">
        <w:rPr>
          <w:rtl/>
          <w:lang w:bidi="fa-IR"/>
        </w:rPr>
        <w:t xml:space="preserve"> 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مؤمنان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او را شبانه غسل داده و کفن کرد و در مکان نامعلوم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خاک سپرد.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</w:p>
    <w:p w:rsidR="00A95BC4" w:rsidRPr="00A95BC4" w:rsidRDefault="00A95BC4" w:rsidP="00735B5C">
      <w:pPr>
        <w:pStyle w:val="Heading2"/>
        <w:rPr>
          <w:rtl/>
        </w:rPr>
      </w:pPr>
      <w:bookmarkStart w:id="138" w:name="_Toc504390427"/>
      <w:bookmarkStart w:id="139" w:name="_Toc504390518"/>
      <w:r w:rsidRPr="00A95BC4">
        <w:rPr>
          <w:rFonts w:hint="eastAsia"/>
          <w:rtl/>
        </w:rPr>
        <w:t>خاتمه‌</w:t>
      </w:r>
      <w:bookmarkEnd w:id="138"/>
      <w:bookmarkEnd w:id="139"/>
    </w:p>
    <w:p w:rsidR="00A95BC4" w:rsidRPr="00A95BC4" w:rsidRDefault="00A95BC4" w:rsidP="00735B5C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تار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خ،</w:t>
      </w:r>
      <w:r w:rsidRPr="00A95BC4">
        <w:rPr>
          <w:rtl/>
          <w:lang w:bidi="fa-IR"/>
        </w:rPr>
        <w:t xml:space="preserve"> در حسن اخلاق و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رت،</w:t>
      </w:r>
      <w:r w:rsidRPr="00A95BC4">
        <w:rPr>
          <w:rtl/>
          <w:lang w:bidi="fa-IR"/>
        </w:rPr>
        <w:t xml:space="preserve"> به پا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فاطمه</w:t>
      </w:r>
      <w:r w:rsidR="00735B5C" w:rsidRPr="00735B5C">
        <w:rPr>
          <w:rStyle w:val="libAlaemChar"/>
          <w:rtl/>
        </w:rPr>
        <w:t xml:space="preserve"> </w:t>
      </w:r>
      <w:r w:rsidR="00735B5C" w:rsidRPr="00CD0DB0">
        <w:rPr>
          <w:rStyle w:val="libAlaemChar"/>
          <w:rtl/>
        </w:rPr>
        <w:t>عليها‌السلام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رسد</w:t>
      </w:r>
      <w:r w:rsidRPr="00A95BC4">
        <w:rPr>
          <w:rtl/>
          <w:lang w:bidi="fa-IR"/>
        </w:rPr>
        <w:t xml:space="preserve"> و تمام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محدثان، مورخان و اصحاب شعر و ادب،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فته</w:t>
      </w:r>
      <w:r w:rsidRPr="00A95BC4">
        <w:rPr>
          <w:rtl/>
          <w:lang w:bidi="fa-IR"/>
        </w:rPr>
        <w:t xml:space="preserve"> چنان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رت‌اند</w:t>
      </w:r>
      <w:r w:rsidRPr="00A95BC4">
        <w:rPr>
          <w:rtl/>
          <w:lang w:bidi="fa-IR"/>
        </w:rPr>
        <w:t xml:space="preserve">. او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چهار زن برتر عالم است، چرا که فض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لت</w:t>
      </w:r>
      <w:r w:rsidRPr="00A95BC4">
        <w:rPr>
          <w:rtl/>
          <w:lang w:bidi="fa-IR"/>
        </w:rPr>
        <w:t xml:space="preserve"> و شرف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والاتر از فض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لت</w:t>
      </w:r>
      <w:r w:rsidRPr="00A95BC4">
        <w:rPr>
          <w:rtl/>
          <w:lang w:bidi="fa-IR"/>
        </w:rPr>
        <w:t xml:space="preserve"> و شرف او وجود ندارد. مادرش خد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جه</w:t>
      </w:r>
      <w:r w:rsidRPr="00A95BC4">
        <w:rPr>
          <w:rtl/>
          <w:lang w:bidi="fa-IR"/>
        </w:rPr>
        <w:t xml:space="preserve"> </w:t>
      </w:r>
      <w:r w:rsidR="00735B5C" w:rsidRPr="00CD0DB0">
        <w:rPr>
          <w:rStyle w:val="libAlaemChar"/>
          <w:rtl/>
        </w:rPr>
        <w:t xml:space="preserve">عليها‌السلام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چهار زن برتر جهان و پدرش محمد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>، بهتر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خلق عالم و نب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خاتم است.</w:t>
      </w:r>
    </w:p>
    <w:p w:rsidR="00A95BC4" w:rsidRPr="00A95BC4" w:rsidRDefault="00735B5C" w:rsidP="00B77085">
      <w:pPr>
        <w:pStyle w:val="Heading2"/>
        <w:rPr>
          <w:rtl/>
        </w:rPr>
      </w:pPr>
      <w:r>
        <w:rPr>
          <w:rtl/>
        </w:rPr>
        <w:br w:type="page"/>
      </w:r>
      <w:bookmarkStart w:id="140" w:name="_Toc504390428"/>
      <w:bookmarkStart w:id="141" w:name="_Toc504390519"/>
      <w:r w:rsidR="00A95BC4" w:rsidRPr="00A95BC4">
        <w:rPr>
          <w:rFonts w:hint="eastAsia"/>
          <w:rtl/>
        </w:rPr>
        <w:lastRenderedPageBreak/>
        <w:t>مار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ه</w:t>
      </w:r>
      <w:r w:rsidR="00A95BC4" w:rsidRPr="00A95BC4">
        <w:rPr>
          <w:rtl/>
        </w:rPr>
        <w:t xml:space="preserve"> قبط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ه‌</w:t>
      </w:r>
      <w:bookmarkEnd w:id="140"/>
      <w:bookmarkEnd w:id="141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اشاره</w:t>
      </w:r>
    </w:p>
    <w:p w:rsidR="00A95BC4" w:rsidRPr="00A95BC4" w:rsidRDefault="00B77085" w:rsidP="00A95BC4">
      <w:pPr>
        <w:pStyle w:val="libNormal"/>
        <w:rPr>
          <w:rtl/>
          <w:lang w:bidi="fa-IR"/>
        </w:rPr>
      </w:pPr>
      <w:r w:rsidRPr="00B77085">
        <w:rPr>
          <w:rStyle w:val="libAlaemChar"/>
          <w:rFonts w:hint="cs"/>
          <w:rtl/>
        </w:rPr>
        <w:t>(</w:t>
      </w:r>
      <w:r w:rsidR="00A95BC4" w:rsidRPr="00B77085">
        <w:rPr>
          <w:rStyle w:val="libAieChar"/>
          <w:rFonts w:hint="cs"/>
          <w:rtl/>
        </w:rPr>
        <w:t>ی</w:t>
      </w:r>
      <w:r w:rsidR="00A95BC4" w:rsidRPr="00B77085">
        <w:rPr>
          <w:rStyle w:val="libAieChar"/>
          <w:rFonts w:hint="eastAsia"/>
          <w:rtl/>
        </w:rPr>
        <w:t>ا</w:t>
      </w:r>
      <w:r w:rsidR="00A95BC4" w:rsidRPr="00B77085">
        <w:rPr>
          <w:rStyle w:val="libAieChar"/>
          <w:rtl/>
        </w:rPr>
        <w:t xml:space="preserve"> أَ</w:t>
      </w:r>
      <w:r w:rsidR="00A95BC4" w:rsidRPr="00B77085">
        <w:rPr>
          <w:rStyle w:val="libAieChar"/>
          <w:rFonts w:hint="cs"/>
          <w:rtl/>
        </w:rPr>
        <w:t>یُّ</w:t>
      </w:r>
      <w:r w:rsidR="00A95BC4" w:rsidRPr="00B77085">
        <w:rPr>
          <w:rStyle w:val="libAieChar"/>
          <w:rFonts w:hint="eastAsia"/>
          <w:rtl/>
        </w:rPr>
        <w:t>هَا</w:t>
      </w:r>
      <w:r w:rsidR="00A95BC4" w:rsidRPr="00B77085">
        <w:rPr>
          <w:rStyle w:val="libAieChar"/>
          <w:rtl/>
        </w:rPr>
        <w:t xml:space="preserve"> النَّبِ</w:t>
      </w:r>
      <w:r w:rsidR="00A95BC4" w:rsidRPr="00B77085">
        <w:rPr>
          <w:rStyle w:val="libAieChar"/>
          <w:rFonts w:hint="cs"/>
          <w:rtl/>
        </w:rPr>
        <w:t>یُّ</w:t>
      </w:r>
      <w:r w:rsidR="00A95BC4" w:rsidRPr="00B77085">
        <w:rPr>
          <w:rStyle w:val="libAieChar"/>
          <w:rtl/>
        </w:rPr>
        <w:t xml:space="preserve"> لِمَ تُحَرِّمُ ما أَحَلَّ اللهُ لَکَ تَبْتَغِ</w:t>
      </w:r>
      <w:r w:rsidR="00A95BC4" w:rsidRPr="00B77085">
        <w:rPr>
          <w:rStyle w:val="libAieChar"/>
          <w:rFonts w:hint="cs"/>
          <w:rtl/>
        </w:rPr>
        <w:t>ی</w:t>
      </w:r>
      <w:r w:rsidR="00A95BC4" w:rsidRPr="00B77085">
        <w:rPr>
          <w:rStyle w:val="libAieChar"/>
          <w:rtl/>
        </w:rPr>
        <w:t xml:space="preserve"> مَرْضاتَ أَزْواجِکَ وَ اللهُ غَفُورٌ رَحِ</w:t>
      </w:r>
      <w:r w:rsidR="00A95BC4" w:rsidRPr="00B77085">
        <w:rPr>
          <w:rStyle w:val="libAieChar"/>
          <w:rFonts w:hint="cs"/>
          <w:rtl/>
        </w:rPr>
        <w:t>ی</w:t>
      </w:r>
      <w:r w:rsidR="00A95BC4" w:rsidRPr="00B77085">
        <w:rPr>
          <w:rStyle w:val="libAieChar"/>
          <w:rFonts w:hint="eastAsia"/>
          <w:rtl/>
        </w:rPr>
        <w:t>مٌ</w:t>
      </w:r>
      <w:r w:rsidR="00A95BC4" w:rsidRPr="00B77085">
        <w:rPr>
          <w:rStyle w:val="libAieChar"/>
          <w:rtl/>
        </w:rPr>
        <w:t>* قَدْ فَرَضَ اللهُ لَکُمْ تَحِلَّةَ أَ</w:t>
      </w:r>
      <w:r w:rsidR="00A95BC4" w:rsidRPr="00B77085">
        <w:rPr>
          <w:rStyle w:val="libAieChar"/>
          <w:rFonts w:hint="cs"/>
          <w:rtl/>
        </w:rPr>
        <w:t>یْ</w:t>
      </w:r>
      <w:r w:rsidR="00A95BC4" w:rsidRPr="00B77085">
        <w:rPr>
          <w:rStyle w:val="libAieChar"/>
          <w:rFonts w:hint="eastAsia"/>
          <w:rtl/>
        </w:rPr>
        <w:t>مانِکُمْ</w:t>
      </w:r>
      <w:r w:rsidR="00A95BC4" w:rsidRPr="00B77085">
        <w:rPr>
          <w:rStyle w:val="libAieChar"/>
          <w:rtl/>
        </w:rPr>
        <w:t xml:space="preserve"> وَ اللهُ مَوْلاکُمْ وَ هُوَ الْعَلِ</w:t>
      </w:r>
      <w:r w:rsidR="00A95BC4" w:rsidRPr="00B77085">
        <w:rPr>
          <w:rStyle w:val="libAieChar"/>
          <w:rFonts w:hint="cs"/>
          <w:rtl/>
        </w:rPr>
        <w:t>ی</w:t>
      </w:r>
      <w:r w:rsidR="00A95BC4" w:rsidRPr="00B77085">
        <w:rPr>
          <w:rStyle w:val="libAieChar"/>
          <w:rFonts w:hint="eastAsia"/>
          <w:rtl/>
        </w:rPr>
        <w:t>مُ</w:t>
      </w:r>
      <w:r w:rsidR="00A95BC4" w:rsidRPr="00B77085">
        <w:rPr>
          <w:rStyle w:val="libAieChar"/>
          <w:rtl/>
        </w:rPr>
        <w:t xml:space="preserve"> الْحَکِ</w:t>
      </w:r>
      <w:r w:rsidR="00A95BC4" w:rsidRPr="00B77085">
        <w:rPr>
          <w:rStyle w:val="libAieChar"/>
          <w:rFonts w:hint="cs"/>
          <w:rtl/>
        </w:rPr>
        <w:t>ی</w:t>
      </w:r>
      <w:r w:rsidR="00A95BC4" w:rsidRPr="00B77085">
        <w:rPr>
          <w:rStyle w:val="libAieChar"/>
          <w:rFonts w:hint="eastAsia"/>
          <w:rtl/>
        </w:rPr>
        <w:t>مُ</w:t>
      </w:r>
      <w:r w:rsidRPr="00B77085">
        <w:rPr>
          <w:rStyle w:val="libAlaemChar"/>
          <w:rFonts w:hint="cs"/>
          <w:rtl/>
        </w:rPr>
        <w:t>)</w:t>
      </w:r>
      <w:r w:rsidR="00A95BC4" w:rsidRPr="00B77085">
        <w:rPr>
          <w:rStyle w:val="libAlaemChar"/>
          <w:rtl/>
        </w:rPr>
        <w:t xml:space="preserve"> </w:t>
      </w:r>
      <w:r w:rsidR="00A95BC4" w:rsidRPr="00A95BC4">
        <w:rPr>
          <w:rtl/>
          <w:lang w:bidi="fa-IR"/>
        </w:rPr>
        <w:t>(تحر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م</w:t>
      </w:r>
      <w:r w:rsidR="00A95BC4" w:rsidRPr="00A95BC4">
        <w:rPr>
          <w:rtl/>
          <w:lang w:bidi="fa-IR"/>
        </w:rPr>
        <w:t>: 1- 2)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>! چرا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که خدا بر تو حلال کرده، به خاطر جلب رضا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همسرانت بر خود حرام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</w:t>
      </w:r>
      <w:r w:rsidRPr="00A95BC4">
        <w:rPr>
          <w:rtl/>
          <w:lang w:bidi="fa-IR"/>
        </w:rPr>
        <w:t xml:space="preserve"> و خداوند آمرزنده و رح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است. خداوند راه گشودن سوگندها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تان</w:t>
      </w:r>
      <w:r w:rsidRPr="00A95BC4">
        <w:rPr>
          <w:rtl/>
          <w:lang w:bidi="fa-IR"/>
        </w:rPr>
        <w:t xml:space="preserve"> را [در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ن‌گونه</w:t>
      </w:r>
      <w:r w:rsidRPr="00A95BC4">
        <w:rPr>
          <w:rtl/>
          <w:lang w:bidi="fa-IR"/>
        </w:rPr>
        <w:t xml:space="preserve"> موارد] روشن ساخته و خداوند مولا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شماست و او دانا و حک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است.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</w:p>
    <w:p w:rsidR="00A95BC4" w:rsidRPr="00A95BC4" w:rsidRDefault="00A95BC4" w:rsidP="00B77085">
      <w:pPr>
        <w:pStyle w:val="Heading2"/>
        <w:rPr>
          <w:rtl/>
        </w:rPr>
      </w:pPr>
      <w:bookmarkStart w:id="142" w:name="_Toc504390429"/>
      <w:bookmarkStart w:id="143" w:name="_Toc504390520"/>
      <w:r w:rsidRPr="00A95BC4">
        <w:rPr>
          <w:rFonts w:hint="eastAsia"/>
          <w:rtl/>
        </w:rPr>
        <w:t>شأن</w:t>
      </w:r>
      <w:r w:rsidRPr="00A95BC4">
        <w:rPr>
          <w:rtl/>
        </w:rPr>
        <w:t xml:space="preserve"> نزول آ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ات‌</w:t>
      </w:r>
      <w:bookmarkEnd w:id="142"/>
      <w:bookmarkEnd w:id="143"/>
    </w:p>
    <w:p w:rsidR="00A95BC4" w:rsidRPr="00A95BC4" w:rsidRDefault="00A95BC4" w:rsidP="00B77085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</w:t>
      </w:r>
      <w:r w:rsidRPr="00A95BC4">
        <w:rPr>
          <w:rtl/>
          <w:lang w:bidi="fa-IR"/>
        </w:rPr>
        <w:t xml:space="preserve"> درباره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همسران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نام 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است که بر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نازل شد.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با سوگند خوردن، او را بر خود حرام کرده بود. خداوند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ه،</w:t>
      </w:r>
      <w:r w:rsidRPr="00A95BC4">
        <w:rPr>
          <w:rtl/>
          <w:lang w:bidi="fa-IR"/>
        </w:rPr>
        <w:t xml:space="preserve">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عتاب فرمود که چرا حلال</w:t>
      </w:r>
      <w:r w:rsidR="00B77085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خدا</w:t>
      </w:r>
      <w:r w:rsidRPr="00A95BC4">
        <w:rPr>
          <w:rtl/>
          <w:lang w:bidi="fa-IR"/>
        </w:rPr>
        <w:t xml:space="preserve">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به‌دست آوردن رضا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همسرانت (حفصه و 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>) حرام کرد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کفاره سوگندت را بده و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همسرت بازگرد. </w:t>
      </w:r>
      <w:r w:rsidRPr="00B77085">
        <w:rPr>
          <w:rStyle w:val="libFootnotenumChar"/>
          <w:rtl/>
        </w:rPr>
        <w:t>(1)</w:t>
      </w:r>
    </w:p>
    <w:p w:rsidR="00B77085" w:rsidRDefault="00B77085" w:rsidP="00A95BC4">
      <w:pPr>
        <w:pStyle w:val="libNormal"/>
        <w:rPr>
          <w:rFonts w:hint="cs"/>
          <w:rtl/>
          <w:lang w:bidi="fa-IR"/>
        </w:rPr>
      </w:pPr>
    </w:p>
    <w:p w:rsidR="00A95BC4" w:rsidRPr="00A95BC4" w:rsidRDefault="00B77085" w:rsidP="00B77085">
      <w:pPr>
        <w:pStyle w:val="Heading2"/>
        <w:rPr>
          <w:rtl/>
        </w:rPr>
      </w:pPr>
      <w:r>
        <w:rPr>
          <w:rtl/>
        </w:rPr>
        <w:br w:type="page"/>
      </w:r>
      <w:bookmarkStart w:id="144" w:name="_Toc504390430"/>
      <w:bookmarkStart w:id="145" w:name="_Toc504390521"/>
      <w:r w:rsidR="00A95BC4" w:rsidRPr="00A95BC4">
        <w:rPr>
          <w:rFonts w:hint="eastAsia"/>
          <w:rtl/>
        </w:rPr>
        <w:lastRenderedPageBreak/>
        <w:t>مار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ه</w:t>
      </w:r>
      <w:r w:rsidR="00A95BC4" w:rsidRPr="00A95BC4">
        <w:rPr>
          <w:rtl/>
        </w:rPr>
        <w:t xml:space="preserve"> ک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ست؟</w:t>
      </w:r>
      <w:bookmarkEnd w:id="144"/>
      <w:bookmarkEnd w:id="145"/>
    </w:p>
    <w:p w:rsidR="00A95BC4" w:rsidRPr="00A95BC4" w:rsidRDefault="00A95BC4" w:rsidP="00B77085">
      <w:pPr>
        <w:pStyle w:val="libBold1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اشاره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قبط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ه،</w:t>
      </w:r>
      <w:r w:rsidRPr="00A95BC4">
        <w:rPr>
          <w:rtl/>
          <w:lang w:bidi="fa-IR"/>
        </w:rPr>
        <w:t xml:space="preserve"> دختر شمعون در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روستاها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مصر، از پدر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قبط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مادر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ح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روم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متولد شد.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</w:p>
    <w:p w:rsidR="00A95BC4" w:rsidRPr="00A95BC4" w:rsidRDefault="00A95BC4" w:rsidP="00B77085">
      <w:pPr>
        <w:pStyle w:val="Heading2"/>
        <w:rPr>
          <w:rtl/>
        </w:rPr>
      </w:pPr>
      <w:bookmarkStart w:id="146" w:name="_Toc504390431"/>
      <w:bookmarkStart w:id="147" w:name="_Toc504390522"/>
      <w:r w:rsidRPr="00A95BC4">
        <w:rPr>
          <w:rFonts w:hint="eastAsia"/>
          <w:rtl/>
        </w:rPr>
        <w:t>سف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ر</w:t>
      </w:r>
      <w:r w:rsidRPr="00A95BC4">
        <w:rPr>
          <w:rtl/>
        </w:rPr>
        <w:t xml:space="preserve"> پ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امبر</w:t>
      </w:r>
      <w:r w:rsidRPr="00A95BC4">
        <w:rPr>
          <w:rtl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</w:rPr>
        <w:t xml:space="preserve"> در دربار مقوقس‌</w:t>
      </w:r>
      <w:bookmarkEnd w:id="146"/>
      <w:bookmarkEnd w:id="147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اکرم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>، حاطب بن اب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بلتعه را همراه نامه‌ا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مقوقس، بزرگ مصر فرستاد؛ نامه‌ا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مضمون: «به نام خداوند بخشنده مهربان. از محمد بن عبدالله به مقوقس، بزرگ مصر، سلام بر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روان</w:t>
      </w:r>
      <w:r w:rsidRPr="00A95BC4">
        <w:rPr>
          <w:rtl/>
          <w:lang w:bidi="fa-IR"/>
        </w:rPr>
        <w:t xml:space="preserve"> راست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اما بعد من تو را به تسل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در برابر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اسلام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خوانم</w:t>
      </w:r>
      <w:r w:rsidRPr="00A95BC4">
        <w:rPr>
          <w:rtl/>
          <w:lang w:bidi="fa-IR"/>
        </w:rPr>
        <w:t>. چنانچ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خداوند اجر شما را دو چندان گرداند، در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صورت گناه قبط به گردن تو خواهد بود».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مقوقس</w:t>
      </w:r>
      <w:r w:rsidRPr="00A95BC4">
        <w:rPr>
          <w:rtl/>
          <w:lang w:bidi="fa-IR"/>
        </w:rPr>
        <w:t xml:space="preserve"> نامه را خواند و مهر و امضا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 را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سپس آن را در ظرف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عاج قرار داد و از حاطب بن اب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بلتعه خواست که درباره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و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ره</w:t>
      </w:r>
      <w:r w:rsidRPr="00A95BC4">
        <w:rPr>
          <w:rtl/>
          <w:lang w:bidi="fa-IR"/>
        </w:rPr>
        <w:t xml:space="preserve"> و صفات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سخن بگو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حاطب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کرد. مقوقس کم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فکر کرد و سپس گفت: «من فکر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کردم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آخر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ن،</w:t>
      </w:r>
      <w:r w:rsidRPr="00A95BC4">
        <w:rPr>
          <w:rtl/>
          <w:lang w:bidi="fa-IR"/>
        </w:rPr>
        <w:t xml:space="preserve"> از شام برخ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زد</w:t>
      </w:r>
      <w:r w:rsidRPr="00A95BC4">
        <w:rPr>
          <w:rtl/>
          <w:lang w:bidi="fa-IR"/>
        </w:rPr>
        <w:t xml:space="preserve"> که آنجا </w:t>
      </w:r>
      <w:r w:rsidRPr="00A95BC4">
        <w:rPr>
          <w:rFonts w:hint="eastAsia"/>
          <w:rtl/>
          <w:lang w:bidi="fa-IR"/>
        </w:rPr>
        <w:t>محل</w:t>
      </w:r>
      <w:r w:rsidRPr="00A95BC4">
        <w:rPr>
          <w:rtl/>
          <w:lang w:bidi="fa-IR"/>
        </w:rPr>
        <w:t xml:space="preserve"> ظهور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امبران</w:t>
      </w:r>
      <w:r w:rsidRPr="00A95BC4">
        <w:rPr>
          <w:rtl/>
          <w:lang w:bidi="fa-IR"/>
        </w:rPr>
        <w:t xml:space="preserve"> بوده، حال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نم</w:t>
      </w:r>
      <w:r w:rsidRPr="00A95BC4">
        <w:rPr>
          <w:rtl/>
          <w:lang w:bidi="fa-IR"/>
        </w:rPr>
        <w:t xml:space="preserve"> که او از</w:t>
      </w:r>
    </w:p>
    <w:p w:rsidR="00A95BC4" w:rsidRPr="00B77085" w:rsidRDefault="00B77085" w:rsidP="00B7708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A95BC4" w:rsidRPr="00A95BC4" w:rsidRDefault="00A95BC4" w:rsidP="00B77085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1- نساء 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القرآن الکر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القبط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>.</w:t>
      </w:r>
    </w:p>
    <w:p w:rsidR="00A95BC4" w:rsidRPr="00A95BC4" w:rsidRDefault="00B77085" w:rsidP="00A95B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95BC4" w:rsidRPr="00A95BC4">
        <w:rPr>
          <w:rFonts w:hint="eastAsia"/>
          <w:rtl/>
          <w:lang w:bidi="fa-IR"/>
        </w:rPr>
        <w:lastRenderedPageBreak/>
        <w:t>جز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ره‌العرب</w:t>
      </w:r>
      <w:r w:rsidR="00A95BC4" w:rsidRPr="00A95BC4"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و</w:t>
      </w:r>
      <w:r w:rsidR="00A95BC4" w:rsidRPr="00A95BC4">
        <w:rPr>
          <w:rtl/>
          <w:lang w:bidi="fa-IR"/>
        </w:rPr>
        <w:t>استه، قبط از او اطاعت نخواهد کرد».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سپس</w:t>
      </w:r>
      <w:r w:rsidRPr="00A95BC4">
        <w:rPr>
          <w:rtl/>
          <w:lang w:bidi="fa-IR"/>
        </w:rPr>
        <w:t xml:space="preserve"> به کاتبش گفت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بنو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>: «اما بعد، نامه‌ات را خواندم و آنچه را که در آن نوشته بود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افتم</w:t>
      </w:r>
      <w:r w:rsidRPr="00A95BC4">
        <w:rPr>
          <w:rtl/>
          <w:lang w:bidi="fa-IR"/>
        </w:rPr>
        <w:t xml:space="preserve"> و دعوتت را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دم،</w:t>
      </w:r>
      <w:r w:rsidRPr="00A95BC4">
        <w:rPr>
          <w:rtl/>
          <w:lang w:bidi="fa-IR"/>
        </w:rPr>
        <w:t xml:space="preserve">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 فکر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کردم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آخر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از شام برخ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زد</w:t>
      </w:r>
      <w:r w:rsidRPr="00A95BC4">
        <w:rPr>
          <w:rtl/>
          <w:lang w:bidi="fa-IR"/>
        </w:rPr>
        <w:t>. من فرستاده تو را گرام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دارم</w:t>
      </w:r>
      <w:r w:rsidRPr="00A95BC4">
        <w:rPr>
          <w:rtl/>
          <w:lang w:bidi="fa-IR"/>
        </w:rPr>
        <w:t xml:space="preserve"> و همراه او دو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از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قبط بزرگ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فرستم</w:t>
      </w:r>
      <w:r w:rsidRPr="00A95BC4">
        <w:rPr>
          <w:rtl/>
          <w:lang w:bidi="fa-IR"/>
        </w:rPr>
        <w:t xml:space="preserve"> با لباس و مرک</w:t>
      </w:r>
      <w:r w:rsidRPr="00A95BC4">
        <w:rPr>
          <w:rFonts w:hint="eastAsia"/>
          <w:rtl/>
          <w:lang w:bidi="fa-IR"/>
        </w:rPr>
        <w:t>ب،</w:t>
      </w:r>
      <w:r w:rsidRPr="00A95BC4">
        <w:rPr>
          <w:rtl/>
          <w:lang w:bidi="fa-IR"/>
        </w:rPr>
        <w:t xml:space="preserve"> والسّلام».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مقوقس،</w:t>
      </w:r>
      <w:r w:rsidRPr="00A95BC4">
        <w:rPr>
          <w:rtl/>
          <w:lang w:bidi="fa-IR"/>
        </w:rPr>
        <w:t xml:space="preserve"> نامه را به حاطب داد و عذرخواه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کرد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قبط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تواند</w:t>
      </w:r>
      <w:r w:rsidRPr="00A95BC4">
        <w:rPr>
          <w:rtl/>
          <w:lang w:bidi="fa-IR"/>
        </w:rPr>
        <w:t xml:space="preserve"> دعوت آنها را به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نشان</w:t>
      </w:r>
      <w:r w:rsidRPr="00A95BC4">
        <w:rPr>
          <w:rtl/>
          <w:lang w:bidi="fa-IR"/>
        </w:rPr>
        <w:t xml:space="preserve"> بپذ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رد</w:t>
      </w:r>
      <w:r w:rsidRPr="00A95BC4">
        <w:rPr>
          <w:rtl/>
          <w:lang w:bidi="fa-IR"/>
        </w:rPr>
        <w:t xml:space="preserve"> و به او توص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کرد که پنهان دارد آنچه را در قبط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و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است. حاطب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بازگشت،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دو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به نام‌ها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و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و خواجه‌ا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همراه ه</w:t>
      </w:r>
      <w:r w:rsidRPr="00A95BC4">
        <w:rPr>
          <w:rFonts w:hint="eastAsia"/>
          <w:rtl/>
          <w:lang w:bidi="fa-IR"/>
        </w:rPr>
        <w:t>زار</w:t>
      </w:r>
      <w:r w:rsidRPr="00A95BC4">
        <w:rPr>
          <w:rtl/>
          <w:lang w:bidi="fa-IR"/>
        </w:rPr>
        <w:t xml:space="preserve"> مثقال طلا و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دست لباس از بافته‌ها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مصر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قاطر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خاکستر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مقدار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عسل و عود و مشک و عطر همراه او بود.</w:t>
      </w:r>
    </w:p>
    <w:p w:rsidR="00A95BC4" w:rsidRPr="00A95BC4" w:rsidRDefault="00A95BC4" w:rsidP="00B77085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و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ن،</w:t>
      </w:r>
      <w:r w:rsidRPr="00A95BC4">
        <w:rPr>
          <w:rtl/>
          <w:lang w:bidi="fa-IR"/>
        </w:rPr>
        <w:t xml:space="preserve"> از دور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وطنشان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اندوهگ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بودند و اشک حسرت و وداع با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نشان</w:t>
      </w:r>
      <w:r w:rsidRPr="00A95BC4">
        <w:rPr>
          <w:rtl/>
          <w:lang w:bidi="fa-IR"/>
        </w:rPr>
        <w:t xml:space="preserve"> در چشمان آنها حلقه زده بود. آنها فکر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کردند</w:t>
      </w:r>
      <w:r w:rsidRPr="00A95BC4">
        <w:rPr>
          <w:rtl/>
          <w:lang w:bidi="fa-IR"/>
        </w:rPr>
        <w:t xml:space="preserve"> که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دن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به آخر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و هرگز 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خوشبخت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نخواهند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حاطب احساس اندوه دختران جوان را 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</w:t>
      </w:r>
      <w:r w:rsidRPr="00A95BC4">
        <w:rPr>
          <w:rtl/>
          <w:lang w:bidi="fa-IR"/>
        </w:rPr>
        <w:t>. به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ل،</w:t>
      </w:r>
      <w:r w:rsidRPr="00A95BC4">
        <w:rPr>
          <w:rtl/>
          <w:lang w:bidi="fa-IR"/>
        </w:rPr>
        <w:t xml:space="preserve"> قصه‌ها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از ا</w:t>
      </w:r>
      <w:r w:rsidRPr="00A95BC4">
        <w:rPr>
          <w:rFonts w:hint="eastAsia"/>
          <w:rtl/>
          <w:lang w:bidi="fa-IR"/>
        </w:rPr>
        <w:t>ساط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و داستان‌ها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مکه و حجاز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 بازگو کرد. سپس از اسلام و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گفت. آنها با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صفات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و خوب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اسلام، احساس شاد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کردند و از اسلام و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="00B77085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خوششان</w:t>
      </w:r>
      <w:r w:rsidRPr="00A95BC4">
        <w:rPr>
          <w:rtl/>
          <w:lang w:bidi="fa-IR"/>
        </w:rPr>
        <w:t xml:space="preserve"> آمد. پس به اسلام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آوردند و در فکر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جد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غرق شدند. آنها در سال هفتم هجرت به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</w:t>
      </w:r>
      <w:r w:rsidRPr="00A95BC4">
        <w:rPr>
          <w:rtl/>
          <w:lang w:bidi="fa-IR"/>
        </w:rPr>
        <w:t xml:space="preserve"> و آن‌زمان تازه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از حد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بازگشته بود.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>، نامه مقوقس و هدا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را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را به عقد خود درآورد و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را به حسان بن ثابت- شاعر اهل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>- داد و باق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را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صحابه تقس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کرد.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خبر به همسران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اهدا شده و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او را در منزل حارثه بن نعمان،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مسجد جا داده است.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شه،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سع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که به آن زن حسادت نکند،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توانست</w:t>
      </w:r>
      <w:r w:rsidRPr="00A95BC4">
        <w:rPr>
          <w:rtl/>
          <w:lang w:bidi="fa-IR"/>
        </w:rPr>
        <w:t xml:space="preserve"> جلو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 را بگ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رد</w:t>
      </w:r>
      <w:r w:rsidRPr="00A95BC4">
        <w:rPr>
          <w:rtl/>
          <w:lang w:bidi="fa-IR"/>
        </w:rPr>
        <w:t>. 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عصبان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شد،</w:t>
      </w:r>
      <w:r w:rsidRPr="00A95BC4">
        <w:rPr>
          <w:rtl/>
          <w:lang w:bidi="fa-IR"/>
        </w:rPr>
        <w:t xml:space="preserve">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به خانه 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رود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سال گذشت و 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جا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نزد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افته</w:t>
      </w:r>
      <w:r w:rsidRPr="00A95BC4">
        <w:rPr>
          <w:rtl/>
          <w:lang w:bidi="fa-IR"/>
        </w:rPr>
        <w:t xml:space="preserve"> بود،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شاد بود.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زن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راض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او تمام سع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جلب رضا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به کار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برد</w:t>
      </w:r>
      <w:r w:rsidRPr="00A95BC4">
        <w:rPr>
          <w:rtl/>
          <w:lang w:bidi="fa-IR"/>
        </w:rPr>
        <w:t xml:space="preserve"> و در برابر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>،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مخلص، فداکار و پره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زگار</w:t>
      </w:r>
      <w:r w:rsidRPr="00A95BC4">
        <w:rPr>
          <w:rtl/>
          <w:lang w:bidi="fa-IR"/>
        </w:rPr>
        <w:t xml:space="preserve"> بود و اوامر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را به طور کامل اطاعت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هم همسر و هم صاحب و مولا بود.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</w:t>
      </w:r>
      <w:r w:rsidRPr="00A95BC4">
        <w:rPr>
          <w:rtl/>
          <w:lang w:bidi="fa-IR"/>
        </w:rPr>
        <w:t xml:space="preserve"> که 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و سا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هووها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ه،</w:t>
      </w:r>
      <w:r w:rsidRPr="00A95BC4">
        <w:rPr>
          <w:rtl/>
          <w:lang w:bidi="fa-IR"/>
        </w:rPr>
        <w:t xml:space="preserve"> به او حسادت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کنند</w:t>
      </w:r>
      <w:r w:rsidRPr="00A95BC4">
        <w:rPr>
          <w:rtl/>
          <w:lang w:bidi="fa-IR"/>
        </w:rPr>
        <w:t>. در نت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جه،</w:t>
      </w:r>
      <w:r w:rsidRPr="00A95BC4">
        <w:rPr>
          <w:rtl/>
          <w:lang w:bidi="fa-IR"/>
        </w:rPr>
        <w:t xml:space="preserve"> تصم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گرفت منزل او را به سه 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لومتر</w:t>
      </w:r>
      <w:r w:rsidRPr="00A95BC4">
        <w:rPr>
          <w:rFonts w:hint="cs"/>
          <w:rtl/>
          <w:lang w:bidi="fa-IR"/>
        </w:rPr>
        <w:t>ی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نه،</w:t>
      </w:r>
      <w:r w:rsidRPr="00A95BC4">
        <w:rPr>
          <w:rtl/>
          <w:lang w:bidi="fa-IR"/>
        </w:rPr>
        <w:t xml:space="preserve"> در محل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نام مشربه، انتقال دهد.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شتر</w:t>
      </w:r>
      <w:r w:rsidRPr="00A95BC4">
        <w:rPr>
          <w:rtl/>
          <w:lang w:bidi="fa-IR"/>
        </w:rPr>
        <w:t xml:space="preserve"> اوقات به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دار</w:t>
      </w:r>
      <w:r w:rsidRPr="00A95BC4">
        <w:rPr>
          <w:rtl/>
          <w:lang w:bidi="fa-IR"/>
        </w:rPr>
        <w:t xml:space="preserve"> 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در مشربه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رفت</w:t>
      </w:r>
      <w:r w:rsidRPr="00A95BC4">
        <w:rPr>
          <w:rtl/>
          <w:lang w:bidi="fa-IR"/>
        </w:rPr>
        <w:t>.</w:t>
      </w:r>
    </w:p>
    <w:p w:rsidR="00A95BC4" w:rsidRPr="00A95BC4" w:rsidRDefault="00B77085" w:rsidP="00B77085">
      <w:pPr>
        <w:pStyle w:val="Heading2"/>
        <w:rPr>
          <w:rtl/>
        </w:rPr>
      </w:pPr>
      <w:r>
        <w:rPr>
          <w:rtl/>
        </w:rPr>
        <w:br w:type="page"/>
      </w:r>
      <w:bookmarkStart w:id="148" w:name="_Toc504390432"/>
      <w:bookmarkStart w:id="149" w:name="_Toc504390523"/>
      <w:r w:rsidR="00A95BC4" w:rsidRPr="00A95BC4">
        <w:rPr>
          <w:rFonts w:hint="eastAsia"/>
          <w:rtl/>
        </w:rPr>
        <w:lastRenderedPageBreak/>
        <w:t>مار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ه</w:t>
      </w:r>
      <w:r w:rsidR="00A95BC4" w:rsidRPr="00A95BC4">
        <w:rPr>
          <w:rtl/>
        </w:rPr>
        <w:t xml:space="preserve"> و هاجر</w:t>
      </w:r>
      <w:bookmarkEnd w:id="148"/>
      <w:bookmarkEnd w:id="149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به قصه هاجر،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>: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علاقه داشت و آن را بارها و بارها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هاجر هم مثل او، از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به «حجاز» و «واد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ذ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زرع»</w:t>
      </w:r>
      <w:r w:rsidRPr="00A95BC4">
        <w:rPr>
          <w:rtl/>
          <w:lang w:bidi="fa-IR"/>
        </w:rPr>
        <w:t xml:space="preserve"> آمده بود. 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بارها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 که خداوند چگونه به هاجر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در حجاز تنها بود 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نداشت، کمک ک</w:t>
      </w:r>
      <w:r w:rsidRPr="00A95BC4">
        <w:rPr>
          <w:rFonts w:hint="eastAsia"/>
          <w:rtl/>
          <w:lang w:bidi="fa-IR"/>
        </w:rPr>
        <w:t>رد</w:t>
      </w:r>
      <w:r w:rsidRPr="00A95BC4">
        <w:rPr>
          <w:rtl/>
          <w:lang w:bidi="fa-IR"/>
        </w:rPr>
        <w:t>. خداوند با دادن چاه زمزم به او،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جد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به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حجاز بخش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بود، او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</w:t>
      </w:r>
      <w:r w:rsidRPr="00A95BC4">
        <w:rPr>
          <w:rtl/>
          <w:lang w:bidi="fa-IR"/>
        </w:rPr>
        <w:t xml:space="preserve"> که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هاجر در تار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</w:t>
      </w:r>
      <w:r w:rsidRPr="00A95BC4">
        <w:rPr>
          <w:rtl/>
          <w:lang w:bidi="fa-IR"/>
        </w:rPr>
        <w:t xml:space="preserve"> ماندگار و هروله او در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صفا و مروه به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مناسک حج تبد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شده است.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به شباهت‌ها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 و هاجر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د؛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هر دو مصر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بودند، هر دو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بودند، هاجر به دست ساره به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بخش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شد و 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از طر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tl/>
          <w:lang w:bidi="fa-IR"/>
        </w:rPr>
        <w:t xml:space="preserve"> مقوقس به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اهدا شد. هاجر به 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حسادت ساره گرفتار آمد و 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گرفتار حسادت هووها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شد.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تنها </w:t>
      </w:r>
      <w:r w:rsidRPr="00A95BC4">
        <w:rPr>
          <w:rFonts w:hint="eastAsia"/>
          <w:rtl/>
          <w:lang w:bidi="fa-IR"/>
        </w:rPr>
        <w:t>تفاوت</w:t>
      </w:r>
      <w:r w:rsidRPr="00A95BC4">
        <w:rPr>
          <w:rtl/>
          <w:lang w:bidi="fa-IR"/>
        </w:rPr>
        <w:t xml:space="preserve"> 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و هاجر آن بود که هاجر، مادر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بود و 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ه،</w:t>
      </w:r>
      <w:r w:rsidRPr="00A95BC4">
        <w:rPr>
          <w:rtl/>
          <w:lang w:bidi="fa-IR"/>
        </w:rPr>
        <w:t xml:space="preserve"> فرزند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نداشت.</w:t>
      </w:r>
    </w:p>
    <w:p w:rsidR="00A95BC4" w:rsidRPr="00A95BC4" w:rsidRDefault="00A95BC4" w:rsidP="00B77085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پس از وفات خد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جه،</w:t>
      </w:r>
      <w:r w:rsidRPr="00A95BC4">
        <w:rPr>
          <w:rtl/>
          <w:lang w:bidi="fa-IR"/>
        </w:rPr>
        <w:t xml:space="preserve"> با ده زن ازدواج کرد و از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چ‌کدام</w:t>
      </w:r>
      <w:r w:rsidRPr="00A95BC4">
        <w:rPr>
          <w:rtl/>
          <w:lang w:bidi="fa-IR"/>
        </w:rPr>
        <w:t xml:space="preserve"> صاحب فرزند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نشد، تنها از خد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جه</w:t>
      </w:r>
      <w:r w:rsidRPr="00A95BC4">
        <w:rPr>
          <w:rtl/>
          <w:lang w:bidi="fa-IR"/>
        </w:rPr>
        <w:t xml:space="preserve"> صاحب شش فرزند به</w:t>
      </w:r>
      <w:r w:rsidR="00B77085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نام‌ها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: قاسم،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نب،</w:t>
      </w:r>
      <w:r w:rsidRPr="00A95BC4">
        <w:rPr>
          <w:rtl/>
          <w:lang w:bidi="fa-IR"/>
        </w:rPr>
        <w:t xml:space="preserve"> رق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ه،</w:t>
      </w:r>
      <w:r w:rsidRPr="00A95BC4">
        <w:rPr>
          <w:rtl/>
          <w:lang w:bidi="fa-IR"/>
        </w:rPr>
        <w:t xml:space="preserve"> امّ‌کلثوم، فاطمه و عبدالله: شد که فرزندان پسر حضرت، در همان خردسال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درگذشتند.</w:t>
      </w:r>
    </w:p>
    <w:p w:rsidR="003A4158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دوست داشت که صاحب فرزند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شود و خداوند او را از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کدام از همسرانش به فرزند نرساند،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اراده و قدرت خداوند بر آن قرار گرفته بود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را چونان اسلافش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زکر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ا،</w:t>
      </w:r>
      <w:r w:rsidRPr="00A95BC4">
        <w:rPr>
          <w:rtl/>
          <w:lang w:bidi="fa-IR"/>
        </w:rPr>
        <w:t xml:space="preserve"> از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مصر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(مار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>) صاحب فرزند کند.</w:t>
      </w:r>
    </w:p>
    <w:p w:rsidR="00A95BC4" w:rsidRPr="00A95BC4" w:rsidRDefault="003A4158" w:rsidP="003A4158">
      <w:pPr>
        <w:pStyle w:val="Heading2"/>
        <w:rPr>
          <w:rtl/>
        </w:rPr>
      </w:pPr>
      <w:r>
        <w:rPr>
          <w:rtl/>
        </w:rPr>
        <w:br w:type="page"/>
      </w:r>
      <w:bookmarkStart w:id="150" w:name="_Toc504390433"/>
      <w:bookmarkStart w:id="151" w:name="_Toc504390524"/>
      <w:r w:rsidR="00A95BC4" w:rsidRPr="00A95BC4">
        <w:rPr>
          <w:rFonts w:hint="eastAsia"/>
          <w:rtl/>
        </w:rPr>
        <w:lastRenderedPageBreak/>
        <w:t>تولد</w:t>
      </w:r>
      <w:r w:rsidR="00A95BC4" w:rsidRPr="00A95BC4">
        <w:rPr>
          <w:rtl/>
        </w:rPr>
        <w:t xml:space="preserve"> ابراه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م‌</w:t>
      </w:r>
      <w:bookmarkEnd w:id="150"/>
      <w:bookmarkEnd w:id="151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شب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شب‌ها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سال هشتم هجرت، 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</w:t>
      </w:r>
      <w:r w:rsidRPr="00A95BC4">
        <w:rPr>
          <w:rtl/>
          <w:lang w:bidi="fa-IR"/>
        </w:rPr>
        <w:t xml:space="preserve"> که باردار است.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خبر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شاد شد و شکر خداوند را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به جا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آورد. خبر در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خبر به هووها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چون حفصه و 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آنها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اندوهگ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شدند،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دوست داشتند خو</w:t>
      </w:r>
      <w:r w:rsidRPr="00A95BC4">
        <w:rPr>
          <w:rFonts w:hint="eastAsia"/>
          <w:rtl/>
          <w:lang w:bidi="fa-IR"/>
        </w:rPr>
        <w:t>دشان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توانستند</w:t>
      </w:r>
      <w:r w:rsidRPr="00A95BC4">
        <w:rPr>
          <w:rtl/>
          <w:lang w:bidi="fa-IR"/>
        </w:rPr>
        <w:t xml:space="preserve">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کرامت دست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ابند</w:t>
      </w:r>
      <w:r w:rsidRPr="00A95BC4">
        <w:rPr>
          <w:rtl/>
          <w:lang w:bidi="fa-IR"/>
        </w:rPr>
        <w:t xml:space="preserve"> که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فرزند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دن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آورند.</w:t>
      </w:r>
    </w:p>
    <w:p w:rsidR="00A95BC4" w:rsidRPr="00A95BC4" w:rsidRDefault="00A95BC4" w:rsidP="003A4158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در ماه ذ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حجه</w:t>
      </w:r>
      <w:r w:rsidRPr="00A95BC4">
        <w:rPr>
          <w:rtl/>
          <w:lang w:bidi="fa-IR"/>
        </w:rPr>
        <w:t xml:space="preserve"> به دن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آمد. قابله او «سلم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مژده را به شوهرش «ابو رافع» داد و او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نزد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رفت و مژده مولود جد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را به آن حضرت داد.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خاطر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مژده بنده‌ا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او بخش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نام مولود را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گذارد که نام جدش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خل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بود. چون روز هفتم ولادتش شد، گوسفند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عق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قه</w:t>
      </w:r>
      <w:r w:rsidRPr="00A95BC4">
        <w:rPr>
          <w:rtl/>
          <w:lang w:bidi="fa-IR"/>
        </w:rPr>
        <w:t xml:space="preserve"> کرد و مو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سر نوزاد را تراش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به وزن آن نقره در راه خدا</w:t>
      </w:r>
      <w:r w:rsidR="003A4158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انفاق</w:t>
      </w:r>
      <w:r w:rsidRPr="00A95BC4">
        <w:rPr>
          <w:rtl/>
          <w:lang w:bidi="fa-IR"/>
        </w:rPr>
        <w:t xml:space="preserve"> کرد.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زنان</w:t>
      </w:r>
      <w:r w:rsidRPr="00A95BC4">
        <w:rPr>
          <w:rtl/>
          <w:lang w:bidi="fa-IR"/>
        </w:rPr>
        <w:t xml:space="preserve"> انصار،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دادن به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با هم رقابت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کردند،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خواستند</w:t>
      </w:r>
      <w:r w:rsidRPr="00A95BC4">
        <w:rPr>
          <w:rtl/>
          <w:lang w:bidi="fa-IR"/>
        </w:rPr>
        <w:t xml:space="preserve">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به 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ک‌تر</w:t>
      </w:r>
      <w:r w:rsidRPr="00A95BC4">
        <w:rPr>
          <w:rtl/>
          <w:lang w:bidi="fa-IR"/>
        </w:rPr>
        <w:t xml:space="preserve"> شوند،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از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زان</w:t>
      </w:r>
      <w:r w:rsidRPr="00A95BC4">
        <w:rPr>
          <w:rtl/>
          <w:lang w:bidi="fa-IR"/>
        </w:rPr>
        <w:t xml:space="preserve"> علاقه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او اطلاع داشتند. 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به «ام برده خوله بنت منذر بن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د»</w:t>
      </w:r>
      <w:r w:rsidRPr="00A95BC4">
        <w:rPr>
          <w:rtl/>
          <w:lang w:bidi="fa-IR"/>
        </w:rPr>
        <w:t xml:space="preserve">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با شادمان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شاهد بزرگ شدن ابر</w:t>
      </w:r>
      <w:r w:rsidRPr="00A95BC4">
        <w:rPr>
          <w:rFonts w:hint="eastAsia"/>
          <w:rtl/>
          <w:lang w:bidi="fa-IR"/>
        </w:rPr>
        <w:t>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بود. ولادت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سبب شد تا 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از عنوان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مقام همسر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ارتقا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ابد</w:t>
      </w:r>
      <w:r w:rsidRPr="00A95BC4">
        <w:rPr>
          <w:rtl/>
          <w:lang w:bidi="fa-IR"/>
        </w:rPr>
        <w:t xml:space="preserve"> و مقام بالاتر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نزد آن حضرت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دا</w:t>
      </w:r>
      <w:r w:rsidRPr="00A95BC4">
        <w:rPr>
          <w:rtl/>
          <w:lang w:bidi="fa-IR"/>
        </w:rPr>
        <w:t xml:space="preserve"> کند.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امر سبب حسادت برخ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زنان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همچون 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و حفصه شد و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و فرزندش را از چشم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ندازند،</w:t>
      </w:r>
      <w:r w:rsidRPr="00A95BC4">
        <w:rPr>
          <w:rtl/>
          <w:lang w:bidi="fa-IR"/>
        </w:rPr>
        <w:t xml:space="preserve"> به کارها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ناشا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و سخنان ناروا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دست زدند.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دو، به دنبال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داستان مسائل و </w:t>
      </w:r>
      <w:r w:rsidRPr="00A95BC4">
        <w:rPr>
          <w:rtl/>
          <w:lang w:bidi="fa-IR"/>
        </w:rPr>
        <w:lastRenderedPageBreak/>
        <w:t>توطئه‌ها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را به وجود آوردند و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را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آزار دادند تا جا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مدت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آنها دور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کرد که سرانجام ابوبکر و عمر دخالت کردند و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را با آنها آشت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دادند.</w:t>
      </w:r>
    </w:p>
    <w:p w:rsidR="00A95BC4" w:rsidRPr="00A95BC4" w:rsidRDefault="00A95BC4" w:rsidP="003A4158">
      <w:pPr>
        <w:pStyle w:val="Heading2"/>
        <w:rPr>
          <w:rtl/>
        </w:rPr>
      </w:pPr>
      <w:bookmarkStart w:id="152" w:name="_Toc504390434"/>
      <w:bookmarkStart w:id="153" w:name="_Toc504390525"/>
      <w:r w:rsidRPr="00A95BC4">
        <w:rPr>
          <w:rFonts w:hint="eastAsia"/>
          <w:rtl/>
        </w:rPr>
        <w:t>وفات</w:t>
      </w:r>
      <w:r w:rsidRPr="00A95BC4">
        <w:rPr>
          <w:rtl/>
        </w:rPr>
        <w:t xml:space="preserve"> ابراه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م‌</w:t>
      </w:r>
      <w:bookmarkEnd w:id="152"/>
      <w:bookmarkEnd w:id="153"/>
    </w:p>
    <w:p w:rsidR="00A95BC4" w:rsidRPr="00A95BC4" w:rsidRDefault="00A95BC4" w:rsidP="003A4158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اما</w:t>
      </w:r>
      <w:r w:rsidRPr="00A95BC4">
        <w:rPr>
          <w:rtl/>
          <w:lang w:bidi="fa-IR"/>
        </w:rPr>
        <w:t xml:space="preserve"> خوشبخت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طول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نکش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در سن هجده ماهگ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سخت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مار</w:t>
      </w:r>
      <w:r w:rsidRPr="00A95BC4">
        <w:rPr>
          <w:rtl/>
          <w:lang w:bidi="fa-IR"/>
        </w:rPr>
        <w:t xml:space="preserve"> شد. 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بر او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>.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خواهر 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ه،</w:t>
      </w:r>
      <w:r w:rsidRPr="00A95BC4">
        <w:rPr>
          <w:rtl/>
          <w:lang w:bidi="fa-IR"/>
        </w:rPr>
        <w:t xml:space="preserve"> کودک را در آغوش گرفت و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آورد،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چراغ عمر کودک لحظه به لحظه رو به خاموش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رفت</w:t>
      </w:r>
      <w:r w:rsidRPr="00A95BC4">
        <w:rPr>
          <w:rtl/>
          <w:lang w:bidi="fa-IR"/>
        </w:rPr>
        <w:t>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کودک را از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گرفت و ا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شدت اندوه او را به عبدالرحمان بن</w:t>
      </w:r>
      <w:r w:rsidR="003A4158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عوف</w:t>
      </w:r>
      <w:r w:rsidRPr="00A95BC4">
        <w:rPr>
          <w:rtl/>
          <w:lang w:bidi="fa-IR"/>
        </w:rPr>
        <w:t xml:space="preserve"> سپرد، تا او را از خانه 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رون</w:t>
      </w:r>
      <w:r w:rsidRPr="00A95BC4">
        <w:rPr>
          <w:rtl/>
          <w:lang w:bidi="fa-IR"/>
        </w:rPr>
        <w:t xml:space="preserve"> ببرد. کودک را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رون</w:t>
      </w:r>
      <w:r w:rsidRPr="00A95BC4">
        <w:rPr>
          <w:rtl/>
          <w:lang w:bidi="fa-IR"/>
        </w:rPr>
        <w:t xml:space="preserve"> بردند.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</w:t>
      </w:r>
      <w:r w:rsidRPr="00A95BC4">
        <w:rPr>
          <w:rtl/>
          <w:lang w:bidi="fa-IR"/>
        </w:rPr>
        <w:t xml:space="preserve"> که کودک لحظه‌ها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آخر عمر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گذراند</w:t>
      </w:r>
      <w:r w:rsidRPr="00A95BC4">
        <w:rPr>
          <w:rtl/>
          <w:lang w:bidi="fa-IR"/>
        </w:rPr>
        <w:t>. سرانجام کودک درگذشت و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اندوهگ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شد و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در فراق او 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جمله‌ها را بر زبان آورد: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إبراهِ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! لَو لا انَّهُ امْرٌ حَقٌّ وَ وَعْدٌ صِدقٌ، وَ أنَّ آخِرَنا سَ</w:t>
      </w:r>
      <w:r w:rsidRPr="00A95BC4">
        <w:rPr>
          <w:rFonts w:hint="cs"/>
          <w:rtl/>
          <w:lang w:bidi="fa-IR"/>
        </w:rPr>
        <w:t>یَ</w:t>
      </w:r>
      <w:r w:rsidRPr="00A95BC4">
        <w:rPr>
          <w:rFonts w:hint="eastAsia"/>
          <w:rtl/>
          <w:lang w:bidi="fa-IR"/>
        </w:rPr>
        <w:t>لْحَقُ</w:t>
      </w:r>
      <w:r w:rsidRPr="00A95BC4">
        <w:rPr>
          <w:rtl/>
          <w:lang w:bidi="fa-IR"/>
        </w:rPr>
        <w:t xml:space="preserve"> بِأوَّلِنا، لَحَزِنّا عَلَ</w:t>
      </w:r>
      <w:r w:rsidRPr="00A95BC4">
        <w:rPr>
          <w:rFonts w:hint="cs"/>
          <w:rtl/>
          <w:lang w:bidi="fa-IR"/>
        </w:rPr>
        <w:t>یْ</w:t>
      </w:r>
      <w:r w:rsidRPr="00A95BC4">
        <w:rPr>
          <w:rFonts w:hint="eastAsia"/>
          <w:rtl/>
          <w:lang w:bidi="fa-IR"/>
        </w:rPr>
        <w:t>کَ</w:t>
      </w:r>
      <w:r w:rsidRPr="00A95BC4">
        <w:rPr>
          <w:rtl/>
          <w:lang w:bidi="fa-IR"/>
        </w:rPr>
        <w:t xml:space="preserve"> حُزْناً هُوَ اشَدُّ مِنْ هذا، تَدْمَعُ الْعَ</w:t>
      </w:r>
      <w:r w:rsidRPr="00A95BC4">
        <w:rPr>
          <w:rFonts w:hint="cs"/>
          <w:rtl/>
          <w:lang w:bidi="fa-IR"/>
        </w:rPr>
        <w:t>یْ</w:t>
      </w:r>
      <w:r w:rsidRPr="00A95BC4">
        <w:rPr>
          <w:rFonts w:hint="eastAsia"/>
          <w:rtl/>
          <w:lang w:bidi="fa-IR"/>
        </w:rPr>
        <w:t>نُ</w:t>
      </w:r>
      <w:r w:rsidRPr="00A95BC4">
        <w:rPr>
          <w:rtl/>
          <w:lang w:bidi="fa-IR"/>
        </w:rPr>
        <w:t xml:space="preserve"> وَ </w:t>
      </w:r>
      <w:r w:rsidRPr="00A95BC4">
        <w:rPr>
          <w:rFonts w:hint="cs"/>
          <w:rtl/>
          <w:lang w:bidi="fa-IR"/>
        </w:rPr>
        <w:t>یَ</w:t>
      </w:r>
      <w:r w:rsidRPr="00A95BC4">
        <w:rPr>
          <w:rFonts w:hint="eastAsia"/>
          <w:rtl/>
          <w:lang w:bidi="fa-IR"/>
        </w:rPr>
        <w:t>حْزَنُ</w:t>
      </w:r>
      <w:r w:rsidRPr="00A95BC4">
        <w:rPr>
          <w:rtl/>
          <w:lang w:bidi="fa-IR"/>
        </w:rPr>
        <w:t xml:space="preserve"> الْقَلْبُ وَ لا نَقُولُ إلّا ما </w:t>
      </w:r>
      <w:r w:rsidRPr="00A95BC4">
        <w:rPr>
          <w:rFonts w:hint="cs"/>
          <w:rtl/>
          <w:lang w:bidi="fa-IR"/>
        </w:rPr>
        <w:t>یَ</w:t>
      </w:r>
      <w:r w:rsidRPr="00A95BC4">
        <w:rPr>
          <w:rFonts w:hint="eastAsia"/>
          <w:rtl/>
          <w:lang w:bidi="fa-IR"/>
        </w:rPr>
        <w:t>رض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رَبَّنا وَ اللهُ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إبْراهِ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إنّا بِکَ لَ</w:t>
      </w:r>
      <w:r w:rsidRPr="00A95BC4">
        <w:rPr>
          <w:rFonts w:hint="eastAsia"/>
          <w:rtl/>
          <w:lang w:bidi="fa-IR"/>
        </w:rPr>
        <w:t>مَحْزُونُون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! اگر مرگ امر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حق و وعده صادق خداوند نبود و ما در آخر به همان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در اول بود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بر تو اندوهگ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چشم 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و دل محزون و اندوهناک است،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سخن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جز رضا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و خشنود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پروردگار را فراهم کند، بر زبان جار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ساخ</w:t>
      </w:r>
      <w:r w:rsidRPr="00A95BC4">
        <w:rPr>
          <w:rFonts w:hint="eastAsia"/>
          <w:rtl/>
          <w:lang w:bidi="fa-IR"/>
        </w:rPr>
        <w:t>ت،</w:t>
      </w:r>
      <w:r w:rsidRPr="00A95BC4">
        <w:rPr>
          <w:rtl/>
          <w:lang w:bidi="fa-IR"/>
        </w:rPr>
        <w:t xml:space="preserve"> اما بدان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که ما در فقدان و مرگ تو، اندوهناک و محزون هست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برخ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آن حضرت اعتراض کردند که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رسول خدا! مگر شما ما را از 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نه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نکرد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؟»</w:t>
      </w:r>
      <w:r w:rsidRPr="00A95BC4">
        <w:rPr>
          <w:rtl/>
          <w:lang w:bidi="fa-IR"/>
        </w:rPr>
        <w:t xml:space="preserve"> فرمود: «نه، من نگفتم در مرگ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زانتان</w:t>
      </w:r>
      <w:r w:rsidRPr="00A95BC4">
        <w:rPr>
          <w:rtl/>
          <w:lang w:bidi="fa-IR"/>
        </w:rPr>
        <w:t xml:space="preserve"> 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نکن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</w:t>
      </w:r>
      <w:r w:rsidRPr="00A95BC4">
        <w:rPr>
          <w:rtl/>
          <w:lang w:bidi="fa-IR"/>
        </w:rPr>
        <w:lastRenderedPageBreak/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نشانه ترحم و مهربان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و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دلش به حال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گران</w:t>
      </w:r>
      <w:r w:rsidRPr="00A95BC4">
        <w:rPr>
          <w:rtl/>
          <w:lang w:bidi="fa-IR"/>
        </w:rPr>
        <w:t xml:space="preserve"> نسوزد و مهر و محبت نداشته باشد، مورد رحمت اله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قرار نخواهد گرفت».</w:t>
      </w:r>
    </w:p>
    <w:p w:rsidR="00A95BC4" w:rsidRPr="00A95BC4" w:rsidRDefault="00A95BC4" w:rsidP="003A4158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به</w:t>
      </w:r>
      <w:r w:rsidRPr="00A95BC4">
        <w:rPr>
          <w:rtl/>
          <w:lang w:bidi="fa-IR"/>
        </w:rPr>
        <w:t xml:space="preserve"> هر ترت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ب،</w:t>
      </w:r>
      <w:r w:rsidRPr="00A95BC4">
        <w:rPr>
          <w:rtl/>
          <w:lang w:bidi="fa-IR"/>
        </w:rPr>
        <w:t xml:space="preserve">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دستور داد تا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را غسل داده،</w:t>
      </w:r>
      <w:r w:rsidR="003A4158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حنوط</w:t>
      </w:r>
      <w:r w:rsidRPr="00A95BC4">
        <w:rPr>
          <w:rtl/>
          <w:lang w:bidi="fa-IR"/>
        </w:rPr>
        <w:t xml:space="preserve"> و کفن کنند. سپس جنازه او را برداشته به قبرستان بق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</w:t>
      </w:r>
      <w:r w:rsidRPr="00A95BC4">
        <w:rPr>
          <w:rtl/>
          <w:lang w:bidi="fa-IR"/>
        </w:rPr>
        <w:t xml:space="preserve"> آوردند و در جا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که اکنون به نام «قبر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م»</w:t>
      </w:r>
      <w:r w:rsidRPr="00A95BC4">
        <w:rPr>
          <w:rtl/>
          <w:lang w:bidi="fa-IR"/>
        </w:rPr>
        <w:t xml:space="preserve"> معروف است، دفن کردند.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آن روز که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از دن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رفت، خورش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گرفت و مردم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گفتند: «خورش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به خاطر مرگ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گرفته است!»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رفع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اشتباه و مبارزه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خرافه‌ها، به منبر رفت و خطاب به مردم فرمود: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یُّ</w:t>
      </w:r>
      <w:r w:rsidRPr="00A95BC4">
        <w:rPr>
          <w:rFonts w:hint="eastAsia"/>
          <w:rtl/>
          <w:lang w:bidi="fa-IR"/>
        </w:rPr>
        <w:t>هَا</w:t>
      </w:r>
      <w:r w:rsidRPr="00A95BC4">
        <w:rPr>
          <w:rtl/>
          <w:lang w:bidi="fa-IR"/>
        </w:rPr>
        <w:t xml:space="preserve"> النّاس إنَّ الشَّمْسَ وَ الْقَمَرَ آ</w:t>
      </w:r>
      <w:r w:rsidRPr="00A95BC4">
        <w:rPr>
          <w:rFonts w:hint="cs"/>
          <w:rtl/>
          <w:lang w:bidi="fa-IR"/>
        </w:rPr>
        <w:t>یَ</w:t>
      </w:r>
      <w:r w:rsidRPr="00A95BC4">
        <w:rPr>
          <w:rFonts w:hint="eastAsia"/>
          <w:rtl/>
          <w:lang w:bidi="fa-IR"/>
        </w:rPr>
        <w:t>تانِ</w:t>
      </w:r>
      <w:r w:rsidRPr="00A95BC4">
        <w:rPr>
          <w:rtl/>
          <w:lang w:bidi="fa-IR"/>
        </w:rPr>
        <w:t xml:space="preserve"> مِنْ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ات</w:t>
      </w:r>
      <w:r w:rsidRPr="00A95BC4">
        <w:rPr>
          <w:rtl/>
          <w:lang w:bidi="fa-IR"/>
        </w:rPr>
        <w:t xml:space="preserve"> اللهِ لاتَخْسِفانِ لِمَوْتِ احَدٍ وَ لالِحَ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اتِهِ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مردم! همانا خورش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ماه دو نشانه از نشانه‌ها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قدرت حق تعال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هستند که تحت اراده و فرمان او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</w:t>
      </w:r>
      <w:r w:rsidRPr="00A95BC4">
        <w:rPr>
          <w:rtl/>
          <w:lang w:bidi="fa-IR"/>
        </w:rPr>
        <w:t xml:space="preserve"> و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مرگ و 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ات</w:t>
      </w:r>
      <w:r w:rsidRPr="00A95BC4">
        <w:rPr>
          <w:rtl/>
          <w:lang w:bidi="fa-IR"/>
        </w:rPr>
        <w:t xml:space="preserve">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رند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و</w:t>
      </w:r>
      <w:r w:rsidRPr="00A95BC4">
        <w:rPr>
          <w:rtl/>
          <w:lang w:bidi="fa-IR"/>
        </w:rPr>
        <w:t xml:space="preserve"> در روا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آمده است که فرمود: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إنَّ</w:t>
      </w:r>
      <w:r w:rsidRPr="00A95BC4">
        <w:rPr>
          <w:rtl/>
          <w:lang w:bidi="fa-IR"/>
        </w:rPr>
        <w:t xml:space="preserve"> الشَّمْسَ وَ الْقَمَرَ لا</w:t>
      </w:r>
      <w:r w:rsidRPr="00A95BC4">
        <w:rPr>
          <w:rFonts w:hint="cs"/>
          <w:rtl/>
          <w:lang w:bidi="fa-IR"/>
        </w:rPr>
        <w:t>یَ</w:t>
      </w:r>
      <w:r w:rsidRPr="00A95BC4">
        <w:rPr>
          <w:rFonts w:hint="eastAsia"/>
          <w:rtl/>
          <w:lang w:bidi="fa-IR"/>
        </w:rPr>
        <w:t>نْکَسِفانِ</w:t>
      </w:r>
      <w:r w:rsidRPr="00A95BC4">
        <w:rPr>
          <w:rtl/>
          <w:lang w:bidi="fa-IR"/>
        </w:rPr>
        <w:t xml:space="preserve"> لِمَوْتِ احَدٍ وَ لا لِحَ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اتِهِ</w:t>
      </w:r>
      <w:r w:rsidRPr="00A95BC4">
        <w:rPr>
          <w:rtl/>
          <w:lang w:bidi="fa-IR"/>
        </w:rPr>
        <w:t xml:space="preserve"> فَإذا رَأ</w:t>
      </w:r>
      <w:r w:rsidRPr="00A95BC4">
        <w:rPr>
          <w:rFonts w:hint="cs"/>
          <w:rtl/>
          <w:lang w:bidi="fa-IR"/>
        </w:rPr>
        <w:t>یْ</w:t>
      </w:r>
      <w:r w:rsidRPr="00A95BC4">
        <w:rPr>
          <w:rFonts w:hint="eastAsia"/>
          <w:rtl/>
          <w:lang w:bidi="fa-IR"/>
        </w:rPr>
        <w:t>تُمْ</w:t>
      </w:r>
      <w:r w:rsidRPr="00A95BC4">
        <w:rPr>
          <w:rtl/>
          <w:lang w:bidi="fa-IR"/>
        </w:rPr>
        <w:t xml:space="preserve"> فَصَلُّوا وَ ادْعُوا الله.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به</w:t>
      </w:r>
      <w:r w:rsidRPr="00A95BC4">
        <w:rPr>
          <w:rtl/>
          <w:lang w:bidi="fa-IR"/>
        </w:rPr>
        <w:t xml:space="preserve"> راست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خورش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ماه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مرگ و 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ات</w:t>
      </w:r>
      <w:r w:rsidRPr="00A95BC4">
        <w:rPr>
          <w:rtl/>
          <w:lang w:bidi="fa-IR"/>
        </w:rPr>
        <w:t xml:space="preserve">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رند،</w:t>
      </w:r>
      <w:r w:rsidRPr="00A95BC4">
        <w:rPr>
          <w:rtl/>
          <w:lang w:bidi="fa-IR"/>
        </w:rPr>
        <w:t xml:space="preserve"> پس هر زمان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[آن دو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آنها گرفت]، نماز بگزار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بت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اندوهگ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بود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ن‌گونه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مرث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خواند</w:t>
      </w:r>
      <w:r w:rsidRPr="00A95BC4">
        <w:rPr>
          <w:rtl/>
          <w:lang w:bidi="fa-IR"/>
        </w:rPr>
        <w:t>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! تو پسر من بود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هنوز تو را از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نگرفته بود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فرشتگان در بهشت به تو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خواهند داد».</w:t>
      </w:r>
    </w:p>
    <w:p w:rsidR="00A95BC4" w:rsidRPr="00A95BC4" w:rsidRDefault="00A95BC4" w:rsidP="003A4158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پس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بت،</w:t>
      </w:r>
      <w:r w:rsidRPr="00A95BC4">
        <w:rPr>
          <w:rtl/>
          <w:lang w:bidi="fa-IR"/>
        </w:rPr>
        <w:t xml:space="preserve"> خانه‌نش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شده بود و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خدا هرگاه</w:t>
      </w:r>
      <w:r w:rsidR="003A4158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به‌د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دار</w:t>
      </w:r>
      <w:r w:rsidRPr="00A95BC4">
        <w:rPr>
          <w:rtl/>
          <w:lang w:bidi="fa-IR"/>
        </w:rPr>
        <w:t xml:space="preserve"> او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رفت،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او مدام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</w:t>
      </w:r>
      <w:r w:rsidR="003A4158" w:rsidRPr="003A4158">
        <w:rPr>
          <w:rStyle w:val="libAlaemChar"/>
          <w:rFonts w:hint="cs"/>
          <w:rtl/>
        </w:rPr>
        <w:t>(</w:t>
      </w:r>
      <w:r w:rsidRPr="00A95BC4">
        <w:rPr>
          <w:rtl/>
          <w:lang w:bidi="fa-IR"/>
        </w:rPr>
        <w:t xml:space="preserve"> </w:t>
      </w:r>
      <w:r w:rsidRPr="003A4158">
        <w:rPr>
          <w:rStyle w:val="libAieChar"/>
          <w:rtl/>
        </w:rPr>
        <w:t>انّا لِلّه وَ انّا الَ</w:t>
      </w:r>
      <w:r w:rsidRPr="003A4158">
        <w:rPr>
          <w:rStyle w:val="libAieChar"/>
          <w:rFonts w:hint="cs"/>
          <w:rtl/>
        </w:rPr>
        <w:t>ی</w:t>
      </w:r>
      <w:r w:rsidRPr="003A4158">
        <w:rPr>
          <w:rStyle w:val="libAieChar"/>
          <w:rFonts w:hint="eastAsia"/>
          <w:rtl/>
        </w:rPr>
        <w:t>هِ</w:t>
      </w:r>
      <w:r w:rsidRPr="003A4158">
        <w:rPr>
          <w:rStyle w:val="libAieChar"/>
          <w:rtl/>
        </w:rPr>
        <w:t xml:space="preserve"> راجِعُون</w:t>
      </w:r>
      <w:r w:rsidRPr="00A95BC4">
        <w:rPr>
          <w:rtl/>
          <w:lang w:bidi="fa-IR"/>
        </w:rPr>
        <w:t>.</w:t>
      </w:r>
      <w:r w:rsidR="003A4158" w:rsidRPr="003A4158">
        <w:rPr>
          <w:rStyle w:val="libAlaemChar"/>
          <w:rFonts w:hint="cs"/>
          <w:rtl/>
        </w:rPr>
        <w:t>)</w:t>
      </w:r>
    </w:p>
    <w:p w:rsidR="00A95BC4" w:rsidRPr="00A95BC4" w:rsidRDefault="00A95BC4" w:rsidP="003A4158">
      <w:pPr>
        <w:pStyle w:val="Heading2"/>
        <w:rPr>
          <w:rtl/>
        </w:rPr>
      </w:pPr>
      <w:bookmarkStart w:id="154" w:name="_Toc504390435"/>
      <w:bookmarkStart w:id="155" w:name="_Toc504390526"/>
      <w:r w:rsidRPr="00A95BC4">
        <w:rPr>
          <w:rFonts w:hint="eastAsia"/>
          <w:rtl/>
        </w:rPr>
        <w:lastRenderedPageBreak/>
        <w:t>حد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ث</w:t>
      </w:r>
      <w:r w:rsidRPr="00A95BC4">
        <w:rPr>
          <w:rtl/>
        </w:rPr>
        <w:t xml:space="preserve"> افک‌</w:t>
      </w:r>
      <w:bookmarkEnd w:id="154"/>
      <w:bookmarkEnd w:id="155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مورخان</w:t>
      </w:r>
      <w:r w:rsidRPr="00A95BC4">
        <w:rPr>
          <w:rtl/>
          <w:lang w:bidi="fa-IR"/>
        </w:rPr>
        <w:t xml:space="preserve"> و راو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اهل سنت، عموماً در بازگشت از جنگ بن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المصطلق،</w:t>
      </w:r>
      <w:r w:rsidRPr="00A95BC4">
        <w:rPr>
          <w:rtl/>
          <w:lang w:bidi="fa-IR"/>
        </w:rPr>
        <w:t xml:space="preserve"> داستان افک و نزول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افک را از 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با مختصر اختلاف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عروه بن زب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ر،</w:t>
      </w:r>
      <w:r w:rsidRPr="00A95BC4">
        <w:rPr>
          <w:rtl/>
          <w:lang w:bidi="fa-IR"/>
        </w:rPr>
        <w:t xml:space="preserve"> سع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بن مس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ب،</w:t>
      </w:r>
      <w:r w:rsidRPr="00A95BC4">
        <w:rPr>
          <w:rtl/>
          <w:lang w:bidi="fa-IR"/>
        </w:rPr>
        <w:t xml:space="preserve"> علقمه بن وقاص و عب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دالله</w:t>
      </w:r>
      <w:r w:rsidRPr="00A95BC4">
        <w:rPr>
          <w:rtl/>
          <w:lang w:bidi="fa-IR"/>
        </w:rPr>
        <w:t xml:space="preserve"> بن عتبه و برخ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نقل کرده‌اند. البته همه سندها به 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منته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شود</w:t>
      </w:r>
      <w:r w:rsidRPr="00A95BC4">
        <w:rPr>
          <w:rtl/>
          <w:lang w:bidi="fa-IR"/>
        </w:rPr>
        <w:t xml:space="preserve"> که او خود د</w:t>
      </w:r>
      <w:r w:rsidRPr="00A95BC4">
        <w:rPr>
          <w:rFonts w:hint="eastAsia"/>
          <w:rtl/>
          <w:lang w:bidi="fa-IR"/>
        </w:rPr>
        <w:t>استان</w:t>
      </w:r>
      <w:r w:rsidRPr="00A95BC4">
        <w:rPr>
          <w:rtl/>
          <w:lang w:bidi="fa-IR"/>
        </w:rPr>
        <w:t xml:space="preserve"> را نقل کرده است. ما در ابتدا، قسمت‌ها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از آن را از 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نقل ابن هشام که از ابن اسحاق و او به چند واسطه از 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روا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کرده را نقل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سپس درباره آن نظر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: «هرگاه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سفر کند،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زنان خود قرعه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زد</w:t>
      </w:r>
      <w:r w:rsidRPr="00A95BC4">
        <w:rPr>
          <w:rtl/>
          <w:lang w:bidi="fa-IR"/>
        </w:rPr>
        <w:t xml:space="preserve"> و هر کدام قرعه به نامش اصابت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او را همراه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برد</w:t>
      </w:r>
      <w:r w:rsidRPr="00A95BC4">
        <w:rPr>
          <w:rtl/>
          <w:lang w:bidi="fa-IR"/>
        </w:rPr>
        <w:t>. در غزوه «بن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مصطلق»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زنان خود قرعه زد و قرعه به نام من اصابت کرد و مرا با خود همراه برد. در سفرها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قرار </w:t>
      </w:r>
      <w:r w:rsidRPr="00A95BC4">
        <w:rPr>
          <w:rFonts w:hint="eastAsia"/>
          <w:rtl/>
          <w:lang w:bidi="fa-IR"/>
        </w:rPr>
        <w:t>بر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بود که هر گاه شتر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سوار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همراه بود، آماده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شد،</w:t>
      </w:r>
      <w:r w:rsidRPr="00A95BC4">
        <w:rPr>
          <w:rtl/>
          <w:lang w:bidi="fa-IR"/>
        </w:rPr>
        <w:t xml:space="preserve"> زن در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کجاوه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نشست،</w:t>
      </w:r>
      <w:r w:rsidRPr="00A95BC4">
        <w:rPr>
          <w:rtl/>
          <w:lang w:bidi="fa-IR"/>
        </w:rPr>
        <w:t xml:space="preserve"> آن گاه مردان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آمدند</w:t>
      </w:r>
      <w:r w:rsidRPr="00A95BC4">
        <w:rPr>
          <w:rtl/>
          <w:lang w:bidi="fa-IR"/>
        </w:rPr>
        <w:t xml:space="preserve"> و پا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کجاوه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گرفتند</w:t>
      </w:r>
      <w:r w:rsidRPr="00A95BC4">
        <w:rPr>
          <w:rtl/>
          <w:lang w:bidi="fa-IR"/>
        </w:rPr>
        <w:t xml:space="preserve"> و آن را بلند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کردند</w:t>
      </w:r>
      <w:r w:rsidRPr="00A95BC4">
        <w:rPr>
          <w:rtl/>
          <w:lang w:bidi="fa-IR"/>
        </w:rPr>
        <w:t xml:space="preserve"> و بر پشت شتر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نهادند</w:t>
      </w:r>
      <w:r w:rsidRPr="00A95BC4">
        <w:rPr>
          <w:rtl/>
          <w:lang w:bidi="fa-IR"/>
        </w:rPr>
        <w:t xml:space="preserve"> و 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سمان‌ها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 را محکم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کردند،</w:t>
      </w:r>
      <w:r w:rsidRPr="00A95BC4">
        <w:rPr>
          <w:rtl/>
          <w:lang w:bidi="fa-IR"/>
        </w:rPr>
        <w:t xml:space="preserve"> سپس مهار شتر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گرفتند</w:t>
      </w:r>
      <w:r w:rsidRPr="00A95BC4">
        <w:rPr>
          <w:rtl/>
          <w:lang w:bidi="fa-IR"/>
        </w:rPr>
        <w:t xml:space="preserve"> و به راه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افتادند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مراجعت از غزوه «بن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مصطلق»</w:t>
      </w:r>
      <w:r w:rsidRPr="00A95BC4">
        <w:rPr>
          <w:rtl/>
          <w:lang w:bidi="fa-IR"/>
        </w:rPr>
        <w:t xml:space="preserve">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در منزل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فرود آمد، و پاس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شب را در آن منزل گذراند، سپس بانگ رح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داده شد و مردم به راه افتادند».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حاجت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رون</w:t>
      </w:r>
      <w:r w:rsidRPr="00A95BC4">
        <w:rPr>
          <w:rtl/>
          <w:lang w:bidi="fa-IR"/>
        </w:rPr>
        <w:t xml:space="preserve"> رفته بودم، و در گردنم گردن‌بند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دانه‌ها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ظفار بود و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آنکه</w:t>
      </w:r>
      <w:r w:rsidRPr="00A95BC4">
        <w:rPr>
          <w:rtl/>
          <w:lang w:bidi="fa-IR"/>
        </w:rPr>
        <w:t xml:space="preserve"> توجه کنم، گردن‌بندم گس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خته</w:t>
      </w:r>
      <w:r w:rsidRPr="00A95BC4">
        <w:rPr>
          <w:rtl/>
          <w:lang w:bidi="fa-IR"/>
        </w:rPr>
        <w:t xml:space="preserve"> بود و چون به اردوگاه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دم،</w:t>
      </w:r>
      <w:r w:rsidRPr="00A95BC4">
        <w:rPr>
          <w:rtl/>
          <w:lang w:bidi="fa-IR"/>
        </w:rPr>
        <w:t xml:space="preserve"> به فکر آن افتادم و آن را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افتم</w:t>
      </w:r>
      <w:r w:rsidRPr="00A95BC4">
        <w:rPr>
          <w:rtl/>
          <w:lang w:bidi="fa-IR"/>
        </w:rPr>
        <w:t xml:space="preserve"> و مردم هم آغاز به رفتن کرده </w:t>
      </w:r>
      <w:r w:rsidRPr="00A95BC4">
        <w:rPr>
          <w:rtl/>
          <w:lang w:bidi="fa-IR"/>
        </w:rPr>
        <w:lastRenderedPageBreak/>
        <w:t>بودند. پس در پ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گردن‌بند به همان‌جا که رفت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بودم، بازگشتم و پس از جست‌وجو آن را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افتم</w:t>
      </w:r>
      <w:r w:rsidRPr="00A95BC4">
        <w:rPr>
          <w:rtl/>
          <w:lang w:bidi="fa-IR"/>
        </w:rPr>
        <w:t>.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مردان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شترم را نگهدار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کردند،</w:t>
      </w:r>
      <w:r w:rsidRPr="00A95BC4">
        <w:rPr>
          <w:rtl/>
          <w:lang w:bidi="fa-IR"/>
        </w:rPr>
        <w:t xml:space="preserve"> آمده بودند و به گمان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در کجاوه نشسته‌ام، آن را بالا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شتر بسته و به راه افتاده بودند و من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اردوگاه بازگشتم که مردم همه رفته بودند و احد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باق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نمانده ب</w:t>
      </w:r>
      <w:r w:rsidRPr="00A95BC4">
        <w:rPr>
          <w:rFonts w:hint="eastAsia"/>
          <w:rtl/>
          <w:lang w:bidi="fa-IR"/>
        </w:rPr>
        <w:t>ود،</w:t>
      </w:r>
      <w:r w:rsidRPr="00A95BC4">
        <w:rPr>
          <w:rtl/>
          <w:lang w:bidi="fa-IR"/>
        </w:rPr>
        <w:t xml:space="preserve"> پس خود را به چادر خود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دم</w:t>
      </w:r>
      <w:r w:rsidRPr="00A95BC4">
        <w:rPr>
          <w:rtl/>
          <w:lang w:bidi="fa-IR"/>
        </w:rPr>
        <w:t xml:space="preserve"> و در همان‌جا دراز کش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دم</w:t>
      </w:r>
      <w:r w:rsidRPr="00A95BC4">
        <w:rPr>
          <w:rtl/>
          <w:lang w:bidi="fa-IR"/>
        </w:rPr>
        <w:t xml:space="preserve"> 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داشتم که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مرا 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</w:t>
      </w:r>
      <w:r w:rsidRPr="00A95BC4">
        <w:rPr>
          <w:rtl/>
          <w:lang w:bidi="fa-IR"/>
        </w:rPr>
        <w:t xml:space="preserve"> در جست‌وجو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 برخواهند گشت».</w:t>
      </w:r>
    </w:p>
    <w:p w:rsidR="00A95BC4" w:rsidRPr="00A95BC4" w:rsidRDefault="00A95BC4" w:rsidP="00853BFF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«به خدا قسم! در همان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دراز کش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بودم، صفوان بن معطل سلم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همراه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با لشکر بازمانده بود، بر من گذر کرد. چون مرا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بالا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سر من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ستاد</w:t>
      </w:r>
      <w:r w:rsidRPr="00A95BC4">
        <w:rPr>
          <w:rtl/>
          <w:lang w:bidi="fa-IR"/>
        </w:rPr>
        <w:t xml:space="preserve"> و (چون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نزول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حجاب مرا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بود) مرا شناخت و گفت:</w:t>
      </w:r>
      <w:r w:rsidR="00853BFF" w:rsidRPr="00853BFF">
        <w:rPr>
          <w:rStyle w:val="libAlaemChar"/>
          <w:rFonts w:hint="cs"/>
          <w:rtl/>
        </w:rPr>
        <w:t>(</w:t>
      </w:r>
      <w:r w:rsidRPr="00A95BC4">
        <w:rPr>
          <w:rtl/>
          <w:lang w:bidi="fa-IR"/>
        </w:rPr>
        <w:t xml:space="preserve"> </w:t>
      </w:r>
      <w:r w:rsidRPr="00853BFF">
        <w:rPr>
          <w:rStyle w:val="libAieChar"/>
          <w:rtl/>
        </w:rPr>
        <w:t>إنّا لله وَ إنّا إلَ</w:t>
      </w:r>
      <w:r w:rsidRPr="00853BFF">
        <w:rPr>
          <w:rStyle w:val="libAieChar"/>
          <w:rFonts w:hint="cs"/>
          <w:rtl/>
        </w:rPr>
        <w:t>یْ</w:t>
      </w:r>
      <w:r w:rsidRPr="00853BFF">
        <w:rPr>
          <w:rStyle w:val="libAieChar"/>
          <w:rFonts w:hint="eastAsia"/>
          <w:rtl/>
        </w:rPr>
        <w:t>هِ</w:t>
      </w:r>
      <w:r w:rsidRPr="00853BFF">
        <w:rPr>
          <w:rStyle w:val="libAieChar"/>
          <w:rtl/>
        </w:rPr>
        <w:t xml:space="preserve"> </w:t>
      </w:r>
      <w:r w:rsidRPr="00853BFF">
        <w:rPr>
          <w:rStyle w:val="libAieChar"/>
          <w:rFonts w:hint="eastAsia"/>
          <w:rtl/>
        </w:rPr>
        <w:t>راجِعُون</w:t>
      </w:r>
      <w:r w:rsidR="00853BFF" w:rsidRPr="00853BFF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 xml:space="preserve"> همسر رسول خداست که تنها مانده است. سپس گفت: خدا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 را رحمت کند، چرا عقب مانده‌ا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</w:t>
      </w:r>
      <w:r w:rsidRPr="00A95BC4">
        <w:rPr>
          <w:rtl/>
          <w:lang w:bidi="fa-IR"/>
        </w:rPr>
        <w:t xml:space="preserve"> اما من به 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پاسخ ندادم. سپس شتر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آورد و گفت: سوار شو و خود دورتر</w:t>
      </w:r>
      <w:r w:rsidR="00853BFF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ستاد</w:t>
      </w:r>
      <w:r w:rsidRPr="00A95BC4">
        <w:rPr>
          <w:rtl/>
          <w:lang w:bidi="fa-IR"/>
        </w:rPr>
        <w:t>. سوار شدم و آن گاه صفوان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آمد و مهار شتر را گرفت و با شتاب در جست‌وجو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اردو به راه افتاد. اما سوگند به خدا که نه ما به مردم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نه آنها از نبودنم در کجاوه باخبر شدند، تا بامداد فردا که اردو در منزل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اده</w:t>
      </w:r>
      <w:r w:rsidRPr="00A95BC4">
        <w:rPr>
          <w:rtl/>
          <w:lang w:bidi="fa-IR"/>
        </w:rPr>
        <w:t xml:space="preserve"> شدند و ما هم به همان وضع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</w:t>
      </w:r>
      <w:r w:rsidRPr="00A95BC4">
        <w:rPr>
          <w:rFonts w:hint="eastAsia"/>
          <w:rtl/>
          <w:lang w:bidi="fa-IR"/>
        </w:rPr>
        <w:t>اشت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. دروغ‌گو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زبان به بهتان گشودند و گفتند آنچه گفتند و اردو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اسلام متشنج شد. اما من به خدا قسم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خبر</w:t>
      </w:r>
      <w:r w:rsidRPr="00A95BC4">
        <w:rPr>
          <w:rtl/>
          <w:lang w:bidi="fa-IR"/>
        </w:rPr>
        <w:t xml:space="preserve"> بودم.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سپس</w:t>
      </w:r>
      <w:r w:rsidRPr="00A95BC4">
        <w:rPr>
          <w:rtl/>
          <w:lang w:bidi="fa-IR"/>
        </w:rPr>
        <w:t xml:space="preserve"> به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دم</w:t>
      </w:r>
      <w:r w:rsidRPr="00A95BC4">
        <w:rPr>
          <w:rtl/>
          <w:lang w:bidi="fa-IR"/>
        </w:rPr>
        <w:t xml:space="preserve"> و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نگذشت که سخت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مار</w:t>
      </w:r>
      <w:r w:rsidRPr="00A95BC4">
        <w:rPr>
          <w:rtl/>
          <w:lang w:bidi="fa-IR"/>
        </w:rPr>
        <w:t xml:space="preserve"> شدم و با آنکه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>، پدر و مادرم از بهتان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نسبت به من گفته بودند به من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گفتند،</w:t>
      </w:r>
      <w:r w:rsidRPr="00A95BC4">
        <w:rPr>
          <w:rtl/>
          <w:lang w:bidi="fa-IR"/>
        </w:rPr>
        <w:t xml:space="preserve"> اما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فهم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دم</w:t>
      </w:r>
      <w:r w:rsidRPr="00A95BC4">
        <w:rPr>
          <w:rtl/>
          <w:lang w:bidi="fa-IR"/>
        </w:rPr>
        <w:t xml:space="preserve"> که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نسبت به من لطف و محبت سابق را ندارد و مانند گذشته که هرگاه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مار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شدم،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تفقد </w:t>
      </w:r>
      <w:r w:rsidRPr="00A95BC4">
        <w:rPr>
          <w:rFonts w:hint="eastAsia"/>
          <w:rtl/>
          <w:lang w:bidi="fa-IR"/>
        </w:rPr>
        <w:lastRenderedPageBreak/>
        <w:t>و</w:t>
      </w:r>
      <w:r w:rsidRPr="00A95BC4">
        <w:rPr>
          <w:rtl/>
          <w:lang w:bidi="fa-IR"/>
        </w:rPr>
        <w:t xml:space="preserve"> دل‌جو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کرد،</w:t>
      </w:r>
      <w:r w:rsidRPr="00A95BC4">
        <w:rPr>
          <w:rtl/>
          <w:lang w:bidi="fa-IR"/>
        </w:rPr>
        <w:t xml:space="preserve">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لطف و عنا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نشان نداد و هرگاه نزد من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از مادرم که مشغول پرستار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 بود،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مار</w:t>
      </w:r>
      <w:r w:rsidRPr="00A95BC4">
        <w:rPr>
          <w:rtl/>
          <w:lang w:bidi="fa-IR"/>
        </w:rPr>
        <w:t xml:space="preserve"> شما چطور است؟ و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احوال‌پرس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>. تا آنجا که روز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گفتم: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رسول خدا! کاش مرا اذن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به خانه مادرم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رفتم</w:t>
      </w:r>
      <w:r w:rsidRPr="00A95BC4">
        <w:rPr>
          <w:rtl/>
          <w:lang w:bidi="fa-IR"/>
        </w:rPr>
        <w:t xml:space="preserve"> و مرا همان‌جا پرستار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>. فرمود: مانع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ندارد. پس به خانه مادر رفتم و از آنچه مردم گفته بودند، به‌کل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خبر</w:t>
      </w:r>
      <w:r w:rsidRPr="00A95BC4">
        <w:rPr>
          <w:rtl/>
          <w:lang w:bidi="fa-IR"/>
        </w:rPr>
        <w:t xml:space="preserve"> بودم،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پس از متجاوز از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روز، بهبود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افتم</w:t>
      </w:r>
      <w:r w:rsidRPr="00A95BC4">
        <w:rPr>
          <w:rtl/>
          <w:lang w:bidi="fa-IR"/>
        </w:rPr>
        <w:t xml:space="preserve"> و شب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با ام مسطح دختر اب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رهم</w:t>
      </w:r>
      <w:r w:rsidRPr="00A95BC4">
        <w:rPr>
          <w:rtl/>
          <w:lang w:bidi="fa-IR"/>
        </w:rPr>
        <w:t xml:space="preserve"> بن مطلب بن عبد مناف (که مادرش دختر صخر بن عامر، خاله اب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بکر</w:t>
      </w:r>
      <w:r w:rsidRPr="00A95BC4">
        <w:rPr>
          <w:rtl/>
          <w:lang w:bidi="fa-IR"/>
        </w:rPr>
        <w:t xml:space="preserve"> بود)،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حاجت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رون</w:t>
      </w:r>
      <w:r w:rsidRPr="00A95BC4">
        <w:rPr>
          <w:rtl/>
          <w:lang w:bidi="fa-IR"/>
        </w:rPr>
        <w:t xml:space="preserve"> رفتم و در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راه پا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به چادرش 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کرد و به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خورد و گفت: خدا «مسطح» را بدبخت کند. گفتم: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به</w:t>
      </w:r>
      <w:r w:rsidRPr="00A95BC4">
        <w:rPr>
          <w:rtl/>
          <w:lang w:bidi="fa-IR"/>
        </w:rPr>
        <w:t xml:space="preserve"> خدا قسم به مرد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مهاجر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که در بدر حضور داشته است، بد گفت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 گفت: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دختر اب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بکر</w:t>
      </w:r>
      <w:r w:rsidRPr="00A95BC4">
        <w:rPr>
          <w:rtl/>
          <w:lang w:bidi="fa-IR"/>
        </w:rPr>
        <w:t xml:space="preserve"> مگر خبر ندار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</w:t>
      </w:r>
      <w:r w:rsidRPr="00A95BC4">
        <w:rPr>
          <w:rtl/>
          <w:lang w:bidi="fa-IR"/>
        </w:rPr>
        <w:t xml:space="preserve"> گفتم: چه خبر؟ پس قصه بهتان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درباره من گفته بودند را به من گفت. گفتم: راست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حرف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بوده است؟ گفت: آر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! به خدا قسم که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گفته‌اند».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«به خدا قسم!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نتوانستم به دنبال کار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داشتم بروم و همچنان بازگشتم و چنان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ستم</w:t>
      </w:r>
      <w:r w:rsidRPr="00A95BC4">
        <w:rPr>
          <w:rtl/>
          <w:lang w:bidi="fa-IR"/>
        </w:rPr>
        <w:t xml:space="preserve"> که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پنداشتم</w:t>
      </w:r>
      <w:r w:rsidRPr="00A95BC4">
        <w:rPr>
          <w:rtl/>
          <w:lang w:bidi="fa-IR"/>
        </w:rPr>
        <w:t xml:space="preserve"> 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جگرم را خواهد شکافت. پس به مادرم گفتم: خدا تو را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امرزد،</w:t>
      </w:r>
      <w:r w:rsidRPr="00A95BC4">
        <w:rPr>
          <w:rtl/>
          <w:lang w:bidi="fa-IR"/>
        </w:rPr>
        <w:t xml:space="preserve"> مردم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سخنان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</w:t>
      </w:r>
      <w:r w:rsidRPr="00A95BC4">
        <w:rPr>
          <w:rtl/>
          <w:lang w:bidi="fa-IR"/>
        </w:rPr>
        <w:t xml:space="preserve"> و تو به من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؟</w:t>
      </w:r>
      <w:r w:rsidRPr="00A95BC4">
        <w:rPr>
          <w:rtl/>
          <w:lang w:bidi="fa-IR"/>
        </w:rPr>
        <w:t xml:space="preserve"> گفت: دختر جان! اهم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مده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به خدا قسم که اتفاق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افتد</w:t>
      </w:r>
      <w:r w:rsidRPr="00A95BC4">
        <w:rPr>
          <w:rtl/>
          <w:lang w:bidi="fa-IR"/>
        </w:rPr>
        <w:t xml:space="preserve">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</w:t>
      </w:r>
      <w:r w:rsidRPr="00A95BC4">
        <w:rPr>
          <w:rtl/>
          <w:lang w:bidi="fa-IR"/>
        </w:rPr>
        <w:t xml:space="preserve"> در خانه مرد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باشد که آن مرد او را دوست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دارد</w:t>
      </w:r>
      <w:r w:rsidRPr="00A95BC4">
        <w:rPr>
          <w:rtl/>
          <w:lang w:bidi="fa-IR"/>
        </w:rPr>
        <w:t xml:space="preserve"> و اگر هووها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هم داشته باشد، آنها و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گران</w:t>
      </w:r>
      <w:r w:rsidRPr="00A95BC4">
        <w:rPr>
          <w:rtl/>
          <w:lang w:bidi="fa-IR"/>
        </w:rPr>
        <w:t xml:space="preserve"> درباره 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بعد</w:t>
      </w:r>
      <w:r w:rsidRPr="00A95BC4">
        <w:rPr>
          <w:rtl/>
          <w:lang w:bidi="fa-IR"/>
        </w:rPr>
        <w:t xml:space="preserve"> از نزول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ات</w:t>
      </w:r>
      <w:r w:rsidRPr="00A95BC4">
        <w:rPr>
          <w:rtl/>
          <w:lang w:bidi="fa-IR"/>
        </w:rPr>
        <w:t xml:space="preserve"> سوره نور،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اکرم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فرمود: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>! تو را بشارت باد که خدا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گناه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 را نازل کرد»، گفتم: «خدا را شکر».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پس</w:t>
      </w:r>
      <w:r w:rsidRPr="00A95BC4">
        <w:rPr>
          <w:rtl/>
          <w:lang w:bidi="fa-IR"/>
        </w:rPr>
        <w:t xml:space="preserve">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رون</w:t>
      </w:r>
      <w:r w:rsidRPr="00A95BC4">
        <w:rPr>
          <w:rtl/>
          <w:lang w:bidi="fa-IR"/>
        </w:rPr>
        <w:t xml:space="preserve"> رفت و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مردم خطبه خواند و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ات</w:t>
      </w:r>
      <w:r w:rsidRPr="00A95BC4">
        <w:rPr>
          <w:rtl/>
          <w:lang w:bidi="fa-IR"/>
        </w:rPr>
        <w:t xml:space="preserve"> نازل شده (آ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11- 27 سوره نور)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 تلاوت فرمود و سپس دستور داد تا مسطح بن اثاثه، حسان بن ثابت، حمنه دخترجحش (خواهر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</w:t>
      </w:r>
      <w:r w:rsidRPr="00A95BC4">
        <w:rPr>
          <w:rtl/>
          <w:lang w:bidi="fa-IR"/>
        </w:rPr>
        <w:t>) که به صراحت بهتان زده بودند را حد زدند».</w:t>
      </w:r>
    </w:p>
    <w:p w:rsidR="00A95BC4" w:rsidRPr="00A95BC4" w:rsidRDefault="00A95BC4" w:rsidP="00853BFF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به</w:t>
      </w:r>
      <w:r w:rsidRPr="00A95BC4">
        <w:rPr>
          <w:rtl/>
          <w:lang w:bidi="fa-IR"/>
        </w:rPr>
        <w:t xml:space="preserve"> روا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ابن اسحاق: «بعدها معلوم شد که صفوان بن معطل سلم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ندارد و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تواند</w:t>
      </w:r>
      <w:r w:rsidRPr="00A95BC4">
        <w:rPr>
          <w:rtl/>
          <w:lang w:bidi="fa-IR"/>
        </w:rPr>
        <w:t xml:space="preserve"> با زنان آم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زش</w:t>
      </w:r>
      <w:r w:rsidRPr="00A95BC4">
        <w:rPr>
          <w:rtl/>
          <w:lang w:bidi="fa-IR"/>
        </w:rPr>
        <w:t xml:space="preserve"> کند. او در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غزوات اسلام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شهادت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نوشته‌اند که صفوان بن معطل</w:t>
      </w:r>
      <w:r w:rsidR="00853BFF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از گفتار بهتان آم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حسان بن ثابت و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گران</w:t>
      </w:r>
      <w:r w:rsidRPr="00A95BC4">
        <w:rPr>
          <w:rtl/>
          <w:lang w:bidi="fa-IR"/>
        </w:rPr>
        <w:t xml:space="preserve"> باخبر شد، روز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سر راه بر حسان گرفت و شمش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فرود آورد و او را مجروح ساخت و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از حسان خواست تا از صفوان صرف نظر کند و در مقابل، نخلستان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او داد 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مصر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نام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که عبد الر</w:t>
      </w:r>
      <w:r w:rsidRPr="00A95BC4">
        <w:rPr>
          <w:rFonts w:hint="eastAsia"/>
          <w:rtl/>
          <w:lang w:bidi="fa-IR"/>
        </w:rPr>
        <w:t>حمان</w:t>
      </w:r>
      <w:r w:rsidRPr="00A95BC4">
        <w:rPr>
          <w:rtl/>
          <w:lang w:bidi="fa-IR"/>
        </w:rPr>
        <w:t xml:space="preserve"> بن حسان از 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تولد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پش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معذرت‌خواه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آنچه حسان بن ثابت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شامد</w:t>
      </w:r>
      <w:r w:rsidRPr="00A95BC4">
        <w:rPr>
          <w:rtl/>
          <w:lang w:bidi="fa-IR"/>
        </w:rPr>
        <w:t xml:space="preserve"> گفته بود، اشعار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وجود دارد که ابن اسحاق آنها را نقل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>. درباره حد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بر حسان، مسطح و حمنه جار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شده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اشعار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گفته‌اند.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خلاصه داستان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که طبق روا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اهل سنت که در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پانزده حد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ث</w:t>
      </w:r>
      <w:r w:rsidRPr="00A95BC4">
        <w:rPr>
          <w:rtl/>
          <w:lang w:bidi="fa-IR"/>
        </w:rPr>
        <w:t xml:space="preserve"> نقل شده و سند همه آنها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به خود 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رسد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طبق روا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در کتاب‌ها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حد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ث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عه</w:t>
      </w:r>
      <w:r w:rsidRPr="00A95BC4">
        <w:rPr>
          <w:rtl/>
          <w:lang w:bidi="fa-IR"/>
        </w:rPr>
        <w:t xml:space="preserve"> وارد شده،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افک درباره کسان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نازل شد که به 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قبط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تهمت زده و با کمال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شرم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گفته بودند که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فرزند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و فرزند «جر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ح</w:t>
      </w:r>
      <w:r w:rsidRPr="00A95BC4">
        <w:rPr>
          <w:rtl/>
          <w:lang w:bidi="fa-IR"/>
        </w:rPr>
        <w:t xml:space="preserve"> قبط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</w:t>
      </w:r>
      <w:r w:rsidRPr="00A95BC4">
        <w:rPr>
          <w:rtl/>
          <w:lang w:bidi="fa-IR"/>
        </w:rPr>
        <w:t xml:space="preserve"> است. جر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ح،</w:t>
      </w:r>
      <w:r w:rsidRPr="00A95BC4">
        <w:rPr>
          <w:rtl/>
          <w:lang w:bidi="fa-IR"/>
        </w:rPr>
        <w:t xml:space="preserve"> نام غلام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که مقوقس حاکم مصر، او را همراه 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فرستاد و چون آن غلام با 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هم‌زبان بود و همچن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طبق پاره‌ا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روا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ت‌ها،</w:t>
      </w:r>
      <w:r w:rsidRPr="00A95BC4">
        <w:rPr>
          <w:rtl/>
          <w:lang w:bidi="fa-IR"/>
        </w:rPr>
        <w:t xml:space="preserve"> بستگ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با 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داشت، نزد 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رفت و آمد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>.</w:t>
      </w:r>
    </w:p>
    <w:p w:rsidR="00A95BC4" w:rsidRPr="00A95BC4" w:rsidRDefault="00A95BC4" w:rsidP="00853BFF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در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روا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ت‌ها</w:t>
      </w:r>
      <w:r w:rsidRPr="00A95BC4">
        <w:rPr>
          <w:rtl/>
          <w:lang w:bidi="fa-IR"/>
        </w:rPr>
        <w:t xml:space="preserve"> نام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تهمت را زده بود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ذکر کرده‌اند که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اطلاع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شتر،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به پاورق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«بحارالانوار»</w:t>
      </w:r>
      <w:r w:rsidR="00853BFF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مراجعه</w:t>
      </w:r>
      <w:r w:rsidRPr="00A95BC4">
        <w:rPr>
          <w:rtl/>
          <w:lang w:bidi="fa-IR"/>
        </w:rPr>
        <w:t xml:space="preserve"> نما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ادامه به روا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محدثان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عه</w:t>
      </w:r>
      <w:r w:rsidRPr="00A95BC4">
        <w:rPr>
          <w:rtl/>
          <w:lang w:bidi="fa-IR"/>
        </w:rPr>
        <w:t xml:space="preserve"> که معتبرتر و از جهات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صح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ح‌تر</w:t>
      </w:r>
      <w:r w:rsidRPr="00A95BC4">
        <w:rPr>
          <w:rtl/>
          <w:lang w:bidi="fa-IR"/>
        </w:rPr>
        <w:t xml:space="preserve"> است، اشاره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:</w:t>
      </w:r>
    </w:p>
    <w:p w:rsidR="00A95BC4" w:rsidRPr="00A95BC4" w:rsidRDefault="00A95BC4" w:rsidP="00853BFF">
      <w:pPr>
        <w:pStyle w:val="libNormal"/>
        <w:rPr>
          <w:rtl/>
          <w:lang w:bidi="fa-IR"/>
        </w:rPr>
      </w:pPr>
      <w:r w:rsidRPr="00A95BC4">
        <w:rPr>
          <w:rtl/>
          <w:lang w:bidi="fa-IR"/>
        </w:rPr>
        <w:t>1</w:t>
      </w:r>
      <w:r w:rsidR="00853BFF">
        <w:rPr>
          <w:rFonts w:hint="cs"/>
          <w:rtl/>
          <w:lang w:bidi="fa-IR"/>
        </w:rPr>
        <w:t xml:space="preserve"> -</w:t>
      </w:r>
      <w:r w:rsidRPr="00A95BC4">
        <w:rPr>
          <w:rtl/>
          <w:lang w:bidi="fa-IR"/>
        </w:rPr>
        <w:t xml:space="preserve"> سوره نور که شامل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افک است، در سال نهم هجرت نازل شد، چنان‌که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صدر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سوره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بدان گواه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دهد و در همان سال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فرزند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از دن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رفته و تهمت زننده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در همان سال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گفتار ناهنجار را به 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ال</w:t>
      </w:r>
      <w:r w:rsidRPr="00A95BC4">
        <w:rPr>
          <w:rtl/>
          <w:lang w:bidi="fa-IR"/>
        </w:rPr>
        <w:t xml:space="preserve"> خود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بر </w:t>
      </w:r>
      <w:r w:rsidRPr="00A95BC4">
        <w:rPr>
          <w:rFonts w:hint="eastAsia"/>
          <w:rtl/>
          <w:lang w:bidi="fa-IR"/>
        </w:rPr>
        <w:t>زبان</w:t>
      </w:r>
      <w:r w:rsidRPr="00A95BC4">
        <w:rPr>
          <w:rtl/>
          <w:lang w:bidi="fa-IR"/>
        </w:rPr>
        <w:t xml:space="preserve"> جار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کرده است،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جنگ «بن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مصطلق»</w:t>
      </w:r>
      <w:r w:rsidRPr="00A95BC4">
        <w:rPr>
          <w:rtl/>
          <w:lang w:bidi="fa-IR"/>
        </w:rPr>
        <w:t xml:space="preserve"> همان‌گونه که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در سال ششم اتفاق افتاده است!</w:t>
      </w:r>
    </w:p>
    <w:p w:rsidR="00A95BC4" w:rsidRPr="00A95BC4" w:rsidRDefault="00A95BC4" w:rsidP="00853BFF">
      <w:pPr>
        <w:pStyle w:val="libNormal"/>
        <w:rPr>
          <w:rtl/>
          <w:lang w:bidi="fa-IR"/>
        </w:rPr>
      </w:pPr>
      <w:r w:rsidRPr="00A95BC4">
        <w:rPr>
          <w:rtl/>
          <w:lang w:bidi="fa-IR"/>
        </w:rPr>
        <w:t>2</w:t>
      </w:r>
      <w:r w:rsidR="00853BFF">
        <w:rPr>
          <w:rFonts w:hint="cs"/>
          <w:rtl/>
          <w:lang w:bidi="fa-IR"/>
        </w:rPr>
        <w:t xml:space="preserve"> -</w:t>
      </w:r>
      <w:r w:rsidRPr="00A95BC4">
        <w:rPr>
          <w:rtl/>
          <w:lang w:bidi="fa-IR"/>
        </w:rPr>
        <w:t xml:space="preserve">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روا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ت‌ها</w:t>
      </w:r>
      <w:r w:rsidRPr="00A95BC4">
        <w:rPr>
          <w:rtl/>
          <w:lang w:bidi="fa-IR"/>
        </w:rPr>
        <w:t xml:space="preserve"> آمده که صفوان بن معطل، مرد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نداشته است، در صورت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ابن حجر در شرح حال او نوشته که او زن داشت و همسرش را کتک زد و آن زن شکا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صفوان را به نزد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برد ...</w:t>
      </w:r>
    </w:p>
    <w:p w:rsidR="00A95BC4" w:rsidRPr="00A95BC4" w:rsidRDefault="00A95BC4" w:rsidP="00853BFF">
      <w:pPr>
        <w:pStyle w:val="libNormal"/>
        <w:rPr>
          <w:rtl/>
          <w:lang w:bidi="fa-IR"/>
        </w:rPr>
      </w:pPr>
      <w:r w:rsidRPr="00A95BC4">
        <w:rPr>
          <w:rtl/>
          <w:lang w:bidi="fa-IR"/>
        </w:rPr>
        <w:t>3</w:t>
      </w:r>
      <w:r w:rsidR="00853BFF">
        <w:rPr>
          <w:rFonts w:hint="cs"/>
          <w:rtl/>
          <w:lang w:bidi="fa-IR"/>
        </w:rPr>
        <w:t xml:space="preserve"> -</w:t>
      </w:r>
      <w:r w:rsidRPr="00A95BC4">
        <w:rPr>
          <w:rtl/>
          <w:lang w:bidi="fa-IR"/>
        </w:rPr>
        <w:t xml:space="preserve"> 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روا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ت‌ها</w:t>
      </w:r>
      <w:r w:rsidRPr="00A95BC4">
        <w:rPr>
          <w:rtl/>
          <w:lang w:bidi="fa-IR"/>
        </w:rPr>
        <w:t xml:space="preserve"> آمده بود که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راض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کردن حسان بن ثابت،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نام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بدو داد. در صورت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نام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که همان مقوقس، در سال هفتم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هشتم او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فرستاد، چنان‌که ارباب تراجم نوشته‌اند.</w:t>
      </w:r>
    </w:p>
    <w:p w:rsidR="00A95BC4" w:rsidRPr="00A95BC4" w:rsidRDefault="00A95BC4" w:rsidP="00853BFF">
      <w:pPr>
        <w:pStyle w:val="libNormal"/>
        <w:rPr>
          <w:rtl/>
          <w:lang w:bidi="fa-IR"/>
        </w:rPr>
      </w:pPr>
      <w:r w:rsidRPr="00A95BC4">
        <w:rPr>
          <w:rtl/>
          <w:lang w:bidi="fa-IR"/>
        </w:rPr>
        <w:t>4</w:t>
      </w:r>
      <w:r w:rsidR="00853BFF">
        <w:rPr>
          <w:rFonts w:hint="cs"/>
          <w:rtl/>
          <w:lang w:bidi="fa-IR"/>
        </w:rPr>
        <w:t xml:space="preserve"> -</w:t>
      </w:r>
      <w:r w:rsidRPr="00A95BC4">
        <w:rPr>
          <w:rtl/>
          <w:lang w:bidi="fa-IR"/>
        </w:rPr>
        <w:t xml:space="preserve"> گذشته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نها،</w:t>
      </w:r>
      <w:r w:rsidRPr="00A95BC4">
        <w:rPr>
          <w:rtl/>
          <w:lang w:bidi="fa-IR"/>
        </w:rPr>
        <w:t xml:space="preserve"> خود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مطلب که نگهبانان هودج 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شه،</w:t>
      </w:r>
      <w:r w:rsidRPr="00A95BC4">
        <w:rPr>
          <w:rtl/>
          <w:lang w:bidi="fa-IR"/>
        </w:rPr>
        <w:t xml:space="preserve"> هنگام بستن آن بر شتر، نفهمند که 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در آن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ست،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بع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به نظر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رسد</w:t>
      </w:r>
      <w:r w:rsidRPr="00A95BC4">
        <w:rPr>
          <w:rtl/>
          <w:lang w:bidi="fa-IR"/>
        </w:rPr>
        <w:t xml:space="preserve"> و 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رفتن</w:t>
      </w:r>
      <w:r w:rsidRPr="00A95BC4">
        <w:rPr>
          <w:rtl/>
          <w:lang w:bidi="fa-IR"/>
        </w:rPr>
        <w:t xml:space="preserve"> آن مشکل است و بع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دتر</w:t>
      </w:r>
      <w:r w:rsidRPr="00A95BC4">
        <w:rPr>
          <w:rtl/>
          <w:lang w:bidi="fa-IR"/>
        </w:rPr>
        <w:t xml:space="preserve"> از آن، بردن 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="00853BFF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سفر است.</w:t>
      </w:r>
    </w:p>
    <w:p w:rsidR="00A95BC4" w:rsidRPr="00A95BC4" w:rsidRDefault="00A95BC4" w:rsidP="00853BFF">
      <w:pPr>
        <w:pStyle w:val="libNormal"/>
        <w:rPr>
          <w:rtl/>
          <w:lang w:bidi="fa-IR"/>
        </w:rPr>
      </w:pPr>
      <w:r w:rsidRPr="00A95BC4">
        <w:rPr>
          <w:rtl/>
          <w:lang w:bidi="fa-IR"/>
        </w:rPr>
        <w:t>5</w:t>
      </w:r>
      <w:r w:rsidR="00853BFF">
        <w:rPr>
          <w:rFonts w:hint="cs"/>
          <w:rtl/>
          <w:lang w:bidi="fa-IR"/>
        </w:rPr>
        <w:t xml:space="preserve"> -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مطلب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که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در هر سفر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رفت،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زنان خود را با 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قرعه به همراه خود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برد</w:t>
      </w:r>
      <w:r w:rsidRPr="00A95BC4">
        <w:rPr>
          <w:rtl/>
          <w:lang w:bidi="fa-IR"/>
        </w:rPr>
        <w:t xml:space="preserve"> ... مورد بحث و تحل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و قابل </w:t>
      </w:r>
      <w:r w:rsidRPr="00A95BC4">
        <w:rPr>
          <w:rtl/>
          <w:lang w:bidi="fa-IR"/>
        </w:rPr>
        <w:lastRenderedPageBreak/>
        <w:t>خدشه است. در ظاهر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مطلب به جز از 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و در حد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ث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نقل نشده و به گفته مؤلف کتاب «س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ره</w:t>
      </w:r>
      <w:r w:rsidRPr="00A95BC4">
        <w:rPr>
          <w:rtl/>
          <w:lang w:bidi="fa-IR"/>
        </w:rPr>
        <w:t xml:space="preserve"> النب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>» بع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که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گف</w:t>
      </w:r>
      <w:r w:rsidRPr="00A95BC4">
        <w:rPr>
          <w:rFonts w:hint="eastAsia"/>
          <w:rtl/>
          <w:lang w:bidi="fa-IR"/>
        </w:rPr>
        <w:t>تار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ساخته و پرداخته دشمنان اسلام و دشمنان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گرام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بوده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وسته</w:t>
      </w:r>
      <w:r w:rsidRPr="00A95BC4">
        <w:rPr>
          <w:rtl/>
          <w:lang w:bidi="fa-IR"/>
        </w:rPr>
        <w:t xml:space="preserve"> سع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کردند</w:t>
      </w:r>
      <w:r w:rsidRPr="00A95BC4">
        <w:rPr>
          <w:rtl/>
          <w:lang w:bidi="fa-IR"/>
        </w:rPr>
        <w:t xml:space="preserve">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را مرد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شهوت‌ران و زن‌دوست معرف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کنند!! تا آنجا که ثابت کنند: در جنگ‌ها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که مردان مسلمان در فکر جانباز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شهادت در راه اسلام و مکتب بودند، آن حضرت، از زنان و لذت بردن از آنها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از</w:t>
      </w:r>
      <w:r w:rsidRPr="00A95BC4">
        <w:rPr>
          <w:rtl/>
          <w:lang w:bidi="fa-IR"/>
        </w:rPr>
        <w:t xml:space="preserve"> نبوده و خوددار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کرده</w:t>
      </w:r>
      <w:r w:rsidRPr="00A95BC4">
        <w:rPr>
          <w:rtl/>
          <w:lang w:bidi="fa-IR"/>
        </w:rPr>
        <w:t xml:space="preserve"> است ... علاوه بر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ن،</w:t>
      </w:r>
      <w:r w:rsidRPr="00A95BC4">
        <w:rPr>
          <w:rtl/>
          <w:lang w:bidi="fa-IR"/>
        </w:rPr>
        <w:t xml:space="preserve"> سند «افک»، طبق نقل مورخان و راو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اهل سنت، همه‌جا به خود 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رسد،</w:t>
      </w:r>
      <w:r w:rsidRPr="00A95BC4">
        <w:rPr>
          <w:rtl/>
          <w:lang w:bidi="fa-IR"/>
        </w:rPr>
        <w:t xml:space="preserve"> که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هم مسئله‌برانگ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و خدشه‌ساز است.</w:t>
      </w:r>
    </w:p>
    <w:p w:rsidR="00A95BC4" w:rsidRPr="00A95BC4" w:rsidRDefault="00A95BC4" w:rsidP="00853BFF">
      <w:pPr>
        <w:pStyle w:val="Heading2"/>
        <w:rPr>
          <w:rtl/>
        </w:rPr>
      </w:pPr>
      <w:bookmarkStart w:id="156" w:name="_Toc504390436"/>
      <w:bookmarkStart w:id="157" w:name="_Toc504390527"/>
      <w:r w:rsidRPr="00A95BC4">
        <w:rPr>
          <w:rFonts w:hint="eastAsia"/>
          <w:rtl/>
        </w:rPr>
        <w:t>وفات</w:t>
      </w:r>
      <w:r w:rsidRPr="00A95BC4">
        <w:rPr>
          <w:rtl/>
        </w:rPr>
        <w:t xml:space="preserve"> مار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ه‌</w:t>
      </w:r>
      <w:bookmarkEnd w:id="156"/>
      <w:bookmarkEnd w:id="157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ه،</w:t>
      </w:r>
      <w:r w:rsidRPr="00A95BC4">
        <w:rPr>
          <w:rtl/>
          <w:lang w:bidi="fa-IR"/>
        </w:rPr>
        <w:t xml:space="preserve"> پس از وفات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پنج سال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کرد و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از خواهرش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ن،</w:t>
      </w:r>
      <w:r w:rsidRPr="00A95BC4">
        <w:rPr>
          <w:rtl/>
          <w:lang w:bidi="fa-IR"/>
        </w:rPr>
        <w:t xml:space="preserve"> با کس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مراوده نداشت و جز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ارت</w:t>
      </w:r>
      <w:r w:rsidRPr="00A95BC4">
        <w:rPr>
          <w:rtl/>
          <w:lang w:bidi="fa-IR"/>
        </w:rPr>
        <w:t xml:space="preserve"> قبر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و فرزندش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در بق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ع،</w:t>
      </w:r>
      <w:r w:rsidRPr="00A95BC4">
        <w:rPr>
          <w:rtl/>
          <w:lang w:bidi="fa-IR"/>
        </w:rPr>
        <w:t xml:space="preserve"> از خانه خارج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</w:t>
      </w:r>
      <w:r w:rsidRPr="00A95BC4">
        <w:rPr>
          <w:rtl/>
          <w:lang w:bidi="fa-IR"/>
        </w:rPr>
        <w:t>. وفات او در سال 16 هجر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زمان خلافت عمر بن خطاب اتفاق افتاد و در قبرستان بق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</w:t>
      </w:r>
      <w:r w:rsidRPr="00A95BC4">
        <w:rPr>
          <w:rtl/>
          <w:lang w:bidi="fa-IR"/>
        </w:rPr>
        <w:t xml:space="preserve"> به خ</w:t>
      </w:r>
      <w:r w:rsidRPr="00A95BC4">
        <w:rPr>
          <w:rFonts w:hint="eastAsia"/>
          <w:rtl/>
          <w:lang w:bidi="fa-IR"/>
        </w:rPr>
        <w:t>اک</w:t>
      </w:r>
      <w:r w:rsidRPr="00A95BC4">
        <w:rPr>
          <w:rtl/>
          <w:lang w:bidi="fa-IR"/>
        </w:rPr>
        <w:t xml:space="preserve"> سپرده شد.</w:t>
      </w:r>
    </w:p>
    <w:p w:rsidR="00A95BC4" w:rsidRPr="00A95BC4" w:rsidRDefault="00853BFF" w:rsidP="00853BFF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58" w:name="_Toc504390437"/>
      <w:bookmarkStart w:id="159" w:name="_Toc504390528"/>
      <w:r w:rsidR="00A95BC4" w:rsidRPr="00A95BC4">
        <w:rPr>
          <w:rFonts w:hint="eastAsia"/>
          <w:rtl/>
          <w:lang w:bidi="fa-IR"/>
        </w:rPr>
        <w:lastRenderedPageBreak/>
        <w:t>مر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م</w:t>
      </w:r>
      <w:r w:rsidR="00A95BC4" w:rsidRPr="00A95BC4">
        <w:rPr>
          <w:rtl/>
          <w:lang w:bidi="fa-IR"/>
        </w:rPr>
        <w:t xml:space="preserve"> العذراء</w:t>
      </w:r>
      <w:bookmarkEnd w:id="158"/>
      <w:bookmarkEnd w:id="159"/>
    </w:p>
    <w:p w:rsidR="00A95BC4" w:rsidRPr="00A95BC4" w:rsidRDefault="00A95BC4" w:rsidP="00853BFF">
      <w:pPr>
        <w:pStyle w:val="libBold1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اشاره</w:t>
      </w:r>
    </w:p>
    <w:p w:rsidR="00A95BC4" w:rsidRPr="00A95BC4" w:rsidRDefault="00853BFF" w:rsidP="00A95BC4">
      <w:pPr>
        <w:pStyle w:val="libNormal"/>
        <w:rPr>
          <w:rtl/>
          <w:lang w:bidi="fa-IR"/>
        </w:rPr>
      </w:pPr>
      <w:r w:rsidRPr="00853BFF">
        <w:rPr>
          <w:rStyle w:val="libAlaemChar"/>
          <w:rFonts w:hint="cs"/>
          <w:rtl/>
        </w:rPr>
        <w:t>(</w:t>
      </w:r>
      <w:r w:rsidR="00A95BC4" w:rsidRPr="00853BFF">
        <w:rPr>
          <w:rStyle w:val="libAieChar"/>
          <w:rFonts w:hint="eastAsia"/>
          <w:rtl/>
        </w:rPr>
        <w:t>وَ</w:t>
      </w:r>
      <w:r w:rsidR="00A95BC4" w:rsidRPr="00853BFF">
        <w:rPr>
          <w:rStyle w:val="libAieChar"/>
          <w:rtl/>
        </w:rPr>
        <w:t xml:space="preserve"> إِذْ قالَتِ الْمَلائِکَةُ </w:t>
      </w:r>
      <w:r w:rsidR="00A95BC4" w:rsidRPr="00853BFF">
        <w:rPr>
          <w:rStyle w:val="libAieChar"/>
          <w:rFonts w:hint="cs"/>
          <w:rtl/>
        </w:rPr>
        <w:t>ی</w:t>
      </w:r>
      <w:r w:rsidR="00A95BC4" w:rsidRPr="00853BFF">
        <w:rPr>
          <w:rStyle w:val="libAieChar"/>
          <w:rFonts w:hint="eastAsia"/>
          <w:rtl/>
        </w:rPr>
        <w:t>ا</w:t>
      </w:r>
      <w:r w:rsidR="00A95BC4" w:rsidRPr="00853BFF">
        <w:rPr>
          <w:rStyle w:val="libAieChar"/>
          <w:rtl/>
        </w:rPr>
        <w:t xml:space="preserve"> مَرْ</w:t>
      </w:r>
      <w:r w:rsidR="00A95BC4" w:rsidRPr="00853BFF">
        <w:rPr>
          <w:rStyle w:val="libAieChar"/>
          <w:rFonts w:hint="cs"/>
          <w:rtl/>
        </w:rPr>
        <w:t>یَ</w:t>
      </w:r>
      <w:r w:rsidR="00A95BC4" w:rsidRPr="00853BFF">
        <w:rPr>
          <w:rStyle w:val="libAieChar"/>
          <w:rFonts w:hint="eastAsia"/>
          <w:rtl/>
        </w:rPr>
        <w:t>مُ</w:t>
      </w:r>
      <w:r w:rsidR="00A95BC4" w:rsidRPr="00853BFF">
        <w:rPr>
          <w:rStyle w:val="libAieChar"/>
          <w:rtl/>
        </w:rPr>
        <w:t xml:space="preserve"> إِنَّ اللهَ اصْطَفاکِ وَ طَهَّرَکِ وَ اصْطَفاکِ عَل</w:t>
      </w:r>
      <w:r w:rsidR="00A95BC4" w:rsidRPr="00853BFF">
        <w:rPr>
          <w:rStyle w:val="libAieChar"/>
          <w:rFonts w:hint="cs"/>
          <w:rtl/>
        </w:rPr>
        <w:t>ی</w:t>
      </w:r>
      <w:r w:rsidR="00A95BC4" w:rsidRPr="00853BFF">
        <w:rPr>
          <w:rStyle w:val="libAieChar"/>
          <w:rtl/>
        </w:rPr>
        <w:t xml:space="preserve"> نِساءِ الْعالَمِ</w:t>
      </w:r>
      <w:r w:rsidR="00A95BC4" w:rsidRPr="00853BFF">
        <w:rPr>
          <w:rStyle w:val="libAieChar"/>
          <w:rFonts w:hint="cs"/>
          <w:rtl/>
        </w:rPr>
        <w:t>ی</w:t>
      </w:r>
      <w:r w:rsidR="00A95BC4" w:rsidRPr="00853BFF">
        <w:rPr>
          <w:rStyle w:val="libAieChar"/>
          <w:rFonts w:hint="eastAsia"/>
          <w:rtl/>
        </w:rPr>
        <w:t>نَ</w:t>
      </w:r>
      <w:r w:rsidRPr="00853BFF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(آل‌عمران: 42)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و</w:t>
      </w:r>
      <w:r w:rsidRPr="00A95BC4">
        <w:rPr>
          <w:rtl/>
          <w:lang w:bidi="fa-IR"/>
        </w:rPr>
        <w:t xml:space="preserve"> [به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اد</w:t>
      </w:r>
      <w:r w:rsidRPr="00A95BC4">
        <w:rPr>
          <w:rtl/>
          <w:lang w:bidi="fa-IR"/>
        </w:rPr>
        <w:t xml:space="preserve"> آور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]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که فرشتگان گفتند: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! خدا تو را برگز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و پاک ساخته و بر تمام زنان جهان، برتر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داده است.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</w:p>
    <w:p w:rsidR="00A95BC4" w:rsidRPr="00A95BC4" w:rsidRDefault="00A95BC4" w:rsidP="00853BFF">
      <w:pPr>
        <w:pStyle w:val="Heading2"/>
        <w:rPr>
          <w:rtl/>
        </w:rPr>
      </w:pPr>
      <w:bookmarkStart w:id="160" w:name="_Toc504390438"/>
      <w:bookmarkStart w:id="161" w:name="_Toc504390529"/>
      <w:r w:rsidRPr="00A95BC4">
        <w:rPr>
          <w:rFonts w:hint="eastAsia"/>
          <w:rtl/>
        </w:rPr>
        <w:t>مر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م</w:t>
      </w:r>
      <w:r w:rsidRPr="00A95BC4">
        <w:rPr>
          <w:rtl/>
        </w:rPr>
        <w:t xml:space="preserve"> ک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ست؟</w:t>
      </w:r>
      <w:bookmarkEnd w:id="160"/>
      <w:bookmarkEnd w:id="161"/>
    </w:p>
    <w:p w:rsidR="00A95BC4" w:rsidRPr="00A95BC4" w:rsidRDefault="00A95BC4" w:rsidP="00853BFF">
      <w:pPr>
        <w:pStyle w:val="libBold1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اشاره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دختر عمران، از اولاد 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بن داود است </w:t>
      </w:r>
      <w:r w:rsidRPr="00853BFF">
        <w:rPr>
          <w:rStyle w:val="libFootnotenumChar"/>
          <w:rtl/>
        </w:rPr>
        <w:t>(1).</w:t>
      </w:r>
      <w:r w:rsidRPr="00A95BC4">
        <w:rPr>
          <w:rtl/>
          <w:lang w:bidi="fa-IR"/>
        </w:rPr>
        <w:t xml:space="preserve"> عمران و حنّا، صاحب اولاد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شدند،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حنّا نازا بود. حنّا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بچه دوست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داشت</w:t>
      </w:r>
      <w:r w:rsidRPr="00A95BC4">
        <w:rPr>
          <w:rtl/>
          <w:lang w:bidi="fa-IR"/>
        </w:rPr>
        <w:t xml:space="preserve"> و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دعا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که خدا به او کودک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عطا نما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چشمش به حضور و جمال کودک روشن شود.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حنّا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کودکش را در آغوش دارد،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پرنده‌ا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به جوجه‌ها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غذا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دهد،</w:t>
      </w:r>
      <w:r w:rsidRPr="00A95BC4">
        <w:rPr>
          <w:rtl/>
          <w:lang w:bidi="fa-IR"/>
        </w:rPr>
        <w:t xml:space="preserve"> رغبتش به داشتن فرزند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شتر</w:t>
      </w:r>
    </w:p>
    <w:p w:rsidR="00A95BC4" w:rsidRPr="007D412F" w:rsidRDefault="007D412F" w:rsidP="007D412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95BC4" w:rsidRPr="00A95BC4" w:rsidRDefault="00A95BC4" w:rsidP="007D412F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1- نساء 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القرآن الکر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العذراء.</w:t>
      </w:r>
    </w:p>
    <w:p w:rsidR="00A95BC4" w:rsidRPr="00A95BC4" w:rsidRDefault="007D412F" w:rsidP="00A95B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95BC4" w:rsidRPr="00A95BC4">
        <w:rPr>
          <w:rFonts w:hint="eastAsia"/>
          <w:rtl/>
          <w:lang w:bidi="fa-IR"/>
        </w:rPr>
        <w:lastRenderedPageBreak/>
        <w:t>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شد</w:t>
      </w:r>
      <w:r w:rsidR="00A95BC4" w:rsidRPr="00A95BC4">
        <w:rPr>
          <w:rtl/>
          <w:lang w:bidi="fa-IR"/>
        </w:rPr>
        <w:t>. با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نکه</w:t>
      </w:r>
      <w:r w:rsidR="00A95BC4" w:rsidRPr="00A95BC4">
        <w:rPr>
          <w:rtl/>
          <w:lang w:bidi="fa-IR"/>
        </w:rPr>
        <w:t xml:space="preserve"> م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ل</w:t>
      </w:r>
      <w:r w:rsidR="00A95BC4" w:rsidRPr="00A95BC4">
        <w:rPr>
          <w:rtl/>
          <w:lang w:bidi="fa-IR"/>
        </w:rPr>
        <w:t xml:space="preserve"> بس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ار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به داشتن بچه داشت، 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گر</w:t>
      </w:r>
      <w:r w:rsidR="00A95BC4" w:rsidRPr="00A95BC4">
        <w:rPr>
          <w:rtl/>
          <w:lang w:bidi="fa-IR"/>
        </w:rPr>
        <w:t xml:space="preserve"> از بچه‌دار شدن ناام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</w:t>
      </w:r>
      <w:r w:rsidR="00A95BC4" w:rsidRPr="00A95BC4">
        <w:rPr>
          <w:rtl/>
          <w:lang w:bidi="fa-IR"/>
        </w:rPr>
        <w:t xml:space="preserve"> شده بود. حنّا حاضر بود تمام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دارا</w:t>
      </w:r>
      <w:r w:rsidR="00A95BC4" w:rsidRPr="00A95BC4">
        <w:rPr>
          <w:rFonts w:hint="cs"/>
          <w:rtl/>
          <w:lang w:bidi="fa-IR"/>
        </w:rPr>
        <w:t>یی‌</w:t>
      </w:r>
      <w:r w:rsidR="00A95BC4" w:rsidRPr="00A95BC4">
        <w:rPr>
          <w:rFonts w:hint="eastAsia"/>
          <w:rtl/>
          <w:lang w:bidi="fa-IR"/>
        </w:rPr>
        <w:t>اش</w:t>
      </w:r>
      <w:r w:rsidR="00A95BC4" w:rsidRPr="00A95BC4">
        <w:rPr>
          <w:rtl/>
          <w:lang w:bidi="fa-IR"/>
        </w:rPr>
        <w:t xml:space="preserve"> را بدهد، ول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صاحب فرزند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شود که او را 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ک‌بار</w:t>
      </w:r>
      <w:r w:rsidR="00A95BC4" w:rsidRPr="00A95BC4">
        <w:rPr>
          <w:rtl/>
          <w:lang w:bidi="fa-IR"/>
        </w:rPr>
        <w:t xml:space="preserve"> بب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ند</w:t>
      </w:r>
      <w:r w:rsidR="00A95BC4" w:rsidRPr="00A95BC4">
        <w:rPr>
          <w:rtl/>
          <w:lang w:bidi="fa-IR"/>
        </w:rPr>
        <w:t xml:space="preserve"> و صورتش را ببوسد.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روز</w:t>
      </w:r>
      <w:r w:rsidRPr="00A95BC4">
        <w:rPr>
          <w:rtl/>
          <w:lang w:bidi="fa-IR"/>
        </w:rPr>
        <w:t xml:space="preserve"> به روز با بالا رفتن سنش، 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به بچه‌دار شدن در او کمرنگ‌تر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</w:t>
      </w:r>
      <w:r w:rsidRPr="00A95BC4">
        <w:rPr>
          <w:rtl/>
          <w:lang w:bidi="fa-IR"/>
        </w:rPr>
        <w:t>. با ناله و زار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فراوان، به درگاه پروردگار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و آسمان پناه برد و به او توسل جست و با حالت خضوع و خشوع کامل نذر کرد که چنانچه خداوند به او فرزند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بدهد، او را وقف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ت‌المقدس</w:t>
      </w:r>
      <w:r w:rsidRPr="00A95BC4">
        <w:rPr>
          <w:rtl/>
          <w:lang w:bidi="fa-IR"/>
        </w:rPr>
        <w:t xml:space="preserve"> خواهد نمود، ت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در آنجا به خدمت بپردازد:</w:t>
      </w:r>
    </w:p>
    <w:p w:rsidR="00A95BC4" w:rsidRPr="00A95BC4" w:rsidRDefault="007D412F" w:rsidP="00A95BC4">
      <w:pPr>
        <w:pStyle w:val="libNormal"/>
        <w:rPr>
          <w:rtl/>
          <w:lang w:bidi="fa-IR"/>
        </w:rPr>
      </w:pPr>
      <w:r w:rsidRPr="007D412F">
        <w:rPr>
          <w:rStyle w:val="libAlaemChar"/>
          <w:rFonts w:hint="cs"/>
          <w:rtl/>
        </w:rPr>
        <w:t>(</w:t>
      </w:r>
      <w:r w:rsidR="00A95BC4" w:rsidRPr="007D412F">
        <w:rPr>
          <w:rStyle w:val="libAieChar"/>
          <w:rFonts w:hint="eastAsia"/>
          <w:rtl/>
        </w:rPr>
        <w:t>إِذْ</w:t>
      </w:r>
      <w:r w:rsidR="00A95BC4" w:rsidRPr="007D412F">
        <w:rPr>
          <w:rStyle w:val="libAieChar"/>
          <w:rtl/>
        </w:rPr>
        <w:t xml:space="preserve"> قالَتِ امْرَأَتُ عِمْرانَ رَبِّ إِنِّ</w:t>
      </w:r>
      <w:r w:rsidR="00A95BC4" w:rsidRPr="007D412F">
        <w:rPr>
          <w:rStyle w:val="libAieChar"/>
          <w:rFonts w:hint="cs"/>
          <w:rtl/>
        </w:rPr>
        <w:t>ی</w:t>
      </w:r>
      <w:r w:rsidR="00A95BC4" w:rsidRPr="007D412F">
        <w:rPr>
          <w:rStyle w:val="libAieChar"/>
          <w:rtl/>
        </w:rPr>
        <w:t xml:space="preserve"> نَذَرْتُ لَکَ ما فِ</w:t>
      </w:r>
      <w:r w:rsidR="00A95BC4" w:rsidRPr="007D412F">
        <w:rPr>
          <w:rStyle w:val="libAieChar"/>
          <w:rFonts w:hint="cs"/>
          <w:rtl/>
        </w:rPr>
        <w:t>ی</w:t>
      </w:r>
      <w:r w:rsidR="00A95BC4" w:rsidRPr="007D412F">
        <w:rPr>
          <w:rStyle w:val="libAieChar"/>
          <w:rtl/>
        </w:rPr>
        <w:t xml:space="preserve"> بَطْنِ</w:t>
      </w:r>
      <w:r w:rsidR="00A95BC4" w:rsidRPr="007D412F">
        <w:rPr>
          <w:rStyle w:val="libAieChar"/>
          <w:rFonts w:hint="cs"/>
          <w:rtl/>
        </w:rPr>
        <w:t>ی</w:t>
      </w:r>
      <w:r w:rsidR="00A95BC4" w:rsidRPr="007D412F">
        <w:rPr>
          <w:rStyle w:val="libAieChar"/>
          <w:rtl/>
        </w:rPr>
        <w:t xml:space="preserve"> مُحَرَّراً فَتَقَبَّلْ مِنِّ</w:t>
      </w:r>
      <w:r w:rsidR="00A95BC4" w:rsidRPr="007D412F">
        <w:rPr>
          <w:rStyle w:val="libAieChar"/>
          <w:rFonts w:hint="cs"/>
          <w:rtl/>
        </w:rPr>
        <w:t>ی</w:t>
      </w:r>
      <w:r w:rsidR="00A95BC4" w:rsidRPr="007D412F">
        <w:rPr>
          <w:rStyle w:val="libAieChar"/>
          <w:rtl/>
        </w:rPr>
        <w:t xml:space="preserve"> إِنَّکَ أَنْتَ السَّمِ</w:t>
      </w:r>
      <w:r w:rsidR="00A95BC4" w:rsidRPr="007D412F">
        <w:rPr>
          <w:rStyle w:val="libAieChar"/>
          <w:rFonts w:hint="cs"/>
          <w:rtl/>
        </w:rPr>
        <w:t>ی</w:t>
      </w:r>
      <w:r w:rsidR="00A95BC4" w:rsidRPr="007D412F">
        <w:rPr>
          <w:rStyle w:val="libAieChar"/>
          <w:rFonts w:hint="eastAsia"/>
          <w:rtl/>
        </w:rPr>
        <w:t>عُ</w:t>
      </w:r>
      <w:r w:rsidR="00A95BC4" w:rsidRPr="007D412F">
        <w:rPr>
          <w:rStyle w:val="libAieChar"/>
          <w:rtl/>
        </w:rPr>
        <w:t xml:space="preserve"> الْعَلِ</w:t>
      </w:r>
      <w:r w:rsidR="00A95BC4" w:rsidRPr="007D412F">
        <w:rPr>
          <w:rStyle w:val="libAieChar"/>
          <w:rFonts w:hint="cs"/>
          <w:rtl/>
        </w:rPr>
        <w:t>ی</w:t>
      </w:r>
      <w:r w:rsidR="00A95BC4" w:rsidRPr="007D412F">
        <w:rPr>
          <w:rStyle w:val="libAieChar"/>
          <w:rFonts w:hint="eastAsia"/>
          <w:rtl/>
        </w:rPr>
        <w:t>مُ</w:t>
      </w:r>
      <w:r w:rsidRPr="007D412F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(آل عمران: 35)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آنگاه</w:t>
      </w:r>
      <w:r w:rsidRPr="00A95BC4">
        <w:rPr>
          <w:rtl/>
          <w:lang w:bidi="fa-IR"/>
        </w:rPr>
        <w:t xml:space="preserve"> که همسر عمران گفت: پروردگارا! آنچه در شکم دارم نذر تو کردم، آزاد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[خدمت خانه] تو، پس از من بپذ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که تو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شنوا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دانا.</w:t>
      </w:r>
    </w:p>
    <w:p w:rsidR="00A95BC4" w:rsidRPr="00A95BC4" w:rsidRDefault="00A95BC4" w:rsidP="007D412F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خداوند</w:t>
      </w:r>
      <w:r w:rsidRPr="00A95BC4">
        <w:rPr>
          <w:rtl/>
          <w:lang w:bidi="fa-IR"/>
        </w:rPr>
        <w:t xml:space="preserve"> دعا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را اجابت کرد و آنچه را خواسته بود به او داد. حنّا شب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ناگهان در وجودش تکان خوردن کودک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احساس کرد. دن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چشمش روشن شد و ناراحت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رفت و خنده بر لبانش نقش بست. صبح زود با گشاده‌رو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در برابر همسرش عمران نشست و آنچه در وجودش م</w:t>
      </w:r>
      <w:r w:rsidRPr="00A95BC4">
        <w:rPr>
          <w:rFonts w:hint="cs"/>
          <w:rtl/>
          <w:lang w:bidi="fa-IR"/>
        </w:rPr>
        <w:t>ی‌</w:t>
      </w:r>
      <w:r w:rsidRPr="00A95BC4">
        <w:rPr>
          <w:rtl/>
          <w:lang w:bidi="fa-IR"/>
        </w:rPr>
        <w:t>گذشت را بر او شرح داد. عمران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خوشحال و متعجب بود، به سخنان همسرش گوش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داد</w:t>
      </w:r>
      <w:r w:rsidRPr="00A95BC4">
        <w:rPr>
          <w:rtl/>
          <w:lang w:bidi="fa-IR"/>
        </w:rPr>
        <w:t>. از شدت شاد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پس از مدت‌ها رنج و ناراحت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آنها رو آورده بود، چشمانش پر از اشک شد.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افسوس که عمرش کفاف نداد که</w:t>
      </w:r>
      <w:r w:rsidR="007D412F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کودکش</w:t>
      </w:r>
      <w:r w:rsidRPr="00A95BC4">
        <w:rPr>
          <w:rtl/>
          <w:lang w:bidi="fa-IR"/>
        </w:rPr>
        <w:t xml:space="preserve"> را بب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</w:t>
      </w:r>
      <w:r w:rsidRPr="00A95BC4">
        <w:rPr>
          <w:rtl/>
          <w:lang w:bidi="fa-IR"/>
        </w:rPr>
        <w:t>. شادمان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وجود کودک در خانه عمران، به خاطر مرگ عمران به ناراحت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اندوه تبد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شد.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عمران وفات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افت،</w:t>
      </w:r>
      <w:r w:rsidRPr="00A95BC4">
        <w:rPr>
          <w:rtl/>
          <w:lang w:bidi="fa-IR"/>
        </w:rPr>
        <w:t xml:space="preserve"> اشک ماتم و حسرت بر چهره حنّا بار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گرفت. هنگام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عمران، حنا از خدا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که فقط آن‌قدر به او عمر دهد که بتواند کودکش را بب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ند،</w:t>
      </w:r>
      <w:r w:rsidRPr="00A95BC4">
        <w:rPr>
          <w:rtl/>
          <w:lang w:bidi="fa-IR"/>
        </w:rPr>
        <w:t xml:space="preserve">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قضا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tl/>
          <w:lang w:bidi="fa-IR"/>
        </w:rPr>
        <w:lastRenderedPageBreak/>
        <w:t>خدا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 و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چ‌کس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توانست</w:t>
      </w:r>
      <w:r w:rsidRPr="00A95BC4">
        <w:rPr>
          <w:rtl/>
          <w:lang w:bidi="fa-IR"/>
        </w:rPr>
        <w:t xml:space="preserve"> آن را بازگرداند. با مرگ عمران، حنّا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افسرده و غمگ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شد. او آرزوها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را بر باد رفته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رحمت خداوند 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دوار</w:t>
      </w:r>
      <w:r w:rsidRPr="00A95BC4">
        <w:rPr>
          <w:rtl/>
          <w:lang w:bidi="fa-IR"/>
        </w:rPr>
        <w:t xml:space="preserve"> بود و اطم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نان</w:t>
      </w:r>
      <w:r w:rsidRPr="00A95BC4">
        <w:rPr>
          <w:rtl/>
          <w:lang w:bidi="fa-IR"/>
        </w:rPr>
        <w:t xml:space="preserve"> داشت که خداوند توان تحمل همه سخت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ها</w:t>
      </w:r>
      <w:r w:rsidRPr="00A95BC4">
        <w:rPr>
          <w:rtl/>
          <w:lang w:bidi="fa-IR"/>
        </w:rPr>
        <w:t xml:space="preserve"> را به او خواهد داد.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سرانجام</w:t>
      </w:r>
      <w:r w:rsidRPr="00A95BC4">
        <w:rPr>
          <w:rtl/>
          <w:lang w:bidi="fa-IR"/>
        </w:rPr>
        <w:t xml:space="preserve"> لحظه موعود فرا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کودک حنّا که دختر بود، به دن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آمد. حنّا 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خود را از دست رفته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در صورت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خواست خداوند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بود. چنان‌که خداوند در قرآن فرموده است:</w:t>
      </w:r>
    </w:p>
    <w:p w:rsidR="00A95BC4" w:rsidRPr="00A95BC4" w:rsidRDefault="00C2675D" w:rsidP="00A95BC4">
      <w:pPr>
        <w:pStyle w:val="libNormal"/>
        <w:rPr>
          <w:rtl/>
          <w:lang w:bidi="fa-IR"/>
        </w:rPr>
      </w:pPr>
      <w:r w:rsidRPr="00C2675D">
        <w:rPr>
          <w:rStyle w:val="libAlaemChar"/>
          <w:rFonts w:hint="cs"/>
          <w:rtl/>
        </w:rPr>
        <w:t>(</w:t>
      </w:r>
      <w:r w:rsidR="00A95BC4" w:rsidRPr="00C2675D">
        <w:rPr>
          <w:rStyle w:val="libAieChar"/>
          <w:rFonts w:hint="eastAsia"/>
          <w:rtl/>
        </w:rPr>
        <w:t>فَلَمّا</w:t>
      </w:r>
      <w:r w:rsidR="00A95BC4" w:rsidRPr="00C2675D">
        <w:rPr>
          <w:rStyle w:val="libAieChar"/>
          <w:rtl/>
        </w:rPr>
        <w:t xml:space="preserve"> وَضَعَتها قالَت رَبِّ انّ</w:t>
      </w:r>
      <w:r w:rsidR="00A95BC4" w:rsidRPr="00C2675D">
        <w:rPr>
          <w:rStyle w:val="libAieChar"/>
          <w:rFonts w:hint="cs"/>
          <w:rtl/>
        </w:rPr>
        <w:t>ی</w:t>
      </w:r>
      <w:r w:rsidR="00A95BC4" w:rsidRPr="00C2675D">
        <w:rPr>
          <w:rStyle w:val="libAieChar"/>
          <w:rtl/>
        </w:rPr>
        <w:t xml:space="preserve"> وَضَعتُها انث</w:t>
      </w:r>
      <w:r w:rsidR="00A95BC4" w:rsidRPr="00C2675D">
        <w:rPr>
          <w:rStyle w:val="libAieChar"/>
          <w:rFonts w:hint="cs"/>
          <w:rtl/>
        </w:rPr>
        <w:t>ی</w:t>
      </w:r>
      <w:r w:rsidR="00A95BC4" w:rsidRPr="00C2675D">
        <w:rPr>
          <w:rStyle w:val="libAieChar"/>
          <w:rtl/>
        </w:rPr>
        <w:t xml:space="preserve"> وَ اللهُ أعلَمُ بِما وَضَعَت وَ لَ</w:t>
      </w:r>
      <w:r w:rsidR="00A95BC4" w:rsidRPr="00C2675D">
        <w:rPr>
          <w:rStyle w:val="libAieChar"/>
          <w:rFonts w:hint="cs"/>
          <w:rtl/>
        </w:rPr>
        <w:t>ی</w:t>
      </w:r>
      <w:r w:rsidR="00A95BC4" w:rsidRPr="00C2675D">
        <w:rPr>
          <w:rStyle w:val="libAieChar"/>
          <w:rFonts w:hint="eastAsia"/>
          <w:rtl/>
        </w:rPr>
        <w:t>سَ</w:t>
      </w:r>
      <w:r w:rsidR="00A95BC4" w:rsidRPr="00C2675D">
        <w:rPr>
          <w:rStyle w:val="libAieChar"/>
          <w:rtl/>
        </w:rPr>
        <w:t xml:space="preserve"> الذَّکَرُ کَالانث</w:t>
      </w:r>
      <w:r w:rsidR="00A95BC4" w:rsidRPr="00C2675D">
        <w:rPr>
          <w:rStyle w:val="libAieChar"/>
          <w:rFonts w:hint="cs"/>
          <w:rtl/>
        </w:rPr>
        <w:t>ی</w:t>
      </w:r>
      <w:r w:rsidR="00A95BC4" w:rsidRPr="00C2675D">
        <w:rPr>
          <w:rStyle w:val="libAieChar"/>
          <w:rtl/>
        </w:rPr>
        <w:t xml:space="preserve"> وَ انّ</w:t>
      </w:r>
      <w:r w:rsidR="00A95BC4" w:rsidRPr="00C2675D">
        <w:rPr>
          <w:rStyle w:val="libAieChar"/>
          <w:rFonts w:hint="cs"/>
          <w:rtl/>
        </w:rPr>
        <w:t>ی</w:t>
      </w:r>
      <w:r w:rsidR="00A95BC4" w:rsidRPr="00C2675D">
        <w:rPr>
          <w:rStyle w:val="libAieChar"/>
          <w:rtl/>
        </w:rPr>
        <w:t xml:space="preserve"> سَمَّ</w:t>
      </w:r>
      <w:r w:rsidR="00A95BC4" w:rsidRPr="00C2675D">
        <w:rPr>
          <w:rStyle w:val="libAieChar"/>
          <w:rFonts w:hint="cs"/>
          <w:rtl/>
        </w:rPr>
        <w:t>ی</w:t>
      </w:r>
      <w:r w:rsidR="00A95BC4" w:rsidRPr="00C2675D">
        <w:rPr>
          <w:rStyle w:val="libAieChar"/>
          <w:rFonts w:hint="eastAsia"/>
          <w:rtl/>
        </w:rPr>
        <w:t>تُها</w:t>
      </w:r>
      <w:r w:rsidR="00A95BC4" w:rsidRPr="00C2675D">
        <w:rPr>
          <w:rStyle w:val="libAieChar"/>
          <w:rtl/>
        </w:rPr>
        <w:t xml:space="preserve"> مَر</w:t>
      </w:r>
      <w:r w:rsidR="00A95BC4" w:rsidRPr="00C2675D">
        <w:rPr>
          <w:rStyle w:val="libAieChar"/>
          <w:rFonts w:hint="cs"/>
          <w:rtl/>
        </w:rPr>
        <w:t>یَ</w:t>
      </w:r>
      <w:r w:rsidR="00A95BC4" w:rsidRPr="00C2675D">
        <w:rPr>
          <w:rStyle w:val="libAieChar"/>
          <w:rFonts w:hint="eastAsia"/>
          <w:rtl/>
        </w:rPr>
        <w:t>مَ</w:t>
      </w:r>
      <w:r w:rsidR="00A95BC4" w:rsidRPr="00C2675D">
        <w:rPr>
          <w:rStyle w:val="libAieChar"/>
          <w:rtl/>
        </w:rPr>
        <w:t xml:space="preserve"> وَ انّ</w:t>
      </w:r>
      <w:r w:rsidR="00A95BC4" w:rsidRPr="00C2675D">
        <w:rPr>
          <w:rStyle w:val="libAieChar"/>
          <w:rFonts w:hint="cs"/>
          <w:rtl/>
        </w:rPr>
        <w:t>ی</w:t>
      </w:r>
      <w:r w:rsidR="00A95BC4" w:rsidRPr="00C2675D">
        <w:rPr>
          <w:rStyle w:val="libAieChar"/>
          <w:rtl/>
        </w:rPr>
        <w:t xml:space="preserve"> اع</w:t>
      </w:r>
      <w:r w:rsidR="00A95BC4" w:rsidRPr="00C2675D">
        <w:rPr>
          <w:rStyle w:val="libAieChar"/>
          <w:rFonts w:hint="cs"/>
          <w:rtl/>
        </w:rPr>
        <w:t>ی</w:t>
      </w:r>
      <w:r w:rsidR="00A95BC4" w:rsidRPr="00C2675D">
        <w:rPr>
          <w:rStyle w:val="libAieChar"/>
          <w:rFonts w:hint="eastAsia"/>
          <w:rtl/>
        </w:rPr>
        <w:t>ذُها</w:t>
      </w:r>
      <w:r w:rsidR="00A95BC4" w:rsidRPr="00C2675D">
        <w:rPr>
          <w:rStyle w:val="libAieChar"/>
          <w:rtl/>
        </w:rPr>
        <w:t xml:space="preserve"> بِکَ وَ ذُرِّ</w:t>
      </w:r>
      <w:r w:rsidR="00A95BC4" w:rsidRPr="00C2675D">
        <w:rPr>
          <w:rStyle w:val="libAieChar"/>
          <w:rFonts w:hint="cs"/>
          <w:rtl/>
        </w:rPr>
        <w:t>یَّ</w:t>
      </w:r>
      <w:r w:rsidR="00A95BC4" w:rsidRPr="00C2675D">
        <w:rPr>
          <w:rStyle w:val="libAieChar"/>
          <w:rFonts w:hint="eastAsia"/>
          <w:rtl/>
        </w:rPr>
        <w:t>تَها</w:t>
      </w:r>
      <w:r w:rsidR="00A95BC4" w:rsidRPr="00C2675D">
        <w:rPr>
          <w:rStyle w:val="libAieChar"/>
          <w:rtl/>
        </w:rPr>
        <w:t xml:space="preserve"> مِنَ الشَّ</w:t>
      </w:r>
      <w:r w:rsidR="00A95BC4" w:rsidRPr="00C2675D">
        <w:rPr>
          <w:rStyle w:val="libAieChar"/>
          <w:rFonts w:hint="cs"/>
          <w:rtl/>
        </w:rPr>
        <w:t>ی</w:t>
      </w:r>
      <w:r w:rsidR="00A95BC4" w:rsidRPr="00C2675D">
        <w:rPr>
          <w:rStyle w:val="libAieChar"/>
          <w:rFonts w:hint="eastAsia"/>
          <w:rtl/>
        </w:rPr>
        <w:t>طانِ</w:t>
      </w:r>
      <w:r w:rsidR="00A95BC4" w:rsidRPr="00C2675D">
        <w:rPr>
          <w:rStyle w:val="libAieChar"/>
          <w:rtl/>
        </w:rPr>
        <w:t xml:space="preserve"> الرَّج</w:t>
      </w:r>
      <w:r w:rsidR="00A95BC4" w:rsidRPr="00C2675D">
        <w:rPr>
          <w:rStyle w:val="libAieChar"/>
          <w:rFonts w:hint="cs"/>
          <w:rtl/>
        </w:rPr>
        <w:t>ی</w:t>
      </w:r>
      <w:r w:rsidR="00A95BC4" w:rsidRPr="00C2675D">
        <w:rPr>
          <w:rStyle w:val="libAieChar"/>
          <w:rFonts w:hint="eastAsia"/>
          <w:rtl/>
        </w:rPr>
        <w:t>مِ</w:t>
      </w:r>
      <w:r w:rsidRPr="00C2675D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(آل عمران: 36)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وضع حمل نمود، گفت: خدا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من دختر به دن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آوردم و خدا داناتر است به آنچه به دن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آورده و دختر مثل پسر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و من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نام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دمش</w:t>
      </w:r>
      <w:r w:rsidRPr="00A95BC4">
        <w:rPr>
          <w:rtl/>
          <w:lang w:bidi="fa-IR"/>
        </w:rPr>
        <w:t xml:space="preserve"> و او و فرزندانش را از شرّ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طان</w:t>
      </w:r>
      <w:r w:rsidRPr="00A95BC4">
        <w:rPr>
          <w:rtl/>
          <w:lang w:bidi="fa-IR"/>
        </w:rPr>
        <w:t xml:space="preserve"> رانده شده به تو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سپارم</w:t>
      </w:r>
      <w:r w:rsidRPr="00A95BC4">
        <w:rPr>
          <w:rtl/>
          <w:lang w:bidi="fa-IR"/>
        </w:rPr>
        <w:t>.</w:t>
      </w:r>
    </w:p>
    <w:p w:rsidR="00A95BC4" w:rsidRPr="00A95BC4" w:rsidRDefault="00A95BC4" w:rsidP="00C2675D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حنّا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ناام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شده بود، چون نذر کرده بود که کودکش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خدمت به معبد بفرستد،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کودک او دختر بود و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او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="00C2675D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دختر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معبد خدمت نکرده بود و در اصل، دختران اجازه آن را نداشتند که به معبد جهت خدمت بروند. حنّا درمانده بود که چه کند، از طرف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نذر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داشت که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ادا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و از طرف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عمل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ممکن نبود. ابرها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اندوه 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أس</w:t>
      </w:r>
      <w:r w:rsidRPr="00A95BC4">
        <w:rPr>
          <w:rtl/>
          <w:lang w:bidi="fa-IR"/>
        </w:rPr>
        <w:t xml:space="preserve">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حنّا را آکندند، اما خداوند بر ضعف ا</w:t>
      </w:r>
      <w:r w:rsidRPr="00A95BC4">
        <w:rPr>
          <w:rFonts w:hint="eastAsia"/>
          <w:rtl/>
          <w:lang w:bidi="fa-IR"/>
        </w:rPr>
        <w:t>و</w:t>
      </w:r>
      <w:r w:rsidRPr="00A95BC4">
        <w:rPr>
          <w:rtl/>
          <w:lang w:bidi="fa-IR"/>
        </w:rPr>
        <w:t xml:space="preserve"> رحمت آورد و دعا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را مستجاب و هد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ه‌اش</w:t>
      </w:r>
      <w:r w:rsidRPr="00A95BC4">
        <w:rPr>
          <w:rtl/>
          <w:lang w:bidi="fa-IR"/>
        </w:rPr>
        <w:t xml:space="preserve"> را قبول و نعمتش را بر او تمام کرد،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دخترش را به عنوان نذر از او 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رفت</w:t>
      </w:r>
      <w:r w:rsidRPr="00A95BC4">
        <w:rPr>
          <w:rtl/>
          <w:lang w:bidi="fa-IR"/>
        </w:rPr>
        <w:t>.</w:t>
      </w:r>
    </w:p>
    <w:p w:rsidR="00A95BC4" w:rsidRPr="00A95BC4" w:rsidRDefault="00C2675D" w:rsidP="00A95BC4">
      <w:pPr>
        <w:pStyle w:val="libNormal"/>
        <w:rPr>
          <w:rtl/>
          <w:lang w:bidi="fa-IR"/>
        </w:rPr>
      </w:pPr>
      <w:r w:rsidRPr="00C2675D">
        <w:rPr>
          <w:rStyle w:val="libAlaemChar"/>
          <w:rFonts w:hint="cs"/>
          <w:rtl/>
        </w:rPr>
        <w:t>(</w:t>
      </w:r>
      <w:r w:rsidR="00A95BC4" w:rsidRPr="00C2675D">
        <w:rPr>
          <w:rStyle w:val="libAieChar"/>
          <w:rFonts w:hint="eastAsia"/>
          <w:rtl/>
        </w:rPr>
        <w:t>فَتَقَبَّلَها</w:t>
      </w:r>
      <w:r w:rsidR="00A95BC4" w:rsidRPr="00C2675D">
        <w:rPr>
          <w:rStyle w:val="libAieChar"/>
          <w:rtl/>
        </w:rPr>
        <w:t xml:space="preserve"> رَبُّها بِقَبولٍ حَسَنٍ وَ انبَتَها نَباتًا حَسَناً</w:t>
      </w:r>
      <w:r w:rsidRPr="00C2675D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(آل عمران: 37)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خداوند</w:t>
      </w:r>
      <w:r w:rsidRPr="00A95BC4">
        <w:rPr>
          <w:rtl/>
          <w:lang w:bidi="fa-IR"/>
        </w:rPr>
        <w:t xml:space="preserve">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را به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رفت</w:t>
      </w:r>
      <w:r w:rsidRPr="00A95BC4">
        <w:rPr>
          <w:rtl/>
          <w:lang w:bidi="fa-IR"/>
        </w:rPr>
        <w:t xml:space="preserve"> و او را به بهتر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نحو پرورش داد.</w:t>
      </w:r>
    </w:p>
    <w:p w:rsidR="00A95BC4" w:rsidRPr="00A95BC4" w:rsidRDefault="00A95BC4" w:rsidP="00C2675D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فهم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خداوند به او نظر کرده و او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نعمت دادن برگز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ده،</w:t>
      </w:r>
      <w:r w:rsidRPr="00A95BC4">
        <w:rPr>
          <w:rtl/>
          <w:lang w:bidi="fa-IR"/>
        </w:rPr>
        <w:t xml:space="preserve"> خود خرقه مقدس خدمت را پوش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به سمت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ت‌المقدس</w:t>
      </w:r>
      <w:r w:rsidRPr="00A95BC4">
        <w:rPr>
          <w:rtl/>
          <w:lang w:bidi="fa-IR"/>
        </w:rPr>
        <w:t xml:space="preserve"> رفت. کسان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در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ت‌المقدس</w:t>
      </w:r>
      <w:r w:rsidRPr="00A95BC4">
        <w:rPr>
          <w:rtl/>
          <w:lang w:bidi="fa-IR"/>
        </w:rPr>
        <w:t xml:space="preserve"> بودند 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دانستند</w:t>
      </w:r>
      <w:r w:rsidRPr="00A95BC4">
        <w:rPr>
          <w:rtl/>
          <w:lang w:bidi="fa-IR"/>
        </w:rPr>
        <w:t xml:space="preserve"> که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نذر خداوند است و به نوع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نظر کرده خداوند است،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کفالت و ترب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او را بپذ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رند،</w:t>
      </w:r>
      <w:r w:rsidRPr="00A95BC4">
        <w:rPr>
          <w:rtl/>
          <w:lang w:bidi="fa-IR"/>
        </w:rPr>
        <w:t xml:space="preserve"> با هم به رقابت پرداختند و از همه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شتر،</w:t>
      </w:r>
      <w:r w:rsidRPr="00A95BC4">
        <w:rPr>
          <w:rtl/>
          <w:lang w:bidi="fa-IR"/>
        </w:rPr>
        <w:t xml:space="preserve"> زکر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بود که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را تحت تکفل و ترب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خود بگ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رد</w:t>
      </w:r>
      <w:r w:rsidRPr="00A95BC4">
        <w:rPr>
          <w:rtl/>
          <w:lang w:bidi="fa-IR"/>
        </w:rPr>
        <w:t>. از طرف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ا،</w:t>
      </w:r>
      <w:r w:rsidRPr="00A95BC4">
        <w:rPr>
          <w:rtl/>
          <w:lang w:bidi="fa-IR"/>
        </w:rPr>
        <w:t xml:space="preserve"> شوهر خاله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بود و مورد اطم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نان</w:t>
      </w:r>
      <w:r w:rsidRPr="00A95BC4">
        <w:rPr>
          <w:rtl/>
          <w:lang w:bidi="fa-IR"/>
        </w:rPr>
        <w:t xml:space="preserve"> همد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بودند. بحث و جدل بر سر بر عهده گرفتن کفالت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بالا گرفت و هر کدام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 دلا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آوردند</w:t>
      </w:r>
      <w:r w:rsidRPr="00A95BC4">
        <w:rPr>
          <w:rtl/>
          <w:lang w:bidi="fa-IR"/>
        </w:rPr>
        <w:t xml:space="preserve"> که محق‌تر و 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سته‌تراند</w:t>
      </w:r>
      <w:r w:rsidRPr="00A95BC4">
        <w:rPr>
          <w:rtl/>
          <w:lang w:bidi="fa-IR"/>
        </w:rPr>
        <w:t xml:space="preserve">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را کفالت کنند،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خواستند</w:t>
      </w:r>
      <w:r w:rsidRPr="00A95BC4">
        <w:rPr>
          <w:rtl/>
          <w:lang w:bidi="fa-IR"/>
        </w:rPr>
        <w:t xml:space="preserve">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وس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له،</w:t>
      </w:r>
      <w:r w:rsidRPr="00A95BC4">
        <w:rPr>
          <w:rtl/>
          <w:lang w:bidi="fa-IR"/>
        </w:rPr>
        <w:t xml:space="preserve"> به خدا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ک‌تر</w:t>
      </w:r>
      <w:r w:rsidRPr="00A95BC4">
        <w:rPr>
          <w:rtl/>
          <w:lang w:bidi="fa-IR"/>
        </w:rPr>
        <w:t xml:space="preserve"> شوند، چون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دانستند</w:t>
      </w:r>
      <w:r w:rsidRPr="00A95BC4">
        <w:rPr>
          <w:rtl/>
          <w:lang w:bidi="fa-IR"/>
        </w:rPr>
        <w:t xml:space="preserve"> که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="00C2675D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کودک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مبارک و 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سته</w:t>
      </w:r>
      <w:r w:rsidRPr="00A95BC4">
        <w:rPr>
          <w:rtl/>
          <w:lang w:bidi="fa-IR"/>
        </w:rPr>
        <w:t xml:space="preserve"> است که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</w:t>
      </w:r>
      <w:r w:rsidRPr="00A95BC4">
        <w:rPr>
          <w:rtl/>
          <w:lang w:bidi="fa-IR"/>
        </w:rPr>
        <w:t xml:space="preserve"> نذر خداوند شده است.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سرانجام</w:t>
      </w:r>
      <w:r w:rsidRPr="00A95BC4">
        <w:rPr>
          <w:rtl/>
          <w:lang w:bidi="fa-IR"/>
        </w:rPr>
        <w:t xml:space="preserve"> قرار شد تا قرعه‌کش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کنند تا به نام هر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افتاد، او کفالت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را به عهده بگ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رد</w:t>
      </w:r>
      <w:r w:rsidRPr="00A95BC4">
        <w:rPr>
          <w:rtl/>
          <w:lang w:bidi="fa-IR"/>
        </w:rPr>
        <w:t>. قرعه‌کش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انجام شد و قرعه به نام زکر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افتاد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ن‌گونه</w:t>
      </w:r>
      <w:r w:rsidRPr="00A95BC4">
        <w:rPr>
          <w:rtl/>
          <w:lang w:bidi="fa-IR"/>
        </w:rPr>
        <w:t xml:space="preserve"> خداوند زکر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را کف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قرار داد. هرگاه زکر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بر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وارد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شد،</w:t>
      </w:r>
      <w:r w:rsidRPr="00A95BC4">
        <w:rPr>
          <w:rtl/>
          <w:lang w:bidi="fa-IR"/>
        </w:rPr>
        <w:t xml:space="preserve"> او را در محراب م</w:t>
      </w:r>
      <w:r w:rsidRPr="00A95BC4">
        <w:rPr>
          <w:rFonts w:hint="cs"/>
          <w:rtl/>
          <w:lang w:bidi="fa-IR"/>
        </w:rPr>
        <w:t>ی‌ی</w:t>
      </w:r>
      <w:r w:rsidRPr="00A95BC4">
        <w:rPr>
          <w:rFonts w:hint="eastAsia"/>
          <w:rtl/>
          <w:lang w:bidi="fa-IR"/>
        </w:rPr>
        <w:t>افت</w:t>
      </w:r>
      <w:r w:rsidRPr="00A95BC4">
        <w:rPr>
          <w:rtl/>
          <w:lang w:bidi="fa-IR"/>
        </w:rPr>
        <w:t>. زکر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فراهم نمو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اسباب راحت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او را از نظر مردمان دور کرد و خود به تنها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کارها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را انجام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داد</w:t>
      </w:r>
      <w:r w:rsidRPr="00A95BC4">
        <w:rPr>
          <w:rtl/>
          <w:lang w:bidi="fa-IR"/>
        </w:rPr>
        <w:t xml:space="preserve"> و ممنوع کرده بود که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از خودش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اتاق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برود. زکر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شادمان بود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کفالت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را به عهده گرفته و 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دوست داشت، هر طور که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تواند</w:t>
      </w:r>
      <w:r w:rsidRPr="00A95BC4">
        <w:rPr>
          <w:rtl/>
          <w:lang w:bidi="fa-IR"/>
        </w:rPr>
        <w:t xml:space="preserve"> اسباب خوشبخ</w:t>
      </w:r>
      <w:r w:rsidRPr="00A95BC4">
        <w:rPr>
          <w:rFonts w:hint="eastAsia"/>
          <w:rtl/>
          <w:lang w:bidi="fa-IR"/>
        </w:rPr>
        <w:t>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را فراهم سازد. مدت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منوال گذشت،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روز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دار</w:t>
      </w:r>
      <w:r w:rsidRPr="00A95BC4">
        <w:rPr>
          <w:rtl/>
          <w:lang w:bidi="fa-IR"/>
        </w:rPr>
        <w:t xml:space="preserve">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رفته بود،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عج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رت</w:t>
      </w:r>
      <w:r w:rsidRPr="00A95BC4">
        <w:rPr>
          <w:rtl/>
          <w:lang w:bidi="fa-IR"/>
        </w:rPr>
        <w:t xml:space="preserve"> او را برانگ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خت</w:t>
      </w:r>
      <w:r w:rsidRPr="00A95BC4">
        <w:rPr>
          <w:rtl/>
          <w:lang w:bidi="fa-IR"/>
        </w:rPr>
        <w:t>. زکر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ممنوع کرده بود که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اتاق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رفت و آمد کند،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 وارد اتاق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شد، او را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نماز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خواند</w:t>
      </w:r>
      <w:r w:rsidRPr="00A95BC4">
        <w:rPr>
          <w:rtl/>
          <w:lang w:bidi="fa-IR"/>
        </w:rPr>
        <w:t xml:space="preserve"> و ظرف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پر </w:t>
      </w:r>
      <w:r w:rsidRPr="00A95BC4">
        <w:rPr>
          <w:rFonts w:hint="eastAsia"/>
          <w:rtl/>
          <w:lang w:bidi="fa-IR"/>
        </w:rPr>
        <w:t>از</w:t>
      </w:r>
      <w:r w:rsidRPr="00A95BC4">
        <w:rPr>
          <w:rtl/>
          <w:lang w:bidi="fa-IR"/>
        </w:rPr>
        <w:t xml:space="preserve"> غذا در نزد اوست، غذاها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که </w:t>
      </w:r>
      <w:r w:rsidRPr="00A95BC4">
        <w:rPr>
          <w:rtl/>
          <w:lang w:bidi="fa-IR"/>
        </w:rPr>
        <w:lastRenderedPageBreak/>
        <w:t>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شباهت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غذاها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نداشت، با تعجب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چه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نها</w:t>
      </w:r>
      <w:r w:rsidRPr="00A95BC4">
        <w:rPr>
          <w:rtl/>
          <w:lang w:bidi="fa-IR"/>
        </w:rPr>
        <w:t xml:space="preserve">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 آورده؟»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گفت:</w:t>
      </w:r>
    </w:p>
    <w:p w:rsidR="00A95BC4" w:rsidRPr="00A95BC4" w:rsidRDefault="00C2675D" w:rsidP="00A95BC4">
      <w:pPr>
        <w:pStyle w:val="libNormal"/>
        <w:rPr>
          <w:rtl/>
          <w:lang w:bidi="fa-IR"/>
        </w:rPr>
      </w:pPr>
      <w:r w:rsidRPr="00C2675D">
        <w:rPr>
          <w:rStyle w:val="libAlaemChar"/>
          <w:rFonts w:hint="cs"/>
          <w:rtl/>
        </w:rPr>
        <w:t>(</w:t>
      </w:r>
      <w:r w:rsidR="00A95BC4" w:rsidRPr="00C2675D">
        <w:rPr>
          <w:rStyle w:val="libAieChar"/>
          <w:rFonts w:hint="eastAsia"/>
          <w:rtl/>
        </w:rPr>
        <w:t>هُوَ</w:t>
      </w:r>
      <w:r w:rsidR="00A95BC4" w:rsidRPr="00C2675D">
        <w:rPr>
          <w:rStyle w:val="libAieChar"/>
          <w:rtl/>
        </w:rPr>
        <w:t xml:space="preserve"> مِن عِندِ اللهِ إنَّ اللهَ </w:t>
      </w:r>
      <w:r w:rsidR="00A95BC4" w:rsidRPr="00C2675D">
        <w:rPr>
          <w:rStyle w:val="libAieChar"/>
          <w:rFonts w:hint="cs"/>
          <w:rtl/>
        </w:rPr>
        <w:t>یَ</w:t>
      </w:r>
      <w:r w:rsidR="00A95BC4" w:rsidRPr="00C2675D">
        <w:rPr>
          <w:rStyle w:val="libAieChar"/>
          <w:rFonts w:hint="eastAsia"/>
          <w:rtl/>
        </w:rPr>
        <w:t>رزُقُ</w:t>
      </w:r>
      <w:r w:rsidR="00A95BC4" w:rsidRPr="00C2675D">
        <w:rPr>
          <w:rStyle w:val="libAieChar"/>
          <w:rtl/>
        </w:rPr>
        <w:t xml:space="preserve"> مَن </w:t>
      </w:r>
      <w:r w:rsidR="00A95BC4" w:rsidRPr="00C2675D">
        <w:rPr>
          <w:rStyle w:val="libAieChar"/>
          <w:rFonts w:hint="cs"/>
          <w:rtl/>
        </w:rPr>
        <w:t>یَ</w:t>
      </w:r>
      <w:r w:rsidR="00A95BC4" w:rsidRPr="00C2675D">
        <w:rPr>
          <w:rStyle w:val="libAieChar"/>
          <w:rFonts w:hint="eastAsia"/>
          <w:rtl/>
        </w:rPr>
        <w:t>شآءُ</w:t>
      </w:r>
      <w:r w:rsidR="00A95BC4" w:rsidRPr="00C2675D">
        <w:rPr>
          <w:rStyle w:val="libAieChar"/>
          <w:rtl/>
        </w:rPr>
        <w:t xml:space="preserve"> بِغَ</w:t>
      </w:r>
      <w:r w:rsidR="00A95BC4" w:rsidRPr="00C2675D">
        <w:rPr>
          <w:rStyle w:val="libAieChar"/>
          <w:rFonts w:hint="cs"/>
          <w:rtl/>
        </w:rPr>
        <w:t>ی</w:t>
      </w:r>
      <w:r w:rsidR="00A95BC4" w:rsidRPr="00C2675D">
        <w:rPr>
          <w:rStyle w:val="libAieChar"/>
          <w:rFonts w:hint="eastAsia"/>
          <w:rtl/>
        </w:rPr>
        <w:t>رِ</w:t>
      </w:r>
      <w:r w:rsidR="00A95BC4" w:rsidRPr="00C2675D">
        <w:rPr>
          <w:rStyle w:val="libAieChar"/>
          <w:rtl/>
        </w:rPr>
        <w:t xml:space="preserve"> حِسابٍ</w:t>
      </w:r>
      <w:r w:rsidRPr="00C2675D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(آل‌عمران: 37)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از طرف خداوند است و خداوند هر که را بخواهد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حساب</w:t>
      </w:r>
      <w:r w:rsidRPr="00A95BC4">
        <w:rPr>
          <w:rtl/>
          <w:lang w:bidi="fa-IR"/>
        </w:rPr>
        <w:t xml:space="preserve"> روز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خواهد داد.</w:t>
      </w:r>
    </w:p>
    <w:p w:rsidR="00A95BC4" w:rsidRPr="00A95BC4" w:rsidRDefault="00A95BC4" w:rsidP="00C2675D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زکر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دانست که خدا تقد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بزرگ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رقم‌زده و او را</w:t>
      </w:r>
      <w:r w:rsidR="00C2675D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به</w:t>
      </w:r>
      <w:r w:rsidRPr="00A95BC4">
        <w:rPr>
          <w:rtl/>
          <w:lang w:bidi="fa-IR"/>
        </w:rPr>
        <w:t xml:space="preserve"> منزلت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آنچه که مردمان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پندارند،</w:t>
      </w:r>
      <w:r w:rsidRPr="00A95BC4">
        <w:rPr>
          <w:rtl/>
          <w:lang w:bidi="fa-IR"/>
        </w:rPr>
        <w:t xml:space="preserve"> اختصاص داده است و 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</w:t>
      </w:r>
      <w:r w:rsidRPr="00A95BC4">
        <w:rPr>
          <w:rtl/>
          <w:lang w:bidi="fa-IR"/>
        </w:rPr>
        <w:t xml:space="preserve"> که او برگز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زنان عالم است، چون آثار بزرگ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منزلت را در وجود او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زکر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با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داغ دلش تازه شد و در دل آرزو کرد که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کاش خداوند، کودک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چون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به او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داد</w:t>
      </w:r>
      <w:r w:rsidRPr="00A95BC4">
        <w:rPr>
          <w:rtl/>
          <w:lang w:bidi="fa-IR"/>
        </w:rPr>
        <w:t>. زکر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رو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خداوند آسمان‌ها و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آورد و با او به راز 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از</w:t>
      </w:r>
      <w:r w:rsidRPr="00A95BC4">
        <w:rPr>
          <w:rtl/>
          <w:lang w:bidi="fa-IR"/>
        </w:rPr>
        <w:t xml:space="preserve"> پرداخت و از خدا خواست که بر او منت نهاده نعمتش را بر او تمام کند و کودک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او عطا نما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. </w:t>
      </w:r>
      <w:r w:rsidRPr="00A95BC4">
        <w:rPr>
          <w:rFonts w:hint="eastAsia"/>
          <w:rtl/>
          <w:lang w:bidi="fa-IR"/>
        </w:rPr>
        <w:t>او</w:t>
      </w:r>
      <w:r w:rsidRPr="00A95BC4">
        <w:rPr>
          <w:rtl/>
          <w:lang w:bidi="fa-IR"/>
        </w:rPr>
        <w:t xml:space="preserve"> گفت:</w:t>
      </w:r>
    </w:p>
    <w:p w:rsidR="00A95BC4" w:rsidRPr="00A95BC4" w:rsidRDefault="00C2675D" w:rsidP="00C2675D">
      <w:pPr>
        <w:pStyle w:val="libNormal"/>
        <w:rPr>
          <w:rtl/>
          <w:lang w:bidi="fa-IR"/>
        </w:rPr>
      </w:pPr>
      <w:r w:rsidRPr="00C2675D">
        <w:rPr>
          <w:rStyle w:val="libAlaemChar"/>
          <w:rFonts w:hint="cs"/>
          <w:rtl/>
        </w:rPr>
        <w:t>(</w:t>
      </w:r>
      <w:r w:rsidR="00A95BC4" w:rsidRPr="00C2675D">
        <w:rPr>
          <w:rStyle w:val="libAieChar"/>
          <w:rFonts w:hint="eastAsia"/>
          <w:rtl/>
        </w:rPr>
        <w:t>رَبِّ</w:t>
      </w:r>
      <w:r w:rsidR="00A95BC4" w:rsidRPr="00C2675D">
        <w:rPr>
          <w:rStyle w:val="libAieChar"/>
          <w:rtl/>
        </w:rPr>
        <w:t xml:space="preserve"> إِنِّ</w:t>
      </w:r>
      <w:r w:rsidR="00A95BC4" w:rsidRPr="00C2675D">
        <w:rPr>
          <w:rStyle w:val="libAieChar"/>
          <w:rFonts w:hint="cs"/>
          <w:rtl/>
        </w:rPr>
        <w:t>ی</w:t>
      </w:r>
      <w:r w:rsidR="00A95BC4" w:rsidRPr="00C2675D">
        <w:rPr>
          <w:rStyle w:val="libAieChar"/>
          <w:rtl/>
        </w:rPr>
        <w:t xml:space="preserve"> وَهَنَ الْعَظْمُ مِنِّ</w:t>
      </w:r>
      <w:r w:rsidR="00A95BC4" w:rsidRPr="00C2675D">
        <w:rPr>
          <w:rStyle w:val="libAieChar"/>
          <w:rFonts w:hint="cs"/>
          <w:rtl/>
        </w:rPr>
        <w:t>ی</w:t>
      </w:r>
      <w:r w:rsidR="00A95BC4" w:rsidRPr="00C2675D">
        <w:rPr>
          <w:rStyle w:val="libAieChar"/>
          <w:rtl/>
        </w:rPr>
        <w:t xml:space="preserve"> وَ اشْتَعَلَ الرَّأْسُ شَ</w:t>
      </w:r>
      <w:r w:rsidR="00A95BC4" w:rsidRPr="00C2675D">
        <w:rPr>
          <w:rStyle w:val="libAieChar"/>
          <w:rFonts w:hint="cs"/>
          <w:rtl/>
        </w:rPr>
        <w:t>یْ</w:t>
      </w:r>
      <w:r w:rsidR="00A95BC4" w:rsidRPr="00C2675D">
        <w:rPr>
          <w:rStyle w:val="libAieChar"/>
          <w:rFonts w:hint="eastAsia"/>
          <w:rtl/>
        </w:rPr>
        <w:t>باً</w:t>
      </w:r>
      <w:r w:rsidR="00A95BC4" w:rsidRPr="00C2675D">
        <w:rPr>
          <w:rStyle w:val="libAieChar"/>
          <w:rtl/>
        </w:rPr>
        <w:t xml:space="preserve"> وَ لَمْ أَکُنْ بِدُعائِکَ رَبِّ شَقِ</w:t>
      </w:r>
      <w:r w:rsidR="00A95BC4" w:rsidRPr="00C2675D">
        <w:rPr>
          <w:rStyle w:val="libAieChar"/>
          <w:rFonts w:hint="cs"/>
          <w:rtl/>
        </w:rPr>
        <w:t>یًّ</w:t>
      </w:r>
      <w:r w:rsidR="00A95BC4" w:rsidRPr="00C2675D">
        <w:rPr>
          <w:rStyle w:val="libAieChar"/>
          <w:rFonts w:hint="eastAsia"/>
          <w:rtl/>
        </w:rPr>
        <w:t>ا</w:t>
      </w:r>
      <w:r w:rsidR="00A95BC4" w:rsidRPr="00C2675D">
        <w:rPr>
          <w:rStyle w:val="libAieChar"/>
          <w:rtl/>
        </w:rPr>
        <w:t>* وَ إِنِّ</w:t>
      </w:r>
      <w:r w:rsidR="00A95BC4" w:rsidRPr="00C2675D">
        <w:rPr>
          <w:rStyle w:val="libAieChar"/>
          <w:rFonts w:hint="cs"/>
          <w:rtl/>
        </w:rPr>
        <w:t>ی</w:t>
      </w:r>
      <w:r w:rsidR="00A95BC4" w:rsidRPr="00C2675D">
        <w:rPr>
          <w:rStyle w:val="libAieChar"/>
          <w:rtl/>
        </w:rPr>
        <w:t xml:space="preserve"> خِفْتُ الْمَوالِ</w:t>
      </w:r>
      <w:r w:rsidR="00A95BC4" w:rsidRPr="00C2675D">
        <w:rPr>
          <w:rStyle w:val="libAieChar"/>
          <w:rFonts w:hint="cs"/>
          <w:rtl/>
        </w:rPr>
        <w:t>یَ</w:t>
      </w:r>
      <w:r w:rsidR="00A95BC4" w:rsidRPr="00C2675D">
        <w:rPr>
          <w:rStyle w:val="libAieChar"/>
          <w:rtl/>
        </w:rPr>
        <w:t xml:space="preserve"> مِنْ وَرائِ</w:t>
      </w:r>
      <w:r w:rsidR="00A95BC4" w:rsidRPr="00C2675D">
        <w:rPr>
          <w:rStyle w:val="libAieChar"/>
          <w:rFonts w:hint="cs"/>
          <w:rtl/>
        </w:rPr>
        <w:t>ی</w:t>
      </w:r>
      <w:r w:rsidR="00A95BC4" w:rsidRPr="00C2675D">
        <w:rPr>
          <w:rStyle w:val="libAieChar"/>
          <w:rtl/>
        </w:rPr>
        <w:t xml:space="preserve"> وَ کانَتِ امْرَأَتِ</w:t>
      </w:r>
      <w:r w:rsidR="00A95BC4" w:rsidRPr="00C2675D">
        <w:rPr>
          <w:rStyle w:val="libAieChar"/>
          <w:rFonts w:hint="cs"/>
          <w:rtl/>
        </w:rPr>
        <w:t>ی</w:t>
      </w:r>
      <w:r w:rsidR="00A95BC4" w:rsidRPr="00C2675D">
        <w:rPr>
          <w:rStyle w:val="libAieChar"/>
          <w:rtl/>
        </w:rPr>
        <w:t xml:space="preserve"> عاقِراً فَهَبْ لِ</w:t>
      </w:r>
      <w:r w:rsidR="00A95BC4" w:rsidRPr="00C2675D">
        <w:rPr>
          <w:rStyle w:val="libAieChar"/>
          <w:rFonts w:hint="cs"/>
          <w:rtl/>
        </w:rPr>
        <w:t>ی</w:t>
      </w:r>
      <w:r w:rsidR="00A95BC4" w:rsidRPr="00C2675D">
        <w:rPr>
          <w:rStyle w:val="libAieChar"/>
          <w:rtl/>
        </w:rPr>
        <w:t xml:space="preserve"> مِنْ لَدُنْکَ وَلِ</w:t>
      </w:r>
      <w:r w:rsidR="00A95BC4" w:rsidRPr="00C2675D">
        <w:rPr>
          <w:rStyle w:val="libAieChar"/>
          <w:rFonts w:hint="cs"/>
          <w:rtl/>
        </w:rPr>
        <w:t>یًّ</w:t>
      </w:r>
      <w:r w:rsidR="00A95BC4" w:rsidRPr="00C2675D">
        <w:rPr>
          <w:rStyle w:val="libAieChar"/>
          <w:rFonts w:hint="eastAsia"/>
          <w:rtl/>
        </w:rPr>
        <w:t>ا</w:t>
      </w:r>
      <w:r w:rsidR="00A95BC4" w:rsidRPr="00C2675D">
        <w:rPr>
          <w:rStyle w:val="libAieChar"/>
          <w:rtl/>
        </w:rPr>
        <w:t xml:space="preserve">* </w:t>
      </w:r>
      <w:r w:rsidR="00A95BC4" w:rsidRPr="00C2675D">
        <w:rPr>
          <w:rStyle w:val="libAieChar"/>
          <w:rFonts w:hint="cs"/>
          <w:rtl/>
        </w:rPr>
        <w:t>یَ</w:t>
      </w:r>
      <w:r w:rsidR="00A95BC4" w:rsidRPr="00C2675D">
        <w:rPr>
          <w:rStyle w:val="libAieChar"/>
          <w:rFonts w:hint="eastAsia"/>
          <w:rtl/>
        </w:rPr>
        <w:t>رِثُنِ</w:t>
      </w:r>
      <w:r w:rsidR="00A95BC4" w:rsidRPr="00C2675D">
        <w:rPr>
          <w:rStyle w:val="libAieChar"/>
          <w:rFonts w:hint="cs"/>
          <w:rtl/>
        </w:rPr>
        <w:t>ی</w:t>
      </w:r>
      <w:r w:rsidR="00A95BC4" w:rsidRPr="00C2675D">
        <w:rPr>
          <w:rStyle w:val="libAieChar"/>
          <w:rtl/>
        </w:rPr>
        <w:t xml:space="preserve"> وَ </w:t>
      </w:r>
      <w:r w:rsidR="00A95BC4" w:rsidRPr="00C2675D">
        <w:rPr>
          <w:rStyle w:val="libAieChar"/>
          <w:rFonts w:hint="cs"/>
          <w:rtl/>
        </w:rPr>
        <w:t>یَ</w:t>
      </w:r>
      <w:r w:rsidR="00A95BC4" w:rsidRPr="00C2675D">
        <w:rPr>
          <w:rStyle w:val="libAieChar"/>
          <w:rFonts w:hint="eastAsia"/>
          <w:rtl/>
        </w:rPr>
        <w:t>رِثُ</w:t>
      </w:r>
      <w:r w:rsidR="00A95BC4" w:rsidRPr="00C2675D">
        <w:rPr>
          <w:rStyle w:val="libAieChar"/>
          <w:rtl/>
        </w:rPr>
        <w:t xml:space="preserve"> مِنْ آلِ </w:t>
      </w:r>
      <w:r w:rsidR="00A95BC4" w:rsidRPr="00C2675D">
        <w:rPr>
          <w:rStyle w:val="libAieChar"/>
          <w:rFonts w:hint="cs"/>
          <w:rtl/>
        </w:rPr>
        <w:t>یَ</w:t>
      </w:r>
      <w:r w:rsidR="00A95BC4" w:rsidRPr="00C2675D">
        <w:rPr>
          <w:rStyle w:val="libAieChar"/>
          <w:rFonts w:hint="eastAsia"/>
          <w:rtl/>
        </w:rPr>
        <w:t>عْقُوبَ</w:t>
      </w:r>
      <w:r w:rsidR="00A95BC4" w:rsidRPr="00C2675D">
        <w:rPr>
          <w:rStyle w:val="libAieChar"/>
          <w:rtl/>
        </w:rPr>
        <w:t xml:space="preserve"> و</w:t>
      </w:r>
      <w:r w:rsidR="00A95BC4" w:rsidRPr="00C2675D">
        <w:rPr>
          <w:rStyle w:val="libAieChar"/>
          <w:rFonts w:hint="eastAsia"/>
          <w:rtl/>
        </w:rPr>
        <w:t>َ</w:t>
      </w:r>
      <w:r w:rsidR="00A95BC4" w:rsidRPr="00C2675D">
        <w:rPr>
          <w:rStyle w:val="libAieChar"/>
          <w:rtl/>
        </w:rPr>
        <w:t xml:space="preserve"> اجْعَلْهُ رَبِّ رَضِ</w:t>
      </w:r>
      <w:r w:rsidR="00A95BC4" w:rsidRPr="00C2675D">
        <w:rPr>
          <w:rStyle w:val="libAieChar"/>
          <w:rFonts w:hint="cs"/>
          <w:rtl/>
        </w:rPr>
        <w:t>یًّ</w:t>
      </w:r>
      <w:r w:rsidRPr="00C2675D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(مر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م</w:t>
      </w:r>
      <w:r w:rsidR="00A95BC4" w:rsidRPr="00A95BC4">
        <w:rPr>
          <w:rtl/>
          <w:lang w:bidi="fa-IR"/>
        </w:rPr>
        <w:t>: 4- 6)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پروردگارا</w:t>
      </w:r>
      <w:r w:rsidRPr="00A95BC4">
        <w:rPr>
          <w:rtl/>
          <w:lang w:bidi="fa-IR"/>
        </w:rPr>
        <w:t>! همانا سست شد استخوانم و سرم از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شد و از خواندن نام تو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بهره</w:t>
      </w:r>
      <w:r w:rsidRPr="00A95BC4">
        <w:rPr>
          <w:rtl/>
          <w:lang w:bidi="fa-IR"/>
        </w:rPr>
        <w:t xml:space="preserve"> نبوده‌ام و من پس از خود از خو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شاوندانم</w:t>
      </w:r>
      <w:r w:rsidRPr="00A95BC4">
        <w:rPr>
          <w:rtl/>
          <w:lang w:bidi="fa-IR"/>
        </w:rPr>
        <w:t xml:space="preserve"> [نسبت به حفظ آ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تو]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ترسم</w:t>
      </w:r>
      <w:r w:rsidRPr="00A95BC4">
        <w:rPr>
          <w:rtl/>
          <w:lang w:bidi="fa-IR"/>
        </w:rPr>
        <w:t xml:space="preserve"> و همسرم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نازاست، مرا از نزد خود فرزند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ببخش که هم از من ارث برد و هم از خاندان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عقوب</w:t>
      </w:r>
      <w:r w:rsidRPr="00A95BC4">
        <w:rPr>
          <w:rtl/>
          <w:lang w:bidi="fa-IR"/>
        </w:rPr>
        <w:t xml:space="preserve"> ارث برد و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پرور</w:t>
      </w:r>
      <w:r w:rsidRPr="00A95BC4">
        <w:rPr>
          <w:rFonts w:hint="eastAsia"/>
          <w:rtl/>
          <w:lang w:bidi="fa-IR"/>
        </w:rPr>
        <w:t>دگار</w:t>
      </w:r>
      <w:r w:rsidRPr="00A95BC4">
        <w:rPr>
          <w:rtl/>
          <w:lang w:bidi="fa-IR"/>
        </w:rPr>
        <w:t xml:space="preserve"> من! او را پسند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گردان.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آرزو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برآورده شد. خداوند دعا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را مستجاب و آنچه خواسته بود را به او عطا کرد.</w:t>
      </w:r>
    </w:p>
    <w:p w:rsidR="00A95BC4" w:rsidRPr="00A95BC4" w:rsidRDefault="00C2675D" w:rsidP="00C2675D">
      <w:pPr>
        <w:pStyle w:val="libNormal"/>
        <w:rPr>
          <w:rtl/>
          <w:lang w:bidi="fa-IR"/>
        </w:rPr>
      </w:pPr>
      <w:r w:rsidRPr="00C2675D">
        <w:rPr>
          <w:rStyle w:val="libAlaemChar"/>
          <w:rFonts w:hint="cs"/>
          <w:rtl/>
        </w:rPr>
        <w:lastRenderedPageBreak/>
        <w:t>(</w:t>
      </w:r>
      <w:r w:rsidR="00A95BC4" w:rsidRPr="00C2675D">
        <w:rPr>
          <w:rStyle w:val="libAieChar"/>
          <w:rFonts w:hint="eastAsia"/>
          <w:rtl/>
        </w:rPr>
        <w:t>فَنادَتْهُ</w:t>
      </w:r>
      <w:r w:rsidR="00A95BC4" w:rsidRPr="00C2675D">
        <w:rPr>
          <w:rStyle w:val="libAieChar"/>
          <w:rtl/>
        </w:rPr>
        <w:t xml:space="preserve"> الْمَلائِکَةُ وَ هُوَ قائِمٌ </w:t>
      </w:r>
      <w:r w:rsidR="00A95BC4" w:rsidRPr="00C2675D">
        <w:rPr>
          <w:rStyle w:val="libAieChar"/>
          <w:rFonts w:hint="cs"/>
          <w:rtl/>
        </w:rPr>
        <w:t>یُ</w:t>
      </w:r>
      <w:r w:rsidR="00A95BC4" w:rsidRPr="00C2675D">
        <w:rPr>
          <w:rStyle w:val="libAieChar"/>
          <w:rFonts w:hint="eastAsia"/>
          <w:rtl/>
        </w:rPr>
        <w:t>صَلِّ</w:t>
      </w:r>
      <w:r w:rsidR="00A95BC4" w:rsidRPr="00C2675D">
        <w:rPr>
          <w:rStyle w:val="libAieChar"/>
          <w:rFonts w:hint="cs"/>
          <w:rtl/>
        </w:rPr>
        <w:t>ی</w:t>
      </w:r>
      <w:r w:rsidR="00A95BC4" w:rsidRPr="00C2675D">
        <w:rPr>
          <w:rStyle w:val="libAieChar"/>
          <w:rtl/>
        </w:rPr>
        <w:t xml:space="preserve"> فِ</w:t>
      </w:r>
      <w:r w:rsidR="00A95BC4" w:rsidRPr="00C2675D">
        <w:rPr>
          <w:rStyle w:val="libAieChar"/>
          <w:rFonts w:hint="cs"/>
          <w:rtl/>
        </w:rPr>
        <w:t>ی</w:t>
      </w:r>
      <w:r w:rsidR="00A95BC4" w:rsidRPr="00C2675D">
        <w:rPr>
          <w:rStyle w:val="libAieChar"/>
          <w:rtl/>
        </w:rPr>
        <w:t xml:space="preserve"> الْمِحْرابِ أَنَّ اللهَ </w:t>
      </w:r>
      <w:r w:rsidR="00A95BC4" w:rsidRPr="00C2675D">
        <w:rPr>
          <w:rStyle w:val="libAieChar"/>
          <w:rFonts w:hint="cs"/>
          <w:rtl/>
        </w:rPr>
        <w:t>یُ</w:t>
      </w:r>
      <w:r w:rsidR="00A95BC4" w:rsidRPr="00C2675D">
        <w:rPr>
          <w:rStyle w:val="libAieChar"/>
          <w:rFonts w:hint="eastAsia"/>
          <w:rtl/>
        </w:rPr>
        <w:t>بَشِّرُکَ</w:t>
      </w:r>
      <w:r w:rsidRPr="00C2675D">
        <w:rPr>
          <w:rStyle w:val="libAieChar"/>
          <w:rFonts w:hint="cs"/>
          <w:rtl/>
        </w:rPr>
        <w:t xml:space="preserve"> </w:t>
      </w:r>
      <w:r w:rsidR="00A95BC4" w:rsidRPr="00C2675D">
        <w:rPr>
          <w:rStyle w:val="libAieChar"/>
          <w:rFonts w:hint="eastAsia"/>
          <w:rtl/>
        </w:rPr>
        <w:t>بِ</w:t>
      </w:r>
      <w:r w:rsidR="00A95BC4" w:rsidRPr="00C2675D">
        <w:rPr>
          <w:rStyle w:val="libAieChar"/>
          <w:rFonts w:hint="cs"/>
          <w:rtl/>
        </w:rPr>
        <w:t>یَ</w:t>
      </w:r>
      <w:r w:rsidR="00A95BC4" w:rsidRPr="00C2675D">
        <w:rPr>
          <w:rStyle w:val="libAieChar"/>
          <w:rFonts w:hint="eastAsia"/>
          <w:rtl/>
        </w:rPr>
        <w:t>حْ</w:t>
      </w:r>
      <w:r w:rsidR="00A95BC4" w:rsidRPr="00C2675D">
        <w:rPr>
          <w:rStyle w:val="libAieChar"/>
          <w:rFonts w:hint="cs"/>
          <w:rtl/>
        </w:rPr>
        <w:t>یی</w:t>
      </w:r>
      <w:r w:rsidR="00A95BC4" w:rsidRPr="00C2675D">
        <w:rPr>
          <w:rStyle w:val="libAieChar"/>
          <w:rtl/>
        </w:rPr>
        <w:t xml:space="preserve"> مُصَدِّقاً بِکَلِمَةٍ مِنَ اللهِ وَ سَ</w:t>
      </w:r>
      <w:r w:rsidR="00A95BC4" w:rsidRPr="00C2675D">
        <w:rPr>
          <w:rStyle w:val="libAieChar"/>
          <w:rFonts w:hint="cs"/>
          <w:rtl/>
        </w:rPr>
        <w:t>یِّ</w:t>
      </w:r>
      <w:r w:rsidR="00A95BC4" w:rsidRPr="00C2675D">
        <w:rPr>
          <w:rStyle w:val="libAieChar"/>
          <w:rFonts w:hint="eastAsia"/>
          <w:rtl/>
        </w:rPr>
        <w:t>داً</w:t>
      </w:r>
      <w:r w:rsidR="00A95BC4" w:rsidRPr="00C2675D">
        <w:rPr>
          <w:rStyle w:val="libAieChar"/>
          <w:rtl/>
        </w:rPr>
        <w:t xml:space="preserve"> وَ حَصُوراً وَ نَبِ</w:t>
      </w:r>
      <w:r w:rsidR="00A95BC4" w:rsidRPr="00C2675D">
        <w:rPr>
          <w:rStyle w:val="libAieChar"/>
          <w:rFonts w:hint="cs"/>
          <w:rtl/>
        </w:rPr>
        <w:t>یًّ</w:t>
      </w:r>
      <w:r w:rsidR="00A95BC4" w:rsidRPr="00C2675D">
        <w:rPr>
          <w:rStyle w:val="libAieChar"/>
          <w:rFonts w:hint="eastAsia"/>
          <w:rtl/>
        </w:rPr>
        <w:t>ا</w:t>
      </w:r>
      <w:r w:rsidR="00A95BC4" w:rsidRPr="00C2675D">
        <w:rPr>
          <w:rStyle w:val="libAieChar"/>
          <w:rtl/>
        </w:rPr>
        <w:t xml:space="preserve"> مِنَ الصَّالِحِ</w:t>
      </w:r>
      <w:r w:rsidR="00A95BC4" w:rsidRPr="00C2675D">
        <w:rPr>
          <w:rStyle w:val="libAieChar"/>
          <w:rFonts w:hint="cs"/>
          <w:rtl/>
        </w:rPr>
        <w:t>ی</w:t>
      </w:r>
      <w:r w:rsidR="00A95BC4" w:rsidRPr="00C2675D">
        <w:rPr>
          <w:rStyle w:val="libAieChar"/>
          <w:rFonts w:hint="eastAsia"/>
          <w:rtl/>
        </w:rPr>
        <w:t>نَ</w:t>
      </w:r>
      <w:r w:rsidRPr="00C2675D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(آل عمران: 39)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پس</w:t>
      </w:r>
      <w:r w:rsidRPr="00A95BC4">
        <w:rPr>
          <w:rtl/>
          <w:lang w:bidi="fa-IR"/>
        </w:rPr>
        <w:t xml:space="preserve"> فرشتگان بانگ زدند بر او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نماز در محراب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ستاده</w:t>
      </w:r>
      <w:r w:rsidRPr="00A95BC4">
        <w:rPr>
          <w:rtl/>
          <w:lang w:bidi="fa-IR"/>
        </w:rPr>
        <w:t xml:space="preserve"> بود که خدا تو را مژده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دهد</w:t>
      </w:r>
      <w:r w:rsidRPr="00A95BC4">
        <w:rPr>
          <w:rtl/>
          <w:lang w:bidi="fa-IR"/>
        </w:rPr>
        <w:t xml:space="preserve"> به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ح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که کلمه خدا را تصد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 xml:space="preserve"> و بزرگوار و خو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شتن‌دار</w:t>
      </w:r>
      <w:r w:rsidRPr="00A95BC4">
        <w:rPr>
          <w:rtl/>
          <w:lang w:bidi="fa-IR"/>
        </w:rPr>
        <w:t xml:space="preserve"> و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ستگان</w:t>
      </w:r>
      <w:r w:rsidRPr="00A95BC4">
        <w:rPr>
          <w:rtl/>
          <w:lang w:bidi="fa-IR"/>
        </w:rPr>
        <w:t xml:space="preserve"> است.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بزرگ و بزرگ‌تر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</w:t>
      </w:r>
      <w:r w:rsidRPr="00A95BC4">
        <w:rPr>
          <w:rtl/>
          <w:lang w:bidi="fa-IR"/>
        </w:rPr>
        <w:t xml:space="preserve">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و تقوا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هر روز محکم‌تر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گشت</w:t>
      </w:r>
      <w:r w:rsidRPr="00A95BC4">
        <w:rPr>
          <w:rtl/>
          <w:lang w:bidi="fa-IR"/>
        </w:rPr>
        <w:t>. او در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ت‌المقدس</w:t>
      </w:r>
      <w:r w:rsidRPr="00A95BC4">
        <w:rPr>
          <w:rtl/>
          <w:lang w:bidi="fa-IR"/>
        </w:rPr>
        <w:t xml:space="preserve"> مانده بود و عبادت خدا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و خداوند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روز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فرستاد</w:t>
      </w:r>
      <w:r w:rsidRPr="00A95BC4">
        <w:rPr>
          <w:rtl/>
          <w:lang w:bidi="fa-IR"/>
        </w:rPr>
        <w:t>.</w:t>
      </w:r>
    </w:p>
    <w:p w:rsidR="00A95BC4" w:rsidRPr="00A95BC4" w:rsidRDefault="00A95BC4" w:rsidP="00C2675D">
      <w:pPr>
        <w:pStyle w:val="Heading2"/>
        <w:rPr>
          <w:rtl/>
        </w:rPr>
      </w:pPr>
      <w:bookmarkStart w:id="162" w:name="_Toc504390439"/>
      <w:bookmarkStart w:id="163" w:name="_Toc504390530"/>
      <w:r w:rsidRPr="00A95BC4">
        <w:rPr>
          <w:rFonts w:hint="eastAsia"/>
          <w:rtl/>
        </w:rPr>
        <w:t>ولادت</w:t>
      </w:r>
      <w:r w:rsidRPr="00A95BC4">
        <w:rPr>
          <w:rtl/>
        </w:rPr>
        <w:t xml:space="preserve"> ع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س</w:t>
      </w:r>
      <w:r w:rsidRPr="00A95BC4">
        <w:rPr>
          <w:rFonts w:hint="cs"/>
          <w:rtl/>
        </w:rPr>
        <w:t>ی‌</w:t>
      </w:r>
      <w:bookmarkEnd w:id="162"/>
      <w:bookmarkEnd w:id="163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روز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همچون گذشته مشغول عبادت بود که ناگهان راهب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او وارد شد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آن سابقه‌ا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نداشت.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ترس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فرشته‌ا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از آسمان نازل شده بود و چهره‌اش چون بشر بود، در برابر او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ستاد</w:t>
      </w:r>
      <w:r w:rsidRPr="00A95BC4">
        <w:rPr>
          <w:rtl/>
          <w:lang w:bidi="fa-IR"/>
        </w:rPr>
        <w:t>. مرد دارا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چهره‌ا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آرام و مت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بود.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که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ترس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بود، به خدا پناه برد چرا که فکر کرد نکند، او مرد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فاسق است 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بد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نسبت به او که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عف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فه</w:t>
      </w:r>
      <w:r w:rsidRPr="00A95BC4">
        <w:rPr>
          <w:rtl/>
          <w:lang w:bidi="fa-IR"/>
        </w:rPr>
        <w:t xml:space="preserve"> و پاکدامن است، دارد، اما فرشته، آرامش را به او برگرداند و آن‌قدر با آرامش با او صحبت کرد که اندوه او را برطرف و ترسش را از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برد و قدرت تکلم که بر اثر ترس از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رفت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بود را به او بازگرداند. فرشته گفت: «نترس! من فرشته خدا هستم، تا ببخشم تو را پسر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پاک».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سکوت را شکست و گفت:</w:t>
      </w:r>
    </w:p>
    <w:p w:rsidR="00A95BC4" w:rsidRPr="00A95BC4" w:rsidRDefault="00C2675D" w:rsidP="00A95BC4">
      <w:pPr>
        <w:pStyle w:val="libNormal"/>
        <w:rPr>
          <w:rtl/>
          <w:lang w:bidi="fa-IR"/>
        </w:rPr>
      </w:pPr>
      <w:r w:rsidRPr="00C2675D">
        <w:rPr>
          <w:rStyle w:val="libAlaemChar"/>
          <w:rFonts w:hint="cs"/>
          <w:rtl/>
        </w:rPr>
        <w:t>(</w:t>
      </w:r>
      <w:r w:rsidR="00A95BC4" w:rsidRPr="00C2675D">
        <w:rPr>
          <w:rStyle w:val="libAieChar"/>
          <w:rFonts w:hint="eastAsia"/>
          <w:rtl/>
        </w:rPr>
        <w:t>أَنَّ</w:t>
      </w:r>
      <w:r w:rsidR="00A95BC4" w:rsidRPr="00C2675D">
        <w:rPr>
          <w:rStyle w:val="libAieChar"/>
          <w:rFonts w:hint="cs"/>
          <w:rtl/>
        </w:rPr>
        <w:t>ی</w:t>
      </w:r>
      <w:r w:rsidR="00A95BC4" w:rsidRPr="00C2675D">
        <w:rPr>
          <w:rStyle w:val="libAieChar"/>
          <w:rtl/>
        </w:rPr>
        <w:t xml:space="preserve"> </w:t>
      </w:r>
      <w:r w:rsidR="00A95BC4" w:rsidRPr="00C2675D">
        <w:rPr>
          <w:rStyle w:val="libAieChar"/>
          <w:rFonts w:hint="cs"/>
          <w:rtl/>
        </w:rPr>
        <w:t>یَ</w:t>
      </w:r>
      <w:r w:rsidR="00A95BC4" w:rsidRPr="00C2675D">
        <w:rPr>
          <w:rStyle w:val="libAieChar"/>
          <w:rFonts w:hint="eastAsia"/>
          <w:rtl/>
        </w:rPr>
        <w:t>کُونُ</w:t>
      </w:r>
      <w:r w:rsidR="00A95BC4" w:rsidRPr="00C2675D">
        <w:rPr>
          <w:rStyle w:val="libAieChar"/>
          <w:rtl/>
        </w:rPr>
        <w:t xml:space="preserve"> لِ</w:t>
      </w:r>
      <w:r w:rsidR="00A95BC4" w:rsidRPr="00C2675D">
        <w:rPr>
          <w:rStyle w:val="libAieChar"/>
          <w:rFonts w:hint="cs"/>
          <w:rtl/>
        </w:rPr>
        <w:t>ی</w:t>
      </w:r>
      <w:r w:rsidR="00A95BC4" w:rsidRPr="00C2675D">
        <w:rPr>
          <w:rStyle w:val="libAieChar"/>
          <w:rtl/>
        </w:rPr>
        <w:t xml:space="preserve"> غُلامٌ وَ لَمْ </w:t>
      </w:r>
      <w:r w:rsidR="00A95BC4" w:rsidRPr="00C2675D">
        <w:rPr>
          <w:rStyle w:val="libAieChar"/>
          <w:rFonts w:hint="cs"/>
          <w:rtl/>
        </w:rPr>
        <w:t>یَ</w:t>
      </w:r>
      <w:r w:rsidR="00A95BC4" w:rsidRPr="00C2675D">
        <w:rPr>
          <w:rStyle w:val="libAieChar"/>
          <w:rFonts w:hint="eastAsia"/>
          <w:rtl/>
        </w:rPr>
        <w:t>مْسَسْنِ</w:t>
      </w:r>
      <w:r w:rsidR="00A95BC4" w:rsidRPr="00C2675D">
        <w:rPr>
          <w:rStyle w:val="libAieChar"/>
          <w:rFonts w:hint="cs"/>
          <w:rtl/>
        </w:rPr>
        <w:t>ی</w:t>
      </w:r>
      <w:r w:rsidR="00A95BC4" w:rsidRPr="00C2675D">
        <w:rPr>
          <w:rStyle w:val="libAieChar"/>
          <w:rtl/>
        </w:rPr>
        <w:t xml:space="preserve"> بَشَرٌ وَ لَمْ أَکُ بَغِ</w:t>
      </w:r>
      <w:r w:rsidR="00A95BC4" w:rsidRPr="00C2675D">
        <w:rPr>
          <w:rStyle w:val="libAieChar"/>
          <w:rFonts w:hint="cs"/>
          <w:rtl/>
        </w:rPr>
        <w:t>یًّ</w:t>
      </w:r>
      <w:r w:rsidR="00A95BC4" w:rsidRPr="00C2675D">
        <w:rPr>
          <w:rStyle w:val="libAieChar"/>
          <w:rFonts w:hint="eastAsia"/>
          <w:rtl/>
        </w:rPr>
        <w:t>ا</w:t>
      </w:r>
      <w:r w:rsidR="00A95BC4" w:rsidRPr="00A95BC4">
        <w:rPr>
          <w:rtl/>
          <w:lang w:bidi="fa-IR"/>
        </w:rPr>
        <w:t xml:space="preserve"> </w:t>
      </w:r>
      <w:r w:rsidRPr="00C2675D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>(مر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م</w:t>
      </w:r>
      <w:r w:rsidR="00A95BC4" w:rsidRPr="00A95BC4">
        <w:rPr>
          <w:rtl/>
          <w:lang w:bidi="fa-IR"/>
        </w:rPr>
        <w:t>: 20)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چگونه</w:t>
      </w:r>
      <w:r w:rsidRPr="00A95BC4">
        <w:rPr>
          <w:rtl/>
          <w:lang w:bidi="fa-IR"/>
        </w:rPr>
        <w:t xml:space="preserve"> مرا پسر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باشد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دست بشر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من نرس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و بدکاره هم نبوده‌ام؟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فرشته</w:t>
      </w:r>
      <w:r w:rsidRPr="00A95BC4">
        <w:rPr>
          <w:rtl/>
          <w:lang w:bidi="fa-IR"/>
        </w:rPr>
        <w:t xml:space="preserve"> جواب داد:</w:t>
      </w:r>
    </w:p>
    <w:p w:rsidR="00A95BC4" w:rsidRPr="00A95BC4" w:rsidRDefault="00C2675D" w:rsidP="00A95BC4">
      <w:pPr>
        <w:pStyle w:val="libNormal"/>
        <w:rPr>
          <w:rtl/>
          <w:lang w:bidi="fa-IR"/>
        </w:rPr>
      </w:pPr>
      <w:r w:rsidRPr="00C2675D">
        <w:rPr>
          <w:rStyle w:val="libAlaemChar"/>
          <w:rFonts w:hint="cs"/>
          <w:rtl/>
        </w:rPr>
        <w:t>(</w:t>
      </w:r>
      <w:r w:rsidR="00A95BC4" w:rsidRPr="00C2675D">
        <w:rPr>
          <w:rStyle w:val="libAieChar"/>
          <w:rFonts w:hint="eastAsia"/>
          <w:rtl/>
        </w:rPr>
        <w:t>رَبُّکِ</w:t>
      </w:r>
      <w:r w:rsidR="00A95BC4" w:rsidRPr="00C2675D">
        <w:rPr>
          <w:rStyle w:val="libAieChar"/>
          <w:rtl/>
        </w:rPr>
        <w:t xml:space="preserve"> هُوَ عَلَ</w:t>
      </w:r>
      <w:r w:rsidR="00A95BC4" w:rsidRPr="00C2675D">
        <w:rPr>
          <w:rStyle w:val="libAieChar"/>
          <w:rFonts w:hint="cs"/>
          <w:rtl/>
        </w:rPr>
        <w:t>یَّ</w:t>
      </w:r>
      <w:r w:rsidR="00A95BC4" w:rsidRPr="00C2675D">
        <w:rPr>
          <w:rStyle w:val="libAieChar"/>
          <w:rtl/>
        </w:rPr>
        <w:t xml:space="preserve"> هَ</w:t>
      </w:r>
      <w:r w:rsidR="00A95BC4" w:rsidRPr="00C2675D">
        <w:rPr>
          <w:rStyle w:val="libAieChar"/>
          <w:rFonts w:hint="cs"/>
          <w:rtl/>
        </w:rPr>
        <w:t>یِّ</w:t>
      </w:r>
      <w:r w:rsidR="00A95BC4" w:rsidRPr="00C2675D">
        <w:rPr>
          <w:rStyle w:val="libAieChar"/>
          <w:rFonts w:hint="eastAsia"/>
          <w:rtl/>
        </w:rPr>
        <w:t>نٌ</w:t>
      </w:r>
      <w:r w:rsidR="00A95BC4" w:rsidRPr="00C2675D">
        <w:rPr>
          <w:rStyle w:val="libAieChar"/>
          <w:rtl/>
        </w:rPr>
        <w:t xml:space="preserve"> وَ لِنَجْعَلَهُ آ</w:t>
      </w:r>
      <w:r w:rsidR="00A95BC4" w:rsidRPr="00C2675D">
        <w:rPr>
          <w:rStyle w:val="libAieChar"/>
          <w:rFonts w:hint="cs"/>
          <w:rtl/>
        </w:rPr>
        <w:t>یَ</w:t>
      </w:r>
      <w:r w:rsidR="00A95BC4" w:rsidRPr="00C2675D">
        <w:rPr>
          <w:rStyle w:val="libAieChar"/>
          <w:rFonts w:hint="eastAsia"/>
          <w:rtl/>
        </w:rPr>
        <w:t>ةً</w:t>
      </w:r>
      <w:r w:rsidR="00A95BC4" w:rsidRPr="00C2675D">
        <w:rPr>
          <w:rStyle w:val="libAieChar"/>
          <w:rtl/>
        </w:rPr>
        <w:t xml:space="preserve"> لِلنَّاسِ وَ رَحْمَةً مِنَّا وَ کانَ أَمْراً مَقْضِ</w:t>
      </w:r>
      <w:r w:rsidR="00A95BC4" w:rsidRPr="00C2675D">
        <w:rPr>
          <w:rStyle w:val="libAieChar"/>
          <w:rFonts w:hint="cs"/>
          <w:rtl/>
        </w:rPr>
        <w:t>یًّ</w:t>
      </w:r>
      <w:r w:rsidR="00A95BC4" w:rsidRPr="00C2675D">
        <w:rPr>
          <w:rStyle w:val="libAieChar"/>
          <w:rFonts w:hint="eastAsia"/>
          <w:rtl/>
        </w:rPr>
        <w:t>ا</w:t>
      </w:r>
      <w:r w:rsidRPr="00C2675D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(مر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م</w:t>
      </w:r>
      <w:r w:rsidR="00A95BC4" w:rsidRPr="00A95BC4">
        <w:rPr>
          <w:rtl/>
          <w:lang w:bidi="fa-IR"/>
        </w:rPr>
        <w:t>: 21)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پروردگارت</w:t>
      </w:r>
      <w:r w:rsidRPr="00A95BC4">
        <w:rPr>
          <w:rtl/>
          <w:lang w:bidi="fa-IR"/>
        </w:rPr>
        <w:t xml:space="preserve"> گفته که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بر من آسان است و او را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مردم نشانه‌ا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قرار 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رحمت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باشد از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امر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پا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افته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پس</w:t>
      </w:r>
      <w:r w:rsidRPr="00A95BC4">
        <w:rPr>
          <w:rtl/>
          <w:lang w:bidi="fa-IR"/>
        </w:rPr>
        <w:t xml:space="preserve"> از رفتن فرشته،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باحالت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نگران نشست و به آنچه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بود، فکر کرد. ترس تمام وجود او را فراگرفت. فکر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مردم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او را دختر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پاک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دانند،</w:t>
      </w:r>
      <w:r w:rsidRPr="00A95BC4">
        <w:rPr>
          <w:rtl/>
          <w:lang w:bidi="fa-IR"/>
        </w:rPr>
        <w:t xml:space="preserve"> چه خواهند گفت و چگونه او تحمل کند که فرزند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بدون آنکه ازدواج کرده باشد، به دن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آورد.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افکار، اضطراب و </w:t>
      </w:r>
      <w:r w:rsidRPr="00A95BC4">
        <w:rPr>
          <w:rFonts w:hint="eastAsia"/>
          <w:rtl/>
          <w:lang w:bidi="fa-IR"/>
        </w:rPr>
        <w:t>ترس</w:t>
      </w:r>
      <w:r w:rsidRPr="00A95BC4">
        <w:rPr>
          <w:rtl/>
          <w:lang w:bidi="fa-IR"/>
        </w:rPr>
        <w:t xml:space="preserve"> را بر جان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ره</w:t>
      </w:r>
      <w:r w:rsidRPr="00A95BC4">
        <w:rPr>
          <w:rtl/>
          <w:lang w:bidi="fa-IR"/>
        </w:rPr>
        <w:t xml:space="preserve"> ساخت.</w:t>
      </w:r>
    </w:p>
    <w:p w:rsidR="00A95BC4" w:rsidRPr="00A95BC4" w:rsidRDefault="00A95BC4" w:rsidP="001E5FFB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پس</w:t>
      </w:r>
      <w:r w:rsidRPr="00A95BC4">
        <w:rPr>
          <w:rtl/>
          <w:lang w:bidi="fa-IR"/>
        </w:rPr>
        <w:t xml:space="preserve"> از آن روز،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تنها باشد و کمتر با مردم مراوده کند. اندوه و ترس، بر او غلبه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افته</w:t>
      </w:r>
      <w:r w:rsidRPr="00A95BC4">
        <w:rPr>
          <w:rtl/>
          <w:lang w:bidi="fa-IR"/>
        </w:rPr>
        <w:t xml:space="preserve"> بود و همواره در حال فکر کردن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راز بزرگ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که تمام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جانش را آکنده بود. ماه‌ها از پ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گذشت</w:t>
      </w:r>
      <w:r w:rsidRPr="00A95BC4">
        <w:rPr>
          <w:rtl/>
          <w:lang w:bidi="fa-IR"/>
        </w:rPr>
        <w:t xml:space="preserve"> و اندوه و درد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شتر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</w:t>
      </w:r>
      <w:r w:rsidRPr="00A95BC4">
        <w:rPr>
          <w:rtl/>
          <w:lang w:bidi="fa-IR"/>
        </w:rPr>
        <w:t>. لب به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غذا و</w:t>
      </w:r>
      <w:r w:rsidR="001E5FFB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نوش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زد</w:t>
      </w:r>
      <w:r w:rsidRPr="00A95BC4">
        <w:rPr>
          <w:rtl/>
          <w:lang w:bidi="fa-IR"/>
        </w:rPr>
        <w:t>. سرانجام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ت‌المقدس</w:t>
      </w:r>
      <w:r w:rsidRPr="00A95BC4">
        <w:rPr>
          <w:rtl/>
          <w:lang w:bidi="fa-IR"/>
        </w:rPr>
        <w:t xml:space="preserve"> را ترک گفت و به ناصره محل تولدش بازگشت و در خانه پدر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اش</w:t>
      </w:r>
      <w:r w:rsidRPr="00A95BC4">
        <w:rPr>
          <w:rtl/>
          <w:lang w:bidi="fa-IR"/>
        </w:rPr>
        <w:t xml:space="preserve"> و دور از چشم مردم، خود را مخف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کرد، تا مبادا با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او رازش برملا شود و مردم درباره او زبان به گفتن سخنان ناشا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بگشا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</w:t>
      </w:r>
      <w:r w:rsidRPr="00A95BC4">
        <w:rPr>
          <w:rtl/>
          <w:lang w:bidi="fa-IR"/>
        </w:rPr>
        <w:t>.</w:t>
      </w:r>
    </w:p>
    <w:p w:rsidR="00A95BC4" w:rsidRPr="00A95BC4" w:rsidRDefault="00A95BC4" w:rsidP="001E5FFB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سرانجام،</w:t>
      </w:r>
      <w:r w:rsidRPr="00A95BC4">
        <w:rPr>
          <w:rtl/>
          <w:lang w:bidi="fa-IR"/>
        </w:rPr>
        <w:t xml:space="preserve"> زمان وضع حمل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شد و او احساس کرد که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کودکش را به دن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آورد. ناچار از شهر دور شد و در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خشک، به تنه خشک نخل خرما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پناه برد، بدون آنکه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کنار او باشد و او را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دهد 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دردها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را تسک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بخشد. طول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نکش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کودک به دن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آمد و د</w:t>
      </w:r>
      <w:r w:rsidRPr="00A95BC4">
        <w:rPr>
          <w:rFonts w:hint="eastAsia"/>
          <w:rtl/>
          <w:lang w:bidi="fa-IR"/>
        </w:rPr>
        <w:t>ردها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تسک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</w:t>
      </w:r>
      <w:r w:rsidRPr="00A95BC4">
        <w:rPr>
          <w:rtl/>
          <w:lang w:bidi="fa-IR"/>
        </w:rPr>
        <w:t>.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با حسرت به کودکش نگاه کرد و 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و آرزو کرد </w:t>
      </w:r>
      <w:r w:rsidRPr="00A95BC4">
        <w:rPr>
          <w:rtl/>
          <w:lang w:bidi="fa-IR"/>
        </w:rPr>
        <w:lastRenderedPageBreak/>
        <w:t>که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کاش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مرد</w:t>
      </w:r>
      <w:r w:rsidRPr="00A95BC4">
        <w:rPr>
          <w:rtl/>
          <w:lang w:bidi="fa-IR"/>
        </w:rPr>
        <w:t xml:space="preserve">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روز را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بدون همسر، صاحب فرزند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شود. قرآن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فرما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در آن حالت وضع حمل گفت: </w:t>
      </w:r>
      <w:r w:rsidR="001E5FFB" w:rsidRPr="001E5FFB">
        <w:rPr>
          <w:rStyle w:val="libAlaemChar"/>
          <w:rFonts w:hint="cs"/>
          <w:rtl/>
        </w:rPr>
        <w:t>(</w:t>
      </w:r>
      <w:r w:rsidRPr="001E5FFB">
        <w:rPr>
          <w:rStyle w:val="libAieChar"/>
          <w:rFonts w:hint="cs"/>
          <w:rtl/>
        </w:rPr>
        <w:t>ی</w:t>
      </w:r>
      <w:r w:rsidRPr="001E5FFB">
        <w:rPr>
          <w:rStyle w:val="libAieChar"/>
          <w:rFonts w:hint="eastAsia"/>
          <w:rtl/>
        </w:rPr>
        <w:t>ا</w:t>
      </w:r>
      <w:r w:rsidRPr="001E5FFB">
        <w:rPr>
          <w:rStyle w:val="libAieChar"/>
          <w:rtl/>
        </w:rPr>
        <w:t xml:space="preserve"> لَ</w:t>
      </w:r>
      <w:r w:rsidRPr="001E5FFB">
        <w:rPr>
          <w:rStyle w:val="libAieChar"/>
          <w:rFonts w:hint="cs"/>
          <w:rtl/>
        </w:rPr>
        <w:t>یْ</w:t>
      </w:r>
      <w:r w:rsidRPr="001E5FFB">
        <w:rPr>
          <w:rStyle w:val="libAieChar"/>
          <w:rFonts w:hint="eastAsia"/>
          <w:rtl/>
        </w:rPr>
        <w:t>تَنِ</w:t>
      </w:r>
      <w:r w:rsidRPr="001E5FFB">
        <w:rPr>
          <w:rStyle w:val="libAieChar"/>
          <w:rFonts w:hint="cs"/>
          <w:rtl/>
        </w:rPr>
        <w:t>ی</w:t>
      </w:r>
      <w:r w:rsidRPr="001E5FFB">
        <w:rPr>
          <w:rStyle w:val="libAieChar"/>
          <w:rtl/>
        </w:rPr>
        <w:t xml:space="preserve"> مِتُّ قَبْلَ هذا وَ کُنْتُ نَسْ</w:t>
      </w:r>
      <w:r w:rsidRPr="001E5FFB">
        <w:rPr>
          <w:rStyle w:val="libAieChar"/>
          <w:rFonts w:hint="cs"/>
          <w:rtl/>
        </w:rPr>
        <w:t>ی</w:t>
      </w:r>
      <w:r w:rsidRPr="001E5FFB">
        <w:rPr>
          <w:rStyle w:val="libAieChar"/>
          <w:rFonts w:hint="eastAsia"/>
          <w:rtl/>
        </w:rPr>
        <w:t>اً</w:t>
      </w:r>
      <w:r w:rsidRPr="001E5FFB">
        <w:rPr>
          <w:rStyle w:val="libAieChar"/>
          <w:rtl/>
        </w:rPr>
        <w:t xml:space="preserve"> مَنْسِ</w:t>
      </w:r>
      <w:r w:rsidRPr="001E5FFB">
        <w:rPr>
          <w:rStyle w:val="libAieChar"/>
          <w:rFonts w:hint="cs"/>
          <w:rtl/>
        </w:rPr>
        <w:t>یًّ</w:t>
      </w:r>
      <w:r w:rsidRPr="001E5FFB">
        <w:rPr>
          <w:rStyle w:val="libAieChar"/>
          <w:rFonts w:hint="eastAsia"/>
          <w:rtl/>
        </w:rPr>
        <w:t>ا</w:t>
      </w:r>
      <w:r w:rsidR="001E5FFB" w:rsidRPr="001E5FFB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 xml:space="preserve">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کاش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مرده 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کسره</w:t>
      </w:r>
      <w:r w:rsidRPr="00A95BC4">
        <w:rPr>
          <w:rtl/>
          <w:lang w:bidi="fa-IR"/>
        </w:rPr>
        <w:t xml:space="preserve"> فراموش شده بودم» (مر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: 23).</w:t>
      </w:r>
    </w:p>
    <w:p w:rsidR="00A95BC4" w:rsidRPr="00A95BC4" w:rsidRDefault="00A95BC4" w:rsidP="001E5FFB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ترس</w:t>
      </w:r>
      <w:r w:rsidRPr="00A95BC4">
        <w:rPr>
          <w:rtl/>
          <w:lang w:bidi="fa-IR"/>
        </w:rPr>
        <w:t xml:space="preserve">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شتر</w:t>
      </w:r>
      <w:r w:rsidRPr="00A95BC4">
        <w:rPr>
          <w:rtl/>
          <w:lang w:bidi="fa-IR"/>
        </w:rPr>
        <w:t xml:space="preserve"> شده بود، او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</w:t>
      </w:r>
      <w:r w:rsidRPr="00A95BC4">
        <w:rPr>
          <w:rtl/>
          <w:lang w:bidi="fa-IR"/>
        </w:rPr>
        <w:t xml:space="preserve"> چه کند، 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ران</w:t>
      </w:r>
      <w:r w:rsidRPr="00A95BC4">
        <w:rPr>
          <w:rtl/>
          <w:lang w:bidi="fa-IR"/>
        </w:rPr>
        <w:t xml:space="preserve"> در کار خو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مانده بود و تنها اشک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خت،</w:t>
      </w:r>
      <w:r w:rsidRPr="00A95BC4">
        <w:rPr>
          <w:rtl/>
          <w:lang w:bidi="fa-IR"/>
        </w:rPr>
        <w:t xml:space="preserve">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کودکش با او سخن گفت:</w:t>
      </w:r>
      <w:r w:rsidR="001E5FFB" w:rsidRPr="001E5FFB">
        <w:rPr>
          <w:rStyle w:val="libAlaemChar"/>
          <w:rFonts w:hint="cs"/>
          <w:rtl/>
        </w:rPr>
        <w:t>(</w:t>
      </w:r>
      <w:r w:rsidRPr="00A95BC4">
        <w:rPr>
          <w:rtl/>
          <w:lang w:bidi="fa-IR"/>
        </w:rPr>
        <w:t xml:space="preserve"> </w:t>
      </w:r>
      <w:r w:rsidRPr="001E5FFB">
        <w:rPr>
          <w:rStyle w:val="libAieChar"/>
          <w:rtl/>
        </w:rPr>
        <w:t>أَلَّا تَحْزَنِ</w:t>
      </w:r>
      <w:r w:rsidRPr="001E5FFB">
        <w:rPr>
          <w:rStyle w:val="libAieChar"/>
          <w:rFonts w:hint="cs"/>
          <w:rtl/>
        </w:rPr>
        <w:t>ی</w:t>
      </w:r>
      <w:r w:rsidRPr="001E5FFB">
        <w:rPr>
          <w:rStyle w:val="libAieChar"/>
          <w:rtl/>
        </w:rPr>
        <w:t xml:space="preserve"> قَدْ جَعَلَ رَبُّکِ تَحْتَکِ سَرِ</w:t>
      </w:r>
      <w:r w:rsidRPr="001E5FFB">
        <w:rPr>
          <w:rStyle w:val="libAieChar"/>
          <w:rFonts w:hint="cs"/>
          <w:rtl/>
        </w:rPr>
        <w:t>یًّ</w:t>
      </w:r>
      <w:r w:rsidRPr="001E5FFB">
        <w:rPr>
          <w:rStyle w:val="libAieChar"/>
          <w:rFonts w:hint="eastAsia"/>
          <w:rtl/>
        </w:rPr>
        <w:t>ا</w:t>
      </w:r>
      <w:r w:rsidR="001E5FFB" w:rsidRPr="001E5FFB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 xml:space="preserve"> «اندوهگ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نباش که پروردگارت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پا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 چشمه آب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آورده است» (مر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: 24) و آب از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پا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جار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شد.</w:t>
      </w:r>
    </w:p>
    <w:p w:rsidR="00A95BC4" w:rsidRPr="00A95BC4" w:rsidRDefault="00A95BC4" w:rsidP="001E5FFB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دستور</w:t>
      </w:r>
      <w:r w:rsidRPr="00A95BC4">
        <w:rPr>
          <w:rtl/>
          <w:lang w:bidi="fa-IR"/>
        </w:rPr>
        <w:t xml:space="preserve"> آمد:</w:t>
      </w:r>
      <w:r w:rsidR="001E5FFB" w:rsidRPr="001E5FFB">
        <w:rPr>
          <w:rStyle w:val="libAlaemChar"/>
          <w:rFonts w:hint="cs"/>
          <w:rtl/>
        </w:rPr>
        <w:t>(</w:t>
      </w:r>
      <w:r w:rsidRPr="00A95BC4">
        <w:rPr>
          <w:rtl/>
          <w:lang w:bidi="fa-IR"/>
        </w:rPr>
        <w:t xml:space="preserve"> </w:t>
      </w:r>
      <w:r w:rsidRPr="001E5FFB">
        <w:rPr>
          <w:rStyle w:val="libAieChar"/>
          <w:rtl/>
        </w:rPr>
        <w:t>فَکُلِ</w:t>
      </w:r>
      <w:r w:rsidRPr="001E5FFB">
        <w:rPr>
          <w:rStyle w:val="libAieChar"/>
          <w:rFonts w:hint="cs"/>
          <w:rtl/>
        </w:rPr>
        <w:t>ی</w:t>
      </w:r>
      <w:r w:rsidRPr="001E5FFB">
        <w:rPr>
          <w:rStyle w:val="libAieChar"/>
          <w:rtl/>
        </w:rPr>
        <w:t xml:space="preserve"> وَ اشْرَبِ</w:t>
      </w:r>
      <w:r w:rsidRPr="001E5FFB">
        <w:rPr>
          <w:rStyle w:val="libAieChar"/>
          <w:rFonts w:hint="cs"/>
          <w:rtl/>
        </w:rPr>
        <w:t>ی</w:t>
      </w:r>
      <w:r w:rsidRPr="001E5FFB">
        <w:rPr>
          <w:rStyle w:val="libAieChar"/>
          <w:rtl/>
        </w:rPr>
        <w:t xml:space="preserve"> وَ قَرِّ</w:t>
      </w:r>
      <w:r w:rsidRPr="001E5FFB">
        <w:rPr>
          <w:rStyle w:val="libAieChar"/>
          <w:rFonts w:hint="cs"/>
          <w:rtl/>
        </w:rPr>
        <w:t>ی</w:t>
      </w:r>
      <w:r w:rsidRPr="001E5FFB">
        <w:rPr>
          <w:rStyle w:val="libAieChar"/>
          <w:rtl/>
        </w:rPr>
        <w:t xml:space="preserve"> عَ</w:t>
      </w:r>
      <w:r w:rsidRPr="001E5FFB">
        <w:rPr>
          <w:rStyle w:val="libAieChar"/>
          <w:rFonts w:hint="cs"/>
          <w:rtl/>
        </w:rPr>
        <w:t>یْ</w:t>
      </w:r>
      <w:r w:rsidRPr="001E5FFB">
        <w:rPr>
          <w:rStyle w:val="libAieChar"/>
          <w:rFonts w:hint="eastAsia"/>
          <w:rtl/>
        </w:rPr>
        <w:t>ناً</w:t>
      </w:r>
      <w:r w:rsidRPr="00A95BC4">
        <w:rPr>
          <w:rFonts w:hint="eastAsia"/>
          <w:rtl/>
          <w:lang w:bidi="fa-IR"/>
        </w:rPr>
        <w:t>؛</w:t>
      </w:r>
      <w:r w:rsidR="001E5FFB" w:rsidRPr="001E5FFB">
        <w:rPr>
          <w:rStyle w:val="libAlaemChar"/>
          <w:rFonts w:hint="cs"/>
          <w:rtl/>
        </w:rPr>
        <w:t>)</w:t>
      </w:r>
      <w:r w:rsidRPr="00A95BC4">
        <w:rPr>
          <w:rtl/>
          <w:lang w:bidi="fa-IR"/>
        </w:rPr>
        <w:t>«پس بخور و بنوش و چشم روشن دار» (مر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: 26).</w:t>
      </w:r>
      <w:r w:rsidRPr="00A95BC4">
        <w:rPr>
          <w:rFonts w:hint="eastAsia"/>
          <w:rtl/>
          <w:lang w:bidi="fa-IR"/>
        </w:rPr>
        <w:t>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پس، از آن آب خوردم تا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رفته‌ام بازگشت و نوش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دم</w:t>
      </w:r>
      <w:r w:rsidRPr="00A95BC4">
        <w:rPr>
          <w:rtl/>
          <w:lang w:bidi="fa-IR"/>
        </w:rPr>
        <w:t xml:space="preserve"> و چشمم روشن شد و قلبم مطمئن گرد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دم</w:t>
      </w:r>
      <w:r w:rsidRPr="00A95BC4">
        <w:rPr>
          <w:rtl/>
          <w:lang w:bidi="fa-IR"/>
        </w:rPr>
        <w:t xml:space="preserve"> قدرت خداوند چگونه آن تنه نخل خشک شده را سبز کرد و جانم شاداب شد، به آنچه خداوند به من عطا کرد، از آن آب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در آن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خشک جار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کرد».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معجزه، دل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محکم بر دور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از هرگونه گناه و برهان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آشکار بر پاک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و نشانه‌ا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روشن بود که ادعا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ب‌جو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را باطل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>. اما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دفع تهمت از خود و بازگشت به زادگاهش، احت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اج</w:t>
      </w:r>
      <w:r w:rsidRPr="00A95BC4">
        <w:rPr>
          <w:rtl/>
          <w:lang w:bidi="fa-IR"/>
        </w:rPr>
        <w:t xml:space="preserve"> به دل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محکم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داشت تا آن را در برابر مردمان 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ب‌جو،</w:t>
      </w:r>
      <w:r w:rsidRPr="00A95BC4">
        <w:rPr>
          <w:rtl/>
          <w:lang w:bidi="fa-IR"/>
        </w:rPr>
        <w:t xml:space="preserve"> ارائه دهد. او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</w:t>
      </w:r>
      <w:r w:rsidRPr="00A95BC4">
        <w:rPr>
          <w:rtl/>
          <w:lang w:bidi="fa-IR"/>
        </w:rPr>
        <w:t xml:space="preserve"> چگونه به شهر بازگردد که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ک‌باره</w:t>
      </w:r>
      <w:r w:rsidRPr="00A95BC4">
        <w:rPr>
          <w:rtl/>
          <w:lang w:bidi="fa-IR"/>
        </w:rPr>
        <w:t xml:space="preserve"> سف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وح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او نازل شد و گفت:</w:t>
      </w:r>
    </w:p>
    <w:p w:rsidR="00A95BC4" w:rsidRPr="00A95BC4" w:rsidRDefault="001E5FFB" w:rsidP="00A95BC4">
      <w:pPr>
        <w:pStyle w:val="libNormal"/>
        <w:rPr>
          <w:rtl/>
          <w:lang w:bidi="fa-IR"/>
        </w:rPr>
      </w:pPr>
      <w:r w:rsidRPr="001E5FFB">
        <w:rPr>
          <w:rStyle w:val="libAlaemChar"/>
          <w:rFonts w:hint="cs"/>
          <w:rtl/>
        </w:rPr>
        <w:t>(</w:t>
      </w:r>
      <w:r w:rsidR="00A95BC4" w:rsidRPr="001E5FFB">
        <w:rPr>
          <w:rStyle w:val="libAieChar"/>
          <w:rFonts w:hint="eastAsia"/>
          <w:rtl/>
        </w:rPr>
        <w:t>فَإِمَّا</w:t>
      </w:r>
      <w:r w:rsidR="00A95BC4" w:rsidRPr="001E5FFB">
        <w:rPr>
          <w:rStyle w:val="libAieChar"/>
          <w:rtl/>
        </w:rPr>
        <w:t xml:space="preserve"> تَرَ</w:t>
      </w:r>
      <w:r w:rsidR="00A95BC4" w:rsidRPr="001E5FFB">
        <w:rPr>
          <w:rStyle w:val="libAieChar"/>
          <w:rFonts w:hint="cs"/>
          <w:rtl/>
        </w:rPr>
        <w:t>یِ</w:t>
      </w:r>
      <w:r w:rsidR="00A95BC4" w:rsidRPr="001E5FFB">
        <w:rPr>
          <w:rStyle w:val="libAieChar"/>
          <w:rFonts w:hint="eastAsia"/>
          <w:rtl/>
        </w:rPr>
        <w:t>نَّ</w:t>
      </w:r>
      <w:r w:rsidR="00A95BC4" w:rsidRPr="001E5FFB">
        <w:rPr>
          <w:rStyle w:val="libAieChar"/>
          <w:rtl/>
        </w:rPr>
        <w:t xml:space="preserve"> مِنَ الْبَشَرِ احَداً فَقُولِ</w:t>
      </w:r>
      <w:r w:rsidR="00A95BC4" w:rsidRPr="001E5FFB">
        <w:rPr>
          <w:rStyle w:val="libAieChar"/>
          <w:rFonts w:hint="cs"/>
          <w:rtl/>
        </w:rPr>
        <w:t>ی</w:t>
      </w:r>
      <w:r w:rsidR="00A95BC4" w:rsidRPr="001E5FFB">
        <w:rPr>
          <w:rStyle w:val="libAieChar"/>
          <w:rtl/>
        </w:rPr>
        <w:t xml:space="preserve"> إِنِّ</w:t>
      </w:r>
      <w:r w:rsidR="00A95BC4" w:rsidRPr="001E5FFB">
        <w:rPr>
          <w:rStyle w:val="libAieChar"/>
          <w:rFonts w:hint="cs"/>
          <w:rtl/>
        </w:rPr>
        <w:t>ی</w:t>
      </w:r>
      <w:r w:rsidR="00A95BC4" w:rsidRPr="001E5FFB">
        <w:rPr>
          <w:rStyle w:val="libAieChar"/>
          <w:rtl/>
        </w:rPr>
        <w:t xml:space="preserve"> نَذَرْتُ لِلرَّحْمنِ صَوْماً فَلَنْ اکَلِّمَ الْ</w:t>
      </w:r>
      <w:r w:rsidR="00A95BC4" w:rsidRPr="001E5FFB">
        <w:rPr>
          <w:rStyle w:val="libAieChar"/>
          <w:rFonts w:hint="cs"/>
          <w:rtl/>
        </w:rPr>
        <w:t>یَ</w:t>
      </w:r>
      <w:r w:rsidR="00A95BC4" w:rsidRPr="001E5FFB">
        <w:rPr>
          <w:rStyle w:val="libAieChar"/>
          <w:rFonts w:hint="eastAsia"/>
          <w:rtl/>
        </w:rPr>
        <w:t>وْمَ</w:t>
      </w:r>
      <w:r w:rsidR="00A95BC4" w:rsidRPr="001E5FFB">
        <w:rPr>
          <w:rStyle w:val="libAieChar"/>
          <w:rtl/>
        </w:rPr>
        <w:t xml:space="preserve"> إِنْسِ</w:t>
      </w:r>
      <w:r w:rsidR="00A95BC4" w:rsidRPr="001E5FFB">
        <w:rPr>
          <w:rStyle w:val="libAieChar"/>
          <w:rFonts w:hint="cs"/>
          <w:rtl/>
        </w:rPr>
        <w:t>یًّ</w:t>
      </w:r>
      <w:r w:rsidR="00A95BC4" w:rsidRPr="001E5FFB">
        <w:rPr>
          <w:rStyle w:val="libAieChar"/>
          <w:rFonts w:hint="eastAsia"/>
          <w:rtl/>
        </w:rPr>
        <w:t>ا</w:t>
      </w:r>
      <w:r w:rsidR="00A95BC4" w:rsidRPr="001E5FFB">
        <w:rPr>
          <w:rStyle w:val="libAieChar"/>
          <w:rtl/>
        </w:rPr>
        <w:t xml:space="preserve"> </w:t>
      </w:r>
      <w:r w:rsidRPr="001E5FFB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>(مر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م</w:t>
      </w:r>
      <w:r w:rsidR="00A95BC4" w:rsidRPr="00A95BC4">
        <w:rPr>
          <w:rtl/>
          <w:lang w:bidi="fa-IR"/>
        </w:rPr>
        <w:t>: 26)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پس</w:t>
      </w:r>
      <w:r w:rsidRPr="00A95BC4">
        <w:rPr>
          <w:rtl/>
          <w:lang w:bidi="fa-IR"/>
        </w:rPr>
        <w:t xml:space="preserve"> اگر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آدم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را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بگو: من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خداوند مهربان روزه نذر کرده‌ام و امروز با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بشر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سخن نخواهم گفت.</w:t>
      </w:r>
    </w:p>
    <w:p w:rsidR="00A95BC4" w:rsidRPr="00A95BC4" w:rsidRDefault="00A95BC4" w:rsidP="001E5FFB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مطمئن شد و با تمام توان و توکل به خداوند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شهرش بازگشت. خبر بازگشت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1E5FFB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آن هم با کودک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آغوش، در شهر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کسان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روز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را پاک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دانستند،</w:t>
      </w:r>
      <w:r w:rsidRPr="00A95BC4">
        <w:rPr>
          <w:rtl/>
          <w:lang w:bidi="fa-IR"/>
        </w:rPr>
        <w:t xml:space="preserve"> زبان به شماتت او گشودند و شروع به طعنه و تخطئه او کردند و عزت و آبرومند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اصالت خانواده</w:t>
      </w:r>
      <w:r w:rsidRPr="00A95BC4">
        <w:rPr>
          <w:rFonts w:hint="eastAsia"/>
          <w:rtl/>
          <w:lang w:bidi="fa-IR"/>
        </w:rPr>
        <w:t>‌اش</w:t>
      </w:r>
      <w:r w:rsidRPr="00A95BC4">
        <w:rPr>
          <w:rtl/>
          <w:lang w:bidi="fa-IR"/>
        </w:rPr>
        <w:t xml:space="preserve"> را به او متذکر شدند:</w:t>
      </w:r>
    </w:p>
    <w:p w:rsidR="00A95BC4" w:rsidRPr="00A95BC4" w:rsidRDefault="001E5FFB" w:rsidP="00A95BC4">
      <w:pPr>
        <w:pStyle w:val="libNormal"/>
        <w:rPr>
          <w:rtl/>
          <w:lang w:bidi="fa-IR"/>
        </w:rPr>
      </w:pPr>
      <w:r w:rsidRPr="001E5FFB">
        <w:rPr>
          <w:rStyle w:val="libAlaemChar"/>
          <w:rFonts w:hint="cs"/>
          <w:rtl/>
        </w:rPr>
        <w:t>(</w:t>
      </w:r>
      <w:r w:rsidR="00A95BC4" w:rsidRPr="001E5FFB">
        <w:rPr>
          <w:rStyle w:val="libAieChar"/>
          <w:rFonts w:hint="eastAsia"/>
          <w:rtl/>
        </w:rPr>
        <w:t>فَأَتَتْ</w:t>
      </w:r>
      <w:r w:rsidR="00A95BC4" w:rsidRPr="001E5FFB">
        <w:rPr>
          <w:rStyle w:val="libAieChar"/>
          <w:rtl/>
        </w:rPr>
        <w:t xml:space="preserve"> بِهِ قَوْمَها تَحْمِلُهُ قالُوا </w:t>
      </w:r>
      <w:r w:rsidR="00A95BC4" w:rsidRPr="001E5FFB">
        <w:rPr>
          <w:rStyle w:val="libAieChar"/>
          <w:rFonts w:hint="cs"/>
          <w:rtl/>
        </w:rPr>
        <w:t>ی</w:t>
      </w:r>
      <w:r w:rsidR="00A95BC4" w:rsidRPr="001E5FFB">
        <w:rPr>
          <w:rStyle w:val="libAieChar"/>
          <w:rFonts w:hint="eastAsia"/>
          <w:rtl/>
        </w:rPr>
        <w:t>ا</w:t>
      </w:r>
      <w:r w:rsidR="00A95BC4" w:rsidRPr="001E5FFB">
        <w:rPr>
          <w:rStyle w:val="libAieChar"/>
          <w:rtl/>
        </w:rPr>
        <w:t xml:space="preserve"> مَرْ</w:t>
      </w:r>
      <w:r w:rsidR="00A95BC4" w:rsidRPr="001E5FFB">
        <w:rPr>
          <w:rStyle w:val="libAieChar"/>
          <w:rFonts w:hint="cs"/>
          <w:rtl/>
        </w:rPr>
        <w:t>یَ</w:t>
      </w:r>
      <w:r w:rsidR="00A95BC4" w:rsidRPr="001E5FFB">
        <w:rPr>
          <w:rStyle w:val="libAieChar"/>
          <w:rFonts w:hint="eastAsia"/>
          <w:rtl/>
        </w:rPr>
        <w:t>مُ</w:t>
      </w:r>
      <w:r w:rsidR="00A95BC4" w:rsidRPr="001E5FFB">
        <w:rPr>
          <w:rStyle w:val="libAieChar"/>
          <w:rtl/>
        </w:rPr>
        <w:t xml:space="preserve"> لَقَدْ جِئْتِ شَ</w:t>
      </w:r>
      <w:r w:rsidR="00A95BC4" w:rsidRPr="001E5FFB">
        <w:rPr>
          <w:rStyle w:val="libAieChar"/>
          <w:rFonts w:hint="cs"/>
          <w:rtl/>
        </w:rPr>
        <w:t>یْ</w:t>
      </w:r>
      <w:r w:rsidR="00A95BC4" w:rsidRPr="001E5FFB">
        <w:rPr>
          <w:rStyle w:val="libAieChar"/>
          <w:rFonts w:hint="eastAsia"/>
          <w:rtl/>
        </w:rPr>
        <w:t>ئاً</w:t>
      </w:r>
      <w:r w:rsidR="00A95BC4" w:rsidRPr="001E5FFB">
        <w:rPr>
          <w:rStyle w:val="libAieChar"/>
          <w:rtl/>
        </w:rPr>
        <w:t xml:space="preserve"> فَرِ</w:t>
      </w:r>
      <w:r w:rsidR="00A95BC4" w:rsidRPr="001E5FFB">
        <w:rPr>
          <w:rStyle w:val="libAieChar"/>
          <w:rFonts w:hint="cs"/>
          <w:rtl/>
        </w:rPr>
        <w:t>یًّ</w:t>
      </w:r>
      <w:r w:rsidR="00A95BC4" w:rsidRPr="001E5FFB">
        <w:rPr>
          <w:rStyle w:val="libAieChar"/>
          <w:rFonts w:hint="eastAsia"/>
          <w:rtl/>
        </w:rPr>
        <w:t>ا</w:t>
      </w:r>
      <w:r w:rsidR="00A95BC4" w:rsidRPr="001E5FFB">
        <w:rPr>
          <w:rStyle w:val="libAieChar"/>
          <w:rtl/>
        </w:rPr>
        <w:t xml:space="preserve">* </w:t>
      </w:r>
      <w:r w:rsidR="00A95BC4" w:rsidRPr="001E5FFB">
        <w:rPr>
          <w:rStyle w:val="libAieChar"/>
          <w:rFonts w:hint="cs"/>
          <w:rtl/>
        </w:rPr>
        <w:t>ی</w:t>
      </w:r>
      <w:r w:rsidR="00A95BC4" w:rsidRPr="001E5FFB">
        <w:rPr>
          <w:rStyle w:val="libAieChar"/>
          <w:rFonts w:hint="eastAsia"/>
          <w:rtl/>
        </w:rPr>
        <w:t>ا</w:t>
      </w:r>
      <w:r w:rsidR="00A95BC4" w:rsidRPr="001E5FFB">
        <w:rPr>
          <w:rStyle w:val="libAieChar"/>
          <w:rtl/>
        </w:rPr>
        <w:t xml:space="preserve"> اخْتَ هارُونَ ما کانَ ابُوکِ امْرَأَ سَوْءٍ وَ ما کانَتْ امُّکِ بَغِ</w:t>
      </w:r>
      <w:r w:rsidR="00A95BC4" w:rsidRPr="001E5FFB">
        <w:rPr>
          <w:rStyle w:val="libAieChar"/>
          <w:rFonts w:hint="cs"/>
          <w:rtl/>
        </w:rPr>
        <w:t>یًّ</w:t>
      </w:r>
      <w:r w:rsidR="00A95BC4" w:rsidRPr="001E5FFB">
        <w:rPr>
          <w:rStyle w:val="libAieChar"/>
          <w:rFonts w:hint="eastAsia"/>
          <w:rtl/>
        </w:rPr>
        <w:t>ا</w:t>
      </w:r>
      <w:r w:rsidRPr="001E5FFB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(مر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م</w:t>
      </w:r>
      <w:r w:rsidR="00A95BC4" w:rsidRPr="00A95BC4">
        <w:rPr>
          <w:rtl/>
          <w:lang w:bidi="fa-IR"/>
        </w:rPr>
        <w:t>: 27- 28)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پس</w:t>
      </w:r>
      <w:r w:rsidRPr="00A95BC4">
        <w:rPr>
          <w:rtl/>
          <w:lang w:bidi="fa-IR"/>
        </w:rPr>
        <w:t xml:space="preserve">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او را در آغوش گرفته بود، نزد قومش آورد. گفتند: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! به راست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ناپسند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آورده‌ا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خواهر هارون! نه پدرت مرد بد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و نه مادرت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بدکاره.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سخن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نگفت و گره از زبانش برنداشت و سکوت اخت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کرد. سپس اشاره کرد به کودک که از او سؤال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آنها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حرکت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متعجب شدند و او را مسخره کردند. خداوند زبان کودک را گشود و به حنجره او صدا بخش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ن‌وس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له</w:t>
      </w:r>
      <w:r w:rsidRPr="00A95BC4">
        <w:rPr>
          <w:rtl/>
          <w:lang w:bidi="fa-IR"/>
        </w:rPr>
        <w:t xml:space="preserve"> کرامت خود را بر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 xml:space="preserve">و کودکش </w:t>
      </w:r>
      <w:r w:rsidRPr="00A95BC4">
        <w:rPr>
          <w:rFonts w:hint="eastAsia"/>
          <w:rtl/>
          <w:lang w:bidi="fa-IR"/>
        </w:rPr>
        <w:t>کامل</w:t>
      </w:r>
      <w:r w:rsidRPr="00A95BC4">
        <w:rPr>
          <w:rtl/>
          <w:lang w:bidi="fa-IR"/>
        </w:rPr>
        <w:t xml:space="preserve"> کرد. لب‌ها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کودک تکان خورد و آشکارا خطاب به آن قوم انکارکننده گفت:</w:t>
      </w:r>
    </w:p>
    <w:p w:rsidR="00A95BC4" w:rsidRPr="00A95BC4" w:rsidRDefault="001E5FFB" w:rsidP="00A95BC4">
      <w:pPr>
        <w:pStyle w:val="libNormal"/>
        <w:rPr>
          <w:rtl/>
          <w:lang w:bidi="fa-IR"/>
        </w:rPr>
      </w:pPr>
      <w:r w:rsidRPr="001E5FFB">
        <w:rPr>
          <w:rStyle w:val="libAlaemChar"/>
          <w:rFonts w:hint="cs"/>
          <w:rtl/>
        </w:rPr>
        <w:t>(</w:t>
      </w:r>
      <w:r w:rsidR="00A95BC4" w:rsidRPr="001E5FFB">
        <w:rPr>
          <w:rStyle w:val="libAieChar"/>
          <w:rFonts w:hint="eastAsia"/>
          <w:rtl/>
        </w:rPr>
        <w:t>إِنِّ</w:t>
      </w:r>
      <w:r w:rsidR="00A95BC4" w:rsidRPr="001E5FFB">
        <w:rPr>
          <w:rStyle w:val="libAieChar"/>
          <w:rFonts w:hint="cs"/>
          <w:rtl/>
        </w:rPr>
        <w:t>ی</w:t>
      </w:r>
      <w:r w:rsidR="00A95BC4" w:rsidRPr="001E5FFB">
        <w:rPr>
          <w:rStyle w:val="libAieChar"/>
          <w:rtl/>
        </w:rPr>
        <w:t xml:space="preserve"> عَبْدُ اللهِ آتانِ</w:t>
      </w:r>
      <w:r w:rsidR="00A95BC4" w:rsidRPr="001E5FFB">
        <w:rPr>
          <w:rStyle w:val="libAieChar"/>
          <w:rFonts w:hint="cs"/>
          <w:rtl/>
        </w:rPr>
        <w:t>یَ</w:t>
      </w:r>
      <w:r w:rsidR="00A95BC4" w:rsidRPr="001E5FFB">
        <w:rPr>
          <w:rStyle w:val="libAieChar"/>
          <w:rtl/>
        </w:rPr>
        <w:t xml:space="preserve"> الْکِتابَ وَ جَعَلَنِ</w:t>
      </w:r>
      <w:r w:rsidR="00A95BC4" w:rsidRPr="001E5FFB">
        <w:rPr>
          <w:rStyle w:val="libAieChar"/>
          <w:rFonts w:hint="cs"/>
          <w:rtl/>
        </w:rPr>
        <w:t>ی</w:t>
      </w:r>
      <w:r w:rsidR="00A95BC4" w:rsidRPr="001E5FFB">
        <w:rPr>
          <w:rStyle w:val="libAieChar"/>
          <w:rtl/>
        </w:rPr>
        <w:t xml:space="preserve"> نَبِ</w:t>
      </w:r>
      <w:r w:rsidR="00A95BC4" w:rsidRPr="001E5FFB">
        <w:rPr>
          <w:rStyle w:val="libAieChar"/>
          <w:rFonts w:hint="cs"/>
          <w:rtl/>
        </w:rPr>
        <w:t>یًّ</w:t>
      </w:r>
      <w:r w:rsidR="00A95BC4" w:rsidRPr="001E5FFB">
        <w:rPr>
          <w:rStyle w:val="libAieChar"/>
          <w:rFonts w:hint="eastAsia"/>
          <w:rtl/>
        </w:rPr>
        <w:t>ا</w:t>
      </w:r>
      <w:r w:rsidR="00A95BC4" w:rsidRPr="001E5FFB">
        <w:rPr>
          <w:rStyle w:val="libAieChar"/>
          <w:rtl/>
        </w:rPr>
        <w:t>* وَ جَعَلَنِ</w:t>
      </w:r>
      <w:r w:rsidR="00A95BC4" w:rsidRPr="001E5FFB">
        <w:rPr>
          <w:rStyle w:val="libAieChar"/>
          <w:rFonts w:hint="cs"/>
          <w:rtl/>
        </w:rPr>
        <w:t>ی</w:t>
      </w:r>
      <w:r w:rsidR="00A95BC4" w:rsidRPr="001E5FFB">
        <w:rPr>
          <w:rStyle w:val="libAieChar"/>
          <w:rtl/>
        </w:rPr>
        <w:t xml:space="preserve"> مُبارَکاً أَ</w:t>
      </w:r>
      <w:r w:rsidR="00A95BC4" w:rsidRPr="001E5FFB">
        <w:rPr>
          <w:rStyle w:val="libAieChar"/>
          <w:rFonts w:hint="cs"/>
          <w:rtl/>
        </w:rPr>
        <w:t>یْ</w:t>
      </w:r>
      <w:r w:rsidR="00A95BC4" w:rsidRPr="001E5FFB">
        <w:rPr>
          <w:rStyle w:val="libAieChar"/>
          <w:rFonts w:hint="eastAsia"/>
          <w:rtl/>
        </w:rPr>
        <w:t>نَ</w:t>
      </w:r>
      <w:r w:rsidR="00A95BC4" w:rsidRPr="001E5FFB">
        <w:rPr>
          <w:rStyle w:val="libAieChar"/>
          <w:rtl/>
        </w:rPr>
        <w:t xml:space="preserve"> ما کُنْتُ وَ أَوْصانِ</w:t>
      </w:r>
      <w:r w:rsidR="00A95BC4" w:rsidRPr="001E5FFB">
        <w:rPr>
          <w:rStyle w:val="libAieChar"/>
          <w:rFonts w:hint="cs"/>
          <w:rtl/>
        </w:rPr>
        <w:t>ی</w:t>
      </w:r>
      <w:r w:rsidR="00A95BC4" w:rsidRPr="001E5FFB">
        <w:rPr>
          <w:rStyle w:val="libAieChar"/>
          <w:rtl/>
        </w:rPr>
        <w:t xml:space="preserve"> بِالصَّلاةِ وَ الزَّکاةِ ما دُمْتُ حَ</w:t>
      </w:r>
      <w:r w:rsidR="00A95BC4" w:rsidRPr="001E5FFB">
        <w:rPr>
          <w:rStyle w:val="libAieChar"/>
          <w:rFonts w:hint="cs"/>
          <w:rtl/>
        </w:rPr>
        <w:t>یًّ</w:t>
      </w:r>
      <w:r w:rsidR="00A95BC4" w:rsidRPr="001E5FFB">
        <w:rPr>
          <w:rStyle w:val="libAieChar"/>
          <w:rFonts w:hint="eastAsia"/>
          <w:rtl/>
        </w:rPr>
        <w:t>ا</w:t>
      </w:r>
      <w:r w:rsidR="00A95BC4" w:rsidRPr="001E5FFB">
        <w:rPr>
          <w:rStyle w:val="libAieChar"/>
          <w:rtl/>
        </w:rPr>
        <w:t>* وَ بَرًّا بِوالِدَتِ</w:t>
      </w:r>
      <w:r w:rsidR="00A95BC4" w:rsidRPr="001E5FFB">
        <w:rPr>
          <w:rStyle w:val="libAieChar"/>
          <w:rFonts w:hint="cs"/>
          <w:rtl/>
        </w:rPr>
        <w:t>ی</w:t>
      </w:r>
      <w:r w:rsidR="00A95BC4" w:rsidRPr="001E5FFB">
        <w:rPr>
          <w:rStyle w:val="libAieChar"/>
          <w:rtl/>
        </w:rPr>
        <w:t xml:space="preserve"> وَ لَمْ </w:t>
      </w:r>
      <w:r w:rsidR="00A95BC4" w:rsidRPr="001E5FFB">
        <w:rPr>
          <w:rStyle w:val="libAieChar"/>
          <w:rFonts w:hint="cs"/>
          <w:rtl/>
        </w:rPr>
        <w:t>یَ</w:t>
      </w:r>
      <w:r w:rsidR="00A95BC4" w:rsidRPr="001E5FFB">
        <w:rPr>
          <w:rStyle w:val="libAieChar"/>
          <w:rFonts w:hint="eastAsia"/>
          <w:rtl/>
        </w:rPr>
        <w:t>جْعَلْنِ</w:t>
      </w:r>
      <w:r w:rsidR="00A95BC4" w:rsidRPr="001E5FFB">
        <w:rPr>
          <w:rStyle w:val="libAieChar"/>
          <w:rFonts w:hint="cs"/>
          <w:rtl/>
        </w:rPr>
        <w:t>ی</w:t>
      </w:r>
      <w:r w:rsidR="00A95BC4" w:rsidRPr="001E5FFB">
        <w:rPr>
          <w:rStyle w:val="libAieChar"/>
          <w:rtl/>
        </w:rPr>
        <w:t xml:space="preserve"> جَبَّاراً شَقِ</w:t>
      </w:r>
      <w:r w:rsidR="00A95BC4" w:rsidRPr="001E5FFB">
        <w:rPr>
          <w:rStyle w:val="libAieChar"/>
          <w:rFonts w:hint="cs"/>
          <w:rtl/>
        </w:rPr>
        <w:t>یًّ</w:t>
      </w:r>
      <w:r w:rsidR="00A95BC4" w:rsidRPr="001E5FFB">
        <w:rPr>
          <w:rStyle w:val="libAieChar"/>
          <w:rFonts w:hint="eastAsia"/>
          <w:rtl/>
        </w:rPr>
        <w:t>ا</w:t>
      </w:r>
      <w:r w:rsidR="00A95BC4" w:rsidRPr="001E5FFB">
        <w:rPr>
          <w:rStyle w:val="libAieChar"/>
          <w:rtl/>
        </w:rPr>
        <w:t>* وَ السَّلامُ عَلَ</w:t>
      </w:r>
      <w:r w:rsidR="00A95BC4" w:rsidRPr="001E5FFB">
        <w:rPr>
          <w:rStyle w:val="libAieChar"/>
          <w:rFonts w:hint="cs"/>
          <w:rtl/>
        </w:rPr>
        <w:t>یَّ</w:t>
      </w:r>
      <w:r w:rsidR="00A95BC4" w:rsidRPr="001E5FFB">
        <w:rPr>
          <w:rStyle w:val="libAieChar"/>
          <w:rtl/>
        </w:rPr>
        <w:t xml:space="preserve"> </w:t>
      </w:r>
      <w:r w:rsidR="00A95BC4" w:rsidRPr="001E5FFB">
        <w:rPr>
          <w:rStyle w:val="libAieChar"/>
          <w:rFonts w:hint="cs"/>
          <w:rtl/>
        </w:rPr>
        <w:t>یَ</w:t>
      </w:r>
      <w:r w:rsidR="00A95BC4" w:rsidRPr="001E5FFB">
        <w:rPr>
          <w:rStyle w:val="libAieChar"/>
          <w:rFonts w:hint="eastAsia"/>
          <w:rtl/>
        </w:rPr>
        <w:t>وْمَ</w:t>
      </w:r>
      <w:r w:rsidR="00A95BC4" w:rsidRPr="001E5FFB">
        <w:rPr>
          <w:rStyle w:val="libAieChar"/>
          <w:rtl/>
        </w:rPr>
        <w:t xml:space="preserve"> وُلِدْتُ </w:t>
      </w:r>
      <w:r w:rsidR="00A95BC4" w:rsidRPr="001E5FFB">
        <w:rPr>
          <w:rStyle w:val="libAieChar"/>
          <w:rFonts w:hint="eastAsia"/>
          <w:rtl/>
        </w:rPr>
        <w:t>وَ</w:t>
      </w:r>
      <w:r w:rsidR="00A95BC4" w:rsidRPr="001E5FFB">
        <w:rPr>
          <w:rStyle w:val="libAieChar"/>
          <w:rtl/>
        </w:rPr>
        <w:t xml:space="preserve"> </w:t>
      </w:r>
      <w:r w:rsidR="00A95BC4" w:rsidRPr="001E5FFB">
        <w:rPr>
          <w:rStyle w:val="libAieChar"/>
          <w:rFonts w:hint="cs"/>
          <w:rtl/>
        </w:rPr>
        <w:t>یَ</w:t>
      </w:r>
      <w:r w:rsidR="00A95BC4" w:rsidRPr="001E5FFB">
        <w:rPr>
          <w:rStyle w:val="libAieChar"/>
          <w:rFonts w:hint="eastAsia"/>
          <w:rtl/>
        </w:rPr>
        <w:t>وْمَ</w:t>
      </w:r>
      <w:r w:rsidR="00A95BC4" w:rsidRPr="001E5FFB">
        <w:rPr>
          <w:rStyle w:val="libAieChar"/>
          <w:rtl/>
        </w:rPr>
        <w:t xml:space="preserve"> أَمُوتُ وَ </w:t>
      </w:r>
      <w:r w:rsidR="00A95BC4" w:rsidRPr="001E5FFB">
        <w:rPr>
          <w:rStyle w:val="libAieChar"/>
          <w:rFonts w:hint="cs"/>
          <w:rtl/>
        </w:rPr>
        <w:t>یَ</w:t>
      </w:r>
      <w:r w:rsidR="00A95BC4" w:rsidRPr="001E5FFB">
        <w:rPr>
          <w:rStyle w:val="libAieChar"/>
          <w:rFonts w:hint="eastAsia"/>
          <w:rtl/>
        </w:rPr>
        <w:t>وْمَ</w:t>
      </w:r>
      <w:r w:rsidR="00A95BC4" w:rsidRPr="001E5FFB">
        <w:rPr>
          <w:rStyle w:val="libAieChar"/>
          <w:rtl/>
        </w:rPr>
        <w:t xml:space="preserve"> أُبْعَثُ حَ</w:t>
      </w:r>
      <w:r w:rsidR="00A95BC4" w:rsidRPr="001E5FFB">
        <w:rPr>
          <w:rStyle w:val="libAieChar"/>
          <w:rFonts w:hint="cs"/>
          <w:rtl/>
        </w:rPr>
        <w:t>یًّ</w:t>
      </w:r>
      <w:r w:rsidR="00A95BC4" w:rsidRPr="001E5FFB">
        <w:rPr>
          <w:rStyle w:val="libAieChar"/>
          <w:rFonts w:hint="eastAsia"/>
          <w:rtl/>
        </w:rPr>
        <w:t>ا</w:t>
      </w:r>
      <w:r w:rsidRPr="001E5FFB">
        <w:rPr>
          <w:rStyle w:val="libAieChar"/>
          <w:rFonts w:hint="cs"/>
          <w:rtl/>
        </w:rPr>
        <w:t>؟</w:t>
      </w:r>
      <w:r w:rsidRPr="001E5FFB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(مر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م</w:t>
      </w:r>
      <w:r w:rsidR="00A95BC4" w:rsidRPr="00A95BC4">
        <w:rPr>
          <w:rtl/>
          <w:lang w:bidi="fa-IR"/>
        </w:rPr>
        <w:t>: 30- 33)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من</w:t>
      </w:r>
      <w:r w:rsidRPr="00A95BC4">
        <w:rPr>
          <w:rtl/>
          <w:lang w:bidi="fa-IR"/>
        </w:rPr>
        <w:t xml:space="preserve"> بنده خدا هستم، او به من کتاب داد و مرا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قرار داده است و مرا مبارک ساخت هر جا که باشم و تا زنده‌ام مرا به نماز و زکات سفارش کرده است. و مرا نسبت به مادرم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کوکار</w:t>
      </w:r>
      <w:r w:rsidRPr="00A95BC4">
        <w:rPr>
          <w:rtl/>
          <w:lang w:bidi="fa-IR"/>
        </w:rPr>
        <w:t xml:space="preserve"> کرده و زورگو و نافرمانم نگردان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است و </w:t>
      </w:r>
      <w:r w:rsidRPr="00A95BC4">
        <w:rPr>
          <w:rtl/>
          <w:lang w:bidi="fa-IR"/>
        </w:rPr>
        <w:lastRenderedPageBreak/>
        <w:t>درود بر من روز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زاده شدم و روز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رم</w:t>
      </w:r>
      <w:r w:rsidRPr="00A95BC4">
        <w:rPr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و</w:t>
      </w:r>
      <w:r w:rsidRPr="00A95BC4">
        <w:rPr>
          <w:rtl/>
          <w:lang w:bidi="fa-IR"/>
        </w:rPr>
        <w:t xml:space="preserve"> روز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زنده برانگ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خته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شوم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سخنان، زبان بدگو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را بست و از مادرش رفع اتهام نمود و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حاجت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نبود که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خود برهان آنها را باطل کند. خداوند دروغ‌گو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را 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ن‌وس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له</w:t>
      </w:r>
      <w:r w:rsidRPr="00A95BC4">
        <w:rPr>
          <w:rtl/>
          <w:lang w:bidi="fa-IR"/>
        </w:rPr>
        <w:t xml:space="preserve"> رسوا کرد و او را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برانگ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خت</w:t>
      </w:r>
      <w:r w:rsidRPr="00A95BC4">
        <w:rPr>
          <w:rtl/>
          <w:lang w:bidi="fa-IR"/>
        </w:rPr>
        <w:t>.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خود نشانه‌ا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آشکار بر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گناه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و معجزه‌ا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دال بر پ</w:t>
      </w:r>
      <w:r w:rsidRPr="00A95BC4">
        <w:rPr>
          <w:rFonts w:hint="eastAsia"/>
          <w:rtl/>
          <w:lang w:bidi="fa-IR"/>
        </w:rPr>
        <w:t>اک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بود،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سن، به 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قدرت تکلّم داد که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گران</w:t>
      </w:r>
      <w:r w:rsidRPr="00A95BC4">
        <w:rPr>
          <w:rtl/>
          <w:lang w:bidi="fa-IR"/>
        </w:rPr>
        <w:t xml:space="preserve"> از آن درماندند.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خبر که کودک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در گهواره سخن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در شهر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همه دانستند که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مادر و فرزند، مقام والا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دارند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کودک مانند سا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کودکان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>. 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مانند سا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کودکان، روز به روز بزرگ‌تر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</w:t>
      </w:r>
      <w:r w:rsidRPr="00A95BC4">
        <w:rPr>
          <w:rtl/>
          <w:lang w:bidi="fa-IR"/>
        </w:rPr>
        <w:t xml:space="preserve"> و از همان ابتدا، آثار نبوت بر چهره او نما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بود. 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به همراه مادرش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در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ت‌المقدس</w:t>
      </w:r>
      <w:r w:rsidRPr="00A95BC4">
        <w:rPr>
          <w:rtl/>
          <w:lang w:bidi="fa-IR"/>
        </w:rPr>
        <w:t xml:space="preserve"> ساکن شد. دوازده ساله بود که به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گران</w:t>
      </w:r>
      <w:r w:rsidRPr="00A95BC4">
        <w:rPr>
          <w:rtl/>
          <w:lang w:bidi="fa-IR"/>
        </w:rPr>
        <w:t xml:space="preserve"> درس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داد</w:t>
      </w:r>
      <w:r w:rsidRPr="00A95BC4">
        <w:rPr>
          <w:rtl/>
          <w:lang w:bidi="fa-IR"/>
        </w:rPr>
        <w:t xml:space="preserve"> و با برهان و دلا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محکم مسائل علم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مردم را حل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و آنها را از گمراه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نجات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داد</w:t>
      </w:r>
      <w:r w:rsidRPr="00A95BC4">
        <w:rPr>
          <w:rtl/>
          <w:lang w:bidi="fa-IR"/>
        </w:rPr>
        <w:t>. 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شتر</w:t>
      </w:r>
      <w:r w:rsidRPr="00A95BC4">
        <w:rPr>
          <w:rtl/>
          <w:lang w:bidi="fa-IR"/>
        </w:rPr>
        <w:t xml:space="preserve"> عمرش را در «ناصره» و «ب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ت‌المقدس»</w:t>
      </w:r>
      <w:r w:rsidRPr="00A95BC4">
        <w:rPr>
          <w:rtl/>
          <w:lang w:bidi="fa-IR"/>
        </w:rPr>
        <w:t xml:space="preserve"> در درس و بحث گذراند. س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ساله</w:t>
      </w:r>
      <w:r w:rsidRPr="00A95BC4">
        <w:rPr>
          <w:rtl/>
          <w:lang w:bidi="fa-IR"/>
        </w:rPr>
        <w:t xml:space="preserve"> بود که </w:t>
      </w:r>
      <w:r w:rsidRPr="00A95BC4">
        <w:rPr>
          <w:rFonts w:hint="eastAsia"/>
          <w:rtl/>
          <w:lang w:bidi="fa-IR"/>
        </w:rPr>
        <w:t>همراه</w:t>
      </w:r>
      <w:r w:rsidRPr="00A95BC4">
        <w:rPr>
          <w:rtl/>
          <w:lang w:bidi="fa-IR"/>
        </w:rPr>
        <w:t xml:space="preserve"> مادرش به ناصره بازگشت و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سال، روح‌الام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بر او نازل شد و بشارت نبوت او را آورد و 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ترت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ب،</w:t>
      </w:r>
      <w:r w:rsidRPr="00A95BC4">
        <w:rPr>
          <w:rtl/>
          <w:lang w:bidi="fa-IR"/>
        </w:rPr>
        <w:t xml:space="preserve"> رسالت خود را آغاز کرد.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عظمت و بزرگ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بس که رسول اکرم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فرما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«بهتر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زنان عالم چهار تن‌اند: 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آس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ه،</w:t>
      </w:r>
      <w:r w:rsidRPr="00A95BC4">
        <w:rPr>
          <w:rtl/>
          <w:lang w:bidi="fa-IR"/>
        </w:rPr>
        <w:t xml:space="preserve"> خد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جه</w:t>
      </w:r>
      <w:r w:rsidRPr="00A95BC4">
        <w:rPr>
          <w:rtl/>
          <w:lang w:bidi="fa-IR"/>
        </w:rPr>
        <w:t xml:space="preserve"> و فاطمه:».</w:t>
      </w:r>
    </w:p>
    <w:p w:rsidR="00A95BC4" w:rsidRPr="00A95BC4" w:rsidRDefault="001E5FFB" w:rsidP="001E5FFB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64" w:name="_Toc504390440"/>
      <w:bookmarkStart w:id="165" w:name="_Toc504390531"/>
      <w:r w:rsidR="00A95BC4" w:rsidRPr="00A95BC4">
        <w:rPr>
          <w:rFonts w:hint="eastAsia"/>
          <w:rtl/>
          <w:lang w:bidi="fa-IR"/>
        </w:rPr>
        <w:lastRenderedPageBreak/>
        <w:t>م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مونه،</w:t>
      </w:r>
      <w:r w:rsidR="00A95BC4" w:rsidRPr="00A95BC4">
        <w:rPr>
          <w:rtl/>
          <w:lang w:bidi="fa-IR"/>
        </w:rPr>
        <w:t xml:space="preserve"> دختر حارث‌</w:t>
      </w:r>
      <w:bookmarkEnd w:id="164"/>
      <w:bookmarkEnd w:id="165"/>
    </w:p>
    <w:p w:rsidR="00A95BC4" w:rsidRPr="00A95BC4" w:rsidRDefault="00A95BC4" w:rsidP="001E5FFB">
      <w:pPr>
        <w:pStyle w:val="libBold1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اشاره</w:t>
      </w:r>
    </w:p>
    <w:p w:rsidR="00A95BC4" w:rsidRPr="00A95BC4" w:rsidRDefault="001E5FFB" w:rsidP="00A95BC4">
      <w:pPr>
        <w:pStyle w:val="libNormal"/>
        <w:rPr>
          <w:rtl/>
          <w:lang w:bidi="fa-IR"/>
        </w:rPr>
      </w:pPr>
      <w:r w:rsidRPr="001E5FFB">
        <w:rPr>
          <w:rStyle w:val="libAlaemChar"/>
          <w:rFonts w:hint="cs"/>
          <w:rtl/>
        </w:rPr>
        <w:t>(</w:t>
      </w:r>
      <w:r w:rsidR="00A95BC4" w:rsidRPr="001E5FFB">
        <w:rPr>
          <w:rStyle w:val="libAieChar"/>
          <w:rFonts w:hint="eastAsia"/>
          <w:rtl/>
        </w:rPr>
        <w:t>وَ</w:t>
      </w:r>
      <w:r w:rsidR="00A95BC4" w:rsidRPr="001E5FFB">
        <w:rPr>
          <w:rStyle w:val="libAieChar"/>
          <w:rtl/>
        </w:rPr>
        <w:t xml:space="preserve"> امْرَأَةً مُؤْمِنَةً إِنْ وَهَبَتْ نَفْسَها لِلنَّبِ</w:t>
      </w:r>
      <w:r w:rsidR="00A95BC4" w:rsidRPr="001E5FFB">
        <w:rPr>
          <w:rStyle w:val="libAieChar"/>
          <w:rFonts w:hint="cs"/>
          <w:rtl/>
        </w:rPr>
        <w:t>یِّ</w:t>
      </w:r>
      <w:r w:rsidR="00A95BC4" w:rsidRPr="001E5FFB">
        <w:rPr>
          <w:rStyle w:val="libAieChar"/>
          <w:rtl/>
        </w:rPr>
        <w:t xml:space="preserve"> إِنْ أَرادَ النَّبِ</w:t>
      </w:r>
      <w:r w:rsidR="00A95BC4" w:rsidRPr="001E5FFB">
        <w:rPr>
          <w:rStyle w:val="libAieChar"/>
          <w:rFonts w:hint="cs"/>
          <w:rtl/>
        </w:rPr>
        <w:t>یُّ</w:t>
      </w:r>
      <w:r w:rsidR="00A95BC4" w:rsidRPr="001E5FFB">
        <w:rPr>
          <w:rStyle w:val="libAieChar"/>
          <w:rtl/>
        </w:rPr>
        <w:t xml:space="preserve"> أَنْ </w:t>
      </w:r>
      <w:r w:rsidR="00A95BC4" w:rsidRPr="001E5FFB">
        <w:rPr>
          <w:rStyle w:val="libAieChar"/>
          <w:rFonts w:hint="cs"/>
          <w:rtl/>
        </w:rPr>
        <w:t>یَ</w:t>
      </w:r>
      <w:r w:rsidR="00A95BC4" w:rsidRPr="001E5FFB">
        <w:rPr>
          <w:rStyle w:val="libAieChar"/>
          <w:rFonts w:hint="eastAsia"/>
          <w:rtl/>
        </w:rPr>
        <w:t>سْتَنْکِحَها</w:t>
      </w:r>
      <w:r w:rsidR="00A95BC4" w:rsidRPr="001E5FFB">
        <w:rPr>
          <w:rStyle w:val="libAieChar"/>
          <w:rtl/>
        </w:rPr>
        <w:t xml:space="preserve"> خالِصَةً لَکَ مِنْ دُونِ الْمُؤْمِنِ</w:t>
      </w:r>
      <w:r w:rsidR="00A95BC4" w:rsidRPr="001E5FFB">
        <w:rPr>
          <w:rStyle w:val="libAieChar"/>
          <w:rFonts w:hint="cs"/>
          <w:rtl/>
        </w:rPr>
        <w:t>ی</w:t>
      </w:r>
      <w:r w:rsidR="00A95BC4" w:rsidRPr="001E5FFB">
        <w:rPr>
          <w:rStyle w:val="libAieChar"/>
          <w:rFonts w:hint="eastAsia"/>
          <w:rtl/>
        </w:rPr>
        <w:t>نَ</w:t>
      </w:r>
      <w:r w:rsidRPr="001E5FFB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(احزاب: 50)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زن</w:t>
      </w:r>
      <w:r w:rsidRPr="00A95BC4">
        <w:rPr>
          <w:rtl/>
          <w:lang w:bidi="fa-IR"/>
        </w:rPr>
        <w:t xml:space="preserve">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خود را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ببخشد [و مهر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 نخواهد] چنانچه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بخواهد او را به همسر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برگز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ند،</w:t>
      </w:r>
      <w:r w:rsidRPr="00A95BC4">
        <w:rPr>
          <w:rtl/>
          <w:lang w:bidi="fa-IR"/>
        </w:rPr>
        <w:t xml:space="preserve"> اما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ازدواج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تنها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 مجاز است نه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مؤمنان.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</w:p>
    <w:p w:rsidR="00A95BC4" w:rsidRPr="00A95BC4" w:rsidRDefault="00A95BC4" w:rsidP="001E5FFB">
      <w:pPr>
        <w:pStyle w:val="Heading2"/>
        <w:rPr>
          <w:rtl/>
        </w:rPr>
      </w:pPr>
      <w:bookmarkStart w:id="166" w:name="_Toc504390441"/>
      <w:bookmarkStart w:id="167" w:name="_Toc504390532"/>
      <w:r w:rsidRPr="00A95BC4">
        <w:rPr>
          <w:rFonts w:hint="eastAsia"/>
          <w:rtl/>
        </w:rPr>
        <w:t>شأن</w:t>
      </w:r>
      <w:r w:rsidRPr="00A95BC4">
        <w:rPr>
          <w:rtl/>
        </w:rPr>
        <w:t xml:space="preserve"> نزول آ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ه‌</w:t>
      </w:r>
      <w:bookmarkEnd w:id="166"/>
      <w:bookmarkEnd w:id="167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درباره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نازل شد که تقاضا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 مبن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علاقه به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کردن با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را بر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عرضه کرد. خداوند طبق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را مخ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کرد که اگر دوست داشته باشد،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تواند</w:t>
      </w:r>
      <w:r w:rsidRPr="00A95BC4">
        <w:rPr>
          <w:rtl/>
          <w:lang w:bidi="fa-IR"/>
        </w:rPr>
        <w:t xml:space="preserve"> آن زن را به همسر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درآورد. </w:t>
      </w:r>
      <w:r w:rsidRPr="001E5FFB">
        <w:rPr>
          <w:rStyle w:val="libFootnotenumChar"/>
          <w:rtl/>
        </w:rPr>
        <w:t>(1)</w:t>
      </w:r>
    </w:p>
    <w:p w:rsidR="00A95BC4" w:rsidRPr="001E5FFB" w:rsidRDefault="001E5FFB" w:rsidP="001E5FF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__________________________________-</w:t>
      </w:r>
    </w:p>
    <w:p w:rsidR="00A95BC4" w:rsidRPr="00A95BC4" w:rsidRDefault="00A95BC4" w:rsidP="001E5FFB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1- نساء 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القرآن الکر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مونه</w:t>
      </w:r>
      <w:r w:rsidRPr="00A95BC4">
        <w:rPr>
          <w:rtl/>
          <w:lang w:bidi="fa-IR"/>
        </w:rPr>
        <w:t xml:space="preserve"> بنت الحارث.</w:t>
      </w:r>
    </w:p>
    <w:p w:rsidR="00A95BC4" w:rsidRPr="00A95BC4" w:rsidRDefault="001E5FFB" w:rsidP="001E5FFB">
      <w:pPr>
        <w:pStyle w:val="Heading2"/>
        <w:rPr>
          <w:rtl/>
        </w:rPr>
      </w:pPr>
      <w:r>
        <w:rPr>
          <w:rtl/>
        </w:rPr>
        <w:br w:type="page"/>
      </w:r>
      <w:bookmarkStart w:id="168" w:name="_Toc504390442"/>
      <w:bookmarkStart w:id="169" w:name="_Toc504390533"/>
      <w:r w:rsidR="00A95BC4" w:rsidRPr="00A95BC4">
        <w:rPr>
          <w:rFonts w:hint="eastAsia"/>
          <w:rtl/>
        </w:rPr>
        <w:lastRenderedPageBreak/>
        <w:t>م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مونه</w:t>
      </w:r>
      <w:r w:rsidR="00A95BC4" w:rsidRPr="00A95BC4">
        <w:rPr>
          <w:rtl/>
        </w:rPr>
        <w:t xml:space="preserve"> ک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ست؟</w:t>
      </w:r>
      <w:bookmarkEnd w:id="168"/>
      <w:bookmarkEnd w:id="169"/>
    </w:p>
    <w:p w:rsidR="00A95BC4" w:rsidRPr="00A95BC4" w:rsidRDefault="00A95BC4" w:rsidP="001E5FFB">
      <w:pPr>
        <w:pStyle w:val="libBold1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اشاره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زن،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مونه</w:t>
      </w:r>
      <w:r w:rsidRPr="00A95BC4">
        <w:rPr>
          <w:rtl/>
          <w:lang w:bidi="fa-IR"/>
        </w:rPr>
        <w:t xml:space="preserve"> دختر حارث بن حزن بن بج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بن هزم بن رو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به</w:t>
      </w:r>
      <w:r w:rsidRPr="00A95BC4">
        <w:rPr>
          <w:rtl/>
          <w:lang w:bidi="fa-IR"/>
        </w:rPr>
        <w:t xml:space="preserve"> بن عبدالله بن هلال بن عامر بن صعصعه هلال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بود. نامش در ابتدا «بره» بود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>، او را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مونه</w:t>
      </w:r>
      <w:r w:rsidRPr="00A95BC4">
        <w:rPr>
          <w:rtl/>
          <w:lang w:bidi="fa-IR"/>
        </w:rPr>
        <w:t xml:space="preserve"> نام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او</w:t>
      </w:r>
      <w:r w:rsidRPr="00A95BC4">
        <w:rPr>
          <w:rtl/>
          <w:lang w:bidi="fa-IR"/>
        </w:rPr>
        <w:t xml:space="preserve"> خواهر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نب،</w:t>
      </w:r>
      <w:r w:rsidRPr="00A95BC4">
        <w:rPr>
          <w:rtl/>
          <w:lang w:bidi="fa-IR"/>
        </w:rPr>
        <w:t xml:space="preserve"> دختر خز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مه</w:t>
      </w:r>
      <w:r w:rsidRPr="00A95BC4">
        <w:rPr>
          <w:rtl/>
          <w:lang w:bidi="fa-IR"/>
        </w:rPr>
        <w:t xml:space="preserve"> هلال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عامر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(همسر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>) و امّ‌فضل (همسر عباس بن عبدالمطلب عمو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>) و اسماء دختر عم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خثعم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(همسر جعفر بن اب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طالب</w:t>
      </w:r>
      <w:r w:rsidRPr="00A95BC4">
        <w:rPr>
          <w:rtl/>
          <w:lang w:bidi="fa-IR"/>
        </w:rPr>
        <w:t xml:space="preserve"> که از او صاحب فرزند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نام عبدالله شد. او پس از جعفر، با ابابکر ازدواج کرد و صاحب فرزند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نام </w:t>
      </w:r>
      <w:r w:rsidRPr="00A95BC4">
        <w:rPr>
          <w:rFonts w:hint="eastAsia"/>
          <w:rtl/>
          <w:lang w:bidi="fa-IR"/>
        </w:rPr>
        <w:t>محمد</w:t>
      </w:r>
      <w:r w:rsidRPr="00A95BC4">
        <w:rPr>
          <w:rtl/>
          <w:lang w:bidi="fa-IR"/>
        </w:rPr>
        <w:t xml:space="preserve"> شد و پس از او، با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بن اب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طالب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ازدواج کرد و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صاحب فرزند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نام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ح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شد) و سلم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دختر عم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(همسر حمزه بن عبدالمطلب که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صاحب دختر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نام امامه شد) بود. مادرشان هند دختر عوف بن زه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بن حرث بود که در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مردم،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رزن</w:t>
      </w:r>
      <w:r w:rsidRPr="00A95BC4">
        <w:rPr>
          <w:rtl/>
          <w:lang w:bidi="fa-IR"/>
        </w:rPr>
        <w:t xml:space="preserve"> محترم نام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‌شد،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دامادان او مردان بزرگ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چون: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>، حمزه، عل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بن اب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طالب،</w:t>
      </w:r>
      <w:r w:rsidRPr="00A95BC4">
        <w:rPr>
          <w:rtl/>
          <w:lang w:bidi="fa-IR"/>
        </w:rPr>
        <w:t xml:space="preserve"> جعفر بن اب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طالب</w:t>
      </w:r>
      <w:r w:rsidRPr="00A95BC4">
        <w:rPr>
          <w:rtl/>
          <w:lang w:bidi="fa-IR"/>
        </w:rPr>
        <w:t xml:space="preserve"> و عباس بن عبدالمطلب بودند.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مونه</w:t>
      </w:r>
      <w:r w:rsidRPr="00A95BC4">
        <w:rPr>
          <w:rtl/>
          <w:lang w:bidi="fa-IR"/>
        </w:rPr>
        <w:t xml:space="preserve"> اول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که پس از خد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جه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عليها‌السلام </w:t>
      </w:r>
      <w:r w:rsidRPr="00A95BC4">
        <w:rPr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او</w:t>
      </w:r>
      <w:r w:rsidRPr="00A95BC4">
        <w:rPr>
          <w:rtl/>
          <w:lang w:bidi="fa-IR"/>
        </w:rPr>
        <w:t xml:space="preserve"> در زمان جاهل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ت،</w:t>
      </w:r>
      <w:r w:rsidRPr="00A95BC4">
        <w:rPr>
          <w:rtl/>
          <w:lang w:bidi="fa-IR"/>
        </w:rPr>
        <w:t xml:space="preserve"> با مسعود بن عمرو بن عم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ثقف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ازدواج کرد که پس از مدت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او جدا شد. پس از او با ابَ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رهم بن عبدالعز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عامر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ازدواج کرد که او پس از مدت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درگذشت. در آن زمان او 26 ساله بود.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در پ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انعقاد صلح حد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در سال ششم هجر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تصم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گرفت که به سفر عمره برود و به اصحاب فرمود که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رفتن آماده شوند.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بر شتر سوار شد و هزار نفر از مهاجر و انصار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به شوق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ارت</w:t>
      </w:r>
      <w:r w:rsidRPr="00A95BC4">
        <w:rPr>
          <w:rtl/>
          <w:lang w:bidi="fa-IR"/>
        </w:rPr>
        <w:t xml:space="preserve"> خانه </w:t>
      </w:r>
      <w:r w:rsidRPr="00A95BC4">
        <w:rPr>
          <w:rtl/>
          <w:lang w:bidi="fa-IR"/>
        </w:rPr>
        <w:lastRenderedPageBreak/>
        <w:t>خدا در پ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روان شدند. در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قات،</w:t>
      </w:r>
      <w:r w:rsidRPr="00A95BC4">
        <w:rPr>
          <w:rtl/>
          <w:lang w:bidi="fa-IR"/>
        </w:rPr>
        <w:t xml:space="preserve"> همگان شروع به گفتن تلب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کردند، طور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صدا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تکب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مسلمانان دشت را پر کرد.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اول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که مهاجران و انصار، دوشادوش هم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مکه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رفتند</w:t>
      </w:r>
      <w:r w:rsidRPr="00A95BC4">
        <w:rPr>
          <w:rtl/>
          <w:lang w:bidi="fa-IR"/>
        </w:rPr>
        <w:t>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اکرم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و مسلمانان، شادمان و تکب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وارد مکه شدند. خداوند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فرما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</w:t>
      </w:r>
    </w:p>
    <w:p w:rsidR="00A95BC4" w:rsidRPr="00A95BC4" w:rsidRDefault="00035C69" w:rsidP="00A95BC4">
      <w:pPr>
        <w:pStyle w:val="libNormal"/>
        <w:rPr>
          <w:rtl/>
          <w:lang w:bidi="fa-IR"/>
        </w:rPr>
      </w:pPr>
      <w:r w:rsidRPr="00035C69">
        <w:rPr>
          <w:rStyle w:val="libAlaemChar"/>
          <w:rFonts w:hint="cs"/>
          <w:rtl/>
        </w:rPr>
        <w:t>(</w:t>
      </w:r>
      <w:r w:rsidR="00A95BC4" w:rsidRPr="00035C69">
        <w:rPr>
          <w:rStyle w:val="libAieChar"/>
          <w:rFonts w:hint="eastAsia"/>
          <w:rtl/>
        </w:rPr>
        <w:t>لَقَدْ</w:t>
      </w:r>
      <w:r w:rsidR="00A95BC4" w:rsidRPr="00035C69">
        <w:rPr>
          <w:rStyle w:val="libAieChar"/>
          <w:rtl/>
        </w:rPr>
        <w:t xml:space="preserve"> صَدَقَ اللهُ رَسُولَهُ الرُّؤْ</w:t>
      </w:r>
      <w:r w:rsidR="00A95BC4" w:rsidRPr="00035C69">
        <w:rPr>
          <w:rStyle w:val="libAieChar"/>
          <w:rFonts w:hint="cs"/>
          <w:rtl/>
        </w:rPr>
        <w:t>ی</w:t>
      </w:r>
      <w:r w:rsidR="00A95BC4" w:rsidRPr="00035C69">
        <w:rPr>
          <w:rStyle w:val="libAieChar"/>
          <w:rFonts w:hint="eastAsia"/>
          <w:rtl/>
        </w:rPr>
        <w:t>ا</w:t>
      </w:r>
      <w:r w:rsidR="00A95BC4" w:rsidRPr="00035C69">
        <w:rPr>
          <w:rStyle w:val="libAieChar"/>
          <w:rtl/>
        </w:rPr>
        <w:t xml:space="preserve"> بِالْحَقِّ لَتَدْخُلُنَّ الْمَسْجِدَ الْحَرامَ إِنْ شاءَ اللهُ آمِنِ</w:t>
      </w:r>
      <w:r w:rsidR="00A95BC4" w:rsidRPr="00035C69">
        <w:rPr>
          <w:rStyle w:val="libAieChar"/>
          <w:rFonts w:hint="cs"/>
          <w:rtl/>
        </w:rPr>
        <w:t>ی</w:t>
      </w:r>
      <w:r w:rsidR="00A95BC4" w:rsidRPr="00035C69">
        <w:rPr>
          <w:rStyle w:val="libAieChar"/>
          <w:rFonts w:hint="eastAsia"/>
          <w:rtl/>
        </w:rPr>
        <w:t>نَ</w:t>
      </w:r>
      <w:r w:rsidR="00A95BC4" w:rsidRPr="00035C69">
        <w:rPr>
          <w:rStyle w:val="libAieChar"/>
          <w:rtl/>
        </w:rPr>
        <w:t xml:space="preserve"> مُحَلِّقِ</w:t>
      </w:r>
      <w:r w:rsidR="00A95BC4" w:rsidRPr="00035C69">
        <w:rPr>
          <w:rStyle w:val="libAieChar"/>
          <w:rFonts w:hint="cs"/>
          <w:rtl/>
        </w:rPr>
        <w:t>ی</w:t>
      </w:r>
      <w:r w:rsidR="00A95BC4" w:rsidRPr="00035C69">
        <w:rPr>
          <w:rStyle w:val="libAieChar"/>
          <w:rFonts w:hint="eastAsia"/>
          <w:rtl/>
        </w:rPr>
        <w:t>نَ</w:t>
      </w:r>
      <w:r w:rsidR="00A95BC4" w:rsidRPr="00035C69">
        <w:rPr>
          <w:rStyle w:val="libAieChar"/>
          <w:rtl/>
        </w:rPr>
        <w:t xml:space="preserve"> رُؤُسَکُمْ وَ مُقَصِّرِ</w:t>
      </w:r>
      <w:r w:rsidR="00A95BC4" w:rsidRPr="00035C69">
        <w:rPr>
          <w:rStyle w:val="libAieChar"/>
          <w:rFonts w:hint="cs"/>
          <w:rtl/>
        </w:rPr>
        <w:t>ی</w:t>
      </w:r>
      <w:r w:rsidR="00A95BC4" w:rsidRPr="00035C69">
        <w:rPr>
          <w:rStyle w:val="libAieChar"/>
          <w:rFonts w:hint="eastAsia"/>
          <w:rtl/>
        </w:rPr>
        <w:t>نَ</w:t>
      </w:r>
      <w:r w:rsidR="00A95BC4" w:rsidRPr="00035C69">
        <w:rPr>
          <w:rStyle w:val="libAieChar"/>
          <w:rtl/>
        </w:rPr>
        <w:t xml:space="preserve"> لا تَخافُونَ فَعَلِمَ ما لَمْ تَعْلَمُوا فَجَعَلَ مِنْ دُونِ ذلِکَ فَتْحاً قَرِ</w:t>
      </w:r>
      <w:r w:rsidR="00A95BC4" w:rsidRPr="00035C69">
        <w:rPr>
          <w:rStyle w:val="libAieChar"/>
          <w:rFonts w:hint="cs"/>
          <w:rtl/>
        </w:rPr>
        <w:t>ی</w:t>
      </w:r>
      <w:r w:rsidR="00A95BC4" w:rsidRPr="00035C69">
        <w:rPr>
          <w:rStyle w:val="libAieChar"/>
          <w:rFonts w:hint="eastAsia"/>
          <w:rtl/>
        </w:rPr>
        <w:t>باً</w:t>
      </w:r>
      <w:r w:rsidR="00A95BC4" w:rsidRPr="00A95BC4">
        <w:rPr>
          <w:rtl/>
          <w:lang w:bidi="fa-IR"/>
        </w:rPr>
        <w:t xml:space="preserve"> </w:t>
      </w:r>
      <w:r w:rsidRPr="00035C69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>(فتح: 27)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خداوند</w:t>
      </w:r>
      <w:r w:rsidRPr="00A95BC4">
        <w:rPr>
          <w:rtl/>
          <w:lang w:bidi="fa-IR"/>
        </w:rPr>
        <w:t xml:space="preserve"> آنچه را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امبرش</w:t>
      </w:r>
      <w:r w:rsidRPr="00A95BC4">
        <w:rPr>
          <w:rtl/>
          <w:lang w:bidi="fa-IR"/>
        </w:rPr>
        <w:t xml:space="preserve"> در رؤ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نشان داد، به حق راست گفت؛ به طور قطع همه شما به خواست خدا وارد مسجدالحرام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در نها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امن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و در 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سرها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 را تراش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کوتاه کرده‌ا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از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کس ترس و وحشت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ندار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د؛</w:t>
      </w:r>
      <w:r w:rsidRPr="00A95BC4">
        <w:rPr>
          <w:rtl/>
          <w:lang w:bidi="fa-IR"/>
        </w:rPr>
        <w:t xml:space="preserve">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خداوند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</w:t>
      </w:r>
      <w:r w:rsidRPr="00A95BC4">
        <w:rPr>
          <w:rtl/>
          <w:lang w:bidi="fa-IR"/>
        </w:rPr>
        <w:t xml:space="preserve"> که شما نم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‌دانست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[و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تأخ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حکمت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بود]؛ و قبل از آن، فتح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[در 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بر</w:t>
      </w:r>
      <w:r w:rsidRPr="00A95BC4">
        <w:rPr>
          <w:rtl/>
          <w:lang w:bidi="fa-IR"/>
        </w:rPr>
        <w:t xml:space="preserve"> بر شما] قرار داده است.</w:t>
      </w:r>
    </w:p>
    <w:p w:rsidR="00A95BC4" w:rsidRPr="00A95BC4" w:rsidRDefault="00A95BC4" w:rsidP="00035C69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و اصحابش سال ششم هجر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مکه آمده بودند که موفق به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ارت</w:t>
      </w:r>
      <w:r w:rsidRPr="00A95BC4">
        <w:rPr>
          <w:rtl/>
          <w:lang w:bidi="fa-IR"/>
        </w:rPr>
        <w:t xml:space="preserve"> خانه کعبه نشدند. طبق معاهده حد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که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و 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منعقد شد،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آن سال برم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گشت</w:t>
      </w:r>
      <w:r w:rsidR="00035C69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و</w:t>
      </w:r>
      <w:r w:rsidRPr="00A95BC4">
        <w:rPr>
          <w:rtl/>
          <w:lang w:bidi="fa-IR"/>
        </w:rPr>
        <w:t xml:space="preserve"> سال بعد همراه مسلمانان به مکه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آمد،</w:t>
      </w:r>
      <w:r w:rsidRPr="00A95BC4">
        <w:rPr>
          <w:rtl/>
          <w:lang w:bidi="fa-IR"/>
        </w:rPr>
        <w:t xml:space="preserve"> آن هم با سلاح در غلاف.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در سال هفتم هجر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همراه مسلمانان وارد مکه شدند و سه روز در مکه ماندند.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مدت اقامت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در مکه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که آرزو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ازدواج با حضرت محمد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را داشت و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مانع از آن نبود که او بردبار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 را کنار گذارد و عشقش را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ابراز دارد. 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نزد خواهرش امّ‌فضل رفت و آرزو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 مبن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عشق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و ازدواج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را ب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خواهر گفت.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امّ</w:t>
      </w:r>
      <w:r w:rsidRPr="00A95BC4">
        <w:rPr>
          <w:rtl/>
          <w:lang w:bidi="fa-IR"/>
        </w:rPr>
        <w:t xml:space="preserve"> فضل نزد همسرش عباس، عمو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رفت و آنچه را از خواهرش بره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 را به او گفت. عباس هم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برادرزاده‌اش آمد و درخواست ازدواج بره را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مطرح کرد. خداوند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را همان لحظه- درباره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زن و خواسته‌اش- بر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نازل کرد:</w:t>
      </w:r>
    </w:p>
    <w:p w:rsidR="00A95BC4" w:rsidRPr="00A95BC4" w:rsidRDefault="00035C69" w:rsidP="00A95BC4">
      <w:pPr>
        <w:pStyle w:val="libNormal"/>
        <w:rPr>
          <w:rtl/>
          <w:lang w:bidi="fa-IR"/>
        </w:rPr>
      </w:pPr>
      <w:r w:rsidRPr="00035C69">
        <w:rPr>
          <w:rStyle w:val="libAlaemChar"/>
          <w:rFonts w:hint="cs"/>
          <w:rtl/>
        </w:rPr>
        <w:t>(</w:t>
      </w:r>
      <w:r w:rsidR="00A95BC4" w:rsidRPr="00035C69">
        <w:rPr>
          <w:rStyle w:val="libAieChar"/>
          <w:rFonts w:hint="eastAsia"/>
          <w:rtl/>
        </w:rPr>
        <w:t>وَ</w:t>
      </w:r>
      <w:r w:rsidR="00A95BC4" w:rsidRPr="00035C69">
        <w:rPr>
          <w:rStyle w:val="libAieChar"/>
          <w:rtl/>
        </w:rPr>
        <w:t xml:space="preserve"> امْرَأَةً مُؤْمِنَةً إِنْ وَهَبَتْ نَفْسَها لِلنَّبِ</w:t>
      </w:r>
      <w:r w:rsidR="00A95BC4" w:rsidRPr="00035C69">
        <w:rPr>
          <w:rStyle w:val="libAieChar"/>
          <w:rFonts w:hint="cs"/>
          <w:rtl/>
        </w:rPr>
        <w:t>یِّ</w:t>
      </w:r>
      <w:r w:rsidR="00A95BC4" w:rsidRPr="00035C69">
        <w:rPr>
          <w:rStyle w:val="libAieChar"/>
          <w:rtl/>
        </w:rPr>
        <w:t xml:space="preserve"> إِنْ ارادَ النَّبِ</w:t>
      </w:r>
      <w:r w:rsidR="00A95BC4" w:rsidRPr="00035C69">
        <w:rPr>
          <w:rStyle w:val="libAieChar"/>
          <w:rFonts w:hint="cs"/>
          <w:rtl/>
        </w:rPr>
        <w:t>یُّ</w:t>
      </w:r>
      <w:r w:rsidR="00A95BC4" w:rsidRPr="00035C69">
        <w:rPr>
          <w:rStyle w:val="libAieChar"/>
          <w:rtl/>
        </w:rPr>
        <w:t xml:space="preserve"> انْ </w:t>
      </w:r>
      <w:r w:rsidR="00A95BC4" w:rsidRPr="00035C69">
        <w:rPr>
          <w:rStyle w:val="libAieChar"/>
          <w:rFonts w:hint="cs"/>
          <w:rtl/>
        </w:rPr>
        <w:t>یَ</w:t>
      </w:r>
      <w:r w:rsidR="00A95BC4" w:rsidRPr="00035C69">
        <w:rPr>
          <w:rStyle w:val="libAieChar"/>
          <w:rFonts w:hint="eastAsia"/>
          <w:rtl/>
        </w:rPr>
        <w:t>سْتَنْکِحَها</w:t>
      </w:r>
      <w:r w:rsidR="00A95BC4" w:rsidRPr="00035C69">
        <w:rPr>
          <w:rStyle w:val="libAieChar"/>
          <w:rtl/>
        </w:rPr>
        <w:t xml:space="preserve"> خالِصَةً لَکَ مِنْ دُونِ الْمُؤْمِنِ</w:t>
      </w:r>
      <w:r w:rsidR="00A95BC4" w:rsidRPr="00035C69">
        <w:rPr>
          <w:rStyle w:val="libAieChar"/>
          <w:rFonts w:hint="cs"/>
          <w:rtl/>
        </w:rPr>
        <w:t>ی</w:t>
      </w:r>
      <w:r w:rsidR="00A95BC4" w:rsidRPr="00035C69">
        <w:rPr>
          <w:rStyle w:val="libAieChar"/>
          <w:rFonts w:hint="eastAsia"/>
          <w:rtl/>
        </w:rPr>
        <w:t>نَ</w:t>
      </w:r>
      <w:r w:rsidRPr="00035C69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(احزاب: 50)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زن</w:t>
      </w:r>
      <w:r w:rsidRPr="00A95BC4">
        <w:rPr>
          <w:rtl/>
          <w:lang w:bidi="fa-IR"/>
        </w:rPr>
        <w:t xml:space="preserve">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خود را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ببخشد [و مهر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 نخواهد] چنانچه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بخواهد او را به همسر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برگز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ند،</w:t>
      </w:r>
      <w:r w:rsidRPr="00A95BC4">
        <w:rPr>
          <w:rtl/>
          <w:lang w:bidi="fa-IR"/>
        </w:rPr>
        <w:t xml:space="preserve"> اما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ازدواج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تنها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 مجاز است نه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مؤمنان.</w:t>
      </w:r>
    </w:p>
    <w:p w:rsidR="00A95BC4" w:rsidRPr="00A95BC4" w:rsidRDefault="00A95BC4" w:rsidP="00035C69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آنچه خداوند به او گفته بود را با عباس در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گذاشت و موافقت خود را ابراز فرمود. عباس خوشحال و خندان به سو</w:t>
      </w:r>
      <w:r w:rsidRPr="00A95BC4">
        <w:rPr>
          <w:rFonts w:hint="cs"/>
          <w:rtl/>
          <w:lang w:bidi="fa-IR"/>
        </w:rPr>
        <w:t>ی</w:t>
      </w:r>
      <w:r w:rsidR="00035C69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همسرش</w:t>
      </w:r>
      <w:r w:rsidRPr="00A95BC4">
        <w:rPr>
          <w:rtl/>
          <w:lang w:bidi="fa-IR"/>
        </w:rPr>
        <w:t xml:space="preserve"> بازگشت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خبر را به همسرش داد: «همانا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درخواست بره را پاسخ فرموده و حاضر است با او ازدواج کند و چه عزت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بالاتر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بره، که به عقد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درآ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به همسر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مفتخر گردد».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سه</w:t>
      </w:r>
      <w:r w:rsidRPr="00A95BC4">
        <w:rPr>
          <w:rtl/>
          <w:lang w:bidi="fa-IR"/>
        </w:rPr>
        <w:t xml:space="preserve"> روز ماندن در مکه، طبق صلح حد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به پا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بود. قر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مأموران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نزد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فرستادند و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ادآور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کردند که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طبق عهدنامه، از مکه خارج شود.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فرمود: «چه ضرر دارد که من در شهر شما عروس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کنم و ول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مه</w:t>
      </w:r>
      <w:r w:rsidRPr="00A95BC4">
        <w:rPr>
          <w:rtl/>
          <w:lang w:bidi="fa-IR"/>
        </w:rPr>
        <w:t xml:space="preserve"> و غذا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به شما بدهم». آنها گفتند: «ما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غذا و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 ندار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. هر چه زودتر از شهر ما خارج شو».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طبق قرارداد حد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و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وفا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عهد و پا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صلح‌نامه، از مکه خارج شد و به مسلمانان دستور داد که همراه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از مکه </w:t>
      </w:r>
      <w:r w:rsidRPr="00A95BC4">
        <w:rPr>
          <w:rtl/>
          <w:lang w:bidi="fa-IR"/>
        </w:rPr>
        <w:lastRenderedPageBreak/>
        <w:t>خارج شوند و ابورافع (غلام خو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>) را در مکه گذاشت تا بره را در منطقه «سرف»، منطقه‌ا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«تنع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م»،</w:t>
      </w:r>
      <w:r w:rsidRPr="00A95BC4">
        <w:rPr>
          <w:rtl/>
          <w:lang w:bidi="fa-IR"/>
        </w:rPr>
        <w:t xml:space="preserve">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برساند.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مراسم</w:t>
      </w:r>
      <w:r w:rsidRPr="00A95BC4">
        <w:rPr>
          <w:rtl/>
          <w:lang w:bidi="fa-IR"/>
        </w:rPr>
        <w:t xml:space="preserve"> ازدواج و زفاف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و بره در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سرف و در شوّال سال هفتم هجر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اتفاق افتاد. پس از آن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و اصحاب،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بازگشتند و در همان‌جا بود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نام او را از بره به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مونه</w:t>
      </w:r>
      <w:r w:rsidRPr="00A95BC4">
        <w:rPr>
          <w:rtl/>
          <w:lang w:bidi="fa-IR"/>
        </w:rPr>
        <w:t xml:space="preserve"> تغ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داد،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ازدواج با او در بهتر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و مناسب‌تر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زم</w:t>
      </w:r>
      <w:r w:rsidRPr="00A95BC4">
        <w:rPr>
          <w:rFonts w:hint="eastAsia"/>
          <w:rtl/>
          <w:lang w:bidi="fa-IR"/>
        </w:rPr>
        <w:t>ان،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عن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وقت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پس از هفت سال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بار وارد مکه شد، اتفاق افتاد و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وس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له</w:t>
      </w:r>
      <w:r w:rsidRPr="00A95BC4">
        <w:rPr>
          <w:rtl/>
          <w:lang w:bidi="fa-IR"/>
        </w:rPr>
        <w:t xml:space="preserve"> قلب مسلمانان شاد شد.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مونه</w:t>
      </w:r>
      <w:r w:rsidRPr="00A95BC4">
        <w:rPr>
          <w:rtl/>
          <w:lang w:bidi="fa-IR"/>
        </w:rPr>
        <w:t xml:space="preserve"> مانند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همسران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خانه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وارد شد و به خاطر تقرّب به رسول خدا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>، به عزت و جلال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او برخلاف برخ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زنان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همچون عا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شه</w:t>
      </w:r>
      <w:r w:rsidRPr="00A95BC4">
        <w:rPr>
          <w:rtl/>
          <w:lang w:bidi="fa-IR"/>
        </w:rPr>
        <w:t xml:space="preserve"> و حفصه، زن حسود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نبود و به هووها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آزار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رساند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برخ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توار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</w:t>
      </w:r>
      <w:r w:rsidRPr="00A95BC4">
        <w:rPr>
          <w:rtl/>
          <w:lang w:bidi="fa-IR"/>
        </w:rPr>
        <w:t xml:space="preserve"> آمده: «هنگام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زمان وفات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فرا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شدت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در خانه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مونه</w:t>
      </w:r>
      <w:r w:rsidRPr="00A95BC4">
        <w:rPr>
          <w:rtl/>
          <w:lang w:bidi="fa-IR"/>
        </w:rPr>
        <w:t xml:space="preserve"> بودند و در روز وفات به خواست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شان،</w:t>
      </w:r>
      <w:r w:rsidRPr="00A95BC4">
        <w:rPr>
          <w:rtl/>
          <w:lang w:bidi="fa-IR"/>
        </w:rPr>
        <w:t xml:space="preserve"> او را به خانه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منتقل کردند و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مونه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رضا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امر رضا داد،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مونه</w:t>
      </w:r>
      <w:r w:rsidRPr="00A95BC4">
        <w:rPr>
          <w:rtl/>
          <w:lang w:bidi="fa-IR"/>
        </w:rPr>
        <w:t xml:space="preserve"> اخلاق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کو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داشت و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اکرم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عشق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ورز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مونه</w:t>
      </w:r>
      <w:r w:rsidRPr="00A95BC4">
        <w:rPr>
          <w:rtl/>
          <w:lang w:bidi="fa-IR"/>
        </w:rPr>
        <w:t xml:space="preserve"> پس از وفات نب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اکرم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>، پنجاه سال زنده بود و در تمام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مدت، عمرش را در پره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تقوا گذراند.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مونه</w:t>
      </w:r>
      <w:r w:rsidRPr="00A95BC4">
        <w:rPr>
          <w:rtl/>
          <w:lang w:bidi="fa-IR"/>
        </w:rPr>
        <w:t xml:space="preserve"> از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اکرم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>، چهل و شش حد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ث</w:t>
      </w:r>
      <w:r w:rsidRPr="00A95BC4">
        <w:rPr>
          <w:rtl/>
          <w:lang w:bidi="fa-IR"/>
        </w:rPr>
        <w:t xml:space="preserve"> روا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کرده است و راو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حد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ث</w:t>
      </w:r>
      <w:r w:rsidRPr="00A95BC4">
        <w:rPr>
          <w:rtl/>
          <w:lang w:bidi="fa-IR"/>
        </w:rPr>
        <w:t xml:space="preserve"> او عبدالله بن عباس 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بن اصم و تعداد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تابع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بوده‌اند.</w:t>
      </w:r>
    </w:p>
    <w:p w:rsidR="00A95BC4" w:rsidRPr="00A95BC4" w:rsidRDefault="00A95BC4" w:rsidP="00035C69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زنان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بودند که آرزو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ازدواج با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را داشتند، از جمله 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دختر خط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که خواهر 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</w:t>
      </w:r>
      <w:r w:rsidRPr="00A95BC4">
        <w:rPr>
          <w:rtl/>
          <w:lang w:bidi="fa-IR"/>
        </w:rPr>
        <w:t xml:space="preserve"> بن خط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بن عد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بن عمرو بن سواد بن ظفر بن حارث بن خزرج بن عمرو بود که خود را بر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عرضه داشت،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با او ازدواج نکرد و او را به ازدواج مسعود بن </w:t>
      </w:r>
      <w:r w:rsidRPr="00A95BC4">
        <w:rPr>
          <w:rFonts w:hint="eastAsia"/>
          <w:rtl/>
          <w:lang w:bidi="fa-IR"/>
        </w:rPr>
        <w:t>اوس</w:t>
      </w:r>
      <w:r w:rsidRPr="00A95BC4">
        <w:rPr>
          <w:rtl/>
          <w:lang w:bidi="fa-IR"/>
        </w:rPr>
        <w:t xml:space="preserve"> بن سواد بن ظفر درآورد.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امّ‌شر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ک،</w:t>
      </w:r>
      <w:r w:rsidRPr="00A95BC4">
        <w:rPr>
          <w:rtl/>
          <w:lang w:bidi="fa-IR"/>
        </w:rPr>
        <w:t xml:space="preserve"> که نامش غز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دختر جابر بن حک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بود که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راض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نشد با او ازدواج کند و او هم تا</w:t>
      </w:r>
      <w:r w:rsidR="00035C69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پا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عمر ازدواج نکرد. زن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گر،</w:t>
      </w:r>
      <w:r w:rsidRPr="00A95BC4">
        <w:rPr>
          <w:rtl/>
          <w:lang w:bidi="fa-IR"/>
        </w:rPr>
        <w:t xml:space="preserve"> خوله دختر حک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بود که آرزو داشت با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ازدواج کند و خداوند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امبرش</w:t>
      </w:r>
      <w:r w:rsidRPr="00A95BC4">
        <w:rPr>
          <w:rtl/>
          <w:lang w:bidi="fa-IR"/>
        </w:rPr>
        <w:t xml:space="preserve"> فرمان داد:</w:t>
      </w:r>
    </w:p>
    <w:p w:rsidR="00A95BC4" w:rsidRPr="00A95BC4" w:rsidRDefault="00035C69" w:rsidP="00A95BC4">
      <w:pPr>
        <w:pStyle w:val="libNormal"/>
        <w:rPr>
          <w:rtl/>
          <w:lang w:bidi="fa-IR"/>
        </w:rPr>
      </w:pPr>
      <w:r w:rsidRPr="00035C69">
        <w:rPr>
          <w:rStyle w:val="libAlaemChar"/>
          <w:rFonts w:hint="cs"/>
          <w:rtl/>
        </w:rPr>
        <w:t>(</w:t>
      </w:r>
      <w:r w:rsidR="00A95BC4" w:rsidRPr="00035C69">
        <w:rPr>
          <w:rStyle w:val="libAieChar"/>
          <w:rFonts w:hint="eastAsia"/>
          <w:rtl/>
        </w:rPr>
        <w:t>تُرْجِ</w:t>
      </w:r>
      <w:r w:rsidR="00A95BC4" w:rsidRPr="00035C69">
        <w:rPr>
          <w:rStyle w:val="libAieChar"/>
          <w:rFonts w:hint="cs"/>
          <w:rtl/>
        </w:rPr>
        <w:t>ی</w:t>
      </w:r>
      <w:r w:rsidR="00A95BC4" w:rsidRPr="00035C69">
        <w:rPr>
          <w:rStyle w:val="libAieChar"/>
          <w:rtl/>
        </w:rPr>
        <w:t xml:space="preserve"> مَنْ تَشاءُ مِنْهُنَّ وَ تُؤْوِ</w:t>
      </w:r>
      <w:r w:rsidR="00A95BC4" w:rsidRPr="00035C69">
        <w:rPr>
          <w:rStyle w:val="libAieChar"/>
          <w:rFonts w:hint="cs"/>
          <w:rtl/>
        </w:rPr>
        <w:t>ی</w:t>
      </w:r>
      <w:r w:rsidR="00A95BC4" w:rsidRPr="00035C69">
        <w:rPr>
          <w:rStyle w:val="libAieChar"/>
          <w:rtl/>
        </w:rPr>
        <w:t xml:space="preserve"> إِلَ</w:t>
      </w:r>
      <w:r w:rsidR="00A95BC4" w:rsidRPr="00035C69">
        <w:rPr>
          <w:rStyle w:val="libAieChar"/>
          <w:rFonts w:hint="cs"/>
          <w:rtl/>
        </w:rPr>
        <w:t>یْ</w:t>
      </w:r>
      <w:r w:rsidR="00A95BC4" w:rsidRPr="00035C69">
        <w:rPr>
          <w:rStyle w:val="libAieChar"/>
          <w:rFonts w:hint="eastAsia"/>
          <w:rtl/>
        </w:rPr>
        <w:t>کَ</w:t>
      </w:r>
      <w:r w:rsidR="00A95BC4" w:rsidRPr="00035C69">
        <w:rPr>
          <w:rStyle w:val="libAieChar"/>
          <w:rtl/>
        </w:rPr>
        <w:t xml:space="preserve"> مَنْ تَشاءُ</w:t>
      </w:r>
      <w:r w:rsidRPr="00035C69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(احزاب: 51)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tl/>
          <w:lang w:bidi="fa-IR"/>
        </w:rPr>
        <w:t xml:space="preserve">[نوبت] هر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از همسرانت را بخواه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تأخ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انداز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هر کدام را بخواه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نزد خود جا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شراف دختر خل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فه</w:t>
      </w:r>
      <w:r w:rsidRPr="00A95BC4">
        <w:rPr>
          <w:rtl/>
          <w:lang w:bidi="fa-IR"/>
        </w:rPr>
        <w:t xml:space="preserve"> که خواهر دح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کلب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را خواستگار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کرد و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ان،</w:t>
      </w:r>
      <w:r w:rsidRPr="00A95BC4">
        <w:rPr>
          <w:rtl/>
          <w:lang w:bidi="fa-IR"/>
        </w:rPr>
        <w:t xml:space="preserve"> خوله دختر حک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درگذشت و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درخواست صرف‌نظر کرد. از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زنان، تنها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مونه</w:t>
      </w:r>
      <w:r w:rsidRPr="00A95BC4">
        <w:rPr>
          <w:rtl/>
          <w:lang w:bidi="fa-IR"/>
        </w:rPr>
        <w:t xml:space="preserve"> دختر حارث بود که خداوند درباره او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فرمود:</w:t>
      </w:r>
    </w:p>
    <w:p w:rsidR="00A95BC4" w:rsidRPr="00A95BC4" w:rsidRDefault="00035C69" w:rsidP="00A95BC4">
      <w:pPr>
        <w:pStyle w:val="libNormal"/>
        <w:rPr>
          <w:rtl/>
          <w:lang w:bidi="fa-IR"/>
        </w:rPr>
      </w:pPr>
      <w:r w:rsidRPr="00035C69">
        <w:rPr>
          <w:rStyle w:val="libAlaemChar"/>
          <w:rFonts w:hint="cs"/>
          <w:rtl/>
        </w:rPr>
        <w:t>(</w:t>
      </w:r>
      <w:r w:rsidR="00A95BC4" w:rsidRPr="00035C69">
        <w:rPr>
          <w:rStyle w:val="libAieChar"/>
          <w:rFonts w:hint="eastAsia"/>
          <w:rtl/>
        </w:rPr>
        <w:t>وَ</w:t>
      </w:r>
      <w:r w:rsidR="00A95BC4" w:rsidRPr="00035C69">
        <w:rPr>
          <w:rStyle w:val="libAieChar"/>
          <w:rtl/>
        </w:rPr>
        <w:t xml:space="preserve"> امْرَأَةً مُؤْمِنَةً إِنْ وَهَبَتْ نَفْسَها لِلنَّبِ</w:t>
      </w:r>
      <w:r w:rsidR="00A95BC4" w:rsidRPr="00035C69">
        <w:rPr>
          <w:rStyle w:val="libAieChar"/>
          <w:rFonts w:hint="cs"/>
          <w:rtl/>
        </w:rPr>
        <w:t>یِّ</w:t>
      </w:r>
      <w:r w:rsidR="00A95BC4" w:rsidRPr="00035C69">
        <w:rPr>
          <w:rStyle w:val="libAieChar"/>
          <w:rtl/>
        </w:rPr>
        <w:t xml:space="preserve"> إِنْ ارادَ النَّبِ</w:t>
      </w:r>
      <w:r w:rsidR="00A95BC4" w:rsidRPr="00035C69">
        <w:rPr>
          <w:rStyle w:val="libAieChar"/>
          <w:rFonts w:hint="cs"/>
          <w:rtl/>
        </w:rPr>
        <w:t>یُّ</w:t>
      </w:r>
      <w:r w:rsidR="00A95BC4" w:rsidRPr="00035C69">
        <w:rPr>
          <w:rStyle w:val="libAieChar"/>
          <w:rtl/>
        </w:rPr>
        <w:t xml:space="preserve"> انْ </w:t>
      </w:r>
      <w:r w:rsidR="00A95BC4" w:rsidRPr="00035C69">
        <w:rPr>
          <w:rStyle w:val="libAieChar"/>
          <w:rFonts w:hint="cs"/>
          <w:rtl/>
        </w:rPr>
        <w:t>یَ</w:t>
      </w:r>
      <w:r w:rsidR="00A95BC4" w:rsidRPr="00035C69">
        <w:rPr>
          <w:rStyle w:val="libAieChar"/>
          <w:rFonts w:hint="eastAsia"/>
          <w:rtl/>
        </w:rPr>
        <w:t>سْتَنْکِحَها</w:t>
      </w:r>
      <w:r w:rsidR="00A95BC4" w:rsidRPr="00035C69">
        <w:rPr>
          <w:rStyle w:val="libAieChar"/>
          <w:rtl/>
        </w:rPr>
        <w:t xml:space="preserve"> خالِصَةً لَکَ مِنْ دُونِ الْمُؤْمِنِ</w:t>
      </w:r>
      <w:r w:rsidR="00A95BC4" w:rsidRPr="00035C69">
        <w:rPr>
          <w:rStyle w:val="libAieChar"/>
          <w:rFonts w:hint="cs"/>
          <w:rtl/>
        </w:rPr>
        <w:t>ی</w:t>
      </w:r>
      <w:r w:rsidR="00A95BC4" w:rsidRPr="00035C69">
        <w:rPr>
          <w:rStyle w:val="libAieChar"/>
          <w:rFonts w:hint="eastAsia"/>
          <w:rtl/>
        </w:rPr>
        <w:t>نَ</w:t>
      </w:r>
      <w:r w:rsidRPr="00035C69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 xml:space="preserve"> (احزاب: 50)</w:t>
      </w:r>
    </w:p>
    <w:p w:rsidR="00035C69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زن</w:t>
      </w:r>
      <w:r w:rsidRPr="00A95BC4">
        <w:rPr>
          <w:rtl/>
          <w:lang w:bidi="fa-IR"/>
        </w:rPr>
        <w:t xml:space="preserve"> با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خود را به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ببخشد [و مهر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خود نخواهد] چنانچه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بخواهد او را به همسر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برگز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ند،</w:t>
      </w:r>
      <w:r w:rsidRPr="00A95BC4">
        <w:rPr>
          <w:rtl/>
          <w:lang w:bidi="fa-IR"/>
        </w:rPr>
        <w:t xml:space="preserve"> اما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ازدواج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تنها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تو مجاز است نه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مؤمنان.</w:t>
      </w:r>
    </w:p>
    <w:p w:rsidR="00A95BC4" w:rsidRPr="00A95BC4" w:rsidRDefault="00035C69" w:rsidP="00035C69">
      <w:pPr>
        <w:pStyle w:val="Heading2"/>
        <w:rPr>
          <w:rtl/>
        </w:rPr>
      </w:pPr>
      <w:r>
        <w:rPr>
          <w:rtl/>
        </w:rPr>
        <w:br w:type="page"/>
      </w:r>
      <w:bookmarkStart w:id="170" w:name="_Toc504390443"/>
      <w:bookmarkStart w:id="171" w:name="_Toc504390534"/>
      <w:r w:rsidR="00A95BC4" w:rsidRPr="00A95BC4">
        <w:rPr>
          <w:rFonts w:hint="eastAsia"/>
          <w:rtl/>
        </w:rPr>
        <w:lastRenderedPageBreak/>
        <w:t>وفات</w:t>
      </w:r>
      <w:r w:rsidR="00A95BC4" w:rsidRPr="00A95BC4">
        <w:rPr>
          <w:rtl/>
        </w:rPr>
        <w:t xml:space="preserve"> م</w:t>
      </w:r>
      <w:r w:rsidR="00A95BC4" w:rsidRPr="00A95BC4">
        <w:rPr>
          <w:rFonts w:hint="cs"/>
          <w:rtl/>
        </w:rPr>
        <w:t>ی</w:t>
      </w:r>
      <w:r w:rsidR="00A95BC4" w:rsidRPr="00A95BC4">
        <w:rPr>
          <w:rFonts w:hint="eastAsia"/>
          <w:rtl/>
        </w:rPr>
        <w:t>مونه‌</w:t>
      </w:r>
      <w:bookmarkEnd w:id="170"/>
      <w:bookmarkEnd w:id="171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مونه</w:t>
      </w:r>
      <w:r w:rsidRPr="00A95BC4">
        <w:rPr>
          <w:rtl/>
          <w:lang w:bidi="fa-IR"/>
        </w:rPr>
        <w:t xml:space="preserve"> در سال 61 هجر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هشتاد ساله بود، درگذشت.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مونه</w:t>
      </w:r>
      <w:r w:rsidRPr="00A95BC4">
        <w:rPr>
          <w:rtl/>
          <w:lang w:bidi="fa-IR"/>
        </w:rPr>
        <w:t xml:space="preserve"> به هنگام مرگ، وص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کرد که در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سرف، جا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که با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ازدواج کرد، او را به خاک بسپارند و طبق وص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تش</w:t>
      </w:r>
      <w:r w:rsidRPr="00A95BC4">
        <w:rPr>
          <w:rtl/>
          <w:lang w:bidi="fa-IR"/>
        </w:rPr>
        <w:t xml:space="preserve"> او را در سرف به خاک سپردند.</w:t>
      </w:r>
    </w:p>
    <w:p w:rsidR="00A95BC4" w:rsidRPr="00A95BC4" w:rsidRDefault="00035C69" w:rsidP="00035C69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72" w:name="_Toc504390444"/>
      <w:bookmarkStart w:id="173" w:name="_Toc504390535"/>
      <w:r w:rsidR="00A95BC4" w:rsidRPr="00A95BC4">
        <w:rPr>
          <w:rFonts w:hint="eastAsia"/>
          <w:rtl/>
          <w:lang w:bidi="fa-IR"/>
        </w:rPr>
        <w:lastRenderedPageBreak/>
        <w:t>هاجر</w:t>
      </w:r>
      <w:bookmarkEnd w:id="172"/>
      <w:bookmarkEnd w:id="173"/>
    </w:p>
    <w:p w:rsidR="00A95BC4" w:rsidRPr="00A95BC4" w:rsidRDefault="00A95BC4" w:rsidP="00035C69">
      <w:pPr>
        <w:pStyle w:val="libBold1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اشاره</w:t>
      </w:r>
    </w:p>
    <w:p w:rsidR="00A95BC4" w:rsidRPr="00A95BC4" w:rsidRDefault="00035C69" w:rsidP="00A95BC4">
      <w:pPr>
        <w:pStyle w:val="libNormal"/>
        <w:rPr>
          <w:rtl/>
          <w:lang w:bidi="fa-IR"/>
        </w:rPr>
      </w:pPr>
      <w:r w:rsidRPr="00035C69">
        <w:rPr>
          <w:rStyle w:val="libAlaemChar"/>
          <w:rFonts w:hint="cs"/>
          <w:rtl/>
        </w:rPr>
        <w:t>(</w:t>
      </w:r>
      <w:r w:rsidR="00A95BC4" w:rsidRPr="00035C69">
        <w:rPr>
          <w:rStyle w:val="libAieChar"/>
          <w:rFonts w:hint="eastAsia"/>
          <w:rtl/>
        </w:rPr>
        <w:t>رَبَّنا</w:t>
      </w:r>
      <w:r w:rsidR="00A95BC4" w:rsidRPr="00035C69">
        <w:rPr>
          <w:rStyle w:val="libAieChar"/>
          <w:rtl/>
        </w:rPr>
        <w:t xml:space="preserve"> إِنِّ</w:t>
      </w:r>
      <w:r w:rsidR="00A95BC4" w:rsidRPr="00035C69">
        <w:rPr>
          <w:rStyle w:val="libAieChar"/>
          <w:rFonts w:hint="cs"/>
          <w:rtl/>
        </w:rPr>
        <w:t>ی</w:t>
      </w:r>
      <w:r w:rsidR="00A95BC4" w:rsidRPr="00035C69">
        <w:rPr>
          <w:rStyle w:val="libAieChar"/>
          <w:rtl/>
        </w:rPr>
        <w:t xml:space="preserve"> أَسْکَنْتُ مِنْ ذُرِّ</w:t>
      </w:r>
      <w:r w:rsidR="00A95BC4" w:rsidRPr="00035C69">
        <w:rPr>
          <w:rStyle w:val="libAieChar"/>
          <w:rFonts w:hint="cs"/>
          <w:rtl/>
        </w:rPr>
        <w:t>یَّ</w:t>
      </w:r>
      <w:r w:rsidR="00A95BC4" w:rsidRPr="00035C69">
        <w:rPr>
          <w:rStyle w:val="libAieChar"/>
          <w:rFonts w:hint="eastAsia"/>
          <w:rtl/>
        </w:rPr>
        <w:t>تِ</w:t>
      </w:r>
      <w:r w:rsidR="00A95BC4" w:rsidRPr="00035C69">
        <w:rPr>
          <w:rStyle w:val="libAieChar"/>
          <w:rFonts w:hint="cs"/>
          <w:rtl/>
        </w:rPr>
        <w:t>ی</w:t>
      </w:r>
      <w:r w:rsidR="00A95BC4" w:rsidRPr="00035C69">
        <w:rPr>
          <w:rStyle w:val="libAieChar"/>
          <w:rtl/>
        </w:rPr>
        <w:t xml:space="preserve"> بِوادٍ غَ</w:t>
      </w:r>
      <w:r w:rsidR="00A95BC4" w:rsidRPr="00035C69">
        <w:rPr>
          <w:rStyle w:val="libAieChar"/>
          <w:rFonts w:hint="cs"/>
          <w:rtl/>
        </w:rPr>
        <w:t>یْ</w:t>
      </w:r>
      <w:r w:rsidR="00A95BC4" w:rsidRPr="00035C69">
        <w:rPr>
          <w:rStyle w:val="libAieChar"/>
          <w:rFonts w:hint="eastAsia"/>
          <w:rtl/>
        </w:rPr>
        <w:t>رِ</w:t>
      </w:r>
      <w:r w:rsidR="00A95BC4" w:rsidRPr="00035C69">
        <w:rPr>
          <w:rStyle w:val="libAieChar"/>
          <w:rtl/>
        </w:rPr>
        <w:t xml:space="preserve"> ذِ</w:t>
      </w:r>
      <w:r w:rsidR="00A95BC4" w:rsidRPr="00035C69">
        <w:rPr>
          <w:rStyle w:val="libAieChar"/>
          <w:rFonts w:hint="cs"/>
          <w:rtl/>
        </w:rPr>
        <w:t>ی</w:t>
      </w:r>
      <w:r w:rsidR="00A95BC4" w:rsidRPr="00035C69">
        <w:rPr>
          <w:rStyle w:val="libAieChar"/>
          <w:rtl/>
        </w:rPr>
        <w:t xml:space="preserve"> زَرْعٍ عِنْدَ بَ</w:t>
      </w:r>
      <w:r w:rsidR="00A95BC4" w:rsidRPr="00035C69">
        <w:rPr>
          <w:rStyle w:val="libAieChar"/>
          <w:rFonts w:hint="cs"/>
          <w:rtl/>
        </w:rPr>
        <w:t>یْ</w:t>
      </w:r>
      <w:r w:rsidR="00A95BC4" w:rsidRPr="00035C69">
        <w:rPr>
          <w:rStyle w:val="libAieChar"/>
          <w:rFonts w:hint="eastAsia"/>
          <w:rtl/>
        </w:rPr>
        <w:t>تِکَ</w:t>
      </w:r>
      <w:r w:rsidR="00A95BC4" w:rsidRPr="00035C69">
        <w:rPr>
          <w:rStyle w:val="libAieChar"/>
          <w:rtl/>
        </w:rPr>
        <w:t xml:space="preserve"> الْمُحَرَّمِ رَبَّنا لِ</w:t>
      </w:r>
      <w:r w:rsidR="00A95BC4" w:rsidRPr="00035C69">
        <w:rPr>
          <w:rStyle w:val="libAieChar"/>
          <w:rFonts w:hint="cs"/>
          <w:rtl/>
        </w:rPr>
        <w:t>یُ</w:t>
      </w:r>
      <w:r w:rsidR="00A95BC4" w:rsidRPr="00035C69">
        <w:rPr>
          <w:rStyle w:val="libAieChar"/>
          <w:rFonts w:hint="eastAsia"/>
          <w:rtl/>
        </w:rPr>
        <w:t>قِ</w:t>
      </w:r>
      <w:r w:rsidR="00A95BC4" w:rsidRPr="00035C69">
        <w:rPr>
          <w:rStyle w:val="libAieChar"/>
          <w:rFonts w:hint="cs"/>
          <w:rtl/>
        </w:rPr>
        <w:t>ی</w:t>
      </w:r>
      <w:r w:rsidR="00A95BC4" w:rsidRPr="00035C69">
        <w:rPr>
          <w:rStyle w:val="libAieChar"/>
          <w:rFonts w:hint="eastAsia"/>
          <w:rtl/>
        </w:rPr>
        <w:t>مُوا</w:t>
      </w:r>
      <w:r w:rsidR="00A95BC4" w:rsidRPr="00035C69">
        <w:rPr>
          <w:rStyle w:val="libAieChar"/>
          <w:rtl/>
        </w:rPr>
        <w:t xml:space="preserve"> الصَّلاةَ فَاجْعَلْ أَفْئِدَةً مِنَ النَّاسِ تَهْوِ</w:t>
      </w:r>
      <w:r w:rsidR="00A95BC4" w:rsidRPr="00035C69">
        <w:rPr>
          <w:rStyle w:val="libAieChar"/>
          <w:rFonts w:hint="cs"/>
          <w:rtl/>
        </w:rPr>
        <w:t>ی</w:t>
      </w:r>
      <w:r w:rsidR="00A95BC4" w:rsidRPr="00035C69">
        <w:rPr>
          <w:rStyle w:val="libAieChar"/>
          <w:rtl/>
        </w:rPr>
        <w:t xml:space="preserve"> إِلَ</w:t>
      </w:r>
      <w:r w:rsidR="00A95BC4" w:rsidRPr="00035C69">
        <w:rPr>
          <w:rStyle w:val="libAieChar"/>
          <w:rFonts w:hint="cs"/>
          <w:rtl/>
        </w:rPr>
        <w:t>یْ</w:t>
      </w:r>
      <w:r w:rsidR="00A95BC4" w:rsidRPr="00035C69">
        <w:rPr>
          <w:rStyle w:val="libAieChar"/>
          <w:rFonts w:hint="eastAsia"/>
          <w:rtl/>
        </w:rPr>
        <w:t>هِمْ</w:t>
      </w:r>
      <w:r w:rsidR="00A95BC4" w:rsidRPr="00035C69">
        <w:rPr>
          <w:rStyle w:val="libAieChar"/>
          <w:rtl/>
        </w:rPr>
        <w:t xml:space="preserve"> وَ ارْزُقْهُمْ مِنَ الثَّمَراتِ لَعَلَّهُمْ </w:t>
      </w:r>
      <w:r w:rsidR="00A95BC4" w:rsidRPr="00035C69">
        <w:rPr>
          <w:rStyle w:val="libAieChar"/>
          <w:rFonts w:hint="cs"/>
          <w:rtl/>
        </w:rPr>
        <w:t>یَ</w:t>
      </w:r>
      <w:r w:rsidR="00A95BC4" w:rsidRPr="00035C69">
        <w:rPr>
          <w:rStyle w:val="libAieChar"/>
          <w:rFonts w:hint="eastAsia"/>
          <w:rtl/>
        </w:rPr>
        <w:t>شْکُرُونَ</w:t>
      </w:r>
      <w:r w:rsidR="00A95BC4" w:rsidRPr="00A95BC4">
        <w:rPr>
          <w:rtl/>
          <w:lang w:bidi="fa-IR"/>
        </w:rPr>
        <w:t xml:space="preserve"> </w:t>
      </w:r>
      <w:r w:rsidRPr="00035C69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>(ابراه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م</w:t>
      </w:r>
      <w:r w:rsidR="00A95BC4" w:rsidRPr="00A95BC4">
        <w:rPr>
          <w:rtl/>
          <w:lang w:bidi="fa-IR"/>
        </w:rPr>
        <w:t>: 37)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پروردگارا</w:t>
      </w:r>
      <w:r w:rsidRPr="00A95BC4">
        <w:rPr>
          <w:rtl/>
          <w:lang w:bidi="fa-IR"/>
        </w:rPr>
        <w:t>! من بعض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فرزندانم را در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آب</w:t>
      </w:r>
      <w:r w:rsidRPr="00A95BC4">
        <w:rPr>
          <w:rtl/>
          <w:lang w:bidi="fa-IR"/>
        </w:rPr>
        <w:t xml:space="preserve"> و علف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در کنار خانه‌ا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حرم توست، ساکن ساختم تا نماز را برپا دارند، تو دل‌ها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گروه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مردم را متوجه آنها ساز و از ثمرات به آنها روز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ده، 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آنها شکر تو را به جا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آورند.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</w:p>
    <w:p w:rsidR="00A95BC4" w:rsidRPr="00A95BC4" w:rsidRDefault="00A95BC4" w:rsidP="00035C69">
      <w:pPr>
        <w:pStyle w:val="Heading2"/>
        <w:rPr>
          <w:rtl/>
        </w:rPr>
      </w:pPr>
      <w:bookmarkStart w:id="174" w:name="_Toc504390445"/>
      <w:bookmarkStart w:id="175" w:name="_Toc504390536"/>
      <w:r w:rsidRPr="00A95BC4">
        <w:rPr>
          <w:rFonts w:hint="eastAsia"/>
          <w:rtl/>
        </w:rPr>
        <w:t>شأن</w:t>
      </w:r>
      <w:r w:rsidRPr="00A95BC4">
        <w:rPr>
          <w:rtl/>
        </w:rPr>
        <w:t xml:space="preserve"> نزول آ</w:t>
      </w:r>
      <w:r w:rsidRPr="00A95BC4">
        <w:rPr>
          <w:rFonts w:hint="cs"/>
          <w:rtl/>
        </w:rPr>
        <w:t>ی</w:t>
      </w:r>
      <w:r w:rsidRPr="00A95BC4">
        <w:rPr>
          <w:rFonts w:hint="eastAsia"/>
          <w:rtl/>
        </w:rPr>
        <w:t>ه‌</w:t>
      </w:r>
      <w:bookmarkEnd w:id="174"/>
      <w:bookmarkEnd w:id="175"/>
    </w:p>
    <w:p w:rsidR="00A95BC4" w:rsidRPr="00A95BC4" w:rsidRDefault="00A95BC4" w:rsidP="00035C69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ه،</w:t>
      </w:r>
      <w:r w:rsidRPr="00A95BC4">
        <w:rPr>
          <w:rtl/>
          <w:lang w:bidi="fa-IR"/>
        </w:rPr>
        <w:t xml:space="preserve"> درباره حضرت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و خانواده‌اش هاجر و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نازل شده است.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مجبور شد تا هاجر و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را در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خشک و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آب</w:t>
      </w:r>
      <w:r w:rsidRPr="00A95BC4">
        <w:rPr>
          <w:rtl/>
          <w:lang w:bidi="fa-IR"/>
        </w:rPr>
        <w:t xml:space="preserve"> و علف، به امان خدا رها کند، سر به</w:t>
      </w:r>
      <w:r w:rsidR="00035C69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آسمان</w:t>
      </w:r>
      <w:r w:rsidRPr="00A95BC4">
        <w:rPr>
          <w:rtl/>
          <w:lang w:bidi="fa-IR"/>
        </w:rPr>
        <w:t xml:space="preserve"> برداشت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ن‌گونه</w:t>
      </w:r>
      <w:r w:rsidRPr="00A95BC4">
        <w:rPr>
          <w:rtl/>
          <w:lang w:bidi="fa-IR"/>
        </w:rPr>
        <w:t xml:space="preserve"> در حق خانواده‌اش دعا کرد و خداوند دعا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را در قرآن 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ادآور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 xml:space="preserve">. </w:t>
      </w:r>
      <w:r w:rsidRPr="00035C69">
        <w:rPr>
          <w:rStyle w:val="libFootnotenumChar"/>
          <w:rtl/>
        </w:rPr>
        <w:t>(1)</w:t>
      </w:r>
    </w:p>
    <w:p w:rsidR="00A95BC4" w:rsidRPr="00A95BC4" w:rsidRDefault="00035C69" w:rsidP="00035C69">
      <w:pPr>
        <w:pStyle w:val="Heading2"/>
        <w:rPr>
          <w:rtl/>
        </w:rPr>
      </w:pPr>
      <w:r>
        <w:rPr>
          <w:rtl/>
        </w:rPr>
        <w:br w:type="page"/>
      </w:r>
      <w:bookmarkStart w:id="176" w:name="_Toc504390446"/>
      <w:bookmarkStart w:id="177" w:name="_Toc504390537"/>
      <w:r w:rsidR="00A95BC4" w:rsidRPr="00A95BC4">
        <w:rPr>
          <w:rFonts w:hint="eastAsia"/>
          <w:rtl/>
        </w:rPr>
        <w:lastRenderedPageBreak/>
        <w:t>هاجر</w:t>
      </w:r>
      <w:r w:rsidR="00A95BC4" w:rsidRPr="00A95BC4">
        <w:rPr>
          <w:rtl/>
        </w:rPr>
        <w:t xml:space="preserve"> که بود؟</w:t>
      </w:r>
      <w:bookmarkEnd w:id="176"/>
      <w:bookmarkEnd w:id="177"/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نام</w:t>
      </w:r>
      <w:r w:rsidRPr="00A95BC4">
        <w:rPr>
          <w:rtl/>
          <w:lang w:bidi="fa-IR"/>
        </w:rPr>
        <w:t xml:space="preserve"> او هاجر و از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قبط واقع در مصر بود. از نسب او جز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در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بزرگ قبط متولد شده، آگاه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شتر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ندار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داستان ساره اشاره شد که هاجر، به دست فرعون مصر، سنان بن علوان بن عب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بن عو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ج</w:t>
      </w:r>
      <w:r w:rsidRPr="00A95BC4">
        <w:rPr>
          <w:rtl/>
          <w:lang w:bidi="fa-IR"/>
        </w:rPr>
        <w:t xml:space="preserve"> بن عملاق بن لاود بن سام بن نوح، به ساره اهدا شد و گفت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که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پس از آنکه در مصر متحمل آزار و اذ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شد، همراه ساره و خدمت‌کارش هاجر، به فلسط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مهاجرت کرد.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پس</w:t>
      </w:r>
      <w:r w:rsidRPr="00A95BC4">
        <w:rPr>
          <w:rtl/>
          <w:lang w:bidi="fa-IR"/>
        </w:rPr>
        <w:t xml:space="preserve"> از مهاجرت به فلسط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ن،</w:t>
      </w:r>
      <w:r w:rsidRPr="00A95BC4">
        <w:rPr>
          <w:rtl/>
          <w:lang w:bidi="fa-IR"/>
        </w:rPr>
        <w:t xml:space="preserve"> هاجر و ساره را در آنجا اسکان داد و خود به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خاندانش رفت، تا 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بتواند آنها را به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خود دعوت کند و 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عده کم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او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آورند.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ساره،</w:t>
      </w:r>
      <w:r w:rsidRPr="00A95BC4">
        <w:rPr>
          <w:rtl/>
          <w:lang w:bidi="fa-IR"/>
        </w:rPr>
        <w:t xml:space="preserve"> صاحب فرزند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</w:t>
      </w:r>
      <w:r w:rsidRPr="00A95BC4">
        <w:rPr>
          <w:rtl/>
          <w:lang w:bidi="fa-IR"/>
        </w:rPr>
        <w:t xml:space="preserve"> و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همسر وفادارش، بدون نسل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ماند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ناراحت بود، از خود ساره هم، 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فرزند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رفت</w:t>
      </w:r>
      <w:r w:rsidRPr="00A95BC4">
        <w:rPr>
          <w:rtl/>
          <w:lang w:bidi="fa-IR"/>
        </w:rPr>
        <w:t>.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رو، به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شنهاد</w:t>
      </w:r>
      <w:r w:rsidRPr="00A95BC4">
        <w:rPr>
          <w:rtl/>
          <w:lang w:bidi="fa-IR"/>
        </w:rPr>
        <w:t xml:space="preserve"> داد تا با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زشان</w:t>
      </w:r>
      <w:r w:rsidRPr="00A95BC4">
        <w:rPr>
          <w:rtl/>
          <w:lang w:bidi="fa-IR"/>
        </w:rPr>
        <w:t xml:space="preserve"> هاجر</w:t>
      </w:r>
    </w:p>
    <w:p w:rsidR="00A95BC4" w:rsidRPr="00035C69" w:rsidRDefault="00035C69" w:rsidP="00035C6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A95BC4" w:rsidRPr="00A95BC4" w:rsidRDefault="00A95BC4" w:rsidP="00035C69">
      <w:pPr>
        <w:pStyle w:val="libFootnote0"/>
        <w:rPr>
          <w:rtl/>
          <w:lang w:bidi="fa-IR"/>
        </w:rPr>
      </w:pPr>
      <w:r w:rsidRPr="00A95BC4">
        <w:rPr>
          <w:rtl/>
          <w:lang w:bidi="fa-IR"/>
        </w:rPr>
        <w:t>1- نساء 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القرآن الکر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هاجر.</w:t>
      </w:r>
    </w:p>
    <w:p w:rsidR="00A95BC4" w:rsidRPr="00A95BC4" w:rsidRDefault="00035C69" w:rsidP="00A95B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95BC4" w:rsidRPr="00A95BC4">
        <w:rPr>
          <w:rFonts w:hint="eastAsia"/>
          <w:rtl/>
          <w:lang w:bidi="fa-IR"/>
        </w:rPr>
        <w:lastRenderedPageBreak/>
        <w:t>ازدواج</w:t>
      </w:r>
      <w:r w:rsidR="00A95BC4" w:rsidRPr="00A95BC4">
        <w:rPr>
          <w:rtl/>
          <w:lang w:bidi="fa-IR"/>
        </w:rPr>
        <w:t xml:space="preserve"> کند، ز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را</w:t>
      </w:r>
      <w:r w:rsidR="00A95BC4" w:rsidRPr="00A95BC4">
        <w:rPr>
          <w:rtl/>
          <w:lang w:bidi="fa-IR"/>
        </w:rPr>
        <w:t xml:space="preserve"> او زن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بزرگوار و پاک‌دامن بود. ساره م</w:t>
      </w:r>
      <w:r w:rsidR="00A95BC4" w:rsidRPr="00A95BC4">
        <w:rPr>
          <w:rFonts w:hint="cs"/>
          <w:rtl/>
          <w:lang w:bidi="fa-IR"/>
        </w:rPr>
        <w:t>ی‌</w:t>
      </w:r>
      <w:r w:rsidR="00A95BC4" w:rsidRPr="00A95BC4">
        <w:rPr>
          <w:rFonts w:hint="eastAsia"/>
          <w:rtl/>
          <w:lang w:bidi="fa-IR"/>
        </w:rPr>
        <w:t>خواست</w:t>
      </w:r>
      <w:r w:rsidR="00A95BC4" w:rsidRPr="00A95BC4">
        <w:rPr>
          <w:rtl/>
          <w:lang w:bidi="fa-IR"/>
        </w:rPr>
        <w:t xml:space="preserve"> با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ازدواج، ابراه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م</w:t>
      </w:r>
      <w:r w:rsidR="00A95BC4" w:rsidRPr="00A95BC4">
        <w:rPr>
          <w:rtl/>
          <w:lang w:bidi="fa-IR"/>
        </w:rPr>
        <w:t xml:space="preserve"> و هاجر صاحب فرزند شوند و از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راه، چشم آنها به 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دن</w:t>
      </w:r>
      <w:r w:rsidR="00A95BC4" w:rsidRPr="00A95BC4">
        <w:rPr>
          <w:rtl/>
          <w:lang w:bidi="fa-IR"/>
        </w:rPr>
        <w:t xml:space="preserve"> کودک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روشن و زندگ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خانواده پر از شاد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و خوشبخت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tl/>
          <w:lang w:bidi="fa-IR"/>
        </w:rPr>
        <w:t xml:space="preserve"> شود. ابراه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م</w:t>
      </w:r>
      <w:r w:rsidR="00A95BC4" w:rsidRPr="00A95BC4">
        <w:rPr>
          <w:rtl/>
          <w:lang w:bidi="fa-IR"/>
        </w:rPr>
        <w:t xml:space="preserve"> درخواست ساره را پذ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رفت،</w:t>
      </w:r>
      <w:r w:rsidR="00A95BC4" w:rsidRPr="00A95BC4">
        <w:rPr>
          <w:rtl/>
          <w:lang w:bidi="fa-IR"/>
        </w:rPr>
        <w:t xml:space="preserve"> هاجر ن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ز</w:t>
      </w:r>
      <w:r w:rsidR="00A95BC4" w:rsidRPr="00A95BC4">
        <w:rPr>
          <w:rtl/>
          <w:lang w:bidi="fa-IR"/>
        </w:rPr>
        <w:t xml:space="preserve"> به ا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ن</w:t>
      </w:r>
      <w:r w:rsidR="00A95BC4" w:rsidRPr="00A95BC4">
        <w:rPr>
          <w:rtl/>
          <w:lang w:bidi="fa-IR"/>
        </w:rPr>
        <w:t xml:space="preserve"> ازدواج رضا د</w:t>
      </w:r>
      <w:r w:rsidR="00A95BC4" w:rsidRPr="00A95BC4">
        <w:rPr>
          <w:rFonts w:hint="eastAsia"/>
          <w:rtl/>
          <w:lang w:bidi="fa-IR"/>
        </w:rPr>
        <w:t>اد</w:t>
      </w:r>
      <w:r w:rsidR="00A95BC4" w:rsidRPr="00A95BC4">
        <w:rPr>
          <w:rtl/>
          <w:lang w:bidi="fa-IR"/>
        </w:rPr>
        <w:t xml:space="preserve"> و آن دو با 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کد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گر</w:t>
      </w:r>
      <w:r w:rsidR="00A95BC4" w:rsidRPr="00A95BC4">
        <w:rPr>
          <w:rtl/>
          <w:lang w:bidi="fa-IR"/>
        </w:rPr>
        <w:t xml:space="preserve"> ازدواج کردند.</w:t>
      </w:r>
    </w:p>
    <w:p w:rsidR="00A95BC4" w:rsidRPr="00A95BC4" w:rsidRDefault="00A95BC4" w:rsidP="00107B76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ماه از ازدواج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و هاجر گذشته بود که هاجر، پسر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پاک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زه</w:t>
      </w:r>
      <w:r w:rsidRPr="00A95BC4">
        <w:rPr>
          <w:rtl/>
          <w:lang w:bidi="fa-IR"/>
        </w:rPr>
        <w:t xml:space="preserve"> به نام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به دن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آورد.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شاد و چشمانش به وجود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روشن شد و ساره از شاد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شاد بود. اما پس از مدت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حسادت بر وجود ساره غلبه کرد و شاد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به ناراحت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اندوه تبد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شد، به طور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ناراحت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طو</w:t>
      </w:r>
      <w:r w:rsidR="00107B76">
        <w:rPr>
          <w:rFonts w:hint="cs"/>
          <w:rtl/>
          <w:lang w:bidi="fa-IR"/>
        </w:rPr>
        <w:t xml:space="preserve">ر </w:t>
      </w:r>
      <w:r w:rsidRPr="00A95BC4">
        <w:rPr>
          <w:rtl/>
          <w:lang w:bidi="fa-IR"/>
        </w:rPr>
        <w:t>کامل از چهره و رفتار او قابل تشخ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ص</w:t>
      </w:r>
      <w:r w:rsidRPr="00A95BC4">
        <w:rPr>
          <w:rtl/>
          <w:lang w:bidi="fa-IR"/>
        </w:rPr>
        <w:t xml:space="preserve"> بود. ساره خواب و خوراک را بر خود حرام کرد و ابرها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دلتنگ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 وجودش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ره</w:t>
      </w:r>
      <w:r w:rsidRPr="00A95BC4">
        <w:rPr>
          <w:rtl/>
          <w:lang w:bidi="fa-IR"/>
        </w:rPr>
        <w:t xml:space="preserve"> شد.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تحمل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آن کودک را نداشت و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خود را سرزنش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کرد،</w:t>
      </w:r>
      <w:r w:rsidRPr="00A95BC4">
        <w:rPr>
          <w:rtl/>
          <w:lang w:bidi="fa-IR"/>
        </w:rPr>
        <w:t xml:space="preserve">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به دست خود، هاجر را به ازدواج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درآورد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بود، اما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از کرده خود پش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بود.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توانست</w:t>
      </w:r>
      <w:r w:rsidRPr="00A95BC4">
        <w:rPr>
          <w:rtl/>
          <w:lang w:bidi="fa-IR"/>
        </w:rPr>
        <w:t xml:space="preserve"> او را تسک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دهد، غ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از آنکه آن کودک و مادرش از فلسط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بروند، به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از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خواست تا هاجر و کودکش را به نقطه‌ا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دور ببرد؛ آن‌قدر دور که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ساره، نه آنها را بب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</w:t>
      </w:r>
      <w:r w:rsidRPr="00A95BC4">
        <w:rPr>
          <w:rtl/>
          <w:lang w:bidi="fa-IR"/>
        </w:rPr>
        <w:t xml:space="preserve"> و نه صدا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tl/>
          <w:lang w:bidi="fa-IR"/>
        </w:rPr>
        <w:t xml:space="preserve"> را بشنود. </w:t>
      </w:r>
      <w:r w:rsidRPr="00A95BC4">
        <w:rPr>
          <w:rFonts w:hint="eastAsia"/>
          <w:rtl/>
          <w:lang w:bidi="fa-IR"/>
        </w:rPr>
        <w:t>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اطاعت کرد و به خواسته او گردن نهاد،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خداوند به او وح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کرده بود که 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او را برآورد و امر او را اطاعت کند.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چارپا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سوار شد و همراه هاجر و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ل،</w:t>
      </w:r>
      <w:r w:rsidRPr="00A95BC4">
        <w:rPr>
          <w:rtl/>
          <w:lang w:bidi="fa-IR"/>
        </w:rPr>
        <w:t xml:space="preserve"> راه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شد و اراده خداوند راهنما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 گرد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آنها در محدوده عنا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اله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حرکت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کردند،</w:t>
      </w:r>
      <w:r w:rsidRPr="00A95BC4">
        <w:rPr>
          <w:rtl/>
          <w:lang w:bidi="fa-IR"/>
        </w:rPr>
        <w:t xml:space="preserve"> سفر آنها به درازا کش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آن‌قدر رفتند تا نزد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محل کنون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کعبه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</w:t>
      </w:r>
      <w:r w:rsidRPr="00A95BC4">
        <w:rPr>
          <w:rtl/>
          <w:lang w:bidi="fa-IR"/>
        </w:rPr>
        <w:t xml:space="preserve"> و به خواست خداوند در آن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فرود آمدند و در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سا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خود </w:t>
      </w:r>
      <w:r w:rsidRPr="00A95BC4">
        <w:rPr>
          <w:rtl/>
          <w:lang w:bidi="fa-IR"/>
        </w:rPr>
        <w:lastRenderedPageBreak/>
        <w:t>برافراشتند، منزل گز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</w:t>
      </w:r>
      <w:r w:rsidRPr="00A95BC4">
        <w:rPr>
          <w:rtl/>
          <w:lang w:bidi="fa-IR"/>
        </w:rPr>
        <w:t>. آن روزها در مکه کس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>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هاجر و کودکش را همان‌جا در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خشک و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آب</w:t>
      </w:r>
      <w:r w:rsidRPr="00A95BC4">
        <w:rPr>
          <w:rtl/>
          <w:lang w:bidi="fa-IR"/>
        </w:rPr>
        <w:t xml:space="preserve"> و علف ساکن کرد. هاجر و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ل،</w:t>
      </w:r>
      <w:r w:rsidRPr="00A95BC4">
        <w:rPr>
          <w:rtl/>
          <w:lang w:bidi="fa-IR"/>
        </w:rPr>
        <w:t xml:space="preserve">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ضع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</w:t>
      </w:r>
      <w:r w:rsidRPr="00A95BC4">
        <w:rPr>
          <w:rtl/>
          <w:lang w:bidi="fa-IR"/>
        </w:rPr>
        <w:t xml:space="preserve"> بودند و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زاد و توشه‌ا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جز مقدار کم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طعام و مقدار کم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آب همراه نداشتند. اما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به خد</w:t>
      </w:r>
      <w:r w:rsidRPr="00A95BC4">
        <w:rPr>
          <w:rFonts w:hint="eastAsia"/>
          <w:rtl/>
          <w:lang w:bidi="fa-IR"/>
        </w:rPr>
        <w:t>اوند،</w:t>
      </w:r>
      <w:r w:rsidRPr="00A95BC4">
        <w:rPr>
          <w:rtl/>
          <w:lang w:bidi="fa-IR"/>
        </w:rPr>
        <w:t xml:space="preserve"> قلب آنها را استوار و جانشان را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من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>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>، هاجر و جگرگوشه‌اش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را به امان خدا سپرد و خود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ساره بازگشت. هاجر به دنبال او راه افتاد و افسار استر را گرفت و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! کجا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نکند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 را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واد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وحشت و 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‌آب و علف تنها بگذار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؟»</w:t>
      </w:r>
      <w:r w:rsidRPr="00A95BC4">
        <w:rPr>
          <w:rtl/>
          <w:lang w:bidi="fa-IR"/>
        </w:rPr>
        <w:t xml:space="preserve"> اما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پاسخ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نداد. هاجر خواست احساسات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را تحر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tl/>
          <w:lang w:bidi="fa-IR"/>
        </w:rPr>
        <w:t xml:space="preserve"> کند، کودکش را نزد او آورد و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را در آغوش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گذاشت و به او اشاره کرد و از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خواست تا آنها را در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گرسنگ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تشنگ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کشنده تنها نگذارد.</w:t>
      </w:r>
    </w:p>
    <w:p w:rsidR="00A95BC4" w:rsidRPr="00A95BC4" w:rsidRDefault="00A95BC4" w:rsidP="007E7000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از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پرس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: «چه کنم اگر گرگ‌ها و 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وانات</w:t>
      </w:r>
      <w:r w:rsidRPr="00A95BC4">
        <w:rPr>
          <w:rtl/>
          <w:lang w:bidi="fa-IR"/>
        </w:rPr>
        <w:t xml:space="preserve"> وحش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ما حمله‌ور شوند؟ و چگونه تحمل کنم که بب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نم</w:t>
      </w:r>
      <w:r w:rsidRPr="00A95BC4">
        <w:rPr>
          <w:rtl/>
          <w:lang w:bidi="fa-IR"/>
        </w:rPr>
        <w:t xml:space="preserve"> فرزندم در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آفتاب سوزان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گرما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دهشت‌زا کباب شود؟» چشمان هاجر چون ابر</w:t>
      </w:r>
      <w:r w:rsidR="007E7000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بار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با شن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حرف‌ها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او، بر سر لطف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آنها را تنها نگذارد 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با خود ببرد، اما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مأمور بود که آنها را در آن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رها کند،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امر خدا بود و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جز تسل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رضا در برابر حکم خدا، چاره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هست؟ گرچه 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سبب از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رفتن همسر و فرزندش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</w:t>
      </w:r>
      <w:r w:rsidRPr="00A95BC4">
        <w:rPr>
          <w:rtl/>
          <w:lang w:bidi="fa-IR"/>
        </w:rPr>
        <w:t xml:space="preserve"> که در آن صورت، خواست خدا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بود که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را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ن‌گونه</w:t>
      </w:r>
      <w:r w:rsidRPr="00A95BC4">
        <w:rPr>
          <w:rtl/>
          <w:lang w:bidi="fa-IR"/>
        </w:rPr>
        <w:t xml:space="preserve"> سخت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ازما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تنها امر خدا را اطاعت کرده بود و عاقبت او 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و سزاوار 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</w:t>
      </w:r>
      <w:r w:rsidRPr="00A95BC4">
        <w:rPr>
          <w:rtl/>
          <w:lang w:bidi="fa-IR"/>
        </w:rPr>
        <w:t xml:space="preserve"> پاداش بود.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>، کودک را به آغوش هاجر بازگرداند و 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</w:t>
      </w:r>
      <w:r w:rsidRPr="00A95BC4">
        <w:rPr>
          <w:rtl/>
          <w:lang w:bidi="fa-IR"/>
        </w:rPr>
        <w:lastRenderedPageBreak/>
        <w:t>گفت: «هاجر صبر کن، خدا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خواسته». هاجر کودک را به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نه‌اش</w:t>
      </w:r>
      <w:r w:rsidRPr="00A95BC4">
        <w:rPr>
          <w:rtl/>
          <w:lang w:bidi="fa-IR"/>
        </w:rPr>
        <w:t xml:space="preserve"> چسباند و گفت: «اگر خدا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خواسته، پس ما را رها نخواهد </w:t>
      </w:r>
      <w:r w:rsidRPr="00A95BC4">
        <w:rPr>
          <w:rFonts w:hint="eastAsia"/>
          <w:rtl/>
          <w:lang w:bidi="fa-IR"/>
        </w:rPr>
        <w:t>کرد»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آر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! بنده مؤمن هر طور که باشد، امر خدا را اطاعت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کند،</w:t>
      </w:r>
      <w:r w:rsidRPr="00A95BC4">
        <w:rPr>
          <w:rtl/>
          <w:lang w:bidi="fa-IR"/>
        </w:rPr>
        <w:t xml:space="preserve"> حت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اگر حکمت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آن امر نب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نند</w:t>
      </w:r>
      <w:r w:rsidRPr="00A95BC4">
        <w:rPr>
          <w:rtl/>
          <w:lang w:bidi="fa-IR"/>
        </w:rPr>
        <w:t>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از وداع با فرزندش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غمگ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بود و آن‌قدر اشک 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خت</w:t>
      </w:r>
      <w:r w:rsidRPr="00A95BC4">
        <w:rPr>
          <w:rtl/>
          <w:lang w:bidi="fa-IR"/>
        </w:rPr>
        <w:t xml:space="preserve"> که چشمانش کم‌سو شد، اما او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امبر</w:t>
      </w:r>
      <w:r w:rsidRPr="00A95BC4">
        <w:rPr>
          <w:rtl/>
          <w:lang w:bidi="fa-IR"/>
        </w:rPr>
        <w:t xml:space="preserve">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 xml:space="preserve"> بود و با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بر سخت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دشوار</w:t>
      </w:r>
      <w:r w:rsidRPr="00A95BC4">
        <w:rPr>
          <w:rFonts w:hint="cs"/>
          <w:rtl/>
          <w:lang w:bidi="fa-IR"/>
        </w:rPr>
        <w:t>یی‌</w:t>
      </w:r>
      <w:r w:rsidRPr="00A95BC4">
        <w:rPr>
          <w:rFonts w:hint="eastAsia"/>
          <w:rtl/>
          <w:lang w:bidi="fa-IR"/>
        </w:rPr>
        <w:t>ها</w:t>
      </w:r>
      <w:r w:rsidRPr="00A95BC4">
        <w:rPr>
          <w:rtl/>
          <w:lang w:bidi="fa-IR"/>
        </w:rPr>
        <w:t xml:space="preserve"> صبر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و تسل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قضا و قدر اله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شد</w:t>
      </w:r>
      <w:r w:rsidRPr="00A95BC4">
        <w:rPr>
          <w:rtl/>
          <w:lang w:bidi="fa-IR"/>
        </w:rPr>
        <w:t>. 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ترت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ب،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رهسپار فلسط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شد و خانواده‌اش را در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خشک و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آب</w:t>
      </w:r>
      <w:r w:rsidRPr="00A95BC4">
        <w:rPr>
          <w:rtl/>
          <w:lang w:bidi="fa-IR"/>
        </w:rPr>
        <w:t xml:space="preserve"> و علف تنها گذاشت. او در حق خانواده‌اش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دعا کرد:</w:t>
      </w:r>
    </w:p>
    <w:p w:rsidR="00A95BC4" w:rsidRPr="00A95BC4" w:rsidRDefault="007E7000" w:rsidP="007E7000">
      <w:pPr>
        <w:pStyle w:val="libNormal"/>
        <w:rPr>
          <w:rtl/>
          <w:lang w:bidi="fa-IR"/>
        </w:rPr>
      </w:pPr>
      <w:r w:rsidRPr="007E7000">
        <w:rPr>
          <w:rStyle w:val="libAlaemChar"/>
          <w:rFonts w:hint="cs"/>
          <w:rtl/>
        </w:rPr>
        <w:t>(</w:t>
      </w:r>
      <w:r w:rsidR="00A95BC4" w:rsidRPr="007E7000">
        <w:rPr>
          <w:rStyle w:val="libAieChar"/>
          <w:rFonts w:hint="eastAsia"/>
          <w:rtl/>
        </w:rPr>
        <w:t>رَبَّنا</w:t>
      </w:r>
      <w:r w:rsidR="00A95BC4" w:rsidRPr="007E7000">
        <w:rPr>
          <w:rStyle w:val="libAieChar"/>
          <w:rtl/>
        </w:rPr>
        <w:t xml:space="preserve"> إِنِّ</w:t>
      </w:r>
      <w:r w:rsidR="00A95BC4" w:rsidRPr="007E7000">
        <w:rPr>
          <w:rStyle w:val="libAieChar"/>
          <w:rFonts w:hint="cs"/>
          <w:rtl/>
        </w:rPr>
        <w:t>ی</w:t>
      </w:r>
      <w:r w:rsidR="00A95BC4" w:rsidRPr="007E7000">
        <w:rPr>
          <w:rStyle w:val="libAieChar"/>
          <w:rtl/>
        </w:rPr>
        <w:t xml:space="preserve"> اسْکَنْتُ مِنْ ذُرِّ</w:t>
      </w:r>
      <w:r w:rsidR="00A95BC4" w:rsidRPr="007E7000">
        <w:rPr>
          <w:rStyle w:val="libAieChar"/>
          <w:rFonts w:hint="cs"/>
          <w:rtl/>
        </w:rPr>
        <w:t>یَّ</w:t>
      </w:r>
      <w:r w:rsidR="00A95BC4" w:rsidRPr="007E7000">
        <w:rPr>
          <w:rStyle w:val="libAieChar"/>
          <w:rFonts w:hint="eastAsia"/>
          <w:rtl/>
        </w:rPr>
        <w:t>تِ</w:t>
      </w:r>
      <w:r w:rsidR="00A95BC4" w:rsidRPr="007E7000">
        <w:rPr>
          <w:rStyle w:val="libAieChar"/>
          <w:rFonts w:hint="cs"/>
          <w:rtl/>
        </w:rPr>
        <w:t>ی</w:t>
      </w:r>
      <w:r w:rsidR="00A95BC4" w:rsidRPr="007E7000">
        <w:rPr>
          <w:rStyle w:val="libAieChar"/>
          <w:rtl/>
        </w:rPr>
        <w:t xml:space="preserve"> بِوادٍ غَ</w:t>
      </w:r>
      <w:r w:rsidR="00A95BC4" w:rsidRPr="007E7000">
        <w:rPr>
          <w:rStyle w:val="libAieChar"/>
          <w:rFonts w:hint="cs"/>
          <w:rtl/>
        </w:rPr>
        <w:t>یْ</w:t>
      </w:r>
      <w:r w:rsidR="00A95BC4" w:rsidRPr="007E7000">
        <w:rPr>
          <w:rStyle w:val="libAieChar"/>
          <w:rFonts w:hint="eastAsia"/>
          <w:rtl/>
        </w:rPr>
        <w:t>رِ</w:t>
      </w:r>
      <w:r w:rsidR="00A95BC4" w:rsidRPr="007E7000">
        <w:rPr>
          <w:rStyle w:val="libAieChar"/>
          <w:rtl/>
        </w:rPr>
        <w:t xml:space="preserve"> ذِ</w:t>
      </w:r>
      <w:r w:rsidR="00A95BC4" w:rsidRPr="007E7000">
        <w:rPr>
          <w:rStyle w:val="libAieChar"/>
          <w:rFonts w:hint="cs"/>
          <w:rtl/>
        </w:rPr>
        <w:t>ی</w:t>
      </w:r>
      <w:r w:rsidR="00A95BC4" w:rsidRPr="007E7000">
        <w:rPr>
          <w:rStyle w:val="libAieChar"/>
          <w:rtl/>
        </w:rPr>
        <w:t xml:space="preserve"> زَرْعٍ عِنْدَ بَ</w:t>
      </w:r>
      <w:r w:rsidR="00A95BC4" w:rsidRPr="007E7000">
        <w:rPr>
          <w:rStyle w:val="libAieChar"/>
          <w:rFonts w:hint="cs"/>
          <w:rtl/>
        </w:rPr>
        <w:t>یْ</w:t>
      </w:r>
      <w:r w:rsidR="00A95BC4" w:rsidRPr="007E7000">
        <w:rPr>
          <w:rStyle w:val="libAieChar"/>
          <w:rFonts w:hint="eastAsia"/>
          <w:rtl/>
        </w:rPr>
        <w:t>تِکَ</w:t>
      </w:r>
      <w:r w:rsidR="00A95BC4" w:rsidRPr="007E7000">
        <w:rPr>
          <w:rStyle w:val="libAieChar"/>
          <w:rtl/>
        </w:rPr>
        <w:t xml:space="preserve"> الْمُحَرَّمِ رَبَّنا لِ</w:t>
      </w:r>
      <w:r w:rsidR="00A95BC4" w:rsidRPr="007E7000">
        <w:rPr>
          <w:rStyle w:val="libAieChar"/>
          <w:rFonts w:hint="cs"/>
          <w:rtl/>
        </w:rPr>
        <w:t>یُ</w:t>
      </w:r>
      <w:r w:rsidR="00A95BC4" w:rsidRPr="007E7000">
        <w:rPr>
          <w:rStyle w:val="libAieChar"/>
          <w:rFonts w:hint="eastAsia"/>
          <w:rtl/>
        </w:rPr>
        <w:t>قِ</w:t>
      </w:r>
      <w:r w:rsidR="00A95BC4" w:rsidRPr="007E7000">
        <w:rPr>
          <w:rStyle w:val="libAieChar"/>
          <w:rFonts w:hint="cs"/>
          <w:rtl/>
        </w:rPr>
        <w:t>ی</w:t>
      </w:r>
      <w:r w:rsidR="00A95BC4" w:rsidRPr="007E7000">
        <w:rPr>
          <w:rStyle w:val="libAieChar"/>
          <w:rFonts w:hint="eastAsia"/>
          <w:rtl/>
        </w:rPr>
        <w:t>مُوا</w:t>
      </w:r>
      <w:r w:rsidR="00A95BC4" w:rsidRPr="007E7000">
        <w:rPr>
          <w:rStyle w:val="libAieChar"/>
          <w:rtl/>
        </w:rPr>
        <w:t xml:space="preserve"> الصَّلاةَ فَاجْعَلْ افْئِدَةً مِنَ النَّاسِ تَهْوِ</w:t>
      </w:r>
      <w:r w:rsidR="00A95BC4" w:rsidRPr="007E7000">
        <w:rPr>
          <w:rStyle w:val="libAieChar"/>
          <w:rFonts w:hint="cs"/>
          <w:rtl/>
        </w:rPr>
        <w:t>ی</w:t>
      </w:r>
      <w:r w:rsidR="00A95BC4" w:rsidRPr="007E7000">
        <w:rPr>
          <w:rStyle w:val="libAieChar"/>
          <w:rtl/>
        </w:rPr>
        <w:t xml:space="preserve"> إِلَ</w:t>
      </w:r>
      <w:r w:rsidR="00A95BC4" w:rsidRPr="007E7000">
        <w:rPr>
          <w:rStyle w:val="libAieChar"/>
          <w:rFonts w:hint="cs"/>
          <w:rtl/>
        </w:rPr>
        <w:t>یْ</w:t>
      </w:r>
      <w:r w:rsidR="00A95BC4" w:rsidRPr="007E7000">
        <w:rPr>
          <w:rStyle w:val="libAieChar"/>
          <w:rFonts w:hint="eastAsia"/>
          <w:rtl/>
        </w:rPr>
        <w:t>هِمْ</w:t>
      </w:r>
      <w:r w:rsidR="00A95BC4" w:rsidRPr="007E7000">
        <w:rPr>
          <w:rStyle w:val="libAieChar"/>
          <w:rtl/>
        </w:rPr>
        <w:t xml:space="preserve"> وَ</w:t>
      </w:r>
      <w:r w:rsidRPr="007E7000">
        <w:rPr>
          <w:rStyle w:val="libAieChar"/>
          <w:rFonts w:hint="cs"/>
          <w:rtl/>
        </w:rPr>
        <w:t xml:space="preserve"> </w:t>
      </w:r>
      <w:r w:rsidR="00A95BC4" w:rsidRPr="007E7000">
        <w:rPr>
          <w:rStyle w:val="libAieChar"/>
          <w:rFonts w:hint="eastAsia"/>
          <w:rtl/>
        </w:rPr>
        <w:t>ارْزُقْهُمْ</w:t>
      </w:r>
      <w:r w:rsidR="00A95BC4" w:rsidRPr="007E7000">
        <w:rPr>
          <w:rStyle w:val="libAieChar"/>
          <w:rtl/>
        </w:rPr>
        <w:t xml:space="preserve"> مِنَ الثَّمَراتِ لَعَلَّهُمْ </w:t>
      </w:r>
      <w:r w:rsidR="00A95BC4" w:rsidRPr="007E7000">
        <w:rPr>
          <w:rStyle w:val="libAieChar"/>
          <w:rFonts w:hint="cs"/>
          <w:rtl/>
        </w:rPr>
        <w:t>یَ</w:t>
      </w:r>
      <w:r w:rsidR="00A95BC4" w:rsidRPr="007E7000">
        <w:rPr>
          <w:rStyle w:val="libAieChar"/>
          <w:rFonts w:hint="eastAsia"/>
          <w:rtl/>
        </w:rPr>
        <w:t>شْکُرُونَ</w:t>
      </w:r>
      <w:r w:rsidR="00A95BC4" w:rsidRPr="00A95BC4">
        <w:rPr>
          <w:rtl/>
          <w:lang w:bidi="fa-IR"/>
        </w:rPr>
        <w:t xml:space="preserve"> </w:t>
      </w:r>
      <w:r w:rsidRPr="007E7000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>(ابراه</w:t>
      </w:r>
      <w:r w:rsidR="00A95BC4" w:rsidRPr="00A95BC4">
        <w:rPr>
          <w:rFonts w:hint="cs"/>
          <w:rtl/>
          <w:lang w:bidi="fa-IR"/>
        </w:rPr>
        <w:t>ی</w:t>
      </w:r>
      <w:r w:rsidR="00A95BC4" w:rsidRPr="00A95BC4">
        <w:rPr>
          <w:rFonts w:hint="eastAsia"/>
          <w:rtl/>
          <w:lang w:bidi="fa-IR"/>
        </w:rPr>
        <w:t>م</w:t>
      </w:r>
      <w:r w:rsidR="00A95BC4" w:rsidRPr="00A95BC4">
        <w:rPr>
          <w:rtl/>
          <w:lang w:bidi="fa-IR"/>
        </w:rPr>
        <w:t>: 37)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پروردگارا</w:t>
      </w:r>
      <w:r w:rsidRPr="00A95BC4">
        <w:rPr>
          <w:rtl/>
          <w:lang w:bidi="fa-IR"/>
        </w:rPr>
        <w:t>! من بعض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فرزندانم را در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آب</w:t>
      </w:r>
      <w:r w:rsidRPr="00A95BC4">
        <w:rPr>
          <w:rtl/>
          <w:lang w:bidi="fa-IR"/>
        </w:rPr>
        <w:t xml:space="preserve"> و علف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در کنار خانه‌ا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حرم توست، ساکن ساختم تا نماز را برپا دارند، تو دل‌ها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گروه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مردم را متوجه آنها ساز و از ثمرات به آنها روز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ده، 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آنها شکر تو را به جا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آورند.</w:t>
      </w:r>
    </w:p>
    <w:p w:rsidR="00A95BC4" w:rsidRPr="00A95BC4" w:rsidRDefault="00A95BC4" w:rsidP="007E7000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هاجر</w:t>
      </w:r>
      <w:r w:rsidRPr="00A95BC4">
        <w:rPr>
          <w:rtl/>
          <w:lang w:bidi="fa-IR"/>
        </w:rPr>
        <w:t xml:space="preserve"> قضا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اله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رفت</w:t>
      </w:r>
      <w:r w:rsidRPr="00A95BC4">
        <w:rPr>
          <w:rtl/>
          <w:lang w:bidi="fa-IR"/>
        </w:rPr>
        <w:t xml:space="preserve"> و سع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کرد با صبر و تحمل روزگار بگذارند. آنها اندک زاد و توشه و آب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به همراه داشتند را ظرف چند روز خوردند، اما پس از مدت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آذوقه آنها تمام شد و هاجر دچار گرسنگ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تشنگ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شد، اگر او تنها بود،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سخت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ها</w:t>
      </w:r>
      <w:r w:rsidRPr="00A95BC4">
        <w:rPr>
          <w:rtl/>
          <w:lang w:bidi="fa-IR"/>
        </w:rPr>
        <w:t xml:space="preserve"> را به نحو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تحمل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کرد،</w:t>
      </w:r>
      <w:r w:rsidRPr="00A95BC4">
        <w:rPr>
          <w:rtl/>
          <w:lang w:bidi="fa-IR"/>
        </w:rPr>
        <w:t xml:space="preserve"> اما </w:t>
      </w:r>
      <w:r w:rsidRPr="00A95BC4">
        <w:rPr>
          <w:rFonts w:hint="eastAsia"/>
          <w:rtl/>
          <w:lang w:bidi="fa-IR"/>
        </w:rPr>
        <w:t>کودک</w:t>
      </w:r>
      <w:r w:rsidRPr="00A95BC4">
        <w:rPr>
          <w:rtl/>
          <w:lang w:bidi="fa-IR"/>
        </w:rPr>
        <w:t xml:space="preserve">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رخواره‌اش</w:t>
      </w:r>
      <w:r w:rsidRPr="00A95BC4">
        <w:rPr>
          <w:rtl/>
          <w:lang w:bidi="fa-IR"/>
        </w:rPr>
        <w:t xml:space="preserve"> تحمل آن را نداشت. آنها مدت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که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نخورده بودند. هاجر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نداشت که به کودک بدهد 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حت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با آن تشنگ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اش</w:t>
      </w:r>
      <w:r w:rsidRPr="00A95BC4">
        <w:rPr>
          <w:rtl/>
          <w:lang w:bidi="fa-IR"/>
        </w:rPr>
        <w:t xml:space="preserve"> را فرو نشاند. گرسنگ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تشنگ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از طرف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ل،</w:t>
      </w:r>
      <w:r w:rsidRPr="00A95BC4">
        <w:rPr>
          <w:rtl/>
          <w:lang w:bidi="fa-IR"/>
        </w:rPr>
        <w:t xml:space="preserve"> جگر او 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سوزاند</w:t>
      </w:r>
      <w:r w:rsidRPr="00A95BC4">
        <w:rPr>
          <w:rtl/>
          <w:lang w:bidi="fa-IR"/>
        </w:rPr>
        <w:t>. او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تواند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</w:t>
      </w:r>
      <w:r w:rsidRPr="00A95BC4">
        <w:rPr>
          <w:rFonts w:hint="eastAsia"/>
          <w:rtl/>
          <w:lang w:bidi="fa-IR"/>
        </w:rPr>
        <w:t>ودک</w:t>
      </w:r>
      <w:r w:rsidRPr="00A95BC4">
        <w:rPr>
          <w:rtl/>
          <w:lang w:bidi="fa-IR"/>
        </w:rPr>
        <w:t xml:space="preserve"> گرسنه و تشنه‌اش کار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بکند، شروع به </w:t>
      </w:r>
      <w:r w:rsidRPr="00A95BC4">
        <w:rPr>
          <w:rtl/>
          <w:lang w:bidi="fa-IR"/>
        </w:rPr>
        <w:lastRenderedPageBreak/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ستن</w:t>
      </w:r>
      <w:r w:rsidRPr="00A95BC4">
        <w:rPr>
          <w:rtl/>
          <w:lang w:bidi="fa-IR"/>
        </w:rPr>
        <w:t xml:space="preserve"> کرد، تا 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بتواند با اشک چشمانش تشنگ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فرزندش را فرو نشاند،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حت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اشک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نداشت که بر چشمش جار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شود. او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فرزندش چون ماه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رون</w:t>
      </w:r>
      <w:r w:rsidRPr="00A95BC4">
        <w:rPr>
          <w:rtl/>
          <w:lang w:bidi="fa-IR"/>
        </w:rPr>
        <w:t xml:space="preserve"> از آب افتاده، از گرسنگ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تشنگ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دست و پا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زند،</w:t>
      </w:r>
      <w:r w:rsidRPr="00A95BC4">
        <w:rPr>
          <w:rtl/>
          <w:lang w:bidi="fa-IR"/>
        </w:rPr>
        <w:t xml:space="preserve"> هاجر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توانست</w:t>
      </w:r>
      <w:r w:rsidRPr="00A95BC4">
        <w:rPr>
          <w:rtl/>
          <w:lang w:bidi="fa-IR"/>
        </w:rPr>
        <w:t xml:space="preserve"> با دست 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گذاشتن، شاهد جان دادن کودکش باشد. بنابرا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ن،</w:t>
      </w:r>
      <w:r w:rsidRPr="00A95BC4">
        <w:rPr>
          <w:rtl/>
          <w:lang w:bidi="fa-IR"/>
        </w:rPr>
        <w:t xml:space="preserve"> کودک را در کنار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گذاشت و خود برخ</w:t>
      </w:r>
      <w:r w:rsidR="007E7000">
        <w:rPr>
          <w:rFonts w:hint="cs"/>
          <w:rtl/>
          <w:lang w:bidi="fa-IR"/>
        </w:rPr>
        <w:t>و</w:t>
      </w:r>
      <w:r w:rsidRPr="00A95BC4">
        <w:rPr>
          <w:rtl/>
          <w:lang w:bidi="fa-IR"/>
        </w:rPr>
        <w:t>است تا قدر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دنبال آب و غذا بگردد. بر بالا</w:t>
      </w:r>
      <w:r w:rsidRPr="00A95BC4">
        <w:rPr>
          <w:rFonts w:hint="cs"/>
          <w:rtl/>
          <w:lang w:bidi="fa-IR"/>
        </w:rPr>
        <w:t>ی</w:t>
      </w:r>
      <w:r w:rsidR="007E7000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کوه</w:t>
      </w:r>
      <w:r w:rsidRPr="00A95BC4">
        <w:rPr>
          <w:rtl/>
          <w:lang w:bidi="fa-IR"/>
        </w:rPr>
        <w:t xml:space="preserve"> صفا رفت. پنداشت که بر کوه مروه آب است، هروله کنان خود را به مروه رساند، اما سراب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نبود، از بالا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مروه نگاه کرد پنداشت که بر سر صفا آب است، باز هم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صفا 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اما آنجا هم، جز سراب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</w:t>
      </w:r>
      <w:r w:rsidRPr="00A95BC4">
        <w:rPr>
          <w:rtl/>
          <w:lang w:bidi="fa-IR"/>
        </w:rPr>
        <w:t>. هفت‌بار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را تکرار کرد و در تمام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مدت، طفل 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کرد</w:t>
      </w:r>
      <w:r w:rsidRPr="00A95BC4">
        <w:rPr>
          <w:rtl/>
          <w:lang w:bidi="fa-IR"/>
        </w:rPr>
        <w:t xml:space="preserve"> و پا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را به 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کوب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ناگهان از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پا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چشمه‌ا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شروع به جوش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کرد. هاجر به سمت فرزندش 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از خستگ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تشنگ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نمانده بود که از حال برود.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عرق</w:t>
      </w:r>
      <w:r w:rsidRPr="00A95BC4">
        <w:rPr>
          <w:rtl/>
          <w:lang w:bidi="fa-IR"/>
        </w:rPr>
        <w:t xml:space="preserve"> از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شان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اش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چک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کودک را در آغوش گرفت و به لب‌ها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تشنه او نگاه کرد، آنگاه مقدار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آب برداشت و به لب‌ها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رساند.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کلمه‌ا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تواند</w:t>
      </w:r>
      <w:r w:rsidRPr="00A95BC4">
        <w:rPr>
          <w:rtl/>
          <w:lang w:bidi="fa-IR"/>
        </w:rPr>
        <w:t xml:space="preserve"> لحظه‌ا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که هاجر شاهد دوباره جان گرفتن کودکش بود را توص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</w:t>
      </w:r>
      <w:r w:rsidRPr="00A95BC4">
        <w:rPr>
          <w:rtl/>
          <w:lang w:bidi="fa-IR"/>
        </w:rPr>
        <w:t xml:space="preserve"> کند.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ک‌باره</w:t>
      </w:r>
      <w:r w:rsidRPr="00A95BC4">
        <w:rPr>
          <w:rtl/>
          <w:lang w:bidi="fa-IR"/>
        </w:rPr>
        <w:t xml:space="preserve"> تمام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غم‌ها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</w:t>
      </w:r>
      <w:r w:rsidRPr="00A95BC4">
        <w:rPr>
          <w:rtl/>
          <w:lang w:bidi="fa-IR"/>
        </w:rPr>
        <w:t xml:space="preserve"> به شاد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مبدّل شد، او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دانست</w:t>
      </w:r>
      <w:r w:rsidRPr="00A95BC4">
        <w:rPr>
          <w:rtl/>
          <w:lang w:bidi="fa-IR"/>
        </w:rPr>
        <w:t xml:space="preserve"> که همه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نها</w:t>
      </w:r>
      <w:r w:rsidRPr="00A95BC4">
        <w:rPr>
          <w:rtl/>
          <w:lang w:bidi="fa-IR"/>
        </w:rPr>
        <w:t xml:space="preserve"> از فضل و عنا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خداوند است.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همان خدا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نبود که به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خل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امر کرد که هاجر و فرزند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رخوارش</w:t>
      </w:r>
      <w:r w:rsidRPr="00A95BC4">
        <w:rPr>
          <w:rtl/>
          <w:lang w:bidi="fa-IR"/>
        </w:rPr>
        <w:t xml:space="preserve"> را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آب</w:t>
      </w:r>
      <w:r w:rsidRPr="00A95BC4">
        <w:rPr>
          <w:rtl/>
          <w:lang w:bidi="fa-IR"/>
        </w:rPr>
        <w:t xml:space="preserve"> و علف رها کند.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خواست</w:t>
      </w:r>
      <w:r w:rsidRPr="00A95BC4">
        <w:rPr>
          <w:rtl/>
          <w:lang w:bidi="fa-IR"/>
        </w:rPr>
        <w:t xml:space="preserve"> هاجر و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را ترک گو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گفت: «خدا مرا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امر ک</w:t>
      </w:r>
      <w:r w:rsidRPr="00A95BC4">
        <w:rPr>
          <w:rFonts w:hint="eastAsia"/>
          <w:rtl/>
          <w:lang w:bidi="fa-IR"/>
        </w:rPr>
        <w:t>رده</w:t>
      </w:r>
      <w:r w:rsidRPr="00A95BC4">
        <w:rPr>
          <w:rtl/>
          <w:lang w:bidi="fa-IR"/>
        </w:rPr>
        <w:t xml:space="preserve"> است» و هاجر گفت: «پس اگر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ن‌طور</w:t>
      </w:r>
      <w:r w:rsidRPr="00A95BC4">
        <w:rPr>
          <w:rtl/>
          <w:lang w:bidi="fa-IR"/>
        </w:rPr>
        <w:t xml:space="preserve"> است، خدا ما را تنها نخواهد گذاشت».</w:t>
      </w:r>
    </w:p>
    <w:p w:rsidR="00A95BC4" w:rsidRPr="00A95BC4" w:rsidRDefault="00A95BC4" w:rsidP="007E7000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به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از رحمت خدا بود که به آنها چاه زمزم را عطا کرد، و به وس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له</w:t>
      </w:r>
      <w:r w:rsidRPr="00A95BC4">
        <w:rPr>
          <w:rtl/>
          <w:lang w:bidi="fa-IR"/>
        </w:rPr>
        <w:t xml:space="preserve"> آن، به آنها 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ات</w:t>
      </w:r>
      <w:r w:rsidRPr="00A95BC4">
        <w:rPr>
          <w:rtl/>
          <w:lang w:bidi="fa-IR"/>
        </w:rPr>
        <w:t xml:space="preserve"> دوباره بخش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سبب شد تا پرندگان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 آب پرواز کنند و اطراف آنها شلوغ شود،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عده‌ا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قب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له</w:t>
      </w:r>
      <w:r w:rsidR="007E7000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جرهم</w:t>
      </w:r>
      <w:r w:rsidRPr="00A95BC4">
        <w:rPr>
          <w:rtl/>
          <w:lang w:bidi="fa-IR"/>
        </w:rPr>
        <w:t xml:space="preserve"> که از آنجا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گذشتند،</w:t>
      </w:r>
      <w:r w:rsidRPr="00A95BC4">
        <w:rPr>
          <w:rtl/>
          <w:lang w:bidi="fa-IR"/>
        </w:rPr>
        <w:t xml:space="preserve"> چون پرندگان را بر گِردِ مکان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حال پرواز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دند،</w:t>
      </w:r>
      <w:r w:rsidRPr="00A95BC4">
        <w:rPr>
          <w:rtl/>
          <w:lang w:bidi="fa-IR"/>
        </w:rPr>
        <w:t xml:space="preserve"> 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افتند</w:t>
      </w:r>
      <w:r w:rsidRPr="00A95BC4">
        <w:rPr>
          <w:rtl/>
          <w:lang w:bidi="fa-IR"/>
        </w:rPr>
        <w:t xml:space="preserve"> که در آن مکان، آب وجود دارد. 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موضوع مطمئن شدند، به‌سو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هاجر آمدند و از او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ماندن در آن منطقه اجازه گرفتند، هاجر به آنها اجازه داد، البته نه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صاحب آن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و چاه زمزم شوند، بلکه اجازه داد تا همچون مهمان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گرام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در آن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بمانند، آنها هم پذ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رفتند</w:t>
      </w:r>
      <w:r w:rsidRPr="00A95BC4">
        <w:rPr>
          <w:rtl/>
          <w:lang w:bidi="fa-IR"/>
        </w:rPr>
        <w:t>. قب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له</w:t>
      </w:r>
      <w:r w:rsidRPr="00A95BC4">
        <w:rPr>
          <w:rtl/>
          <w:lang w:bidi="fa-IR"/>
        </w:rPr>
        <w:t xml:space="preserve"> جرهم،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به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پسر و مادر انس گرفتند و هاجر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خدا را شکر کرد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مهر آنها را در دل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مردمان قرار داده است.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سال‌ها</w:t>
      </w:r>
      <w:r w:rsidRPr="00A95BC4">
        <w:rPr>
          <w:rtl/>
          <w:lang w:bidi="fa-IR"/>
        </w:rPr>
        <w:t xml:space="preserve"> گذشت،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به سن نوجوان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 و با مادرش در کنار قب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له</w:t>
      </w:r>
      <w:r w:rsidRPr="00A95BC4">
        <w:rPr>
          <w:rtl/>
          <w:lang w:bidi="fa-IR"/>
        </w:rPr>
        <w:t xml:space="preserve"> جرهم،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آرام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داشت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خواست پس از سال ها دور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خبر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هاجر و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بگ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رد</w:t>
      </w:r>
      <w:r w:rsidRPr="00A95BC4">
        <w:rPr>
          <w:rtl/>
          <w:lang w:bidi="fa-IR"/>
        </w:rPr>
        <w:t>.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رو، به مکه آمد و با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اوضاع مکه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در تمام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مدت هاجر و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در کنار قب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له</w:t>
      </w:r>
      <w:r w:rsidRPr="00A95BC4">
        <w:rPr>
          <w:rtl/>
          <w:lang w:bidi="fa-IR"/>
        </w:rPr>
        <w:t xml:space="preserve"> جرهم زندگ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آرام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داشته‌اند و خداوند دعا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را مستجاب کرده و آن مادر و پسر را تحت عنا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و حما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خود درآورده است،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شاد شد. مدت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کنار آنها ماند،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در خواب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را سر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برد</w:t>
      </w:r>
      <w:r w:rsidRPr="00A95BC4">
        <w:rPr>
          <w:rtl/>
          <w:lang w:bidi="fa-IR"/>
        </w:rPr>
        <w:t>:</w:t>
      </w:r>
    </w:p>
    <w:p w:rsidR="00A95BC4" w:rsidRPr="00A95BC4" w:rsidRDefault="007E7000" w:rsidP="00A95BC4">
      <w:pPr>
        <w:pStyle w:val="libNormal"/>
        <w:rPr>
          <w:rtl/>
          <w:lang w:bidi="fa-IR"/>
        </w:rPr>
      </w:pPr>
      <w:r w:rsidRPr="007E7000">
        <w:rPr>
          <w:rStyle w:val="libAlaemChar"/>
          <w:rFonts w:hint="cs"/>
          <w:rtl/>
        </w:rPr>
        <w:t>(</w:t>
      </w:r>
      <w:r w:rsidR="00A95BC4" w:rsidRPr="007E7000">
        <w:rPr>
          <w:rStyle w:val="libAieChar"/>
          <w:rFonts w:hint="eastAsia"/>
          <w:rtl/>
        </w:rPr>
        <w:t>فَلَمَّا</w:t>
      </w:r>
      <w:r w:rsidR="00A95BC4" w:rsidRPr="007E7000">
        <w:rPr>
          <w:rStyle w:val="libAieChar"/>
          <w:rtl/>
        </w:rPr>
        <w:t xml:space="preserve"> بَلَغَ مَعَهُ السَّعْ</w:t>
      </w:r>
      <w:r w:rsidR="00A95BC4" w:rsidRPr="007E7000">
        <w:rPr>
          <w:rStyle w:val="libAieChar"/>
          <w:rFonts w:hint="cs"/>
          <w:rtl/>
        </w:rPr>
        <w:t>یَ</w:t>
      </w:r>
      <w:r w:rsidR="00A95BC4" w:rsidRPr="007E7000">
        <w:rPr>
          <w:rStyle w:val="libAieChar"/>
          <w:rtl/>
        </w:rPr>
        <w:t xml:space="preserve"> قالَ </w:t>
      </w:r>
      <w:r w:rsidR="00A95BC4" w:rsidRPr="007E7000">
        <w:rPr>
          <w:rStyle w:val="libAieChar"/>
          <w:rFonts w:hint="cs"/>
          <w:rtl/>
        </w:rPr>
        <w:t>ی</w:t>
      </w:r>
      <w:r w:rsidR="00A95BC4" w:rsidRPr="007E7000">
        <w:rPr>
          <w:rStyle w:val="libAieChar"/>
          <w:rFonts w:hint="eastAsia"/>
          <w:rtl/>
        </w:rPr>
        <w:t>ا</w:t>
      </w:r>
      <w:r w:rsidR="00A95BC4" w:rsidRPr="007E7000">
        <w:rPr>
          <w:rStyle w:val="libAieChar"/>
          <w:rtl/>
        </w:rPr>
        <w:t xml:space="preserve"> بُنَ</w:t>
      </w:r>
      <w:r w:rsidR="00A95BC4" w:rsidRPr="007E7000">
        <w:rPr>
          <w:rStyle w:val="libAieChar"/>
          <w:rFonts w:hint="cs"/>
          <w:rtl/>
        </w:rPr>
        <w:t>یَّ</w:t>
      </w:r>
      <w:r w:rsidR="00A95BC4" w:rsidRPr="007E7000">
        <w:rPr>
          <w:rStyle w:val="libAieChar"/>
          <w:rtl/>
        </w:rPr>
        <w:t xml:space="preserve"> إِنِّ</w:t>
      </w:r>
      <w:r w:rsidR="00A95BC4" w:rsidRPr="007E7000">
        <w:rPr>
          <w:rStyle w:val="libAieChar"/>
          <w:rFonts w:hint="cs"/>
          <w:rtl/>
        </w:rPr>
        <w:t>ی</w:t>
      </w:r>
      <w:r w:rsidR="00A95BC4" w:rsidRPr="007E7000">
        <w:rPr>
          <w:rStyle w:val="libAieChar"/>
          <w:rtl/>
        </w:rPr>
        <w:t xml:space="preserve"> أَر</w:t>
      </w:r>
      <w:r w:rsidR="00A95BC4" w:rsidRPr="007E7000">
        <w:rPr>
          <w:rStyle w:val="libAieChar"/>
          <w:rFonts w:hint="cs"/>
          <w:rtl/>
        </w:rPr>
        <w:t>ی</w:t>
      </w:r>
      <w:r w:rsidR="00A95BC4" w:rsidRPr="007E7000">
        <w:rPr>
          <w:rStyle w:val="libAieChar"/>
          <w:rtl/>
        </w:rPr>
        <w:t xml:space="preserve"> فِ</w:t>
      </w:r>
      <w:r w:rsidR="00A95BC4" w:rsidRPr="007E7000">
        <w:rPr>
          <w:rStyle w:val="libAieChar"/>
          <w:rFonts w:hint="cs"/>
          <w:rtl/>
        </w:rPr>
        <w:t>ی</w:t>
      </w:r>
      <w:r w:rsidR="00A95BC4" w:rsidRPr="007E7000">
        <w:rPr>
          <w:rStyle w:val="libAieChar"/>
          <w:rtl/>
        </w:rPr>
        <w:t xml:space="preserve"> الْمَنامِ أَنِّ</w:t>
      </w:r>
      <w:r w:rsidR="00A95BC4" w:rsidRPr="007E7000">
        <w:rPr>
          <w:rStyle w:val="libAieChar"/>
          <w:rFonts w:hint="cs"/>
          <w:rtl/>
        </w:rPr>
        <w:t>ی</w:t>
      </w:r>
      <w:r w:rsidR="00A95BC4" w:rsidRPr="007E7000">
        <w:rPr>
          <w:rStyle w:val="libAieChar"/>
          <w:rtl/>
        </w:rPr>
        <w:t xml:space="preserve"> أَذْبَحُکَ فَانْظُرْ ما ذا تَر</w:t>
      </w:r>
      <w:r w:rsidR="00A95BC4" w:rsidRPr="007E7000">
        <w:rPr>
          <w:rStyle w:val="libAieChar"/>
          <w:rFonts w:hint="cs"/>
          <w:rtl/>
        </w:rPr>
        <w:t>ی</w:t>
      </w:r>
      <w:r w:rsidR="00A95BC4" w:rsidRPr="007E7000">
        <w:rPr>
          <w:rStyle w:val="libAieChar"/>
          <w:rtl/>
        </w:rPr>
        <w:t xml:space="preserve"> قالَ </w:t>
      </w:r>
      <w:r w:rsidR="00A95BC4" w:rsidRPr="007E7000">
        <w:rPr>
          <w:rStyle w:val="libAieChar"/>
          <w:rFonts w:hint="cs"/>
          <w:rtl/>
        </w:rPr>
        <w:t>ی</w:t>
      </w:r>
      <w:r w:rsidR="00A95BC4" w:rsidRPr="007E7000">
        <w:rPr>
          <w:rStyle w:val="libAieChar"/>
          <w:rFonts w:hint="eastAsia"/>
          <w:rtl/>
        </w:rPr>
        <w:t>ا</w:t>
      </w:r>
      <w:r w:rsidR="00A95BC4" w:rsidRPr="007E7000">
        <w:rPr>
          <w:rStyle w:val="libAieChar"/>
          <w:rtl/>
        </w:rPr>
        <w:t xml:space="preserve"> أَبَتِ افْعَلْ ما تُؤْمَرُ سَتَجِدُنِ</w:t>
      </w:r>
      <w:r w:rsidR="00A95BC4" w:rsidRPr="007E7000">
        <w:rPr>
          <w:rStyle w:val="libAieChar"/>
          <w:rFonts w:hint="cs"/>
          <w:rtl/>
        </w:rPr>
        <w:t>ی</w:t>
      </w:r>
      <w:r w:rsidR="00A95BC4" w:rsidRPr="007E7000">
        <w:rPr>
          <w:rStyle w:val="libAieChar"/>
          <w:rtl/>
        </w:rPr>
        <w:t xml:space="preserve"> إِنْ شاءَ اللَّهُ مِنَ الصَّابِرِ</w:t>
      </w:r>
      <w:r w:rsidR="00A95BC4" w:rsidRPr="007E7000">
        <w:rPr>
          <w:rStyle w:val="libAieChar"/>
          <w:rFonts w:hint="cs"/>
          <w:rtl/>
        </w:rPr>
        <w:t>ی</w:t>
      </w:r>
      <w:r w:rsidR="00A95BC4" w:rsidRPr="007E7000">
        <w:rPr>
          <w:rStyle w:val="libAieChar"/>
          <w:rFonts w:hint="eastAsia"/>
          <w:rtl/>
        </w:rPr>
        <w:t>نَ</w:t>
      </w:r>
      <w:r w:rsidR="00A95BC4" w:rsidRPr="00A95BC4">
        <w:rPr>
          <w:rtl/>
          <w:lang w:bidi="fa-IR"/>
        </w:rPr>
        <w:t xml:space="preserve"> </w:t>
      </w:r>
      <w:r w:rsidRPr="007E7000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>(صافات: 102)</w:t>
      </w:r>
    </w:p>
    <w:p w:rsidR="00A95BC4" w:rsidRPr="00A95BC4" w:rsidRDefault="00A95BC4" w:rsidP="007E7000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با او به مقام سع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و کوشش رس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گفت: پسرم! من در</w:t>
      </w:r>
      <w:r w:rsidRPr="00A95BC4">
        <w:rPr>
          <w:rFonts w:hint="eastAsia"/>
          <w:rtl/>
          <w:lang w:bidi="fa-IR"/>
        </w:rPr>
        <w:t>خواب</w:t>
      </w:r>
      <w:r w:rsidRPr="00A95BC4">
        <w:rPr>
          <w:rtl/>
          <w:lang w:bidi="fa-IR"/>
        </w:rPr>
        <w:t xml:space="preserve">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دم</w:t>
      </w:r>
      <w:r w:rsidRPr="00A95BC4">
        <w:rPr>
          <w:rtl/>
          <w:lang w:bidi="fa-IR"/>
        </w:rPr>
        <w:t xml:space="preserve"> که تو را ذبح 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کنم، نظر تو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ست؟</w:t>
      </w:r>
      <w:r w:rsidRPr="00A95BC4">
        <w:rPr>
          <w:rtl/>
          <w:lang w:bidi="fa-IR"/>
        </w:rPr>
        <w:t xml:space="preserve"> گفت: پدرم! هر چه دستور دار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اجرا کن، به خواست خدا مرا از صابران خواه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lastRenderedPageBreak/>
        <w:t>امتحان</w:t>
      </w:r>
      <w:r w:rsidRPr="00A95BC4">
        <w:rPr>
          <w:rtl/>
          <w:lang w:bidi="fa-IR"/>
        </w:rPr>
        <w:t xml:space="preserve"> پشت امتحان،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در تمام مدت عمرش، آرزو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داشتن فرزند داشت، اما پس از آنکه صاحب فرزند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شد، به امر خدا مجبور شد که همسر و فرزندش را در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حجاز رها کند و اکنون به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امر شده که فرزند عز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زتر</w:t>
      </w:r>
      <w:r w:rsidRPr="00A95BC4">
        <w:rPr>
          <w:rtl/>
          <w:lang w:bidi="fa-IR"/>
        </w:rPr>
        <w:t xml:space="preserve"> از جانش را در راه خدا قربان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کند، مص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اگ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بر کوه فرود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آن را متلاش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کند</w:t>
      </w:r>
      <w:r w:rsidRPr="00A95BC4">
        <w:rPr>
          <w:rtl/>
          <w:lang w:bidi="fa-IR"/>
        </w:rPr>
        <w:t>. همه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نها</w:t>
      </w:r>
      <w:r w:rsidRPr="00A95BC4">
        <w:rPr>
          <w:rtl/>
          <w:lang w:bidi="fa-IR"/>
        </w:rPr>
        <w:t xml:space="preserve">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 بود که مقام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در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شگاه</w:t>
      </w:r>
      <w:r w:rsidRPr="00A95BC4">
        <w:rPr>
          <w:rtl/>
          <w:lang w:bidi="fa-IR"/>
        </w:rPr>
        <w:t xml:space="preserve"> خداوند بالاتر رود و 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زان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و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او به وس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له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امتحانات سنج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شود.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بار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امر خدا را اطاعت کرد به‌سرعت نزد فرزندش آمد و از آنچه در خواب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tl/>
          <w:lang w:bidi="fa-IR"/>
        </w:rPr>
        <w:t xml:space="preserve"> بود، او 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آگاه کرد:</w:t>
      </w:r>
      <w:r w:rsidR="007E7000" w:rsidRPr="007E7000">
        <w:rPr>
          <w:rStyle w:val="libAlaemChar"/>
          <w:rFonts w:hint="cs"/>
          <w:rtl/>
        </w:rPr>
        <w:t>(</w:t>
      </w:r>
      <w:r w:rsidRPr="00A95BC4">
        <w:rPr>
          <w:rtl/>
          <w:lang w:bidi="fa-IR"/>
        </w:rPr>
        <w:t xml:space="preserve"> </w:t>
      </w:r>
      <w:r w:rsidRPr="007E7000">
        <w:rPr>
          <w:rStyle w:val="libAieChar"/>
          <w:rFonts w:hint="cs"/>
          <w:rtl/>
        </w:rPr>
        <w:t>ی</w:t>
      </w:r>
      <w:r w:rsidRPr="007E7000">
        <w:rPr>
          <w:rStyle w:val="libAieChar"/>
          <w:rFonts w:hint="eastAsia"/>
          <w:rtl/>
        </w:rPr>
        <w:t>ا</w:t>
      </w:r>
      <w:r w:rsidRPr="007E7000">
        <w:rPr>
          <w:rStyle w:val="libAieChar"/>
          <w:rtl/>
        </w:rPr>
        <w:t xml:space="preserve"> بُنَ</w:t>
      </w:r>
      <w:r w:rsidRPr="007E7000">
        <w:rPr>
          <w:rStyle w:val="libAieChar"/>
          <w:rFonts w:hint="cs"/>
          <w:rtl/>
        </w:rPr>
        <w:t>یَّ</w:t>
      </w:r>
      <w:r w:rsidRPr="007E7000">
        <w:rPr>
          <w:rStyle w:val="libAieChar"/>
          <w:rtl/>
        </w:rPr>
        <w:t xml:space="preserve"> إِنِّ</w:t>
      </w:r>
      <w:r w:rsidRPr="007E7000">
        <w:rPr>
          <w:rStyle w:val="libAieChar"/>
          <w:rFonts w:hint="cs"/>
          <w:rtl/>
        </w:rPr>
        <w:t>ی</w:t>
      </w:r>
      <w:r w:rsidRPr="007E7000">
        <w:rPr>
          <w:rStyle w:val="libAieChar"/>
          <w:rtl/>
        </w:rPr>
        <w:t xml:space="preserve"> أَر</w:t>
      </w:r>
      <w:r w:rsidRPr="007E7000">
        <w:rPr>
          <w:rStyle w:val="libAieChar"/>
          <w:rFonts w:hint="cs"/>
          <w:rtl/>
        </w:rPr>
        <w:t>ی</w:t>
      </w:r>
      <w:r w:rsidRPr="007E7000">
        <w:rPr>
          <w:rStyle w:val="libAieChar"/>
          <w:rtl/>
        </w:rPr>
        <w:t xml:space="preserve"> فِ</w:t>
      </w:r>
      <w:r w:rsidRPr="007E7000">
        <w:rPr>
          <w:rStyle w:val="libAieChar"/>
          <w:rFonts w:hint="cs"/>
          <w:rtl/>
        </w:rPr>
        <w:t>ی</w:t>
      </w:r>
      <w:r w:rsidRPr="007E7000">
        <w:rPr>
          <w:rStyle w:val="libAieChar"/>
          <w:rtl/>
        </w:rPr>
        <w:t xml:space="preserve"> الْمَنامِ أَنِّ</w:t>
      </w:r>
      <w:r w:rsidRPr="007E7000">
        <w:rPr>
          <w:rStyle w:val="libAieChar"/>
          <w:rFonts w:hint="cs"/>
          <w:rtl/>
        </w:rPr>
        <w:t>ی</w:t>
      </w:r>
      <w:r w:rsidRPr="007E7000">
        <w:rPr>
          <w:rStyle w:val="libAieChar"/>
          <w:rtl/>
        </w:rPr>
        <w:t xml:space="preserve"> أَذْبَحُکَ فَانْظُرْ ما ذا تَر</w:t>
      </w:r>
      <w:r w:rsidRPr="007E7000">
        <w:rPr>
          <w:rStyle w:val="libAieChar"/>
          <w:rFonts w:hint="cs"/>
          <w:rtl/>
        </w:rPr>
        <w:t>ی</w:t>
      </w:r>
      <w:r w:rsidRPr="007E7000">
        <w:rPr>
          <w:rStyle w:val="libAieChar"/>
          <w:rtl/>
        </w:rPr>
        <w:t>.</w:t>
      </w:r>
      <w:r w:rsidR="007E7000" w:rsidRPr="007E7000">
        <w:rPr>
          <w:rStyle w:val="libAlaemChar"/>
          <w:rFonts w:hint="cs"/>
          <w:rtl/>
        </w:rPr>
        <w:t>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هم با اطم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نان</w:t>
      </w:r>
      <w:r w:rsidRPr="00A95BC4">
        <w:rPr>
          <w:rtl/>
          <w:lang w:bidi="fa-IR"/>
        </w:rPr>
        <w:t xml:space="preserve"> گفت:</w:t>
      </w:r>
      <w:r w:rsidR="007E7000" w:rsidRPr="007E7000">
        <w:rPr>
          <w:rStyle w:val="libAlaemChar"/>
          <w:rFonts w:hint="cs"/>
          <w:rtl/>
        </w:rPr>
        <w:t>(</w:t>
      </w:r>
      <w:r w:rsidRPr="00A95BC4">
        <w:rPr>
          <w:rtl/>
          <w:lang w:bidi="fa-IR"/>
        </w:rPr>
        <w:t xml:space="preserve"> </w:t>
      </w:r>
      <w:r w:rsidRPr="007E7000">
        <w:rPr>
          <w:rStyle w:val="libAieChar"/>
          <w:rFonts w:hint="cs"/>
          <w:rtl/>
        </w:rPr>
        <w:t>ی</w:t>
      </w:r>
      <w:r w:rsidRPr="007E7000">
        <w:rPr>
          <w:rStyle w:val="libAieChar"/>
          <w:rFonts w:hint="eastAsia"/>
          <w:rtl/>
        </w:rPr>
        <w:t>ا</w:t>
      </w:r>
      <w:r w:rsidRPr="007E7000">
        <w:rPr>
          <w:rStyle w:val="libAieChar"/>
          <w:rtl/>
        </w:rPr>
        <w:t xml:space="preserve"> أَبَتِ افْعَلْ ما تُؤْمَرُ سَتَجِدُنِ</w:t>
      </w:r>
      <w:r w:rsidRPr="007E7000">
        <w:rPr>
          <w:rStyle w:val="libAieChar"/>
          <w:rFonts w:hint="cs"/>
          <w:rtl/>
        </w:rPr>
        <w:t>ی</w:t>
      </w:r>
      <w:r w:rsidRPr="007E7000">
        <w:rPr>
          <w:rStyle w:val="libAieChar"/>
          <w:rtl/>
        </w:rPr>
        <w:t xml:space="preserve"> إِنْ شاءَ اللَّهُ مِنَ الصَّابِرِ</w:t>
      </w:r>
      <w:r w:rsidRPr="007E7000">
        <w:rPr>
          <w:rStyle w:val="libAieChar"/>
          <w:rFonts w:hint="cs"/>
          <w:rtl/>
        </w:rPr>
        <w:t>ی</w:t>
      </w:r>
      <w:r w:rsidRPr="007E7000">
        <w:rPr>
          <w:rStyle w:val="libAieChar"/>
          <w:rFonts w:hint="eastAsia"/>
          <w:rtl/>
        </w:rPr>
        <w:t>نَ</w:t>
      </w:r>
      <w:r w:rsidRPr="00A95BC4">
        <w:rPr>
          <w:rtl/>
          <w:lang w:bidi="fa-IR"/>
        </w:rPr>
        <w:t>.</w:t>
      </w:r>
      <w:r w:rsidR="007E7000" w:rsidRPr="007E7000">
        <w:rPr>
          <w:rStyle w:val="libAlaemChar"/>
          <w:rFonts w:hint="cs"/>
          <w:rtl/>
        </w:rPr>
        <w:t>)</w:t>
      </w:r>
    </w:p>
    <w:p w:rsidR="00A95BC4" w:rsidRPr="00A95BC4" w:rsidRDefault="00A95BC4" w:rsidP="007E7000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مان</w:t>
      </w:r>
      <w:r w:rsidRPr="00A95BC4">
        <w:rPr>
          <w:rtl/>
          <w:lang w:bidi="fa-IR"/>
        </w:rPr>
        <w:t xml:space="preserve"> و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ق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راسخ داشت، او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نکه</w:t>
      </w:r>
      <w:r w:rsidRPr="00A95BC4">
        <w:rPr>
          <w:rtl/>
          <w:lang w:bidi="fa-IR"/>
        </w:rPr>
        <w:t xml:space="preserve"> کار را بر پدرش آسان کند،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پدر! دست‌ها و پاها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را محکم ببند، تا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اد</w:t>
      </w:r>
      <w:r w:rsidRPr="00A95BC4">
        <w:rPr>
          <w:rtl/>
          <w:lang w:bidi="fa-IR"/>
        </w:rPr>
        <w:t xml:space="preserve"> دست و پا نزنم، لباس‌ها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را درب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</w:t>
      </w:r>
      <w:r w:rsidRPr="00A95BC4">
        <w:rPr>
          <w:rtl/>
          <w:lang w:bidi="fa-IR"/>
        </w:rPr>
        <w:t xml:space="preserve"> تا خونم به رو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آنها نپاشد، تا اجرم زا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نگردد و چون مادرم لباسم را بب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ند،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تاب</w:t>
      </w:r>
      <w:r w:rsidRPr="00A95BC4">
        <w:rPr>
          <w:rtl/>
          <w:lang w:bidi="fa-IR"/>
        </w:rPr>
        <w:t xml:space="preserve"> نگردد، کاردت را 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کن و به سرعت بر گلو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بکش تا مرگ را راحت‌تر</w:t>
      </w:r>
      <w:r w:rsidR="007E7000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تحمل</w:t>
      </w:r>
      <w:r w:rsidRPr="00A95BC4">
        <w:rPr>
          <w:rtl/>
          <w:lang w:bidi="fa-IR"/>
        </w:rPr>
        <w:t xml:space="preserve"> کنم،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خود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جان کندن سخت است، به مادرم سلام برسان و اگر خواست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راهنم</w:t>
      </w:r>
      <w:r w:rsidRPr="00A95BC4">
        <w:rPr>
          <w:rtl/>
          <w:lang w:bidi="fa-IR"/>
        </w:rPr>
        <w:t xml:space="preserve"> را به مادرم برگردان، تا از فرزندش 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دست داشته باشد و تحمل مص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بت</w:t>
      </w:r>
      <w:r w:rsidRPr="00A95BC4">
        <w:rPr>
          <w:rtl/>
          <w:lang w:bidi="fa-IR"/>
        </w:rPr>
        <w:t xml:space="preserve"> سهل گردد و از آن بو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مرا بشنود و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به دنبال من نگردد، ز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را</w:t>
      </w:r>
      <w:r w:rsidRPr="00A95BC4">
        <w:rPr>
          <w:rtl/>
          <w:lang w:bidi="fa-IR"/>
        </w:rPr>
        <w:t xml:space="preserve"> مرا نخواهد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گفت: «ا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پسرم! تو بهتر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اور</w:t>
      </w:r>
      <w:r w:rsidRPr="00A95BC4">
        <w:rPr>
          <w:rtl/>
          <w:lang w:bidi="fa-IR"/>
        </w:rPr>
        <w:t xml:space="preserve"> من در امر خدا هست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»،</w:t>
      </w:r>
      <w:r w:rsidRPr="00A95BC4">
        <w:rPr>
          <w:rtl/>
          <w:lang w:bidi="fa-IR"/>
        </w:rPr>
        <w:t xml:space="preserve"> سپس او را به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نه‌اش</w:t>
      </w:r>
      <w:r w:rsidRPr="00A95BC4">
        <w:rPr>
          <w:rtl/>
          <w:lang w:bidi="fa-IR"/>
        </w:rPr>
        <w:t xml:space="preserve"> چسباند و او را بوس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هر دو 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ستند</w:t>
      </w:r>
      <w:r w:rsidRPr="00A95BC4">
        <w:rPr>
          <w:rtl/>
          <w:lang w:bidi="fa-IR"/>
        </w:rPr>
        <w:t>.</w:t>
      </w:r>
    </w:p>
    <w:p w:rsidR="00A95BC4" w:rsidRPr="00A95BC4" w:rsidRDefault="00A95BC4" w:rsidP="007E7000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ابره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و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</w:t>
      </w:r>
      <w:r w:rsidR="007E7000" w:rsidRPr="007E7000">
        <w:rPr>
          <w:rStyle w:val="libAlaemChar"/>
          <w:rFonts w:eastAsiaTheme="minorHAnsi"/>
          <w:rtl/>
        </w:rPr>
        <w:t>عليهما‌السلام</w:t>
      </w:r>
      <w:r w:rsidRPr="00A95BC4">
        <w:rPr>
          <w:rtl/>
          <w:lang w:bidi="fa-IR"/>
        </w:rPr>
        <w:t xml:space="preserve">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قربانگاه رهسپار شدند. هاجر در داخل خانه مانده بود و از جر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</w:t>
      </w:r>
      <w:r w:rsidRPr="00A95BC4">
        <w:rPr>
          <w:rtl/>
          <w:lang w:bidi="fa-IR"/>
        </w:rPr>
        <w:t xml:space="preserve"> ب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خبر</w:t>
      </w:r>
      <w:r w:rsidRPr="00A95BC4">
        <w:rPr>
          <w:rtl/>
          <w:lang w:bidi="fa-IR"/>
        </w:rPr>
        <w:t xml:space="preserve"> بود. در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حال،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طان</w:t>
      </w:r>
      <w:r w:rsidRPr="00A95BC4">
        <w:rPr>
          <w:rtl/>
          <w:lang w:bidi="fa-IR"/>
        </w:rPr>
        <w:t xml:space="preserve"> بر او وارد شد و </w:t>
      </w:r>
      <w:r w:rsidRPr="00A95BC4">
        <w:rPr>
          <w:rtl/>
          <w:lang w:bidi="fa-IR"/>
        </w:rPr>
        <w:lastRenderedPageBreak/>
        <w:t>گفت: «ابراه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فرزندت را کجا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برد؟»</w:t>
      </w:r>
      <w:r w:rsidRPr="00A95BC4">
        <w:rPr>
          <w:rtl/>
          <w:lang w:bidi="fa-IR"/>
        </w:rPr>
        <w:t xml:space="preserve"> هاجر گفت: «برا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انجام کار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صحرا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روند»</w:t>
      </w:r>
      <w:r w:rsidRPr="00A95BC4">
        <w:rPr>
          <w:rtl/>
          <w:lang w:bidi="fa-IR"/>
        </w:rPr>
        <w:t>.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طان</w:t>
      </w:r>
      <w:r w:rsidRPr="00A95BC4">
        <w:rPr>
          <w:rtl/>
          <w:lang w:bidi="fa-IR"/>
        </w:rPr>
        <w:t xml:space="preserve"> گفت: «ابراه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خواهد</w:t>
      </w:r>
      <w:r w:rsidRPr="00A95BC4">
        <w:rPr>
          <w:rtl/>
          <w:lang w:bidi="fa-IR"/>
        </w:rPr>
        <w:t xml:space="preserve">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را ذبح کند». هاجر گفت: «برا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چه؟» 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طان</w:t>
      </w:r>
      <w:r w:rsidRPr="00A95BC4">
        <w:rPr>
          <w:rtl/>
          <w:lang w:bidi="fa-IR"/>
        </w:rPr>
        <w:t xml:space="preserve"> گفت: «به زعم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خدا به او دستور داده است». هاجر گفت: «اگر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است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کار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کو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خواهند کرد».</w:t>
      </w:r>
    </w:p>
    <w:p w:rsidR="00A95BC4" w:rsidRPr="00A95BC4" w:rsidRDefault="00A95BC4" w:rsidP="007E7000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را به قربانگاه برد. او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آخر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بار به چشمان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نگر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ست</w:t>
      </w:r>
      <w:r w:rsidRPr="00A95BC4">
        <w:rPr>
          <w:rtl/>
          <w:lang w:bidi="fa-IR"/>
        </w:rPr>
        <w:t xml:space="preserve"> و کارد را بر حلق او نهاد و کش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کارد حلق او را نبر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گفت: «مرا به پشت بخوابان، شا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نگاهم تو را از وظ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فه‌ات</w:t>
      </w:r>
      <w:r w:rsidRPr="00A95BC4">
        <w:rPr>
          <w:rtl/>
          <w:lang w:bidi="fa-IR"/>
        </w:rPr>
        <w:t xml:space="preserve"> بازدارد».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چن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کرد. سپس بار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کارد را بر پشت گردن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نهاد و کش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د،</w:t>
      </w:r>
      <w:r w:rsidRPr="00A95BC4">
        <w:rPr>
          <w:rtl/>
          <w:lang w:bidi="fa-IR"/>
        </w:rPr>
        <w:t xml:space="preserve"> اما باز هم کارد نبر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کارد را بر سنگ زد، کارد سنگ را به دو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کرد.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بار 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گر</w:t>
      </w:r>
      <w:r w:rsidRPr="00A95BC4">
        <w:rPr>
          <w:rtl/>
          <w:lang w:bidi="fa-IR"/>
        </w:rPr>
        <w:t xml:space="preserve"> کارد را بر حلق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کش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و باز هم نبر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>. رو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آسمان کرده و از</w:t>
      </w:r>
      <w:r w:rsidR="007E7000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خدا</w:t>
      </w:r>
      <w:r w:rsidRPr="00A95BC4">
        <w:rPr>
          <w:rtl/>
          <w:lang w:bidi="fa-IR"/>
        </w:rPr>
        <w:t xml:space="preserve"> خواست تا بر ضعف او رحمت آورده، دعا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را مستجاب کند و غم او را از 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ببرد و اگر قرار است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فرزندش را قربان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کند، کمک کند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کار زودتر انجام 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رد</w:t>
      </w:r>
      <w:r w:rsidRPr="00A95BC4">
        <w:rPr>
          <w:rtl/>
          <w:lang w:bidi="fa-IR"/>
        </w:rPr>
        <w:t>.</w:t>
      </w:r>
    </w:p>
    <w:p w:rsidR="00A95BC4" w:rsidRPr="00A95BC4" w:rsidRDefault="001E3E3C" w:rsidP="00A95BC4">
      <w:pPr>
        <w:pStyle w:val="libNormal"/>
        <w:rPr>
          <w:rtl/>
          <w:lang w:bidi="fa-IR"/>
        </w:rPr>
      </w:pPr>
      <w:r w:rsidRPr="001E3E3C">
        <w:rPr>
          <w:rStyle w:val="libAlaemChar"/>
          <w:rFonts w:hint="cs"/>
          <w:rtl/>
        </w:rPr>
        <w:t>(</w:t>
      </w:r>
      <w:r w:rsidR="00A95BC4" w:rsidRPr="001E3E3C">
        <w:rPr>
          <w:rStyle w:val="libAieChar"/>
          <w:rFonts w:hint="eastAsia"/>
          <w:rtl/>
        </w:rPr>
        <w:t>فَلَمَّا</w:t>
      </w:r>
      <w:r w:rsidR="00A95BC4" w:rsidRPr="001E3E3C">
        <w:rPr>
          <w:rStyle w:val="libAieChar"/>
          <w:rtl/>
        </w:rPr>
        <w:t xml:space="preserve"> اسْلَما وَ تَلَّهُ لِلْجَبِ</w:t>
      </w:r>
      <w:r w:rsidR="00A95BC4" w:rsidRPr="001E3E3C">
        <w:rPr>
          <w:rStyle w:val="libAieChar"/>
          <w:rFonts w:hint="cs"/>
          <w:rtl/>
        </w:rPr>
        <w:t>ی</w:t>
      </w:r>
      <w:r w:rsidR="00A95BC4" w:rsidRPr="001E3E3C">
        <w:rPr>
          <w:rStyle w:val="libAieChar"/>
          <w:rFonts w:hint="eastAsia"/>
          <w:rtl/>
        </w:rPr>
        <w:t>نِ</w:t>
      </w:r>
      <w:r w:rsidR="00A95BC4" w:rsidRPr="001E3E3C">
        <w:rPr>
          <w:rStyle w:val="libAieChar"/>
          <w:rtl/>
        </w:rPr>
        <w:t>* وَ نادَ</w:t>
      </w:r>
      <w:r w:rsidR="00A95BC4" w:rsidRPr="001E3E3C">
        <w:rPr>
          <w:rStyle w:val="libAieChar"/>
          <w:rFonts w:hint="cs"/>
          <w:rtl/>
        </w:rPr>
        <w:t>یْ</w:t>
      </w:r>
      <w:r w:rsidR="00A95BC4" w:rsidRPr="001E3E3C">
        <w:rPr>
          <w:rStyle w:val="libAieChar"/>
          <w:rFonts w:hint="eastAsia"/>
          <w:rtl/>
        </w:rPr>
        <w:t>ناهُ</w:t>
      </w:r>
      <w:r w:rsidR="00A95BC4" w:rsidRPr="001E3E3C">
        <w:rPr>
          <w:rStyle w:val="libAieChar"/>
          <w:rtl/>
        </w:rPr>
        <w:t xml:space="preserve"> انْ </w:t>
      </w:r>
      <w:r w:rsidR="00A95BC4" w:rsidRPr="001E3E3C">
        <w:rPr>
          <w:rStyle w:val="libAieChar"/>
          <w:rFonts w:hint="cs"/>
          <w:rtl/>
        </w:rPr>
        <w:t>ی</w:t>
      </w:r>
      <w:r w:rsidR="00A95BC4" w:rsidRPr="001E3E3C">
        <w:rPr>
          <w:rStyle w:val="libAieChar"/>
          <w:rFonts w:hint="eastAsia"/>
          <w:rtl/>
        </w:rPr>
        <w:t>ا</w:t>
      </w:r>
      <w:r w:rsidR="00A95BC4" w:rsidRPr="001E3E3C">
        <w:rPr>
          <w:rStyle w:val="libAieChar"/>
          <w:rtl/>
        </w:rPr>
        <w:t xml:space="preserve"> إِبْراهِ</w:t>
      </w:r>
      <w:r w:rsidR="00A95BC4" w:rsidRPr="001E3E3C">
        <w:rPr>
          <w:rStyle w:val="libAieChar"/>
          <w:rFonts w:hint="cs"/>
          <w:rtl/>
        </w:rPr>
        <w:t>ی</w:t>
      </w:r>
      <w:r w:rsidR="00A95BC4" w:rsidRPr="001E3E3C">
        <w:rPr>
          <w:rStyle w:val="libAieChar"/>
          <w:rFonts w:hint="eastAsia"/>
          <w:rtl/>
        </w:rPr>
        <w:t>مُ</w:t>
      </w:r>
      <w:r w:rsidR="00A95BC4" w:rsidRPr="001E3E3C">
        <w:rPr>
          <w:rStyle w:val="libAieChar"/>
          <w:rtl/>
        </w:rPr>
        <w:t>* قَدْ صَدَّقْتَ الرُّؤْ</w:t>
      </w:r>
      <w:r w:rsidR="00A95BC4" w:rsidRPr="001E3E3C">
        <w:rPr>
          <w:rStyle w:val="libAieChar"/>
          <w:rFonts w:hint="cs"/>
          <w:rtl/>
        </w:rPr>
        <w:t>ی</w:t>
      </w:r>
      <w:r w:rsidR="00A95BC4" w:rsidRPr="001E3E3C">
        <w:rPr>
          <w:rStyle w:val="libAieChar"/>
          <w:rFonts w:hint="eastAsia"/>
          <w:rtl/>
        </w:rPr>
        <w:t>ا</w:t>
      </w:r>
      <w:r w:rsidR="00A95BC4" w:rsidRPr="001E3E3C">
        <w:rPr>
          <w:rStyle w:val="libAieChar"/>
          <w:rtl/>
        </w:rPr>
        <w:t xml:space="preserve"> إِنَّا کَذلِکَ نَجْزِ</w:t>
      </w:r>
      <w:r w:rsidR="00A95BC4" w:rsidRPr="001E3E3C">
        <w:rPr>
          <w:rStyle w:val="libAieChar"/>
          <w:rFonts w:hint="cs"/>
          <w:rtl/>
        </w:rPr>
        <w:t>ی</w:t>
      </w:r>
      <w:r w:rsidR="00A95BC4" w:rsidRPr="001E3E3C">
        <w:rPr>
          <w:rStyle w:val="libAieChar"/>
          <w:rtl/>
        </w:rPr>
        <w:t xml:space="preserve"> الْمُحْسِنِ</w:t>
      </w:r>
      <w:r w:rsidR="00A95BC4" w:rsidRPr="001E3E3C">
        <w:rPr>
          <w:rStyle w:val="libAieChar"/>
          <w:rFonts w:hint="cs"/>
          <w:rtl/>
        </w:rPr>
        <w:t>ی</w:t>
      </w:r>
      <w:r w:rsidR="00A95BC4" w:rsidRPr="001E3E3C">
        <w:rPr>
          <w:rStyle w:val="libAieChar"/>
          <w:rFonts w:hint="eastAsia"/>
          <w:rtl/>
        </w:rPr>
        <w:t>نَ</w:t>
      </w:r>
      <w:r w:rsidR="00A95BC4" w:rsidRPr="001E3E3C">
        <w:rPr>
          <w:rStyle w:val="libAieChar"/>
          <w:rtl/>
        </w:rPr>
        <w:t>* إِنَّ هذا لَهُوَ الْبَلاءُ الْمُبِ</w:t>
      </w:r>
      <w:r w:rsidR="00A95BC4" w:rsidRPr="001E3E3C">
        <w:rPr>
          <w:rStyle w:val="libAieChar"/>
          <w:rFonts w:hint="cs"/>
          <w:rtl/>
        </w:rPr>
        <w:t>ی</w:t>
      </w:r>
      <w:r w:rsidR="00A95BC4" w:rsidRPr="001E3E3C">
        <w:rPr>
          <w:rStyle w:val="libAieChar"/>
          <w:rFonts w:hint="eastAsia"/>
          <w:rtl/>
        </w:rPr>
        <w:t>نُ</w:t>
      </w:r>
      <w:r w:rsidR="00A95BC4" w:rsidRPr="001E3E3C">
        <w:rPr>
          <w:rStyle w:val="libAieChar"/>
          <w:rtl/>
        </w:rPr>
        <w:t>* وَ فَدَ</w:t>
      </w:r>
      <w:r w:rsidR="00A95BC4" w:rsidRPr="001E3E3C">
        <w:rPr>
          <w:rStyle w:val="libAieChar"/>
          <w:rFonts w:hint="cs"/>
          <w:rtl/>
        </w:rPr>
        <w:t>یْ</w:t>
      </w:r>
      <w:r w:rsidR="00A95BC4" w:rsidRPr="001E3E3C">
        <w:rPr>
          <w:rStyle w:val="libAieChar"/>
          <w:rFonts w:hint="eastAsia"/>
          <w:rtl/>
        </w:rPr>
        <w:t>ناهُ</w:t>
      </w:r>
      <w:r w:rsidR="00A95BC4" w:rsidRPr="001E3E3C">
        <w:rPr>
          <w:rStyle w:val="libAieChar"/>
          <w:rtl/>
        </w:rPr>
        <w:t xml:space="preserve"> بِذِبْحٍ عَظِ</w:t>
      </w:r>
      <w:r w:rsidR="00A95BC4" w:rsidRPr="001E3E3C">
        <w:rPr>
          <w:rStyle w:val="libAieChar"/>
          <w:rFonts w:hint="cs"/>
          <w:rtl/>
        </w:rPr>
        <w:t>ی</w:t>
      </w:r>
      <w:r w:rsidR="00A95BC4" w:rsidRPr="001E3E3C">
        <w:rPr>
          <w:rStyle w:val="libAieChar"/>
          <w:rFonts w:hint="eastAsia"/>
          <w:rtl/>
        </w:rPr>
        <w:t>مٍ</w:t>
      </w:r>
      <w:r w:rsidR="00A95BC4" w:rsidRPr="00A95BC4">
        <w:rPr>
          <w:rtl/>
          <w:lang w:bidi="fa-IR"/>
        </w:rPr>
        <w:t xml:space="preserve"> </w:t>
      </w:r>
      <w:r w:rsidRPr="001E3E3C">
        <w:rPr>
          <w:rStyle w:val="libAlaemChar"/>
          <w:rFonts w:hint="cs"/>
          <w:rtl/>
        </w:rPr>
        <w:t>)</w:t>
      </w:r>
      <w:r w:rsidR="00A95BC4" w:rsidRPr="00A95BC4">
        <w:rPr>
          <w:rtl/>
          <w:lang w:bidi="fa-IR"/>
        </w:rPr>
        <w:t>(صافات: 103- 107)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هنگام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هر دو تسل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شدند و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جب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او را بر خاک نهاد. او را ندا داد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که: 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! آن رؤ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</w:t>
      </w:r>
      <w:r w:rsidRPr="00A95BC4">
        <w:rPr>
          <w:rtl/>
          <w:lang w:bidi="fa-IR"/>
        </w:rPr>
        <w:t xml:space="preserve"> را تحقق بخش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[و به مأمور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</w:t>
      </w:r>
      <w:r w:rsidRPr="00A95BC4">
        <w:rPr>
          <w:rtl/>
          <w:lang w:bidi="fa-IR"/>
        </w:rPr>
        <w:t xml:space="preserve"> خود عمل کرد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] ما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ن‌گونه</w:t>
      </w:r>
      <w:r w:rsidRPr="00A95BC4">
        <w:rPr>
          <w:rtl/>
          <w:lang w:bidi="fa-IR"/>
        </w:rPr>
        <w:t xml:space="preserve">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کوکاران</w:t>
      </w:r>
      <w:r w:rsidRPr="00A95BC4">
        <w:rPr>
          <w:rtl/>
          <w:lang w:bidi="fa-IR"/>
        </w:rPr>
        <w:t xml:space="preserve"> را جزا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ده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.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مسلماً همان امتحان آشکار است. ما ذبح عظ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را فدا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کرد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و</w:t>
      </w:r>
      <w:r w:rsidRPr="00A95BC4">
        <w:rPr>
          <w:rtl/>
          <w:lang w:bidi="fa-IR"/>
        </w:rPr>
        <w:t xml:space="preserve">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ن‌گونه</w:t>
      </w:r>
      <w:r w:rsidRPr="00A95BC4">
        <w:rPr>
          <w:rtl/>
          <w:lang w:bidi="fa-IR"/>
        </w:rPr>
        <w:t xml:space="preserve"> او را به نجات فرزندش بشارت و به او جزا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داد. جزا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>، گوسفند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بود که برا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قربان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او داده شد. بر هم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مبنا، </w:t>
      </w:r>
      <w:r w:rsidRPr="00A95BC4">
        <w:rPr>
          <w:rtl/>
          <w:lang w:bidi="fa-IR"/>
        </w:rPr>
        <w:lastRenderedPageBreak/>
        <w:t>مسلمانان همه ساله در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ام</w:t>
      </w:r>
      <w:r w:rsidRPr="00A95BC4">
        <w:rPr>
          <w:rtl/>
          <w:lang w:bidi="fa-IR"/>
        </w:rPr>
        <w:t xml:space="preserve"> حج و روز 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قربان، به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اد</w:t>
      </w:r>
      <w:r w:rsidRPr="00A95BC4">
        <w:rPr>
          <w:rtl/>
          <w:lang w:bidi="fa-IR"/>
        </w:rPr>
        <w:t xml:space="preserve">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و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گوسفند قربان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</w:t>
      </w:r>
      <w:r w:rsidRPr="00A95BC4">
        <w:rPr>
          <w:rFonts w:hint="cs"/>
          <w:rtl/>
          <w:lang w:bidi="fa-IR"/>
        </w:rPr>
        <w:t>ی‌</w:t>
      </w:r>
      <w:r w:rsidRPr="00A95BC4">
        <w:rPr>
          <w:rFonts w:hint="eastAsia"/>
          <w:rtl/>
          <w:lang w:bidi="fa-IR"/>
        </w:rPr>
        <w:t>کنند</w:t>
      </w:r>
      <w:r w:rsidRPr="00A95BC4">
        <w:rPr>
          <w:rtl/>
          <w:lang w:bidi="fa-IR"/>
        </w:rPr>
        <w:t>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با خوشحال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به سو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هاجر بازگشت و او را بشارت داد که خداوند دوباره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را به آنها داده است و خود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ز،</w:t>
      </w:r>
      <w:r w:rsidRPr="00A95BC4">
        <w:rPr>
          <w:rtl/>
          <w:lang w:bidi="fa-IR"/>
        </w:rPr>
        <w:t xml:space="preserve"> فد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زنده بودن او را پرداخت. هاجر که به رحمت خداوند بس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ار</w:t>
      </w:r>
      <w:r w:rsidRPr="00A95BC4">
        <w:rPr>
          <w:rtl/>
          <w:lang w:bidi="fa-IR"/>
        </w:rPr>
        <w:t xml:space="preserve"> ام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دوار</w:t>
      </w:r>
      <w:r w:rsidRPr="00A95BC4">
        <w:rPr>
          <w:rtl/>
          <w:lang w:bidi="fa-IR"/>
        </w:rPr>
        <w:t xml:space="preserve"> بود، خدا را شکر کرد و فرزندش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را در آغوش گرفت.</w:t>
      </w:r>
    </w:p>
    <w:p w:rsidR="00A95BC4" w:rsidRPr="00A95BC4" w:rsidRDefault="00A95BC4" w:rsidP="001E3E3C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پس</w:t>
      </w:r>
      <w:r w:rsidRPr="00A95BC4">
        <w:rPr>
          <w:rtl/>
          <w:lang w:bidi="fa-IR"/>
        </w:rPr>
        <w:t xml:space="preserve"> از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جر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ان،</w:t>
      </w:r>
      <w:r w:rsidRPr="00A95BC4">
        <w:rPr>
          <w:rtl/>
          <w:lang w:bidi="fa-IR"/>
        </w:rPr>
        <w:t xml:space="preserve"> طول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نکش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tl/>
          <w:lang w:bidi="fa-IR"/>
        </w:rPr>
        <w:t xml:space="preserve"> که هاجر وفات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</w:t>
      </w:r>
      <w:r w:rsidRPr="00A95BC4">
        <w:rPr>
          <w:rtl/>
          <w:lang w:bidi="fa-IR"/>
        </w:rPr>
        <w:t xml:space="preserve"> و در محل</w:t>
      </w:r>
      <w:r w:rsidR="001E3E3C">
        <w:rPr>
          <w:rFonts w:hint="cs"/>
          <w:rtl/>
          <w:lang w:bidi="fa-IR"/>
        </w:rPr>
        <w:t xml:space="preserve"> </w:t>
      </w:r>
      <w:r w:rsidRPr="00A95BC4">
        <w:rPr>
          <w:rFonts w:hint="eastAsia"/>
          <w:rtl/>
          <w:lang w:bidi="fa-IR"/>
        </w:rPr>
        <w:t>کنون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حجر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ل،</w:t>
      </w:r>
      <w:r w:rsidRPr="00A95BC4">
        <w:rPr>
          <w:rtl/>
          <w:lang w:bidi="fa-IR"/>
        </w:rPr>
        <w:t xml:space="preserve"> کنار خانه خدا به خاک سپرده شد.</w:t>
      </w:r>
    </w:p>
    <w:p w:rsidR="00A95BC4" w:rsidRPr="00A95BC4" w:rsidRDefault="00A95BC4" w:rsidP="00A95BC4">
      <w:pPr>
        <w:pStyle w:val="libNormal"/>
        <w:rPr>
          <w:rtl/>
          <w:lang w:bidi="fa-IR"/>
        </w:rPr>
      </w:pPr>
      <w:r w:rsidRPr="00A95BC4">
        <w:rPr>
          <w:rFonts w:hint="eastAsia"/>
          <w:rtl/>
          <w:lang w:bidi="fa-IR"/>
        </w:rPr>
        <w:t>هاجر،</w:t>
      </w:r>
      <w:r w:rsidRPr="00A95BC4">
        <w:rPr>
          <w:rtl/>
          <w:lang w:bidi="fa-IR"/>
        </w:rPr>
        <w:t xml:space="preserve"> از زنان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است که خداوند از او در قرآن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اد</w:t>
      </w:r>
      <w:r w:rsidRPr="00A95BC4">
        <w:rPr>
          <w:rtl/>
          <w:lang w:bidi="fa-IR"/>
        </w:rPr>
        <w:t xml:space="preserve"> فرموده است؛ زن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که به عنوان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وارد خانه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نب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شد و به همسر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او افتخار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افت،</w:t>
      </w:r>
      <w:r w:rsidRPr="00A95BC4">
        <w:rPr>
          <w:rtl/>
          <w:lang w:bidi="fa-IR"/>
        </w:rPr>
        <w:t xml:space="preserve"> خداوند سخت‌تر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امتحانات را از او به عمل آورد، از جمله؛ رها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در سرزم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خشک و خال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از سکنه و بدون 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چ</w:t>
      </w:r>
      <w:r w:rsidRPr="00A95BC4">
        <w:rPr>
          <w:rtl/>
          <w:lang w:bidi="fa-IR"/>
        </w:rPr>
        <w:t xml:space="preserve"> پشت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بان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بزرگ کر</w:t>
      </w:r>
      <w:r w:rsidRPr="00A95BC4">
        <w:rPr>
          <w:rFonts w:hint="eastAsia"/>
          <w:rtl/>
          <w:lang w:bidi="fa-IR"/>
        </w:rPr>
        <w:t>دن</w:t>
      </w:r>
      <w:r w:rsidRPr="00A95BC4">
        <w:rPr>
          <w:rtl/>
          <w:lang w:bidi="fa-IR"/>
        </w:rPr>
        <w:t xml:space="preserve">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به تنها</w:t>
      </w:r>
      <w:r w:rsidRPr="00A95BC4">
        <w:rPr>
          <w:rFonts w:hint="cs"/>
          <w:rtl/>
          <w:lang w:bidi="fa-IR"/>
        </w:rPr>
        <w:t>یی</w:t>
      </w:r>
      <w:r w:rsidRPr="00A95BC4">
        <w:rPr>
          <w:rtl/>
          <w:lang w:bidi="fa-IR"/>
        </w:rPr>
        <w:t xml:space="preserve"> و تن دادن به قضا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اله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در زمان قربان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اسماع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ل</w:t>
      </w:r>
      <w:r w:rsidRPr="00A95BC4">
        <w:rPr>
          <w:rtl/>
          <w:lang w:bidi="fa-IR"/>
        </w:rPr>
        <w:t xml:space="preserve"> که همه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نها</w:t>
      </w:r>
      <w:r w:rsidRPr="00A95BC4">
        <w:rPr>
          <w:rtl/>
          <w:lang w:bidi="fa-IR"/>
        </w:rPr>
        <w:t xml:space="preserve"> باعث شد تا 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زن 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ه</w:t>
      </w:r>
      <w:r w:rsidRPr="00A95BC4">
        <w:rPr>
          <w:rtl/>
          <w:lang w:bidi="fa-IR"/>
        </w:rPr>
        <w:t xml:space="preserve"> چرده که به عنوان کن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</w:t>
      </w:r>
      <w:r w:rsidRPr="00A95BC4">
        <w:rPr>
          <w:rtl/>
          <w:lang w:bidi="fa-IR"/>
        </w:rPr>
        <w:t xml:space="preserve"> به ساره، همسر ابراه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</w:t>
      </w:r>
      <w:r w:rsidRPr="00A95BC4">
        <w:rPr>
          <w:rtl/>
          <w:lang w:bidi="fa-IR"/>
        </w:rPr>
        <w:t xml:space="preserve"> </w:t>
      </w:r>
      <w:r w:rsidR="00CD0DB0" w:rsidRPr="00CD0DB0">
        <w:rPr>
          <w:rStyle w:val="libAlaemChar"/>
          <w:rtl/>
        </w:rPr>
        <w:t xml:space="preserve">عليه‌السلام </w:t>
      </w:r>
      <w:r w:rsidRPr="00A95BC4">
        <w:rPr>
          <w:rtl/>
          <w:lang w:bidi="fa-IR"/>
        </w:rPr>
        <w:t xml:space="preserve"> اهدا شد، به چنان مقام بزرگ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برسد که خداوند از او در کلام وح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به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اد</w:t>
      </w:r>
      <w:r w:rsidRPr="00A95BC4">
        <w:rPr>
          <w:rtl/>
          <w:lang w:bidi="fa-IR"/>
        </w:rPr>
        <w:t xml:space="preserve"> کند و جا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گاهش</w:t>
      </w:r>
      <w:r w:rsidRPr="00A95BC4">
        <w:rPr>
          <w:rtl/>
          <w:lang w:bidi="fa-IR"/>
        </w:rPr>
        <w:t xml:space="preserve"> را در بهشت بر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و </w:t>
      </w:r>
      <w:r w:rsidRPr="00A95BC4">
        <w:rPr>
          <w:rFonts w:hint="eastAsia"/>
          <w:rtl/>
          <w:lang w:bidi="fa-IR"/>
        </w:rPr>
        <w:t>در</w:t>
      </w:r>
      <w:r w:rsidRPr="00A95BC4">
        <w:rPr>
          <w:rtl/>
          <w:lang w:bidi="fa-IR"/>
        </w:rPr>
        <w:t xml:space="preserve"> کنار زنان ن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ک‌سرشت</w:t>
      </w:r>
      <w:r w:rsidRPr="00A95BC4">
        <w:rPr>
          <w:rtl/>
          <w:lang w:bidi="fa-IR"/>
        </w:rPr>
        <w:t xml:space="preserve"> قرار دهد.</w:t>
      </w:r>
    </w:p>
    <w:p w:rsidR="00A95BC4" w:rsidRPr="00A95BC4" w:rsidRDefault="001E3E3C" w:rsidP="001E3E3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78" w:name="_Toc504390447"/>
      <w:bookmarkStart w:id="179" w:name="_Toc504390538"/>
      <w:r w:rsidR="00A95BC4" w:rsidRPr="00A95BC4">
        <w:rPr>
          <w:rFonts w:hint="eastAsia"/>
          <w:rtl/>
          <w:lang w:bidi="fa-IR"/>
        </w:rPr>
        <w:lastRenderedPageBreak/>
        <w:t>منابع‌</w:t>
      </w:r>
      <w:bookmarkEnd w:id="178"/>
      <w:bookmarkEnd w:id="179"/>
    </w:p>
    <w:p w:rsidR="00A95BC4" w:rsidRPr="00A95BC4" w:rsidRDefault="00A95BC4" w:rsidP="001E3E3C">
      <w:pPr>
        <w:pStyle w:val="libNormal"/>
        <w:rPr>
          <w:rtl/>
          <w:lang w:bidi="fa-IR"/>
        </w:rPr>
      </w:pPr>
      <w:r w:rsidRPr="00A95BC4">
        <w:rPr>
          <w:rtl/>
          <w:lang w:bidi="fa-IR"/>
        </w:rPr>
        <w:t>1</w:t>
      </w:r>
      <w:r w:rsidR="001E3E3C">
        <w:rPr>
          <w:rFonts w:hint="cs"/>
          <w:rtl/>
          <w:lang w:bidi="fa-IR"/>
        </w:rPr>
        <w:t xml:space="preserve"> -</w:t>
      </w:r>
      <w:r w:rsidRPr="00A95BC4">
        <w:rPr>
          <w:rtl/>
          <w:lang w:bidi="fa-IR"/>
        </w:rPr>
        <w:t xml:space="preserve"> زن در آ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نه</w:t>
      </w:r>
      <w:r w:rsidRPr="00A95BC4">
        <w:rPr>
          <w:rtl/>
          <w:lang w:bidi="fa-IR"/>
        </w:rPr>
        <w:t xml:space="preserve"> جلال و جمال، عبدالله جواد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آمل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</w:t>
      </w:r>
    </w:p>
    <w:p w:rsidR="00A95BC4" w:rsidRPr="00A95BC4" w:rsidRDefault="00A95BC4" w:rsidP="001E3E3C">
      <w:pPr>
        <w:pStyle w:val="libNormal"/>
        <w:rPr>
          <w:rtl/>
          <w:lang w:bidi="fa-IR"/>
        </w:rPr>
      </w:pPr>
      <w:r w:rsidRPr="00A95BC4">
        <w:rPr>
          <w:rtl/>
          <w:lang w:bidi="fa-IR"/>
        </w:rPr>
        <w:t>2</w:t>
      </w:r>
      <w:r w:rsidR="001E3E3C">
        <w:rPr>
          <w:rFonts w:hint="cs"/>
          <w:rtl/>
          <w:lang w:bidi="fa-IR"/>
        </w:rPr>
        <w:t xml:space="preserve"> -</w:t>
      </w:r>
      <w:r w:rsidRPr="00A95BC4">
        <w:rPr>
          <w:rtl/>
          <w:lang w:bidi="fa-IR"/>
        </w:rPr>
        <w:t xml:space="preserve"> نساء ف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القرآن الکر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م،</w:t>
      </w:r>
      <w:r w:rsidRPr="00A95BC4">
        <w:rPr>
          <w:rtl/>
          <w:lang w:bidi="fa-IR"/>
        </w:rPr>
        <w:t xml:space="preserve"> فؤاد حمدو الدقس، مجلدات گوناگون، حلب، دارالقلم العرب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</w:t>
      </w:r>
    </w:p>
    <w:p w:rsidR="00A95BC4" w:rsidRPr="00A95BC4" w:rsidRDefault="00A95BC4" w:rsidP="001E3E3C">
      <w:pPr>
        <w:pStyle w:val="libNormal"/>
        <w:rPr>
          <w:rtl/>
          <w:lang w:bidi="fa-IR"/>
        </w:rPr>
      </w:pPr>
      <w:r w:rsidRPr="00A95BC4">
        <w:rPr>
          <w:rtl/>
          <w:lang w:bidi="fa-IR"/>
        </w:rPr>
        <w:t>3</w:t>
      </w:r>
      <w:r w:rsidR="001E3E3C">
        <w:rPr>
          <w:rFonts w:hint="cs"/>
          <w:rtl/>
          <w:lang w:bidi="fa-IR"/>
        </w:rPr>
        <w:t xml:space="preserve"> -</w:t>
      </w:r>
      <w:r w:rsidRPr="00A95BC4">
        <w:rPr>
          <w:rtl/>
          <w:lang w:bidi="fa-IR"/>
        </w:rPr>
        <w:t xml:space="preserve"> زندگان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حضرت محمد </w:t>
      </w:r>
      <w:r w:rsidRPr="00A95BC4">
        <w:rPr>
          <w:rStyle w:val="libAlaemChar"/>
          <w:rtl/>
        </w:rPr>
        <w:t xml:space="preserve">صلى‌الله‌عليه‌وآله‌وسلم </w:t>
      </w:r>
      <w:r w:rsidRPr="00A95BC4">
        <w:rPr>
          <w:rtl/>
          <w:lang w:bidi="fa-IR"/>
        </w:rPr>
        <w:t>، هاشم رسول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محلات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</w:t>
      </w:r>
    </w:p>
    <w:p w:rsidR="00A95BC4" w:rsidRPr="00A95BC4" w:rsidRDefault="00A95BC4" w:rsidP="001E3E3C">
      <w:pPr>
        <w:pStyle w:val="libNormal"/>
        <w:rPr>
          <w:rtl/>
          <w:lang w:bidi="fa-IR"/>
        </w:rPr>
      </w:pPr>
      <w:r w:rsidRPr="00A95BC4">
        <w:rPr>
          <w:rtl/>
          <w:lang w:bidi="fa-IR"/>
        </w:rPr>
        <w:t>4</w:t>
      </w:r>
      <w:r w:rsidR="001E3E3C">
        <w:rPr>
          <w:rFonts w:hint="cs"/>
          <w:rtl/>
          <w:lang w:bidi="fa-IR"/>
        </w:rPr>
        <w:t xml:space="preserve"> -</w:t>
      </w:r>
      <w:r w:rsidRPr="00A95BC4">
        <w:rPr>
          <w:rtl/>
          <w:lang w:bidi="fa-IR"/>
        </w:rPr>
        <w:t xml:space="preserve"> فروغ ابد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ت،</w:t>
      </w:r>
      <w:r w:rsidRPr="00A95BC4">
        <w:rPr>
          <w:rtl/>
          <w:lang w:bidi="fa-IR"/>
        </w:rPr>
        <w:t xml:space="preserve"> جعفر سبحان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</w:t>
      </w:r>
    </w:p>
    <w:p w:rsidR="00A95BC4" w:rsidRPr="00A95BC4" w:rsidRDefault="00A95BC4" w:rsidP="001E3E3C">
      <w:pPr>
        <w:pStyle w:val="libNormal"/>
        <w:rPr>
          <w:rtl/>
          <w:lang w:bidi="fa-IR"/>
        </w:rPr>
      </w:pPr>
      <w:r w:rsidRPr="00A95BC4">
        <w:rPr>
          <w:rtl/>
          <w:lang w:bidi="fa-IR"/>
        </w:rPr>
        <w:t>5</w:t>
      </w:r>
      <w:r w:rsidR="001E3E3C">
        <w:rPr>
          <w:rFonts w:hint="cs"/>
          <w:rtl/>
          <w:lang w:bidi="fa-IR"/>
        </w:rPr>
        <w:t xml:space="preserve"> -</w:t>
      </w:r>
      <w:r w:rsidRPr="00A95BC4">
        <w:rPr>
          <w:rtl/>
          <w:lang w:bidi="fa-IR"/>
        </w:rPr>
        <w:t xml:space="preserve"> زندگان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فاطمه زهرا </w:t>
      </w:r>
      <w:r w:rsidR="001E3E3C" w:rsidRPr="001E3E3C">
        <w:rPr>
          <w:rStyle w:val="libAlaemChar"/>
          <w:rFonts w:eastAsiaTheme="minorHAnsi"/>
          <w:rtl/>
        </w:rPr>
        <w:t>عليها‌السلام</w:t>
      </w:r>
      <w:r w:rsidR="001E3E3C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A95BC4">
        <w:rPr>
          <w:rtl/>
          <w:lang w:bidi="fa-IR"/>
        </w:rPr>
        <w:t>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دجعفر</w:t>
      </w:r>
      <w:r w:rsidRPr="00A95BC4">
        <w:rPr>
          <w:rtl/>
          <w:lang w:bidi="fa-IR"/>
        </w:rPr>
        <w:t xml:space="preserve"> شه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د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دفتر نشر فرهنگ اسلام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</w:t>
      </w:r>
    </w:p>
    <w:p w:rsidR="00A95BC4" w:rsidRPr="00A95BC4" w:rsidRDefault="00A95BC4" w:rsidP="001E3E3C">
      <w:pPr>
        <w:pStyle w:val="libNormal"/>
        <w:rPr>
          <w:rtl/>
          <w:lang w:bidi="fa-IR"/>
        </w:rPr>
      </w:pPr>
      <w:r w:rsidRPr="00A95BC4">
        <w:rPr>
          <w:rtl/>
          <w:lang w:bidi="fa-IR"/>
        </w:rPr>
        <w:t>6</w:t>
      </w:r>
      <w:r w:rsidR="001E3E3C">
        <w:rPr>
          <w:rFonts w:hint="cs"/>
          <w:rtl/>
          <w:lang w:bidi="fa-IR"/>
        </w:rPr>
        <w:t xml:space="preserve"> -</w:t>
      </w:r>
      <w:r w:rsidRPr="00A95BC4">
        <w:rPr>
          <w:rtl/>
          <w:lang w:bidi="fa-IR"/>
        </w:rPr>
        <w:t xml:space="preserve"> تفس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ر</w:t>
      </w:r>
      <w:r w:rsidRPr="00A95BC4">
        <w:rPr>
          <w:rtl/>
          <w:lang w:bidi="fa-IR"/>
        </w:rPr>
        <w:t xml:space="preserve"> الم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زان،</w:t>
      </w:r>
      <w:r w:rsidRPr="00A95BC4">
        <w:rPr>
          <w:rtl/>
          <w:lang w:bidi="fa-IR"/>
        </w:rPr>
        <w:t xml:space="preserve"> محمدحس</w:t>
      </w:r>
      <w:r w:rsidRPr="00A95BC4">
        <w:rPr>
          <w:rFonts w:hint="cs"/>
          <w:rtl/>
          <w:lang w:bidi="fa-IR"/>
        </w:rPr>
        <w:t>ی</w:t>
      </w:r>
      <w:r w:rsidRPr="00A95BC4">
        <w:rPr>
          <w:rFonts w:hint="eastAsia"/>
          <w:rtl/>
          <w:lang w:bidi="fa-IR"/>
        </w:rPr>
        <w:t>ن</w:t>
      </w:r>
      <w:r w:rsidRPr="00A95BC4">
        <w:rPr>
          <w:rtl/>
          <w:lang w:bidi="fa-IR"/>
        </w:rPr>
        <w:t xml:space="preserve"> طباطبا</w:t>
      </w:r>
      <w:r w:rsidRPr="00A95BC4">
        <w:rPr>
          <w:rFonts w:hint="cs"/>
          <w:rtl/>
          <w:lang w:bidi="fa-IR"/>
        </w:rPr>
        <w:t>یی</w:t>
      </w:r>
      <w:r w:rsidRPr="00A95BC4">
        <w:rPr>
          <w:rFonts w:hint="eastAsia"/>
          <w:rtl/>
          <w:lang w:bidi="fa-IR"/>
        </w:rPr>
        <w:t>،</w:t>
      </w:r>
      <w:r w:rsidRPr="00A95BC4">
        <w:rPr>
          <w:rtl/>
          <w:lang w:bidi="fa-IR"/>
        </w:rPr>
        <w:t xml:space="preserve"> مجلدات گوناگون.</w:t>
      </w:r>
    </w:p>
    <w:p w:rsidR="001E3E3C" w:rsidRDefault="00A95BC4" w:rsidP="001E3E3C">
      <w:pPr>
        <w:pStyle w:val="libNormal"/>
        <w:rPr>
          <w:rtl/>
          <w:lang w:bidi="fa-IR"/>
        </w:rPr>
      </w:pPr>
      <w:r w:rsidRPr="00A95BC4">
        <w:rPr>
          <w:rtl/>
          <w:lang w:bidi="fa-IR"/>
        </w:rPr>
        <w:t>7</w:t>
      </w:r>
      <w:r w:rsidR="001E3E3C">
        <w:rPr>
          <w:rFonts w:hint="cs"/>
          <w:rtl/>
          <w:lang w:bidi="fa-IR"/>
        </w:rPr>
        <w:t xml:space="preserve"> -</w:t>
      </w:r>
      <w:r w:rsidRPr="00A95BC4">
        <w:rPr>
          <w:rtl/>
          <w:lang w:bidi="fa-IR"/>
        </w:rPr>
        <w:t xml:space="preserve"> مجموعه آثار، مرتض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 xml:space="preserve"> مطهر</w:t>
      </w:r>
      <w:r w:rsidRPr="00A95BC4">
        <w:rPr>
          <w:rFonts w:hint="cs"/>
          <w:rtl/>
          <w:lang w:bidi="fa-IR"/>
        </w:rPr>
        <w:t>ی</w:t>
      </w:r>
      <w:r w:rsidRPr="00A95BC4">
        <w:rPr>
          <w:rtl/>
          <w:lang w:bidi="fa-IR"/>
        </w:rPr>
        <w:t>.</w:t>
      </w:r>
    </w:p>
    <w:p w:rsidR="00A95BC4" w:rsidRDefault="001E3E3C" w:rsidP="001E3E3C">
      <w:pPr>
        <w:pStyle w:val="Heading1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180" w:name="_Toc504390448"/>
      <w:bookmarkStart w:id="181" w:name="_Toc504390539"/>
      <w:r>
        <w:rPr>
          <w:rFonts w:hint="cs"/>
          <w:rtl/>
          <w:lang w:bidi="fa-IR"/>
        </w:rPr>
        <w:lastRenderedPageBreak/>
        <w:t>فهرست مطالب</w:t>
      </w:r>
      <w:bookmarkEnd w:id="180"/>
      <w:bookmarkEnd w:id="181"/>
    </w:p>
    <w:sdt>
      <w:sdtPr>
        <w:id w:val="10773614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C35C47" w:rsidRDefault="00C35C47" w:rsidP="00C35C47">
          <w:pPr>
            <w:pStyle w:val="TOCHeading"/>
          </w:pPr>
        </w:p>
        <w:p w:rsidR="00C35C47" w:rsidRDefault="00C35C4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4390449" w:history="1">
            <w:r w:rsidRPr="001E0EB7">
              <w:rPr>
                <w:rStyle w:val="Hyperlink"/>
                <w:noProof/>
                <w:rtl/>
                <w:lang w:bidi="fa-IR"/>
              </w:rPr>
              <w:t>مقدمه‌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390450" w:history="1">
            <w:r w:rsidRPr="001E0EB7">
              <w:rPr>
                <w:rStyle w:val="Hyperlink"/>
                <w:noProof/>
                <w:rtl/>
                <w:lang w:bidi="fa-IR"/>
              </w:rPr>
              <w:t>ضرورت تحق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ق در ا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ن خصوص‌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390451" w:history="1">
            <w:r w:rsidRPr="001E0EB7">
              <w:rPr>
                <w:rStyle w:val="Hyperlink"/>
                <w:noProof/>
                <w:rtl/>
                <w:lang w:bidi="fa-IR"/>
              </w:rPr>
              <w:t>ضرورت تحق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ق اختصاص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 xml:space="preserve"> در مورد زنان‌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390452" w:history="1">
            <w:r w:rsidRPr="001E0EB7">
              <w:rPr>
                <w:rStyle w:val="Hyperlink"/>
                <w:noProof/>
                <w:rtl/>
              </w:rPr>
              <w:t>زنان خ</w:t>
            </w:r>
            <w:r w:rsidRPr="001E0EB7">
              <w:rPr>
                <w:rStyle w:val="Hyperlink"/>
                <w:rFonts w:hint="cs"/>
                <w:noProof/>
                <w:rtl/>
              </w:rPr>
              <w:t>ی</w:t>
            </w:r>
            <w:r w:rsidRPr="001E0EB7">
              <w:rPr>
                <w:rStyle w:val="Hyperlink"/>
                <w:noProof/>
                <w:rtl/>
              </w:rPr>
              <w:t>ر و زنان 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390453" w:history="1">
            <w:r w:rsidRPr="001E0EB7">
              <w:rPr>
                <w:rStyle w:val="Hyperlink"/>
                <w:noProof/>
                <w:rtl/>
                <w:lang w:bidi="fa-IR"/>
              </w:rPr>
              <w:t>روش تحق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ق‌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390454" w:history="1">
            <w:r w:rsidRPr="001E0EB7">
              <w:rPr>
                <w:rStyle w:val="Hyperlink"/>
                <w:noProof/>
                <w:rtl/>
                <w:lang w:bidi="fa-IR"/>
              </w:rPr>
              <w:t>آس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ه، همسر فرعون‌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55" w:history="1">
            <w:r w:rsidRPr="001E0EB7">
              <w:rPr>
                <w:rStyle w:val="Hyperlink"/>
                <w:noProof/>
                <w:rtl/>
                <w:lang w:bidi="fa-IR"/>
              </w:rPr>
              <w:t>شأن نزول آ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56" w:history="1">
            <w:r w:rsidRPr="001E0EB7">
              <w:rPr>
                <w:rStyle w:val="Hyperlink"/>
                <w:noProof/>
                <w:rtl/>
                <w:lang w:bidi="fa-IR"/>
              </w:rPr>
              <w:t>آس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ه ک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57" w:history="1">
            <w:r w:rsidRPr="001E0EB7">
              <w:rPr>
                <w:rStyle w:val="Hyperlink"/>
                <w:noProof/>
                <w:rtl/>
                <w:lang w:bidi="fa-IR"/>
              </w:rPr>
              <w:t>تولد موس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E0EB7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58" w:history="1">
            <w:r w:rsidRPr="001E0EB7">
              <w:rPr>
                <w:rStyle w:val="Hyperlink"/>
                <w:noProof/>
                <w:rtl/>
                <w:lang w:bidi="fa-IR"/>
              </w:rPr>
              <w:t>حضرت موس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E0EB7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1E0EB7">
              <w:rPr>
                <w:rStyle w:val="Hyperlink"/>
                <w:noProof/>
                <w:rtl/>
                <w:lang w:bidi="fa-IR"/>
              </w:rPr>
              <w:t xml:space="preserve"> در قصر فرعون‌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59" w:history="1">
            <w:r w:rsidRPr="001E0EB7">
              <w:rPr>
                <w:rStyle w:val="Hyperlink"/>
                <w:noProof/>
                <w:rtl/>
                <w:lang w:bidi="fa-IR"/>
              </w:rPr>
              <w:t>سرپ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چ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 xml:space="preserve"> موس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E0EB7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1E0EB7">
              <w:rPr>
                <w:rStyle w:val="Hyperlink"/>
                <w:noProof/>
                <w:rtl/>
                <w:lang w:bidi="fa-IR"/>
              </w:rPr>
              <w:t xml:space="preserve"> از فرعون‌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60" w:history="1">
            <w:r w:rsidRPr="001E0EB7">
              <w:rPr>
                <w:rStyle w:val="Hyperlink"/>
                <w:noProof/>
                <w:rtl/>
                <w:lang w:bidi="fa-IR"/>
              </w:rPr>
              <w:t>فض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لت‌ها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 xml:space="preserve"> آس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390461" w:history="1">
            <w:r w:rsidRPr="001E0EB7">
              <w:rPr>
                <w:rStyle w:val="Hyperlink"/>
                <w:noProof/>
                <w:rtl/>
              </w:rPr>
              <w:t>امّ سل</w:t>
            </w:r>
            <w:r w:rsidRPr="001E0EB7">
              <w:rPr>
                <w:rStyle w:val="Hyperlink"/>
                <w:rFonts w:hint="cs"/>
                <w:noProof/>
                <w:rtl/>
              </w:rPr>
              <w:t>ی</w:t>
            </w:r>
            <w:r w:rsidRPr="001E0EB7">
              <w:rPr>
                <w:rStyle w:val="Hyperlink"/>
                <w:noProof/>
                <w:rtl/>
              </w:rPr>
              <w:t>م، دختر ملحان‌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62" w:history="1">
            <w:r w:rsidRPr="001E0EB7">
              <w:rPr>
                <w:rStyle w:val="Hyperlink"/>
                <w:noProof/>
                <w:rtl/>
                <w:lang w:bidi="fa-IR"/>
              </w:rPr>
              <w:t>شأن نزول آ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63" w:history="1">
            <w:r w:rsidRPr="001E0EB7">
              <w:rPr>
                <w:rStyle w:val="Hyperlink"/>
                <w:noProof/>
                <w:rtl/>
                <w:lang w:bidi="fa-IR"/>
              </w:rPr>
              <w:t>امّ سل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م ک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390464" w:history="1">
            <w:r w:rsidRPr="001E0EB7">
              <w:rPr>
                <w:rStyle w:val="Hyperlink"/>
                <w:noProof/>
                <w:rtl/>
                <w:lang w:bidi="fa-IR"/>
              </w:rPr>
              <w:t>بلق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س، ملکه سبا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65" w:history="1">
            <w:r w:rsidRPr="001E0EB7">
              <w:rPr>
                <w:rStyle w:val="Hyperlink"/>
                <w:noProof/>
                <w:rtl/>
                <w:lang w:bidi="fa-IR"/>
              </w:rPr>
              <w:t>شأن نزول آ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66" w:history="1">
            <w:r w:rsidRPr="001E0EB7">
              <w:rPr>
                <w:rStyle w:val="Hyperlink"/>
                <w:noProof/>
                <w:rtl/>
                <w:lang w:bidi="fa-IR"/>
              </w:rPr>
              <w:t>بلق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س ک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67" w:history="1">
            <w:r w:rsidRPr="001E0EB7">
              <w:rPr>
                <w:rStyle w:val="Hyperlink"/>
                <w:noProof/>
                <w:rtl/>
                <w:lang w:bidi="fa-IR"/>
              </w:rPr>
              <w:t>داستان بلق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س و سل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مان‌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390468" w:history="1">
            <w:r w:rsidRPr="001E0EB7">
              <w:rPr>
                <w:rStyle w:val="Hyperlink"/>
                <w:noProof/>
                <w:rtl/>
                <w:lang w:bidi="fa-IR"/>
              </w:rPr>
              <w:t>خوله، دختر ثعلبه‌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69" w:history="1">
            <w:r w:rsidRPr="001E0EB7">
              <w:rPr>
                <w:rStyle w:val="Hyperlink"/>
                <w:noProof/>
                <w:rtl/>
                <w:lang w:bidi="fa-IR"/>
              </w:rPr>
              <w:t>شأن نزول آ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70" w:history="1">
            <w:r w:rsidRPr="001E0EB7">
              <w:rPr>
                <w:rStyle w:val="Hyperlink"/>
                <w:noProof/>
                <w:rtl/>
                <w:lang w:bidi="fa-IR"/>
              </w:rPr>
              <w:t>خوله ک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71" w:history="1">
            <w:r w:rsidRPr="001E0EB7">
              <w:rPr>
                <w:rStyle w:val="Hyperlink"/>
                <w:noProof/>
                <w:rtl/>
                <w:lang w:bidi="fa-IR"/>
              </w:rPr>
              <w:t>داستان خوله‌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72" w:history="1">
            <w:r w:rsidRPr="001E0EB7">
              <w:rPr>
                <w:rStyle w:val="Hyperlink"/>
                <w:noProof/>
                <w:rtl/>
                <w:lang w:bidi="fa-IR"/>
              </w:rPr>
              <w:t>داستان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 xml:space="preserve"> از خوله‌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390473" w:history="1">
            <w:r w:rsidRPr="001E0EB7">
              <w:rPr>
                <w:rStyle w:val="Hyperlink"/>
                <w:noProof/>
                <w:rtl/>
              </w:rPr>
              <w:t>ز</w:t>
            </w:r>
            <w:r w:rsidRPr="001E0EB7">
              <w:rPr>
                <w:rStyle w:val="Hyperlink"/>
                <w:rFonts w:hint="cs"/>
                <w:noProof/>
                <w:rtl/>
              </w:rPr>
              <w:t>ی</w:t>
            </w:r>
            <w:r w:rsidRPr="001E0EB7">
              <w:rPr>
                <w:rStyle w:val="Hyperlink"/>
                <w:noProof/>
                <w:rtl/>
              </w:rPr>
              <w:t>نب، دختر جحش‌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74" w:history="1">
            <w:r w:rsidRPr="001E0EB7">
              <w:rPr>
                <w:rStyle w:val="Hyperlink"/>
                <w:noProof/>
                <w:rtl/>
                <w:lang w:bidi="fa-IR"/>
              </w:rPr>
              <w:t>شأن نزول آ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ه‌ها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75" w:history="1">
            <w:r w:rsidRPr="001E0EB7">
              <w:rPr>
                <w:rStyle w:val="Hyperlink"/>
                <w:noProof/>
                <w:rtl/>
                <w:lang w:bidi="fa-IR"/>
              </w:rPr>
              <w:t>ز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نب بنت جحش ک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76" w:history="1">
            <w:r w:rsidRPr="001E0EB7">
              <w:rPr>
                <w:rStyle w:val="Hyperlink"/>
                <w:noProof/>
                <w:rtl/>
                <w:lang w:bidi="fa-IR"/>
              </w:rPr>
              <w:t>ز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د ک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77" w:history="1">
            <w:r w:rsidRPr="001E0EB7">
              <w:rPr>
                <w:rStyle w:val="Hyperlink"/>
                <w:noProof/>
                <w:rtl/>
                <w:lang w:bidi="fa-IR"/>
              </w:rPr>
              <w:t>ازدواج ز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د و ز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نب‌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78" w:history="1">
            <w:r w:rsidRPr="001E0EB7">
              <w:rPr>
                <w:rStyle w:val="Hyperlink"/>
                <w:noProof/>
                <w:rtl/>
                <w:lang w:bidi="fa-IR"/>
              </w:rPr>
              <w:t>جر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ان طلاق ز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نب و ز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79" w:history="1">
            <w:r w:rsidRPr="001E0EB7">
              <w:rPr>
                <w:rStyle w:val="Hyperlink"/>
                <w:noProof/>
                <w:rtl/>
                <w:lang w:bidi="fa-IR"/>
              </w:rPr>
              <w:t>ازدواج پ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امبر با ز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نب‌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80" w:history="1">
            <w:r w:rsidRPr="001E0EB7">
              <w:rPr>
                <w:rStyle w:val="Hyperlink"/>
                <w:noProof/>
                <w:rtl/>
                <w:lang w:bidi="fa-IR"/>
              </w:rPr>
              <w:t>نزول آ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ه «حجاب»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81" w:history="1">
            <w:r w:rsidRPr="001E0EB7">
              <w:rPr>
                <w:rStyle w:val="Hyperlink"/>
                <w:noProof/>
                <w:rtl/>
                <w:lang w:bidi="fa-IR"/>
              </w:rPr>
              <w:t>مناقب‌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82" w:history="1">
            <w:r w:rsidRPr="001E0EB7">
              <w:rPr>
                <w:rStyle w:val="Hyperlink"/>
                <w:noProof/>
                <w:rtl/>
                <w:lang w:bidi="fa-IR"/>
              </w:rPr>
              <w:t>فض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لت‌ها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83" w:history="1">
            <w:r w:rsidRPr="001E0EB7">
              <w:rPr>
                <w:rStyle w:val="Hyperlink"/>
                <w:noProof/>
                <w:rtl/>
                <w:lang w:bidi="fa-IR"/>
              </w:rPr>
              <w:t>وفات‌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84" w:history="1">
            <w:r w:rsidRPr="001E0EB7">
              <w:rPr>
                <w:rStyle w:val="Hyperlink"/>
                <w:noProof/>
                <w:rtl/>
                <w:lang w:bidi="fa-IR"/>
              </w:rPr>
              <w:t>کلام آخر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390485" w:history="1">
            <w:r w:rsidRPr="001E0EB7">
              <w:rPr>
                <w:rStyle w:val="Hyperlink"/>
                <w:noProof/>
                <w:rtl/>
                <w:lang w:bidi="fa-IR"/>
              </w:rPr>
              <w:t>زل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خا، همسر عز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ز مصر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86" w:history="1">
            <w:r w:rsidRPr="001E0EB7">
              <w:rPr>
                <w:rStyle w:val="Hyperlink"/>
                <w:noProof/>
                <w:rtl/>
                <w:lang w:bidi="fa-IR"/>
              </w:rPr>
              <w:t>شأن نزول آ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87" w:history="1">
            <w:r w:rsidRPr="001E0EB7">
              <w:rPr>
                <w:rStyle w:val="Hyperlink"/>
                <w:noProof/>
                <w:rtl/>
                <w:lang w:bidi="fa-IR"/>
              </w:rPr>
              <w:t>زل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خا ک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88" w:history="1"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 xml:space="preserve">وسف </w:t>
            </w:r>
            <w:r w:rsidRPr="001E0EB7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1E0EB7">
              <w:rPr>
                <w:rStyle w:val="Hyperlink"/>
                <w:noProof/>
                <w:rtl/>
                <w:lang w:bidi="fa-IR"/>
              </w:rPr>
              <w:t xml:space="preserve"> در چاه‌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89" w:history="1"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وسف در نزد عز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ز مصر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90" w:history="1">
            <w:r w:rsidRPr="001E0EB7">
              <w:rPr>
                <w:rStyle w:val="Hyperlink"/>
                <w:noProof/>
                <w:rtl/>
                <w:lang w:bidi="fa-IR"/>
              </w:rPr>
              <w:t>همسر عز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 xml:space="preserve">ز و 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وسف‌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91" w:history="1">
            <w:r w:rsidRPr="001E0EB7">
              <w:rPr>
                <w:rStyle w:val="Hyperlink"/>
                <w:noProof/>
                <w:rtl/>
                <w:lang w:bidi="fa-IR"/>
              </w:rPr>
              <w:t>مهمان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 xml:space="preserve"> زل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خا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390492" w:history="1">
            <w:r w:rsidRPr="001E0EB7">
              <w:rPr>
                <w:rStyle w:val="Hyperlink"/>
                <w:noProof/>
                <w:rtl/>
                <w:lang w:bidi="fa-IR"/>
              </w:rPr>
              <w:t>ساره‌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93" w:history="1">
            <w:r w:rsidRPr="001E0EB7">
              <w:rPr>
                <w:rStyle w:val="Hyperlink"/>
                <w:noProof/>
                <w:rtl/>
                <w:lang w:bidi="fa-IR"/>
              </w:rPr>
              <w:t>شأن نزول آ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ه‌ها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94" w:history="1">
            <w:r w:rsidRPr="001E0EB7">
              <w:rPr>
                <w:rStyle w:val="Hyperlink"/>
                <w:noProof/>
                <w:rtl/>
                <w:lang w:bidi="fa-IR"/>
              </w:rPr>
              <w:t>ساره ک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95" w:history="1">
            <w:r w:rsidRPr="001E0EB7">
              <w:rPr>
                <w:rStyle w:val="Hyperlink"/>
                <w:noProof/>
                <w:rtl/>
                <w:lang w:bidi="fa-IR"/>
              </w:rPr>
              <w:t>هجرت ابراه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 xml:space="preserve">م </w:t>
            </w:r>
            <w:r w:rsidRPr="001E0EB7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1E0EB7">
              <w:rPr>
                <w:rStyle w:val="Hyperlink"/>
                <w:noProof/>
                <w:rtl/>
                <w:lang w:bidi="fa-IR"/>
              </w:rPr>
              <w:t xml:space="preserve"> و ساره‌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96" w:history="1">
            <w:r w:rsidRPr="001E0EB7">
              <w:rPr>
                <w:rStyle w:val="Hyperlink"/>
                <w:noProof/>
                <w:rtl/>
                <w:lang w:bidi="fa-IR"/>
              </w:rPr>
              <w:t>ازدواج ابراه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 xml:space="preserve">م </w:t>
            </w:r>
            <w:r w:rsidRPr="001E0EB7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1E0EB7">
              <w:rPr>
                <w:rStyle w:val="Hyperlink"/>
                <w:noProof/>
                <w:rtl/>
                <w:lang w:bidi="fa-IR"/>
              </w:rPr>
              <w:t xml:space="preserve"> و هاجر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97" w:history="1">
            <w:r w:rsidRPr="001E0EB7">
              <w:rPr>
                <w:rStyle w:val="Hyperlink"/>
                <w:noProof/>
                <w:rtl/>
                <w:lang w:bidi="fa-IR"/>
              </w:rPr>
              <w:t>بشارت آمدن اسحاق‌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498" w:history="1">
            <w:r w:rsidRPr="001E0EB7">
              <w:rPr>
                <w:rStyle w:val="Hyperlink"/>
                <w:noProof/>
                <w:rtl/>
                <w:lang w:bidi="fa-IR"/>
              </w:rPr>
              <w:t>وفات ساره</w:t>
            </w:r>
            <w:r w:rsidRPr="001E0EB7">
              <w:rPr>
                <w:rStyle w:val="Hyperlink"/>
                <w:noProof/>
                <w:lang w:bidi="fa-IR"/>
              </w:rPr>
              <w:t>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390499" w:history="1">
            <w:r w:rsidRPr="001E0EB7">
              <w:rPr>
                <w:rStyle w:val="Hyperlink"/>
                <w:noProof/>
                <w:rtl/>
                <w:lang w:bidi="fa-IR"/>
              </w:rPr>
              <w:t>سب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عه، دختر حارث‌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Toc504390499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00" w:history="1">
            <w:r w:rsidRPr="001E0EB7">
              <w:rPr>
                <w:rStyle w:val="Hyperlink"/>
                <w:noProof/>
                <w:rtl/>
                <w:lang w:bidi="fa-IR"/>
              </w:rPr>
              <w:t>شأن نزول آ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01" w:history="1">
            <w:r w:rsidRPr="001E0EB7">
              <w:rPr>
                <w:rStyle w:val="Hyperlink"/>
                <w:noProof/>
                <w:rtl/>
                <w:lang w:bidi="fa-IR"/>
              </w:rPr>
              <w:t>سب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عه ک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02" w:history="1">
            <w:r w:rsidRPr="001E0EB7">
              <w:rPr>
                <w:rStyle w:val="Hyperlink"/>
                <w:noProof/>
                <w:rtl/>
                <w:lang w:bidi="fa-IR"/>
              </w:rPr>
              <w:t>صلح حد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ب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03" w:history="1">
            <w:r w:rsidRPr="001E0EB7">
              <w:rPr>
                <w:rStyle w:val="Hyperlink"/>
                <w:noProof/>
                <w:rtl/>
                <w:lang w:bidi="fa-IR"/>
              </w:rPr>
              <w:t>ب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عت رضوان‌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04" w:history="1">
            <w:r w:rsidRPr="001E0EB7">
              <w:rPr>
                <w:rStyle w:val="Hyperlink"/>
                <w:noProof/>
                <w:rtl/>
                <w:lang w:bidi="fa-IR"/>
              </w:rPr>
              <w:t>آمدن سه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ل بن عمرو نما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نده قر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ش و تنظ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م قرارداد صلح‌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05" w:history="1">
            <w:r w:rsidRPr="001E0EB7">
              <w:rPr>
                <w:rStyle w:val="Hyperlink"/>
                <w:noProof/>
                <w:rtl/>
                <w:lang w:bidi="fa-IR"/>
              </w:rPr>
              <w:t>کلام آخر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390506" w:history="1">
            <w:r w:rsidRPr="001E0EB7">
              <w:rPr>
                <w:rStyle w:val="Hyperlink"/>
                <w:noProof/>
                <w:rtl/>
                <w:lang w:bidi="fa-IR"/>
              </w:rPr>
              <w:t>صفورا، همسر موس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07" w:history="1">
            <w:r w:rsidRPr="001E0EB7">
              <w:rPr>
                <w:rStyle w:val="Hyperlink"/>
                <w:noProof/>
                <w:rtl/>
                <w:lang w:bidi="fa-IR"/>
              </w:rPr>
              <w:t>شأن نزول آ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ه‌ها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08" w:history="1">
            <w:r w:rsidRPr="001E0EB7">
              <w:rPr>
                <w:rStyle w:val="Hyperlink"/>
                <w:noProof/>
                <w:rtl/>
                <w:lang w:bidi="fa-IR"/>
              </w:rPr>
              <w:t>داستان موس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 xml:space="preserve"> و صفورا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390509" w:history="1">
            <w:r w:rsidRPr="001E0EB7">
              <w:rPr>
                <w:rStyle w:val="Hyperlink"/>
                <w:noProof/>
                <w:rtl/>
                <w:lang w:bidi="fa-IR"/>
              </w:rPr>
              <w:t xml:space="preserve">فاطمه زهرا </w:t>
            </w:r>
            <w:r w:rsidRPr="001E0EB7">
              <w:rPr>
                <w:rStyle w:val="Hyperlink"/>
                <w:rFonts w:eastAsiaTheme="minorHAnsi" w:cs="Rafed Alaem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10" w:history="1">
            <w:r w:rsidRPr="001E0EB7">
              <w:rPr>
                <w:rStyle w:val="Hyperlink"/>
                <w:noProof/>
                <w:rtl/>
                <w:lang w:bidi="fa-IR"/>
              </w:rPr>
              <w:t>شأن نزول آ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11" w:history="1">
            <w:r w:rsidRPr="001E0EB7">
              <w:rPr>
                <w:rStyle w:val="Hyperlink"/>
                <w:noProof/>
                <w:rtl/>
                <w:lang w:bidi="fa-IR"/>
              </w:rPr>
              <w:t>فاطمه، فاطمه است‌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12" w:history="1">
            <w:r w:rsidRPr="001E0EB7">
              <w:rPr>
                <w:rStyle w:val="Hyperlink"/>
                <w:noProof/>
                <w:rtl/>
                <w:lang w:bidi="fa-IR"/>
              </w:rPr>
              <w:t>هجرت به مد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نه‌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13" w:history="1">
            <w:r w:rsidRPr="001E0EB7">
              <w:rPr>
                <w:rStyle w:val="Hyperlink"/>
                <w:noProof/>
                <w:rtl/>
                <w:lang w:bidi="fa-IR"/>
              </w:rPr>
              <w:t xml:space="preserve">ازدواج فاطمه </w:t>
            </w:r>
            <w:r w:rsidRPr="001E0EB7">
              <w:rPr>
                <w:rStyle w:val="Hyperlink"/>
                <w:rFonts w:eastAsiaTheme="minorHAnsi" w:cs="Rafed Alaem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14" w:history="1">
            <w:r w:rsidRPr="001E0EB7">
              <w:rPr>
                <w:rStyle w:val="Hyperlink"/>
                <w:noProof/>
                <w:rtl/>
                <w:lang w:bidi="fa-IR"/>
              </w:rPr>
              <w:t xml:space="preserve">خانه حضرت فاطمه زهرا </w:t>
            </w:r>
            <w:r w:rsidRPr="001E0EB7">
              <w:rPr>
                <w:rStyle w:val="Hyperlink"/>
                <w:rFonts w:eastAsiaTheme="minorHAnsi" w:cs="Rafed Alaem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15" w:history="1">
            <w:r w:rsidRPr="001E0EB7">
              <w:rPr>
                <w:rStyle w:val="Hyperlink"/>
                <w:noProof/>
                <w:rtl/>
                <w:lang w:bidi="fa-IR"/>
              </w:rPr>
              <w:t xml:space="preserve">فرزندان حضرت فاطمه </w:t>
            </w:r>
            <w:r w:rsidRPr="001E0EB7">
              <w:rPr>
                <w:rStyle w:val="Hyperlink"/>
                <w:rFonts w:eastAsiaTheme="minorHAnsi" w:cs="Rafed Alaem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16" w:history="1">
            <w:r w:rsidRPr="001E0EB7">
              <w:rPr>
                <w:rStyle w:val="Hyperlink"/>
                <w:noProof/>
                <w:rtl/>
                <w:lang w:bidi="fa-IR"/>
              </w:rPr>
              <w:t>راز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 xml:space="preserve"> که پ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 xml:space="preserve">امبر </w:t>
            </w:r>
            <w:r w:rsidRPr="001E0EB7">
              <w:rPr>
                <w:rStyle w:val="Hyperlink"/>
                <w:rFonts w:cs="Rafed Alaem"/>
                <w:noProof/>
                <w:rtl/>
              </w:rPr>
              <w:t xml:space="preserve">صلى‌الله‌عليه‌وآله‌وسلم </w:t>
            </w:r>
            <w:r w:rsidRPr="001E0EB7">
              <w:rPr>
                <w:rStyle w:val="Hyperlink"/>
                <w:noProof/>
                <w:rtl/>
                <w:lang w:bidi="fa-IR"/>
              </w:rPr>
              <w:t xml:space="preserve"> برا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 xml:space="preserve"> فرزندش فاش ساخت‌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17" w:history="1">
            <w:r w:rsidRPr="001E0EB7">
              <w:rPr>
                <w:rStyle w:val="Hyperlink"/>
                <w:noProof/>
                <w:rtl/>
                <w:lang w:bidi="fa-IR"/>
              </w:rPr>
              <w:t xml:space="preserve">وفات حضرت فاطمه </w:t>
            </w:r>
            <w:r w:rsidRPr="001E0EB7">
              <w:rPr>
                <w:rStyle w:val="Hyperlink"/>
                <w:rFonts w:cs="Rafed Alaem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18" w:history="1">
            <w:r w:rsidRPr="001E0EB7">
              <w:rPr>
                <w:rStyle w:val="Hyperlink"/>
                <w:noProof/>
                <w:rtl/>
                <w:lang w:bidi="fa-IR"/>
              </w:rPr>
              <w:t>خاتمه‌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19" w:history="1">
            <w:r w:rsidRPr="001E0EB7">
              <w:rPr>
                <w:rStyle w:val="Hyperlink"/>
                <w:noProof/>
                <w:rtl/>
                <w:lang w:bidi="fa-IR"/>
              </w:rPr>
              <w:t>مار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ه قبط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20" w:history="1">
            <w:r w:rsidRPr="001E0EB7">
              <w:rPr>
                <w:rStyle w:val="Hyperlink"/>
                <w:noProof/>
                <w:rtl/>
                <w:lang w:bidi="fa-IR"/>
              </w:rPr>
              <w:t>شأن نزول آ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21" w:history="1">
            <w:r w:rsidRPr="001E0EB7">
              <w:rPr>
                <w:rStyle w:val="Hyperlink"/>
                <w:noProof/>
                <w:rtl/>
                <w:lang w:bidi="fa-IR"/>
              </w:rPr>
              <w:t>مار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ه ک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22" w:history="1">
            <w:r w:rsidRPr="001E0EB7">
              <w:rPr>
                <w:rStyle w:val="Hyperlink"/>
                <w:noProof/>
                <w:rtl/>
                <w:lang w:bidi="fa-IR"/>
              </w:rPr>
              <w:t>سف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ر پ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 xml:space="preserve">امبر </w:t>
            </w:r>
            <w:r w:rsidRPr="001E0EB7">
              <w:rPr>
                <w:rStyle w:val="Hyperlink"/>
                <w:rFonts w:cs="Rafed Alaem"/>
                <w:noProof/>
                <w:rtl/>
              </w:rPr>
              <w:t xml:space="preserve">صلى‌الله‌عليه‌وآله‌وسلم </w:t>
            </w:r>
            <w:r w:rsidRPr="001E0EB7">
              <w:rPr>
                <w:rStyle w:val="Hyperlink"/>
                <w:noProof/>
                <w:rtl/>
                <w:lang w:bidi="fa-IR"/>
              </w:rPr>
              <w:t xml:space="preserve"> در دربار مقوقس‌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23" w:history="1">
            <w:r w:rsidRPr="001E0EB7">
              <w:rPr>
                <w:rStyle w:val="Hyperlink"/>
                <w:noProof/>
                <w:rtl/>
                <w:lang w:bidi="fa-IR"/>
              </w:rPr>
              <w:t>مار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ه و هاجر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24" w:history="1">
            <w:r w:rsidRPr="001E0EB7">
              <w:rPr>
                <w:rStyle w:val="Hyperlink"/>
                <w:noProof/>
                <w:rtl/>
                <w:lang w:bidi="fa-IR"/>
              </w:rPr>
              <w:t>تولد ابراه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25" w:history="1">
            <w:r w:rsidRPr="001E0EB7">
              <w:rPr>
                <w:rStyle w:val="Hyperlink"/>
                <w:noProof/>
                <w:rtl/>
                <w:lang w:bidi="fa-IR"/>
              </w:rPr>
              <w:t>وفات ابراه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26" w:history="1">
            <w:r w:rsidRPr="001E0EB7">
              <w:rPr>
                <w:rStyle w:val="Hyperlink"/>
                <w:noProof/>
                <w:rtl/>
                <w:lang w:bidi="fa-IR"/>
              </w:rPr>
              <w:t>حد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ث افک‌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27" w:history="1">
            <w:r w:rsidRPr="001E0EB7">
              <w:rPr>
                <w:rStyle w:val="Hyperlink"/>
                <w:noProof/>
                <w:rtl/>
                <w:lang w:bidi="fa-IR"/>
              </w:rPr>
              <w:t>وفات مار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390528" w:history="1">
            <w:r w:rsidRPr="001E0EB7">
              <w:rPr>
                <w:rStyle w:val="Hyperlink"/>
                <w:noProof/>
                <w:rtl/>
                <w:lang w:bidi="fa-IR"/>
              </w:rPr>
              <w:t>مر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م العذراء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29" w:history="1">
            <w:r w:rsidRPr="001E0EB7">
              <w:rPr>
                <w:rStyle w:val="Hyperlink"/>
                <w:noProof/>
                <w:rtl/>
                <w:lang w:bidi="fa-IR"/>
              </w:rPr>
              <w:t>مر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م ک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30" w:history="1">
            <w:r w:rsidRPr="001E0EB7">
              <w:rPr>
                <w:rStyle w:val="Hyperlink"/>
                <w:noProof/>
                <w:rtl/>
                <w:lang w:bidi="fa-IR"/>
              </w:rPr>
              <w:t>ولادت ع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س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390531" w:history="1">
            <w:r w:rsidRPr="001E0EB7">
              <w:rPr>
                <w:rStyle w:val="Hyperlink"/>
                <w:noProof/>
                <w:rtl/>
                <w:lang w:bidi="fa-IR"/>
              </w:rPr>
              <w:t>م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مونه، دختر حارث‌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32" w:history="1">
            <w:r w:rsidRPr="001E0EB7">
              <w:rPr>
                <w:rStyle w:val="Hyperlink"/>
                <w:noProof/>
                <w:rtl/>
                <w:lang w:bidi="fa-IR"/>
              </w:rPr>
              <w:t>شأن نزول آ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33" w:history="1">
            <w:r w:rsidRPr="001E0EB7">
              <w:rPr>
                <w:rStyle w:val="Hyperlink"/>
                <w:noProof/>
                <w:rtl/>
                <w:lang w:bidi="fa-IR"/>
              </w:rPr>
              <w:t>م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مونه ک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34" w:history="1">
            <w:r w:rsidRPr="001E0EB7">
              <w:rPr>
                <w:rStyle w:val="Hyperlink"/>
                <w:noProof/>
                <w:rtl/>
                <w:lang w:bidi="fa-IR"/>
              </w:rPr>
              <w:t>وفات م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مونه‌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390535" w:history="1">
            <w:r w:rsidRPr="001E0EB7">
              <w:rPr>
                <w:rStyle w:val="Hyperlink"/>
                <w:noProof/>
                <w:rtl/>
                <w:lang w:bidi="fa-IR"/>
              </w:rPr>
              <w:t>هاجر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36" w:history="1">
            <w:r w:rsidRPr="001E0EB7">
              <w:rPr>
                <w:rStyle w:val="Hyperlink"/>
                <w:noProof/>
                <w:rtl/>
                <w:lang w:bidi="fa-IR"/>
              </w:rPr>
              <w:t>شأن نزول آ</w:t>
            </w:r>
            <w:r w:rsidRPr="001E0EB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E0EB7">
              <w:rPr>
                <w:rStyle w:val="Hyperlink"/>
                <w:noProof/>
                <w:rtl/>
                <w:lang w:bidi="fa-IR"/>
              </w:rPr>
              <w:t>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4390537" w:history="1">
            <w:r w:rsidRPr="001E0EB7">
              <w:rPr>
                <w:rStyle w:val="Hyperlink"/>
                <w:noProof/>
                <w:rtl/>
                <w:lang w:bidi="fa-IR"/>
              </w:rPr>
              <w:t>هاجر که بود؟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390538" w:history="1">
            <w:r w:rsidRPr="001E0EB7">
              <w:rPr>
                <w:rStyle w:val="Hyperlink"/>
                <w:noProof/>
                <w:rtl/>
                <w:lang w:bidi="fa-IR"/>
              </w:rPr>
              <w:t>منابع‌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390539" w:history="1">
            <w:r w:rsidRPr="001E0EB7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Toc504390539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5C47" w:rsidRDefault="00C35C47">
          <w:r>
            <w:fldChar w:fldCharType="end"/>
          </w:r>
        </w:p>
      </w:sdtContent>
    </w:sdt>
    <w:p w:rsidR="001E3E3C" w:rsidRPr="00A95BC4" w:rsidRDefault="001E3E3C" w:rsidP="001E3E3C">
      <w:pPr>
        <w:pStyle w:val="libNormal"/>
        <w:rPr>
          <w:rtl/>
          <w:lang w:bidi="fa-IR"/>
        </w:rPr>
      </w:pPr>
    </w:p>
    <w:sectPr w:rsidR="001E3E3C" w:rsidRPr="00A95BC4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B50" w:rsidRDefault="00077B50">
      <w:r>
        <w:separator/>
      </w:r>
    </w:p>
  </w:endnote>
  <w:endnote w:type="continuationSeparator" w:id="0">
    <w:p w:rsidR="00077B50" w:rsidRDefault="00077B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4C3" w:rsidRDefault="000C24C3">
    <w:pPr>
      <w:pStyle w:val="Footer"/>
    </w:pPr>
    <w:fldSimple w:instr=" PAGE   \* MERGEFORMAT ">
      <w:r w:rsidR="00C35C47">
        <w:rPr>
          <w:noProof/>
          <w:rtl/>
        </w:rPr>
        <w:t>176</w:t>
      </w:r>
    </w:fldSimple>
  </w:p>
  <w:p w:rsidR="000C24C3" w:rsidRDefault="000C24C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4C3" w:rsidRDefault="000C24C3">
    <w:pPr>
      <w:pStyle w:val="Footer"/>
    </w:pPr>
    <w:fldSimple w:instr=" PAGE   \* MERGEFORMAT ">
      <w:r w:rsidR="00C35C47">
        <w:rPr>
          <w:noProof/>
          <w:rtl/>
        </w:rPr>
        <w:t>177</w:t>
      </w:r>
    </w:fldSimple>
  </w:p>
  <w:p w:rsidR="000C24C3" w:rsidRDefault="000C24C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4C3" w:rsidRDefault="000C24C3">
    <w:pPr>
      <w:pStyle w:val="Footer"/>
    </w:pPr>
    <w:fldSimple w:instr=" PAGE   \* MERGEFORMAT ">
      <w:r w:rsidR="00C35C47">
        <w:rPr>
          <w:noProof/>
          <w:rtl/>
        </w:rPr>
        <w:t>1</w:t>
      </w:r>
    </w:fldSimple>
  </w:p>
  <w:p w:rsidR="000C24C3" w:rsidRDefault="000C24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B50" w:rsidRDefault="00077B50">
      <w:r>
        <w:separator/>
      </w:r>
    </w:p>
  </w:footnote>
  <w:footnote w:type="continuationSeparator" w:id="0">
    <w:p w:rsidR="00077B50" w:rsidRDefault="00077B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F75"/>
    <w:rsid w:val="00005A19"/>
    <w:rsid w:val="00010942"/>
    <w:rsid w:val="000217A6"/>
    <w:rsid w:val="00024AA0"/>
    <w:rsid w:val="000267FE"/>
    <w:rsid w:val="00030622"/>
    <w:rsid w:val="00035C69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77457"/>
    <w:rsid w:val="00077B50"/>
    <w:rsid w:val="00092805"/>
    <w:rsid w:val="00092A0C"/>
    <w:rsid w:val="00096C12"/>
    <w:rsid w:val="000A7750"/>
    <w:rsid w:val="000B3A56"/>
    <w:rsid w:val="000B77AC"/>
    <w:rsid w:val="000C0A89"/>
    <w:rsid w:val="000C24C3"/>
    <w:rsid w:val="000C7722"/>
    <w:rsid w:val="000D0932"/>
    <w:rsid w:val="000D0EE1"/>
    <w:rsid w:val="000D180B"/>
    <w:rsid w:val="000D1BDF"/>
    <w:rsid w:val="000D1D47"/>
    <w:rsid w:val="000D71B7"/>
    <w:rsid w:val="000E6824"/>
    <w:rsid w:val="000F6B97"/>
    <w:rsid w:val="0010049D"/>
    <w:rsid w:val="00103EB4"/>
    <w:rsid w:val="00107A6B"/>
    <w:rsid w:val="00107B76"/>
    <w:rsid w:val="001106A5"/>
    <w:rsid w:val="00111AE3"/>
    <w:rsid w:val="00112CED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56FE"/>
    <w:rsid w:val="001D60DA"/>
    <w:rsid w:val="001D67C0"/>
    <w:rsid w:val="001E25DC"/>
    <w:rsid w:val="001E3E3C"/>
    <w:rsid w:val="001E4B5F"/>
    <w:rsid w:val="001E5FFB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5F4A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0F75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15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3086"/>
    <w:rsid w:val="00427638"/>
    <w:rsid w:val="00430581"/>
    <w:rsid w:val="00434A97"/>
    <w:rsid w:val="00437035"/>
    <w:rsid w:val="00440C62"/>
    <w:rsid w:val="00446BBA"/>
    <w:rsid w:val="00451C3F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4155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022"/>
    <w:rsid w:val="005B56BE"/>
    <w:rsid w:val="005B68B3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24EE"/>
    <w:rsid w:val="00625C71"/>
    <w:rsid w:val="00626062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0FD4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257E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35B5C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878F3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12F"/>
    <w:rsid w:val="007D4810"/>
    <w:rsid w:val="007D48CE"/>
    <w:rsid w:val="007D5FD1"/>
    <w:rsid w:val="007E2EBF"/>
    <w:rsid w:val="007E6DD9"/>
    <w:rsid w:val="007E7000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3BFF"/>
    <w:rsid w:val="00853F5E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243C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0112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C4317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597F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376F3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5BC4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314F"/>
    <w:rsid w:val="00B46C2E"/>
    <w:rsid w:val="00B47827"/>
    <w:rsid w:val="00B50444"/>
    <w:rsid w:val="00B506FA"/>
    <w:rsid w:val="00B55374"/>
    <w:rsid w:val="00B629FE"/>
    <w:rsid w:val="00B65134"/>
    <w:rsid w:val="00B70AEE"/>
    <w:rsid w:val="00B71ADF"/>
    <w:rsid w:val="00B72C0E"/>
    <w:rsid w:val="00B73110"/>
    <w:rsid w:val="00B731F9"/>
    <w:rsid w:val="00B7501C"/>
    <w:rsid w:val="00B76530"/>
    <w:rsid w:val="00B76B70"/>
    <w:rsid w:val="00B77085"/>
    <w:rsid w:val="00B77EF4"/>
    <w:rsid w:val="00B81F23"/>
    <w:rsid w:val="00B82A3A"/>
    <w:rsid w:val="00B831B6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6B77"/>
    <w:rsid w:val="00BE7ED8"/>
    <w:rsid w:val="00BF1525"/>
    <w:rsid w:val="00BF3B5E"/>
    <w:rsid w:val="00C005CF"/>
    <w:rsid w:val="00C07E02"/>
    <w:rsid w:val="00C121B4"/>
    <w:rsid w:val="00C1570C"/>
    <w:rsid w:val="00C22361"/>
    <w:rsid w:val="00C2675D"/>
    <w:rsid w:val="00C26D89"/>
    <w:rsid w:val="00C31833"/>
    <w:rsid w:val="00C33018"/>
    <w:rsid w:val="00C33B4D"/>
    <w:rsid w:val="00C34E44"/>
    <w:rsid w:val="00C35A49"/>
    <w:rsid w:val="00C35C47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0DB0"/>
    <w:rsid w:val="00CD1FC1"/>
    <w:rsid w:val="00CD66FF"/>
    <w:rsid w:val="00CD72D4"/>
    <w:rsid w:val="00CE30CD"/>
    <w:rsid w:val="00CE7F7F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4877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3201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36D68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4C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1D56F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  <w:lang w:bidi="fa-IR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1D56FE"/>
    <w:rPr>
      <w:rFonts w:ascii="B Badr" w:hAnsi="B Badr" w:cs="B Badr"/>
      <w:b/>
      <w:bCs/>
      <w:color w:val="1F497D"/>
      <w:sz w:val="32"/>
      <w:szCs w:val="32"/>
      <w:lang w:bidi="fa-IR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styleId="TOC6">
    <w:name w:val="toc 6"/>
    <w:basedOn w:val="Normal"/>
    <w:next w:val="Normal"/>
    <w:autoRedefine/>
    <w:uiPriority w:val="39"/>
    <w:unhideWhenUsed/>
    <w:rsid w:val="0089243C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89243C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89243C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89243C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libnotice0">
    <w:name w:val="libnotice"/>
    <w:basedOn w:val="Normal"/>
    <w:rsid w:val="00C35C47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1439\mahe_gamadi_1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F024E-A06D-4CDC-820E-1B3416BC1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</Template>
  <TotalTime>406</TotalTime>
  <Pages>177</Pages>
  <Words>32538</Words>
  <Characters>185469</Characters>
  <Application>Microsoft Office Word</Application>
  <DocSecurity>0</DocSecurity>
  <Lines>1545</Lines>
  <Paragraphs>435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217572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16</cp:revision>
  <cp:lastPrinted>1601-01-01T00:00:00Z</cp:lastPrinted>
  <dcterms:created xsi:type="dcterms:W3CDTF">2018-01-21T07:29:00Z</dcterms:created>
  <dcterms:modified xsi:type="dcterms:W3CDTF">2018-01-22T09:49:00Z</dcterms:modified>
</cp:coreProperties>
</file>