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79" w:rsidRPr="008F6CE0" w:rsidRDefault="00061879" w:rsidP="00F034E9">
      <w:pPr>
        <w:pStyle w:val="libCenterBold1"/>
        <w:rPr>
          <w:rtl/>
        </w:rPr>
      </w:pPr>
      <w:r w:rsidRPr="008F6CE0">
        <w:rPr>
          <w:rtl/>
        </w:rPr>
        <w:t xml:space="preserve">راز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</w:p>
    <w:p w:rsidR="00811B5D" w:rsidRPr="008F6CE0" w:rsidRDefault="00CC465C" w:rsidP="00CC465C">
      <w:pPr>
        <w:pStyle w:val="libCenterBold2"/>
        <w:rPr>
          <w:rtl/>
        </w:rPr>
      </w:pPr>
      <w:r w:rsidRPr="008F6CE0">
        <w:rPr>
          <w:rFonts w:hint="cs"/>
          <w:rtl/>
        </w:rPr>
        <w:t>مؤلف</w:t>
      </w:r>
      <w:r w:rsidR="00A807CF" w:rsidRPr="008F6CE0">
        <w:rPr>
          <w:rFonts w:hint="cs"/>
          <w:rtl/>
        </w:rPr>
        <w:t xml:space="preserve">: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وسف</w:t>
      </w:r>
      <w:r w:rsidR="00061879" w:rsidRPr="008F6CE0">
        <w:rPr>
          <w:rtl/>
        </w:rPr>
        <w:t xml:space="preserve"> غلام</w:t>
      </w:r>
      <w:r w:rsidR="00061879" w:rsidRPr="008F6CE0">
        <w:rPr>
          <w:rFonts w:hint="cs"/>
          <w:rtl/>
        </w:rPr>
        <w:t>ی</w:t>
      </w:r>
    </w:p>
    <w:p w:rsidR="00811B5D" w:rsidRPr="008F6CE0" w:rsidRDefault="00811B5D" w:rsidP="001A33D5">
      <w:pPr>
        <w:pStyle w:val="libNormal"/>
        <w:rPr>
          <w:rtl/>
        </w:rPr>
      </w:pPr>
    </w:p>
    <w:p w:rsidR="000E18BE" w:rsidRPr="008F6CE0" w:rsidRDefault="000E18BE" w:rsidP="001A33D5">
      <w:pPr>
        <w:pStyle w:val="libNormal"/>
        <w:rPr>
          <w:rtl/>
        </w:rPr>
      </w:pPr>
    </w:p>
    <w:p w:rsidR="000E18BE" w:rsidRPr="008F6CE0" w:rsidRDefault="000E18BE" w:rsidP="001A33D5">
      <w:pPr>
        <w:pStyle w:val="libNormal"/>
        <w:rPr>
          <w:rtl/>
        </w:rPr>
      </w:pPr>
    </w:p>
    <w:p w:rsidR="00C23CD9" w:rsidRPr="008F6CE0" w:rsidRDefault="00C23CD9" w:rsidP="00C23CD9">
      <w:pPr>
        <w:pStyle w:val="libNotice"/>
        <w:rPr>
          <w:rtl/>
        </w:rPr>
      </w:pPr>
      <w:r w:rsidRPr="008F6CE0">
        <w:rPr>
          <w:rFonts w:hint="cs"/>
          <w:rtl/>
        </w:rPr>
        <w:t xml:space="preserve">این کتاب توسط مؤسسه فرهنگی - اسلامی شبکة الامامین الحسنین </w:t>
      </w:r>
      <w:r w:rsidRPr="008F6CE0">
        <w:rPr>
          <w:rStyle w:val="libAlaemChar"/>
          <w:rtl/>
        </w:rPr>
        <w:t>عليهم</w:t>
      </w:r>
      <w:r w:rsidRPr="008F6CE0">
        <w:rPr>
          <w:rStyle w:val="libAlaemChar"/>
          <w:rFonts w:hint="cs"/>
          <w:rtl/>
        </w:rPr>
        <w:t>ا</w:t>
      </w:r>
      <w:r w:rsidRPr="008F6CE0">
        <w:rPr>
          <w:rStyle w:val="libAlaemChar"/>
          <w:rtl/>
        </w:rPr>
        <w:t>‌السلام</w:t>
      </w:r>
      <w:r w:rsidRPr="008F6CE0">
        <w:rPr>
          <w:rFonts w:hint="cs"/>
          <w:rtl/>
        </w:rPr>
        <w:t xml:space="preserve"> بصورت الکترونیکی برای مخاطبین گرامی منتشر شده است.</w:t>
      </w:r>
    </w:p>
    <w:p w:rsidR="001A33D5" w:rsidRPr="008F6CE0" w:rsidRDefault="00C23CD9" w:rsidP="00C23CD9">
      <w:pPr>
        <w:pStyle w:val="libNotice"/>
        <w:rPr>
          <w:rtl/>
        </w:rPr>
      </w:pPr>
      <w:r w:rsidRPr="008F6CE0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811B5D" w:rsidRPr="008F6CE0" w:rsidRDefault="00061879" w:rsidP="001A33D5">
      <w:pPr>
        <w:pStyle w:val="Heading1Center"/>
        <w:rPr>
          <w:rtl/>
        </w:rPr>
      </w:pPr>
      <w:r w:rsidRPr="008F6CE0">
        <w:rPr>
          <w:rtl/>
        </w:rPr>
        <w:br w:type="page"/>
      </w:r>
      <w:bookmarkStart w:id="0" w:name="_Toc425750272"/>
      <w:r w:rsidRPr="008F6CE0">
        <w:rPr>
          <w:rFonts w:hint="eastAsia"/>
          <w:rtl/>
        </w:rPr>
        <w:lastRenderedPageBreak/>
        <w:t>فصل</w:t>
      </w:r>
      <w:r w:rsidRPr="008F6CE0">
        <w:rPr>
          <w:rtl/>
        </w:rPr>
        <w:t xml:space="preserve"> اول</w:t>
      </w:r>
      <w:r w:rsidR="00A807CF" w:rsidRPr="008F6CE0">
        <w:rPr>
          <w:rtl/>
        </w:rPr>
        <w:t xml:space="preserve">: </w:t>
      </w:r>
      <w:r w:rsidRPr="008F6CE0">
        <w:rPr>
          <w:rtl/>
        </w:rPr>
        <w:t>رؤ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زنان</w:t>
      </w:r>
      <w:bookmarkEnd w:id="0"/>
    </w:p>
    <w:p w:rsidR="00811B5D" w:rsidRPr="008F6CE0" w:rsidRDefault="00061879" w:rsidP="00321338">
      <w:pPr>
        <w:pStyle w:val="Heading2"/>
        <w:rPr>
          <w:rtl/>
        </w:rPr>
      </w:pPr>
      <w:bookmarkStart w:id="1" w:name="_Toc425750273"/>
      <w:r w:rsidRPr="008F6CE0">
        <w:rPr>
          <w:rFonts w:hint="eastAsia"/>
          <w:rtl/>
        </w:rPr>
        <w:t>اول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معلّم من</w:t>
      </w:r>
      <w:bookmarkEnd w:id="1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بسم</w:t>
      </w:r>
      <w:r w:rsidRPr="008F6CE0">
        <w:rPr>
          <w:rtl/>
        </w:rPr>
        <w:t xml:space="preserve"> الله الرحمن الرح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سلام</w:t>
      </w:r>
      <w:r w:rsidRPr="008F6CE0">
        <w:rPr>
          <w:rtl/>
        </w:rPr>
        <w:t xml:space="preserve"> بر تو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ناتوان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طفول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به سو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خم شد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رم</w:t>
      </w:r>
      <w:r w:rsidRPr="008F6CE0">
        <w:rPr>
          <w:rtl/>
        </w:rPr>
        <w:t xml:space="preserve"> و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احت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اج</w:t>
      </w:r>
      <w:r w:rsidRPr="008F6CE0">
        <w:rPr>
          <w:rtl/>
        </w:rPr>
        <w:t xml:space="preserve"> مبرم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داشتم که به طرفم 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من مراقبت کرد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خطرها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من دور ساخت</w:t>
      </w:r>
      <w:r w:rsidRPr="008F6CE0">
        <w:rPr>
          <w:rFonts w:hint="cs"/>
          <w:rtl/>
        </w:rPr>
        <w:t>ی</w:t>
      </w:r>
      <w:r w:rsidR="001A33D5" w:rsidRPr="008F6CE0">
        <w:rPr>
          <w:rtl/>
        </w:rPr>
        <w:t xml:space="preserve">! </w:t>
      </w:r>
      <w:r w:rsidRPr="008F6CE0">
        <w:rPr>
          <w:rtl/>
        </w:rPr>
        <w:t>در طفول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از وجود تو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استخوان در وجود من 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انده</w:t>
      </w:r>
      <w:r w:rsidRPr="008F6CE0">
        <w:rPr>
          <w:rtl/>
        </w:rPr>
        <w:t xml:space="preserve"> شد و با بازوان توان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محبت از من پرستار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معلم من تو بود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زبانم آموخت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مرا با جهان اطرافم آشنا نمود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تو اول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رنج دوست داشتن و خواهش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درکنار خود را به من چشاند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افتخار هم صحبت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ارزان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 کرد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آغاز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من اجازه داد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از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انتان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 را انتخاب کنم و خوش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غم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با او تقس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.... </w:t>
      </w:r>
      <w:r w:rsidR="00EA031B" w:rsidRPr="008F6CE0">
        <w:rPr>
          <w:rStyle w:val="libFootnotenumChar"/>
          <w:rtl/>
        </w:rPr>
        <w:t>(1)</w:t>
      </w:r>
    </w:p>
    <w:p w:rsidR="00395D58" w:rsidRPr="008F6CE0" w:rsidRDefault="00061879" w:rsidP="00ED3333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شگفتم که ساکنان جهان هست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همه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ازشان</w:t>
      </w:r>
      <w:r w:rsidRPr="008F6CE0">
        <w:rPr>
          <w:rtl/>
        </w:rPr>
        <w:t xml:space="preserve"> به تو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هنوز قدر تو را نشناخته اند 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حفظ وجود محبوب تو تلاش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فراخورِ منزلت تو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خردسال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برادرانت راکه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پشت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بان</w:t>
      </w:r>
      <w:r w:rsidRPr="008F6CE0">
        <w:rPr>
          <w:rtl/>
        </w:rPr>
        <w:t xml:space="preserve"> تو باشند همواره بر تو ترج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دادند و تو را فقط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سبب که دختر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نه پسر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(2)</w:t>
      </w:r>
      <w:r w:rsidRPr="008F6CE0">
        <w:rPr>
          <w:rtl/>
        </w:rPr>
        <w:t xml:space="preserve"> </w:t>
      </w:r>
    </w:p>
    <w:p w:rsidR="00061879" w:rsidRPr="008F6CE0" w:rsidRDefault="00061879" w:rsidP="00395D58">
      <w:pPr>
        <w:pStyle w:val="libNormal"/>
        <w:rPr>
          <w:rtl/>
        </w:rPr>
      </w:pPr>
      <w:r w:rsidRPr="008F6CE0">
        <w:rPr>
          <w:rtl/>
        </w:rPr>
        <w:t>جرم تو فقط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دختر تولد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نابرابر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در</w:t>
      </w:r>
      <w:r w:rsidR="00395D58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خانواده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تنها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پسر دارند و چند دختر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مراتب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بعد</w:t>
      </w:r>
      <w:r w:rsidRPr="008F6CE0">
        <w:rPr>
          <w:rtl/>
        </w:rPr>
        <w:t xml:space="preserve"> از آن هم که بزرگ تر شد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خانه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تو انجام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اما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خسته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بودند</w:t>
      </w:r>
      <w:r w:rsidR="003506A1" w:rsidRPr="008F6CE0">
        <w:rPr>
          <w:rFonts w:hint="cs"/>
          <w:rtl/>
        </w:rPr>
        <w:t xml:space="preserve"> </w:t>
      </w:r>
      <w:r w:rsidRPr="008F6CE0">
        <w:rPr>
          <w:rtl/>
        </w:rPr>
        <w:t>که به 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استراحت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کردند و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آنها زودتر بهره مند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شدند و آنگاه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همسر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 xml:space="preserve"> ات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برگز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که شر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ات 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انتخاب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3506A1" w:rsidRPr="008F6CE0">
        <w:rPr>
          <w:rFonts w:hint="cs"/>
          <w:rtl/>
        </w:rPr>
        <w:t xml:space="preserve"> </w:t>
      </w:r>
      <w:r w:rsidRPr="008F6CE0">
        <w:rPr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بودند نه تو</w:t>
      </w:r>
      <w:r w:rsidR="001A33D5" w:rsidRPr="008F6CE0">
        <w:rPr>
          <w:rtl/>
        </w:rPr>
        <w:t xml:space="preserve">! </w:t>
      </w:r>
      <w:r w:rsidRPr="008F6CE0">
        <w:rPr>
          <w:rtl/>
        </w:rPr>
        <w:t>در نزد همسر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دانم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تو چگونه رفتار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 را همچون وجود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دوست دارد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داند که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نعمت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مانند تو نص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نشده است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دانم</w:t>
      </w:r>
      <w:r w:rsidR="001A33D5" w:rsidRPr="008F6CE0">
        <w:rPr>
          <w:rtl/>
        </w:rPr>
        <w:t xml:space="preserve">!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او اصلاً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نداندکه تو چه هست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 بداندکه با تو چگونه رفت</w:t>
      </w:r>
      <w:r w:rsidRPr="008F6CE0">
        <w:rPr>
          <w:rFonts w:hint="eastAsia"/>
          <w:rtl/>
        </w:rPr>
        <w:t>ارکند</w:t>
      </w:r>
      <w:r w:rsidR="001A33D5" w:rsidRPr="008F6CE0">
        <w:rPr>
          <w:rtl/>
        </w:rPr>
        <w:t xml:space="preserve">! </w:t>
      </w:r>
    </w:p>
    <w:p w:rsidR="00061879" w:rsidRPr="008F6CE0" w:rsidRDefault="00061879" w:rsidP="003506A1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آن پس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دانم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گذران</w:t>
      </w:r>
      <w:r w:rsidRPr="008F6CE0">
        <w:rPr>
          <w:rFonts w:hint="cs"/>
          <w:rtl/>
        </w:rPr>
        <w:t>ی</w:t>
      </w:r>
      <w:r w:rsidR="001A33D5" w:rsidRPr="008F6CE0">
        <w:rPr>
          <w:rtl/>
        </w:rPr>
        <w:t xml:space="preserve">! </w:t>
      </w:r>
      <w:r w:rsidRPr="008F6CE0">
        <w:rPr>
          <w:rtl/>
        </w:rPr>
        <w:t>تنها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را خوب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دانم که درجهان به نام طرفدار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ازحق تو جنجال فراوان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همان جنجال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گرازها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وحش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اندکه دندان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تو 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زکرده</w:t>
      </w:r>
      <w:r w:rsidRPr="008F6CE0">
        <w:rPr>
          <w:rtl/>
        </w:rPr>
        <w:t xml:space="preserve"> اند</w:t>
      </w:r>
      <w:r w:rsidR="003506A1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که</w:t>
      </w:r>
      <w:r w:rsidRPr="008F6CE0">
        <w:rPr>
          <w:rtl/>
        </w:rPr>
        <w:t xml:space="preserve"> راست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تربوده اند دردفاع ازتوکمترتوف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اند</w:t>
      </w:r>
      <w:r w:rsidR="001A33D5" w:rsidRPr="008F6CE0">
        <w:rPr>
          <w:rtl/>
        </w:rPr>
        <w:t xml:space="preserve">! </w:t>
      </w:r>
    </w:p>
    <w:p w:rsidR="00061879" w:rsidRPr="008F6CE0" w:rsidRDefault="00061879" w:rsidP="00ED3333">
      <w:pPr>
        <w:pStyle w:val="libNormal"/>
        <w:rPr>
          <w:rtl/>
        </w:rPr>
      </w:pPr>
      <w:r w:rsidRPr="008F6CE0">
        <w:rPr>
          <w:rFonts w:hint="eastAsia"/>
          <w:rtl/>
        </w:rPr>
        <w:t>راست</w:t>
      </w:r>
      <w:r w:rsidRPr="008F6CE0">
        <w:rPr>
          <w:rFonts w:hint="cs"/>
          <w:rtl/>
        </w:rPr>
        <w:t>ی</w:t>
      </w:r>
      <w:r w:rsidR="001A33D5" w:rsidRPr="008F6CE0">
        <w:rPr>
          <w:rtl/>
        </w:rPr>
        <w:t xml:space="preserve">! </w:t>
      </w:r>
      <w:r w:rsidRPr="008F6CE0">
        <w:rPr>
          <w:rtl/>
        </w:rPr>
        <w:t>چگونه انبوه مدافعان تو از جنس مردانند تا زنان</w:t>
      </w:r>
      <w:r w:rsidR="001A33D5" w:rsidRPr="008F6CE0">
        <w:rPr>
          <w:rtl/>
        </w:rPr>
        <w:t xml:space="preserve">!! </w:t>
      </w:r>
      <w:r w:rsidRPr="008F6CE0">
        <w:rPr>
          <w:rtl/>
        </w:rPr>
        <w:t>تو چه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پناه</w:t>
      </w:r>
      <w:r w:rsidRPr="008F6CE0">
        <w:rPr>
          <w:rFonts w:hint="cs"/>
          <w:rtl/>
        </w:rPr>
        <w:t>ی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کاش ذره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مهر و وفا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قلب تو را به هواخواهان دروغ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نت</w:t>
      </w:r>
      <w:r w:rsidRPr="008F6CE0">
        <w:rPr>
          <w:rtl/>
        </w:rPr>
        <w:t xml:space="preserve"> هد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دادند تا آنان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 خود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 تو راکه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همه به سلامت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موهبت محروم نکرده</w:t>
      </w:r>
      <w:r w:rsidR="00A807CF" w:rsidRPr="008F6CE0">
        <w:rPr>
          <w:rtl/>
        </w:rPr>
        <w:t xml:space="preserve">، </w:t>
      </w:r>
      <w:r w:rsidRPr="008F6CE0">
        <w:rPr>
          <w:rFonts w:hint="eastAsia"/>
          <w:rtl/>
        </w:rPr>
        <w:t>موجود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تعر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="003506A1" w:rsidRPr="008F6CE0">
        <w:rPr>
          <w:rtl/>
        </w:rPr>
        <w:t xml:space="preserve"> نکنند</w:t>
      </w:r>
      <w:r w:rsidR="003506A1" w:rsidRPr="008F6CE0">
        <w:rPr>
          <w:rFonts w:hint="cs"/>
          <w:rtl/>
        </w:rPr>
        <w:t xml:space="preserve">. </w:t>
      </w:r>
      <w:r w:rsidR="00EA031B" w:rsidRPr="008F6CE0">
        <w:rPr>
          <w:rStyle w:val="libFootnotenumChar"/>
          <w:rFonts w:hint="cs"/>
          <w:rtl/>
        </w:rPr>
        <w:t>(</w:t>
      </w:r>
      <w:r w:rsidR="00ED3333" w:rsidRPr="008F6CE0">
        <w:rPr>
          <w:rStyle w:val="libFootnotenumChar"/>
          <w:rFonts w:hint="cs"/>
          <w:rtl/>
        </w:rPr>
        <w:t>3</w:t>
      </w:r>
      <w:r w:rsidR="00EA031B" w:rsidRPr="008F6CE0">
        <w:rPr>
          <w:rStyle w:val="libFootnotenumChar"/>
          <w:rFonts w:hint="cs"/>
          <w:rtl/>
        </w:rPr>
        <w:t>)</w:t>
      </w:r>
    </w:p>
    <w:p w:rsidR="00811B5D" w:rsidRPr="008F6CE0" w:rsidRDefault="00061879" w:rsidP="003506A1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="00217CDC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ستم ها آنچه نشان از عظمت تو 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تو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زلال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</w:t>
      </w:r>
      <w:r w:rsidR="003506A1" w:rsidRPr="008F6CE0">
        <w:rPr>
          <w:rFonts w:hint="cs"/>
          <w:rtl/>
        </w:rPr>
        <w:t xml:space="preserve"> </w:t>
      </w:r>
      <w:r w:rsidRPr="008F6CE0">
        <w:rPr>
          <w:rtl/>
        </w:rPr>
        <w:t>همگان به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راب</w:t>
      </w:r>
      <w:r w:rsidRPr="008F6CE0">
        <w:rPr>
          <w:rtl/>
        </w:rPr>
        <w:t xml:space="preserve"> شدن از آب گوارا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سو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رو آورده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 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خُرد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قدر تو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چون کوه صبرت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هوس جفا بر تو را در سر پرورانده اند و چون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 د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انجام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امور ناتوان شناخته اند آن گونه کارها را به تو سپرده اند و تو چون قلبت پاک است به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بدگمان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</w:t>
      </w:r>
      <w:r w:rsidRPr="008F6CE0">
        <w:rPr>
          <w:rFonts w:hint="cs"/>
          <w:rtl/>
        </w:rPr>
        <w:t>ی</w:t>
      </w:r>
      <w:r w:rsidR="001A33D5" w:rsidRPr="008F6CE0">
        <w:rPr>
          <w:rtl/>
        </w:rPr>
        <w:t xml:space="preserve">! </w:t>
      </w:r>
    </w:p>
    <w:p w:rsidR="003506A1" w:rsidRPr="008F6CE0" w:rsidRDefault="00061879" w:rsidP="003506A1">
      <w:pPr>
        <w:pStyle w:val="Heading2"/>
        <w:rPr>
          <w:rtl/>
        </w:rPr>
      </w:pPr>
      <w:bookmarkStart w:id="2" w:name="_Toc425750274"/>
      <w:r w:rsidRPr="008F6CE0">
        <w:rPr>
          <w:rFonts w:hint="eastAsia"/>
          <w:rtl/>
        </w:rPr>
        <w:t>سالها</w:t>
      </w:r>
      <w:r w:rsidRPr="008F6CE0">
        <w:rPr>
          <w:rtl/>
        </w:rPr>
        <w:t xml:space="preserve">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bookmarkEnd w:id="2"/>
    </w:p>
    <w:p w:rsidR="00061879" w:rsidRPr="008F6CE0" w:rsidRDefault="00061879" w:rsidP="003506A1">
      <w:pPr>
        <w:pStyle w:val="libNormal"/>
        <w:rPr>
          <w:rtl/>
        </w:rPr>
      </w:pPr>
      <w:r w:rsidRPr="008F6CE0">
        <w:rPr>
          <w:rFonts w:hint="eastAsia"/>
          <w:rtl/>
        </w:rPr>
        <w:t>سال</w:t>
      </w:r>
      <w:r w:rsidRPr="008F6CE0">
        <w:rPr>
          <w:rtl/>
        </w:rPr>
        <w:t xml:space="preserve"> ها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گذرد که درکنگره ها و مجامع علم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نام طرفدار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 جنجال به پاست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اما مطالعه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اصل آن محافل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ازآن دارد که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کوشش ها تأم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آرامش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 شگفت که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ها با حما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مردان دنبال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در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اجتماعات</w:t>
      </w:r>
      <w:r w:rsidR="00A807CF" w:rsidRPr="008F6CE0">
        <w:rPr>
          <w:rtl/>
        </w:rPr>
        <w:t xml:space="preserve">، </w:t>
      </w:r>
      <w:r w:rsidRPr="008F6CE0">
        <w:rPr>
          <w:rFonts w:hint="eastAsia"/>
          <w:rtl/>
        </w:rPr>
        <w:t>زنان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در دام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غلتند و عرصه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</w:t>
      </w:r>
      <w:r w:rsidRPr="008F6CE0">
        <w:rPr>
          <w:rtl/>
        </w:rPr>
        <w:t xml:space="preserve"> آنها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فراهم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آن که از روآور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شتابان زن به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سود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حق افزون 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مرد است</w:t>
      </w:r>
      <w:r w:rsidR="00A807CF" w:rsidRPr="008F6CE0">
        <w:rPr>
          <w:rtl/>
        </w:rPr>
        <w:t xml:space="preserve">؛ </w:t>
      </w:r>
      <w:r w:rsidRPr="008F6CE0">
        <w:rPr>
          <w:rtl/>
        </w:rPr>
        <w:t>اگر چه زن هم به دست آور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پاره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ازات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دلخوش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ازات</w:t>
      </w:r>
      <w:r w:rsidRPr="008F6CE0">
        <w:rPr>
          <w:rtl/>
        </w:rPr>
        <w:t xml:space="preserve"> هر چند در کوتاه مدت 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خرسند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بهره 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را فراهم کرده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بلند مدت جز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محروم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رهاورد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نداشته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آن ستم هاکه در روزگار ما بر زن روا داشته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زنان خود به وجود آورده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پس از آن که 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گرفتند در صحنه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حضور مردان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ترگام نهند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تر شدند و دستان تجاوزگر به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راگشاده تر ساختند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5B6325">
      <w:pPr>
        <w:pStyle w:val="libNormal"/>
        <w:rPr>
          <w:rtl/>
        </w:rPr>
      </w:pPr>
      <w:r w:rsidRPr="008F6CE0">
        <w:rPr>
          <w:rFonts w:hint="eastAsia"/>
          <w:rtl/>
        </w:rPr>
        <w:t>جز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است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شگان</w:t>
      </w:r>
      <w:r w:rsidRPr="008F6CE0">
        <w:rPr>
          <w:rtl/>
        </w:rPr>
        <w:t xml:space="preserve"> عرصه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اقتصادکه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حضور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در مجامع عموم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خواب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خوش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بودند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درگرام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 وجود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آزمون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 ارائه ندادند و حال از نگاهها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و هوس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خطر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نسبت به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هر ورق روزنامه و مجله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صفحه 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تجربه و 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Fonts w:hint="cs"/>
          <w:rtl/>
        </w:rPr>
        <w:t>ی</w:t>
      </w:r>
      <w:r w:rsidR="00127BCB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5B6325" w:rsidRPr="008F6CE0">
        <w:rPr>
          <w:rStyle w:val="libFootnotenumChar"/>
          <w:rFonts w:hint="cs"/>
          <w:rtl/>
        </w:rPr>
        <w:t>4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گواه است که مردان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متعهد و به دور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و انسان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>- که رقم آنها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اندک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>- از مرد تصو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سالم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 نشان نداده اند و خواسته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ناخواست</w:t>
      </w:r>
      <w:r w:rsidR="00AA0B6A" w:rsidRPr="008F6CE0">
        <w:rPr>
          <w:rtl/>
        </w:rPr>
        <w:t>ه وا نمودندکه زن در نگاه آنان «</w:t>
      </w:r>
      <w:r w:rsidRPr="008F6CE0">
        <w:rPr>
          <w:rtl/>
        </w:rPr>
        <w:t>موجود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فقط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لذّت مرد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A0B6A" w:rsidRPr="008F6CE0">
        <w:rPr>
          <w:rtl/>
        </w:rPr>
        <w:t xml:space="preserve"> شده است</w:t>
      </w:r>
      <w:r w:rsidR="00AA0B6A" w:rsidRPr="008F6CE0">
        <w:rPr>
          <w:rFonts w:hint="cs"/>
          <w:rtl/>
        </w:rPr>
        <w:t>.</w:t>
      </w:r>
      <w:r w:rsidRPr="008F6CE0">
        <w:rPr>
          <w:rtl/>
        </w:rPr>
        <w:t>»</w:t>
      </w:r>
      <w:r w:rsidR="00127BCB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5B6325" w:rsidRPr="008F6CE0">
        <w:rPr>
          <w:rStyle w:val="libFootnotenumChar"/>
          <w:rFonts w:hint="cs"/>
          <w:rtl/>
        </w:rPr>
        <w:t>5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نظرخواه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رحضور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بانوان نشاِن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که آنان به خوب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توجه دارند که عامل اصل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مرد به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لذت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جز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نگاه سودجو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انه</w:t>
      </w:r>
      <w:r w:rsidRPr="008F6CE0">
        <w:rPr>
          <w:rtl/>
        </w:rPr>
        <w:t xml:space="preserve"> و انحراف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گواه است که مردانِ دور از فرهنگ و اخلاق تا توانسته اند حقوق ماد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را باز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هوس و مقاصد خودکرده و زنان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خوب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اندکه تا مرد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نشود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>ه اش را مهار نکند از</w:t>
      </w:r>
      <w:r w:rsidR="000F24C9" w:rsidRPr="008F6CE0">
        <w:rPr>
          <w:rFonts w:hint="cs"/>
          <w:rtl/>
        </w:rPr>
        <w:t xml:space="preserve"> </w:t>
      </w:r>
      <w:r w:rsidRPr="008F6CE0">
        <w:rPr>
          <w:rtl/>
        </w:rPr>
        <w:t>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فرصت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رکردن</w:t>
      </w:r>
      <w:r w:rsidRPr="008F6CE0">
        <w:rPr>
          <w:rtl/>
        </w:rPr>
        <w:t xml:space="preserve"> زن درراه لذت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نامشروع بهره خواهد جست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5B6325">
      <w:pPr>
        <w:pStyle w:val="libNormal"/>
        <w:rPr>
          <w:rtl/>
        </w:rPr>
      </w:pPr>
      <w:r w:rsidRPr="008F6CE0">
        <w:rPr>
          <w:rFonts w:hint="eastAsia"/>
          <w:rtl/>
        </w:rPr>
        <w:t>زن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داند که تا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وجود 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آرامشِ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بخش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احساس نا امن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تلق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تنها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گروه خاص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در </w:t>
      </w:r>
      <w:r w:rsidR="00A12E2D" w:rsidRPr="008F6CE0">
        <w:rPr>
          <w:rtl/>
        </w:rPr>
        <w:t>این</w:t>
      </w:r>
      <w:r w:rsidRPr="008F6CE0">
        <w:rPr>
          <w:rtl/>
        </w:rPr>
        <w:t xml:space="preserve"> باره درکتاب ها</w:t>
      </w:r>
      <w:r w:rsidR="00A807CF" w:rsidRPr="008F6CE0">
        <w:rPr>
          <w:rtl/>
        </w:rPr>
        <w:t xml:space="preserve">، </w:t>
      </w:r>
      <w:r w:rsidR="007D1F6A" w:rsidRPr="008F6CE0">
        <w:rPr>
          <w:rtl/>
        </w:rPr>
        <w:t>روزنامه</w:t>
      </w:r>
      <w:r w:rsidRPr="008F6CE0">
        <w:rPr>
          <w:rtl/>
        </w:rPr>
        <w:t xml:space="preserve"> ها و مجلّات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صدهاگزارش و نامه نقل شده است که راه ترد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را بر همگان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بندد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5B6325" w:rsidRPr="008F6CE0">
        <w:rPr>
          <w:rStyle w:val="libFootnotenumChar"/>
          <w:rFonts w:hint="cs"/>
          <w:rtl/>
        </w:rPr>
        <w:t>6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دختران و زنان اعتراف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کنندکه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به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جامعه ندارند و فشار و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زنان از 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تحمل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سبب قوا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را تحل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C3B6C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احساس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زنان مشرق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افراد پاکدامن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ترس و</w:t>
      </w:r>
      <w:r w:rsidR="000C3B6C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اضطراب</w:t>
      </w:r>
      <w:r w:rsidRPr="008F6CE0">
        <w:rPr>
          <w:rtl/>
        </w:rPr>
        <w:t xml:space="preserve"> زنان غرب به مراتب افزون تر است</w:t>
      </w:r>
      <w:r w:rsidR="00A807CF" w:rsidRPr="008F6CE0">
        <w:rPr>
          <w:rtl/>
        </w:rPr>
        <w:t xml:space="preserve">؛ </w:t>
      </w:r>
      <w:r w:rsidRPr="008F6CE0">
        <w:rPr>
          <w:rtl/>
        </w:rPr>
        <w:t>جز آن که آنها در ازا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مند شدن از همتراز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آوردن عوامل آن ترس و اضطراب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اظهار ندامت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هم به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خوگرفته اند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راه چاره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بازگشت به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سالم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آنگاه به آرامش دس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بلکه به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عادت کرده و چون رفته رفته با ناپاک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 گرفته اند از انجام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شرم و ترس کمتر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جهانِ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رامونشان</w:t>
      </w:r>
      <w:r w:rsidRPr="008F6CE0">
        <w:rPr>
          <w:rtl/>
        </w:rPr>
        <w:t xml:space="preserve"> امن نشده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فقط ناامن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کمتر به چشم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آنچه را تا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ناامن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کردند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F034E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پس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گزارش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جهان غرب خواه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نگاشت که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آمار حمله ها و تجاوزات و قتل زنان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 ازگسترش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ده ها برابر افزون شده 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زمان نقصان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F034E9">
      <w:pPr>
        <w:pStyle w:val="Heading2"/>
        <w:rPr>
          <w:rtl/>
        </w:rPr>
      </w:pPr>
      <w:bookmarkStart w:id="3" w:name="_Toc425750275"/>
      <w:r w:rsidRPr="008F6CE0">
        <w:rPr>
          <w:rFonts w:hint="eastAsia"/>
          <w:rtl/>
        </w:rPr>
        <w:t>نهاد</w:t>
      </w:r>
      <w:r w:rsidRPr="008F6CE0">
        <w:rPr>
          <w:rtl/>
        </w:rPr>
        <w:t xml:space="preserve"> </w:t>
      </w:r>
      <w:r w:rsidR="00D608B0" w:rsidRPr="008F6CE0">
        <w:rPr>
          <w:rtl/>
        </w:rPr>
        <w:t>ناآرام</w:t>
      </w:r>
      <w:r w:rsidRPr="008F6CE0">
        <w:rPr>
          <w:rtl/>
        </w:rPr>
        <w:t xml:space="preserve"> و تنوع طلب</w:t>
      </w:r>
      <w:bookmarkEnd w:id="3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نهاد ناآرام و تنوع طلب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جز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 را فقط عنصر هوسران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عامل رواج هرزگ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بشناسد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نه خود آرام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نه زن را آرامش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بخشد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زنان خود دربحران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تقص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eastAsia"/>
          <w:rtl/>
        </w:rPr>
        <w:t>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آنها چشم ها را به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سازند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کوشند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ها از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آنچه خداوند در وجود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به 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عت</w:t>
      </w:r>
      <w:r w:rsidRPr="008F6CE0">
        <w:rPr>
          <w:rtl/>
        </w:rPr>
        <w:t xml:space="preserve"> نهاده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فقط جسم خاک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را بجو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 با مبهوت شدن در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کرشان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غافل شوند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است</w:t>
      </w:r>
      <w:r w:rsidRPr="008F6CE0">
        <w:rPr>
          <w:rtl/>
        </w:rPr>
        <w:t xml:space="preserve"> مداران سود جو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زن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وا نمودند که وجود او جز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دلربا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مردان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چنان در عرصه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درآم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</w:t>
      </w:r>
      <w:r w:rsidRPr="008F6CE0">
        <w:rPr>
          <w:rtl/>
        </w:rPr>
        <w:t xml:space="preserve"> که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زن از مرد ناممکن شد و در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درآم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ختگ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آلودگ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مرد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 دام افتاد</w:t>
      </w:r>
      <w:r w:rsidR="00A807CF" w:rsidRPr="008F6CE0">
        <w:rPr>
          <w:rtl/>
        </w:rPr>
        <w:t xml:space="preserve">. </w:t>
      </w:r>
    </w:p>
    <w:p w:rsidR="00811B5D" w:rsidRPr="008F6CE0" w:rsidRDefault="00061879" w:rsidP="000C3B6C">
      <w:pPr>
        <w:pStyle w:val="Heading2"/>
        <w:rPr>
          <w:rtl/>
        </w:rPr>
      </w:pPr>
      <w:bookmarkStart w:id="4" w:name="_Toc425750276"/>
      <w:r w:rsidRPr="008F6CE0">
        <w:rPr>
          <w:rFonts w:hint="eastAsia"/>
          <w:rtl/>
        </w:rPr>
        <w:t>زن</w:t>
      </w:r>
      <w:r w:rsidRPr="008F6CE0">
        <w:rPr>
          <w:rtl/>
        </w:rPr>
        <w:t xml:space="preserve"> در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همسردار</w:t>
      </w:r>
      <w:bookmarkEnd w:id="4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پندارند چون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ازدواج کند به طورکامل از خطر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رهد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مورد اعتماد و اطم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خواهد بود 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قتاًآنچه</w:t>
      </w:r>
      <w:r w:rsidRPr="008F6CE0">
        <w:rPr>
          <w:rtl/>
        </w:rPr>
        <w:t xml:space="preserve"> اطم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آور است و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لات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تا حد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مهار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و وارستگ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؛ </w:t>
      </w:r>
      <w:r w:rsidRPr="008F6CE0">
        <w:rPr>
          <w:rtl/>
        </w:rPr>
        <w:t>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هنر هر مرد ازدواج کرده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D608B0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به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تقوا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 مقابل همه گناهان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تک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مگر در موردگناهان برگرفته از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اسلام هرگز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تقوا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را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قو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،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ضامن کاف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برابر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کات</w:t>
      </w:r>
      <w:r w:rsidRPr="008F6CE0">
        <w:rPr>
          <w:rtl/>
        </w:rPr>
        <w:t xml:space="preserve"> و دسا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ندانسته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D608B0" w:rsidRPr="008F6CE0">
        <w:rPr>
          <w:rStyle w:val="libFootnotenumChar"/>
          <w:rFonts w:hint="cs"/>
          <w:rtl/>
        </w:rPr>
        <w:t>7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مردان همسردار</w:t>
      </w:r>
      <w:r w:rsidR="00A11228" w:rsidRPr="008F6CE0">
        <w:rPr>
          <w:rFonts w:hint="cs"/>
          <w:rtl/>
        </w:rPr>
        <w:t xml:space="preserve"> </w:t>
      </w:r>
      <w:r w:rsidRPr="008F6CE0">
        <w:rPr>
          <w:rtl/>
        </w:rPr>
        <w:t>که به سبب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اعتقاد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بدآموخته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دوران قبل از ازدواج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ناسالم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زن همان 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شند</w:t>
      </w:r>
      <w:r w:rsidRPr="008F6CE0">
        <w:rPr>
          <w:rtl/>
        </w:rPr>
        <w:t xml:space="preserve"> که همسران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شند</w:t>
      </w:r>
      <w:r w:rsidRPr="008F6CE0">
        <w:rPr>
          <w:rtl/>
        </w:rPr>
        <w:t xml:space="preserve"> و بلکه 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بدتر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نامه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مصاحبه ها وگفتگوها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که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بعد از ازدواج به وجود زن حساس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کرده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قبل از ازدواج اغلب خصوص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زنان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مبهم بوده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 از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همه آنچه به زن تعلق دارد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جلوه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لوازم شخص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معنادار و حساس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زتر</w:t>
      </w:r>
      <w:r w:rsidRPr="008F6CE0">
        <w:rPr>
          <w:rtl/>
        </w:rPr>
        <w:t xml:space="preserve"> از قبل شده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 تا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چشم و دل به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عقل در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امده</w:t>
      </w:r>
      <w:r w:rsidRPr="008F6CE0">
        <w:rPr>
          <w:rtl/>
        </w:rPr>
        <w:t xml:space="preserve"> باشد فرد معمولاً با ازدواج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فزون 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چشم انداز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بر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و در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داشتن همسر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مشکل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 همچنان مورد اعتماد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tl/>
        </w:rPr>
        <w:t xml:space="preserve"> با افراد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همجنس تنها ناش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Pr="008F6CE0">
        <w:rPr>
          <w:rtl/>
        </w:rPr>
        <w:t>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="00124A1D" w:rsidRPr="008F6CE0">
        <w:rPr>
          <w:rtl/>
        </w:rPr>
        <w:t xml:space="preserve">) </w:t>
      </w:r>
      <w:r w:rsidRPr="008F6CE0">
        <w:rPr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تا مشکل آن با ازدواج و داشتن همسر حل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تا چشم و دل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آرام و قرار 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هرگز هوسش به انتها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 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هم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نخواهد آمد</w:t>
      </w:r>
      <w:r w:rsidR="00A807CF" w:rsidRPr="008F6CE0">
        <w:rPr>
          <w:rtl/>
        </w:rPr>
        <w:t xml:space="preserve">. </w:t>
      </w:r>
    </w:p>
    <w:p w:rsidR="00061879" w:rsidRPr="008F6CE0" w:rsidRDefault="00061879" w:rsidP="00A11228">
      <w:pPr>
        <w:pStyle w:val="libNormal"/>
        <w:rPr>
          <w:rtl/>
        </w:rPr>
      </w:pPr>
      <w:r w:rsidRPr="008F6CE0">
        <w:rPr>
          <w:rFonts w:hint="eastAsia"/>
          <w:rtl/>
        </w:rPr>
        <w:t>سرگذشت</w:t>
      </w:r>
      <w:r w:rsidRPr="008F6CE0">
        <w:rPr>
          <w:rtl/>
        </w:rPr>
        <w:t xml:space="preserve">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فته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نشدند حاک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ازآن است که آنها</w:t>
      </w:r>
      <w:r w:rsidR="000C3B6C" w:rsidRPr="008F6CE0">
        <w:rPr>
          <w:rFonts w:hint="cs"/>
          <w:rtl/>
        </w:rPr>
        <w:t xml:space="preserve"> </w:t>
      </w:r>
      <w:r w:rsidRPr="008F6CE0">
        <w:rPr>
          <w:rtl/>
        </w:rPr>
        <w:t xml:space="preserve">- مجرد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متأهل- نسبت به زن چنان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سته</w:t>
      </w:r>
      <w:r w:rsidRPr="008F6CE0">
        <w:rPr>
          <w:rtl/>
        </w:rPr>
        <w:t xml:space="preserve"> اندکه خدا خواسته است و نگاه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مهار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کرده</w:t>
      </w:r>
      <w:r w:rsidRPr="008F6CE0">
        <w:rPr>
          <w:rtl/>
        </w:rPr>
        <w:t xml:space="preserve">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مشرکان آن گاه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Pr="008F6CE0">
        <w:rPr>
          <w:rtl/>
        </w:rPr>
        <w:t xml:space="preserve"> بزرگ اسلام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از ادعا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دست بر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گفتند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ما به تو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باروتر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دختر عرب را تقد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تو از 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ات دست بردار</w:t>
      </w:r>
      <w:r w:rsidR="001A33D5" w:rsidRPr="008F6CE0">
        <w:rPr>
          <w:rtl/>
        </w:rPr>
        <w:t xml:space="preserve">! </w:t>
      </w:r>
      <w:r w:rsidRPr="008F6CE0">
        <w:rPr>
          <w:rtl/>
        </w:rPr>
        <w:t>آن حضرت فرمود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به خدا سوگند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اگر خورش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را در دست راستم و ماه را در دست چپم قرارده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سخنم باز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گردم</w:t>
      </w:r>
      <w:r w:rsidR="001A33D5" w:rsidRPr="008F6CE0">
        <w:rPr>
          <w:rtl/>
        </w:rPr>
        <w:t xml:space="preserve">! </w:t>
      </w:r>
      <w:r w:rsidR="00EA031B" w:rsidRPr="008F6CE0">
        <w:rPr>
          <w:rStyle w:val="libFootnotenumChar"/>
          <w:rtl/>
        </w:rPr>
        <w:t>(</w:t>
      </w:r>
      <w:r w:rsidR="00A11228" w:rsidRPr="008F6CE0">
        <w:rPr>
          <w:rStyle w:val="libFootnotenumChar"/>
          <w:rFonts w:hint="cs"/>
          <w:rtl/>
        </w:rPr>
        <w:t>8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A11228">
      <w:pPr>
        <w:pStyle w:val="libNormal"/>
        <w:rPr>
          <w:rtl/>
        </w:rPr>
      </w:pPr>
      <w:r w:rsidRPr="008F6CE0">
        <w:rPr>
          <w:rFonts w:hint="eastAsia"/>
          <w:rtl/>
        </w:rPr>
        <w:t>تا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همّت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اوج 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مشتاق لذّت بالاتر نشود به 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خرد چشم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چنان که درباره حضرت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وسف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: </w:t>
      </w:r>
      <w:r w:rsidR="00A11228" w:rsidRPr="008F6CE0">
        <w:rPr>
          <w:rStyle w:val="libAlaemChar"/>
          <w:rFonts w:hint="cs"/>
          <w:rtl/>
        </w:rPr>
        <w:t>(</w:t>
      </w:r>
      <w:r w:rsidRPr="008F6CE0">
        <w:rPr>
          <w:rStyle w:val="libAieChar"/>
          <w:rtl/>
        </w:rPr>
        <w:t>وَ همّ بها لولا ان را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tl/>
        </w:rPr>
        <w:t xml:space="preserve"> برهان ربّه</w:t>
      </w:r>
      <w:r w:rsidR="00A11228" w:rsidRPr="008F6CE0">
        <w:rPr>
          <w:rStyle w:val="libAlaemChar"/>
          <w:rFonts w:eastAsia="KFGQPC Uthman Taha Naskh" w:hint="cs"/>
          <w:rtl/>
        </w:rPr>
        <w:t>)</w:t>
      </w:r>
      <w:r w:rsidRPr="008F6CE0">
        <w:rPr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A11228" w:rsidRPr="008F6CE0">
        <w:rPr>
          <w:rStyle w:val="libFootnotenumChar"/>
          <w:rFonts w:hint="cs"/>
          <w:rtl/>
        </w:rPr>
        <w:t>9</w:t>
      </w:r>
      <w:r w:rsidR="00EA031B" w:rsidRPr="008F6CE0">
        <w:rPr>
          <w:rStyle w:val="libFootnotenumChar"/>
          <w:rtl/>
        </w:rPr>
        <w:t>)</w:t>
      </w:r>
      <w:r w:rsidR="00A807CF" w:rsidRPr="008F6CE0">
        <w:rPr>
          <w:rtl/>
        </w:rPr>
        <w:t xml:space="preserve">: </w:t>
      </w:r>
      <w:r w:rsidRPr="008F6CE0">
        <w:rPr>
          <w:rtl/>
        </w:rPr>
        <w:t xml:space="preserve">اگر نه آن بود که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وسف</w:t>
      </w:r>
      <w:r w:rsidRPr="008F6CE0">
        <w:rPr>
          <w:rtl/>
        </w:rPr>
        <w:t xml:space="preserve"> به نور و برهان پروردگار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نظر داشت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زل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خا</w:t>
      </w:r>
      <w:r w:rsidRPr="008F6CE0">
        <w:rPr>
          <w:rtl/>
        </w:rPr>
        <w:t xml:space="preserve"> رو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از حضرت محمد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نقل نموده اند که</w:t>
      </w:r>
      <w:r w:rsidR="00A807CF" w:rsidRPr="008F6CE0">
        <w:rPr>
          <w:rtl/>
        </w:rPr>
        <w:t xml:space="preserve">: </w:t>
      </w:r>
      <w:r w:rsidRPr="008F6CE0">
        <w:rPr>
          <w:rtl/>
        </w:rPr>
        <w:t>پس از من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روانم</w:t>
      </w:r>
      <w:r w:rsidRPr="008F6CE0">
        <w:rPr>
          <w:rtl/>
        </w:rPr>
        <w:t xml:space="preserve"> مخاطره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زتر</w:t>
      </w:r>
      <w:r w:rsidRPr="008F6CE0">
        <w:rPr>
          <w:rtl/>
        </w:rPr>
        <w:t xml:space="preserve"> از زنان وجود ند ارد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A11228" w:rsidRPr="008F6CE0">
        <w:rPr>
          <w:rStyle w:val="libFootnotenumChar"/>
          <w:rFonts w:hint="cs"/>
          <w:rtl/>
        </w:rPr>
        <w:t>10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شرط نخست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داشتن اعتماد و امن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نسبت به هر فرد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اعتقاد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بلند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مهار نگاه و دل و سپس وارستگ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آزمودگ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لات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چنان پر قدرت و سرکش است که گاه مردانِ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بر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پس نداشتن همسر همواره عامل نا </w:t>
      </w:r>
      <w:r w:rsidRPr="008F6CE0">
        <w:rPr>
          <w:rFonts w:hint="eastAsia"/>
          <w:rtl/>
        </w:rPr>
        <w:t>امن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 داشتن آن عامل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</w:t>
      </w:r>
      <w:r w:rsidR="000F24C9" w:rsidRPr="008F6CE0">
        <w:rPr>
          <w:rFonts w:hint="cs"/>
          <w:rtl/>
        </w:rPr>
        <w:t xml:space="preserve"> </w:t>
      </w:r>
      <w:r w:rsidRPr="008F6CE0">
        <w:rPr>
          <w:rtl/>
        </w:rPr>
        <w:t>اعتماد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68301D">
      <w:pPr>
        <w:pStyle w:val="libNormal"/>
        <w:rPr>
          <w:rtl/>
        </w:rPr>
      </w:pPr>
      <w:r w:rsidRPr="008F6CE0">
        <w:rPr>
          <w:rFonts w:hint="eastAsia"/>
          <w:rtl/>
        </w:rPr>
        <w:t>بر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و به موجب هشدارها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آسمان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عليهم‌السلام</w:t>
      </w:r>
      <w:r w:rsidR="00124A1D" w:rsidRPr="008F6CE0">
        <w:rPr>
          <w:rtl/>
        </w:rPr>
        <w:t xml:space="preserve"> 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وجود اعتماد انسان به افراد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هر شخص در رابطه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سلسله ضوابط را در نظرگ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علت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روشن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اصول</w:t>
      </w:r>
      <w:r w:rsidR="0068301D" w:rsidRPr="008F6CE0">
        <w:rPr>
          <w:rFonts w:hint="cs"/>
          <w:rtl/>
        </w:rPr>
        <w:t xml:space="preserve"> </w:t>
      </w:r>
      <w:r w:rsidRPr="008F6CE0">
        <w:rPr>
          <w:rtl/>
        </w:rPr>
        <w:t>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اسلام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سفارش 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گزندها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احتمال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؛ </w:t>
      </w:r>
      <w:r w:rsidRPr="008F6CE0">
        <w:rPr>
          <w:rtl/>
        </w:rPr>
        <w:t>مانند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فرموده اند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1- زن و مرد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محرم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هر چند از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شانِ</w:t>
      </w:r>
      <w:r w:rsidRPr="008F6CE0">
        <w:rPr>
          <w:rtl/>
        </w:rPr>
        <w:t xml:space="preserve"> هم باشند- مثل برادر شوهر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 برادر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پسر عمو و دختر عمو-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خانه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خلوت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بدان وارد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درنگ کنند</w:t>
      </w:r>
      <w:r w:rsidR="007024E6" w:rsidRPr="008F6CE0">
        <w:rPr>
          <w:rFonts w:hint="cs"/>
          <w:rtl/>
        </w:rPr>
        <w:t>.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lastRenderedPageBreak/>
        <w:t>2- هر چند دو نامحرم به مراتب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مطمئن باشند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شتراز</w:t>
      </w:r>
      <w:r w:rsidRPr="008F6CE0">
        <w:rPr>
          <w:rtl/>
        </w:rPr>
        <w:t xml:space="preserve"> حدّ ضرورت با هم مشغول صحبت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شاوند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فام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گفتگو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ضرور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تجو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3- اطم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داشتن به پاک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چشم و دل افراد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سبب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آنها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بهانه که فردِ مقابل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چشم و دلش پاک است ونگاه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در حضور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مواضع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بدن را آشکارگذارند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پس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جلوِ موها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ساق پا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باشد</w:t>
      </w:r>
      <w:r w:rsidR="001A33D5" w:rsidRPr="008F6CE0">
        <w:rPr>
          <w:rtl/>
        </w:rPr>
        <w:t xml:space="preserve">! </w:t>
      </w:r>
    </w:p>
    <w:p w:rsidR="00811B5D" w:rsidRPr="008F6CE0" w:rsidRDefault="00061879" w:rsidP="0068301D">
      <w:pPr>
        <w:pStyle w:val="Heading2"/>
        <w:rPr>
          <w:rtl/>
        </w:rPr>
      </w:pPr>
      <w:bookmarkStart w:id="5" w:name="_Toc425750277"/>
      <w:r w:rsidRPr="008F6CE0">
        <w:rPr>
          <w:rFonts w:hint="eastAsia"/>
          <w:rtl/>
        </w:rPr>
        <w:t>زنان</w:t>
      </w:r>
      <w:r w:rsidRPr="008F6CE0">
        <w:rPr>
          <w:rtl/>
        </w:rPr>
        <w:t xml:space="preserve"> غرب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="00A807CF" w:rsidRPr="008F6CE0">
        <w:rPr>
          <w:rtl/>
        </w:rPr>
        <w:t>...</w:t>
      </w:r>
      <w:r w:rsidR="001A33D5" w:rsidRPr="008F6CE0">
        <w:rPr>
          <w:rtl/>
        </w:rPr>
        <w:t>؟</w:t>
      </w:r>
      <w:bookmarkEnd w:id="5"/>
      <w:r w:rsidR="001A33D5" w:rsidRPr="008F6CE0">
        <w:rPr>
          <w:rtl/>
        </w:rPr>
        <w:t xml:space="preserve"> </w:t>
      </w:r>
    </w:p>
    <w:p w:rsidR="00811B5D" w:rsidRPr="008F6CE0" w:rsidRDefault="00061879" w:rsidP="0068301D">
      <w:pPr>
        <w:pStyle w:val="Heading3"/>
        <w:rPr>
          <w:rtl/>
        </w:rPr>
      </w:pPr>
      <w:bookmarkStart w:id="6" w:name="_Toc425750278"/>
      <w:r w:rsidRPr="008F6CE0">
        <w:rPr>
          <w:rFonts w:hint="eastAsia"/>
          <w:rtl/>
        </w:rPr>
        <w:t>اشاره</w:t>
      </w:r>
      <w:bookmarkEnd w:id="6"/>
    </w:p>
    <w:p w:rsidR="00811B5D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تصور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احساس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مخصوص زنان مشرق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دوست ندارند مورد آزار و مزاحمت قرارگ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غرب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احساس ترس و نا اطم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اولاً مردان غرب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زنان برهنه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شمار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تعرّض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ندارند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ثان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اً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زنان</w:t>
      </w:r>
      <w:r w:rsidRPr="008F6CE0">
        <w:rPr>
          <w:rtl/>
        </w:rPr>
        <w:t xml:space="preserve"> چون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 حدود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مراعات کنند به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Pr="008F6CE0">
        <w:rPr>
          <w:rtl/>
        </w:rPr>
        <w:t xml:space="preserve"> و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مردان ندارند و هر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با آرامش خاطر به هر جا که بخواهد برود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آن است که بر اساس گزارش رسانه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گروه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امروزه به طور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زنان غرب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کمتر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</w:t>
      </w:r>
      <w:r w:rsidRPr="008F6CE0">
        <w:rPr>
          <w:rFonts w:hint="eastAsia"/>
          <w:rtl/>
        </w:rPr>
        <w:t>صحرانش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. </w:t>
      </w:r>
    </w:p>
    <w:p w:rsidR="00EA031B" w:rsidRPr="008F6CE0" w:rsidRDefault="00302045" w:rsidP="007024E6">
      <w:pPr>
        <w:pStyle w:val="libNormal"/>
        <w:rPr>
          <w:rStyle w:val="libNormalChar"/>
          <w:rtl/>
        </w:rPr>
      </w:pPr>
      <w:r w:rsidRPr="008F6CE0">
        <w:rPr>
          <w:rFonts w:hint="eastAsia"/>
          <w:rtl/>
        </w:rPr>
        <w:t>روزنامه</w:t>
      </w:r>
      <w:r w:rsidR="007024E6" w:rsidRPr="008F6CE0">
        <w:rPr>
          <w:rtl/>
        </w:rPr>
        <w:t xml:space="preserve"> لُمو</w:t>
      </w:r>
      <w:r w:rsidR="00061879" w:rsidRPr="008F6CE0">
        <w:rPr>
          <w:rtl/>
        </w:rPr>
        <w:t>ند- شما ره 20- اکتبر 1984</w:t>
      </w:r>
      <w:r w:rsidR="007024E6" w:rsidRPr="008F6CE0">
        <w:rPr>
          <w:rFonts w:hint="cs"/>
          <w:rtl/>
        </w:rPr>
        <w:t xml:space="preserve">: </w:t>
      </w:r>
      <w:r w:rsidR="00061879" w:rsidRPr="008F6CE0">
        <w:rPr>
          <w:rFonts w:hint="eastAsia"/>
          <w:rtl/>
        </w:rPr>
        <w:t>در</w:t>
      </w:r>
      <w:r w:rsidR="00061879" w:rsidRPr="008F6CE0">
        <w:rPr>
          <w:rtl/>
        </w:rPr>
        <w:t xml:space="preserve">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تال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</w:t>
      </w:r>
      <w:r w:rsidR="00061879" w:rsidRPr="008F6CE0">
        <w:rPr>
          <w:rtl/>
        </w:rPr>
        <w:t xml:space="preserve"> سالانه 20 هزار زن مورد حمله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ناموس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قرار 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رند</w:t>
      </w:r>
      <w:r w:rsidR="00061879" w:rsidRPr="008F6CE0">
        <w:rPr>
          <w:rtl/>
        </w:rPr>
        <w:t xml:space="preserve"> که به ندرت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</w:t>
      </w:r>
      <w:r w:rsidR="00061879" w:rsidRPr="008F6CE0">
        <w:rPr>
          <w:rtl/>
        </w:rPr>
        <w:t xml:space="preserve"> دهم آنها در پ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شکا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ت</w:t>
      </w:r>
      <w:r w:rsidR="00061879" w:rsidRPr="008F6CE0">
        <w:rPr>
          <w:rtl/>
        </w:rPr>
        <w:t xml:space="preserve"> به مقامات قضا</w:t>
      </w:r>
      <w:r w:rsidR="00061879" w:rsidRPr="008F6CE0">
        <w:rPr>
          <w:rFonts w:hint="cs"/>
          <w:rtl/>
        </w:rPr>
        <w:t>یی</w:t>
      </w:r>
      <w:r w:rsidR="00061879" w:rsidRPr="008F6CE0">
        <w:rPr>
          <w:rtl/>
        </w:rPr>
        <w:t xml:space="preserve"> برم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آ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="00061879" w:rsidRPr="008F6CE0">
        <w:rPr>
          <w:rtl/>
        </w:rPr>
        <w:t>تنها در آلمان</w:t>
      </w:r>
      <w:r w:rsidR="00A807CF" w:rsidRPr="008F6CE0">
        <w:rPr>
          <w:rtl/>
        </w:rPr>
        <w:t xml:space="preserve">، </w:t>
      </w:r>
      <w:r w:rsidR="00061879" w:rsidRPr="008F6CE0">
        <w:rPr>
          <w:rtl/>
        </w:rPr>
        <w:t>سالانه 75000 مورد ب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حرمت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شرم آور به زنان صو رت 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="00061879" w:rsidRPr="008F6CE0">
        <w:rPr>
          <w:rtl/>
        </w:rPr>
        <w:t>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مسأله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بحران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سبب شده تا زنان آلمان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نسبت به تقو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ت</w:t>
      </w:r>
      <w:r w:rsidR="00061879" w:rsidRPr="008F6CE0">
        <w:rPr>
          <w:rtl/>
        </w:rPr>
        <w:t xml:space="preserve"> قدر</w:t>
      </w:r>
      <w:r w:rsidR="00061879" w:rsidRPr="008F6CE0">
        <w:rPr>
          <w:rFonts w:hint="eastAsia"/>
          <w:rtl/>
        </w:rPr>
        <w:t>ت</w:t>
      </w:r>
      <w:r w:rsidR="00061879" w:rsidRPr="008F6CE0">
        <w:rPr>
          <w:rtl/>
        </w:rPr>
        <w:t xml:space="preserve"> بدن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خود اقدام نما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="00061879" w:rsidRPr="008F6CE0">
        <w:rPr>
          <w:rtl/>
        </w:rPr>
        <w:t>شمار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از زنان آلمان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با </w:t>
      </w:r>
      <w:r w:rsidR="00061879" w:rsidRPr="008F6CE0">
        <w:rPr>
          <w:rtl/>
        </w:rPr>
        <w:lastRenderedPageBreak/>
        <w:t>اشت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اق</w:t>
      </w:r>
      <w:r w:rsidR="00061879" w:rsidRPr="008F6CE0">
        <w:rPr>
          <w:rtl/>
        </w:rPr>
        <w:t xml:space="preserve"> در کلاس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فراگ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ر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ورزش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دفاع از خو د</w:t>
      </w:r>
      <w:r w:rsidR="00A807CF" w:rsidRPr="008F6CE0">
        <w:rPr>
          <w:rtl/>
        </w:rPr>
        <w:t xml:space="preserve">، </w:t>
      </w:r>
      <w:r w:rsidR="00061879" w:rsidRPr="008F6CE0">
        <w:rPr>
          <w:rtl/>
        </w:rPr>
        <w:t>شرکت 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جو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="00061879" w:rsidRPr="008F6CE0">
        <w:rPr>
          <w:rtl/>
        </w:rPr>
        <w:t>بر پا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ه</w:t>
      </w:r>
      <w:r w:rsidR="00061879" w:rsidRPr="008F6CE0">
        <w:rPr>
          <w:rtl/>
        </w:rPr>
        <w:t xml:space="preserve">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هم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گزارش 40% از زنان آلمان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تاکنون ش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وه</w:t>
      </w:r>
      <w:r w:rsidR="00061879" w:rsidRPr="008F6CE0">
        <w:rPr>
          <w:rtl/>
        </w:rPr>
        <w:t xml:space="preserve">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دفاع از خود را در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کلاس ها فرا گرفته اند</w:t>
      </w:r>
      <w:r w:rsidR="00A807CF" w:rsidRPr="008F6CE0">
        <w:rPr>
          <w:rtl/>
        </w:rPr>
        <w:t xml:space="preserve">. </w:t>
      </w:r>
      <w:r w:rsidR="00061879" w:rsidRPr="008F6CE0">
        <w:rPr>
          <w:rtl/>
        </w:rPr>
        <w:t>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شتر</w:t>
      </w:r>
      <w:r w:rsidR="00061879" w:rsidRPr="008F6CE0">
        <w:rPr>
          <w:rtl/>
        </w:rPr>
        <w:t xml:space="preserve"> زنان فرانسو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در ک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ف</w:t>
      </w:r>
      <w:r w:rsidR="00061879" w:rsidRPr="008F6CE0">
        <w:rPr>
          <w:rtl/>
        </w:rPr>
        <w:t xml:space="preserve"> دست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خود وس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له</w:t>
      </w:r>
      <w:r w:rsidR="00061879" w:rsidRPr="008F6CE0">
        <w:rPr>
          <w:rtl/>
        </w:rPr>
        <w:t xml:space="preserve">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دفاع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ش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م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</w:t>
      </w:r>
      <w:r w:rsidR="00061879" w:rsidRPr="008F6CE0">
        <w:rPr>
          <w:rFonts w:hint="cs"/>
          <w:rtl/>
        </w:rPr>
        <w:t>یی</w:t>
      </w:r>
      <w:r w:rsidR="00061879" w:rsidRPr="008F6CE0">
        <w:rPr>
          <w:rtl/>
        </w:rPr>
        <w:t xml:space="preserve">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</w:t>
      </w:r>
      <w:r w:rsidR="00061879" w:rsidRPr="008F6CE0">
        <w:rPr>
          <w:rtl/>
        </w:rPr>
        <w:t xml:space="preserve"> ف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ز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پنهان 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کنند که از طرف مؤسسات و کارخانجات سازنده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مواد ش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م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</w:t>
      </w:r>
      <w:r w:rsidR="00061879" w:rsidRPr="008F6CE0">
        <w:rPr>
          <w:rFonts w:hint="cs"/>
          <w:rtl/>
        </w:rPr>
        <w:t>یی</w:t>
      </w:r>
      <w:r w:rsidR="00A807CF" w:rsidRPr="008F6CE0">
        <w:rPr>
          <w:rFonts w:hint="eastAsia"/>
          <w:rtl/>
        </w:rPr>
        <w:t xml:space="preserve">، </w:t>
      </w:r>
      <w:r w:rsidR="00061879" w:rsidRPr="008F6CE0">
        <w:rPr>
          <w:rtl/>
        </w:rPr>
        <w:t>برا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کار ساخته شده و در دسترس بانوان قرار داده شدد است که در اصطلاح به نام گاز آکر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موژن</w:t>
      </w:r>
      <w:r w:rsidR="00061879" w:rsidRPr="008F6CE0">
        <w:rPr>
          <w:rtl/>
        </w:rPr>
        <w:t xml:space="preserve"> </w:t>
      </w:r>
      <w:r w:rsidR="00061879" w:rsidRPr="008F6CE0">
        <w:t>Acrimogene</w:t>
      </w:r>
      <w:r w:rsidR="00061879" w:rsidRPr="008F6CE0">
        <w:rPr>
          <w:rtl/>
        </w:rPr>
        <w:t xml:space="preserve"> </w:t>
      </w:r>
      <w:r w:rsidR="00EA031B" w:rsidRPr="008F6CE0">
        <w:rPr>
          <w:rStyle w:val="libFootnotenumChar"/>
          <w:rFonts w:hint="cs"/>
          <w:rtl/>
        </w:rPr>
        <w:t>(</w:t>
      </w:r>
      <w:r w:rsidR="007024E6" w:rsidRPr="008F6CE0">
        <w:rPr>
          <w:rStyle w:val="libFootnotenumChar"/>
          <w:rFonts w:hint="cs"/>
          <w:rtl/>
        </w:rPr>
        <w:t>11</w:t>
      </w:r>
      <w:r w:rsidR="00EA031B" w:rsidRPr="008F6CE0">
        <w:rPr>
          <w:rStyle w:val="libFootnotenumChar"/>
          <w:rFonts w:hint="cs"/>
          <w:rtl/>
        </w:rPr>
        <w:t>)</w:t>
      </w:r>
      <w:r w:rsidR="0068301D" w:rsidRPr="008F6CE0">
        <w:rPr>
          <w:rFonts w:hint="cs"/>
          <w:rtl/>
        </w:rPr>
        <w:t xml:space="preserve"> </w:t>
      </w:r>
      <w:r w:rsidR="00061879" w:rsidRPr="008F6CE0">
        <w:rPr>
          <w:rtl/>
        </w:rPr>
        <w:t>معروف است تا اگر در خ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ابان</w:t>
      </w:r>
      <w:r w:rsidR="00061879" w:rsidRPr="008F6CE0">
        <w:rPr>
          <w:rtl/>
        </w:rPr>
        <w:t xml:space="preserve"> ها و کوچه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خلوت</w:t>
      </w:r>
      <w:r w:rsidR="00A807CF" w:rsidRPr="008F6CE0">
        <w:rPr>
          <w:rtl/>
        </w:rPr>
        <w:t xml:space="preserve">، </w:t>
      </w:r>
      <w:r w:rsidR="00061879" w:rsidRPr="008F6CE0">
        <w:rPr>
          <w:rtl/>
        </w:rPr>
        <w:t>داخل متر و مور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 xml:space="preserve"> حمله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مردان واقع شدند از آن وسا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ل</w:t>
      </w:r>
      <w:r w:rsidR="00061879" w:rsidRPr="008F6CE0">
        <w:rPr>
          <w:rtl/>
        </w:rPr>
        <w:t xml:space="preserve"> دفاع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استفاده کنند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7024E6" w:rsidRPr="008F6CE0">
        <w:rPr>
          <w:rStyle w:val="libFootnotenumChar"/>
          <w:rFonts w:hint="cs"/>
          <w:rtl/>
        </w:rPr>
        <w:t>12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7C0829">
      <w:pPr>
        <w:pStyle w:val="Heading3"/>
        <w:rPr>
          <w:rtl/>
        </w:rPr>
      </w:pPr>
      <w:bookmarkStart w:id="7" w:name="_Toc425750279"/>
      <w:r w:rsidRPr="008F6CE0">
        <w:rPr>
          <w:rFonts w:hint="eastAsia"/>
          <w:rtl/>
        </w:rPr>
        <w:t>بانو</w:t>
      </w:r>
      <w:r w:rsidRPr="008F6CE0">
        <w:rPr>
          <w:rtl/>
        </w:rPr>
        <w:t xml:space="preserve"> 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الف</w:t>
      </w:r>
      <w:r w:rsidR="00A807CF" w:rsidRPr="008F6CE0">
        <w:rPr>
          <w:rtl/>
        </w:rPr>
        <w:t xml:space="preserve">. </w:t>
      </w:r>
      <w:r w:rsidRPr="008F6CE0">
        <w:rPr>
          <w:rtl/>
        </w:rPr>
        <w:t>خانه دار از انگلستان</w:t>
      </w:r>
      <w:r w:rsidR="00A807CF" w:rsidRPr="008F6CE0">
        <w:rPr>
          <w:rtl/>
        </w:rPr>
        <w:t>.</w:t>
      </w:r>
      <w:bookmarkEnd w:id="7"/>
      <w:r w:rsidR="00A807CF" w:rsidRPr="008F6CE0">
        <w:rPr>
          <w:rtl/>
        </w:rPr>
        <w:t xml:space="preserve"> </w:t>
      </w:r>
    </w:p>
    <w:p w:rsidR="007C0829" w:rsidRPr="008F6CE0" w:rsidRDefault="00061879" w:rsidP="007C082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نجا</w:t>
      </w:r>
      <w:r w:rsidRPr="008F6CE0">
        <w:rPr>
          <w:rtl/>
        </w:rPr>
        <w:t>- و به طور کلّ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غرب- زنان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پشت درها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بسته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خانه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از حملات وحش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انه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حرمت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شرم آور مردان فاسد در امان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تا آنجا که اگر خانه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درِ ورود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قفلِ زنج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نداشته باشد فور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را به قفل زنج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مجهز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تأسف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به رغم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کنترل ها و ترس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اعلام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که اگر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عنوانِ کارمند گاز و برق- خواست وارد منزل شما شود تا کارت شناسا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خود را نشان نداده لست به او اجازه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ورود نده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811B5D" w:rsidRPr="008F6CE0" w:rsidRDefault="00061879" w:rsidP="007024E6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مسأله که ناگهان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 نفر به منزل وارد شوند و به زنان</w:t>
      </w:r>
      <w:r w:rsidR="00A807CF" w:rsidRPr="008F6CE0">
        <w:rPr>
          <w:rtl/>
        </w:rPr>
        <w:t xml:space="preserve">...، </w:t>
      </w:r>
      <w:r w:rsidRPr="008F6CE0">
        <w:rPr>
          <w:rtl/>
        </w:rPr>
        <w:t>آزار ناموس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رسانند</w:t>
      </w:r>
      <w:r w:rsidR="00124A1D" w:rsidRPr="008F6CE0">
        <w:rPr>
          <w:rtl/>
        </w:rPr>
        <w:t xml:space="preserve">) </w:t>
      </w:r>
      <w:r w:rsidRPr="008F6CE0">
        <w:rPr>
          <w:rtl/>
        </w:rPr>
        <w:t>در انگلستان به حدّ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که بحث روزانه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مردم شده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7024E6" w:rsidRPr="008F6CE0">
        <w:rPr>
          <w:rStyle w:val="libFootnotenumChar"/>
          <w:rFonts w:hint="cs"/>
          <w:rtl/>
        </w:rPr>
        <w:t>13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951423">
      <w:pPr>
        <w:pStyle w:val="Heading2"/>
        <w:rPr>
          <w:rtl/>
        </w:rPr>
      </w:pPr>
      <w:bookmarkStart w:id="8" w:name="_Toc425750280"/>
      <w:r w:rsidRPr="008F6CE0">
        <w:rPr>
          <w:rFonts w:hint="eastAsia"/>
          <w:rtl/>
        </w:rPr>
        <w:lastRenderedPageBreak/>
        <w:t>اگر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مُد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</w:t>
      </w:r>
      <w:r w:rsidR="001A33D5" w:rsidRPr="008F6CE0">
        <w:rPr>
          <w:rtl/>
        </w:rPr>
        <w:t>!</w:t>
      </w:r>
      <w:bookmarkEnd w:id="8"/>
      <w:r w:rsidR="001A33D5" w:rsidRPr="008F6CE0">
        <w:rPr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راست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جهان چه زمان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آورم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اگر آنان در</w:t>
      </w:r>
      <w:r w:rsidR="007C0829" w:rsidRPr="008F6CE0">
        <w:rPr>
          <w:rFonts w:hint="cs"/>
          <w:rtl/>
        </w:rPr>
        <w:t xml:space="preserve"> </w:t>
      </w:r>
      <w:r w:rsidRPr="008F6CE0">
        <w:rPr>
          <w:rtl/>
        </w:rPr>
        <w:t>اجتماع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پوشش مناسب نداشته باشند و در روابط خود با مردان تنها به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ازها</w:t>
      </w:r>
      <w:r w:rsidRPr="008F6CE0">
        <w:rPr>
          <w:rtl/>
        </w:rPr>
        <w:t xml:space="preserve"> و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الات</w:t>
      </w:r>
      <w:r w:rsidRPr="008F6CE0">
        <w:rPr>
          <w:rtl/>
        </w:rPr>
        <w:t xml:space="preserve"> آزاد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آرامش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امن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خواهند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="001A33D5" w:rsidRPr="008F6CE0">
        <w:rPr>
          <w:rFonts w:hint="eastAsia"/>
          <w:rtl/>
        </w:rPr>
        <w:t xml:space="preserve">؟ </w:t>
      </w:r>
    </w:p>
    <w:p w:rsidR="00061879" w:rsidRPr="008F6CE0" w:rsidRDefault="00061879" w:rsidP="007C0829">
      <w:pPr>
        <w:pStyle w:val="libNormal"/>
        <w:rPr>
          <w:rtl/>
        </w:rPr>
      </w:pP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گموند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روانکاو اتر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پدر روانکار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غرب شهرت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="00A807CF" w:rsidRPr="008F6CE0">
        <w:rPr>
          <w:rFonts w:hint="eastAsia"/>
          <w:rtl/>
        </w:rPr>
        <w:t xml:space="preserve">، </w:t>
      </w:r>
      <w:r w:rsidR="007C082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کمک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صاحبان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و قدرت در اروپا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چاره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مشکل امن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تحل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کرد که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ترو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فرهنگ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هرگونه 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زن و مرد را عامل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تشد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قلمداد کرد و راه چاره را </w:t>
      </w:r>
      <w:r w:rsidRPr="008F6CE0">
        <w:rPr>
          <w:rFonts w:hint="eastAsia"/>
          <w:rtl/>
        </w:rPr>
        <w:t>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برشمرد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بر اساس آنچه او مطرح کرد زنان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پوشش خود و در روابط شان با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هر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که بخواهند رفتارکنند 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خود و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لات</w:t>
      </w:r>
      <w:r w:rsidRPr="008F6CE0">
        <w:rPr>
          <w:rtl/>
        </w:rPr>
        <w:t xml:space="preserve"> مردان مانع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نکنند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مردان رام شوند و دست از تجاوز به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آنان بردارند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 صورت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</w:t>
      </w:r>
      <w:r w:rsidRPr="008F6CE0">
        <w:rPr>
          <w:rFonts w:hint="eastAsia"/>
          <w:rtl/>
        </w:rPr>
        <w:t>ها</w:t>
      </w:r>
      <w:r w:rsidRPr="008F6CE0">
        <w:rPr>
          <w:rtl/>
        </w:rPr>
        <w:t xml:space="preserve"> را تهد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همه همچون اعضا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خانواده به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سالم ادامه خواهند داد</w:t>
      </w:r>
      <w:r w:rsidR="00A807CF" w:rsidRPr="008F6CE0">
        <w:rPr>
          <w:rtl/>
        </w:rPr>
        <w:t xml:space="preserve">. </w:t>
      </w:r>
    </w:p>
    <w:p w:rsidR="00061879" w:rsidRPr="008F6CE0" w:rsidRDefault="00061879" w:rsidP="007024E6">
      <w:pPr>
        <w:pStyle w:val="libNormal"/>
        <w:rPr>
          <w:rtl/>
        </w:rPr>
      </w:pPr>
      <w:r w:rsidRPr="008F6CE0">
        <w:rPr>
          <w:rFonts w:hint="eastAsia"/>
          <w:rtl/>
        </w:rPr>
        <w:t>اگر</w:t>
      </w:r>
      <w:r w:rsidRPr="008F6CE0">
        <w:rPr>
          <w:rtl/>
        </w:rPr>
        <w:t xml:space="preserve"> چه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طور صر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سخن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اورد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آنچه او در جهان منتشر ساخت «قانون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 روابط نامشروع» و «آزاد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مرز در شهوترا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»</w:t>
      </w:r>
      <w:r w:rsidRPr="008F6CE0">
        <w:rPr>
          <w:rtl/>
        </w:rPr>
        <w:t xml:space="preserve"> بود</w:t>
      </w:r>
      <w:r w:rsidR="001A33D5" w:rsidRPr="008F6CE0">
        <w:rPr>
          <w:rtl/>
        </w:rPr>
        <w:t xml:space="preserve">! </w:t>
      </w:r>
      <w:r w:rsidR="00EA031B" w:rsidRPr="008F6CE0">
        <w:rPr>
          <w:rStyle w:val="libFootnotenumChar"/>
          <w:rtl/>
        </w:rPr>
        <w:t>(</w:t>
      </w:r>
      <w:r w:rsidR="007024E6" w:rsidRPr="008F6CE0">
        <w:rPr>
          <w:rStyle w:val="libFootnotenumChar"/>
          <w:rFonts w:hint="cs"/>
          <w:rtl/>
        </w:rPr>
        <w:t>14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7C0829">
      <w:pPr>
        <w:pStyle w:val="libNormal"/>
        <w:rPr>
          <w:rtl/>
        </w:rPr>
      </w:pPr>
      <w:r w:rsidRPr="008F6CE0">
        <w:rPr>
          <w:rFonts w:hint="eastAsia"/>
          <w:rtl/>
        </w:rPr>
        <w:t>راسل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</w:p>
    <w:p w:rsidR="00061879" w:rsidRPr="008F6CE0" w:rsidRDefault="00061879" w:rsidP="0096011E">
      <w:pPr>
        <w:pStyle w:val="libNormal"/>
        <w:rPr>
          <w:rtl/>
        </w:rPr>
      </w:pPr>
      <w:r w:rsidRPr="008F6CE0">
        <w:rPr>
          <w:rFonts w:hint="eastAsia"/>
          <w:rtl/>
        </w:rPr>
        <w:t>اگر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مُد روز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 مسلماً مردان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بدنِ برهنه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 دچار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شدند</w:t>
      </w:r>
      <w:r w:rsidR="001A33D5" w:rsidRPr="008F6CE0">
        <w:rPr>
          <w:rtl/>
        </w:rPr>
        <w:t xml:space="preserve">! </w:t>
      </w:r>
      <w:r w:rsidR="00EA031B" w:rsidRPr="008F6CE0">
        <w:rPr>
          <w:rStyle w:val="libFootnotenumChar"/>
          <w:rtl/>
        </w:rPr>
        <w:t>(</w:t>
      </w:r>
      <w:r w:rsidR="0096011E" w:rsidRPr="008F6CE0">
        <w:rPr>
          <w:rStyle w:val="libFootnotenumChar"/>
          <w:rFonts w:hint="cs"/>
          <w:rtl/>
        </w:rPr>
        <w:t>15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چرا پدران و مادران اصرار دارند که عورت خود را از فرزندان بپوشانند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اصرار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خود سبب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حسِّ کنجکاو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گردد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من بهتر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دانم که آنان عورت خود را مرتب </w:t>
      </w: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بچّه ها نشان دهند تا آنان از کودک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را بشناسند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فرض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چاپ و نشر عکس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آزاد و فراوان بشود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صورت مشاهده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اوراق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 سال مورد استقبال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مردم از آن خسته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لحظه به آ</w:t>
      </w:r>
      <w:r w:rsidRPr="008F6CE0">
        <w:rPr>
          <w:rFonts w:hint="eastAsia"/>
          <w:rtl/>
        </w:rPr>
        <w:t>نها</w:t>
      </w:r>
      <w:r w:rsidRPr="008F6CE0">
        <w:rPr>
          <w:rtl/>
        </w:rPr>
        <w:t xml:space="preserve"> نگاه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96011E" w:rsidRPr="008F6CE0">
        <w:rPr>
          <w:rStyle w:val="libFootnotenumChar"/>
          <w:rFonts w:hint="cs"/>
          <w:rtl/>
        </w:rPr>
        <w:t>16</w:t>
      </w:r>
      <w:r w:rsidR="00EA031B" w:rsidRPr="008F6CE0">
        <w:rPr>
          <w:rStyle w:val="libFootnotenumChar"/>
          <w:rtl/>
        </w:rPr>
        <w:t>)</w:t>
      </w:r>
    </w:p>
    <w:p w:rsidR="00EA031B" w:rsidRPr="008F6CE0" w:rsidRDefault="00061879" w:rsidP="0096011E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«بشر توانسته است تا حدّ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مورد مال و ثروت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 خودخواه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بخل غلبه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مورد زن نتوانسته است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خودخواه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تسلط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» از نظر راسل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</w:t>
      </w:r>
      <w:r w:rsidRPr="008F6CE0">
        <w:rPr>
          <w:rtl/>
        </w:rPr>
        <w:t xml:space="preserve"> صفت پسند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آن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بخل و امساک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96011E" w:rsidRPr="008F6CE0">
        <w:rPr>
          <w:rStyle w:val="libFootnotenumChar"/>
          <w:rFonts w:hint="cs"/>
          <w:rtl/>
        </w:rPr>
        <w:t>17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امّا</w:t>
      </w:r>
      <w:r w:rsidRPr="008F6CE0">
        <w:rPr>
          <w:rtl/>
        </w:rPr>
        <w:t xml:space="preserve"> خلاصه آنچه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اظهار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: </w:t>
      </w:r>
    </w:p>
    <w:p w:rsidR="00951423" w:rsidRPr="008F6CE0" w:rsidRDefault="00061879" w:rsidP="00A2652F">
      <w:pPr>
        <w:pStyle w:val="libNormal"/>
        <w:rPr>
          <w:rtl/>
        </w:rPr>
      </w:pPr>
      <w:r w:rsidRPr="008F6CE0">
        <w:rPr>
          <w:rFonts w:hint="eastAsia"/>
          <w:rtl/>
        </w:rPr>
        <w:t>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ما از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اندوهگ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Fonts w:hint="eastAsia"/>
          <w:rtl/>
        </w:rPr>
        <w:t>ضم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خود آگاه متأثر و رنگ و</w:t>
      </w:r>
      <w:r w:rsidR="007C082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چهره</w:t>
      </w:r>
      <w:r w:rsidRPr="008F6CE0">
        <w:rPr>
          <w:rtl/>
        </w:rPr>
        <w:t xml:space="preserve"> ما دگرگون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احساس افسردگ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مثلاً گاه دوست دار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خوشمزه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بخور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پول ندار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لحظات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حالت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آشکار مانند دلتنگ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رنجاند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 اگر نتوان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ناراحت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درمان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آن ناکام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صورت ظاهر فراموش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اعماقِ خاطره و اندوخته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ذهن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به ضم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رناخودآگاه</w:t>
      </w:r>
      <w:r w:rsidRPr="008F6CE0">
        <w:rPr>
          <w:rtl/>
        </w:rPr>
        <w:t xml:space="preserve"> منتقل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مسئله ناراحت کننده در ظاهر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رفته</w:t>
      </w:r>
      <w:r w:rsidRPr="008F6CE0">
        <w:rPr>
          <w:rtl/>
        </w:rPr>
        <w:t xml:space="preserve">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قتاً</w:t>
      </w:r>
      <w:r w:rsidRPr="008F6CE0">
        <w:rPr>
          <w:rtl/>
        </w:rPr>
        <w:t xml:space="preserve"> اثرناکام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تلخ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هرگز تمام نشده و فقط ازضم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رآگاه</w:t>
      </w:r>
      <w:r w:rsidRPr="008F6CE0">
        <w:rPr>
          <w:rtl/>
        </w:rPr>
        <w:t xml:space="preserve"> کوچ 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عبارت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از حالت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شخص است به حالت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او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انتقال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شخص هرچنددرفردا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روز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بعدتر رنج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فراموش 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دستگاه عصب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آن رنج را به طور کامل در خاطرضبط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اگر چه سال ها از آن بگذرد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A2652F" w:rsidRPr="008F6CE0">
        <w:rPr>
          <w:rStyle w:val="libFootnotenumChar"/>
          <w:rFonts w:hint="cs"/>
          <w:rtl/>
        </w:rPr>
        <w:t>18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7C082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تحل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ناکام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عقده تبد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شود سرانجام 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شکل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 و همچون دُمل منفجر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فرد و جامعه را دچار مشکل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EA031B" w:rsidRPr="008F6CE0" w:rsidRDefault="00061879" w:rsidP="00A2652F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آنچه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بدان توجه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بودکه با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خود ساختگ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ناکام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فرد عقده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او محروم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 را ناکام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پس ازگذشت چند سال اعلام داشت که ناکام ماندن در ارضا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ضم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ناخودآگاه انسان را به شدّت دچار تأثّر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عصب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«خو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تقوا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برابر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گناه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نابخشودن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جنا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به جامعه و بلکه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tl/>
        </w:rPr>
        <w:t xml:space="preserve"> بشر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tl/>
        </w:rPr>
        <w:t>...</w:t>
      </w:r>
      <w:r w:rsidR="00EA031B" w:rsidRPr="008F6CE0">
        <w:rPr>
          <w:rStyle w:val="libFootnotenumChar"/>
          <w:rtl/>
        </w:rPr>
        <w:t>(</w:t>
      </w:r>
      <w:r w:rsidR="00A2652F" w:rsidRPr="008F6CE0">
        <w:rPr>
          <w:rStyle w:val="libFootnotenumChar"/>
          <w:rFonts w:hint="cs"/>
          <w:rtl/>
        </w:rPr>
        <w:t>19</w:t>
      </w:r>
      <w:r w:rsidR="00EA031B" w:rsidRPr="008F6CE0">
        <w:rPr>
          <w:rStyle w:val="libFootnotenumChar"/>
          <w:rtl/>
        </w:rPr>
        <w:t>)</w:t>
      </w:r>
    </w:p>
    <w:p w:rsidR="00951423" w:rsidRPr="008F6CE0" w:rsidRDefault="00061879" w:rsidP="00DD11E9">
      <w:pPr>
        <w:pStyle w:val="libNormal"/>
        <w:rPr>
          <w:rtl/>
        </w:rPr>
      </w:pPr>
      <w:r w:rsidRPr="008F6CE0">
        <w:rPr>
          <w:rFonts w:hint="eastAsia"/>
          <w:rtl/>
        </w:rPr>
        <w:t>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طور علن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زنان را به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دعوت</w:t>
      </w:r>
      <w:r w:rsidR="007C082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نکرد</w:t>
      </w:r>
      <w:r w:rsidRPr="008F6CE0">
        <w:rPr>
          <w:rtl/>
        </w:rPr>
        <w:t xml:space="preserve">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طرح خود موضوع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برابر طغ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را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و تفس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رکرد</w:t>
      </w:r>
      <w:r w:rsidR="00DD11E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که</w:t>
      </w:r>
      <w:r w:rsidRPr="008F6CE0">
        <w:rPr>
          <w:rtl/>
        </w:rPr>
        <w:t xml:space="preserve"> همه اصول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جلوه نمود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 پس از مدت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</w:t>
      </w:r>
      <w:r w:rsidR="00DD11E9" w:rsidRPr="008F6CE0">
        <w:rPr>
          <w:rFonts w:hint="cs"/>
          <w:rtl/>
        </w:rPr>
        <w:t xml:space="preserve"> </w:t>
      </w:r>
      <w:r w:rsidRPr="008F6CE0">
        <w:rPr>
          <w:rtl/>
        </w:rPr>
        <w:t>کتاب خود</w:t>
      </w:r>
      <w:r w:rsidR="00DD11E9" w:rsidRPr="008F6CE0">
        <w:rPr>
          <w:rFonts w:hint="cs"/>
          <w:rtl/>
        </w:rPr>
        <w:t xml:space="preserve">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رامون«محرم</w:t>
      </w:r>
      <w:r w:rsidRPr="008F6CE0">
        <w:rPr>
          <w:rtl/>
        </w:rPr>
        <w:t xml:space="preserve"> و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محرم»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تمسخرگرفت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وجود روابط ناسالم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خواهر و برادر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پدر و دختر را امر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برشمرد</w:t>
      </w:r>
      <w:r w:rsidR="00A807CF" w:rsidRPr="008F6CE0">
        <w:rPr>
          <w:rtl/>
        </w:rPr>
        <w:t xml:space="preserve">. </w:t>
      </w:r>
    </w:p>
    <w:p w:rsidR="00811B5D" w:rsidRPr="008F6CE0" w:rsidRDefault="00061879" w:rsidP="00B408D8">
      <w:pPr>
        <w:pStyle w:val="Heading2"/>
        <w:rPr>
          <w:rtl/>
        </w:rPr>
      </w:pPr>
      <w:bookmarkStart w:id="9" w:name="_Toc425750281"/>
      <w:r w:rsidRPr="008F6CE0">
        <w:rPr>
          <w:rFonts w:hint="eastAsia"/>
          <w:rtl/>
        </w:rPr>
        <w:t>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زا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انقلاب صنعت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اروپا</w:t>
      </w:r>
      <w:r w:rsidR="007F0FB1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Fonts w:hint="cs"/>
          <w:rtl/>
        </w:rPr>
        <w:t>(</w:t>
      </w:r>
      <w:r w:rsidR="00B408D8" w:rsidRPr="008F6CE0">
        <w:rPr>
          <w:rStyle w:val="libFootnotenumChar"/>
          <w:rFonts w:hint="cs"/>
          <w:rtl/>
        </w:rPr>
        <w:t>20</w:t>
      </w:r>
      <w:r w:rsidR="00EA031B" w:rsidRPr="008F6CE0">
        <w:rPr>
          <w:rStyle w:val="libFootnotenumChar"/>
          <w:rFonts w:hint="cs"/>
          <w:rtl/>
        </w:rPr>
        <w:t>)</w:t>
      </w:r>
      <w:bookmarkEnd w:id="9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عصر مطرح شدن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گروه جانبدارآن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داران اروپا بودند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تولد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زمان ارا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تئور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دوران رشد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اروپا و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همزمان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 زمان انگل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و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گرکشورها</w:t>
      </w:r>
      <w:r w:rsidRPr="008F6CE0">
        <w:rPr>
          <w:rtl/>
        </w:rPr>
        <w:t xml:space="preserve"> مستعمره داشتند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موج تحولالت فنّ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اقتصاد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سراس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اروپا را فرا گرفته بود و شهرها روز به روز توسعه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و جمع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داد و ستد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شهرها و </w:t>
      </w:r>
      <w:r w:rsidRPr="008F6CE0">
        <w:rPr>
          <w:rtl/>
        </w:rPr>
        <w:lastRenderedPageBreak/>
        <w:t>کشورها رو به افزا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بود و سرزم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تازه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کشف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 و به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سلطه استعمار در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آمد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ترق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تجددطلب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رشد چشمگ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 و مردم جهان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گذشته در تجم</w:t>
      </w:r>
      <w:r w:rsidRPr="008F6CE0">
        <w:rPr>
          <w:rFonts w:hint="eastAsia"/>
          <w:rtl/>
        </w:rPr>
        <w:t>ّل</w:t>
      </w:r>
      <w:r w:rsidRPr="008F6CE0">
        <w:rPr>
          <w:rtl/>
        </w:rPr>
        <w:t xml:space="preserve"> و نعمت غوطه ور بودند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اروپا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تا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لباس ملّ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زنانشان مانند لباس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روستا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چنان شد که کارخانه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جوراب 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روز هزاران جوراب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اما 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 آن همه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را در بازار داخل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مصرف رساند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لباس محل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انبوه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دات</w:t>
      </w:r>
      <w:r w:rsidRPr="008F6CE0">
        <w:rPr>
          <w:rtl/>
        </w:rPr>
        <w:t xml:space="preserve"> کارخانه ها را جذب و مصرف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7F0FB1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دنبال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با تبل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غات</w:t>
      </w:r>
      <w:r w:rsidRPr="008F6CE0">
        <w:rPr>
          <w:rtl/>
        </w:rPr>
        <w:t xml:space="preserve"> و فراوان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لوکس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فرهنگ مل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کشورها کهنه شد و مردم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مصرف کننده کالاها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7F0FB1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کارخانجات</w:t>
      </w:r>
      <w:r w:rsidRPr="008F6CE0">
        <w:rPr>
          <w:rtl/>
        </w:rPr>
        <w:t xml:space="preserve"> شدند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آن پس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وجود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بازار مصرف در خارج اروپا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ضرور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قلمداد شد و</w:t>
      </w:r>
      <w:r w:rsidR="00543D38" w:rsidRPr="008F6CE0">
        <w:rPr>
          <w:rFonts w:hint="cs"/>
          <w:rtl/>
        </w:rPr>
        <w:t xml:space="preserve"> </w:t>
      </w:r>
      <w:r w:rsidRPr="008F6CE0">
        <w:rPr>
          <w:rtl/>
        </w:rPr>
        <w:t>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خاورم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انه</w:t>
      </w:r>
      <w:r w:rsidRPr="008F6CE0">
        <w:rPr>
          <w:rtl/>
        </w:rPr>
        <w:t xml:space="preserve"> و شرق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شمال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قا</w:t>
      </w:r>
      <w:r w:rsidRPr="008F6CE0">
        <w:rPr>
          <w:rtl/>
        </w:rPr>
        <w:t xml:space="preserve"> که معدن نفت و زغال سنگ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پنبه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آهن و آلوم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شمرده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هدف قرارگرفتند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آدمخواران</w:t>
      </w:r>
      <w:r w:rsidRPr="008F6CE0">
        <w:rPr>
          <w:rtl/>
        </w:rPr>
        <w:t xml:space="preserve"> صنعت اروپا ترج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دادند همزمان دوکار انجام دهند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نخست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موادِ خام را ازکشورها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استعمار شده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بلکه غن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مت</w:t>
      </w:r>
      <w:r w:rsidRPr="008F6CE0">
        <w:rPr>
          <w:rtl/>
        </w:rPr>
        <w:t xml:space="preserve"> ببرند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دوم آن که به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کالا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مصرف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آنها دهند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امّا مصرف سالانه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کشورها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نتوانست حجم انبوه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دات</w:t>
      </w:r>
      <w:r w:rsidRPr="008F6CE0">
        <w:rPr>
          <w:rtl/>
        </w:rPr>
        <w:t xml:space="preserve"> را جذب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</w:t>
      </w:r>
      <w:r w:rsidRPr="008F6CE0">
        <w:rPr>
          <w:rFonts w:hint="eastAsia"/>
          <w:rtl/>
        </w:rPr>
        <w:t>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گرفتند مردم را چنان مصرف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سازند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جنس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خارج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لوکس از همد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سبقت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آنان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چنان کوش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Pr="008F6CE0">
        <w:rPr>
          <w:rtl/>
        </w:rPr>
        <w:t xml:space="preserve"> که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مردم باد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نش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خل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فارس که تا چند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فاصله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آباد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را پا برهنه 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کردند</w:t>
      </w:r>
      <w:r w:rsidRPr="008F6CE0">
        <w:rPr>
          <w:rtl/>
        </w:rPr>
        <w:t xml:space="preserve"> حال بر ماش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مدلِ سال گذشته سوار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اگر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نقل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شان اندک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بدون تعم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آن را به شرکت سا</w:t>
      </w:r>
      <w:r w:rsidRPr="008F6CE0">
        <w:rPr>
          <w:rFonts w:hint="eastAsia"/>
          <w:rtl/>
        </w:rPr>
        <w:t>زنده</w:t>
      </w:r>
      <w:r w:rsidRPr="008F6CE0">
        <w:rPr>
          <w:rtl/>
        </w:rPr>
        <w:t xml:space="preserve"> تحو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 و ماش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543D38">
      <w:pPr>
        <w:pStyle w:val="libNormal"/>
        <w:rPr>
          <w:rtl/>
        </w:rPr>
      </w:pPr>
      <w:r w:rsidRPr="008F6CE0">
        <w:rPr>
          <w:rFonts w:hint="eastAsia"/>
          <w:rtl/>
        </w:rPr>
        <w:t>البته</w:t>
      </w:r>
      <w:r w:rsidRPr="008F6CE0">
        <w:rPr>
          <w:rtl/>
        </w:rPr>
        <w:t xml:space="preserve"> اجرا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نقشه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با موانع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 به رو شد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موانع افراد تحص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کرده و نسل معترض کشورها بود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نسلِ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ادگر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18 تا 25 سال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که بزرگ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 قوم و قو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اهرم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ملت شمرده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نسل هم دغدغه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فکر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هم بحران جنس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چه بهترکه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شان شود تا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به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 در او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برود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543D38" w:rsidRPr="008F6CE0">
        <w:rPr>
          <w:rStyle w:val="libFootnotenumChar"/>
          <w:rFonts w:hint="cs"/>
          <w:rtl/>
        </w:rPr>
        <w:t>21</w:t>
      </w:r>
      <w:r w:rsidR="00EA031B" w:rsidRPr="008F6CE0">
        <w:rPr>
          <w:rStyle w:val="libFootnotenumChar"/>
          <w:rtl/>
        </w:rPr>
        <w:t>)</w:t>
      </w:r>
      <w:r w:rsidR="007F0FB1" w:rsidRPr="008F6CE0">
        <w:rPr>
          <w:rFonts w:hint="cs"/>
          <w:rtl/>
        </w:rPr>
        <w:t xml:space="preserve">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گروه را آرام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تخد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دم برن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اورند</w:t>
      </w:r>
      <w:r w:rsidRPr="008F6CE0">
        <w:rPr>
          <w:rtl/>
        </w:rPr>
        <w:t xml:space="preserve"> و مغزشان چنان شستشو داده شود که مدافع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داران باشند</w:t>
      </w:r>
      <w:r w:rsidR="001A33D5" w:rsidRPr="008F6CE0">
        <w:rPr>
          <w:rtl/>
        </w:rPr>
        <w:t xml:space="preserve">؟ </w:t>
      </w:r>
    </w:p>
    <w:p w:rsidR="00061879" w:rsidRPr="008F6CE0" w:rsidRDefault="00061879" w:rsidP="007F0FB1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کباره</w:t>
      </w:r>
      <w:r w:rsidRPr="008F6CE0">
        <w:rPr>
          <w:rtl/>
        </w:rPr>
        <w:t xml:space="preserve">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نام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گموند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مجامع علم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 برافراشت و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برآورد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همه زنان جهان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زود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حه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شما تصو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.... </w:t>
      </w:r>
      <w:r w:rsidRPr="008F6CE0">
        <w:rPr>
          <w:rtl/>
        </w:rPr>
        <w:t>چرا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مردان از نعمت 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</w:t>
      </w:r>
      <w:r w:rsidRPr="008F6CE0">
        <w:rPr>
          <w:rtl/>
        </w:rPr>
        <w:t xml:space="preserve"> 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عت</w:t>
      </w:r>
      <w:r w:rsidR="00124A1D" w:rsidRPr="008F6CE0">
        <w:rPr>
          <w:rtl/>
        </w:rPr>
        <w:t xml:space="preserve"> (</w:t>
      </w:r>
      <w:r w:rsidRPr="008F6CE0">
        <w:rPr>
          <w:rtl/>
        </w:rPr>
        <w:t>زن</w:t>
      </w:r>
      <w:r w:rsidR="00124A1D" w:rsidRPr="008F6CE0">
        <w:rPr>
          <w:rtl/>
        </w:rPr>
        <w:t xml:space="preserve">)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بمانند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دست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 را با آن همه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توانا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در اسارت خانه و پوشش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؟!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طرح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صاحبان پول و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احساس کردند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نوشدارو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راکه در آسمان ها در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گشتند در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جستند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گرفتند به همان اندازه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صدورکالا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گذارند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و تثب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گذار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چند موضوع سر لوحه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اهداف آنان قرارگرفت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الف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برداشتن مرزها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زن و مرد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ب</w:t>
      </w:r>
      <w:r w:rsidRPr="008F6CE0">
        <w:rPr>
          <w:rtl/>
        </w:rPr>
        <w:t xml:space="preserve"> «محدود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زن و مرد» را امر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خلاف«توسعه اقتصاد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»</w:t>
      </w:r>
      <w:r w:rsidRPr="008F6CE0">
        <w:rPr>
          <w:rtl/>
        </w:rPr>
        <w:t xml:space="preserve"> جلوه دادن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ج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کنارگذاشتن پوشش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مذهب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محل</w:t>
      </w:r>
      <w:r w:rsidRPr="008F6CE0">
        <w:rPr>
          <w:rFonts w:hint="cs"/>
          <w:rtl/>
        </w:rPr>
        <w:t>ی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اشتغال زنان درکارخانه با نامِ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پس</w:t>
      </w:r>
      <w:r w:rsidRPr="008F6CE0">
        <w:rPr>
          <w:rtl/>
        </w:rPr>
        <w:t xml:space="preserve"> از چند سال برنامه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گذار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بزرگ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سدّ راه آنها</w:t>
      </w:r>
      <w:r w:rsidR="00124A1D" w:rsidRPr="008F6CE0">
        <w:rPr>
          <w:rtl/>
        </w:rPr>
        <w:t xml:space="preserve"> (</w:t>
      </w:r>
      <w:r w:rsidRPr="008F6CE0">
        <w:rPr>
          <w:rtl/>
        </w:rPr>
        <w:t>گروه سن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18 تا 25</w:t>
      </w:r>
      <w:r w:rsidR="00124A1D" w:rsidRPr="008F6CE0">
        <w:rPr>
          <w:rtl/>
        </w:rPr>
        <w:t xml:space="preserve">) </w:t>
      </w:r>
      <w:r w:rsidRPr="008F6CE0">
        <w:rPr>
          <w:rtl/>
        </w:rPr>
        <w:t>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طرح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استعمار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شدند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گروه راکه در شدّت بحران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 دارند از سر راه برداشتند و بلکه به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روس</w:t>
      </w:r>
      <w:r w:rsidRPr="008F6CE0">
        <w:rPr>
          <w:rFonts w:hint="cs"/>
          <w:rtl/>
        </w:rPr>
        <w:t>ی</w:t>
      </w:r>
      <w:r w:rsidRPr="008F6CE0">
        <w:rPr>
          <w:rtl/>
        </w:rPr>
        <w:t>*</w:t>
      </w:r>
      <w:r w:rsidR="007F0FB1" w:rsidRPr="008F6CE0">
        <w:rPr>
          <w:rFonts w:hint="cs"/>
          <w:rtl/>
        </w:rPr>
        <w:t xml:space="preserve"> </w:t>
      </w:r>
      <w:r w:rsidRPr="008F6CE0">
        <w:rPr>
          <w:rtl/>
        </w:rPr>
        <w:t>از جنس خود تبد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کردند</w:t>
      </w:r>
      <w:r w:rsidR="00A807CF" w:rsidRPr="008F6CE0">
        <w:rPr>
          <w:rtl/>
        </w:rPr>
        <w:t xml:space="preserve">. </w:t>
      </w:r>
    </w:p>
    <w:p w:rsidR="007F0FB1" w:rsidRPr="008F6CE0" w:rsidRDefault="007F0FB1" w:rsidP="007F0FB1">
      <w:pPr>
        <w:pStyle w:val="libFootnote"/>
        <w:rPr>
          <w:rtl/>
        </w:rPr>
      </w:pPr>
      <w:r w:rsidRPr="008F6CE0">
        <w:rPr>
          <w:rFonts w:hint="cs"/>
          <w:rtl/>
        </w:rPr>
        <w:t>*.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کروب</w:t>
      </w:r>
      <w:r w:rsidRPr="008F6CE0">
        <w:rPr>
          <w:rtl/>
        </w:rPr>
        <w:t xml:space="preserve"> ها درکنار سلول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دفاع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بدن سع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به رشد و نمو بپردازند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روس</w:t>
      </w:r>
      <w:r w:rsidRPr="008F6CE0">
        <w:rPr>
          <w:rtl/>
        </w:rPr>
        <w:t xml:space="preserve"> در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بدن سلول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سازد، فعال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تا پس از چند ساعت، کارخانه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بدن از همان محل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سلولِ سالم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به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سلول،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روس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دهد. </w:t>
      </w:r>
    </w:p>
    <w:p w:rsidR="007F0FB1" w:rsidRPr="008F6CE0" w:rsidRDefault="007F0FB1" w:rsidP="00061879">
      <w:pPr>
        <w:pStyle w:val="libNormal"/>
        <w:rPr>
          <w:rtl/>
        </w:rPr>
      </w:pP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فته</w:t>
      </w:r>
      <w:r w:rsidRPr="008F6CE0">
        <w:rPr>
          <w:rtl/>
        </w:rPr>
        <w:t xml:space="preserve"> شدن جوانان به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دکه</w:t>
      </w:r>
      <w:r w:rsidRPr="008F6CE0">
        <w:rPr>
          <w:rtl/>
        </w:rPr>
        <w:t xml:space="preserve">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وضع به فغان آمد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کند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رئ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جمهور اسبق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 شکا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از وضع جوا نان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</w:p>
    <w:p w:rsidR="00061879" w:rsidRPr="008F6CE0" w:rsidRDefault="00061879" w:rsidP="00543D38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هر هفت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به سرباز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شش نفرشان نالا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و سست عنصر هستند و به نظر من علت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فلاکت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افراط در شهوتران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استعدادها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را کاسته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543D38" w:rsidRPr="008F6CE0">
        <w:rPr>
          <w:rStyle w:val="libFootnotenumChar"/>
          <w:rFonts w:hint="cs"/>
          <w:rtl/>
        </w:rPr>
        <w:t>22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7F0FB1">
      <w:pPr>
        <w:pStyle w:val="Heading3"/>
        <w:rPr>
          <w:rtl/>
        </w:rPr>
      </w:pPr>
      <w:bookmarkStart w:id="10" w:name="_Toc425750282"/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گفته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جامعه شناس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</w:t>
      </w:r>
      <w:r w:rsidRPr="008F6CE0">
        <w:rPr>
          <w:rFonts w:hint="cs"/>
          <w:rtl/>
        </w:rPr>
        <w:t>ی</w:t>
      </w:r>
      <w:bookmarkEnd w:id="10"/>
      <w:r w:rsidR="00A807CF" w:rsidRPr="008F6CE0">
        <w:rPr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معجون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نظر ناروا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کارخانه داران اروپا و 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ما شد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بود که مواد خام و صادرات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 را گرفتند و در عوض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ما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عطا کردند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مضحک و درد ناک است که 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زمان</w:t>
      </w:r>
      <w:r w:rsidRPr="008F6CE0">
        <w:rPr>
          <w:rtl/>
        </w:rPr>
        <w:t xml:space="preserve"> را بدزدند و در ازا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به ما اجازد دهند تا هر کس دلش خواست با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رابطه 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داشته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لطف بزرگ در حق ما روا داشتند</w:t>
      </w:r>
      <w:r w:rsidR="001A33D5" w:rsidRPr="008F6CE0">
        <w:rPr>
          <w:rtl/>
        </w:rPr>
        <w:t xml:space="preserve">! 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آنها</w:t>
      </w:r>
      <w:r w:rsidRPr="008F6CE0">
        <w:rPr>
          <w:rtl/>
        </w:rPr>
        <w:t xml:space="preserve"> به بهانه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از 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بند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هم زنان را در بند کردند و هم مردان </w:t>
      </w:r>
      <w:r w:rsidR="007F0FB1" w:rsidRPr="008F6CE0">
        <w:rPr>
          <w:rtl/>
        </w:rPr>
        <w:t>را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  <w:r w:rsidRPr="008F6CE0">
        <w:rPr>
          <w:rtl/>
        </w:rPr>
        <w:t>آن هم زبده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</w:t>
      </w:r>
      <w:r w:rsidR="007F0FB1" w:rsidRPr="008F6CE0">
        <w:rPr>
          <w:rtl/>
        </w:rPr>
        <w:t>را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  <w:r w:rsidRPr="008F6CE0">
        <w:rPr>
          <w:rtl/>
        </w:rPr>
        <w:t>نقشه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ماهرانه طرح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بود و به نظر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 که آنها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در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اسارت مردان به سر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543D38">
      <w:pPr>
        <w:pStyle w:val="libNormal"/>
        <w:rPr>
          <w:rtl/>
        </w:rPr>
      </w:pP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است</w:t>
      </w:r>
      <w:r w:rsidRPr="008F6CE0">
        <w:rPr>
          <w:rtl/>
        </w:rPr>
        <w:t xml:space="preserve"> بازان آنها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نظر دادند که اگر بخواه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از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و هم مردان در طر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است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بهرد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تمام و کامل ببر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مناسب است تا ابتدا زنان را که قدرت جاذبه و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دارند و از سو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اراده شان زودتر تسل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خو استه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طرف مقابل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در حراج ع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به تماشا گذار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پس از دلباختگ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چون آنها در تصاحب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تواناتر و</w:t>
      </w:r>
      <w:r w:rsidR="00124A1D" w:rsidRPr="008F6CE0">
        <w:rPr>
          <w:rtl/>
        </w:rPr>
        <w:t xml:space="preserve"> (</w:t>
      </w:r>
      <w:r w:rsidRPr="008F6CE0">
        <w:rPr>
          <w:rtl/>
        </w:rPr>
        <w:t>با پوزش</w:t>
      </w:r>
      <w:r w:rsidR="00124A1D" w:rsidRPr="008F6CE0">
        <w:rPr>
          <w:rtl/>
        </w:rPr>
        <w:t xml:space="preserve">) </w:t>
      </w:r>
      <w:r w:rsidRPr="008F6CE0">
        <w:rPr>
          <w:rtl/>
        </w:rPr>
        <w:t>خودخواه تر و جفا کارترند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اسارت زن را به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رسانند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پناه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جز رو کردن به مرد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نمانَد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مرد باشد دلش 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زن شده است و آن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کرش</w:t>
      </w:r>
      <w:r w:rsidRPr="008F6CE0">
        <w:rPr>
          <w:rtl/>
        </w:rPr>
        <w:t xml:space="preserve"> محبوس خواسته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پس هر دو گروه در بند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خواهند افتاد و آنجاست که ما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را از طر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طرف مقابل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سو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بران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543D38" w:rsidRPr="008F6CE0">
        <w:rPr>
          <w:rStyle w:val="libFootnotenumChar"/>
          <w:rFonts w:hint="cs"/>
          <w:rtl/>
        </w:rPr>
        <w:t>23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7F0FB1">
      <w:pPr>
        <w:pStyle w:val="libNormal"/>
        <w:rPr>
          <w:rtl/>
        </w:rPr>
      </w:pPr>
      <w:r w:rsidRPr="008F6CE0">
        <w:rPr>
          <w:rFonts w:hint="eastAsia"/>
          <w:rtl/>
        </w:rPr>
        <w:t>اما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عمل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هدف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دتنوع</w:t>
      </w:r>
      <w:r w:rsidRPr="008F6CE0">
        <w:rPr>
          <w:rtl/>
        </w:rPr>
        <w:t xml:space="preserve"> طلب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به ده ها برابر افزا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="007F0FB1" w:rsidRPr="008F6CE0">
        <w:rPr>
          <w:rFonts w:hint="cs"/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منظور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زنان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که کامجو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آنها آسان گردد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شدن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مگر حجاب وهر عامل مصون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آور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دور افکنده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حجابِ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مانع 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ناروا از زن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کارخانه</w:t>
      </w:r>
      <w:r w:rsidRPr="008F6CE0">
        <w:rPr>
          <w:rtl/>
        </w:rPr>
        <w:t xml:space="preserve"> داران انگل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واروپا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با ترو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و تبل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Pr="008F6CE0">
        <w:rPr>
          <w:rtl/>
        </w:rPr>
        <w:t xml:space="preserve"> تز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دو منظور داشتند</w:t>
      </w:r>
      <w:r w:rsidR="00A807CF" w:rsidRPr="008F6CE0">
        <w:rPr>
          <w:rtl/>
        </w:rPr>
        <w:t xml:space="preserve">: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بند و بار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مصرف گرا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راگسترش دهند و نسل جوان را به 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دام اندازند و بلکه نابودکنند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دو م</w:t>
      </w:r>
      <w:r w:rsidR="00A807CF" w:rsidRPr="008F6CE0">
        <w:rPr>
          <w:rtl/>
        </w:rPr>
        <w:t xml:space="preserve">: </w:t>
      </w:r>
      <w:r w:rsidRPr="008F6CE0">
        <w:rPr>
          <w:rtl/>
        </w:rPr>
        <w:t>به نامِ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او را از خانه به کارخانه بکشند و از قدرت بدن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با مزدکمتر سود جو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هم </w:t>
      </w:r>
      <w:r w:rsidRPr="008F6CE0">
        <w:rPr>
          <w:rtl/>
        </w:rPr>
        <w:lastRenderedPageBreak/>
        <w:t>حقوق کمتر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 هم از اندام و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زنانه او در راه فروش و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اجناسشان بهره ببرند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543D38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آن پس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آمد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کشاندن زن ها از خانه وکار در مراکز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نظام خانواده متزلزل شد و آمار طلاق و جرا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فساد فرزندان- که از 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پدر و مادر مـحروم شده بودند-</w:t>
      </w:r>
      <w:r w:rsidR="006551EC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ا</w:t>
      </w:r>
      <w:r w:rsidRPr="008F6CE0">
        <w:rPr>
          <w:rtl/>
        </w:rPr>
        <w:t>فزون گشت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543D38" w:rsidRPr="008F6CE0">
        <w:rPr>
          <w:rStyle w:val="libFootnotenumChar"/>
          <w:rFonts w:hint="cs"/>
          <w:rtl/>
        </w:rPr>
        <w:t>24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9B5A88">
      <w:pPr>
        <w:pStyle w:val="libNormal"/>
        <w:rPr>
          <w:rtl/>
        </w:rPr>
      </w:pPr>
      <w:r w:rsidRPr="008F6CE0">
        <w:rPr>
          <w:rFonts w:hint="eastAsia"/>
          <w:rtl/>
        </w:rPr>
        <w:t>آنها</w:t>
      </w:r>
      <w:r w:rsidRPr="008F6CE0">
        <w:rPr>
          <w:rtl/>
        </w:rPr>
        <w:t xml:space="preserve"> در ابتدا اندک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تکاپو افتادند تا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شدّت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بحران بکاهند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بعدها دانستند که وجود آن اوضاع آشفته از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به نفع شان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زنِ 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از شوهر و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چون 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امن خانواده را از دست داده است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تأم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پناهگاه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 و بر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 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از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احساس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و اصرار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و با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حقوق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دم بر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طرف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فروش اجناس در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اداره کننده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فروشگاه است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ادتر</w:t>
      </w:r>
      <w:r w:rsidRPr="008F6CE0">
        <w:rPr>
          <w:rtl/>
        </w:rPr>
        <w:t xml:space="preserve"> از قبل خو اهد 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بعد از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تماس زن و مردگسترش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و پوشش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دور افتاد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ج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زنان درکارخانه فقط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پوش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بدون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="009B5A88" w:rsidRPr="008F6CE0">
        <w:rPr>
          <w:rFonts w:hint="cs"/>
          <w:rtl/>
        </w:rPr>
        <w:t xml:space="preserve"> </w:t>
      </w:r>
      <w:r w:rsidRPr="008F6CE0">
        <w:rPr>
          <w:rtl/>
        </w:rPr>
        <w:t>مقنعه و پوشش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پشت دستگاه ها مشغول کار شدند و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دلخوش بودند که به آنها اجازه داده اند دوشادوش مرد درکارخانه ها فعال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</w:p>
    <w:p w:rsidR="00BF71F1" w:rsidRPr="008F6CE0" w:rsidRDefault="00061879" w:rsidP="003A34DE">
      <w:pPr>
        <w:pStyle w:val="libNormal"/>
        <w:rPr>
          <w:rStyle w:val="libFootnotenumChar"/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سو</w:t>
      </w:r>
      <w:r w:rsidR="00124A1D" w:rsidRPr="008F6CE0">
        <w:rPr>
          <w:rtl/>
        </w:rPr>
        <w:t xml:space="preserve"> (</w:t>
      </w:r>
      <w:r w:rsidRPr="008F6CE0">
        <w:rPr>
          <w:rtl/>
        </w:rPr>
        <w:t>در شرق</w:t>
      </w:r>
      <w:r w:rsidR="00124A1D" w:rsidRPr="008F6CE0">
        <w:rPr>
          <w:rtl/>
        </w:rPr>
        <w:t xml:space="preserve">) </w:t>
      </w:r>
      <w:r w:rsidRPr="008F6CE0">
        <w:rPr>
          <w:rtl/>
        </w:rPr>
        <w:t>هنوز دوازده سال به مرگ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مانده بود که در سال 1306 ش</w:t>
      </w:r>
      <w:r w:rsidR="00A807CF" w:rsidRPr="008F6CE0">
        <w:rPr>
          <w:rtl/>
        </w:rPr>
        <w:t xml:space="preserve">. </w:t>
      </w:r>
      <w:r w:rsidRPr="008F6CE0">
        <w:rPr>
          <w:rtl/>
        </w:rPr>
        <w:t>/ 1927 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امان اللّه خان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حاکم وقت افغانستان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سفر اروپا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خود به کشورش بازگشت و تئور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را در افغانستان اعلام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سال 1313ش</w:t>
      </w:r>
      <w:r w:rsidR="00A807CF" w:rsidRPr="008F6CE0">
        <w:rPr>
          <w:rtl/>
        </w:rPr>
        <w:t xml:space="preserve">. </w:t>
      </w:r>
      <w:r w:rsidRPr="008F6CE0">
        <w:rPr>
          <w:rtl/>
        </w:rPr>
        <w:t>/ 1934 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کمال آتاتورک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پس از سفر به ا</w:t>
      </w:r>
      <w:r w:rsidRPr="008F6CE0">
        <w:rPr>
          <w:rFonts w:hint="eastAsia"/>
          <w:rtl/>
        </w:rPr>
        <w:t>روپا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کرد و در ترک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حجاب را ممنوع ساخت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سال پس ازا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</w:t>
      </w:r>
      <w:r w:rsidRPr="008F6CE0">
        <w:rPr>
          <w:rtl/>
        </w:rPr>
        <w:t xml:space="preserve"> رضاخان در </w:t>
      </w:r>
      <w:r w:rsidRPr="008F6CE0">
        <w:rPr>
          <w:rtl/>
        </w:rPr>
        <w:lastRenderedPageBreak/>
        <w:t>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ملاقاتش با آتاتورک در ترک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فرمان کشف حجاب را در سال 1314 ش</w:t>
      </w:r>
      <w:r w:rsidR="00A807CF" w:rsidRPr="008F6CE0">
        <w:rPr>
          <w:rtl/>
        </w:rPr>
        <w:t xml:space="preserve">. </w:t>
      </w:r>
      <w:r w:rsidRPr="008F6CE0">
        <w:rPr>
          <w:rtl/>
        </w:rPr>
        <w:t>/ 1935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 (</w:t>
      </w:r>
      <w:r w:rsidRPr="008F6CE0">
        <w:rPr>
          <w:rtl/>
        </w:rPr>
        <w:t>چهار سال قبل از مرگ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24A1D" w:rsidRPr="008F6CE0">
        <w:rPr>
          <w:rtl/>
        </w:rPr>
        <w:t xml:space="preserve">) </w:t>
      </w:r>
      <w:r w:rsidRPr="008F6CE0">
        <w:rPr>
          <w:rtl/>
        </w:rPr>
        <w:t>اعلام کرد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3A34DE" w:rsidRPr="008F6CE0">
        <w:rPr>
          <w:rStyle w:val="libFootnotenumChar"/>
          <w:rFonts w:hint="cs"/>
          <w:rtl/>
        </w:rPr>
        <w:t>25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BF71F1" w:rsidP="00BF71F1">
      <w:pPr>
        <w:pStyle w:val="Heading2"/>
        <w:rPr>
          <w:rFonts w:eastAsia="B Badr"/>
          <w:rtl/>
        </w:rPr>
      </w:pPr>
      <w:r w:rsidRPr="008F6CE0">
        <w:rPr>
          <w:rFonts w:eastAsia="B Badr"/>
          <w:rtl/>
        </w:rPr>
        <w:br w:type="page"/>
      </w:r>
      <w:bookmarkStart w:id="11" w:name="_Toc425750283"/>
      <w:r w:rsidRPr="008F6CE0">
        <w:rPr>
          <w:rFonts w:eastAsia="B Badr" w:hint="cs"/>
          <w:rtl/>
        </w:rPr>
        <w:lastRenderedPageBreak/>
        <w:t>پی نوشت ها :</w:t>
      </w:r>
      <w:bookmarkEnd w:id="11"/>
      <w:r w:rsidRPr="008F6CE0">
        <w:rPr>
          <w:rFonts w:eastAsia="B Badr" w:hint="cs"/>
          <w:rtl/>
        </w:rPr>
        <w:t xml:space="preserve"> </w:t>
      </w:r>
    </w:p>
    <w:p w:rsidR="00BF71F1" w:rsidRPr="008F6CE0" w:rsidRDefault="00BF71F1" w:rsidP="00BF71F1">
      <w:pPr>
        <w:pStyle w:val="libNormal"/>
        <w:rPr>
          <w:rFonts w:eastAsia="B Badr"/>
          <w:rtl/>
        </w:rPr>
      </w:pP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1.</w:t>
      </w:r>
      <w:r w:rsidRPr="008F6CE0">
        <w:rPr>
          <w:rtl/>
        </w:rPr>
        <w:tab/>
        <w:t>حجاب و کشف حجاب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ران،</w:t>
      </w:r>
      <w:r w:rsidRPr="008F6CE0">
        <w:rPr>
          <w:rtl/>
        </w:rPr>
        <w:t xml:space="preserve"> ص 71.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2.</w:t>
      </w:r>
      <w:r w:rsidRPr="008F6CE0">
        <w:rPr>
          <w:rtl/>
        </w:rPr>
        <w:tab/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دهقان فق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بنگلادش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 هشت روزه اش را در مقابل مبلغ ناچ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فقط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لو</w:t>
      </w:r>
      <w:r w:rsidRPr="008F6CE0">
        <w:rPr>
          <w:rtl/>
        </w:rPr>
        <w:t xml:space="preserve"> برنج کفا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کرد،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پستچ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فروخت! (پ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زن، 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ماه 1370) در خبرها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>: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زنش را طلاق داد چون دختر زا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بود.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باره، ر. ک: مشکلات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زنا</w:t>
      </w:r>
      <w:r w:rsidRPr="008F6CE0">
        <w:rPr>
          <w:rFonts w:hint="eastAsia"/>
          <w:rtl/>
        </w:rPr>
        <w:t>شو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مصطف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>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3.</w:t>
      </w:r>
      <w:r w:rsidRPr="008F6CE0">
        <w:rPr>
          <w:rtl/>
        </w:rPr>
        <w:tab/>
        <w:t>نمونه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آنچه در تعر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زن آورده اند،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است: زن آخر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موجود وحش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مرد او را اهل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کرده است. روح گناه کاران به صورت زنان متولد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گردد.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باره، ر. ک: زنان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مردان، بنوات 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ترجمه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محمد جعفر پو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4.</w:t>
      </w:r>
      <w:r w:rsidRPr="008F6CE0">
        <w:rPr>
          <w:rtl/>
        </w:rPr>
        <w:tab/>
        <w:t>درباره آن 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دادها</w:t>
      </w:r>
      <w:r w:rsidRPr="008F6CE0">
        <w:rPr>
          <w:rtl/>
        </w:rPr>
        <w:t xml:space="preserve"> ر. ک: سوداگرا ن فحشا در عصرپهلو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مهد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Fonts w:hint="cs"/>
          <w:rtl/>
        </w:rPr>
        <w:t>ی</w:t>
      </w:r>
      <w:r w:rsidRPr="008F6CE0">
        <w:rPr>
          <w:rtl/>
        </w:rPr>
        <w:t>. پشت پرده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حرمسرا، حس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5.</w:t>
      </w:r>
      <w:r w:rsidRPr="008F6CE0">
        <w:rPr>
          <w:rtl/>
        </w:rPr>
        <w:tab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جمله از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(1844- 1900 م.)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لسوف</w:t>
      </w:r>
      <w:r w:rsidRPr="008F6CE0">
        <w:rPr>
          <w:rtl/>
        </w:rPr>
        <w:t xml:space="preserve"> (!) آلمان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درباره نظر متفکران و دانشمندان و ملل درباره زن، ر. ک: زنان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مردان، بنوات 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ترجمه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محمد جعفر پو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>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6.</w:t>
      </w:r>
      <w:r w:rsidRPr="008F6CE0">
        <w:rPr>
          <w:rtl/>
        </w:rPr>
        <w:tab/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ر. ک: آ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tl/>
        </w:rPr>
        <w:t>. بهز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اسلام «نگاه پاک زن و 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به او» دکتر احمد صبور اردو باد</w:t>
      </w:r>
      <w:r w:rsidRPr="008F6CE0">
        <w:rPr>
          <w:rFonts w:hint="cs"/>
          <w:rtl/>
        </w:rPr>
        <w:t>ی</w:t>
      </w:r>
      <w:r w:rsidRPr="008F6CE0">
        <w:rPr>
          <w:rtl/>
        </w:rPr>
        <w:t>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7.</w:t>
      </w:r>
      <w:r w:rsidRPr="008F6CE0">
        <w:rPr>
          <w:rtl/>
        </w:rPr>
        <w:tab/>
        <w:t xml:space="preserve">مسأله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حجاب، ص21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8.</w:t>
      </w:r>
      <w:r w:rsidRPr="008F6CE0">
        <w:rPr>
          <w:rtl/>
        </w:rPr>
        <w:tab/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ابن هشام، ج ا، ص 265 و266.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9.</w:t>
      </w:r>
      <w:r w:rsidRPr="008F6CE0">
        <w:rPr>
          <w:rtl/>
        </w:rPr>
        <w:tab/>
        <w:t xml:space="preserve">سوره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وسف،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24.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10.</w:t>
      </w:r>
      <w:r w:rsidRPr="008F6CE0">
        <w:rPr>
          <w:rtl/>
        </w:rPr>
        <w:tab/>
        <w:t>مستدرک ا لوسائل، کتاب النکاح، باب 117، ح 15.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11.</w:t>
      </w:r>
      <w:r w:rsidRPr="008F6CE0">
        <w:rPr>
          <w:rtl/>
        </w:rPr>
        <w:tab/>
        <w:t>در سراسرکتاب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به کاربردن تعاب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نامناسب به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کلمات مناسب تر برگز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12.</w:t>
      </w:r>
      <w:r w:rsidRPr="008F6CE0">
        <w:rPr>
          <w:rtl/>
        </w:rPr>
        <w:tab/>
        <w:t>ر. ک: نگاه پاک زن و 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به او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13.</w:t>
      </w:r>
      <w:r w:rsidRPr="008F6CE0">
        <w:rPr>
          <w:rtl/>
        </w:rPr>
        <w:tab/>
        <w:t>همان.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14.</w:t>
      </w:r>
      <w:r w:rsidRPr="008F6CE0">
        <w:rPr>
          <w:rtl/>
        </w:rPr>
        <w:tab/>
        <w:t>درباره عقا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د،</w:t>
      </w:r>
      <w:r w:rsidRPr="008F6CE0">
        <w:rPr>
          <w:rtl/>
        </w:rPr>
        <w:t xml:space="preserve"> ر. ک: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سم،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شاله، ترجمه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اسحق وک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مکتبها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نقد آن، دفتر همکار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حوزه و دانشگاه انتشارات سمت، ص 261- 402. پس از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د،</w:t>
      </w:r>
      <w:r w:rsidRPr="008F6CE0">
        <w:rPr>
          <w:rtl/>
        </w:rPr>
        <w:t xml:space="preserve">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مانند برتراند را سل با او درا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طرح همنوا شدند.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lastRenderedPageBreak/>
        <w:t>15.</w:t>
      </w:r>
      <w:r w:rsidRPr="008F6CE0">
        <w:rPr>
          <w:rtl/>
        </w:rPr>
        <w:tab/>
        <w:t>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ا خلاق، برتراند راسل، ترجمة مهد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افشار، بخش هشتم، ص 134.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16.</w:t>
      </w:r>
      <w:r w:rsidRPr="008F6CE0">
        <w:rPr>
          <w:rtl/>
        </w:rPr>
        <w:tab/>
        <w:t>همان، ص 135 و 136و جهان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شناسم، ص 69و70. 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در ردِّ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در غرب حاکم است.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زمامداران ع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اش</w:t>
      </w:r>
      <w:r w:rsidRPr="008F6CE0">
        <w:rPr>
          <w:rtl/>
        </w:rPr>
        <w:t xml:space="preserve"> با دارا بودن هزاران زنِ خوش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وصف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شنوند در فراق او ازس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آه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کشندکه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جوانِ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همسر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کشد! البته ممکن است فرد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فراوان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دنِ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عکس اظهار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امّا او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دنِ</w:t>
      </w:r>
      <w:r w:rsidRPr="008F6CE0">
        <w:rPr>
          <w:rtl/>
        </w:rPr>
        <w:t xml:space="preserve"> عکس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مختلف اظهار تنفّر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17.</w:t>
      </w:r>
      <w:r w:rsidRPr="008F6CE0">
        <w:rPr>
          <w:rtl/>
        </w:rPr>
        <w:tab/>
        <w:t xml:space="preserve">مساله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حجاب، ص 59 با تصرف. استاد مطهر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ردّ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اعتقاد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سد</w:t>
      </w:r>
      <w:r w:rsidRPr="008F6CE0">
        <w:rPr>
          <w:rtl/>
        </w:rPr>
        <w:t>: حسادت و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برت</w:t>
      </w:r>
      <w:r w:rsidRPr="008F6CE0">
        <w:rPr>
          <w:rtl/>
        </w:rPr>
        <w:t xml:space="preserve"> دو صفت کاملاً متفاوت اند و هرکدام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جداگانه دارد.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حسادت خودخواه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از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 احساسات شخص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حسّ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پاسبان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مشخص بودن و مختلط نشدن نسل ها در وجود بشر نهاده است.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18.</w:t>
      </w:r>
      <w:r w:rsidRPr="008F6CE0">
        <w:rPr>
          <w:rtl/>
        </w:rPr>
        <w:tab/>
        <w:t>ر. ک: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د،</w:t>
      </w:r>
      <w:r w:rsidRPr="008F6CE0">
        <w:rPr>
          <w:rtl/>
        </w:rPr>
        <w:t xml:space="preserve"> ادگاردپش.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19.</w:t>
      </w:r>
      <w:r w:rsidRPr="008F6CE0">
        <w:rPr>
          <w:rtl/>
        </w:rPr>
        <w:tab/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باره، ر. ک: روان شناس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گموند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>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20.</w:t>
      </w:r>
      <w:r w:rsidRPr="008F6CE0">
        <w:rPr>
          <w:rtl/>
        </w:rPr>
        <w:tab/>
        <w:t>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دورانت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سد</w:t>
      </w:r>
      <w:r w:rsidRPr="008F6CE0">
        <w:rPr>
          <w:rtl/>
        </w:rPr>
        <w:t>: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از عوارض انقلاب صنعت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بود....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قرن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در انگلستان کار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کردن برمردان دشوارگشت اما اعلان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ها از آنان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خواست که زنان وکودکان خود را به کارخانه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بفرست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. (لذات فلسفه، ص 158 و 159، ترجمه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عباس زر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tl/>
        </w:rPr>
        <w:t>)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21.</w:t>
      </w:r>
      <w:r w:rsidRPr="008F6CE0">
        <w:rPr>
          <w:rtl/>
        </w:rPr>
        <w:tab/>
        <w:t>خود آگاه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استحمار، ص 88.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22.</w:t>
      </w:r>
      <w:r w:rsidRPr="008F6CE0">
        <w:rPr>
          <w:rtl/>
        </w:rPr>
        <w:tab/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تمدن غرب، ص 61.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23.</w:t>
      </w:r>
      <w:r w:rsidRPr="008F6CE0">
        <w:rPr>
          <w:rtl/>
        </w:rPr>
        <w:tab/>
        <w:t>خود آگاه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استحمار، ص 88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24.</w:t>
      </w:r>
      <w:r w:rsidRPr="008F6CE0">
        <w:rPr>
          <w:rtl/>
        </w:rPr>
        <w:tab/>
        <w:t xml:space="preserve">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رانقلاب</w:t>
      </w:r>
      <w:r w:rsidRPr="008F6CE0">
        <w:rPr>
          <w:rtl/>
        </w:rPr>
        <w:t xml:space="preserve"> صنعت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تباه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زن، ر. ک: حجاب، ابوالاعل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مودود</w:t>
      </w:r>
      <w:r w:rsidRPr="008F6CE0">
        <w:rPr>
          <w:rFonts w:hint="cs"/>
          <w:rtl/>
        </w:rPr>
        <w:t>ی</w:t>
      </w:r>
      <w:r w:rsidRPr="008F6CE0">
        <w:rPr>
          <w:rtl/>
        </w:rPr>
        <w:t>.</w:t>
      </w:r>
    </w:p>
    <w:p w:rsidR="00BF71F1" w:rsidRPr="008F6CE0" w:rsidRDefault="00BF71F1" w:rsidP="00BF71F1">
      <w:pPr>
        <w:pStyle w:val="libFootnote"/>
        <w:rPr>
          <w:rtl/>
        </w:rPr>
      </w:pPr>
      <w:r w:rsidRPr="008F6CE0">
        <w:rPr>
          <w:rtl/>
        </w:rPr>
        <w:t>25.</w:t>
      </w:r>
      <w:r w:rsidRPr="008F6CE0">
        <w:rPr>
          <w:rtl/>
        </w:rPr>
        <w:tab/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تفص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ر. ک: حجاب و کشف حجاب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</w:t>
      </w:r>
      <w:r w:rsidRPr="008F6CE0">
        <w:rPr>
          <w:rtl/>
        </w:rPr>
        <w:t>.</w:t>
      </w:r>
    </w:p>
    <w:p w:rsidR="00811B5D" w:rsidRPr="008F6CE0" w:rsidRDefault="00951423" w:rsidP="009B5A88">
      <w:pPr>
        <w:pStyle w:val="Heading1Center"/>
        <w:rPr>
          <w:rtl/>
        </w:rPr>
      </w:pPr>
      <w:r w:rsidRPr="008F6CE0">
        <w:rPr>
          <w:rtl/>
        </w:rPr>
        <w:br w:type="page"/>
      </w:r>
      <w:bookmarkStart w:id="12" w:name="_Toc425750284"/>
      <w:r w:rsidR="00061879" w:rsidRPr="008F6CE0">
        <w:rPr>
          <w:rFonts w:hint="eastAsia"/>
          <w:rtl/>
        </w:rPr>
        <w:lastRenderedPageBreak/>
        <w:t>فصل</w:t>
      </w:r>
      <w:r w:rsidR="00061879" w:rsidRPr="008F6CE0">
        <w:rPr>
          <w:rtl/>
        </w:rPr>
        <w:t xml:space="preserve"> دوم</w:t>
      </w:r>
      <w:r w:rsidR="00A807CF" w:rsidRPr="008F6CE0">
        <w:rPr>
          <w:rtl/>
        </w:rPr>
        <w:t xml:space="preserve">: </w:t>
      </w:r>
      <w:r w:rsidR="00061879" w:rsidRPr="008F6CE0">
        <w:rPr>
          <w:rtl/>
        </w:rPr>
        <w:t>زنان در اسارت خردسالان</w:t>
      </w:r>
      <w:bookmarkEnd w:id="12"/>
    </w:p>
    <w:p w:rsidR="00811B5D" w:rsidRPr="008F6CE0" w:rsidRDefault="00061879" w:rsidP="009B5A88">
      <w:pPr>
        <w:pStyle w:val="Heading2"/>
        <w:rPr>
          <w:rtl/>
        </w:rPr>
      </w:pPr>
      <w:bookmarkStart w:id="13" w:name="_Toc425750285"/>
      <w:r w:rsidRPr="008F6CE0">
        <w:rPr>
          <w:rFonts w:hint="eastAsia"/>
          <w:rtl/>
        </w:rPr>
        <w:t>اشاره</w:t>
      </w:r>
      <w:bookmarkEnd w:id="13"/>
    </w:p>
    <w:p w:rsidR="00811B5D" w:rsidRPr="008F6CE0" w:rsidRDefault="00061879" w:rsidP="009B5A88">
      <w:pPr>
        <w:pStyle w:val="libNormal"/>
        <w:rPr>
          <w:rtl/>
        </w:rPr>
      </w:pP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رنگ</w:t>
      </w:r>
      <w:r w:rsidRPr="008F6CE0">
        <w:rPr>
          <w:rtl/>
        </w:rPr>
        <w:t xml:space="preserve"> ها گام به 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خبرنگار از تلو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فرانسه کانال</w:t>
      </w:r>
      <w:r w:rsidR="009B5A88" w:rsidRPr="008F6CE0">
        <w:rPr>
          <w:rFonts w:hint="cs"/>
          <w:rtl/>
        </w:rPr>
        <w:t xml:space="preserve"> </w:t>
      </w:r>
      <w:r w:rsidRPr="008F6CE0">
        <w:t>TFI</w:t>
      </w:r>
      <w:r w:rsidRPr="008F6CE0">
        <w:rPr>
          <w:rtl/>
        </w:rPr>
        <w:t xml:space="preserve"> ساعت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بعد از ظهر</w:t>
      </w:r>
      <w:r w:rsidR="00124A1D" w:rsidRPr="008F6CE0">
        <w:rPr>
          <w:rtl/>
        </w:rPr>
        <w:t xml:space="preserve"> (</w:t>
      </w:r>
      <w:r w:rsidRPr="008F6CE0">
        <w:rPr>
          <w:rtl/>
        </w:rPr>
        <w:t>18 اوت 1984</w:t>
      </w:r>
      <w:r w:rsidR="00124A1D" w:rsidRPr="008F6CE0">
        <w:rPr>
          <w:rtl/>
        </w:rPr>
        <w:t xml:space="preserve">) </w:t>
      </w:r>
      <w:r w:rsidRPr="008F6CE0">
        <w:rPr>
          <w:rtl/>
        </w:rPr>
        <w:t>به وقت پار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اعلام داشت که سالانه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300000</w:t>
      </w:r>
      <w:r w:rsidR="00124A1D" w:rsidRPr="008F6CE0">
        <w:rPr>
          <w:rtl/>
        </w:rPr>
        <w:t xml:space="preserve"> (</w:t>
      </w:r>
      <w:r w:rsidRPr="008F6CE0">
        <w:rPr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صد</w:t>
      </w:r>
      <w:r w:rsidRPr="008F6CE0">
        <w:rPr>
          <w:rtl/>
        </w:rPr>
        <w:t xml:space="preserve"> هزار</w:t>
      </w:r>
      <w:r w:rsidR="00124A1D" w:rsidRPr="008F6CE0">
        <w:rPr>
          <w:rtl/>
        </w:rPr>
        <w:t xml:space="preserve">) </w:t>
      </w:r>
      <w:r w:rsidRPr="008F6CE0">
        <w:rPr>
          <w:rtl/>
        </w:rPr>
        <w:t xml:space="preserve">دختر و زن در فرانسه مورد حمله </w:t>
      </w:r>
      <w:r w:rsidR="009B5A88" w:rsidRPr="008F6CE0">
        <w:rPr>
          <w:rFonts w:hint="cs"/>
          <w:rtl/>
        </w:rPr>
        <w:t xml:space="preserve">یا </w:t>
      </w:r>
      <w:r w:rsidR="00124A1D" w:rsidRPr="008F6CE0">
        <w:rPr>
          <w:rFonts w:hint="eastAsia"/>
          <w:rtl/>
        </w:rPr>
        <w:t>.</w:t>
      </w:r>
      <w:r w:rsidR="00A807CF" w:rsidRPr="008F6CE0">
        <w:rPr>
          <w:rtl/>
        </w:rPr>
        <w:t xml:space="preserve">.. </w:t>
      </w:r>
      <w:r w:rsidRPr="008F6CE0">
        <w:rPr>
          <w:rtl/>
        </w:rPr>
        <w:t>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لشان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دزدند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انت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نسبت به آنها ا</w:t>
      </w:r>
      <w:r w:rsidRPr="008F6CE0">
        <w:rPr>
          <w:rFonts w:hint="eastAsia"/>
          <w:rtl/>
        </w:rPr>
        <w:t>عمال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811B5D" w:rsidRPr="008F6CE0" w:rsidRDefault="00061879" w:rsidP="00951423">
      <w:pPr>
        <w:pStyle w:val="Heading2"/>
        <w:rPr>
          <w:rtl/>
        </w:rPr>
      </w:pPr>
      <w:bookmarkStart w:id="14" w:name="_Toc425750286"/>
      <w:r w:rsidRPr="008F6CE0">
        <w:rPr>
          <w:rFonts w:hint="eastAsia"/>
          <w:rtl/>
        </w:rPr>
        <w:t>آغاز</w:t>
      </w:r>
      <w:r w:rsidRPr="008F6CE0">
        <w:rPr>
          <w:rtl/>
        </w:rPr>
        <w:t xml:space="preserve"> مبارزه با پاک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زگ</w:t>
      </w:r>
      <w:r w:rsidRPr="008F6CE0">
        <w:rPr>
          <w:rFonts w:hint="cs"/>
          <w:rtl/>
        </w:rPr>
        <w:t>ی</w:t>
      </w:r>
      <w:bookmarkEnd w:id="14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طرح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راسل- که اگر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مُد روز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زنان به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خواهند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و مردان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آرام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شوند- غرب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پوشش زن را نکوه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امّا نه زنانشان به سلامت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افتند</w:t>
      </w:r>
      <w:r w:rsidRPr="008F6CE0">
        <w:rPr>
          <w:rtl/>
        </w:rPr>
        <w:t xml:space="preserve"> و نه مردانشان آرام تر شدند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 xml:space="preserve">پهنه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زن تنگ تر شد و آرزوها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دست</w:t>
      </w:r>
      <w:r w:rsidRPr="008F6CE0">
        <w:rPr>
          <w:rtl/>
        </w:rPr>
        <w:t xml:space="preserve"> 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</w:t>
      </w:r>
      <w:r w:rsidR="00A807CF" w:rsidRPr="008F6CE0">
        <w:rPr>
          <w:rtl/>
        </w:rPr>
        <w:t xml:space="preserve">. </w:t>
      </w:r>
    </w:p>
    <w:p w:rsidR="00C05482" w:rsidRPr="008F6CE0" w:rsidRDefault="00061879" w:rsidP="00C05482">
      <w:pPr>
        <w:pStyle w:val="libNormal"/>
        <w:rPr>
          <w:rtl/>
        </w:rPr>
      </w:pPr>
      <w:r w:rsidRPr="008F6CE0">
        <w:rPr>
          <w:rFonts w:hint="eastAsia"/>
          <w:rtl/>
        </w:rPr>
        <w:t>امروزه</w:t>
      </w:r>
      <w:r w:rsidRPr="008F6CE0">
        <w:rPr>
          <w:rtl/>
        </w:rPr>
        <w:t xml:space="preserve"> آنچه در آمارها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فقط موارد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است که کار به مراجع قضا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قانون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انجامد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نه همه آنچه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چه رخ داده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به گفته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خبـرگزار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مؤسسات آمار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تقر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باً</w:t>
      </w:r>
      <w:r w:rsidRPr="008F6CE0">
        <w:rPr>
          <w:rtl/>
        </w:rPr>
        <w:t xml:space="preserve"> 30 تا 50 درصد 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دادها</w:t>
      </w:r>
      <w:r w:rsidRPr="008F6CE0">
        <w:rPr>
          <w:rtl/>
        </w:rPr>
        <w:t xml:space="preserve"> اصلاً به ا طلاع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 تاگزارش شود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(1)</w:t>
      </w:r>
    </w:p>
    <w:p w:rsidR="00061879" w:rsidRPr="008F6CE0" w:rsidRDefault="00061879" w:rsidP="00444B0A">
      <w:pPr>
        <w:pStyle w:val="libNormal"/>
        <w:rPr>
          <w:rtl/>
        </w:rPr>
      </w:pPr>
      <w:r w:rsidRPr="008F6CE0">
        <w:rPr>
          <w:rFonts w:hint="eastAsia"/>
          <w:rtl/>
        </w:rPr>
        <w:t>درآمر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هر ساله نشر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چاپ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رسدکه حوادث سال را با عدد و ارقام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Fonts w:hint="eastAsia"/>
          <w:rtl/>
        </w:rPr>
        <w:t xml:space="preserve">؛ </w:t>
      </w:r>
      <w:r w:rsidRPr="008F6CE0">
        <w:rPr>
          <w:rtl/>
        </w:rPr>
        <w:t>مثلاً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چند مسافر به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وارد شدند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چقدر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رفتند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چقدر از روس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آلمان آمدند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چند رأس دام وجود 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محصول گندم چقدر بوده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چند نفر به قتل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چند زن ح</w:t>
      </w:r>
      <w:r w:rsidRPr="008F6CE0">
        <w:rPr>
          <w:rFonts w:hint="eastAsia"/>
          <w:rtl/>
        </w:rPr>
        <w:t>مله</w:t>
      </w:r>
      <w:r w:rsidRPr="008F6CE0">
        <w:rPr>
          <w:rtl/>
        </w:rPr>
        <w:t xml:space="preserve"> ناموس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صورت</w:t>
      </w:r>
      <w:r w:rsidR="00AF5C45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گرفته</w:t>
      </w:r>
      <w:r w:rsidRPr="008F6CE0">
        <w:rPr>
          <w:rtl/>
        </w:rPr>
        <w:t xml:space="preserve"> و</w:t>
      </w:r>
      <w:r w:rsidR="00A807CF" w:rsidRPr="008F6CE0">
        <w:rPr>
          <w:rtl/>
        </w:rPr>
        <w:t xml:space="preserve">.... </w:t>
      </w:r>
      <w:r w:rsidR="00EA031B" w:rsidRPr="008F6CE0">
        <w:rPr>
          <w:rStyle w:val="libFootnotenumChar"/>
          <w:rtl/>
        </w:rPr>
        <w:t>(</w:t>
      </w:r>
      <w:r w:rsidR="00444B0A" w:rsidRPr="008F6CE0">
        <w:rPr>
          <w:rStyle w:val="libFootnotenumChar"/>
          <w:rFonts w:hint="cs"/>
          <w:rtl/>
        </w:rPr>
        <w:t>2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اما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دانست که اولاً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آنها آنچه را ما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فساد اخلاق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فساد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دوم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از ترس ارائه </w:t>
      </w:r>
      <w:r w:rsidRPr="008F6CE0">
        <w:rPr>
          <w:rtl/>
        </w:rPr>
        <w:lastRenderedPageBreak/>
        <w:t>آمارها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بالاتر 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>- که به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نزد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تر است- خود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پردازند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همواره رقم فجا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و تجاوزات اظهار شده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آنچه رخ داده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ارکمتر</w:t>
      </w:r>
      <w:r w:rsidRPr="008F6CE0">
        <w:rPr>
          <w:rtl/>
        </w:rPr>
        <w:t xml:space="preserve"> است و با تعجب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ارقام تجاوزات به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دختران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خردسالان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طولِ سال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قبل از 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بعد از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تقر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باً</w:t>
      </w:r>
      <w:r w:rsidRPr="008F6CE0">
        <w:rPr>
          <w:rtl/>
        </w:rPr>
        <w:t xml:space="preserve"> پنجاه تا صد برابر افزا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. </w:t>
      </w:r>
    </w:p>
    <w:p w:rsidR="00061879" w:rsidRPr="008F6CE0" w:rsidRDefault="00061879" w:rsidP="00444B0A">
      <w:pPr>
        <w:pStyle w:val="libNormal"/>
        <w:rPr>
          <w:rtl/>
        </w:rPr>
      </w:pP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خبرنگار از تلو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فرانسه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کانال </w:t>
      </w:r>
      <w:r w:rsidRPr="008F6CE0">
        <w:t>TFI</w:t>
      </w:r>
      <w:r w:rsidRPr="008F6CE0">
        <w:rPr>
          <w:rtl/>
        </w:rPr>
        <w:t xml:space="preserve">ساعت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بعد از ظهر</w:t>
      </w:r>
      <w:r w:rsidR="00124A1D" w:rsidRPr="008F6CE0">
        <w:rPr>
          <w:rtl/>
        </w:rPr>
        <w:t xml:space="preserve"> (</w:t>
      </w:r>
      <w:r w:rsidRPr="008F6CE0">
        <w:rPr>
          <w:rtl/>
        </w:rPr>
        <w:t>18 اوت 1984</w:t>
      </w:r>
      <w:r w:rsidR="00124A1D" w:rsidRPr="008F6CE0">
        <w:rPr>
          <w:rtl/>
        </w:rPr>
        <w:t xml:space="preserve">) </w:t>
      </w:r>
      <w:r w:rsidRPr="008F6CE0">
        <w:rPr>
          <w:rtl/>
        </w:rPr>
        <w:t>به وقت پار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اعلام داشت که سالانه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000/300</w:t>
      </w:r>
      <w:r w:rsidR="00124A1D" w:rsidRPr="008F6CE0">
        <w:rPr>
          <w:rtl/>
        </w:rPr>
        <w:t xml:space="preserve"> (</w:t>
      </w:r>
      <w:r w:rsidRPr="008F6CE0">
        <w:rPr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صد</w:t>
      </w:r>
      <w:r w:rsidRPr="008F6CE0">
        <w:rPr>
          <w:rtl/>
        </w:rPr>
        <w:t xml:space="preserve"> هزار</w:t>
      </w:r>
      <w:r w:rsidR="00124A1D" w:rsidRPr="008F6CE0">
        <w:rPr>
          <w:rtl/>
        </w:rPr>
        <w:t xml:space="preserve">) </w:t>
      </w:r>
      <w:r w:rsidRPr="008F6CE0">
        <w:rPr>
          <w:rtl/>
        </w:rPr>
        <w:t xml:space="preserve">دختر و زن در فرانسه مورد حمله </w:t>
      </w:r>
      <w:r w:rsidR="00AF5C45" w:rsidRPr="008F6CE0">
        <w:rPr>
          <w:rFonts w:hint="cs"/>
          <w:rtl/>
        </w:rPr>
        <w:t xml:space="preserve">یا </w:t>
      </w:r>
      <w:r w:rsidR="00124A1D" w:rsidRPr="008F6CE0">
        <w:rPr>
          <w:rFonts w:hint="eastAsia"/>
          <w:rtl/>
        </w:rPr>
        <w:t>.</w:t>
      </w:r>
      <w:r w:rsidR="00A807CF" w:rsidRPr="008F6CE0">
        <w:rPr>
          <w:rtl/>
        </w:rPr>
        <w:t xml:space="preserve">.. </w:t>
      </w:r>
      <w:r w:rsidR="00EA031B" w:rsidRPr="008F6CE0">
        <w:rPr>
          <w:rStyle w:val="libFootnotenumChar"/>
          <w:rtl/>
        </w:rPr>
        <w:t>(</w:t>
      </w:r>
      <w:r w:rsidR="00444B0A" w:rsidRPr="008F6CE0">
        <w:rPr>
          <w:rStyle w:val="libFootnotenumChar"/>
          <w:rFonts w:hint="cs"/>
          <w:rtl/>
        </w:rPr>
        <w:t>3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لشان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دزدند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انت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نسبت به آنها اعمال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44B0A" w:rsidRPr="008F6CE0">
        <w:rPr>
          <w:rStyle w:val="libFootnotenumChar"/>
          <w:rFonts w:hint="cs"/>
          <w:rtl/>
        </w:rPr>
        <w:t>4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444B0A">
      <w:pPr>
        <w:pStyle w:val="libNormal"/>
        <w:rPr>
          <w:rtl/>
        </w:rPr>
      </w:pPr>
      <w:r w:rsidRPr="008F6CE0">
        <w:rPr>
          <w:rFonts w:hint="eastAsia"/>
          <w:rtl/>
        </w:rPr>
        <w:t>هفته</w:t>
      </w:r>
      <w:r w:rsidRPr="008F6CE0">
        <w:rPr>
          <w:rtl/>
        </w:rPr>
        <w:t xml:space="preserve"> نامه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شمار</w:t>
      </w:r>
      <w:r w:rsidR="00EA031B" w:rsidRPr="008F6CE0">
        <w:rPr>
          <w:rtl/>
        </w:rPr>
        <w:t>ه</w:t>
      </w:r>
      <w:r w:rsidR="00EA031B" w:rsidRPr="008F6CE0">
        <w:rPr>
          <w:rFonts w:hint="cs"/>
          <w:rtl/>
        </w:rPr>
        <w:t xml:space="preserve"> </w:t>
      </w:r>
      <w:r w:rsidRPr="008F6CE0">
        <w:rPr>
          <w:rtl/>
        </w:rPr>
        <w:t>5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نوامبر 1985</w:t>
      </w:r>
      <w:r w:rsidR="00A807CF" w:rsidRPr="008F6CE0">
        <w:rPr>
          <w:rtl/>
        </w:rPr>
        <w:t xml:space="preserve">: </w:t>
      </w: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مصاحبه مرکز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قات</w:t>
      </w:r>
      <w:r w:rsidRPr="008F6CE0">
        <w:rPr>
          <w:rtl/>
        </w:rPr>
        <w:t xml:space="preserve"> جنا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ازده</w:t>
      </w:r>
      <w:r w:rsidRPr="008F6CE0">
        <w:rPr>
          <w:rtl/>
        </w:rPr>
        <w:t xml:space="preserve"> هزار زن انگل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اززنان اذعان داشته اند که شب ها هرگز بدون شخص همراه جرأت ندارند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چند دق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قه</w:t>
      </w:r>
      <w:r w:rsidRPr="008F6CE0">
        <w:rPr>
          <w:rtl/>
        </w:rPr>
        <w:t xml:space="preserve"> از خانه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44B0A" w:rsidRPr="008F6CE0">
        <w:rPr>
          <w:rStyle w:val="libFootnotenumChar"/>
          <w:rFonts w:hint="cs"/>
          <w:rtl/>
        </w:rPr>
        <w:t>5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302045" w:rsidP="00444B0A">
      <w:pPr>
        <w:pStyle w:val="libNormal"/>
        <w:rPr>
          <w:rtl/>
        </w:rPr>
      </w:pPr>
      <w:r w:rsidRPr="008F6CE0">
        <w:rPr>
          <w:rFonts w:hint="eastAsia"/>
          <w:rtl/>
        </w:rPr>
        <w:t>روزنامه</w:t>
      </w:r>
      <w:r w:rsidR="00061879" w:rsidRPr="008F6CE0">
        <w:rPr>
          <w:rtl/>
        </w:rPr>
        <w:t xml:space="preserve"> ک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هان</w:t>
      </w:r>
      <w:r w:rsidR="00A807CF" w:rsidRPr="008F6CE0">
        <w:rPr>
          <w:rFonts w:hint="eastAsia"/>
          <w:rtl/>
        </w:rPr>
        <w:t xml:space="preserve">، </w:t>
      </w:r>
      <w:r w:rsidR="00061879" w:rsidRPr="008F6CE0">
        <w:rPr>
          <w:rtl/>
        </w:rPr>
        <w:t>ش 5700</w:t>
      </w:r>
      <w:r w:rsidR="00A807CF" w:rsidRPr="008F6CE0">
        <w:rPr>
          <w:rtl/>
        </w:rPr>
        <w:t xml:space="preserve">: </w:t>
      </w:r>
      <w:r w:rsidR="00061879" w:rsidRPr="008F6CE0">
        <w:rPr>
          <w:rFonts w:hint="eastAsia"/>
          <w:rtl/>
        </w:rPr>
        <w:t>در</w:t>
      </w:r>
      <w:r w:rsidR="00061879" w:rsidRPr="008F6CE0">
        <w:rPr>
          <w:rtl/>
        </w:rPr>
        <w:t xml:space="preserve"> سال1961 م</w:t>
      </w:r>
      <w:r w:rsidR="00A807CF" w:rsidRPr="008F6CE0">
        <w:rPr>
          <w:rtl/>
        </w:rPr>
        <w:t xml:space="preserve">. </w:t>
      </w:r>
      <w:r w:rsidR="00061879" w:rsidRPr="008F6CE0">
        <w:rPr>
          <w:rtl/>
        </w:rPr>
        <w:t>در آمر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کا</w:t>
      </w:r>
      <w:r w:rsidR="00061879" w:rsidRPr="008F6CE0">
        <w:rPr>
          <w:rtl/>
        </w:rPr>
        <w:t xml:space="preserve"> 400 هزار کودک نامشروع متولد شد </w:t>
      </w:r>
      <w:r w:rsidR="00124A1D" w:rsidRPr="008F6CE0">
        <w:rPr>
          <w:rtl/>
        </w:rPr>
        <w:t>(</w:t>
      </w:r>
      <w:r w:rsidR="00061879" w:rsidRPr="008F6CE0">
        <w:rPr>
          <w:rtl/>
        </w:rPr>
        <w:t>که محصول روابط مردان و زنان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بود که همسر قانون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و مشروع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گر</w:t>
      </w:r>
      <w:r w:rsidR="00061879" w:rsidRPr="008F6CE0">
        <w:rPr>
          <w:rtl/>
        </w:rPr>
        <w:t xml:space="preserve"> نبودند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) </w:t>
      </w:r>
      <w:r w:rsidR="00061879" w:rsidRPr="008F6CE0">
        <w:rPr>
          <w:rtl/>
        </w:rPr>
        <w:t>در آلمان دخترانِ فر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ب</w:t>
      </w:r>
      <w:r w:rsidR="00061879" w:rsidRPr="008F6CE0">
        <w:rPr>
          <w:rtl/>
        </w:rPr>
        <w:t xml:space="preserve"> خورده 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که در اداره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آگاه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و پل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س</w:t>
      </w:r>
      <w:r w:rsidR="00061879" w:rsidRPr="008F6CE0">
        <w:rPr>
          <w:rtl/>
        </w:rPr>
        <w:t xml:space="preserve"> ادار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پرونده دارند</w:t>
      </w:r>
      <w:r w:rsidR="00A807CF" w:rsidRPr="008F6CE0">
        <w:rPr>
          <w:rtl/>
        </w:rPr>
        <w:t xml:space="preserve">، </w:t>
      </w:r>
      <w:r w:rsidR="00061879" w:rsidRPr="008F6CE0">
        <w:rPr>
          <w:rtl/>
        </w:rPr>
        <w:t>375 هزار نفر و در انگلَ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س</w:t>
      </w:r>
      <w:r w:rsidR="00A807CF" w:rsidRPr="008F6CE0">
        <w:rPr>
          <w:rFonts w:hint="eastAsia"/>
          <w:rtl/>
        </w:rPr>
        <w:t xml:space="preserve">، </w:t>
      </w:r>
      <w:r w:rsidR="00061879" w:rsidRPr="008F6CE0">
        <w:rPr>
          <w:rtl/>
        </w:rPr>
        <w:t>215 هزار و در فرانسه</w:t>
      </w:r>
      <w:r w:rsidR="00A807CF" w:rsidRPr="008F6CE0">
        <w:rPr>
          <w:rtl/>
        </w:rPr>
        <w:t xml:space="preserve">، </w:t>
      </w:r>
      <w:r w:rsidR="00061879" w:rsidRPr="008F6CE0">
        <w:rPr>
          <w:rtl/>
        </w:rPr>
        <w:t>390 هزار 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باشند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44B0A" w:rsidRPr="008F6CE0">
        <w:rPr>
          <w:rStyle w:val="libFootnotenumChar"/>
          <w:rFonts w:hint="cs"/>
          <w:rtl/>
        </w:rPr>
        <w:t>6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در غرب همانند دامِ 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باکم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خوردن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جلوِ طعمه پهن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دآهسته</w:t>
      </w:r>
      <w:r w:rsidRPr="008F6CE0">
        <w:rPr>
          <w:rtl/>
        </w:rPr>
        <w:t xml:space="preserve"> آهسته به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 و چون گرفتار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در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ابدکه</w:t>
      </w:r>
      <w:r w:rsidRPr="008F6CE0">
        <w:rPr>
          <w:rtl/>
        </w:rPr>
        <w:t xml:space="preserve"> چگونه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خوردن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جان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در خطر قرار داده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 طمع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آرامش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 دام کارخانه داران و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داران گرفتار آمدند و امروز در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خاردار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دام چنان </w:t>
      </w:r>
      <w:r w:rsidRPr="008F6CE0">
        <w:rPr>
          <w:rtl/>
        </w:rPr>
        <w:lastRenderedPageBreak/>
        <w:t>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شده اند که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فشار و 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عه</w:t>
      </w:r>
      <w:r w:rsidRPr="008F6CE0">
        <w:rPr>
          <w:rtl/>
        </w:rPr>
        <w:t xml:space="preserve"> آن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به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به فساد ادامه دهند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آنها</w:t>
      </w:r>
      <w:r w:rsidRPr="008F6CE0">
        <w:rPr>
          <w:rtl/>
        </w:rPr>
        <w:t xml:space="preserve"> آرام آرام از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محبت آور خانه به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="00D608B0" w:rsidRPr="008F6CE0">
        <w:rPr>
          <w:rtl/>
        </w:rPr>
        <w:t>ناآرام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افسردگ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افکنده شدند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در خانه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تلاش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کردند که همچون اعضا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وجودِ خودِ او بودند و امروز با کوچ شتابان به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آشپز هتل ها و رستوران هاگشته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آدمک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اندکه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او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خودش احترام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فرزندانِ او در خانه محروم از وجودِ مادر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اغلبِ روزها غذا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خورند و او به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ها غذا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گرم و تازه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و اداره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فروشگاه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با مراجعان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خوش برخورد و خوش گفتار باشد و در خانه خسته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افسرده و عب</w:t>
      </w:r>
      <w:r w:rsidRPr="008F6CE0">
        <w:rPr>
          <w:rFonts w:hint="eastAsia"/>
          <w:rtl/>
        </w:rPr>
        <w:t>وس</w:t>
      </w:r>
      <w:r w:rsidR="001A33D5" w:rsidRPr="008F6CE0">
        <w:rPr>
          <w:rtl/>
        </w:rPr>
        <w:t xml:space="preserve">! </w:t>
      </w:r>
      <w:r w:rsidRPr="008F6CE0">
        <w:rPr>
          <w:rtl/>
        </w:rPr>
        <w:t>حالا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جارو و نظافت اندک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جاروکش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ظرف 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وکف 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هتل ها و سالن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غذا خور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مبدّل شده است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داخل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خانه و خانواده بود و حال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راهنما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رانندگ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قبلاً مشق و درس بچه ها را در منزل وارس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ماش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ادارا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مؤسسات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تاراج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عوض به او اجازه داده اندکه با استخدام در کارخانه و فروشگاه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اثر حسِ احترام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دروغ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سرگرم 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 تا متوجه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نشود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F75D88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در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روابط زن و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با خواستگار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تقاضا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صادقانه از او بخواهند که رو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نشان دهد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قرارگرفته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خود التماس کند تاگوشه چشم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او توجّه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وجود ارزنده و پرمحبت</w:t>
      </w:r>
      <w:r w:rsidRPr="008F6CE0">
        <w:rPr>
          <w:rFonts w:hint="cs"/>
          <w:rtl/>
        </w:rPr>
        <w:t>ی</w:t>
      </w:r>
      <w:r w:rsidR="00F75D88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که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زمان هر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راه تصاحب او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به بلوغ و وارستگ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امروزکالا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کم ارزش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که دست هر هرزه بچه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دامنِ او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 و </w:t>
      </w:r>
      <w:r w:rsidRPr="008F6CE0">
        <w:rPr>
          <w:rtl/>
        </w:rPr>
        <w:lastRenderedPageBreak/>
        <w:t xml:space="preserve">مثل نارنجِ عصاره گرفته که تفاله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را به کنار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پرتاب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او رفتار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تا حد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درکاشانه خود ا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آرامش و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نسب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ارزش برخوردار 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ساخته شد که فقط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خاطر مورد توجه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که به گفته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«لذت دهنده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مرد است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ارزش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</w:t>
      </w:r>
      <w:r w:rsidR="00F75D88" w:rsidRPr="008F6CE0">
        <w:rPr>
          <w:rtl/>
        </w:rPr>
        <w:t>.</w:t>
      </w:r>
      <w:r w:rsidRPr="008F6CE0">
        <w:rPr>
          <w:rtl/>
        </w:rPr>
        <w:t>»</w:t>
      </w:r>
    </w:p>
    <w:p w:rsidR="00811B5D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مشاهده کرده باش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چگونه افراد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شب در اتاق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احساس ترس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شخص با خود فکر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اگر اتاق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بزرگ تر 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کمتر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حال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واقع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به عکس است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اگرکس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بترسد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هر اندازه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او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تر باشد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خواهد ترس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چون احتمالِ وجود اش</w:t>
      </w:r>
      <w:r w:rsidRPr="008F6CE0">
        <w:rPr>
          <w:rFonts w:hint="eastAsia"/>
          <w:rtl/>
        </w:rPr>
        <w:t>خاص</w:t>
      </w:r>
      <w:r w:rsidRPr="008F6CE0">
        <w:rPr>
          <w:rtl/>
        </w:rPr>
        <w:t xml:space="preserve"> و اشباح نامعلوم و ترسناک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تر به مراتب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محدود وکوچک است و دلهره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افزون 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زن کم پوشش اگرچه به ظاهر در اجتماع مردان آزادانه قدم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احساس ترس و نا امن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مراتب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</w:t>
      </w:r>
      <w:r w:rsidR="00444B0A" w:rsidRPr="008F6CE0">
        <w:rPr>
          <w:rFonts w:hint="cs"/>
          <w:rtl/>
        </w:rPr>
        <w:t xml:space="preserve"> </w:t>
      </w:r>
      <w:r w:rsidRPr="008F6CE0">
        <w:rPr>
          <w:rtl/>
        </w:rPr>
        <w:t>قبل است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FB1C85">
      <w:pPr>
        <w:pStyle w:val="Heading2"/>
        <w:rPr>
          <w:rtl/>
        </w:rPr>
      </w:pPr>
      <w:bookmarkStart w:id="15" w:name="_Toc425750287"/>
      <w:r w:rsidRPr="008F6CE0">
        <w:rPr>
          <w:rFonts w:hint="eastAsia"/>
          <w:rtl/>
        </w:rPr>
        <w:t>فروپاش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</w:t>
      </w:r>
      <w:bookmarkEnd w:id="15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سال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نخست ترو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اروپا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درست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دانست سرانجام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راهه</w:t>
      </w:r>
      <w:r w:rsidRPr="008F6CE0">
        <w:rPr>
          <w:rtl/>
        </w:rPr>
        <w:t xml:space="preserve"> کجاست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رفته رفته عفر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طعمِ تلخ خود را به دوستدارانش چشاند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زنان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مـوضوع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بودند که اگر آنان با تن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برهنه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توانند دل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مردان را به خود جلب کنند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هستندکه با رخ 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بهتر در مقابل همسر او بتوانند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دچار تلاطم سازند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سبب زنان 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از حجاب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آرام آرام همسر و کانون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گرم خانه را ازکف دادند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ابتدا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نبودکه مردانشان با مشاهده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بارو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زنان خود را طلاق دهند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به زود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فکر فرو </w:t>
      </w:r>
      <w:r w:rsidRPr="008F6CE0">
        <w:rPr>
          <w:rtl/>
        </w:rPr>
        <w:lastRenderedPageBreak/>
        <w:t>رفتندکه با وجود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دختران جوانِ خوش اندام و فرشته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چرا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سراسر عمر دل در گرو محبت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 سپرد</w:t>
      </w:r>
      <w:r w:rsidR="001A33D5" w:rsidRPr="008F6CE0">
        <w:rPr>
          <w:rtl/>
        </w:rPr>
        <w:t xml:space="preserve">؟! </w:t>
      </w:r>
    </w:p>
    <w:p w:rsidR="00EA031B" w:rsidRPr="008F6CE0" w:rsidRDefault="00061879" w:rsidP="00444B0A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کار محل تلاق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دار وگفتگوها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شود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خانواده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و زن چه جاذبه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خواهد داشت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>«به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که مردان به علت انس و مصاحبت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با همسران خود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کمال آنها غافل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و زنان هم در خانه به نظافت و آرا</w:t>
      </w:r>
      <w:r w:rsidRPr="008F6CE0">
        <w:rPr>
          <w:rFonts w:hint="cs"/>
          <w:rtl/>
        </w:rPr>
        <w:t>ی</w:t>
      </w:r>
      <w:r w:rsidRPr="008F6CE0">
        <w:rPr>
          <w:rtl/>
        </w:rPr>
        <w:t>ش خودکمتر اهم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موضوع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توجه مردان به زنان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را به مقا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سه</w:t>
      </w:r>
      <w:r w:rsidRPr="008F6CE0">
        <w:rPr>
          <w:rtl/>
        </w:rPr>
        <w:t xml:space="preserve"> کردن زنان با همسر خود وسوسه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و سبب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رغبت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همسر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اگر در زمان طولان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موجب جدا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زن و شوهر نشود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دامنه اختلاف و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بهانه ج</w:t>
      </w:r>
      <w:r w:rsidRPr="008F6CE0">
        <w:rPr>
          <w:rFonts w:hint="eastAsia"/>
          <w:rtl/>
        </w:rPr>
        <w:t>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در خانه و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 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بانو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خانه را گسترش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»</w:t>
      </w:r>
      <w:r w:rsidR="00F75D88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444B0A" w:rsidRPr="008F6CE0">
        <w:rPr>
          <w:rStyle w:val="libFootnotenumChar"/>
          <w:rFonts w:hint="cs"/>
          <w:rtl/>
        </w:rPr>
        <w:t>7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وجود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نظامِ خانواده متزلزل شد و باکوچکتر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ناراحت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مشکل مال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اختلاف سل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هم پاش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 ازدست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شغل آسان ترگرد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طلاق همچون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خانواده ها راه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و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تا قبل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در شد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ناراحت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فشارها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گوناگون زندگ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روح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سازگار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اختلاف سل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کاشانه اش را رها کرده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نزد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رفت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به گفته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پژوهشگر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غرب اگر 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تنها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دروغ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خلفِ وعده معمول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نسبت به همسرش روا 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عصر همان روز شاهد باشد که همسرش عصرانه را درکنار مرد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کند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نه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به اصول راستگو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چندان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بلکه چون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تحمّل وضع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بر وفق مراد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F75D88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در</w:t>
      </w:r>
      <w:r w:rsidRPr="008F6CE0">
        <w:rPr>
          <w:rtl/>
        </w:rPr>
        <w:t xml:space="preserve"> جامعه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ظرافت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دلربا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زنانه حراج شود و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بدن مُد گردد و صورت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معرض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و نگاه ها</w:t>
      </w:r>
      <w:r w:rsidRPr="008F6CE0">
        <w:rPr>
          <w:rFonts w:hint="cs"/>
          <w:rtl/>
        </w:rPr>
        <w:t>ی</w:t>
      </w:r>
      <w:r w:rsidR="00F75D88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زهرآگ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قرارگ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 مردان با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بهانه به سراغ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 رفت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بدون مشکل و اختلاف سل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 آسان شود علن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دلربا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زنانه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زود علاقه و دلبستگ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دل ها را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 و آنگاه با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عامل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tl/>
        </w:rPr>
        <w:t xml:space="preserve"> تازه و استوار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برقرار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ارتباطات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همگان به سهولت ممکن باشد زن بسهولت سکه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سقوط حکومت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اعتبار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ازقرب و منزلت خود سقوط خواهد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گفته معروف</w:t>
      </w:r>
      <w:r w:rsidR="00A807CF" w:rsidRPr="008F6CE0">
        <w:rPr>
          <w:rtl/>
        </w:rPr>
        <w:t xml:space="preserve">: </w:t>
      </w:r>
      <w:r w:rsidRPr="008F6CE0">
        <w:rPr>
          <w:rtl/>
        </w:rPr>
        <w:t>هر چه فراوان 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مت</w:t>
      </w:r>
      <w:r w:rsidRPr="008F6CE0">
        <w:rPr>
          <w:rtl/>
        </w:rPr>
        <w:t xml:space="preserve"> افتاد</w:t>
      </w:r>
      <w:r w:rsidR="00A807CF" w:rsidRPr="008F6CE0">
        <w:rPr>
          <w:rtl/>
        </w:rPr>
        <w:t xml:space="preserve">. </w:t>
      </w:r>
    </w:p>
    <w:p w:rsidR="00F75D88" w:rsidRPr="008F6CE0" w:rsidRDefault="00061879" w:rsidP="00444B0A">
      <w:pPr>
        <w:pStyle w:val="libNormal"/>
        <w:rPr>
          <w:rtl/>
        </w:rPr>
      </w:pPr>
      <w:r w:rsidRPr="008F6CE0">
        <w:rPr>
          <w:rFonts w:hint="eastAsia"/>
          <w:rtl/>
        </w:rPr>
        <w:t>زنان</w:t>
      </w:r>
      <w:r w:rsidRPr="008F6CE0">
        <w:rPr>
          <w:rtl/>
        </w:rPr>
        <w:t xml:space="preserve"> غرب در آغاز همچون انبوه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زنان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ما تصور نم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کردند</w:t>
      </w:r>
      <w:r w:rsidRPr="008F6CE0">
        <w:rPr>
          <w:rtl/>
        </w:rPr>
        <w:t xml:space="preserve"> که سرانجامِ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روند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به حدّ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ثبات و رقّت آور شده است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آنها درکنار عمود برق منتظر عابر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باشدکه به او توجه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عطش کامِ خود را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او </w:t>
      </w:r>
      <w:r w:rsidRPr="008F6CE0">
        <w:rPr>
          <w:rFonts w:hint="eastAsia"/>
          <w:rtl/>
        </w:rPr>
        <w:t>فرو</w:t>
      </w:r>
      <w:r w:rsidRPr="008F6CE0">
        <w:rPr>
          <w:rtl/>
        </w:rPr>
        <w:t xml:space="preserve"> نشاند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44B0A" w:rsidRPr="008F6CE0">
        <w:rPr>
          <w:rStyle w:val="libFootnotenumChar"/>
          <w:rFonts w:hint="cs"/>
          <w:rtl/>
        </w:rPr>
        <w:t>8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F75D88">
      <w:pPr>
        <w:pStyle w:val="Heading2"/>
        <w:rPr>
          <w:rtl/>
        </w:rPr>
      </w:pPr>
      <w:bookmarkStart w:id="16" w:name="_Toc425750288"/>
      <w:r w:rsidRPr="008F6CE0">
        <w:rPr>
          <w:rFonts w:hint="eastAsia"/>
          <w:rtl/>
        </w:rPr>
        <w:t>شنا</w:t>
      </w:r>
      <w:r w:rsidRPr="008F6CE0">
        <w:rPr>
          <w:rtl/>
        </w:rPr>
        <w:t xml:space="preserve"> در باتلاق</w:t>
      </w:r>
      <w:bookmarkEnd w:id="16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بازار آشفته از آن روز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بانوان رونق گرفت که خود 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گرفتند همه مرزها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و مردان را بشکنند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بسان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خواهد وارد استخر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خود را عر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کردند تا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خود را به آب انداختند متوجه شدندکه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نجا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اصلاً</w:t>
      </w:r>
      <w:r w:rsidRPr="008F6CE0">
        <w:rPr>
          <w:rtl/>
        </w:rPr>
        <w:t xml:space="preserve"> آب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باتلاق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در آن به دلخواه شنا کرد و 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از آن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آمد</w:t>
      </w:r>
      <w:r w:rsidR="00A807CF" w:rsidRPr="008F6CE0">
        <w:rPr>
          <w:rtl/>
        </w:rPr>
        <w:t xml:space="preserve">. </w:t>
      </w:r>
    </w:p>
    <w:p w:rsidR="00061879" w:rsidRPr="008F6CE0" w:rsidRDefault="00061879" w:rsidP="00444B0A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گفته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روان شناس</w:t>
      </w:r>
      <w:r w:rsidR="00F75D88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444B0A" w:rsidRPr="008F6CE0">
        <w:rPr>
          <w:rStyle w:val="libFootnotenumChar"/>
          <w:rFonts w:hint="cs"/>
          <w:rtl/>
        </w:rPr>
        <w:t>9</w:t>
      </w:r>
      <w:r w:rsidR="00EA031B" w:rsidRPr="008F6CE0">
        <w:rPr>
          <w:rStyle w:val="libFootnotenumChar"/>
          <w:rtl/>
        </w:rPr>
        <w:t>)</w:t>
      </w:r>
      <w:r w:rsidR="00A807CF" w:rsidRPr="008F6CE0">
        <w:rPr>
          <w:rtl/>
        </w:rPr>
        <w:t xml:space="preserve">: </w:t>
      </w:r>
      <w:r w:rsidRPr="008F6CE0">
        <w:rPr>
          <w:rtl/>
        </w:rPr>
        <w:t>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عشق باز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هوس 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جامعه آزاد 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زن با مرد رقابت نمود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اهم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زنان پاکدامن محو و </w:t>
      </w:r>
      <w:r w:rsidRPr="008F6CE0">
        <w:rPr>
          <w:rtl/>
        </w:rPr>
        <w:lastRenderedPageBreak/>
        <w:t>نابودگشت و</w:t>
      </w:r>
      <w:r w:rsidR="00444B0A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دسته در مقابل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فداکار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شمار خود از جامعه پاداش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نخواهند</w:t>
      </w:r>
      <w:r w:rsidR="00F75D88" w:rsidRPr="008F6CE0">
        <w:rPr>
          <w:rFonts w:hint="cs"/>
          <w:rtl/>
        </w:rPr>
        <w:t xml:space="preserve"> </w:t>
      </w:r>
      <w:r w:rsidRPr="008F6CE0">
        <w:rPr>
          <w:rtl/>
        </w:rPr>
        <w:t>داشت</w:t>
      </w:r>
      <w:r w:rsidR="00503C42" w:rsidRPr="008F6CE0">
        <w:rPr>
          <w:rFonts w:hint="cs"/>
          <w:rtl/>
        </w:rPr>
        <w:t>.</w:t>
      </w:r>
      <w:r w:rsidR="001A5BCE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444B0A" w:rsidRPr="008F6CE0">
        <w:rPr>
          <w:rStyle w:val="libFootnotenumChar"/>
          <w:rFonts w:hint="cs"/>
          <w:rtl/>
        </w:rPr>
        <w:t>10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F75D88">
      <w:pPr>
        <w:pStyle w:val="libNormal"/>
        <w:rPr>
          <w:rtl/>
        </w:rPr>
      </w:pPr>
      <w:r w:rsidRPr="008F6CE0">
        <w:rPr>
          <w:rFonts w:hint="eastAsia"/>
          <w:rtl/>
        </w:rPr>
        <w:t>آنان</w:t>
      </w:r>
      <w:r w:rsidRPr="008F6CE0">
        <w:rPr>
          <w:rtl/>
        </w:rPr>
        <w:t xml:space="preserve"> هنوز در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اند که از چه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 و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از چه جلوگ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 تصور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اگر قفل خانه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را افزون تر و محکم ترکنند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افشان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گاز آکر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موژن</w:t>
      </w:r>
      <w:r w:rsidRPr="008F6CE0">
        <w:rPr>
          <w:rtl/>
        </w:rPr>
        <w:t xml:space="preserve"> به همراه داشته باشند از تعرّض در امان خواهند ماند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در ورزشگاه ها ب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فراگ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فنون کاراته و جودو رو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</w:t>
      </w:r>
      <w:r w:rsidRPr="008F6CE0">
        <w:rPr>
          <w:rtl/>
        </w:rPr>
        <w:t xml:space="preserve"> تا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اگر مردک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قصد شوم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آنهاکرد در برابرش از خود دفاع کنند وگوهر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به ارزان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تاراج ندهند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البته مفاد آن ضرب المثل را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آورد که</w:t>
      </w:r>
      <w:r w:rsidR="00A807CF" w:rsidRPr="008F6CE0">
        <w:rPr>
          <w:rtl/>
        </w:rPr>
        <w:t xml:space="preserve">: </w:t>
      </w:r>
      <w:r w:rsidRPr="008F6CE0">
        <w:rPr>
          <w:rtl/>
        </w:rPr>
        <w:t>سرِ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باز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انتظار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ازگربه خطاست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پس از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دلرب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در حضور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انت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انتظار پارسا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نندگان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دور از واقع نگر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راستگو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FB1C85">
      <w:pPr>
        <w:pStyle w:val="Heading2"/>
        <w:rPr>
          <w:rtl/>
        </w:rPr>
      </w:pPr>
      <w:bookmarkStart w:id="17" w:name="_Toc425750289"/>
      <w:r w:rsidRPr="008F6CE0">
        <w:rPr>
          <w:rFonts w:hint="eastAsia"/>
          <w:rtl/>
        </w:rPr>
        <w:t>در</w:t>
      </w:r>
      <w:r w:rsidR="00CE5EF5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اسارت</w:t>
      </w:r>
      <w:r w:rsidRPr="008F6CE0">
        <w:rPr>
          <w:rtl/>
        </w:rPr>
        <w:t xml:space="preserve"> خردسالان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bookmarkEnd w:id="17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قدس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را تا آنجا به 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آلودندکه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او رغبت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پوشاندنش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در جامعه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اندام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زا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از خرافه و محروم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از مدارج و منصب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قلمداد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A807CF" w:rsidP="00061879">
      <w:pPr>
        <w:pStyle w:val="libNormal"/>
        <w:rPr>
          <w:rtl/>
        </w:rPr>
      </w:pPr>
      <w:r w:rsidRPr="008F6CE0">
        <w:rPr>
          <w:rtl/>
        </w:rPr>
        <w:t xml:space="preserve">... </w:t>
      </w:r>
      <w:r w:rsidR="00061879" w:rsidRPr="008F6CE0">
        <w:rPr>
          <w:rtl/>
        </w:rPr>
        <w:t>او را به دست و اراده خود تا توانستند بزک کردند و ز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با</w:t>
      </w:r>
      <w:r w:rsidR="00061879" w:rsidRPr="008F6CE0">
        <w:rPr>
          <w:rFonts w:hint="cs"/>
          <w:rtl/>
        </w:rPr>
        <w:t>یی</w:t>
      </w:r>
      <w:r w:rsidR="00061879" w:rsidRPr="008F6CE0">
        <w:rPr>
          <w:rtl/>
        </w:rPr>
        <w:t xml:space="preserve">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خواستن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اش را در مقابل 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ده</w:t>
      </w:r>
      <w:r w:rsidR="00061879" w:rsidRPr="008F6CE0">
        <w:rPr>
          <w:rtl/>
        </w:rPr>
        <w:t xml:space="preserve">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پر عقده و ب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فرهنگ به نما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</w:t>
      </w:r>
      <w:r w:rsidR="00061879" w:rsidRPr="008F6CE0">
        <w:rPr>
          <w:rtl/>
        </w:rPr>
        <w:t xml:space="preserve"> نهادند</w:t>
      </w:r>
      <w:r w:rsidRPr="008F6CE0">
        <w:rPr>
          <w:rtl/>
        </w:rPr>
        <w:t xml:space="preserve">. </w:t>
      </w:r>
      <w:r w:rsidR="00061879" w:rsidRPr="008F6CE0">
        <w:rPr>
          <w:rtl/>
        </w:rPr>
        <w:t>نما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عموم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بر فراز هوس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زودگذرِ امروز 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Pr="008F6CE0">
        <w:rPr>
          <w:rtl/>
        </w:rPr>
        <w:t xml:space="preserve">. </w:t>
      </w:r>
      <w:r w:rsidR="00061879" w:rsidRPr="008F6CE0">
        <w:rPr>
          <w:rtl/>
        </w:rPr>
        <w:t>تصو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ر</w:t>
      </w:r>
      <w:r w:rsidR="00061879" w:rsidRPr="008F6CE0">
        <w:rPr>
          <w:rtl/>
        </w:rPr>
        <w:t xml:space="preserve"> ز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با</w:t>
      </w:r>
      <w:r w:rsidR="00061879" w:rsidRPr="008F6CE0">
        <w:rPr>
          <w:rtl/>
        </w:rPr>
        <w:t xml:space="preserve"> و پر بها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او بدون ه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چ</w:t>
      </w:r>
      <w:r w:rsidR="00061879" w:rsidRPr="008F6CE0">
        <w:rPr>
          <w:rtl/>
        </w:rPr>
        <w:t xml:space="preserve"> قدردان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و محافظت- همچون تابلو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نقاش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پانزده م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ل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ون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که به دستِ بچه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خردسال 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فتد</w:t>
      </w:r>
      <w:r w:rsidR="00061879" w:rsidRPr="008F6CE0">
        <w:rPr>
          <w:rtl/>
        </w:rPr>
        <w:t>- به دست خردسالانِ ب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هو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ت</w:t>
      </w:r>
      <w:r w:rsidR="00061879" w:rsidRPr="008F6CE0">
        <w:rPr>
          <w:rtl/>
        </w:rPr>
        <w:t xml:space="preserve"> تکه تکه و خط خط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شد و از او تنها تصو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ر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موهوم باق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ماندکه 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گر</w:t>
      </w:r>
      <w:r w:rsidR="00061879" w:rsidRPr="008F6CE0">
        <w:rPr>
          <w:rtl/>
        </w:rPr>
        <w:t xml:space="preserve"> ه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چ</w:t>
      </w:r>
      <w:r w:rsidR="00061879" w:rsidRPr="008F6CE0">
        <w:rPr>
          <w:rtl/>
        </w:rPr>
        <w:t xml:space="preserve"> سل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قه</w:t>
      </w:r>
      <w:r w:rsidR="00061879" w:rsidRPr="008F6CE0">
        <w:rPr>
          <w:rtl/>
        </w:rPr>
        <w:t xml:space="preserve"> 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آن را نم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</w:t>
      </w:r>
      <w:r w:rsidR="00061879" w:rsidRPr="008F6CE0">
        <w:rPr>
          <w:rtl/>
        </w:rPr>
        <w:lastRenderedPageBreak/>
        <w:t>پسندد و هو</w:t>
      </w:r>
      <w:r w:rsidR="00061879" w:rsidRPr="008F6CE0">
        <w:rPr>
          <w:rFonts w:hint="cs"/>
          <w:rtl/>
        </w:rPr>
        <w:t>یّ</w:t>
      </w:r>
      <w:r w:rsidR="00061879" w:rsidRPr="008F6CE0">
        <w:rPr>
          <w:rFonts w:hint="eastAsia"/>
          <w:rtl/>
        </w:rPr>
        <w:t>تش</w:t>
      </w:r>
      <w:r w:rsidR="00061879" w:rsidRPr="008F6CE0">
        <w:rPr>
          <w:rtl/>
        </w:rPr>
        <w:t xml:space="preserve"> را تم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ز</w:t>
      </w:r>
      <w:r w:rsidR="00061879" w:rsidRPr="008F6CE0">
        <w:rPr>
          <w:rtl/>
        </w:rPr>
        <w:t xml:space="preserve"> نم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دهد</w:t>
      </w:r>
      <w:r w:rsidRPr="008F6CE0">
        <w:rPr>
          <w:rtl/>
        </w:rPr>
        <w:t xml:space="preserve">. </w:t>
      </w:r>
      <w:r w:rsidR="00061879" w:rsidRPr="008F6CE0">
        <w:rPr>
          <w:rtl/>
        </w:rPr>
        <w:t>در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م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ان</w:t>
      </w:r>
      <w:r w:rsidR="00061879" w:rsidRPr="008F6CE0">
        <w:rPr>
          <w:rtl/>
        </w:rPr>
        <w:t xml:space="preserve"> آن که از س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ما</w:t>
      </w:r>
      <w:r w:rsidR="00061879" w:rsidRPr="008F6CE0">
        <w:rPr>
          <w:rtl/>
        </w:rPr>
        <w:t xml:space="preserve"> و اندام دلرباتر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داشت 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شتر</w:t>
      </w:r>
      <w:r w:rsidR="00061879" w:rsidRPr="008F6CE0">
        <w:rPr>
          <w:rtl/>
        </w:rPr>
        <w:t xml:space="preserve"> آس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ب</w:t>
      </w:r>
      <w:r w:rsidR="00061879" w:rsidRPr="008F6CE0">
        <w:rPr>
          <w:rtl/>
        </w:rPr>
        <w:t xml:space="preserve"> 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 xml:space="preserve"> و سرما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ه</w:t>
      </w:r>
      <w:r w:rsidR="00061879" w:rsidRPr="008F6CE0">
        <w:rPr>
          <w:rtl/>
        </w:rPr>
        <w:t xml:space="preserve"> اش 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شتر</w:t>
      </w:r>
      <w:r w:rsidR="00061879" w:rsidRPr="008F6CE0">
        <w:rPr>
          <w:rtl/>
        </w:rPr>
        <w:t xml:space="preserve"> به تاراج رفت</w:t>
      </w:r>
      <w:r w:rsidRPr="008F6CE0">
        <w:rPr>
          <w:rtl/>
        </w:rPr>
        <w:t xml:space="preserve">. </w:t>
      </w:r>
    </w:p>
    <w:p w:rsidR="00061879" w:rsidRPr="008F6CE0" w:rsidRDefault="00A807CF" w:rsidP="00061879">
      <w:pPr>
        <w:pStyle w:val="libNormal"/>
        <w:rPr>
          <w:rtl/>
        </w:rPr>
      </w:pPr>
      <w:r w:rsidRPr="008F6CE0">
        <w:rPr>
          <w:rtl/>
        </w:rPr>
        <w:t xml:space="preserve">... </w:t>
      </w:r>
      <w:r w:rsidR="00061879" w:rsidRPr="008F6CE0">
        <w:rPr>
          <w:rtl/>
        </w:rPr>
        <w:t>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نما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شِ</w:t>
      </w:r>
      <w:r w:rsidR="00061879" w:rsidRPr="008F6CE0">
        <w:rPr>
          <w:rtl/>
        </w:rPr>
        <w:t xml:space="preserve"> ب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خرج و زحمت</w:t>
      </w:r>
      <w:r w:rsidRPr="008F6CE0">
        <w:rPr>
          <w:rtl/>
        </w:rPr>
        <w:t xml:space="preserve">، </w:t>
      </w:r>
      <w:r w:rsidR="00061879" w:rsidRPr="008F6CE0">
        <w:rPr>
          <w:rtl/>
        </w:rPr>
        <w:t>رفته رفته تنوع طلب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مردان را صد چندان کرد</w:t>
      </w:r>
      <w:r w:rsidRPr="008F6CE0">
        <w:rPr>
          <w:rtl/>
        </w:rPr>
        <w:t xml:space="preserve">. </w:t>
      </w:r>
      <w:r w:rsidR="00061879" w:rsidRPr="008F6CE0">
        <w:rPr>
          <w:rtl/>
        </w:rPr>
        <w:t>مردان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که تا پ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</w:t>
      </w:r>
      <w:r w:rsidR="00061879" w:rsidRPr="008F6CE0">
        <w:rPr>
          <w:rtl/>
        </w:rPr>
        <w:t xml:space="preserve"> ازا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فقط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</w:t>
      </w:r>
      <w:r w:rsidR="00061879" w:rsidRPr="008F6CE0">
        <w:rPr>
          <w:rtl/>
        </w:rPr>
        <w:t xml:space="preserve"> همسر داشتند و از موقع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ت</w:t>
      </w:r>
      <w:r w:rsidR="00061879" w:rsidRPr="008F6CE0">
        <w:rPr>
          <w:rtl/>
        </w:rPr>
        <w:t xml:space="preserve"> زندگ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خود و همسرشان خرسند بودند</w:t>
      </w:r>
      <w:r w:rsidRPr="008F6CE0">
        <w:rPr>
          <w:rtl/>
        </w:rPr>
        <w:t xml:space="preserve">، </w:t>
      </w:r>
      <w:r w:rsidR="00061879" w:rsidRPr="008F6CE0">
        <w:rPr>
          <w:rtl/>
        </w:rPr>
        <w:t>طور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وسعت طلب و ب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ق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 xml:space="preserve"> شدندکه به چند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همسر هم بسنده نکردند و به راحت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بن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ان</w:t>
      </w:r>
      <w:r w:rsidR="00061879" w:rsidRPr="008F6CE0">
        <w:rPr>
          <w:rtl/>
        </w:rPr>
        <w:t xml:space="preserve"> زندگ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زناشو</w:t>
      </w:r>
      <w:r w:rsidR="00061879" w:rsidRPr="008F6CE0">
        <w:rPr>
          <w:rFonts w:hint="cs"/>
          <w:rtl/>
        </w:rPr>
        <w:t>یی</w:t>
      </w:r>
      <w:r w:rsidR="00061879" w:rsidRPr="008F6CE0">
        <w:rPr>
          <w:rtl/>
        </w:rPr>
        <w:t xml:space="preserve"> و خان</w:t>
      </w:r>
      <w:r w:rsidR="00061879" w:rsidRPr="008F6CE0">
        <w:rPr>
          <w:rFonts w:hint="eastAsia"/>
          <w:rtl/>
        </w:rPr>
        <w:t>وادگ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را فرو پاش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دند</w:t>
      </w:r>
      <w:r w:rsidR="00061879" w:rsidRPr="008F6CE0">
        <w:rPr>
          <w:rtl/>
        </w:rPr>
        <w:t xml:space="preserve"> و به زنان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گر</w:t>
      </w:r>
      <w:r w:rsidR="00061879" w:rsidRPr="008F6CE0">
        <w:rPr>
          <w:rtl/>
        </w:rPr>
        <w:t xml:space="preserve"> روکردند</w:t>
      </w:r>
      <w:r w:rsidRPr="008F6CE0">
        <w:rPr>
          <w:rtl/>
        </w:rPr>
        <w:t xml:space="preserve">؛ </w:t>
      </w:r>
      <w:r w:rsidR="00061879" w:rsidRPr="008F6CE0">
        <w:rPr>
          <w:rtl/>
        </w:rPr>
        <w:t>رو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کرد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نه برا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تشک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ل</w:t>
      </w:r>
      <w:r w:rsidR="00061879" w:rsidRPr="008F6CE0">
        <w:rPr>
          <w:rtl/>
        </w:rPr>
        <w:t xml:space="preserve"> زندگ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با ثبات</w:t>
      </w:r>
      <w:r w:rsidRPr="008F6CE0">
        <w:rPr>
          <w:rtl/>
        </w:rPr>
        <w:t xml:space="preserve">، </w:t>
      </w:r>
      <w:r w:rsidR="00061879" w:rsidRPr="008F6CE0">
        <w:rPr>
          <w:rtl/>
        </w:rPr>
        <w:t>بلکه برا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بهره جو</w:t>
      </w:r>
      <w:r w:rsidR="00061879" w:rsidRPr="008F6CE0">
        <w:rPr>
          <w:rFonts w:hint="cs"/>
          <w:rtl/>
        </w:rPr>
        <w:t>یی</w:t>
      </w:r>
      <w:r w:rsidR="00061879" w:rsidRPr="008F6CE0">
        <w:rPr>
          <w:rtl/>
        </w:rPr>
        <w:t xml:space="preserve"> هر چه افزون تر از قدرت جنس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وکسب لذت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تازه تر</w:t>
      </w:r>
      <w:r w:rsidRPr="008F6CE0">
        <w:rPr>
          <w:rtl/>
        </w:rPr>
        <w:t xml:space="preserve">، </w:t>
      </w:r>
      <w:r w:rsidR="00061879" w:rsidRPr="008F6CE0">
        <w:rPr>
          <w:rtl/>
        </w:rPr>
        <w:t>هر چند ب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فرجام و تباه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آور</w:t>
      </w:r>
      <w:r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مردان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عرصه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وجود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زنان 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از فرهنگ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چگونه خود را به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درکنار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 محدود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و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اصولاً با آن 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زنان به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کدام مرد است که مسئول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ازدواج بپذ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1A33D5" w:rsidRPr="008F6CE0">
        <w:rPr>
          <w:rFonts w:hint="eastAsia"/>
          <w:rtl/>
        </w:rPr>
        <w:t>؟!</w:t>
      </w:r>
      <w:r w:rsidR="001A33D5" w:rsidRPr="008F6CE0">
        <w:rPr>
          <w:rtl/>
        </w:rPr>
        <w:t xml:space="preserve">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اگر در اروپا و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تنها به </w:t>
      </w:r>
      <w:r w:rsidRPr="008F6CE0">
        <w:rPr>
          <w:rFonts w:hint="cs"/>
          <w:rtl/>
        </w:rPr>
        <w:t>ی</w:t>
      </w:r>
      <w:r w:rsidRPr="008F6CE0">
        <w:rPr>
          <w:rtl/>
        </w:rPr>
        <w:t>ک همسر بسنده 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مورد انتقاد و نکوهش دوستانش قرام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پس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مردان از تشک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="00F75D88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وتا</w:t>
      </w:r>
      <w:r w:rsidR="00F75D88" w:rsidRPr="008F6CE0">
        <w:rPr>
          <w:rFonts w:hint="cs"/>
          <w:rtl/>
        </w:rPr>
        <w:t xml:space="preserve"> </w:t>
      </w:r>
      <w:r w:rsidRPr="008F6CE0">
        <w:rPr>
          <w:rtl/>
        </w:rPr>
        <w:t>35 سالگ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ستندسنت</w:t>
      </w:r>
      <w:r w:rsidRPr="008F6CE0">
        <w:rPr>
          <w:rtl/>
        </w:rPr>
        <w:t xml:space="preserve"> ازدواج وتشک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خانواده شکسته شدوآزاد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مرزمردان- که سرآغازش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بود- روابط سالم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 از هم گسست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اسست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درمدّت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کوتاه همه امکانات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واستعدادها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طر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کامجو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آزاد به کارگرفته 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آنحا که اغلب مردان ترج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دادند تا توان دارند- بلکه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طاقت جسم- در خوشگذران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بتازند وکمتر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مسئول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همسردار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فرزند را به عهده 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271D28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بر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گزارش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قبال هر شش هزار ازدواج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روزانه دو هزار طلاق صورت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1A33D5" w:rsidRPr="008F6CE0">
        <w:rPr>
          <w:rFonts w:hint="eastAsia"/>
          <w:rtl/>
        </w:rPr>
        <w:t xml:space="preserve">؟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سوم ازدواج ها از همان نخست با طلاق امضا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هر زن آنگاه که به عقد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با ترد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شروع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271D28" w:rsidRPr="008F6CE0">
        <w:rPr>
          <w:rStyle w:val="libFootnotenumChar"/>
          <w:rFonts w:hint="cs"/>
          <w:rtl/>
        </w:rPr>
        <w:t>11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وضع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با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اطم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کامل شروع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</w:t>
      </w:r>
      <w:r w:rsidRPr="008F6CE0">
        <w:rPr>
          <w:rFonts w:hint="eastAsia"/>
          <w:rtl/>
        </w:rPr>
        <w:t>ود</w:t>
      </w:r>
      <w:r w:rsidRPr="008F6CE0">
        <w:rPr>
          <w:rtl/>
        </w:rPr>
        <w:t xml:space="preserve"> نامعلوم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چه رسد به آنها که از روز نخست با اضطراب و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آغاز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مددکاران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روانکاوان 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مندند که هرگاه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اعتماد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شروع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احتمال دوام آن اندک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اعتماد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روح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انسان را پژمرده و قدرت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فرد سلب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دورانت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tl/>
        </w:rPr>
        <w:t xml:space="preserve"> نگار و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لسوف</w:t>
      </w:r>
      <w:r w:rsidRPr="008F6CE0">
        <w:rPr>
          <w:rtl/>
        </w:rPr>
        <w:t xml:space="preserve">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Fonts w:hint="cs"/>
          <w:rtl/>
        </w:rPr>
        <w:t>یی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اکنون به همان مشکل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گرفتار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سقراط را به خود مشغول ساخته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اکنون تعل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مات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آسمان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مردم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شده و ما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بدون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به اخلاق سالم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ما گرفتار مفاسد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با وجود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راث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 به خطر افتاده اند</w:t>
      </w:r>
      <w:r w:rsidR="00A807CF" w:rsidRPr="008F6CE0">
        <w:rPr>
          <w:rtl/>
        </w:rPr>
        <w:t xml:space="preserve">...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گذشته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اخلاق اقتضا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 که زن و مرد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tl/>
        </w:rPr>
        <w:t xml:space="preserve">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ببندند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ازدواج سبب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 که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پدر و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مادر بشود و نتوانند از هم جدا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رهگذر ناگز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بودند مسؤول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ازدواج را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امروز بدان ازدواج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رابطه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رمشروع</w:t>
      </w:r>
      <w:r w:rsidRPr="008F6CE0">
        <w:rPr>
          <w:rtl/>
        </w:rPr>
        <w:t xml:space="preserve"> برقرار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از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نسل ممانعت به عمل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سنّت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مقدس گذشته رو به زوال گذاشته و اخلاق پسند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گذشتگان نسخ شده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کس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ازدواج 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بازار آشفته خود را ارضا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lastRenderedPageBreak/>
        <w:t>دولت و قوان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مملکت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 ح</w:t>
      </w:r>
      <w:r w:rsidRPr="008F6CE0">
        <w:rPr>
          <w:rFonts w:hint="eastAsia"/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بازار آشفته است 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کس به فکر اصلاح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FB1C85">
      <w:pPr>
        <w:pStyle w:val="Heading2"/>
        <w:rPr>
          <w:rtl/>
        </w:rPr>
      </w:pPr>
      <w:bookmarkStart w:id="18" w:name="_Toc425750290"/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محبّت سگ</w:t>
      </w:r>
      <w:r w:rsidR="001A33D5" w:rsidRPr="008F6CE0">
        <w:rPr>
          <w:rtl/>
        </w:rPr>
        <w:t>!</w:t>
      </w:r>
      <w:bookmarkEnd w:id="18"/>
      <w:r w:rsidR="001A33D5" w:rsidRPr="008F6CE0">
        <w:rPr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قربان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زنان بودند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آتش افروزان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خود طعمه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شدند و با انتخاب آن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رشته مهر و محبّت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همسران و فرزندان از هم گسست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شوهر به دنبال زنان آزاد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رفت و فرزندان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کوچه نش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tl/>
        </w:rPr>
        <w:t xml:space="preserve"> گرد شدند و مادر- که تا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با قدرت بازو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همسر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</w:t>
      </w:r>
      <w:r w:rsidRPr="008F6CE0">
        <w:rPr>
          <w:rtl/>
        </w:rPr>
        <w:t>-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تأم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معاش ناگز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به کار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البته او از نظر عواطف و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مرد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اماکدام مرد است که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متنوّع را رهاکند و دل درگروِ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همسر نهد</w:t>
      </w:r>
      <w:r w:rsidR="001A33D5" w:rsidRPr="008F6CE0">
        <w:rPr>
          <w:rtl/>
        </w:rPr>
        <w:t xml:space="preserve">! </w:t>
      </w:r>
    </w:p>
    <w:p w:rsidR="00061879" w:rsidRPr="008F6CE0" w:rsidRDefault="00061879" w:rsidP="003B7908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عواطف مادر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دوستدار فرزند ساخته است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="003B7908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همه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نها</w:t>
      </w:r>
      <w:r w:rsidRPr="008F6CE0">
        <w:rPr>
          <w:rtl/>
        </w:rPr>
        <w:t xml:space="preserve"> محروم است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چه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دکند</w:t>
      </w:r>
      <w:r w:rsidR="001A33D5" w:rsidRPr="008F6CE0">
        <w:rPr>
          <w:rFonts w:hint="eastAsia"/>
          <w:rtl/>
        </w:rPr>
        <w:t xml:space="preserve">؟ </w:t>
      </w:r>
      <w:r w:rsidRPr="008F6CE0">
        <w:rPr>
          <w:rtl/>
        </w:rPr>
        <w:t>اوگرچه امروز با دسترنج خود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گذراند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هر دَم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سرپرست خانه و کودکانش را خال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خلوت خود از همسر و از جهانِ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رنج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خاطر است و آنان را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وفا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هوسران و تنوّع طلب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اُنس با 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وفا</w:t>
      </w:r>
      <w:r w:rsidRPr="008F6CE0">
        <w:rPr>
          <w:rFonts w:hint="eastAsia"/>
          <w:rtl/>
        </w:rPr>
        <w:t>دار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همه جا و همه کس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 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جستجو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نا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دتر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خانه اش شر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تازه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از اغلب مردان آ 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اروپا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وفادارتر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فرمانبردار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محبّت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خانه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بانو را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هم روز نگهبان و همنش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اوست و هم شب درکنار و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هم تلو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نگاه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خورند و به سفر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وفادار بانو اوست و با وجود اوکمتر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جرأت جسارت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نام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دوست باوفا سگ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نمونه و ممتاز در وفاکه هرگاه از صاحبش پاره استخوان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دارد سال ها به او خدمت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آر</w:t>
      </w:r>
      <w:r w:rsidRPr="008F6CE0">
        <w:rPr>
          <w:rFonts w:hint="cs"/>
          <w:rtl/>
        </w:rPr>
        <w:t>ی</w:t>
      </w:r>
      <w:r w:rsidR="001A33D5" w:rsidRPr="008F6CE0">
        <w:rPr>
          <w:rtl/>
        </w:rPr>
        <w:t xml:space="preserve">! </w:t>
      </w:r>
      <w:r w:rsidRPr="008F6CE0">
        <w:rPr>
          <w:rtl/>
        </w:rPr>
        <w:t>شوهردار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فرزند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کار عا شقا نه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 احساس مادر بودن که هر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آن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است- با خاکسترها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باد رفته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خانه ها رخت بربست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فرزند آوردن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اُنس با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به پا داشتن نسل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کردار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لغو و مسخره شناخته شد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فرزند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کد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شوهر وکدام زندگ</w:t>
      </w:r>
      <w:r w:rsidRPr="008F6CE0">
        <w:rPr>
          <w:rFonts w:hint="cs"/>
          <w:rtl/>
        </w:rPr>
        <w:t>ی</w:t>
      </w:r>
      <w:r w:rsidR="001A33D5" w:rsidRPr="008F6CE0">
        <w:rPr>
          <w:rtl/>
        </w:rPr>
        <w:t xml:space="preserve">! </w:t>
      </w:r>
    </w:p>
    <w:p w:rsidR="00061879" w:rsidRPr="008F6CE0" w:rsidRDefault="00A807CF" w:rsidP="00061879">
      <w:pPr>
        <w:pStyle w:val="libNormal"/>
        <w:rPr>
          <w:rtl/>
        </w:rPr>
      </w:pPr>
      <w:r w:rsidRPr="008F6CE0">
        <w:rPr>
          <w:rtl/>
        </w:rPr>
        <w:t xml:space="preserve">... </w:t>
      </w:r>
      <w:r w:rsidR="00061879" w:rsidRPr="008F6CE0">
        <w:rPr>
          <w:rtl/>
        </w:rPr>
        <w:t>به تدر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ج</w:t>
      </w:r>
      <w:r w:rsidRPr="008F6CE0">
        <w:rPr>
          <w:rFonts w:hint="eastAsia"/>
          <w:rtl/>
        </w:rPr>
        <w:t xml:space="preserve">، </w:t>
      </w:r>
      <w:r w:rsidR="00061879" w:rsidRPr="008F6CE0">
        <w:rPr>
          <w:rtl/>
        </w:rPr>
        <w:t>به جا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همه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نها</w:t>
      </w:r>
      <w:r w:rsidRPr="008F6CE0">
        <w:rPr>
          <w:rFonts w:hint="eastAsia"/>
          <w:rtl/>
        </w:rPr>
        <w:t xml:space="preserve">، </w:t>
      </w:r>
      <w:r w:rsidR="00061879" w:rsidRPr="008F6CE0">
        <w:rPr>
          <w:rtl/>
        </w:rPr>
        <w:t>پرورش سگ وگربه رواج پ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دا</w:t>
      </w:r>
      <w:r w:rsidR="00061879" w:rsidRPr="008F6CE0">
        <w:rPr>
          <w:rtl/>
        </w:rPr>
        <w:t xml:space="preserve"> کرد و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مَثَل در آمر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کا</w:t>
      </w:r>
      <w:r w:rsidR="00061879" w:rsidRPr="008F6CE0">
        <w:rPr>
          <w:rtl/>
        </w:rPr>
        <w:t xml:space="preserve"> مشهور شد که</w:t>
      </w:r>
      <w:r w:rsidRPr="008F6CE0">
        <w:rPr>
          <w:rtl/>
        </w:rPr>
        <w:t xml:space="preserve">: </w:t>
      </w:r>
      <w:r w:rsidR="00061879" w:rsidRPr="008F6CE0">
        <w:rPr>
          <w:rtl/>
        </w:rPr>
        <w:t xml:space="preserve">«داشتن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</w:t>
      </w:r>
      <w:r w:rsidR="00061879" w:rsidRPr="008F6CE0">
        <w:rPr>
          <w:rtl/>
        </w:rPr>
        <w:t xml:space="preserve"> سگ</w:t>
      </w:r>
      <w:r w:rsidRPr="008F6CE0">
        <w:rPr>
          <w:rtl/>
        </w:rPr>
        <w:t xml:space="preserve">، </w:t>
      </w:r>
      <w:r w:rsidR="00061879" w:rsidRPr="008F6CE0">
        <w:rPr>
          <w:rtl/>
        </w:rPr>
        <w:t>از دارا بودنِ فرزند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که برا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م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همان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ها و شب نش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ها مزاحم باشد</w:t>
      </w:r>
      <w:r w:rsidRPr="008F6CE0">
        <w:rPr>
          <w:rtl/>
        </w:rPr>
        <w:t xml:space="preserve">، </w:t>
      </w:r>
      <w:r w:rsidR="00061879" w:rsidRPr="008F6CE0">
        <w:rPr>
          <w:rtl/>
        </w:rPr>
        <w:t>کم زحمت تر است</w:t>
      </w:r>
      <w:r w:rsidRPr="008F6CE0">
        <w:rPr>
          <w:rtl/>
        </w:rPr>
        <w:t xml:space="preserve">. </w:t>
      </w:r>
      <w:r w:rsidR="00061879" w:rsidRPr="008F6CE0">
        <w:rPr>
          <w:rtl/>
        </w:rPr>
        <w:t>»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کم کم 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را ازآدم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آموخت 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در عصر صنعت و توسعه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بهتر از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آدم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به دست آورد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در غرب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سگ ها وگربه ها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مارستان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مجهّز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دارد که درکشورها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 بلکه متوسط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نمونه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انسان ها کم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تنها در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از سگ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ولگرد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به هشت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سگ وگربه وجود دارد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سگ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در خانه ها دارا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اتاق مخصوص و حمّام و رختخواب جداگانه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فروشگاه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اغذ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فروش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پرورشگاه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آ را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شگاه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پارک و پزشک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بهره مندند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که سگ وگربه ها بتوانن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درکنار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غذا همراه صاحبانشان باشند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صندل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مخصوص دارند و در سال سه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ارد</w:t>
      </w:r>
      <w:r w:rsidRPr="008F6CE0">
        <w:rPr>
          <w:rtl/>
        </w:rPr>
        <w:t xml:space="preserve"> دلار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هز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نکته</w:t>
      </w:r>
      <w:r w:rsidRPr="008F6CE0">
        <w:rPr>
          <w:rtl/>
        </w:rPr>
        <w:t xml:space="preserve"> حا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اهم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دوستداران و پرورش دهندگان سگ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زنان هستند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آثار واژگون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به زنان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رساند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چون آنها عاطفه </w:t>
      </w:r>
      <w:r w:rsidRPr="008F6CE0">
        <w:rPr>
          <w:rtl/>
        </w:rPr>
        <w:lastRenderedPageBreak/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 از مردان داشتند و به محبّت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ازمندتر</w:t>
      </w:r>
      <w:r w:rsidRPr="008F6CE0">
        <w:rPr>
          <w:rtl/>
        </w:rPr>
        <w:t xml:space="preserve"> بودند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شتابنده تر از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سگ پرور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 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3B7908">
      <w:pPr>
        <w:pStyle w:val="Heading2"/>
        <w:rPr>
          <w:rtl/>
        </w:rPr>
      </w:pPr>
      <w:bookmarkStart w:id="19" w:name="_Toc425750291"/>
      <w:r w:rsidRPr="008F6CE0">
        <w:rPr>
          <w:rFonts w:hint="eastAsia"/>
          <w:rtl/>
        </w:rPr>
        <w:t>اعت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ناپاک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اشتغال زنان</w:t>
      </w:r>
      <w:bookmarkEnd w:id="19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ناخواسته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اعت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به مواد مخدّر و مشروبات الکل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اخلاق و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آوردن به کارِ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از خانه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درباره اعت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زنان به مواد مخدّر و مشروبات الکل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دانستن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نکته بس که در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برابر با جمع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کشور ما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زنان مشروب خوار و معت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وجود دارد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271D28">
      <w:pPr>
        <w:pStyle w:val="libNormal"/>
        <w:rPr>
          <w:rtl/>
        </w:rPr>
      </w:pPr>
      <w:r w:rsidRPr="008F6CE0">
        <w:rPr>
          <w:rFonts w:hint="eastAsia"/>
          <w:rtl/>
        </w:rPr>
        <w:t>درباره</w:t>
      </w:r>
      <w:r w:rsidRPr="008F6CE0">
        <w:rPr>
          <w:rtl/>
        </w:rPr>
        <w:t xml:space="preserve"> مشکلات و آشفتگ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پس از 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</w:t>
      </w:r>
      <w:r w:rsidRPr="008F6CE0">
        <w:rPr>
          <w:rtl/>
        </w:rPr>
        <w:t xml:space="preserve"> به کارِ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از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کتاب ها نوشته و سم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نارها</w:t>
      </w:r>
      <w:r w:rsidRPr="008F6CE0">
        <w:rPr>
          <w:rtl/>
        </w:rPr>
        <w:t xml:space="preserve"> برگزارکرده اند و ما ناچار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طولان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نشدن بحث از ادامه سخن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خوددار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خلاصه آن که امروزه درکشورها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متمدّن</w:t>
      </w:r>
      <w:r w:rsidR="00124A1D" w:rsidRPr="008F6CE0">
        <w:rPr>
          <w:rtl/>
        </w:rPr>
        <w:t xml:space="preserve"> (</w:t>
      </w:r>
      <w:r w:rsidR="001A33D5" w:rsidRPr="008F6CE0">
        <w:rPr>
          <w:rtl/>
        </w:rPr>
        <w:t>؟</w:t>
      </w:r>
      <w:r w:rsidR="00124A1D" w:rsidRPr="008F6CE0">
        <w:rPr>
          <w:rtl/>
        </w:rPr>
        <w:t xml:space="preserve">) </w:t>
      </w:r>
      <w:r w:rsidRPr="008F6CE0">
        <w:rPr>
          <w:rtl/>
        </w:rPr>
        <w:t>زنان به همه مشاغل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مرد</w:t>
      </w:r>
      <w:r w:rsidRPr="008F6CE0">
        <w:rPr>
          <w:rFonts w:hint="eastAsia"/>
          <w:rtl/>
        </w:rPr>
        <w:t>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راه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اند و با مشاهده مهار</w:t>
      </w:r>
      <w:r w:rsidR="003B7908" w:rsidRPr="008F6CE0">
        <w:rPr>
          <w:rFonts w:hint="cs"/>
          <w:rtl/>
        </w:rPr>
        <w:t xml:space="preserve"> </w:t>
      </w:r>
      <w:r w:rsidRPr="008F6CE0">
        <w:rPr>
          <w:rtl/>
        </w:rPr>
        <w:t>گس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همسران خود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کسب درآمد از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اقدام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فروگذار نکردند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حاضر شدند با مراجعه به مراکز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مسافران خارج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خود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انجام کار زشت اجاره دهند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Fonts w:hint="cs"/>
          <w:rtl/>
        </w:rPr>
        <w:t>(</w:t>
      </w:r>
      <w:r w:rsidR="00271D28" w:rsidRPr="008F6CE0">
        <w:rPr>
          <w:rStyle w:val="libFootnotenumChar"/>
          <w:rFonts w:hint="cs"/>
          <w:rtl/>
        </w:rPr>
        <w:t>12</w:t>
      </w:r>
      <w:r w:rsidR="00EA031B" w:rsidRPr="008F6CE0">
        <w:rPr>
          <w:rStyle w:val="libFootnotenumChar"/>
          <w:rFonts w:hint="cs"/>
          <w:rtl/>
        </w:rPr>
        <w:t>)</w:t>
      </w:r>
    </w:p>
    <w:p w:rsidR="00811B5D" w:rsidRPr="008F6CE0" w:rsidRDefault="00061879" w:rsidP="00FB1C85">
      <w:pPr>
        <w:pStyle w:val="Heading2"/>
        <w:rPr>
          <w:rtl/>
        </w:rPr>
      </w:pPr>
      <w:bookmarkStart w:id="20" w:name="_Toc425750292"/>
      <w:r w:rsidRPr="008F6CE0">
        <w:rPr>
          <w:rFonts w:hint="eastAsia"/>
          <w:rtl/>
        </w:rPr>
        <w:t>توسعه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رخوارگاه</w:t>
      </w:r>
      <w:r w:rsidRPr="008F6CE0">
        <w:rPr>
          <w:rtl/>
        </w:rPr>
        <w:t xml:space="preserve"> ها</w:t>
      </w:r>
      <w:bookmarkEnd w:id="20"/>
    </w:p>
    <w:p w:rsidR="00811B5D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واگذار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کودکان به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رخوارگاه</w:t>
      </w:r>
      <w:r w:rsidRPr="008F6CE0">
        <w:rPr>
          <w:rtl/>
        </w:rPr>
        <w:t xml:space="preserve"> ها و پرورشگاه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مشکل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زنان غرب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طور دق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در همان اوا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>- که تئور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اروپا و آنگاه در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رونق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>- اول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رخوارگاه</w:t>
      </w:r>
      <w:r w:rsidRPr="008F6CE0">
        <w:rPr>
          <w:rtl/>
        </w:rPr>
        <w:t xml:space="preserve"> ها و پرورشگاه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احداث 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توسعه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در سال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1930 م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به بعد </w:t>
      </w:r>
      <w:r w:rsidRPr="008F6CE0">
        <w:rPr>
          <w:rFonts w:hint="eastAsia"/>
          <w:rtl/>
        </w:rPr>
        <w:t>رخ</w:t>
      </w:r>
      <w:r w:rsidRPr="008F6CE0">
        <w:rPr>
          <w:rtl/>
        </w:rPr>
        <w:t xml:space="preserve"> داد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هنوز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24A1D" w:rsidRPr="008F6CE0">
        <w:rPr>
          <w:rtl/>
        </w:rPr>
        <w:t xml:space="preserve"> (</w:t>
      </w:r>
      <w:r w:rsidRPr="008F6CE0">
        <w:rPr>
          <w:rtl/>
        </w:rPr>
        <w:t>مؤسس تئور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) </w:t>
      </w:r>
      <w:r w:rsidRPr="008F6CE0">
        <w:rPr>
          <w:rtl/>
        </w:rPr>
        <w:t>زنده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اشتغال زنان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کسب </w:t>
      </w:r>
      <w:r w:rsidRPr="008F6CE0">
        <w:rPr>
          <w:rtl/>
        </w:rPr>
        <w:lastRenderedPageBreak/>
        <w:t>درآمد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اوقات روزانه زنان را در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ارکارخانه</w:t>
      </w:r>
      <w:r w:rsidRPr="008F6CE0">
        <w:rPr>
          <w:rtl/>
        </w:rPr>
        <w:t xml:space="preserve"> داران قرار داد و فرزندان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را از وجود مادر محروم ساخت</w:t>
      </w:r>
      <w:r w:rsidR="00A807CF" w:rsidRPr="008F6CE0">
        <w:rPr>
          <w:rtl/>
        </w:rPr>
        <w:t xml:space="preserve">. </w:t>
      </w:r>
    </w:p>
    <w:p w:rsidR="00811B5D" w:rsidRPr="008F6CE0" w:rsidRDefault="00061879" w:rsidP="00FB1C85">
      <w:pPr>
        <w:pStyle w:val="Heading2"/>
        <w:rPr>
          <w:rtl/>
        </w:rPr>
      </w:pPr>
      <w:bookmarkStart w:id="21" w:name="_Toc425750293"/>
      <w:r w:rsidRPr="008F6CE0">
        <w:rPr>
          <w:rFonts w:hint="eastAsia"/>
          <w:rtl/>
        </w:rPr>
        <w:t>فردگرا</w:t>
      </w:r>
      <w:r w:rsidRPr="008F6CE0">
        <w:rPr>
          <w:rFonts w:hint="cs"/>
          <w:rtl/>
        </w:rPr>
        <w:t>یی</w:t>
      </w:r>
      <w:bookmarkEnd w:id="21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پس</w:t>
      </w:r>
      <w:r w:rsidRPr="008F6CE0">
        <w:rPr>
          <w:rtl/>
        </w:rPr>
        <w:t xml:space="preserve"> از فروپاش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نظام خانواده و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ع فزا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 xml:space="preserve"> طلاق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هر فرد به دنبال خانه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عنکبوت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راه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راهه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 و هرکس درغم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و به فکر نجات خود افتاد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مفاه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چون عشق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حقوق همسا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دوست داشتنِ پدر و مادر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محبّت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برادر و خواهر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علاقه فام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رابطه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شاوند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معنا شد</w:t>
      </w:r>
      <w:r w:rsidR="00A807CF" w:rsidRPr="008F6CE0">
        <w:rPr>
          <w:rtl/>
        </w:rPr>
        <w:t xml:space="preserve">. </w:t>
      </w:r>
    </w:p>
    <w:p w:rsidR="00061879" w:rsidRPr="008F6CE0" w:rsidRDefault="00061879" w:rsidP="00271D28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جوامع شرق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اعتقاد به اصول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جلوه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خانواده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سالم- که پدر مسئول خانه و دوستدار همسر و فرزندان است 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اعضا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فرهنگ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انسان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حکمفرماست- زن به همسر و فرزندانش دلبسته است و جز با شوهر با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کس رابطه زن</w:t>
      </w:r>
      <w:r w:rsidRPr="008F6CE0">
        <w:rPr>
          <w:rFonts w:hint="eastAsia"/>
          <w:rtl/>
        </w:rPr>
        <w:t>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خانه فرزندان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برادرِ پدر را عمو و برادرِ مادر را دا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عمّه ها و خاله ها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وجود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هستندکه از طرف پدر و مادر با فرزندان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خانه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با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tl/>
        </w:rPr>
        <w:t xml:space="preserve"> مشروع پدر و مادر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ده ها فرد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رابطه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شاوند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دوستدار و پناهگاه آن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غمگ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شدن هر عضو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خانواده پر جمع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همه اعضا اندوهگ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گردند</w:t>
      </w:r>
      <w:r w:rsidRPr="008F6CE0">
        <w:rPr>
          <w:rtl/>
        </w:rPr>
        <w:t xml:space="preserve"> و در دور ساختنِ اندوه آن فرد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کوشند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خوب خود را پس از سال ها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او اظهار علاقه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در ارو</w:t>
      </w:r>
      <w:r w:rsidRPr="008F6CE0">
        <w:rPr>
          <w:rFonts w:hint="eastAsia"/>
          <w:rtl/>
        </w:rPr>
        <w:t>پا</w:t>
      </w:r>
      <w:r w:rsidRPr="008F6CE0">
        <w:rPr>
          <w:rtl/>
        </w:rPr>
        <w:t xml:space="preserve"> و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واژه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پدر و مادر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برادر و خواهر و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شاوند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مفهوم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واژه ها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اوج اظهار محبّت آنها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تنها به ارسال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کارت تبر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در جشن سال نو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سالگرد تولد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اگر از مردان و زنانشان </w:t>
      </w:r>
      <w:r w:rsidRPr="008F6CE0">
        <w:rPr>
          <w:rtl/>
        </w:rPr>
        <w:lastRenderedPageBreak/>
        <w:t>بپرس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از دور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فرزندانتان دلتنگ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پس از ا</w:t>
      </w:r>
      <w:r w:rsidRPr="008F6CE0">
        <w:rPr>
          <w:rFonts w:hint="eastAsia"/>
          <w:rtl/>
        </w:rPr>
        <w:t>ندک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تأمّل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خنده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گُنگ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پرسند منظورتان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1A33D5" w:rsidRPr="008F6CE0">
        <w:rPr>
          <w:rFonts w:hint="eastAsia"/>
          <w:rtl/>
        </w:rPr>
        <w:t xml:space="preserve">؟ 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دلتنگ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چه</w:t>
      </w:r>
      <w:r w:rsidR="001A33D5" w:rsidRPr="008F6CE0">
        <w:rPr>
          <w:rtl/>
        </w:rPr>
        <w:t xml:space="preserve">!! </w:t>
      </w:r>
      <w:r w:rsidR="00EA031B" w:rsidRPr="008F6CE0">
        <w:rPr>
          <w:rStyle w:val="libFootnotenumChar"/>
          <w:rtl/>
        </w:rPr>
        <w:t>(</w:t>
      </w:r>
      <w:r w:rsidR="00271D28" w:rsidRPr="008F6CE0">
        <w:rPr>
          <w:rStyle w:val="libFootnotenumChar"/>
          <w:rFonts w:hint="cs"/>
          <w:rtl/>
        </w:rPr>
        <w:t>13</w:t>
      </w:r>
      <w:r w:rsidR="00EA031B" w:rsidRPr="008F6CE0">
        <w:rPr>
          <w:rStyle w:val="libFootnotenumChar"/>
          <w:rtl/>
        </w:rPr>
        <w:t>)</w:t>
      </w:r>
    </w:p>
    <w:p w:rsidR="00EA031B" w:rsidRPr="008F6CE0" w:rsidRDefault="00061879" w:rsidP="00271D28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آنجا نام و شهرت همسا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را ازکس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همچون آن است که</w:t>
      </w:r>
      <w:r w:rsidR="0085355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فرد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شهر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را از ما بپرسد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از زن و مرد فقط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چند درکنار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گرند</w:t>
      </w:r>
      <w:r w:rsidRPr="008F6CE0">
        <w:rPr>
          <w:rtl/>
        </w:rPr>
        <w:t xml:space="preserve"> و پس از مدت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هرکدام به دنبال فرد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نه زن از فام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مرد خبر دارد و نه مرد از بستگان زن</w:t>
      </w:r>
      <w:r w:rsidR="001A33D5" w:rsidRPr="008F6CE0">
        <w:rPr>
          <w:rtl/>
        </w:rPr>
        <w:t xml:space="preserve">! </w:t>
      </w:r>
      <w:r w:rsidRPr="008F6CE0">
        <w:rPr>
          <w:rtl/>
        </w:rPr>
        <w:t>بسا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روز با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tl/>
        </w:rPr>
        <w:t xml:space="preserve"> برقرار ساخته و فردا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روز با مادر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روز بعد با خواهر او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کدام ازا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روابط اطلاع ندارند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تعجب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فرزندان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فروشِ اجساد مرده پدر و مادر به مراکز کالبد شکاف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«آنان با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مبلغ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پس از درگذشت پدر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آنها را به 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مراکز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فروشند و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احساس رنج و خطا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»</w:t>
      </w:r>
      <w:r w:rsidR="00853559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271D28" w:rsidRPr="008F6CE0">
        <w:rPr>
          <w:rStyle w:val="libFootnotenumChar"/>
          <w:rFonts w:hint="cs"/>
          <w:rtl/>
        </w:rPr>
        <w:t>14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FB1C85">
      <w:pPr>
        <w:pStyle w:val="Heading2"/>
        <w:rPr>
          <w:rtl/>
        </w:rPr>
      </w:pPr>
      <w:bookmarkStart w:id="22" w:name="_Toc425750294"/>
      <w:r w:rsidRPr="008F6CE0">
        <w:rPr>
          <w:rFonts w:hint="eastAsia"/>
          <w:rtl/>
        </w:rPr>
        <w:t>اندوه</w:t>
      </w:r>
      <w:r w:rsidRPr="008F6CE0">
        <w:rPr>
          <w:rtl/>
        </w:rPr>
        <w:t xml:space="preserve"> دوران سالمند</w:t>
      </w:r>
      <w:r w:rsidRPr="008F6CE0">
        <w:rPr>
          <w:rFonts w:hint="cs"/>
          <w:rtl/>
        </w:rPr>
        <w:t>ی</w:t>
      </w:r>
      <w:bookmarkEnd w:id="22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سخت</w:t>
      </w:r>
      <w:r w:rsidRPr="008F6CE0">
        <w:rPr>
          <w:rtl/>
        </w:rPr>
        <w:t xml:space="preserve">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دوران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آنهاکه به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معتقدند و از داشتن کانون خانوادگ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دوران سالمند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همگان به محبّت و 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</w:t>
      </w:r>
      <w:r w:rsidRPr="008F6CE0">
        <w:rPr>
          <w:rtl/>
        </w:rPr>
        <w:t xml:space="preserve"> و دلجو</w:t>
      </w:r>
      <w:r w:rsidRPr="008F6CE0">
        <w:rPr>
          <w:rFonts w:hint="cs"/>
          <w:rtl/>
        </w:rPr>
        <w:t>ییِ</w:t>
      </w:r>
      <w:r w:rsidRPr="008F6CE0">
        <w:rPr>
          <w:rtl/>
        </w:rPr>
        <w:t xml:space="preserve"> افزون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فرانسه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آلمان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انگل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و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سالمندان استراحتگاه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ساخته اند تا آنان بتوانند روزگار پر رنج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در آنجا سپر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در استراحتگاه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مونس وغمخوار-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که از همسر و فرزند و آشنا خبر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داشته باشند- پس از ط</w:t>
      </w:r>
      <w:r w:rsidRPr="008F6CE0">
        <w:rPr>
          <w:rFonts w:hint="cs"/>
          <w:rtl/>
        </w:rPr>
        <w:t>یّ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به سر آمدنِ دو</w:t>
      </w:r>
      <w:r w:rsidRPr="008F6CE0">
        <w:rPr>
          <w:rFonts w:hint="eastAsia"/>
          <w:rtl/>
        </w:rPr>
        <w:t>ران</w:t>
      </w:r>
      <w:r w:rsidRPr="008F6CE0">
        <w:rPr>
          <w:rtl/>
        </w:rPr>
        <w:t xml:space="preserve"> خوشگذران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 انتظار مرگ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روز شمار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نه فرزند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مانده که قلب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دلسوز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داشته باشد و نه همسر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غم خود را با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تقس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FB1C85" w:rsidRPr="008F6CE0" w:rsidRDefault="00061879" w:rsidP="0085355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حالِ ثروتمندان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توانند در هر ماه هشت صد دلار به مسئولان آسا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شگاه</w:t>
      </w:r>
      <w:r w:rsidRPr="008F6CE0">
        <w:rPr>
          <w:rtl/>
        </w:rPr>
        <w:t xml:space="preserve"> تقد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طور 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وضع اسفناک سالخوردگان فق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معلوم است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FB1C85">
      <w:pPr>
        <w:pStyle w:val="Heading2"/>
        <w:rPr>
          <w:rtl/>
        </w:rPr>
      </w:pPr>
      <w:bookmarkStart w:id="23" w:name="_Toc425750295"/>
      <w:r w:rsidRPr="008F6CE0">
        <w:rPr>
          <w:rFonts w:hint="eastAsia"/>
          <w:rtl/>
        </w:rPr>
        <w:t>اعدام</w:t>
      </w:r>
      <w:r w:rsidRPr="008F6CE0">
        <w:rPr>
          <w:rtl/>
        </w:rPr>
        <w:t xml:space="preserve"> نسل پاک آدم</w:t>
      </w:r>
      <w:r w:rsidRPr="008F6CE0">
        <w:rPr>
          <w:rFonts w:hint="cs"/>
          <w:rtl/>
        </w:rPr>
        <w:t>ی</w:t>
      </w:r>
      <w:bookmarkEnd w:id="23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در عصرکنون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آدم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گرفته اندکه نسل پاک ازآنان 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امروزه با «ترفندها</w:t>
      </w:r>
      <w:r w:rsidRPr="008F6CE0">
        <w:rPr>
          <w:rFonts w:hint="cs"/>
          <w:rtl/>
        </w:rPr>
        <w:t>یی</w:t>
      </w:r>
      <w:r w:rsidR="00FF1F4F" w:rsidRPr="008F6CE0">
        <w:rPr>
          <w:rtl/>
        </w:rPr>
        <w:t xml:space="preserve"> آزموده</w:t>
      </w:r>
      <w:r w:rsidRPr="008F6CE0">
        <w:rPr>
          <w:rtl/>
        </w:rPr>
        <w:t>» به پاک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زگان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باورانند که اگر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داشتن فرزند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بپره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سو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آنها که با اخلاق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tl/>
        </w:rPr>
        <w:t xml:space="preserve"> ندارند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فرزندان فاسد و نالا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پرور</w:t>
      </w:r>
      <w:r w:rsidRPr="008F6CE0">
        <w:rPr>
          <w:rFonts w:hint="eastAsia"/>
          <w:rtl/>
        </w:rPr>
        <w:t>انند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حال تصورکن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هرگاه روابط زن و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آزاد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شود 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از دو طرف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خود را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</w:t>
      </w:r>
      <w:r w:rsidRPr="008F6CE0">
        <w:rPr>
          <w:rtl/>
        </w:rPr>
        <w:t xml:space="preserve"> دوام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فرزند نب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چگونه نسل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پاک از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خواهد گرفت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و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گروه چه اعتقاد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داشتن فرزند و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او خواهند داشت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دختر و پسر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و به منظور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درکنار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گرند</w:t>
      </w:r>
      <w:r w:rsidRPr="008F6CE0">
        <w:rPr>
          <w:rtl/>
        </w:rPr>
        <w:t xml:space="preserve"> و به زود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هم جدا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چگونه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خواهند داد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فرزند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در روزگار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زنان از فرزندآور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شوهران خوب و با وفا اجتناب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چگونه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روزه فرزند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آورند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گسترش روابط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ضابطه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 و مرد بدون تعهّد سپار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قوان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مشترک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تنها به منطور دور ساختن رنج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با هم در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گزارش هاگواه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دهدکه درچن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جوامع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اغلب زنان قبل از 35 سالگ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تشک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واقع آنان سنج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رفت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 که همسران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خواهان فرزند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وگرنه کاشانه خود را از هم </w:t>
      </w:r>
      <w:r w:rsidRPr="008F6CE0">
        <w:rPr>
          <w:rtl/>
        </w:rPr>
        <w:lastRenderedPageBreak/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مرد در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ارتباط آزاد با زنان همسرش را به آسان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ترک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و دلبستگ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فرزندکاهش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گواه آن است که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دلسوز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آنجا اگر از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شگاه</w:t>
      </w:r>
      <w:r w:rsidRPr="008F6CE0">
        <w:rPr>
          <w:rtl/>
        </w:rPr>
        <w:t xml:space="preserve"> بپرسند که پدر نوزاد شماک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بسا اظهار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اطّلاع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مردان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معاشرت داشته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پاسخ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باشد که پدر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نوزاد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مردانِ اروپا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سرنوشت جامعه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کودکان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درآن انبوه اس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1A33D5" w:rsidRPr="008F6CE0">
        <w:rPr>
          <w:rFonts w:hint="eastAsia"/>
          <w:rtl/>
        </w:rPr>
        <w:t xml:space="preserve">؟ </w:t>
      </w:r>
    </w:p>
    <w:p w:rsidR="00811B5D" w:rsidRPr="008F6CE0" w:rsidRDefault="00061879" w:rsidP="00FB1C85">
      <w:pPr>
        <w:pStyle w:val="Heading2"/>
        <w:rPr>
          <w:rtl/>
        </w:rPr>
      </w:pPr>
      <w:bookmarkStart w:id="24" w:name="_Toc425750296"/>
      <w:r w:rsidRPr="008F6CE0">
        <w:rPr>
          <w:rFonts w:hint="eastAsia"/>
          <w:rtl/>
        </w:rPr>
        <w:t>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</w:t>
      </w:r>
      <w:r w:rsidRPr="008F6CE0">
        <w:rPr>
          <w:rtl/>
        </w:rPr>
        <w:t xml:space="preserve"> تر شدن مردان</w:t>
      </w:r>
      <w:bookmarkEnd w:id="24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آنچه از آن منع شود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</w:t>
      </w:r>
      <w:r w:rsidRPr="008F6CE0">
        <w:rPr>
          <w:rtl/>
        </w:rPr>
        <w:t xml:space="preserve"> تر است</w:t>
      </w:r>
      <w:r w:rsidR="00A807CF" w:rsidRPr="008F6CE0">
        <w:rPr>
          <w:rtl/>
        </w:rPr>
        <w:t xml:space="preserve">؛ </w:t>
      </w:r>
      <w:r w:rsidRPr="008F6CE0">
        <w:rPr>
          <w:rtl/>
        </w:rPr>
        <w:t>چنان که حضرت آدم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همه نعمت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بهشت را در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ارداشت</w:t>
      </w:r>
      <w:r w:rsidRPr="008F6CE0">
        <w:rPr>
          <w:rtl/>
        </w:rPr>
        <w:t xml:space="preserve"> و تنها 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منع شده بود و سرانجام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قدر به استفاده از آن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وسوسه شد تا بدان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از بهشت رانده گشت</w:t>
      </w:r>
      <w:r w:rsidR="001A33D5" w:rsidRPr="008F6CE0">
        <w:rPr>
          <w:rtl/>
        </w:rPr>
        <w:t xml:space="preserve">! </w:t>
      </w:r>
    </w:p>
    <w:p w:rsidR="00811B5D" w:rsidRPr="008F6CE0" w:rsidRDefault="00061879" w:rsidP="00853559">
      <w:pPr>
        <w:pStyle w:val="Heading3"/>
        <w:rPr>
          <w:rtl/>
        </w:rPr>
      </w:pPr>
      <w:bookmarkStart w:id="25" w:name="_Toc425750297"/>
      <w:r w:rsidRPr="008F6CE0">
        <w:rPr>
          <w:rFonts w:hint="eastAsia"/>
          <w:rtl/>
        </w:rPr>
        <w:t>پاسخ</w:t>
      </w:r>
      <w:bookmarkEnd w:id="25"/>
    </w:p>
    <w:p w:rsidR="00061879" w:rsidRPr="008F6CE0" w:rsidRDefault="00061879" w:rsidP="00FF1F4F">
      <w:pPr>
        <w:pStyle w:val="libNormal"/>
        <w:rPr>
          <w:rtl/>
        </w:rPr>
      </w:pPr>
      <w:r w:rsidRPr="008F6CE0">
        <w:rPr>
          <w:rFonts w:hint="eastAsia"/>
          <w:rtl/>
        </w:rPr>
        <w:t>بر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گفتارها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برگز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عليهم‌السلام</w:t>
      </w:r>
      <w:r w:rsidR="00124A1D" w:rsidRPr="008F6CE0">
        <w:rPr>
          <w:rtl/>
        </w:rPr>
        <w:t xml:space="preserve"> 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درخت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حضرت آدم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به ترک استفاده از آن امر شده بود درخت حسد وگناه بود نه بوته گندم و انگور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سزاست بگو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Pr="008F6CE0">
        <w:rPr>
          <w:rtl/>
        </w:rPr>
        <w:t xml:space="preserve"> اله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آن همه عظمت که فرشتگان به سجده به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امر شدند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دا</w:t>
      </w:r>
      <w:r w:rsidRPr="008F6CE0">
        <w:rPr>
          <w:rFonts w:hint="eastAsia"/>
          <w:rtl/>
        </w:rPr>
        <w:t>شتنِ</w:t>
      </w:r>
      <w:r w:rsidRPr="008F6CE0">
        <w:rPr>
          <w:rtl/>
        </w:rPr>
        <w:t xml:space="preserve">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نعمت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بهشت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هوسِ خوردن دانه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گندم کرد</w:t>
      </w:r>
      <w:r w:rsidR="00853559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FF1F4F" w:rsidRPr="008F6CE0">
        <w:rPr>
          <w:rStyle w:val="libFootnotenumChar"/>
          <w:rFonts w:hint="cs"/>
          <w:rtl/>
        </w:rPr>
        <w:t>15</w:t>
      </w:r>
      <w:r w:rsidR="00EA031B" w:rsidRPr="008F6CE0">
        <w:rPr>
          <w:rStyle w:val="libFootnotenumChar"/>
          <w:rtl/>
        </w:rPr>
        <w:t>)</w:t>
      </w:r>
      <w:r w:rsidR="00FF1F4F" w:rsidRPr="008F6CE0">
        <w:rPr>
          <w:rStyle w:val="libFootnotenumChar"/>
          <w:rFonts w:hint="cs"/>
          <w:rtl/>
        </w:rPr>
        <w:t xml:space="preserve"> </w:t>
      </w:r>
      <w:r w:rsidR="001A33D5" w:rsidRPr="008F6CE0">
        <w:rPr>
          <w:rtl/>
        </w:rPr>
        <w:t xml:space="preserve">! </w:t>
      </w:r>
      <w:r w:rsidRPr="008F6CE0">
        <w:rPr>
          <w:rtl/>
        </w:rPr>
        <w:t>آنچه از آدم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خواستند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بودکه به پاسِ بهره 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نعمت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صفات زشت نزد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نگردد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که هرکس در پ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خواسته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 برود 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بهشت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853559">
      <w:pPr>
        <w:pStyle w:val="libNormal"/>
        <w:rPr>
          <w:rtl/>
        </w:rPr>
      </w:pPr>
      <w:r w:rsidRPr="008F6CE0">
        <w:rPr>
          <w:rFonts w:hint="eastAsia"/>
          <w:rtl/>
        </w:rPr>
        <w:t>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</w:t>
      </w:r>
      <w:r w:rsidRPr="008F6CE0">
        <w:rPr>
          <w:rtl/>
        </w:rPr>
        <w:t xml:space="preserve"> 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که هم از آن منع شود و هم بدان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گردد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مثلاً بدنِ برهنه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نشان دهند و سپس آن را </w:t>
      </w:r>
      <w:r w:rsidRPr="008F6CE0">
        <w:rPr>
          <w:rtl/>
        </w:rPr>
        <w:lastRenderedPageBreak/>
        <w:t>بپوشانند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جوان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پس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دنِ</w:t>
      </w:r>
      <w:r w:rsidRPr="008F6CE0">
        <w:rPr>
          <w:rtl/>
        </w:rPr>
        <w:t xml:space="preserve"> اندامِ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دوست</w:t>
      </w:r>
      <w:r w:rsidR="0085355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دارد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کنار رود تا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کرش</w:t>
      </w:r>
      <w:r w:rsidRPr="008F6CE0">
        <w:rPr>
          <w:rtl/>
        </w:rPr>
        <w:t xml:space="preserve"> را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نه بدان علت است که پوشش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حساس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بلکه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پس ازپ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بردن به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توانِ او در برآوردنِ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ال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به مشاهده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اندام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زن مشتاق و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چون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و </w:t>
      </w:r>
      <w:r w:rsidRPr="008F6CE0">
        <w:rPr>
          <w:rFonts w:hint="eastAsia"/>
          <w:rtl/>
        </w:rPr>
        <w:t>رنگ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ساقِ برهنه و نظ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زنان و حرکات دلربا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را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آن پس دوست دارد هر زن و دختر عف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و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را هم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مشاهده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 است که اگر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لحظه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چادر از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زن به کنار رود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چشمان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در پ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جستجو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گواه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ادّعا آن است که اگر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همه عمر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مشاهده زنان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دچار تخ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لات</w:t>
      </w:r>
      <w:r w:rsidRPr="008F6CE0">
        <w:rPr>
          <w:rtl/>
        </w:rPr>
        <w:t xml:space="preserve"> و هوس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آلوده-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آشنا به خصوص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زن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>-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پس «پوش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زن» سبب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«سابقه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ذهن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مرد از جنس زن دارد»او را به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دنِ</w:t>
      </w:r>
      <w:r w:rsidRPr="008F6CE0">
        <w:rPr>
          <w:rtl/>
        </w:rPr>
        <w:t xml:space="preserve"> بد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زنان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چادر حساس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آور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بلکه ازآنجاکه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پوشش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برجستگ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را- که مرد از آنها با خبر است-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فرد به نگاه وا داشته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مردانِ ازدواج کرده گاه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مجرّدان به افراد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رهم</w:t>
      </w:r>
      <w:r w:rsidRPr="008F6CE0">
        <w:rPr>
          <w:rtl/>
        </w:rPr>
        <w:t xml:space="preserve"> جنس حساس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بدان علت است که از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اندام زن آگاه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چون افکارشان آلا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پس از ازدواج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افراد شناخت افزون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عنصر 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Pr="008F6CE0">
        <w:rPr>
          <w:rtl/>
        </w:rPr>
        <w:t xml:space="preserve">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شناخت با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مشروع همراه نباشد و فرد مطمئن نشود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فراتر از محدوده خانواده به لذّت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اجتماع بشر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شناخت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چون شخص در فرا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با زنان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برهنه روبرو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زود در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که کامجو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همسر قانون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منحصر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آنگاه مشکل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او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 از ازدواج دل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اش آرام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تحل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مراتب ظلم و جنا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و برهنگان عصر ما به زنان پاکدامن روا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 روشن 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هستند که حساس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مردان به زنان را دو چندان ساخته و سبب شده اندکه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از زن نگرش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جز عامل آلودگ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نداشته باشند</w:t>
      </w:r>
      <w:r w:rsidR="00A807CF" w:rsidRPr="008F6CE0">
        <w:rPr>
          <w:rtl/>
        </w:rPr>
        <w:t xml:space="preserve">. </w:t>
      </w:r>
    </w:p>
    <w:p w:rsidR="00FB1C85" w:rsidRPr="008F6CE0" w:rsidRDefault="00061879" w:rsidP="0085355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واقع تا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ازگسترش 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تنوع طلب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</w:t>
      </w:r>
      <w:r w:rsidRPr="008F6CE0">
        <w:rPr>
          <w:rtl/>
        </w:rPr>
        <w:t xml:space="preserve">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مردم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نشده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بانوان پاک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جوامع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تاوان جهالت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ناپاک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زگان</w:t>
      </w:r>
      <w:r w:rsidRPr="008F6CE0">
        <w:rPr>
          <w:rtl/>
        </w:rPr>
        <w:t xml:space="preserve"> را تحمّل کنند و درمح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</w:t>
      </w:r>
      <w:r w:rsidR="00D608B0" w:rsidRPr="008F6CE0">
        <w:rPr>
          <w:rtl/>
        </w:rPr>
        <w:t>ناآرام</w:t>
      </w:r>
      <w:r w:rsidRPr="008F6CE0">
        <w:rPr>
          <w:rtl/>
        </w:rPr>
        <w:t xml:space="preserve"> و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زنانِ جلوه گر به وجود آورده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استقبال سخ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مضاعف بروند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به 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ممکن بود از وقوع آن جلوگ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</w:p>
    <w:p w:rsidR="00811B5D" w:rsidRPr="008F6CE0" w:rsidRDefault="00061879" w:rsidP="00FB1C85">
      <w:pPr>
        <w:pStyle w:val="Heading2"/>
        <w:rPr>
          <w:rtl/>
        </w:rPr>
      </w:pPr>
      <w:bookmarkStart w:id="26" w:name="_Toc425750298"/>
      <w:r w:rsidRPr="008F6CE0">
        <w:rPr>
          <w:rFonts w:hint="eastAsia"/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زنانِ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اندام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عامل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="001A33D5" w:rsidRPr="008F6CE0">
        <w:rPr>
          <w:rFonts w:hint="eastAsia"/>
          <w:rtl/>
        </w:rPr>
        <w:t>؟</w:t>
      </w:r>
      <w:bookmarkEnd w:id="26"/>
      <w:r w:rsidR="001A33D5" w:rsidRPr="008F6CE0">
        <w:rPr>
          <w:rFonts w:hint="eastAsia"/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تأسف اغلب زنان به اشتباه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مفهوم حجاب را فقط پوشش اندام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 وکم حجاب راکس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شناسندکه پوشش اندامش کامل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چه باحجابان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نظر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ازکم حجابان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خود جلب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نکته غافل اند که حجاب مجموعه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رفتارهاست که پوشِش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مرحله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است و نه همه آن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طرز پوشش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کامل شناخته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مگر مجموع رفتارها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فرد انظباط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</w:p>
    <w:p w:rsidR="00853559" w:rsidRPr="008F6CE0" w:rsidRDefault="00061879" w:rsidP="00FF1F4F">
      <w:pPr>
        <w:pStyle w:val="libNormal"/>
        <w:rPr>
          <w:rtl/>
        </w:rPr>
      </w:pPr>
      <w:r w:rsidRPr="008F6CE0">
        <w:rPr>
          <w:rFonts w:hint="eastAsia"/>
          <w:rtl/>
        </w:rPr>
        <w:t>شک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گاه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مانند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لباس چنان که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پوشاندن و حفظ کردن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ممکن است عامل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و </w:t>
      </w:r>
      <w:r w:rsidRPr="008F6CE0">
        <w:rPr>
          <w:rtl/>
        </w:rPr>
        <w:lastRenderedPageBreak/>
        <w:t>ته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نقش دوگانه به طرزاستفاده از لباس بستگ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قرآن کر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لط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="000721BA" w:rsidRPr="008F6CE0">
        <w:rPr>
          <w:rStyle w:val="libAlaemChar"/>
          <w:rFonts w:eastAsia="KFGQPC Uthman Taha Naskh"/>
          <w:rtl/>
        </w:rPr>
        <w:t>(</w:t>
      </w:r>
      <w:r w:rsidR="000721BA" w:rsidRPr="008F6CE0">
        <w:rPr>
          <w:rStyle w:val="libAieChar"/>
          <w:rtl/>
        </w:rPr>
        <w:t xml:space="preserve">و 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Fonts w:hint="eastAsia"/>
          <w:rtl/>
        </w:rPr>
        <w:t>حفظن</w:t>
      </w:r>
      <w:r w:rsidR="000721BA" w:rsidRPr="008F6CE0">
        <w:rPr>
          <w:rStyle w:val="libAieChar"/>
          <w:rtl/>
        </w:rPr>
        <w:t xml:space="preserve"> فروجهنّ</w:t>
      </w:r>
      <w:r w:rsidR="000721BA" w:rsidRPr="008F6CE0">
        <w:rPr>
          <w:rStyle w:val="libAlaemChar"/>
          <w:rFonts w:eastAsia="KFGQPC Uthman Taha Naskh"/>
          <w:rtl/>
        </w:rPr>
        <w:t>)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FF1F4F" w:rsidRPr="008F6CE0">
        <w:rPr>
          <w:rStyle w:val="libFootnotenumChar"/>
          <w:rFonts w:hint="cs"/>
          <w:rtl/>
        </w:rPr>
        <w:t>16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زنان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بگو شرمگاهشان را حفظ کنند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853559">
      <w:pPr>
        <w:pStyle w:val="libNormal"/>
        <w:rPr>
          <w:rtl/>
        </w:rPr>
      </w:pPr>
      <w:r w:rsidRPr="008F6CE0">
        <w:rPr>
          <w:rtl/>
        </w:rPr>
        <w:t>تعب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حفظن</w:t>
      </w:r>
      <w:r w:rsidRPr="008F6CE0">
        <w:rPr>
          <w:rtl/>
        </w:rPr>
        <w:t xml:space="preserve"> به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سترن</w:t>
      </w:r>
      <w:r w:rsidRPr="008F6CE0">
        <w:rPr>
          <w:rtl/>
        </w:rPr>
        <w:t>- که به معنا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پوشاندن است-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منظور است که هدف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حفظ کردن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فقط پوشاندن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پوشش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عامل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و جلب نظر باشد خواسته خدا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متعال</w:t>
      </w:r>
      <w:r w:rsidR="0085355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هدف از پوشاندن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حفظ کردن است و البته که بدون پوشاندن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حفظ کردن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معناست</w:t>
      </w:r>
      <w:r w:rsidR="00A807CF" w:rsidRPr="008F6CE0">
        <w:rPr>
          <w:rtl/>
        </w:rPr>
        <w:t xml:space="preserve">؛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خود را پوشاند امّا از نگاه و خطر حفظ نکرد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همان طورکه افراد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توانند ادعا کنند که بدون پوشش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توانند خود را حفظ کنند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ادعا کرد که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هر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خته</w:t>
      </w:r>
      <w:r w:rsidRPr="008F6CE0">
        <w:rPr>
          <w:rtl/>
        </w:rPr>
        <w:t xml:space="preserve"> ب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حفظ کردن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لباس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برجستگ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اندام را نپوشاند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آن را دو چندان کند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خود آرا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است نه عامل پاکدامن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حجاب 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فقط پارچه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اندام را بپوشاند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ماندن زن و جامعه او و مانع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خطرها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از انسان به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انسان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دربان خانه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اکاخ</w:t>
      </w:r>
      <w:r w:rsidRPr="008F6CE0">
        <w:rPr>
          <w:rtl/>
        </w:rPr>
        <w:t xml:space="preserve"> را حاجب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معناست که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ورود بدون اجازه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مانع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اگر 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پوشش خود را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سرپوش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رفتار زشت قرار دهد</w:t>
      </w:r>
      <w:r w:rsidR="00A807CF" w:rsidRPr="008F6CE0">
        <w:rPr>
          <w:rtl/>
        </w:rPr>
        <w:t xml:space="preserve">،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در حال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با رفتار وگفتارش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ته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و جلب توجه اشخاص را فراهم آورد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با حجاب دانست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بدن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از حساس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 نسبت به زن جلوگ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پوشش اندام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مانع از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هوسهاست که زن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عامل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ننده</w:t>
      </w:r>
      <w:r w:rsidRPr="008F6CE0">
        <w:rPr>
          <w:rtl/>
        </w:rPr>
        <w:t xml:space="preserve"> را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صورت آشکار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و همسخن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نامحرم به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دلربا</w:t>
      </w:r>
      <w:r w:rsidR="00A807CF" w:rsidRPr="008F6CE0">
        <w:rPr>
          <w:rtl/>
        </w:rPr>
        <w:t xml:space="preserve">، </w:t>
      </w:r>
      <w:r w:rsidRPr="008F6CE0">
        <w:rPr>
          <w:rtl/>
        </w:rPr>
        <w:lastRenderedPageBreak/>
        <w:t>عامل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و توجه است</w:t>
      </w:r>
      <w:r w:rsidR="00A807CF" w:rsidRPr="008F6CE0">
        <w:rPr>
          <w:rtl/>
        </w:rPr>
        <w:t xml:space="preserve">؛ </w:t>
      </w:r>
      <w:r w:rsidRPr="008F6CE0">
        <w:rPr>
          <w:rtl/>
        </w:rPr>
        <w:t xml:space="preserve">هر چند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بدن به طورکامل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حساس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برانگ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وجود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اورده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 (</w:t>
      </w:r>
      <w:r w:rsidRPr="008F6CE0">
        <w:rPr>
          <w:rtl/>
        </w:rPr>
        <w:t>دقّت شود</w:t>
      </w:r>
      <w:r w:rsidR="001A33D5" w:rsidRPr="008F6CE0">
        <w:rPr>
          <w:rtl/>
        </w:rPr>
        <w:t>!</w:t>
      </w:r>
      <w:r w:rsidR="00124A1D" w:rsidRPr="008F6CE0">
        <w:rPr>
          <w:rtl/>
        </w:rPr>
        <w:t xml:space="preserve">) </w:t>
      </w:r>
      <w:r w:rsidRPr="008F6CE0">
        <w:rPr>
          <w:rtl/>
        </w:rPr>
        <w:t xml:space="preserve">جلوه دادنِ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موضع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رفتار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 پوشاندن بق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مواضع است که حساس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با وجود چادر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روپوش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باتر</w:t>
      </w:r>
      <w:r w:rsidRPr="008F6CE0">
        <w:rPr>
          <w:rtl/>
        </w:rPr>
        <w:t xml:space="preserve"> ارائه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و با آشنا 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گرم صحبت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همانند 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در محل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شود </w:t>
      </w:r>
      <w:r w:rsidRPr="008F6CE0">
        <w:rPr>
          <w:rFonts w:hint="eastAsia"/>
          <w:rtl/>
        </w:rPr>
        <w:t>درکم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نشسته است تا او را به دام اندازد و هلاکش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بردکه حجابِ مورد نظراد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تنها به استفاده از چند متر پارچه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حجاب سلسله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عاقبت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 نگاه داشتن زن از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ا 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پوشش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او را ازگزند هر نوع توه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 استفاده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نابجا حفظ کند وزن را آن گونه ت</w:t>
      </w:r>
      <w:r w:rsidRPr="008F6CE0">
        <w:rPr>
          <w:rFonts w:hint="eastAsia"/>
          <w:rtl/>
        </w:rPr>
        <w:t>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کندکه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فته</w:t>
      </w:r>
      <w:r w:rsidRPr="008F6CE0">
        <w:rPr>
          <w:rtl/>
        </w:rPr>
        <w:t xml:space="preserve"> تحس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تمج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هوسبازان نشود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تمج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دها</w:t>
      </w:r>
      <w:r w:rsidRPr="008F6CE0">
        <w:rPr>
          <w:rtl/>
        </w:rPr>
        <w:t xml:space="preserve"> ا زطرف ولگردها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ابراز شود چه از طرف جامعه شناسان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گرِ نظام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عنوان جانبدار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ازحقوق زن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گذشته</w:t>
      </w:r>
      <w:r w:rsidRPr="008F6CE0">
        <w:rPr>
          <w:rtl/>
        </w:rPr>
        <w:t xml:space="preserve"> از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آنچه گفت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گاه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محافظت از خود چندان در اوج قرار دارد که با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پوشش ساده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به 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صورت خود را حفظ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خانواده با وفا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حضرت امام حس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بن عل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 xml:space="preserve">در دوره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اسارت پوشش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به غارت رفت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هرگزکس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ادعا نکرده ا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آن بانوان ستمد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 آن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پس ازداشتن پوشش ساده و اندک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نظرکس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ناروا به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جلب کرده باشند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853559">
      <w:pPr>
        <w:pStyle w:val="Heading2"/>
        <w:rPr>
          <w:rtl/>
        </w:rPr>
      </w:pPr>
      <w:bookmarkStart w:id="27" w:name="_Toc425750299"/>
      <w:r w:rsidRPr="008F6CE0">
        <w:rPr>
          <w:rFonts w:hint="eastAsia"/>
          <w:rtl/>
        </w:rPr>
        <w:lastRenderedPageBreak/>
        <w:t>سخن</w:t>
      </w:r>
      <w:r w:rsidRPr="008F6CE0">
        <w:rPr>
          <w:rtl/>
        </w:rPr>
        <w:t xml:space="preserve"> گفتن و راه رفتن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دشوارتر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کارها</w:t>
      </w:r>
      <w:bookmarkEnd w:id="27"/>
    </w:p>
    <w:p w:rsidR="00061879" w:rsidRPr="008F6CE0" w:rsidRDefault="00061879" w:rsidP="00FF1F4F">
      <w:pPr>
        <w:pStyle w:val="libNormal"/>
        <w:rPr>
          <w:rtl/>
        </w:rPr>
      </w:pPr>
      <w:r w:rsidRPr="008F6CE0">
        <w:rPr>
          <w:rFonts w:hint="eastAsia"/>
          <w:rtl/>
        </w:rPr>
        <w:t>رفتار</w:t>
      </w:r>
      <w:r w:rsidRPr="008F6CE0">
        <w:rPr>
          <w:rtl/>
        </w:rPr>
        <w:t xml:space="preserve"> زن به هر شکل باشد دارا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راه رفتن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نگاه کردن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سخن گفتن وپوشش او همه زبانِ ارتباط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است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انکار نشدن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دارم که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 و پسر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جرم ناپاک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دستگ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 محاکمه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پسر 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چگونه مطمئن شد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دختر به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شنهاد</w:t>
      </w:r>
      <w:r w:rsidRPr="008F6CE0">
        <w:rPr>
          <w:rtl/>
        </w:rPr>
        <w:t xml:space="preserve"> گناه پاسخ مساعد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اوگفت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بدون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صحبت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نشان از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داشت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با چشم حرکت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انجام داد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گفت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جز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احساس کردم اگر به گناه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نداشت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نگاه من به نرم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استقبال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1A33D5" w:rsidRPr="008F6CE0">
        <w:rPr>
          <w:rtl/>
        </w:rPr>
        <w:t xml:space="preserve">! </w:t>
      </w:r>
      <w:r w:rsidR="00EA031B" w:rsidRPr="008F6CE0">
        <w:rPr>
          <w:rStyle w:val="libFootnotenumChar"/>
          <w:rtl/>
        </w:rPr>
        <w:t>(</w:t>
      </w:r>
      <w:r w:rsidR="00FF1F4F" w:rsidRPr="008F6CE0">
        <w:rPr>
          <w:rStyle w:val="libFootnotenumChar"/>
          <w:rFonts w:hint="cs"/>
          <w:rtl/>
        </w:rPr>
        <w:t>17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اساس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مجامع عموم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ابزارها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استنفاده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و حسّ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افراد را به خود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دارو</w:t>
      </w:r>
      <w:r w:rsidRPr="008F6CE0">
        <w:rPr>
          <w:rtl/>
        </w:rPr>
        <w:t xml:space="preserve">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آنها را در حسرت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رها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شد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فشارها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ضربه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بر آنها وارد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هم همچون غرب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روابط ناسالم فراهم باشد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دهشتناک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اوج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سخن گفت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چون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فراهم نباشد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عقده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جوان و بزرگسال را از 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به ارتکاب گناه و آلودگ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افزون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خودآ</w:t>
      </w:r>
      <w:r w:rsidRPr="008F6CE0">
        <w:rPr>
          <w:rFonts w:hint="eastAsia"/>
          <w:rtl/>
        </w:rPr>
        <w:t>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در مقابل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تأک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ورزند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نگرانِ قضاوت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هستند و در دغدغه به سر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اندوهبار است که خانواده ها ده ها سال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فرزندان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رنجش برخود هموارکنند و آنگاه در مجامع عموم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سبکسر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آلوده ساختن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ساز انحراف افراد شود و زحمت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ساله را به دقا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باد دهد</w:t>
      </w:r>
      <w:r w:rsidR="001A33D5" w:rsidRPr="008F6CE0">
        <w:rPr>
          <w:rtl/>
        </w:rPr>
        <w:t xml:space="preserve">! </w:t>
      </w:r>
    </w:p>
    <w:p w:rsidR="00061879" w:rsidRPr="008F6CE0" w:rsidRDefault="00061879" w:rsidP="00FF1F4F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بر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اساس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سخن گفتن و راه رفتن را- به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زنان- از دشوارتر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کارها بر شمرد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قرآن عظ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="000721BA" w:rsidRPr="008F6CE0">
        <w:rPr>
          <w:rStyle w:val="libAlaemChar"/>
          <w:rFonts w:eastAsia="KFGQPC Uthman Taha Naskh"/>
          <w:rtl/>
        </w:rPr>
        <w:t>(</w:t>
      </w:r>
      <w:r w:rsidR="000721BA" w:rsidRPr="008F6CE0">
        <w:rPr>
          <w:rStyle w:val="libAieChar"/>
          <w:rtl/>
        </w:rPr>
        <w:t>و عباد الرّحمن الذ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Fonts w:hint="eastAsia"/>
          <w:rtl/>
        </w:rPr>
        <w:t>ن</w:t>
      </w:r>
      <w:r w:rsidR="000721BA" w:rsidRPr="008F6CE0">
        <w:rPr>
          <w:rStyle w:val="libAieChar"/>
          <w:rtl/>
        </w:rPr>
        <w:t xml:space="preserve"> 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Fonts w:hint="eastAsia"/>
          <w:rtl/>
        </w:rPr>
        <w:t>مشمون</w:t>
      </w:r>
      <w:r w:rsidR="000721BA" w:rsidRPr="008F6CE0">
        <w:rPr>
          <w:rStyle w:val="libAieChar"/>
          <w:rtl/>
        </w:rPr>
        <w:t xml:space="preserve"> عل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tl/>
        </w:rPr>
        <w:t xml:space="preserve"> الارض هونا</w:t>
      </w:r>
      <w:r w:rsidR="000721BA" w:rsidRPr="008F6CE0">
        <w:rPr>
          <w:rStyle w:val="libAlaemChar"/>
          <w:rFonts w:eastAsia="KFGQPC Uthman Taha Naskh"/>
          <w:rtl/>
        </w:rPr>
        <w:t>)</w:t>
      </w:r>
      <w:r w:rsidR="00A807CF" w:rsidRPr="008F6CE0">
        <w:rPr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FF1F4F" w:rsidRPr="008F6CE0">
        <w:rPr>
          <w:rStyle w:val="libFootnotenumChar"/>
          <w:rFonts w:hint="cs"/>
          <w:rtl/>
        </w:rPr>
        <w:t>18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بندگان خدا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رحمان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 که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 نرم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گام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نرم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گام بردارد از راه رفتنش گرد و غبار بر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صدا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جنجال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وگوش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دل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لرزد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که به هنگام راه رفتن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افراد غبار افسردگ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غم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افشانند و دل ها را 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بنده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طان</w:t>
      </w:r>
      <w:r w:rsidRPr="008F6CE0">
        <w:rPr>
          <w:rtl/>
        </w:rPr>
        <w:t xml:space="preserve"> هستند نه خدا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رحمان</w:t>
      </w:r>
      <w:r w:rsidR="00EB7343" w:rsidRPr="008F6CE0">
        <w:rPr>
          <w:rFonts w:hint="cs"/>
          <w:rtl/>
        </w:rPr>
        <w:t>.</w:t>
      </w:r>
      <w:r w:rsidR="00A807CF" w:rsidRPr="008F6CE0">
        <w:rPr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قرآن</w:t>
      </w:r>
      <w:r w:rsidRPr="008F6CE0">
        <w:rPr>
          <w:rtl/>
        </w:rPr>
        <w:t xml:space="preserve"> 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حدود پوشش زنان که طرز سخن گفتن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شامل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</w:p>
    <w:p w:rsidR="00061879" w:rsidRPr="008F6CE0" w:rsidRDefault="000721BA" w:rsidP="00EB7343">
      <w:pPr>
        <w:pStyle w:val="libNormal"/>
        <w:rPr>
          <w:rtl/>
        </w:rPr>
      </w:pPr>
      <w:r w:rsidRPr="008F6CE0">
        <w:rPr>
          <w:rStyle w:val="libAlaemChar"/>
          <w:rFonts w:eastAsia="KFGQPC Uthman Taha Naskh" w:hint="cs"/>
          <w:rtl/>
        </w:rPr>
        <w:t>(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ا</w:t>
      </w:r>
      <w:r w:rsidRPr="008F6CE0">
        <w:rPr>
          <w:rStyle w:val="libAieChar"/>
          <w:rtl/>
        </w:rPr>
        <w:t xml:space="preserve"> نساء النب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tl/>
        </w:rPr>
        <w:t xml:space="preserve"> لستنّ کاحد من النساء ان اتق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تنّ</w:t>
      </w:r>
      <w:r w:rsidRPr="008F6CE0">
        <w:rPr>
          <w:rStyle w:val="libAieChar"/>
          <w:rtl/>
        </w:rPr>
        <w:t xml:space="preserve"> فلاتخضعن بالقول ف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طمع</w:t>
      </w:r>
      <w:r w:rsidRPr="008F6CE0">
        <w:rPr>
          <w:rStyle w:val="libAieChar"/>
          <w:rtl/>
        </w:rPr>
        <w:t xml:space="preserve"> الذ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tl/>
        </w:rPr>
        <w:t xml:space="preserve"> ف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tl/>
        </w:rPr>
        <w:t xml:space="preserve"> قلبه مرض و قلن قولاً معروف</w:t>
      </w:r>
      <w:r w:rsidRPr="008F6CE0">
        <w:rPr>
          <w:rStyle w:val="libAieChar"/>
          <w:rFonts w:hint="cs"/>
          <w:rtl/>
        </w:rPr>
        <w:t xml:space="preserve">. </w:t>
      </w:r>
      <w:r w:rsidRPr="008F6CE0">
        <w:rPr>
          <w:rStyle w:val="libAlaemChar"/>
          <w:rFonts w:eastAsia="KFGQPC Uthman Taha Naskh" w:hint="cs"/>
          <w:rtl/>
        </w:rPr>
        <w:t>)</w:t>
      </w:r>
      <w:r w:rsidR="00DD30AE" w:rsidRPr="008F6CE0">
        <w:rPr>
          <w:rStyle w:val="libAlaemChar"/>
          <w:rFonts w:eastAsia="KFGQPC Uthman Taha Naskh" w:hint="cs"/>
          <w:rtl/>
        </w:rPr>
        <w:t xml:space="preserve"> </w:t>
      </w:r>
      <w:r w:rsidR="00061879" w:rsidRPr="008F6CE0">
        <w:rPr>
          <w:rFonts w:eastAsia="KFGQPC Uthman Taha Naskh"/>
          <w:rtl/>
        </w:rPr>
        <w:t>سوره فرقان</w:t>
      </w:r>
      <w:r w:rsidR="00A807CF" w:rsidRPr="008F6CE0">
        <w:rPr>
          <w:rFonts w:eastAsia="KFGQPC Uthman Taha Naskh"/>
          <w:rtl/>
        </w:rPr>
        <w:t xml:space="preserve">، </w:t>
      </w:r>
      <w:r w:rsidR="00061879" w:rsidRPr="008F6CE0">
        <w:rPr>
          <w:rFonts w:eastAsia="KFGQPC Uthman Taha Naskh"/>
          <w:rtl/>
        </w:rPr>
        <w:t>آ</w:t>
      </w:r>
      <w:r w:rsidR="00061879" w:rsidRPr="008F6CE0">
        <w:rPr>
          <w:rFonts w:eastAsia="KFGQPC Uthman Taha Naskh" w:hint="cs"/>
          <w:rtl/>
        </w:rPr>
        <w:t>ی</w:t>
      </w:r>
      <w:r w:rsidR="00061879" w:rsidRPr="008F6CE0">
        <w:rPr>
          <w:rFonts w:eastAsia="KFGQPC Uthman Taha Naskh" w:hint="eastAsia"/>
          <w:rtl/>
        </w:rPr>
        <w:t>ه</w:t>
      </w:r>
      <w:r w:rsidR="00061879" w:rsidRPr="008F6CE0">
        <w:rPr>
          <w:rFonts w:eastAsia="KFGQPC Uthman Taha Naskh"/>
          <w:rtl/>
        </w:rPr>
        <w:t xml:space="preserve"> </w:t>
      </w:r>
      <w:r w:rsidR="00061879" w:rsidRPr="008F6CE0">
        <w:rPr>
          <w:rFonts w:eastAsia="KFGQPC Uthman Taha Naskh" w:hint="cs"/>
          <w:rtl/>
        </w:rPr>
        <w:t>ی</w:t>
      </w:r>
      <w:r w:rsidR="00061879" w:rsidRPr="008F6CE0">
        <w:rPr>
          <w:rFonts w:eastAsia="KFGQPC Uthman Taha Naskh"/>
          <w:rtl/>
        </w:rPr>
        <w:t xml:space="preserve"> 63</w:t>
      </w:r>
      <w:r w:rsidR="00061879" w:rsidRPr="008F6CE0">
        <w:rPr>
          <w:rtl/>
        </w:rPr>
        <w:t xml:space="preserve"> 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زنان پ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امبر</w:t>
      </w:r>
      <w:r w:rsidR="00A807CF" w:rsidRPr="008F6CE0">
        <w:rPr>
          <w:rtl/>
        </w:rPr>
        <w:t xml:space="preserve">: </w:t>
      </w:r>
      <w:r w:rsidR="00061879" w:rsidRPr="008F6CE0">
        <w:rPr>
          <w:rtl/>
        </w:rPr>
        <w:t>شما همانند ه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چ</w:t>
      </w:r>
      <w:r w:rsidR="00061879" w:rsidRPr="008F6CE0">
        <w:rPr>
          <w:rtl/>
        </w:rPr>
        <w:t xml:space="preserve">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</w:t>
      </w:r>
      <w:r w:rsidR="00061879" w:rsidRPr="008F6CE0">
        <w:rPr>
          <w:rtl/>
        </w:rPr>
        <w:t xml:space="preserve"> از زنان ن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ست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="00061879" w:rsidRPr="008F6CE0">
        <w:rPr>
          <w:rtl/>
        </w:rPr>
        <w:t>از آنان برترو مسئول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ت</w:t>
      </w:r>
      <w:r w:rsidR="00061879" w:rsidRPr="008F6CE0">
        <w:rPr>
          <w:rtl/>
        </w:rPr>
        <w:t xml:space="preserve"> شما سنگ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تر است</w:t>
      </w:r>
      <w:r w:rsidR="00A807CF" w:rsidRPr="008F6CE0">
        <w:rPr>
          <w:rtl/>
        </w:rPr>
        <w:t xml:space="preserve">. </w:t>
      </w:r>
      <w:r w:rsidR="00061879" w:rsidRPr="008F6CE0">
        <w:rPr>
          <w:rtl/>
        </w:rPr>
        <w:t>اگر تقوا پ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شه</w:t>
      </w:r>
      <w:r w:rsidR="00061879" w:rsidRPr="008F6CE0">
        <w:rPr>
          <w:rtl/>
        </w:rPr>
        <w:t xml:space="preserve">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="00061879" w:rsidRPr="008F6CE0">
        <w:rPr>
          <w:rtl/>
        </w:rPr>
        <w:t>پس در سخن گفتن ن</w:t>
      </w:r>
      <w:r w:rsidR="00061879" w:rsidRPr="008F6CE0">
        <w:rPr>
          <w:rFonts w:hint="eastAsia"/>
          <w:rtl/>
        </w:rPr>
        <w:t>رم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نشان نده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 xml:space="preserve"> که فرد 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مار</w:t>
      </w:r>
      <w:r w:rsidR="00061879" w:rsidRPr="008F6CE0">
        <w:rPr>
          <w:rtl/>
        </w:rPr>
        <w:t xml:space="preserve"> دل به طمع افتد و به ن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ک</w:t>
      </w:r>
      <w:r w:rsidR="00061879"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="00061879" w:rsidRPr="008F6CE0">
        <w:rPr>
          <w:rtl/>
        </w:rPr>
        <w:t>سنج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ده</w:t>
      </w:r>
      <w:r w:rsidR="00124A1D" w:rsidRPr="008F6CE0">
        <w:rPr>
          <w:rtl/>
        </w:rPr>
        <w:t xml:space="preserve">) </w:t>
      </w:r>
      <w:r w:rsidR="00061879" w:rsidRPr="008F6CE0">
        <w:rPr>
          <w:rtl/>
        </w:rPr>
        <w:t>سخن گو</w:t>
      </w:r>
      <w:r w:rsidR="00061879" w:rsidRPr="008F6CE0">
        <w:rPr>
          <w:rFonts w:hint="cs"/>
          <w:rtl/>
        </w:rPr>
        <w:t>یی</w:t>
      </w:r>
      <w:r w:rsidR="00061879"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در روزگار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نازل نشده است بلکه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شده است که اغلب زنان دارا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پوشش بوده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چهره شان را آشکار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کرده</w:t>
      </w:r>
      <w:r w:rsidRPr="008F6CE0">
        <w:rPr>
          <w:rtl/>
        </w:rPr>
        <w:t xml:space="preserve">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مخاطب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همسران رسول خدا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و قانون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 زن مسلمان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مفاد آن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دهدکه با متانت سخن گفتن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بخش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</w:t>
      </w:r>
      <w:r w:rsidR="00EB7343" w:rsidRPr="008F6CE0">
        <w:rPr>
          <w:rFonts w:hint="cs"/>
          <w:rtl/>
        </w:rPr>
        <w:t xml:space="preserve"> </w:t>
      </w:r>
      <w:r w:rsidRPr="008F6CE0">
        <w:rPr>
          <w:rtl/>
        </w:rPr>
        <w:t>نگهدار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است و حجاب بدون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گاه جز عامل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در صورت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خوب بپوشاند اما در صحبت کردن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هدفش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طرف مقابل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هر چه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تر باشد وجود او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کننده 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اگر زشت رو باشد و چهره اش را آشکارکند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صدا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دلربا و محرّک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جاذبه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اما هرگاه 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بپوشاند و تنها صدا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و پرجاذبه اش را به گوش برساند براحت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قادر است شنونده را مجذوب وگرفتار سازد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نظر سنج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نجانب</w:t>
      </w:r>
      <w:r w:rsidRPr="008F6CE0">
        <w:rPr>
          <w:rtl/>
        </w:rPr>
        <w:t xml:space="preserve">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صد جوان و بزرگسال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افراد به جاذبه صدا اعتراف کرده و افراد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اظهارکرده اندکه تنها از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صدا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انتخاب کرده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از او روگردانده اند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EB7343">
      <w:pPr>
        <w:pStyle w:val="libNormal"/>
        <w:rPr>
          <w:rtl/>
        </w:rPr>
      </w:pPr>
      <w:r w:rsidRPr="008F6CE0">
        <w:rPr>
          <w:rFonts w:hint="eastAsia"/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مورد نظر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پاسخگو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شبهه است که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اگرکس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پاکدل باشد چندان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خودپوش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با توجه به پاک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همسران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بدآنها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سفارش فرموده است که اگر همسر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Pr="008F6CE0">
        <w:rPr>
          <w:rtl/>
        </w:rPr>
        <w:t xml:space="preserve"> برگز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اله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قلبت پاک بوده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قصد فتنه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جلب نظرها را</w:t>
      </w:r>
      <w:r w:rsidR="00EB7343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نداشته</w:t>
      </w:r>
      <w:r w:rsidRPr="008F6CE0">
        <w:rPr>
          <w:rtl/>
        </w:rPr>
        <w:t xml:space="preserve"> باش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باز هم لازم است در سخن گفتن به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رفتار نکن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جلب توجه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شما هر چند پاک باشد آنگاه که آداب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سخن گفتن را مراعات نکن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</w:t>
      </w:r>
      <w:r w:rsidRPr="008F6CE0">
        <w:rPr>
          <w:rtl/>
        </w:rPr>
        <w:t xml:space="preserve"> شوندگانِ گفتار شما را دچار اضطراب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و آنگاه آنان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شما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خودشان خطر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چنان که به عکس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طرز سخن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جاذبه باشد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طمع و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در شنونده قطع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Pr="008F6CE0">
        <w:rPr>
          <w:rtl/>
        </w:rPr>
        <w:t xml:space="preserve"> و هر وسوسه را از او دور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اساس در حضور افراد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سهل انگار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آن که اولاً</w:t>
      </w:r>
      <w:r w:rsidR="00A807CF" w:rsidRPr="008F6CE0">
        <w:rPr>
          <w:rtl/>
        </w:rPr>
        <w:t xml:space="preserve">: </w:t>
      </w:r>
      <w:r w:rsidRPr="008F6CE0">
        <w:rPr>
          <w:rtl/>
        </w:rPr>
        <w:t>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نهادِ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وسوسه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خبر 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ثان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اً</w:t>
      </w:r>
      <w:r w:rsidR="00A807CF" w:rsidRPr="008F6CE0">
        <w:rPr>
          <w:rtl/>
        </w:rPr>
        <w:t xml:space="preserve">: </w:t>
      </w:r>
      <w:r w:rsidRPr="008F6CE0">
        <w:rPr>
          <w:rtl/>
        </w:rPr>
        <w:t>افراد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اثر سهل انگار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گرداب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گرفتار شده اند کم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ثالثاً</w:t>
      </w:r>
      <w:r w:rsidR="00A807CF" w:rsidRPr="008F6CE0">
        <w:rPr>
          <w:rtl/>
        </w:rPr>
        <w:t xml:space="preserve">: </w:t>
      </w:r>
      <w:r w:rsidRPr="008F6CE0">
        <w:rPr>
          <w:rtl/>
        </w:rPr>
        <w:t>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پوشش کامل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دفع خطر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بلکه 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eastAsia"/>
          <w:rtl/>
        </w:rPr>
        <w:t>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وقوع وسوسه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احتمال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کس جز معصومان از آن در امان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رابعاً</w:t>
      </w:r>
      <w:r w:rsidR="00A807CF" w:rsidRPr="008F6CE0">
        <w:rPr>
          <w:rtl/>
        </w:rPr>
        <w:t xml:space="preserve">: </w:t>
      </w:r>
      <w:r w:rsidRPr="008F6CE0">
        <w:rPr>
          <w:rtl/>
        </w:rPr>
        <w:t xml:space="preserve">آنهاکه </w:t>
      </w:r>
      <w:r w:rsidRPr="008F6CE0">
        <w:rPr>
          <w:rtl/>
        </w:rPr>
        <w:lastRenderedPageBreak/>
        <w:t xml:space="preserve">به انحراف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لغزش دچار شده اند معلوم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حتماً ناپاکدل بوده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پاکدلان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اعتماد به خود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دچار غرور و لغزش شده ا 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DD30AE">
      <w:pPr>
        <w:pStyle w:val="libNormal"/>
        <w:rPr>
          <w:rtl/>
        </w:rPr>
      </w:pPr>
      <w:r w:rsidRPr="008F6CE0">
        <w:rPr>
          <w:rFonts w:hint="eastAsia"/>
          <w:rtl/>
        </w:rPr>
        <w:t>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سهل انگار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بانوان در طرز پوشش و رفتار و</w:t>
      </w:r>
      <w:r w:rsidR="00DD30AE" w:rsidRPr="008F6CE0">
        <w:rPr>
          <w:rFonts w:hint="cs"/>
          <w:rtl/>
        </w:rPr>
        <w:t xml:space="preserve"> </w:t>
      </w:r>
      <w:r w:rsidRPr="008F6CE0">
        <w:rPr>
          <w:rtl/>
        </w:rPr>
        <w:t>گفتار</w:t>
      </w:r>
      <w:r w:rsidR="00DD30AE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علامت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آنها به تماس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قلمداد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 خوشرو و خوش برخورد وکم پوشش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Pr="008F6CE0">
        <w:rPr>
          <w:rtl/>
        </w:rPr>
        <w:t xml:space="preserve"> تصور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سبب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 ملا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مت</w:t>
      </w:r>
      <w:r w:rsidRPr="008F6CE0">
        <w:rPr>
          <w:rtl/>
        </w:rPr>
        <w:t xml:space="preserve"> برخورد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دختر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اتوبوس به پسر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درکنار پنجره ماش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نشسته بگو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آقا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لطفاً کم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پنجره را بازکن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پسرک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درنگ تصور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که او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تقاضا را به بهانه برقرار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مطرح 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معمولاً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طرف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شده که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خوش برخورد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اسباب بدگمان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>- بخصوص همسر- را به دنبال دا</w:t>
      </w:r>
      <w:r w:rsidRPr="008F6CE0">
        <w:rPr>
          <w:rFonts w:hint="eastAsia"/>
          <w:rtl/>
        </w:rPr>
        <w:t>شته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دست کم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مهر و علاقه مرد به زنش را کاهش داده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گمان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رفتارِ ملا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علت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علاقگ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به شوهرش باشد</w:t>
      </w:r>
      <w:r w:rsidR="00A807CF" w:rsidRPr="008F6CE0">
        <w:rPr>
          <w:rtl/>
        </w:rPr>
        <w:t xml:space="preserve">. </w:t>
      </w:r>
    </w:p>
    <w:p w:rsidR="00784623" w:rsidRDefault="00061879" w:rsidP="00784623">
      <w:pPr>
        <w:pStyle w:val="libNormal"/>
        <w:rPr>
          <w:rFonts w:hint="cs"/>
          <w:rtl/>
        </w:rPr>
      </w:pPr>
      <w:r w:rsidRPr="008F6CE0">
        <w:rPr>
          <w:rFonts w:hint="eastAsia"/>
          <w:rtl/>
        </w:rPr>
        <w:t>موضوع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بخش آن که</w:t>
      </w:r>
      <w:r w:rsidR="00A807CF" w:rsidRPr="008F6CE0">
        <w:rPr>
          <w:rtl/>
        </w:rPr>
        <w:t xml:space="preserve">: </w:t>
      </w:r>
      <w:r w:rsidRPr="008F6CE0">
        <w:rPr>
          <w:rtl/>
        </w:rPr>
        <w:t>اُنس افراد با آهنگ صدا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سبب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که آنها نتوانند مراتب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رگذار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صدا را بر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افراد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ال</w:t>
      </w:r>
      <w:r w:rsidRPr="008F6CE0">
        <w:rPr>
          <w:rtl/>
        </w:rPr>
        <w:t xml:space="preserve"> خود چهره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آهنگ صدا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حال آن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="00D370E8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جذّاب</w:t>
      </w:r>
      <w:r w:rsidRPr="008F6CE0">
        <w:rPr>
          <w:rtl/>
        </w:rPr>
        <w:t xml:space="preserve"> </w:t>
      </w:r>
      <w:r w:rsidRPr="00784623">
        <w:rPr>
          <w:rtl/>
        </w:rPr>
        <w:t>است</w:t>
      </w:r>
      <w:bookmarkStart w:id="28" w:name="_Toc425750300"/>
      <w:r w:rsidR="00784623">
        <w:rPr>
          <w:rFonts w:hint="cs"/>
          <w:rtl/>
        </w:rPr>
        <w:t>.</w:t>
      </w:r>
    </w:p>
    <w:p w:rsidR="00811B5D" w:rsidRPr="00784623" w:rsidRDefault="00061879" w:rsidP="00784623">
      <w:pPr>
        <w:pStyle w:val="Heading2"/>
        <w:rPr>
          <w:rtl/>
        </w:rPr>
      </w:pPr>
      <w:r w:rsidRPr="00784623">
        <w:rPr>
          <w:rFonts w:hint="eastAsia"/>
          <w:rtl/>
        </w:rPr>
        <w:t>جنون</w:t>
      </w:r>
      <w:r w:rsidRPr="00784623">
        <w:rPr>
          <w:rtl/>
        </w:rPr>
        <w:t xml:space="preserve"> جنس</w:t>
      </w:r>
      <w:r w:rsidRPr="00784623">
        <w:rPr>
          <w:rFonts w:hint="cs"/>
          <w:rtl/>
        </w:rPr>
        <w:t>ی</w:t>
      </w:r>
      <w:r w:rsidRPr="00784623">
        <w:rPr>
          <w:rtl/>
        </w:rPr>
        <w:t xml:space="preserve"> و آزارطلب</w:t>
      </w:r>
      <w:r w:rsidRPr="00784623">
        <w:rPr>
          <w:rFonts w:hint="cs"/>
          <w:rtl/>
        </w:rPr>
        <w:t>ی</w:t>
      </w:r>
      <w:r w:rsidR="00124A1D" w:rsidRPr="00784623">
        <w:rPr>
          <w:rtl/>
        </w:rPr>
        <w:t xml:space="preserve"> (</w:t>
      </w:r>
      <w:r w:rsidRPr="00784623">
        <w:rPr>
          <w:rtl/>
        </w:rPr>
        <w:t>مازوخ</w:t>
      </w:r>
      <w:r w:rsidRPr="00784623">
        <w:rPr>
          <w:rFonts w:hint="cs"/>
          <w:rtl/>
        </w:rPr>
        <w:t>ی</w:t>
      </w:r>
      <w:r w:rsidRPr="00784623">
        <w:rPr>
          <w:rFonts w:hint="eastAsia"/>
          <w:rtl/>
        </w:rPr>
        <w:t>سم</w:t>
      </w:r>
      <w:r w:rsidR="00124A1D" w:rsidRPr="00784623">
        <w:rPr>
          <w:rtl/>
        </w:rPr>
        <w:t>)</w:t>
      </w:r>
      <w:bookmarkEnd w:id="28"/>
      <w:r w:rsidR="00124A1D" w:rsidRPr="00784623">
        <w:rPr>
          <w:rtl/>
        </w:rPr>
        <w:t xml:space="preserve"> </w:t>
      </w:r>
      <w:r w:rsidR="00EA031B" w:rsidRPr="00784623">
        <w:rPr>
          <w:rStyle w:val="libFootnotenumChar"/>
          <w:rtl/>
        </w:rPr>
        <w:t>(</w:t>
      </w:r>
      <w:r w:rsidR="0007301D" w:rsidRPr="00784623">
        <w:rPr>
          <w:rStyle w:val="libFootnotenumChar"/>
          <w:rFonts w:hint="cs"/>
          <w:rtl/>
        </w:rPr>
        <w:t>19</w:t>
      </w:r>
      <w:r w:rsidR="00EA031B" w:rsidRPr="00784623">
        <w:rPr>
          <w:rStyle w:val="libFootnotenumChar"/>
          <w:rtl/>
        </w:rPr>
        <w:t>)</w:t>
      </w:r>
    </w:p>
    <w:p w:rsidR="00061879" w:rsidRPr="008F6CE0" w:rsidRDefault="00061879" w:rsidP="0007301D">
      <w:pPr>
        <w:pStyle w:val="libNormal"/>
        <w:rPr>
          <w:rtl/>
        </w:rPr>
      </w:pPr>
      <w:r w:rsidRPr="008F6CE0">
        <w:rPr>
          <w:rFonts w:hint="eastAsia"/>
          <w:rtl/>
        </w:rPr>
        <w:t>امروزه</w:t>
      </w:r>
      <w:r w:rsidRPr="008F6CE0">
        <w:rPr>
          <w:rtl/>
        </w:rPr>
        <w:t xml:space="preserve"> آنچه مردمان بهره مند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اروپا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 به رنج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دچار ساخته است محروم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از ارضا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لات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بلکه بهره بردار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حد است که درمانده شان 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در اروپا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ژاپن و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زنان و مردانِ رنج 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از «جنون جنس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»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خاموش س</w:t>
      </w:r>
      <w:r w:rsidRPr="008F6CE0">
        <w:rPr>
          <w:rFonts w:hint="eastAsia"/>
          <w:rtl/>
        </w:rPr>
        <w:t>اختن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با </w:t>
      </w:r>
      <w:r w:rsidRPr="008F6CE0">
        <w:rPr>
          <w:rtl/>
        </w:rPr>
        <w:lastRenderedPageBreak/>
        <w:t>پرداخت مبالغ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مراکز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 تا با روش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آزار دهنده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خرسندشان سازند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7301D" w:rsidRPr="008F6CE0">
        <w:rPr>
          <w:rStyle w:val="libFootnotenumChar"/>
          <w:rFonts w:hint="cs"/>
          <w:rtl/>
        </w:rPr>
        <w:t>20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آنها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دوارند</w:t>
      </w:r>
      <w:r w:rsidRPr="008F6CE0">
        <w:rPr>
          <w:rtl/>
        </w:rPr>
        <w:t xml:space="preserve"> که رفتارخشونت بار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لاتشان</w:t>
      </w:r>
      <w:r w:rsidRPr="008F6CE0">
        <w:rPr>
          <w:rtl/>
        </w:rPr>
        <w:t xml:space="preserve"> را فرو نشاند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EB7343">
      <w:pPr>
        <w:pStyle w:val="libNormal"/>
        <w:rPr>
          <w:rtl/>
        </w:rPr>
      </w:pPr>
      <w:r w:rsidRPr="008F6CE0">
        <w:rPr>
          <w:rFonts w:hint="eastAsia"/>
          <w:rtl/>
        </w:rPr>
        <w:t>تعجّب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تنها در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شش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وانه</w:t>
      </w:r>
      <w:r w:rsidRPr="008F6CE0">
        <w:rPr>
          <w:rtl/>
        </w:rPr>
        <w:t xml:space="preserve"> وجود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موارد خودکُش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فراوان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پزشکان پس از آزما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و معا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نات</w:t>
      </w:r>
      <w:r w:rsidRPr="008F6CE0">
        <w:rPr>
          <w:rtl/>
        </w:rPr>
        <w:t xml:space="preserve"> مختلف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ها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علت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اند و اعلام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کنندکه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سلسله ناراحت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آزردگ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اشخاص وجود دارد ک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با دارو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درمان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</w:t>
      </w:r>
      <w:r w:rsidRPr="008F6CE0">
        <w:rPr>
          <w:rtl/>
        </w:rPr>
        <w:t xml:space="preserve"> همواره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 گرفتار افسردگ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ناکام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نا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از ارضا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مهم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شد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محروم است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آنچه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ادّعا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 بدون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کامل</w:t>
      </w:r>
      <w:r w:rsidR="00A807CF" w:rsidRPr="008F6CE0">
        <w:rPr>
          <w:rtl/>
        </w:rPr>
        <w:t xml:space="preserve">، </w:t>
      </w:r>
      <w:r w:rsidRPr="008F6CE0">
        <w:rPr>
          <w:rFonts w:hint="eastAsia"/>
          <w:rtl/>
        </w:rPr>
        <w:t>مشکل</w:t>
      </w:r>
      <w:r w:rsidRPr="008F6CE0">
        <w:rPr>
          <w:rtl/>
        </w:rPr>
        <w:t xml:space="preserve"> ساز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اکنون به سبب همان آزاد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حد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بحران ساز شده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مرد در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معاشرت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فرد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احساس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آرامش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حال با داشتنِ روابط متعدد همچنان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و دردمند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نخست آنها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پنداشتند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ناآرام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بافزون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روابط زناش</w:t>
      </w:r>
      <w:r w:rsidRPr="008F6CE0">
        <w:rPr>
          <w:rFonts w:hint="eastAsia"/>
          <w:rtl/>
        </w:rPr>
        <w:t>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به آرا مش تبد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واقع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نشان داد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زنان با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تن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عزم را جزم کردند ت</w:t>
      </w:r>
      <w:r w:rsidR="007D1F6A" w:rsidRPr="008F6CE0">
        <w:rPr>
          <w:rtl/>
        </w:rPr>
        <w:t>اسلام</w:t>
      </w:r>
      <w:r w:rsidRPr="008F6CE0">
        <w:rPr>
          <w:rtl/>
        </w:rPr>
        <w:t>ت روان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مردان را تا مرز جُنون نامتعادل کنند و از امر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ساده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ولا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بسازندکه همه را در دَم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بلعد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7301D">
      <w:pPr>
        <w:pStyle w:val="libNormal"/>
        <w:rPr>
          <w:rtl/>
        </w:rPr>
      </w:pPr>
      <w:r w:rsidRPr="008F6CE0">
        <w:rPr>
          <w:rFonts w:hint="eastAsia"/>
          <w:rtl/>
        </w:rPr>
        <w:t>«ا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درکشورها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رفع حجاب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حلّ شده است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 که بگو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مسئله رودها درکشورها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حل شده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گذارند هرز برود و باتلاق بشود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هرز رفتن استعدادها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راه حلّ و بهره بردار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آنها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که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حلّ شدن و هدر رفتن استعد</w:t>
      </w:r>
      <w:r w:rsidRPr="008F6CE0">
        <w:rPr>
          <w:rFonts w:hint="eastAsia"/>
          <w:rtl/>
        </w:rPr>
        <w:t>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انسان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فرق گذاشت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برخورد زن و مرد در کشورها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مانند </w:t>
      </w:r>
      <w:r w:rsidRPr="008F6CE0">
        <w:rPr>
          <w:rtl/>
        </w:rPr>
        <w:lastRenderedPageBreak/>
        <w:t>سوئد حل شده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بدان معناست که استعدادها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رشد خود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؟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آن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استعدادها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راه را بپ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بعد حبس شده و 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بُعد به ه</w:t>
      </w: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رفته است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>»</w:t>
      </w:r>
      <w:r w:rsidR="00EB7343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07301D" w:rsidRPr="008F6CE0">
        <w:rPr>
          <w:rStyle w:val="libFootnotenumChar"/>
          <w:rFonts w:hint="cs"/>
          <w:rtl/>
        </w:rPr>
        <w:t>21</w:t>
      </w:r>
      <w:r w:rsidR="00EA031B" w:rsidRPr="008F6CE0">
        <w:rPr>
          <w:rStyle w:val="libFootnotenumChar"/>
          <w:rtl/>
        </w:rPr>
        <w:t>)</w:t>
      </w:r>
    </w:p>
    <w:p w:rsidR="00EB7343" w:rsidRPr="008F6CE0" w:rsidRDefault="00061879" w:rsidP="00EB7343">
      <w:pPr>
        <w:pStyle w:val="libNormal"/>
        <w:rPr>
          <w:rtl/>
        </w:rPr>
      </w:pPr>
      <w:r w:rsidRPr="008F6CE0">
        <w:rPr>
          <w:rFonts w:hint="eastAsia"/>
          <w:rtl/>
        </w:rPr>
        <w:t>درماندگ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تزِ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تئور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راسل سبب شد که مور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مترل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نگ</w:t>
      </w:r>
      <w:r w:rsidR="00EB7343" w:rsidRPr="008F6CE0">
        <w:rPr>
          <w:rFonts w:hint="cs"/>
          <w:rtl/>
        </w:rPr>
        <w:t xml:space="preserve"> </w:t>
      </w:r>
      <w:r w:rsidRPr="008F6CE0">
        <w:rPr>
          <w:rStyle w:val="libFootnotenumChar"/>
          <w:rtl/>
        </w:rPr>
        <w:t>*</w:t>
      </w:r>
      <w:r w:rsidRPr="008F6CE0">
        <w:rPr>
          <w:rtl/>
        </w:rPr>
        <w:t xml:space="preserve"> با مشاهده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اوضاع </w:t>
      </w:r>
      <w:r w:rsidR="00D608B0" w:rsidRPr="008F6CE0">
        <w:rPr>
          <w:rtl/>
        </w:rPr>
        <w:t>ناآرام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اظهار نظر کند</w:t>
      </w:r>
      <w:r w:rsidR="00A807CF" w:rsidRPr="008F6CE0">
        <w:rPr>
          <w:rtl/>
        </w:rPr>
        <w:t xml:space="preserve">: </w:t>
      </w:r>
    </w:p>
    <w:p w:rsidR="0007301D" w:rsidRPr="008F6CE0" w:rsidRDefault="0007301D" w:rsidP="0007301D">
      <w:pPr>
        <w:pStyle w:val="libFootnote"/>
        <w:rPr>
          <w:rtl/>
        </w:rPr>
      </w:pPr>
      <w:r w:rsidRPr="008F6CE0">
        <w:rPr>
          <w:rtl/>
        </w:rPr>
        <w:t>*. مور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مترل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نگ</w:t>
      </w:r>
      <w:r w:rsidRPr="008F6CE0">
        <w:rPr>
          <w:rtl/>
        </w:rPr>
        <w:t xml:space="preserve"> (</w:t>
      </w:r>
      <w:r w:rsidRPr="008F6CE0">
        <w:t>Mourice Maeterlink</w:t>
      </w:r>
      <w:r w:rsidRPr="008F6CE0">
        <w:rPr>
          <w:rtl/>
        </w:rPr>
        <w:t>)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لسوف</w:t>
      </w:r>
      <w:r w:rsidRPr="008F6CE0">
        <w:rPr>
          <w:rtl/>
        </w:rPr>
        <w:t xml:space="preserve"> بلژ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(1862-1942.) سال ها در پار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به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پرداخت و حدود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اثر ممتاز از خود به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گذاشت. </w:t>
      </w:r>
    </w:p>
    <w:p w:rsidR="0007301D" w:rsidRPr="008F6CE0" w:rsidRDefault="0007301D" w:rsidP="00EB7343">
      <w:pPr>
        <w:pStyle w:val="libNormal"/>
        <w:rPr>
          <w:rtl/>
        </w:rPr>
      </w:pPr>
    </w:p>
    <w:p w:rsidR="00EB7343" w:rsidRPr="008F6CE0" w:rsidRDefault="00061879" w:rsidP="0007301D">
      <w:pPr>
        <w:pStyle w:val="libNormal"/>
        <w:rPr>
          <w:rtl/>
        </w:rPr>
      </w:pPr>
      <w:r w:rsidRPr="008F6CE0">
        <w:rPr>
          <w:rFonts w:hint="eastAsia"/>
          <w:rtl/>
        </w:rPr>
        <w:t>من</w:t>
      </w:r>
      <w:r w:rsidRPr="008F6CE0">
        <w:rPr>
          <w:rtl/>
        </w:rPr>
        <w:t xml:space="preserve"> سال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انِ</w:t>
      </w:r>
      <w:r w:rsidRPr="008F6CE0">
        <w:rPr>
          <w:rtl/>
        </w:rPr>
        <w:t xml:space="preserve"> متماد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زندگ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مورچه ها و زنبور عسل و مور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انه</w:t>
      </w:r>
      <w:r w:rsidRPr="008F6CE0">
        <w:rPr>
          <w:rtl/>
        </w:rPr>
        <w:t xml:space="preserve">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کردم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دم</w:t>
      </w:r>
      <w:r w:rsidRPr="008F6CE0">
        <w:rPr>
          <w:rtl/>
        </w:rPr>
        <w:t xml:space="preserve"> مور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انه</w:t>
      </w:r>
      <w:r w:rsidRPr="008F6CE0">
        <w:rPr>
          <w:rtl/>
        </w:rPr>
        <w:t xml:space="preserve"> ها در سال فقط چند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بار- آن هم در فصل مخصوص به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مثل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پردازند و در بق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ام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سر سختانه مشغول فعال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جد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در امور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هستند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ما انسان ها هم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بر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بحران جنس</w:t>
      </w:r>
      <w:r w:rsidRPr="008F6CE0">
        <w:rPr>
          <w:rFonts w:hint="cs"/>
          <w:rtl/>
        </w:rPr>
        <w:t>ی</w:t>
      </w:r>
      <w:r w:rsidRPr="008F6CE0">
        <w:rPr>
          <w:rtl/>
        </w:rPr>
        <w:t>- که فعلاً در غرب گرفتار آن شده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>-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عشق را در خود خشک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ال</w:t>
      </w:r>
      <w:r w:rsidRPr="008F6CE0">
        <w:rPr>
          <w:rtl/>
        </w:rPr>
        <w:t xml:space="preserve"> تناسل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ببر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کار ما فعلاً به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که جز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رو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ما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7301D" w:rsidRPr="008F6CE0">
        <w:rPr>
          <w:rStyle w:val="libFootnotenumChar"/>
          <w:rFonts w:hint="cs"/>
          <w:rtl/>
        </w:rPr>
        <w:t>22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تأسّف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راسل به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راهه</w:t>
      </w:r>
      <w:r w:rsidRPr="008F6CE0">
        <w:rPr>
          <w:rtl/>
        </w:rPr>
        <w:t xml:space="preserve"> رفتند و هم مترل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 رانشناختند</w:t>
      </w:r>
      <w:r w:rsidR="00A807CF" w:rsidRPr="008F6CE0">
        <w:rPr>
          <w:rtl/>
        </w:rPr>
        <w:t xml:space="preserve">. </w:t>
      </w:r>
    </w:p>
    <w:p w:rsidR="00EB7343" w:rsidRPr="008F6CE0" w:rsidRDefault="00061879" w:rsidP="00EB7343">
      <w:pPr>
        <w:pStyle w:val="libNormal"/>
        <w:rPr>
          <w:rtl/>
        </w:rPr>
      </w:pPr>
      <w:r w:rsidRPr="008F6CE0">
        <w:rPr>
          <w:rFonts w:hint="eastAsia"/>
          <w:rtl/>
        </w:rPr>
        <w:t>پس</w:t>
      </w:r>
      <w:r w:rsidRPr="008F6CE0">
        <w:rPr>
          <w:rtl/>
        </w:rPr>
        <w:t xml:space="preserve"> از درهم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آلمان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در مدّت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سال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صد</w:t>
      </w:r>
      <w:r w:rsidRPr="008F6CE0">
        <w:rPr>
          <w:rtl/>
        </w:rPr>
        <w:t xml:space="preserve"> هزارکودک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معاشرت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ناروا قرارگرفتند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راست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تجاوزگران چون به افراد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همجنس دست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بودند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بخت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شدند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از هوسران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 و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 ان</w:t>
      </w:r>
      <w:r w:rsidRPr="008F6CE0">
        <w:rPr>
          <w:rFonts w:hint="eastAsia"/>
          <w:rtl/>
        </w:rPr>
        <w:t>حراف</w:t>
      </w:r>
      <w:r w:rsidRPr="008F6CE0">
        <w:rPr>
          <w:rtl/>
        </w:rPr>
        <w:t xml:space="preserve"> فرو افتادند</w:t>
      </w:r>
      <w:r w:rsidR="001A33D5" w:rsidRPr="008F6CE0">
        <w:rPr>
          <w:rtl/>
        </w:rPr>
        <w:t xml:space="preserve">! </w:t>
      </w:r>
    </w:p>
    <w:p w:rsidR="00811B5D" w:rsidRPr="008F6CE0" w:rsidRDefault="00061879" w:rsidP="00EB7343">
      <w:pPr>
        <w:pStyle w:val="Heading2"/>
        <w:rPr>
          <w:rtl/>
        </w:rPr>
      </w:pPr>
      <w:bookmarkStart w:id="29" w:name="_Toc425750301"/>
      <w:r w:rsidRPr="008F6CE0">
        <w:rPr>
          <w:rFonts w:hint="eastAsia"/>
          <w:rtl/>
        </w:rPr>
        <w:lastRenderedPageBreak/>
        <w:t>در</w:t>
      </w:r>
      <w:r w:rsidRPr="008F6CE0">
        <w:rPr>
          <w:rtl/>
        </w:rPr>
        <w:t xml:space="preserve"> آرزو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سالم</w:t>
      </w:r>
      <w:bookmarkEnd w:id="29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چاره</w:t>
      </w:r>
      <w:r w:rsidRPr="008F6CE0">
        <w:rPr>
          <w:rtl/>
        </w:rPr>
        <w:t xml:space="preserve">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1A33D5" w:rsidRPr="008F6CE0">
        <w:rPr>
          <w:rFonts w:hint="eastAsia"/>
          <w:rtl/>
        </w:rPr>
        <w:t xml:space="preserve">؟ </w:t>
      </w:r>
      <w:r w:rsidRPr="008F6CE0">
        <w:rPr>
          <w:rtl/>
        </w:rPr>
        <w:t>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به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سالم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="001A33D5" w:rsidRPr="008F6CE0">
        <w:rPr>
          <w:rFonts w:hint="eastAsia"/>
          <w:rtl/>
        </w:rPr>
        <w:t xml:space="preserve">؟ </w:t>
      </w:r>
      <w:r w:rsidRPr="008F6CE0">
        <w:rPr>
          <w:rtl/>
        </w:rPr>
        <w:t>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قدم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ازدواج جوانان در اوا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بلوغ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بعد از آن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همه عوامل ته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و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مردان دور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جست و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را از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خشکاند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بدون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زنان ناممکن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قرآن گروه مردان و زنان را با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ژرف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اندرز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: </w:t>
      </w:r>
    </w:p>
    <w:p w:rsidR="00EA031B" w:rsidRPr="008F6CE0" w:rsidRDefault="000721BA" w:rsidP="0007301D">
      <w:pPr>
        <w:pStyle w:val="libNormal"/>
        <w:rPr>
          <w:rStyle w:val="libNormalChar"/>
          <w:rFonts w:eastAsia="B Badr"/>
          <w:rtl/>
        </w:rPr>
      </w:pPr>
      <w:r w:rsidRPr="008F6CE0">
        <w:rPr>
          <w:rStyle w:val="libAlaemChar"/>
          <w:rFonts w:eastAsia="KFGQPC Uthman Taha Naskh" w:hint="eastAsia"/>
          <w:rtl/>
        </w:rPr>
        <w:t>(</w:t>
      </w:r>
      <w:r w:rsidRPr="008F6CE0">
        <w:rPr>
          <w:rStyle w:val="libAieChar"/>
          <w:rFonts w:hint="eastAsia"/>
          <w:rtl/>
        </w:rPr>
        <w:t>قل</w:t>
      </w:r>
      <w:r w:rsidRPr="008F6CE0">
        <w:rPr>
          <w:rStyle w:val="libAieChar"/>
          <w:rtl/>
        </w:rPr>
        <w:t xml:space="preserve"> للمؤمن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</w:t>
      </w:r>
      <w:r w:rsidRPr="008F6CE0">
        <w:rPr>
          <w:rStyle w:val="libAieChar"/>
          <w:rtl/>
        </w:rPr>
        <w:t xml:space="preserve">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غضّوا</w:t>
      </w:r>
      <w:r w:rsidRPr="008F6CE0">
        <w:rPr>
          <w:rStyle w:val="libAieChar"/>
          <w:rtl/>
        </w:rPr>
        <w:t xml:space="preserve"> من ابصارهم و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حفظوا</w:t>
      </w:r>
      <w:r w:rsidRPr="008F6CE0">
        <w:rPr>
          <w:rStyle w:val="libAieChar"/>
          <w:rtl/>
        </w:rPr>
        <w:t xml:space="preserve"> فروجهم ذلک ازک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tl/>
        </w:rPr>
        <w:t xml:space="preserve"> لهم انّ الله خب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ر</w:t>
      </w:r>
      <w:r w:rsidRPr="008F6CE0">
        <w:rPr>
          <w:rStyle w:val="libAieChar"/>
          <w:rtl/>
        </w:rPr>
        <w:t xml:space="preserve"> بما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صنعون</w:t>
      </w:r>
      <w:r w:rsidRPr="008F6CE0">
        <w:rPr>
          <w:rStyle w:val="libAlaemChar"/>
          <w:rFonts w:eastAsia="KFGQPC Uthman Taha Naskh" w:hint="eastAsia"/>
          <w:rtl/>
        </w:rPr>
        <w:t>)</w:t>
      </w:r>
      <w:r w:rsidR="00EB7343" w:rsidRPr="008F6CE0">
        <w:rPr>
          <w:rFonts w:hint="cs"/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7301D" w:rsidRPr="008F6CE0">
        <w:rPr>
          <w:rStyle w:val="libFootnotenumChar"/>
          <w:rFonts w:hint="cs"/>
          <w:rtl/>
        </w:rPr>
        <w:t>23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C83642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مردان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بگو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خود را</w:t>
      </w:r>
      <w:r w:rsidR="00124A1D" w:rsidRPr="008F6CE0">
        <w:rPr>
          <w:rtl/>
        </w:rPr>
        <w:t xml:space="preserve"> (</w:t>
      </w:r>
      <w:r w:rsidRPr="008F6CE0">
        <w:rPr>
          <w:rtl/>
        </w:rPr>
        <w:t>از هر نامحرم</w:t>
      </w:r>
      <w:r w:rsidR="00124A1D" w:rsidRPr="008F6CE0">
        <w:rPr>
          <w:rtl/>
        </w:rPr>
        <w:t xml:space="preserve">) </w:t>
      </w:r>
      <w:r w:rsidRPr="008F6CE0">
        <w:rPr>
          <w:rtl/>
        </w:rPr>
        <w:t>فرو نهند و</w:t>
      </w:r>
      <w:r w:rsidR="00124A1D" w:rsidRPr="008F6CE0">
        <w:rPr>
          <w:rtl/>
        </w:rPr>
        <w:t xml:space="preserve"> (</w:t>
      </w:r>
      <w:r w:rsidRPr="008F6CE0">
        <w:rPr>
          <w:rtl/>
        </w:rPr>
        <w:t>در روابط خود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بند و بار نباشند</w:t>
      </w:r>
      <w:r w:rsidR="00124A1D" w:rsidRPr="008F6CE0">
        <w:rPr>
          <w:rtl/>
        </w:rPr>
        <w:t xml:space="preserve">) </w:t>
      </w:r>
      <w:r w:rsidRPr="008F6CE0">
        <w:rPr>
          <w:rtl/>
        </w:rPr>
        <w:t>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ورزند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</w:t>
      </w:r>
      <w:r w:rsidR="00C83642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پاک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تر است خداوند به آنچه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آگاه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از آن رو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بهتر و پاک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 است که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توجه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ضابطه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عامل انجام هر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سبب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جنون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محروم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از لذّت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شوم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C83642">
      <w:pPr>
        <w:pStyle w:val="libNormal"/>
        <w:rPr>
          <w:rtl/>
        </w:rPr>
      </w:pPr>
      <w:r w:rsidRPr="008F6CE0">
        <w:rPr>
          <w:rFonts w:hint="eastAsia"/>
          <w:rtl/>
        </w:rPr>
        <w:t>امّا</w:t>
      </w:r>
      <w:r w:rsidRPr="008F6CE0">
        <w:rPr>
          <w:rtl/>
        </w:rPr>
        <w:t xml:space="preserve"> شما بانوان</w:t>
      </w:r>
      <w:r w:rsidR="001A33D5" w:rsidRPr="008F6CE0">
        <w:rPr>
          <w:rtl/>
        </w:rPr>
        <w:t xml:space="preserve">! </w:t>
      </w:r>
    </w:p>
    <w:p w:rsidR="00913E81" w:rsidRPr="008F6CE0" w:rsidRDefault="000721BA" w:rsidP="00B0337F">
      <w:pPr>
        <w:pStyle w:val="libNormal"/>
        <w:rPr>
          <w:rFonts w:eastAsia="B Badr"/>
          <w:rtl/>
        </w:rPr>
      </w:pPr>
      <w:r w:rsidRPr="008F6CE0">
        <w:rPr>
          <w:rStyle w:val="libAlaemChar"/>
          <w:rFonts w:eastAsia="KFGQPC Uthman Taha Naskh" w:hint="eastAsia"/>
          <w:rtl/>
        </w:rPr>
        <w:t>(</w:t>
      </w:r>
      <w:r w:rsidRPr="008F6CE0">
        <w:rPr>
          <w:rStyle w:val="libAieChar"/>
          <w:rFonts w:hint="eastAsia"/>
          <w:rtl/>
        </w:rPr>
        <w:t>و</w:t>
      </w:r>
      <w:r w:rsidRPr="008F6CE0">
        <w:rPr>
          <w:rStyle w:val="libAieChar"/>
          <w:rtl/>
        </w:rPr>
        <w:t xml:space="preserve"> قل للمؤمنات... لا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بد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</w:t>
      </w:r>
      <w:r w:rsidRPr="008F6CE0">
        <w:rPr>
          <w:rStyle w:val="libAieChar"/>
          <w:rtl/>
        </w:rPr>
        <w:t xml:space="preserve"> ز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نتهن</w:t>
      </w:r>
      <w:r w:rsidRPr="008F6CE0">
        <w:rPr>
          <w:rStyle w:val="libAieChar"/>
          <w:rtl/>
        </w:rPr>
        <w:t xml:space="preserve"> الاّ ما ظهر منها و...</w:t>
      </w:r>
      <w:r w:rsidRPr="008F6CE0">
        <w:rPr>
          <w:rStyle w:val="libAlaemChar"/>
          <w:rFonts w:eastAsia="KFGQPC Uthman Taha Naskh" w:hint="eastAsia"/>
          <w:rtl/>
        </w:rPr>
        <w:t>)</w:t>
      </w:r>
      <w:r w:rsidR="00A807CF" w:rsidRPr="008F6CE0">
        <w:rPr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B0337F" w:rsidRPr="008F6CE0">
        <w:rPr>
          <w:rStyle w:val="libFootnotenumChar"/>
          <w:rFonts w:hint="cs"/>
          <w:rtl/>
        </w:rPr>
        <w:t>24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C83642">
      <w:pPr>
        <w:pStyle w:val="libNormal"/>
        <w:rPr>
          <w:rtl/>
        </w:rPr>
      </w:pPr>
      <w:r w:rsidRPr="008F6CE0">
        <w:rPr>
          <w:rFonts w:hint="eastAsia"/>
          <w:rtl/>
        </w:rPr>
        <w:t>تأسف</w:t>
      </w:r>
      <w:r w:rsidRPr="008F6CE0">
        <w:rPr>
          <w:rtl/>
        </w:rPr>
        <w:t xml:space="preserve"> از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بزرگ زنان</w:t>
      </w:r>
      <w:r w:rsidR="001A33D5" w:rsidRPr="008F6CE0">
        <w:rPr>
          <w:rtl/>
        </w:rPr>
        <w:t xml:space="preserve">! </w:t>
      </w:r>
      <w:r w:rsidRPr="008F6CE0">
        <w:rPr>
          <w:rtl/>
        </w:rPr>
        <w:t>در 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روزها آنان را به طمع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به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برابر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دوار</w:t>
      </w:r>
      <w:r w:rsidRPr="008F6CE0">
        <w:rPr>
          <w:rtl/>
        </w:rPr>
        <w:t xml:space="preserve"> ساختند که هرگاه تنها اندک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سر و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برهنه سازند هم خود آزادترند و هم مردان به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دارشان</w:t>
      </w:r>
      <w:r w:rsidRPr="008F6CE0">
        <w:rPr>
          <w:rtl/>
        </w:rPr>
        <w:t xml:space="preserve"> ناحر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</w:t>
      </w:r>
      <w:r w:rsidRPr="008F6CE0">
        <w:rPr>
          <w:rtl/>
        </w:rPr>
        <w:t xml:space="preserve"> تر</w:t>
      </w:r>
      <w:r w:rsidR="001A33D5" w:rsidRPr="008F6CE0">
        <w:rPr>
          <w:rtl/>
        </w:rPr>
        <w:t xml:space="preserve">! </w:t>
      </w:r>
      <w:r w:rsidRPr="008F6CE0">
        <w:rPr>
          <w:rtl/>
        </w:rPr>
        <w:t>پس ازآن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اندک اندک سرپوش ها و دامن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بلند ک</w:t>
      </w:r>
      <w:r w:rsidRPr="008F6CE0">
        <w:rPr>
          <w:rFonts w:hint="eastAsia"/>
          <w:rtl/>
        </w:rPr>
        <w:t>نارگذاشته</w:t>
      </w:r>
      <w:r w:rsidRPr="008F6CE0">
        <w:rPr>
          <w:rtl/>
        </w:rPr>
        <w:t xml:space="preserve"> 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از تهاجمِ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افراد کاسته نگرد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نندگان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علاقه مند بودند که اعضا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Pr="008F6CE0">
        <w:rPr>
          <w:rtl/>
        </w:rPr>
        <w:t xml:space="preserve"> تا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دل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دگانشان</w:t>
      </w:r>
      <w:r w:rsidRPr="008F6CE0">
        <w:rPr>
          <w:rtl/>
        </w:rPr>
        <w:t xml:space="preserve"> از هوس و حرص دور بماند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lastRenderedPageBreak/>
        <w:t>زنان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رفتند</w:t>
      </w:r>
      <w:r w:rsidRPr="008F6CE0">
        <w:rPr>
          <w:rtl/>
        </w:rPr>
        <w:t xml:space="preserve"> وکم کم در سوئ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انگل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زنان با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پوشش در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tl/>
        </w:rPr>
        <w:t xml:space="preserve"> ها رفت 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آ مد آغازکردند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B0337F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داران فزون خواه و جهان خوار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جوامع ناوارسته را مشتاق تصو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زن ساختند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نامردمان آن دوره چنان وا نمودند که اگر زنان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پوشش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زکنار</w:t>
      </w:r>
      <w:r w:rsidRPr="008F6CE0">
        <w:rPr>
          <w:rtl/>
        </w:rPr>
        <w:t xml:space="preserve"> ننهند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آتش حرص و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لات</w:t>
      </w:r>
      <w:r w:rsidRPr="008F6CE0">
        <w:rPr>
          <w:rtl/>
        </w:rPr>
        <w:t xml:space="preserve"> گروه مردان کاسته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 و همچنان امن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زنان مورد تهد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B0337F" w:rsidRPr="008F6CE0">
        <w:rPr>
          <w:rStyle w:val="libFootnotenumChar"/>
          <w:rFonts w:hint="cs"/>
          <w:rtl/>
        </w:rPr>
        <w:t>25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D149B3">
      <w:pPr>
        <w:pStyle w:val="libNormal"/>
        <w:rPr>
          <w:rtl/>
        </w:rPr>
      </w:pP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زنانِ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خورده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عصر سوگند خورده بودندکه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برابر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مردان تا 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جان فداکار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طول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در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شهرها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اروپا و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زنان بدون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پوشش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خانه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آمدند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در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در هر استان شهرک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دارد که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کس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شبانه روز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در آن با لباس گردش 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اقامت چهارده روزه بدون پوشش مانع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آنجا مغازه دار و هتل دار و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همه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باغ وحش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حضور انواع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وانات</w:t>
      </w:r>
      <w:r w:rsidRPr="008F6CE0">
        <w:rPr>
          <w:rtl/>
        </w:rPr>
        <w:t xml:space="preserve"> دو</w:t>
      </w:r>
      <w:r w:rsidR="00785B3A" w:rsidRPr="008F6CE0">
        <w:rPr>
          <w:rtl/>
        </w:rPr>
        <w:t>پا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D149B3" w:rsidRPr="008F6CE0">
        <w:rPr>
          <w:rStyle w:val="libFootnotenumChar"/>
          <w:rFonts w:hint="cs"/>
          <w:rtl/>
        </w:rPr>
        <w:t>26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هر حال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زنان در پ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وعده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واه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اخلاق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انسان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موارد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جانشان گذشتند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آن پس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هر روز در جرا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خواندند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برهنه درپ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تهاجم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به قتل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D149B3" w:rsidRPr="008F6CE0" w:rsidRDefault="00061879" w:rsidP="00D149B3">
      <w:pPr>
        <w:pStyle w:val="libNormal"/>
        <w:rPr>
          <w:rtl/>
        </w:rPr>
      </w:pPr>
      <w:r w:rsidRPr="008F6CE0">
        <w:rPr>
          <w:rFonts w:hint="eastAsia"/>
          <w:rtl/>
        </w:rPr>
        <w:t>راه</w:t>
      </w:r>
      <w:r w:rsidRPr="008F6CE0">
        <w:rPr>
          <w:rtl/>
        </w:rPr>
        <w:t xml:space="preserve"> بازگشت نبود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به پندار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خواستند با پره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آرام کردنِ مردان و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به امکانات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بهتر بهره مند شوند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روز به روز از همان امکانات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محروم گشتند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چه به فرموده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حضرت حس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بن عل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="00A807CF" w:rsidRPr="008F6CE0">
        <w:rPr>
          <w:rtl/>
        </w:rPr>
        <w:t xml:space="preserve">: </w:t>
      </w:r>
      <w:r w:rsidRPr="008F6CE0">
        <w:rPr>
          <w:rtl/>
        </w:rPr>
        <w:t xml:space="preserve">آن </w:t>
      </w:r>
      <w:r w:rsidRPr="008F6CE0">
        <w:rPr>
          <w:rFonts w:hint="eastAsia"/>
          <w:rtl/>
        </w:rPr>
        <w:t>که</w:t>
      </w:r>
      <w:r w:rsidRPr="008F6CE0">
        <w:rPr>
          <w:rtl/>
        </w:rPr>
        <w:t xml:space="preserve"> بخواهد از راه نافرمان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خدا به هدف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هر دم آنچه بدان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داشته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 دست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و در آنچه هراس داشته است سر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تر فرو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غلتد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D149B3" w:rsidRPr="008F6CE0">
        <w:rPr>
          <w:rStyle w:val="libFootnotenumChar"/>
          <w:rFonts w:hint="cs"/>
          <w:rtl/>
        </w:rPr>
        <w:t>27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</w:t>
      </w:r>
    </w:p>
    <w:p w:rsidR="00061879" w:rsidRPr="008F6CE0" w:rsidRDefault="00D149B3" w:rsidP="00D149B3">
      <w:pPr>
        <w:pStyle w:val="Heading2"/>
        <w:rPr>
          <w:rtl/>
        </w:rPr>
      </w:pPr>
      <w:r w:rsidRPr="008F6CE0">
        <w:rPr>
          <w:rtl/>
        </w:rPr>
        <w:br w:type="page"/>
      </w:r>
      <w:bookmarkStart w:id="30" w:name="_Toc425750302"/>
      <w:r w:rsidRPr="008F6CE0">
        <w:rPr>
          <w:rFonts w:hint="cs"/>
          <w:rtl/>
        </w:rPr>
        <w:lastRenderedPageBreak/>
        <w:t>پی نوشت ها :</w:t>
      </w:r>
      <w:bookmarkEnd w:id="30"/>
    </w:p>
    <w:p w:rsidR="00D149B3" w:rsidRPr="008F6CE0" w:rsidRDefault="00D149B3" w:rsidP="00D149B3">
      <w:pPr>
        <w:pStyle w:val="libNormal"/>
        <w:rPr>
          <w:rtl/>
        </w:rPr>
      </w:pP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1.</w:t>
      </w:r>
      <w:r w:rsidRPr="008F6CE0">
        <w:rPr>
          <w:rtl/>
        </w:rPr>
        <w:tab/>
        <w:t>حجاب و آزاد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ص 117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2.</w:t>
      </w:r>
      <w:r w:rsidRPr="008F6CE0">
        <w:rPr>
          <w:rtl/>
        </w:rPr>
        <w:tab/>
        <w:t>همان.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3.</w:t>
      </w:r>
      <w:r w:rsidRPr="008F6CE0">
        <w:rPr>
          <w:rtl/>
        </w:rPr>
        <w:tab/>
        <w:t>حذف قسمت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نامناسب گزارش ها، 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و به منظور در نظرگرفتن جوانب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صورت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رفته</w:t>
      </w:r>
      <w:r w:rsidRPr="008F6CE0">
        <w:rPr>
          <w:rtl/>
        </w:rPr>
        <w:t xml:space="preserve"> است.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4.</w:t>
      </w:r>
      <w:r w:rsidRPr="008F6CE0">
        <w:rPr>
          <w:rtl/>
        </w:rPr>
        <w:tab/>
        <w:t>بها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نگاه، ص 74.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5.</w:t>
      </w:r>
      <w:r w:rsidRPr="008F6CE0">
        <w:rPr>
          <w:rtl/>
        </w:rPr>
        <w:tab/>
        <w:t>آ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اسلام، ج 3، ص 45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6.</w:t>
      </w:r>
      <w:r w:rsidRPr="008F6CE0">
        <w:rPr>
          <w:rtl/>
        </w:rPr>
        <w:tab/>
        <w:t xml:space="preserve">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اوضاع فسادآور غرب، ر. ک: عوامل فساد و بدحجاب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ها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مقابله با آن، احمدرزاق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؛</w:t>
      </w:r>
      <w:r w:rsidRPr="008F6CE0">
        <w:rPr>
          <w:rtl/>
        </w:rPr>
        <w:t xml:space="preserve"> نگاه پاک زن و...، احمد اردوباد</w:t>
      </w:r>
      <w:r w:rsidRPr="008F6CE0">
        <w:rPr>
          <w:rFonts w:hint="cs"/>
          <w:rtl/>
        </w:rPr>
        <w:t>ی</w:t>
      </w:r>
      <w:r w:rsidRPr="008F6CE0">
        <w:rPr>
          <w:rtl/>
        </w:rPr>
        <w:t>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7.</w:t>
      </w:r>
      <w:r w:rsidRPr="008F6CE0">
        <w:rPr>
          <w:rtl/>
        </w:rPr>
        <w:tab/>
        <w:t>مقدمه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روان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زن، ص 197.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8.</w:t>
      </w:r>
      <w:r w:rsidRPr="008F6CE0">
        <w:rPr>
          <w:rtl/>
        </w:rPr>
        <w:tab/>
        <w:t>آنچه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شواهد بر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شمار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برگرفته ازکتاب ها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ست،</w:t>
      </w:r>
      <w:r w:rsidRPr="008F6CE0">
        <w:rPr>
          <w:rtl/>
        </w:rPr>
        <w:t xml:space="preserve"> مشاهدات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افراد است که نگارنده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زگواه</w:t>
      </w:r>
      <w:r w:rsidRPr="008F6CE0">
        <w:rPr>
          <w:rtl/>
        </w:rPr>
        <w:t xml:space="preserve"> صحّت آنهاست.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9.</w:t>
      </w:r>
      <w:r w:rsidRPr="008F6CE0">
        <w:rPr>
          <w:rtl/>
        </w:rPr>
        <w:tab/>
        <w:t>روان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(جلد دوم کتاب روح زن) ، ص 114.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10.</w:t>
      </w:r>
      <w:r w:rsidRPr="008F6CE0">
        <w:rPr>
          <w:rtl/>
        </w:rPr>
        <w:tab/>
        <w:t>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</w:t>
      </w:r>
      <w:r w:rsidRPr="008F6CE0">
        <w:rPr>
          <w:rtl/>
        </w:rPr>
        <w:t xml:space="preserve"> لمبروزو.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11.</w:t>
      </w:r>
      <w:r w:rsidRPr="008F6CE0">
        <w:rPr>
          <w:rtl/>
        </w:rPr>
        <w:tab/>
        <w:t xml:space="preserve">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تزلزل نظام خانواده و افزا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طلاق، ر. ک: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تمدن غرب، مجتب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ص 98- 105.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12.</w:t>
      </w:r>
      <w:r w:rsidRPr="008F6CE0">
        <w:rPr>
          <w:rtl/>
        </w:rPr>
        <w:tab/>
        <w:t>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سنده</w:t>
      </w:r>
      <w:r w:rsidRPr="008F6CE0">
        <w:rPr>
          <w:rtl/>
        </w:rPr>
        <w:t xml:space="preserve"> 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روزنامه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سراسر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اروپا و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کا،</w:t>
      </w:r>
      <w:r w:rsidRPr="008F6CE0">
        <w:rPr>
          <w:rtl/>
        </w:rPr>
        <w:t xml:space="preserve"> آگه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مراکز را مشاهده کرده است.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13.</w:t>
      </w:r>
      <w:r w:rsidRPr="008F6CE0">
        <w:rPr>
          <w:rtl/>
        </w:rPr>
        <w:tab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نکته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نظرسنج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از چهارصد زن و مرد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است.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14.</w:t>
      </w:r>
      <w:r w:rsidRPr="008F6CE0">
        <w:rPr>
          <w:rtl/>
        </w:rPr>
        <w:tab/>
        <w:t>ر. ک: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تمدن غرب، ص 111-120.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15.</w:t>
      </w:r>
      <w:r w:rsidRPr="008F6CE0">
        <w:rPr>
          <w:rtl/>
        </w:rPr>
        <w:tab/>
        <w:t>اگر در پاره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گفتارها آن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ممنوع را درخت انگور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اگندم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کرده اند که احتمال جنبه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داشته است.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16.</w:t>
      </w:r>
      <w:r w:rsidRPr="008F6CE0">
        <w:rPr>
          <w:rtl/>
        </w:rPr>
        <w:tab/>
        <w:t xml:space="preserve">سوره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نور،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31.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17.</w:t>
      </w:r>
      <w:r w:rsidRPr="008F6CE0">
        <w:rPr>
          <w:rtl/>
        </w:rPr>
        <w:tab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داد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دختران جوان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نکته آموز است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در مس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حرکت خود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کار، به چشم انداز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معنادار خود توجه کنند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سبب به سادگ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خود،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ان را در اشتباه فرو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ندازند</w:t>
      </w:r>
      <w:r w:rsidRPr="008F6CE0">
        <w:rPr>
          <w:rtl/>
        </w:rPr>
        <w:t>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lastRenderedPageBreak/>
        <w:t>18.</w:t>
      </w:r>
      <w:r w:rsidRPr="008F6CE0">
        <w:rPr>
          <w:rtl/>
        </w:rPr>
        <w:tab/>
        <w:t>سوره احزاب،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32.</w:t>
      </w:r>
    </w:p>
    <w:p w:rsidR="00D149B3" w:rsidRPr="008F6CE0" w:rsidRDefault="00D149B3" w:rsidP="00D149B3">
      <w:pPr>
        <w:pStyle w:val="libFootnote"/>
      </w:pPr>
      <w:r w:rsidRPr="008F6CE0">
        <w:rPr>
          <w:rtl/>
        </w:rPr>
        <w:t>19.</w:t>
      </w:r>
      <w:r w:rsidRPr="008F6CE0">
        <w:rPr>
          <w:rtl/>
        </w:rPr>
        <w:tab/>
      </w:r>
      <w:r w:rsidRPr="008F6CE0">
        <w:t>Masochism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20.</w:t>
      </w:r>
      <w:r w:rsidRPr="008F6CE0">
        <w:rPr>
          <w:rtl/>
        </w:rPr>
        <w:tab/>
        <w:t>ما ضمن نظر 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زنان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به موارد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برخورد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خود را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 اظهار داشته اند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21.</w:t>
      </w:r>
      <w:r w:rsidRPr="008F6CE0">
        <w:rPr>
          <w:rtl/>
        </w:rPr>
        <w:tab/>
        <w:t>اقتباس ازحجاب،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شناخت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22.</w:t>
      </w:r>
      <w:r w:rsidRPr="008F6CE0">
        <w:rPr>
          <w:rtl/>
        </w:rPr>
        <w:tab/>
        <w:t>افکار کوچک و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بزرگ (بخش مور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انه</w:t>
      </w:r>
      <w:r w:rsidRPr="008F6CE0">
        <w:rPr>
          <w:rtl/>
        </w:rPr>
        <w:t>) 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23.</w:t>
      </w:r>
      <w:r w:rsidRPr="008F6CE0">
        <w:rPr>
          <w:rtl/>
        </w:rPr>
        <w:tab/>
        <w:t xml:space="preserve">سوره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نور،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30.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24.</w:t>
      </w:r>
      <w:r w:rsidRPr="008F6CE0">
        <w:rPr>
          <w:rtl/>
        </w:rPr>
        <w:tab/>
        <w:t>همان،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31.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25.</w:t>
      </w:r>
      <w:r w:rsidRPr="008F6CE0">
        <w:rPr>
          <w:rtl/>
        </w:rPr>
        <w:tab/>
        <w:t>درباره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آمار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وضع زنان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کا،</w:t>
      </w:r>
      <w:r w:rsidRPr="008F6CE0">
        <w:rPr>
          <w:rtl/>
        </w:rPr>
        <w:t xml:space="preserve"> ژاپن، استرال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کشورها، ر.ک.: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در جهان، به کوشش مرکز امور مشارکت زنان نشر برگ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تون،</w:t>
      </w:r>
      <w:r w:rsidRPr="008F6CE0">
        <w:rPr>
          <w:rtl/>
        </w:rPr>
        <w:t xml:space="preserve"> تهران، 1377.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26.</w:t>
      </w:r>
      <w:r w:rsidRPr="008F6CE0">
        <w:rPr>
          <w:rtl/>
        </w:rPr>
        <w:tab/>
        <w:t>مطالب ما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برگرفته از نوشته کتاب ها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>. بدون واسطه از افراد 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اطم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حاصل شده است.</w:t>
      </w:r>
    </w:p>
    <w:p w:rsidR="00D149B3" w:rsidRPr="008F6CE0" w:rsidRDefault="00D149B3" w:rsidP="00D149B3">
      <w:pPr>
        <w:pStyle w:val="libFootnote"/>
        <w:rPr>
          <w:rtl/>
        </w:rPr>
      </w:pPr>
      <w:r w:rsidRPr="008F6CE0">
        <w:rPr>
          <w:rtl/>
        </w:rPr>
        <w:t>27.</w:t>
      </w:r>
      <w:r w:rsidRPr="008F6CE0">
        <w:rPr>
          <w:rtl/>
        </w:rPr>
        <w:tab/>
        <w:t>من حاول امراً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ة</w:t>
      </w:r>
      <w:r w:rsidRPr="008F6CE0">
        <w:rPr>
          <w:rtl/>
        </w:rPr>
        <w:t xml:space="preserve"> الله تعال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کان افوت لما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رجو</w:t>
      </w:r>
      <w:r w:rsidRPr="008F6CE0">
        <w:rPr>
          <w:rtl/>
        </w:rPr>
        <w:t xml:space="preserve"> واسرع لمج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ء</w:t>
      </w:r>
      <w:r w:rsidRPr="008F6CE0">
        <w:rPr>
          <w:rtl/>
        </w:rPr>
        <w:t xml:space="preserve"> ما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حذر</w:t>
      </w:r>
      <w:r w:rsidRPr="008F6CE0">
        <w:rPr>
          <w:rtl/>
        </w:rPr>
        <w:t>. (الکاف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ج 2 ص 373)</w:t>
      </w:r>
    </w:p>
    <w:p w:rsidR="00D149B3" w:rsidRPr="008F6CE0" w:rsidRDefault="00D149B3" w:rsidP="00D149B3">
      <w:pPr>
        <w:pStyle w:val="libNormal"/>
        <w:rPr>
          <w:rtl/>
        </w:rPr>
      </w:pPr>
    </w:p>
    <w:p w:rsidR="00811B5D" w:rsidRPr="008F6CE0" w:rsidRDefault="002C558A" w:rsidP="00785B3A">
      <w:pPr>
        <w:pStyle w:val="Heading1Center"/>
        <w:rPr>
          <w:rtl/>
        </w:rPr>
      </w:pPr>
      <w:r w:rsidRPr="008F6CE0">
        <w:rPr>
          <w:rtl/>
        </w:rPr>
        <w:br w:type="page"/>
      </w:r>
      <w:bookmarkStart w:id="31" w:name="_Toc425750303"/>
      <w:r w:rsidR="00061879" w:rsidRPr="008F6CE0">
        <w:rPr>
          <w:rFonts w:hint="eastAsia"/>
          <w:rtl/>
        </w:rPr>
        <w:lastRenderedPageBreak/>
        <w:t>فصل</w:t>
      </w:r>
      <w:r w:rsidR="00061879" w:rsidRPr="008F6CE0">
        <w:rPr>
          <w:rtl/>
        </w:rPr>
        <w:t xml:space="preserve"> سوم</w:t>
      </w:r>
      <w:r w:rsidR="00A807CF" w:rsidRPr="008F6CE0">
        <w:rPr>
          <w:rtl/>
        </w:rPr>
        <w:t xml:space="preserve">: </w:t>
      </w:r>
      <w:r w:rsidR="00061879" w:rsidRPr="008F6CE0">
        <w:rPr>
          <w:rtl/>
        </w:rPr>
        <w:t>خواب مغناط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س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زنان و به اسارت درآوردن مردان</w:t>
      </w:r>
      <w:bookmarkEnd w:id="31"/>
    </w:p>
    <w:p w:rsidR="00811B5D" w:rsidRPr="008F6CE0" w:rsidRDefault="00061879" w:rsidP="00785B3A">
      <w:pPr>
        <w:pStyle w:val="Heading2"/>
        <w:rPr>
          <w:rtl/>
        </w:rPr>
      </w:pPr>
      <w:bookmarkStart w:id="32" w:name="_Toc425750304"/>
      <w:r w:rsidRPr="008F6CE0">
        <w:rPr>
          <w:rFonts w:hint="eastAsia"/>
          <w:rtl/>
        </w:rPr>
        <w:t>اشاره</w:t>
      </w:r>
      <w:bookmarkEnd w:id="32"/>
    </w:p>
    <w:p w:rsidR="00811B5D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راه روشن نباشد و 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ارها</w:t>
      </w:r>
      <w:r w:rsidRPr="008F6CE0">
        <w:rPr>
          <w:rtl/>
        </w:rPr>
        <w:t xml:space="preserve"> معلوم نگرد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با حجاب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کسان</w:t>
      </w:r>
      <w:r w:rsidRPr="008F6CE0">
        <w:rPr>
          <w:rtl/>
        </w:rPr>
        <w:t xml:space="preserve"> به اسارت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افتد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علت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تنها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حجابان وکم حجابان را 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مد شناخت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 چند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اسارت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گروه فراهم تر است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دوار</w:t>
      </w:r>
      <w:r w:rsidRPr="008F6CE0">
        <w:rPr>
          <w:rtl/>
        </w:rPr>
        <w:t xml:space="preserve"> بود که در گروه باحجاب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راه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</w:p>
    <w:p w:rsidR="00811B5D" w:rsidRPr="008F6CE0" w:rsidRDefault="00061879" w:rsidP="002C558A">
      <w:pPr>
        <w:pStyle w:val="Heading2"/>
        <w:rPr>
          <w:rtl/>
        </w:rPr>
      </w:pPr>
      <w:bookmarkStart w:id="33" w:name="_Toc425750305"/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است</w:t>
      </w:r>
      <w:r w:rsidRPr="008F6CE0">
        <w:rPr>
          <w:rtl/>
        </w:rPr>
        <w:t xml:space="preserve"> خانه به استخدام کارخانه</w:t>
      </w:r>
      <w:bookmarkEnd w:id="33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کارخانه</w:t>
      </w:r>
      <w:r w:rsidRPr="008F6CE0">
        <w:rPr>
          <w:rtl/>
        </w:rPr>
        <w:t xml:space="preserve"> داران و صاحبان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پس از شناخت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تز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اندام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تأک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تبل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Pr="008F6CE0">
        <w:rPr>
          <w:rtl/>
        </w:rPr>
        <w:t xml:space="preserve"> فراوان بر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اوکوش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Pr="008F6CE0">
        <w:rPr>
          <w:rtl/>
        </w:rPr>
        <w:t xml:space="preserve"> تا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فراموش شود و از موهبت و امکانات خدا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زن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شترکردن</w:t>
      </w:r>
      <w:r w:rsidRPr="008F6CE0">
        <w:rPr>
          <w:rtl/>
        </w:rPr>
        <w:t xml:space="preserve">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بهره جو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پندار عده ا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زن </w:t>
      </w:r>
      <w:r w:rsidRPr="008F6CE0">
        <w:rPr>
          <w:rFonts w:hint="eastAsia"/>
          <w:rtl/>
        </w:rPr>
        <w:t>عنصر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و خدمتکارِ مرد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شده 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آنها خوب توجه داشتند که زن قدرتمندتر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خداست که از نظر توان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 از مردْ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نظر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قدرت نفوذ و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بر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مراتب از مرد باکفا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تر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چون</w:t>
      </w:r>
      <w:r w:rsidRPr="008F6CE0">
        <w:rPr>
          <w:rtl/>
        </w:rPr>
        <w:t xml:space="preserve"> روان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صنعت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نظام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زن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 او را از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راه استثمارکرد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مطمئن بودند که چون قدرت اعتراض و توان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کمتر از مرد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پس از استخدام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مزدکم قانع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شورش و اعتصاب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زنان را با حقوق کم</w:t>
      </w:r>
      <w:r w:rsidRPr="008F6CE0">
        <w:rPr>
          <w:rFonts w:hint="eastAsia"/>
          <w:rtl/>
        </w:rPr>
        <w:t>تر</w:t>
      </w:r>
      <w:r w:rsidRPr="008F6CE0">
        <w:rPr>
          <w:rtl/>
        </w:rPr>
        <w:t xml:space="preserve"> به خدمت گرفتند</w:t>
      </w:r>
      <w:r w:rsidR="00A807CF" w:rsidRPr="008F6CE0">
        <w:rPr>
          <w:rtl/>
        </w:rPr>
        <w:t xml:space="preserve">؛ </w:t>
      </w:r>
      <w:r w:rsidR="00EA031B" w:rsidRPr="008F6CE0">
        <w:rPr>
          <w:rStyle w:val="libFootnotenumChar"/>
          <w:rtl/>
        </w:rPr>
        <w:t>(1)</w:t>
      </w:r>
      <w:r w:rsidRPr="008F6CE0">
        <w:rPr>
          <w:rtl/>
        </w:rPr>
        <w:t xml:space="preserve"> آن هم زنان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علت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کارداشتند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(2)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مارکس</w:t>
      </w:r>
      <w:r w:rsidRPr="008F6CE0">
        <w:rPr>
          <w:rtl/>
        </w:rPr>
        <w:t xml:space="preserve"> بن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انگذار</w:t>
      </w:r>
      <w:r w:rsidRPr="008F6CE0">
        <w:rPr>
          <w:rtl/>
        </w:rPr>
        <w:t xml:space="preserve"> و طرّاح مکتب کمون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درکتابش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را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کارخانه دار بزرگ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نقل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آقا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t>E</w:t>
      </w:r>
      <w:r w:rsidRPr="008F6CE0">
        <w:rPr>
          <w:rtl/>
        </w:rPr>
        <w:t xml:space="preserve"> کارخانه دار است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من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کارخانه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بافندگ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فقط زنان را استخدام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البته تنها زنان شوهردار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نه هرزنِ شوهردار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بلکه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که اقتصاد ومعاش خانه به او وابسته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دسته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کار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منظور مجبورند تا حد امکان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در کارخانه به کار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Pr="008F6CE0">
        <w:rPr>
          <w:rtl/>
        </w:rPr>
        <w:t xml:space="preserve"> تا بتوانند درآمد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تأم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ضرور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دست آورند به علاوه آنان به سبب داشتن فرزند و شوهر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عواطف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 نفع ماست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وادارشان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تا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رکردنِ</w:t>
      </w:r>
      <w:r w:rsidRPr="008F6CE0">
        <w:rPr>
          <w:rtl/>
        </w:rPr>
        <w:t xml:space="preserve"> شکمِ فرزندان خود و تأم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در کارخانه تلاش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(3)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چون</w:t>
      </w:r>
      <w:r w:rsidRPr="008F6CE0">
        <w:rPr>
          <w:rtl/>
        </w:rPr>
        <w:t xml:space="preserve"> زن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جذّاب و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رگذار</w:t>
      </w:r>
      <w:r w:rsidRPr="008F6CE0">
        <w:rPr>
          <w:rtl/>
        </w:rPr>
        <w:t xml:space="preserve"> است مسئول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مراکز و فروشگاه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بزرگ را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سپردند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در جلب مشتر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فروش جنس موفق تر باشد و درآمد افزون 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صاحبان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کسب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مسئول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سپردن به زن هم از خصا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</w:t>
      </w:r>
      <w:r w:rsidRPr="008F6CE0">
        <w:rPr>
          <w:rtl/>
        </w:rPr>
        <w:t xml:space="preserve"> 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بهره مند شدند و هم به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کار رونق وگرم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دادند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مهار مردان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در دست گرفتند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(4)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رفته</w:t>
      </w:r>
      <w:r w:rsidRPr="008F6CE0">
        <w:rPr>
          <w:rtl/>
        </w:rPr>
        <w:t xml:space="preserve"> رفته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اداره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بدون وجود چند زن کارمند 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نبود 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بدون او ساخته و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داده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نه از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معطل نماندن قدرت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بلکه همه به منظور 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انجام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گرفت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درکشور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چند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نوجوان و جوان پسر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کارند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شع</w:t>
      </w:r>
      <w:r w:rsidRPr="008F6CE0">
        <w:rPr>
          <w:rFonts w:hint="eastAsia"/>
          <w:rtl/>
        </w:rPr>
        <w:t>ارِ</w:t>
      </w:r>
      <w:r w:rsidRPr="008F6CE0">
        <w:rPr>
          <w:rtl/>
        </w:rPr>
        <w:t xml:space="preserve"> «اشتغال زنان به منظور معطل نماندن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جز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رنگ</w:t>
      </w:r>
      <w:r w:rsidRPr="008F6CE0">
        <w:rPr>
          <w:rtl/>
        </w:rPr>
        <w:t xml:space="preserve">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کوتاه مصاحبه با بانوان شروع شد و شگفت آن که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مصاحبه ها فقط بانوان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شدند که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خوش اندام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ادب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مهربان و خوش برخورد باشند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آنان پس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آموزش کوتاه مدّت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eastAsia"/>
          <w:rtl/>
        </w:rPr>
        <w:t>صول</w:t>
      </w:r>
      <w:r w:rsidRPr="008F6CE0">
        <w:rPr>
          <w:rtl/>
        </w:rPr>
        <w:t xml:space="preserve"> مد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اداره کردن مراکز و فروشگاه هـا را فرا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گرفتند و به کار مشغول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حقوق ماهانه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</w:t>
      </w:r>
      <w:r w:rsidRPr="008F6CE0">
        <w:rPr>
          <w:rtl/>
        </w:rPr>
        <w:t xml:space="preserve"> فروش کالا و جلب مشتر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مهم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در محل کار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فروشگاه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جاذبه و دلربا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جلب مراجعه کنندگان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گاه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سبب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 که مشتر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به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اندک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ده ها برابر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زن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 که مشتر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نه به خاطر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عاقلانه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بلکه به سبب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هوس به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جنس روکنند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به گفته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سعد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28"/>
        <w:gridCol w:w="268"/>
        <w:gridCol w:w="3691"/>
      </w:tblGrid>
      <w:tr w:rsidR="007D1F6A" w:rsidRPr="008F6CE0" w:rsidTr="00D370E8">
        <w:trPr>
          <w:trHeight w:val="350"/>
        </w:trPr>
        <w:tc>
          <w:tcPr>
            <w:tcW w:w="4288" w:type="dxa"/>
            <w:shd w:val="clear" w:color="auto" w:fill="auto"/>
          </w:tcPr>
          <w:p w:rsidR="007D1F6A" w:rsidRPr="008F6CE0" w:rsidRDefault="007D1F6A" w:rsidP="00D370E8">
            <w:pPr>
              <w:pStyle w:val="libPoem"/>
              <w:rPr>
                <w:rtl/>
              </w:rPr>
            </w:pPr>
            <w:r w:rsidRPr="008F6CE0">
              <w:rPr>
                <w:rFonts w:hint="eastAsia"/>
                <w:rtl/>
              </w:rPr>
              <w:t>حق</w:t>
            </w:r>
            <w:r w:rsidRPr="008F6CE0">
              <w:rPr>
                <w:rFonts w:hint="cs"/>
                <w:rtl/>
              </w:rPr>
              <w:t>ی</w:t>
            </w:r>
            <w:r w:rsidRPr="008F6CE0">
              <w:rPr>
                <w:rFonts w:hint="eastAsia"/>
                <w:rtl/>
              </w:rPr>
              <w:t>قت</w:t>
            </w:r>
            <w:r w:rsidRPr="008F6CE0">
              <w:rPr>
                <w:rtl/>
              </w:rPr>
              <w:t xml:space="preserve"> سرا</w:t>
            </w:r>
            <w:r w:rsidRPr="008F6CE0">
              <w:rPr>
                <w:rFonts w:hint="cs"/>
                <w:rtl/>
              </w:rPr>
              <w:t>یی</w:t>
            </w:r>
            <w:r w:rsidRPr="008F6CE0">
              <w:rPr>
                <w:rtl/>
              </w:rPr>
              <w:t xml:space="preserve"> است آراسته</w:t>
            </w:r>
            <w:r w:rsidRPr="008F6CE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D1F6A" w:rsidRPr="008F6CE0" w:rsidRDefault="007D1F6A" w:rsidP="00D370E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D1F6A" w:rsidRPr="008F6CE0" w:rsidRDefault="007D1F6A" w:rsidP="00D370E8">
            <w:pPr>
              <w:pStyle w:val="libPoem"/>
              <w:rPr>
                <w:rtl/>
              </w:rPr>
            </w:pPr>
            <w:r w:rsidRPr="008F6CE0">
              <w:rPr>
                <w:rtl/>
              </w:rPr>
              <w:t>هواوهَوَس گردبرخاسته</w:t>
            </w:r>
            <w:r w:rsidRPr="008F6CE0">
              <w:rPr>
                <w:rStyle w:val="libPoemTiniChar0"/>
                <w:rtl/>
              </w:rPr>
              <w:br/>
              <w:t> </w:t>
            </w:r>
          </w:p>
        </w:tc>
      </w:tr>
      <w:tr w:rsidR="007D1F6A" w:rsidRPr="008F6CE0" w:rsidTr="00D370E8">
        <w:trPr>
          <w:trHeight w:val="350"/>
        </w:trPr>
        <w:tc>
          <w:tcPr>
            <w:tcW w:w="4288" w:type="dxa"/>
          </w:tcPr>
          <w:p w:rsidR="007D1F6A" w:rsidRPr="008F6CE0" w:rsidRDefault="007D1F6A" w:rsidP="00D370E8">
            <w:pPr>
              <w:pStyle w:val="libPoem"/>
              <w:rPr>
                <w:rtl/>
              </w:rPr>
            </w:pPr>
            <w:r w:rsidRPr="008F6CE0">
              <w:rPr>
                <w:rFonts w:hint="eastAsia"/>
                <w:rtl/>
              </w:rPr>
              <w:t>نب</w:t>
            </w:r>
            <w:r w:rsidRPr="008F6CE0">
              <w:rPr>
                <w:rFonts w:hint="cs"/>
                <w:rtl/>
              </w:rPr>
              <w:t>ی</w:t>
            </w:r>
            <w:r w:rsidRPr="008F6CE0">
              <w:rPr>
                <w:rFonts w:hint="eastAsia"/>
                <w:rtl/>
              </w:rPr>
              <w:t>ن</w:t>
            </w:r>
            <w:r w:rsidRPr="008F6CE0">
              <w:rPr>
                <w:rFonts w:hint="cs"/>
                <w:rtl/>
              </w:rPr>
              <w:t>ی</w:t>
            </w:r>
            <w:r w:rsidRPr="008F6CE0">
              <w:rPr>
                <w:rtl/>
              </w:rPr>
              <w:t xml:space="preserve"> که هرجاکه برخاست گرد</w:t>
            </w:r>
            <w:r w:rsidRPr="008F6CE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D1F6A" w:rsidRPr="008F6CE0" w:rsidRDefault="007D1F6A" w:rsidP="00D370E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D1F6A" w:rsidRPr="008F6CE0" w:rsidRDefault="007D1F6A" w:rsidP="00D370E8">
            <w:pPr>
              <w:pStyle w:val="libPoem"/>
              <w:rPr>
                <w:rtl/>
              </w:rPr>
            </w:pPr>
            <w:r w:rsidRPr="008F6CE0">
              <w:rPr>
                <w:rtl/>
              </w:rPr>
              <w:t>نب</w:t>
            </w:r>
            <w:r w:rsidRPr="008F6CE0">
              <w:rPr>
                <w:rFonts w:hint="cs"/>
                <w:rtl/>
              </w:rPr>
              <w:t>ی</w:t>
            </w:r>
            <w:r w:rsidRPr="008F6CE0">
              <w:rPr>
                <w:rFonts w:hint="eastAsia"/>
                <w:rtl/>
              </w:rPr>
              <w:t>ند</w:t>
            </w:r>
            <w:r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Fonts w:hint="eastAsia"/>
                <w:rtl/>
              </w:rPr>
              <w:t>نظرگرچه</w:t>
            </w:r>
            <w:r w:rsidRPr="008F6CE0">
              <w:rPr>
                <w:rtl/>
              </w:rPr>
              <w:t xml:space="preserve"> ب</w:t>
            </w:r>
            <w:r w:rsidRPr="008F6CE0">
              <w:rPr>
                <w:rFonts w:hint="cs"/>
                <w:rtl/>
              </w:rPr>
              <w:t>ی</w:t>
            </w:r>
            <w:r w:rsidRPr="008F6CE0">
              <w:rPr>
                <w:rFonts w:hint="eastAsia"/>
                <w:rtl/>
              </w:rPr>
              <w:t>ناست</w:t>
            </w:r>
            <w:r w:rsidRPr="008F6CE0">
              <w:rPr>
                <w:rtl/>
              </w:rPr>
              <w:t xml:space="preserve"> مرد</w:t>
            </w:r>
            <w:r w:rsidRPr="008F6CE0">
              <w:rPr>
                <w:rStyle w:val="libPoemTiniChar0"/>
                <w:rtl/>
              </w:rPr>
              <w:br/>
              <w:t> </w:t>
            </w:r>
          </w:p>
        </w:tc>
      </w:tr>
    </w:tbl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زنان</w:t>
      </w:r>
      <w:r w:rsidRPr="008F6CE0">
        <w:rPr>
          <w:rtl/>
        </w:rPr>
        <w:t xml:space="preserve"> فروشنده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داشتند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با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دلربا و موها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مرتّب ولباس نو در فروشگاه حاضر شوند و هر چند مدّت به فروشگاه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روند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مانندکالا جا به جا شوند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رفته</w:t>
      </w:r>
      <w:r w:rsidRPr="008F6CE0">
        <w:rPr>
          <w:rtl/>
        </w:rPr>
        <w:t xml:space="preserve"> رفته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کالا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به فروش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معرّف آن بود- خواه آن کالا غذا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گربه و سگ باشد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مادّه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زکننده</w:t>
      </w:r>
      <w:r w:rsidRPr="008F6CE0">
        <w:rPr>
          <w:rtl/>
        </w:rPr>
        <w:t xml:space="preserve"> دستشو</w:t>
      </w:r>
      <w:r w:rsidRPr="008F6CE0">
        <w:rPr>
          <w:rFonts w:hint="cs"/>
          <w:rtl/>
        </w:rPr>
        <w:t>یی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چه او مواد آرا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زنان را بفروشد و چه لباس مردان </w:t>
      </w:r>
      <w:r w:rsidR="007F0FB1" w:rsidRPr="008F6CE0">
        <w:rPr>
          <w:rtl/>
        </w:rPr>
        <w:t>را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تنها</w:t>
      </w:r>
      <w:r w:rsidRPr="008F6CE0">
        <w:rPr>
          <w:rtl/>
        </w:rPr>
        <w:t xml:space="preserve"> مانع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شرفت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طرح سودجو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عامل بازدارنده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 که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را از مردان متما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ساخت و آن جز پوشش مناسب اندام</w:t>
      </w:r>
      <w:r w:rsidR="00124A1D" w:rsidRPr="008F6CE0">
        <w:rPr>
          <w:rtl/>
        </w:rPr>
        <w:t xml:space="preserve"> (</w:t>
      </w:r>
      <w:r w:rsidRPr="008F6CE0">
        <w:rPr>
          <w:rtl/>
        </w:rPr>
        <w:t>حجاب</w:t>
      </w:r>
      <w:r w:rsidR="00124A1D" w:rsidRPr="008F6CE0">
        <w:rPr>
          <w:rtl/>
        </w:rPr>
        <w:t xml:space="preserve">) </w:t>
      </w:r>
      <w:r w:rsidRPr="008F6CE0">
        <w:rPr>
          <w:rtl/>
        </w:rPr>
        <w:t>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عامل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 را از جلوه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حضور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بازم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و افراد هوسران را از او نا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آنها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</w:t>
      </w:r>
      <w:r w:rsidRPr="008F6CE0">
        <w:rPr>
          <w:rFonts w:hint="eastAsia"/>
          <w:rtl/>
        </w:rPr>
        <w:t>نستند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مانع را از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بردارند به همه منظور خود 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شدند</w:t>
      </w:r>
      <w:r w:rsidR="00A807CF" w:rsidRPr="008F6CE0">
        <w:rPr>
          <w:rtl/>
        </w:rPr>
        <w:t xml:space="preserve">. </w:t>
      </w:r>
    </w:p>
    <w:p w:rsidR="00EA031B" w:rsidRPr="008F6CE0" w:rsidRDefault="00061879" w:rsidP="006829A7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lastRenderedPageBreak/>
        <w:t>در</w:t>
      </w:r>
      <w:r w:rsidRPr="008F6CE0">
        <w:rPr>
          <w:rtl/>
        </w:rPr>
        <w:t xml:space="preserve"> ابتدا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خواهانه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رکانه</w:t>
      </w:r>
      <w:r w:rsidRPr="008F6CE0">
        <w:rPr>
          <w:rtl/>
        </w:rPr>
        <w:t xml:space="preserve"> به ما ثابت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کردند که حجاب تنها به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لباس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سنت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بدون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خود را از بق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افراد بهتر حفظ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چنان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پوشش سنّت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 وکم حجاب بود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6829A7" w:rsidRPr="008F6CE0">
        <w:rPr>
          <w:rStyle w:val="libFootnotenumChar"/>
          <w:rFonts w:hint="cs"/>
          <w:rtl/>
        </w:rPr>
        <w:t>5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سخن- بدون در نظرگرفتن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طرح آن- گفته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نسنج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نبود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چون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آن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مال</w:t>
      </w:r>
      <w:r w:rsidRPr="008F6CE0">
        <w:rPr>
          <w:rtl/>
        </w:rPr>
        <w:t xml:space="preserve"> کردن حقوق زن بود جز تباه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رهاورد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نداشت</w:t>
      </w:r>
      <w:r w:rsidR="00A807CF" w:rsidRPr="008F6CE0">
        <w:rPr>
          <w:rtl/>
        </w:rPr>
        <w:t xml:space="preserve">. </w:t>
      </w:r>
    </w:p>
    <w:p w:rsidR="00811B5D" w:rsidRPr="008F6CE0" w:rsidRDefault="00061879" w:rsidP="007D1F6A">
      <w:pPr>
        <w:pStyle w:val="Heading2"/>
        <w:rPr>
          <w:rtl/>
        </w:rPr>
      </w:pPr>
      <w:bookmarkStart w:id="34" w:name="_Toc425750306"/>
      <w:r w:rsidRPr="008F6CE0">
        <w:rPr>
          <w:rFonts w:hint="eastAsia"/>
          <w:rtl/>
        </w:rPr>
        <w:t>پس</w:t>
      </w:r>
      <w:r w:rsidRPr="008F6CE0">
        <w:rPr>
          <w:rtl/>
        </w:rPr>
        <w:t xml:space="preserve"> از دور افکن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پوشش بهتر</w:t>
      </w:r>
      <w:bookmarkEnd w:id="34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آدمخواران</w:t>
      </w:r>
      <w:r w:rsidRPr="008F6CE0">
        <w:rPr>
          <w:rtl/>
        </w:rPr>
        <w:t xml:space="preserve"> غرب در پوشش کنگره ها وگفتگوها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علم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تنها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سخن به زن غرب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شرق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آموزش دادند و آن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</w:t>
      </w:r>
      <w:r w:rsidR="00A807CF" w:rsidRPr="008F6CE0">
        <w:rPr>
          <w:rtl/>
        </w:rPr>
        <w:t xml:space="preserve">: </w:t>
      </w:r>
    </w:p>
    <w:p w:rsidR="00061879" w:rsidRPr="008F6CE0" w:rsidRDefault="00A807CF" w:rsidP="00061879">
      <w:pPr>
        <w:pStyle w:val="libNormal"/>
        <w:rPr>
          <w:rtl/>
        </w:rPr>
      </w:pPr>
      <w:r w:rsidRPr="008F6CE0">
        <w:rPr>
          <w:rtl/>
        </w:rPr>
        <w:t xml:space="preserve">... </w:t>
      </w:r>
      <w:r w:rsidR="00061879" w:rsidRPr="008F6CE0">
        <w:rPr>
          <w:rtl/>
        </w:rPr>
        <w:t>بانو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امروز</w:t>
      </w:r>
      <w:r w:rsidR="00061879" w:rsidRPr="008F6CE0">
        <w:rPr>
          <w:rFonts w:hint="cs"/>
          <w:rtl/>
        </w:rPr>
        <w:t>ی</w:t>
      </w:r>
      <w:r w:rsidR="001A33D5" w:rsidRPr="008F6CE0">
        <w:rPr>
          <w:rtl/>
        </w:rPr>
        <w:t xml:space="preserve">! </w:t>
      </w:r>
      <w:r w:rsidR="00061879" w:rsidRPr="008F6CE0">
        <w:rPr>
          <w:rtl/>
        </w:rPr>
        <w:t>پوشش سنت</w:t>
      </w:r>
      <w:r w:rsidR="00061879"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="00061879" w:rsidRPr="008F6CE0">
        <w:rPr>
          <w:rtl/>
        </w:rPr>
        <w:t>مانند چادر زنان شرق</w:t>
      </w:r>
      <w:r w:rsidR="00124A1D" w:rsidRPr="008F6CE0">
        <w:rPr>
          <w:rtl/>
        </w:rPr>
        <w:t xml:space="preserve">) </w:t>
      </w:r>
      <w:r w:rsidR="00061879" w:rsidRPr="008F6CE0">
        <w:rPr>
          <w:rtl/>
        </w:rPr>
        <w:t>برا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فعال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ت</w:t>
      </w:r>
      <w:r w:rsidR="00061879" w:rsidRPr="008F6CE0">
        <w:rPr>
          <w:rtl/>
        </w:rPr>
        <w:t xml:space="preserve">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تو ما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ه</w:t>
      </w:r>
      <w:r w:rsidR="00061879" w:rsidRPr="008F6CE0">
        <w:rPr>
          <w:rtl/>
        </w:rPr>
        <w:t xml:space="preserve"> زحمت است</w:t>
      </w:r>
      <w:r w:rsidRPr="008F6CE0">
        <w:rPr>
          <w:rtl/>
        </w:rPr>
        <w:t xml:space="preserve">. </w:t>
      </w:r>
      <w:r w:rsidR="00061879" w:rsidRPr="008F6CE0">
        <w:rPr>
          <w:rtl/>
        </w:rPr>
        <w:t>چه افراد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که با کنارگذاشتن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پوشش توانستند به دن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جد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قدم نهند</w:t>
      </w:r>
      <w:r w:rsidRPr="008F6CE0">
        <w:rPr>
          <w:rtl/>
        </w:rPr>
        <w:t xml:space="preserve">، </w:t>
      </w:r>
      <w:r w:rsidR="00061879" w:rsidRPr="008F6CE0">
        <w:rPr>
          <w:rtl/>
        </w:rPr>
        <w:t>ب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آن که کس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به آنها ب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احترام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کند</w:t>
      </w:r>
      <w:r w:rsidR="001A33D5" w:rsidRPr="008F6CE0">
        <w:rPr>
          <w:rtl/>
        </w:rPr>
        <w:t xml:space="preserve">! </w:t>
      </w:r>
      <w:r w:rsidR="00061879" w:rsidRPr="008F6CE0">
        <w:rPr>
          <w:rtl/>
        </w:rPr>
        <w:t>هرگز لازم ن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ست</w:t>
      </w:r>
      <w:r w:rsidR="00061879" w:rsidRPr="008F6CE0">
        <w:rPr>
          <w:rtl/>
        </w:rPr>
        <w:t xml:space="preserve"> برهنه باش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Pr="008F6CE0">
        <w:rPr>
          <w:rtl/>
        </w:rPr>
        <w:t xml:space="preserve">. </w:t>
      </w:r>
      <w:r w:rsidR="00061879" w:rsidRPr="008F6CE0">
        <w:rPr>
          <w:rtl/>
        </w:rPr>
        <w:t xml:space="preserve">با همان جامه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ز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رِ</w:t>
      </w:r>
      <w:r w:rsidR="00061879" w:rsidRPr="008F6CE0">
        <w:rPr>
          <w:rtl/>
        </w:rPr>
        <w:t xml:space="preserve">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پوشش - هر طور</w:t>
      </w:r>
      <w:r w:rsidR="00061879" w:rsidRPr="008F6CE0">
        <w:rPr>
          <w:rFonts w:hint="eastAsia"/>
          <w:rtl/>
        </w:rPr>
        <w:t>که</w:t>
      </w:r>
      <w:r w:rsidR="00061879" w:rsidRPr="008F6CE0">
        <w:rPr>
          <w:rtl/>
        </w:rPr>
        <w:t xml:space="preserve"> هست- 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رون</w:t>
      </w:r>
      <w:r w:rsidR="00061879" w:rsidRPr="008F6CE0">
        <w:rPr>
          <w:rtl/>
        </w:rPr>
        <w:t xml:space="preserve"> آ</w:t>
      </w:r>
      <w:r w:rsidR="00061879" w:rsidRPr="008F6CE0">
        <w:rPr>
          <w:rFonts w:hint="cs"/>
          <w:rtl/>
        </w:rPr>
        <w:t>یی</w:t>
      </w:r>
      <w:r w:rsidR="00061879" w:rsidRPr="008F6CE0">
        <w:rPr>
          <w:rFonts w:hint="eastAsia"/>
          <w:rtl/>
        </w:rPr>
        <w:t>د</w:t>
      </w:r>
      <w:r w:rsidRPr="008F6CE0">
        <w:rPr>
          <w:rtl/>
        </w:rPr>
        <w:t xml:space="preserve">. </w:t>
      </w:r>
      <w:r w:rsidR="00061879" w:rsidRPr="008F6CE0">
        <w:rPr>
          <w:rtl/>
        </w:rPr>
        <w:t>رنگ و نما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لباستان- ساده و عاد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باشد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</w:t>
      </w:r>
      <w:r w:rsidR="00061879" w:rsidRPr="008F6CE0">
        <w:rPr>
          <w:rtl/>
        </w:rPr>
        <w:t xml:space="preserve"> با مُد جد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>- مهم ن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ست</w:t>
      </w:r>
      <w:r w:rsidRPr="008F6CE0">
        <w:rPr>
          <w:rtl/>
        </w:rPr>
        <w:t xml:space="preserve">. </w:t>
      </w:r>
      <w:r w:rsidR="00061879" w:rsidRPr="008F6CE0">
        <w:rPr>
          <w:rtl/>
        </w:rPr>
        <w:t>تناسب لباس ها ن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ز</w:t>
      </w:r>
      <w:r w:rsidR="00061879" w:rsidRPr="008F6CE0">
        <w:rPr>
          <w:rtl/>
        </w:rPr>
        <w:t xml:space="preserve"> اهم</w:t>
      </w:r>
      <w:r w:rsidR="00061879" w:rsidRPr="008F6CE0">
        <w:rPr>
          <w:rFonts w:hint="cs"/>
          <w:rtl/>
        </w:rPr>
        <w:t>یّ</w:t>
      </w:r>
      <w:r w:rsidR="00061879" w:rsidRPr="008F6CE0">
        <w:rPr>
          <w:rFonts w:hint="eastAsia"/>
          <w:rtl/>
        </w:rPr>
        <w:t>ت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ندارد</w:t>
      </w:r>
      <w:r w:rsidRPr="008F6CE0">
        <w:rPr>
          <w:rtl/>
        </w:rPr>
        <w:t xml:space="preserve">. </w:t>
      </w:r>
      <w:r w:rsidR="00061879" w:rsidRPr="008F6CE0">
        <w:rPr>
          <w:rtl/>
        </w:rPr>
        <w:t>آنگاه که مت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و با شهامت در همه جا دوشادوش مردان حضور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 xml:space="preserve"> خطر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شما را تهد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 xml:space="preserve"> نم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کند</w:t>
      </w:r>
      <w:r w:rsidRPr="008F6CE0">
        <w:rPr>
          <w:rtl/>
        </w:rPr>
        <w:t xml:space="preserve">. </w:t>
      </w:r>
    </w:p>
    <w:p w:rsidR="00061879" w:rsidRPr="008F6CE0" w:rsidRDefault="00061879" w:rsidP="007D1F6A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طرحِ پرفر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که استدلال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برداشته باشد زنان غرب را از</w:t>
      </w:r>
      <w:r w:rsidR="007D1F6A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هو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دورساخت و پوشش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بهتر را از آنان سلب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اگر هم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جامه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شکل چادر نداشتند اغلب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لباس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جامه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دندکه</w:t>
      </w:r>
      <w:r w:rsidRPr="008F6CE0">
        <w:rPr>
          <w:rtl/>
        </w:rPr>
        <w:t xml:space="preserve"> بدن و بق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لباس ها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پوشاند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7D1F6A">
      <w:pPr>
        <w:pStyle w:val="libNormal"/>
        <w:rPr>
          <w:rtl/>
        </w:rPr>
      </w:pPr>
      <w:r w:rsidRPr="008F6CE0">
        <w:rPr>
          <w:rFonts w:hint="eastAsia"/>
          <w:rtl/>
        </w:rPr>
        <w:t>امّا</w:t>
      </w:r>
      <w:r w:rsidRPr="008F6CE0">
        <w:rPr>
          <w:rtl/>
        </w:rPr>
        <w:t xml:space="preserve"> در شرق و به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در جوامع اسلام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>...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در</w:t>
      </w:r>
      <w:r w:rsidRPr="008F6CE0">
        <w:rPr>
          <w:rtl/>
        </w:rPr>
        <w:t xml:space="preserve"> آنجا پوشش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مانند چادر منزلت و سابقه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داشت و کنارگذاشتن آن به آسان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ممکن نبود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 ا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هجوم کالاها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جوامع 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فراهم کردکه با پوشش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سنّت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چندان هماهنگ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نداشت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تنوّع رنگ ها و اجناس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پوشش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طلب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با چادر </w:t>
      </w:r>
      <w:r w:rsidRPr="008F6CE0">
        <w:rPr>
          <w:rFonts w:hint="eastAsia"/>
          <w:rtl/>
        </w:rPr>
        <w:t>منافات</w:t>
      </w:r>
      <w:r w:rsidRPr="008F6CE0">
        <w:rPr>
          <w:rtl/>
        </w:rPr>
        <w:t xml:space="preserve"> داشت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رفته رفته زمزمه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دورافکندن چادر اوج گرفت و صاحب نظران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به گفتگو پرداختند و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مغرضانه وگروه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اطّلاع از فرجام کار و اهداف دشمنان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اظهارکردند که آنچه مهم است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اندام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خواه با چادر باشد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با هر جا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بدنش را از نامحرمان بپوشاند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جز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برجستگ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او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موانع</w:t>
      </w:r>
      <w:r w:rsidRPr="008F6CE0">
        <w:rPr>
          <w:rtl/>
        </w:rPr>
        <w:t xml:space="preserve"> راه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برداشته شد و بانوان اسلامگرا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تا حدّ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از دست دادند و ارجمندتر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سبک شمردند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طول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همگان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افتند</w:t>
      </w:r>
      <w:r w:rsidRPr="008F6CE0">
        <w:rPr>
          <w:rtl/>
        </w:rPr>
        <w:t xml:space="preserve"> دچار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اند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به سادگ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راه بازگشت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امان ماندن از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وجو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ندارد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پس</w:t>
      </w:r>
      <w:r w:rsidRPr="008F6CE0">
        <w:rPr>
          <w:rtl/>
        </w:rPr>
        <w:t xml:space="preserve"> از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ارج دانستن پوشش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که معمولاً بانوان بر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لباس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مشکل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بانوان مذهب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روکردن به لباس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تازه با آن رو به رو شدند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«مد»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جامه بانوان مذهب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- اگر ساده بود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>- چون پوشش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آن را فراگرفته بود مشکل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با دور افکن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پوشش رو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آمدن با لباس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نامناسب بود و بلکه 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تمسخر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لباس هر نما و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 پنهان بود و اگر دوخت و شکل و رنگ آن با هم تناسب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نداشت دشوار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امّا 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چون 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است در </w:t>
      </w:r>
      <w:r w:rsidRPr="008F6CE0">
        <w:rPr>
          <w:rtl/>
        </w:rPr>
        <w:lastRenderedPageBreak/>
        <w:t>نظرگرفتن تناسب لباس ها از نظر دوخت و مدل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ضرور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ناچار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لباس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دکه</w:t>
      </w:r>
      <w:r w:rsidRPr="008F6CE0">
        <w:rPr>
          <w:rtl/>
        </w:rPr>
        <w:t xml:space="preserve"> تا حدّ امکان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با دوخت خوب و خوش نما باشد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>- قبل از دور افکندن پوشش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لباس ها- 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معمولاً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با اطلاع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حال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رفتن از خانه به طرز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مردم پسند و به مد روز لباس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061879" w:rsidRPr="008F6CE0" w:rsidRDefault="00061879" w:rsidP="007D1F6A">
      <w:pPr>
        <w:pStyle w:val="libNormal"/>
        <w:rPr>
          <w:rtl/>
        </w:rPr>
      </w:pP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پژوهش گر برجسته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زبان</w:t>
      </w:r>
      <w:r w:rsidRPr="008F6CE0">
        <w:rPr>
          <w:rtl/>
        </w:rPr>
        <w:t xml:space="preserve"> لباس خسته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لباس ها زبان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اندازه اش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سن و سال پوشنده است و شکلش معرّف شغل و مقام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و رنگش مرتبط با اخلاق و رفتار طرف و جنسش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</w:t>
      </w:r>
      <w:r w:rsidRPr="008F6CE0">
        <w:rPr>
          <w:rtl/>
        </w:rPr>
        <w:t xml:space="preserve"> تع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کننده بن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احتمال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اقتصاد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 پاک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چرک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بودن و مرتب و نامرتب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شاخص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 و از ه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مهم تر ژست گرفتن پوشنده و حال دادن به لباس است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و بدتر از همه لباس شهرت که زبان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درازتر از همه البسه دارد و تنها به معرف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نام و نام فام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و ظاهر پوشنده و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صفت غالب باطن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حب مقام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گدا صفت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اکتفا نکرده زبان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صفات و سجا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طر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.... </w:t>
      </w:r>
    </w:p>
    <w:p w:rsidR="00061879" w:rsidRPr="008F6CE0" w:rsidRDefault="00061879" w:rsidP="006829A7">
      <w:pPr>
        <w:pStyle w:val="libNormal"/>
        <w:rPr>
          <w:rtl/>
        </w:rPr>
      </w:pPr>
      <w:r w:rsidRPr="008F6CE0">
        <w:rPr>
          <w:rFonts w:hint="eastAsia"/>
          <w:rtl/>
        </w:rPr>
        <w:t>لباس</w:t>
      </w:r>
      <w:r w:rsidRPr="008F6CE0">
        <w:rPr>
          <w:rtl/>
        </w:rPr>
        <w:t xml:space="preserve"> شهرت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حالت مخصوص انگشت نما دارد که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 را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کمال و سعادت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رود به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جلب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آن را به هدر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و چه لباس شهرت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زبانش درازتراز آن لباس کوتاه تر زن که چشم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چشم چران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که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مقدمه فسادها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بزگتر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آن هم اغلب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فعال و انسان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جوانان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شبرد</w:t>
      </w:r>
      <w:r w:rsidRPr="008F6CE0">
        <w:rPr>
          <w:rtl/>
        </w:rPr>
        <w:t xml:space="preserve"> رفاه تازه آمدگان چشم بدوزند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مسئول اند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نوزادان و کودکان و سالمندان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</w:t>
      </w:r>
      <w:r w:rsidRPr="008F6CE0">
        <w:rPr>
          <w:rtl/>
        </w:rPr>
        <w:t xml:space="preserve"> چشم بچرخانند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او چشم به ساق 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خواهر آن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چشم به حجم بدن مادر 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همه با هم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لولند و همه به هم دروغ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 بر استدعا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دشمنان مشغول اند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6829A7" w:rsidRPr="008F6CE0">
        <w:rPr>
          <w:rStyle w:val="libFootnotenumChar"/>
          <w:rFonts w:hint="cs"/>
          <w:rtl/>
        </w:rPr>
        <w:t>6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7D1F6A">
      <w:pPr>
        <w:pStyle w:val="Heading2"/>
        <w:rPr>
          <w:rtl/>
        </w:rPr>
      </w:pPr>
      <w:bookmarkStart w:id="35" w:name="_Toc425750307"/>
      <w:r w:rsidRPr="008F6CE0">
        <w:rPr>
          <w:rFonts w:hint="eastAsia"/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روس</w:t>
      </w:r>
      <w:r w:rsidRPr="008F6CE0">
        <w:rPr>
          <w:rtl/>
        </w:rPr>
        <w:t xml:space="preserve"> لباس ها</w:t>
      </w:r>
      <w:r w:rsidR="00B0498E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خواب</w:t>
      </w:r>
      <w:r w:rsidRPr="008F6CE0">
        <w:rPr>
          <w:rtl/>
        </w:rPr>
        <w:t xml:space="preserve"> مغناط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bookmarkEnd w:id="35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رفته</w:t>
      </w:r>
      <w:r w:rsidRPr="008F6CE0">
        <w:rPr>
          <w:rtl/>
        </w:rPr>
        <w:t xml:space="preserve"> رفته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پارچه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واردات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کشور سراز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هجوم فرهنگ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افرادِ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شمار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فرهنگ مُد پرست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تقل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چنان مسخ شدکه از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رفتن</w:t>
      </w:r>
      <w:r w:rsidRPr="008F6CE0">
        <w:rPr>
          <w:rtl/>
        </w:rPr>
        <w:t xml:space="preserve"> هر پند و هشداردور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جستند و مانند سحرشدگان جلوه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نمودند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خانواده ها که از نظر تغذ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محر</w:t>
      </w:r>
      <w:r w:rsidRPr="008F6CE0">
        <w:rPr>
          <w:rFonts w:hint="eastAsia"/>
          <w:rtl/>
        </w:rPr>
        <w:t>وم</w:t>
      </w:r>
      <w:r w:rsidRPr="008F6CE0">
        <w:rPr>
          <w:rtl/>
        </w:rPr>
        <w:t xml:space="preserve">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بودند اما با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رفتن</w:t>
      </w:r>
      <w:r w:rsidRPr="008F6CE0">
        <w:rPr>
          <w:rtl/>
        </w:rPr>
        <w:t xml:space="preserve"> از فرهنگ غرب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لباس ها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اراده و 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دستخوش خواسته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قرارگرفته بود و تنها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دلخوش بودند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توانند نشان دهند که از تحوّل و تمدّن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جامعه عقب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Pr="008F6CE0">
        <w:rPr>
          <w:rtl/>
        </w:rPr>
        <w:t xml:space="preserve"> و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ازبق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کم ندارند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 بدانجا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رفت که فرد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در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تناسب اندام و لباس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خود نبود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فقط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به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رفته</w:t>
      </w:r>
      <w:r w:rsidRPr="008F6CE0">
        <w:rPr>
          <w:rtl/>
        </w:rPr>
        <w:t xml:space="preserve"> نزد مردم حضور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زشت باشد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چندان مهم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کم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دختران بزک کرده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جلوِ موها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کاملاً از روسر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گذارند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خوش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ماتر</w:t>
      </w:r>
      <w:r w:rsidRPr="008F6CE0">
        <w:rPr>
          <w:rtl/>
        </w:rPr>
        <w:t xml:space="preserve"> جلوه دهد امّا هستند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نما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آنها را نه تنها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زشت تر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شما هم از خود بپرس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قبل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آمدن از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خود را در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نگاه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کنندکه چه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ئت</w:t>
      </w:r>
      <w:r w:rsidRPr="008F6CE0">
        <w:rPr>
          <w:rtl/>
        </w:rPr>
        <w:t xml:space="preserve"> وحشتناک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خود ساخته اند</w:t>
      </w:r>
      <w:r w:rsidR="001A33D5" w:rsidRPr="008F6CE0">
        <w:rPr>
          <w:rtl/>
        </w:rPr>
        <w:t xml:space="preserve">؟!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آنها</w:t>
      </w:r>
      <w:r w:rsidRPr="008F6CE0">
        <w:rPr>
          <w:rtl/>
        </w:rPr>
        <w:t xml:space="preserve"> خود را خوب در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نگر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سته</w:t>
      </w:r>
      <w:r w:rsidRPr="008F6CE0">
        <w:rPr>
          <w:rtl/>
        </w:rPr>
        <w:t xml:space="preserve"> اند امّا چون خواب مغناط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و هو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تشان</w:t>
      </w:r>
      <w:r w:rsidRPr="008F6CE0">
        <w:rPr>
          <w:rtl/>
        </w:rPr>
        <w:t xml:space="preserve"> مسخ 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چهره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اصل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تنها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را درک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که امروزه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ترک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نامتناسب مُد شده است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و چون از خود اراده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ندارند و از فرهنگ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مانده اند </w:t>
      </w:r>
      <w:r w:rsidRPr="008F6CE0">
        <w:rPr>
          <w:rFonts w:hint="eastAsia"/>
          <w:rtl/>
        </w:rPr>
        <w:t>چاره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ندارند مگر ادا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را درآورند</w:t>
      </w:r>
      <w:r w:rsidR="00A807CF" w:rsidRPr="008F6CE0">
        <w:rPr>
          <w:rtl/>
        </w:rPr>
        <w:t xml:space="preserve">. </w:t>
      </w:r>
    </w:p>
    <w:p w:rsidR="00061879" w:rsidRPr="008F6CE0" w:rsidRDefault="007D1F6A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روزنامه</w:t>
      </w:r>
      <w:r w:rsidR="00061879" w:rsidRPr="008F6CE0">
        <w:rPr>
          <w:rtl/>
        </w:rPr>
        <w:t xml:space="preserve"> ک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هان</w:t>
      </w:r>
      <w:r w:rsidR="00061879" w:rsidRPr="008F6CE0">
        <w:rPr>
          <w:rtl/>
        </w:rPr>
        <w:t>/ 8738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اصرار دارد موها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حتماً رنگ کند تا شب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باردو</w:t>
      </w:r>
      <w:r w:rsidR="00124A1D" w:rsidRPr="008F6CE0">
        <w:rPr>
          <w:rtl/>
        </w:rPr>
        <w:t xml:space="preserve"> (</w:t>
      </w:r>
      <w:r w:rsidRPr="008F6CE0">
        <w:rPr>
          <w:rtl/>
        </w:rPr>
        <w:t>هنر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نما</w:t>
      </w:r>
      <w:r w:rsidR="00124A1D" w:rsidRPr="008F6CE0">
        <w:rPr>
          <w:rtl/>
        </w:rPr>
        <w:t xml:space="preserve">) </w:t>
      </w:r>
      <w:r w:rsidRPr="008F6CE0">
        <w:rPr>
          <w:rtl/>
        </w:rPr>
        <w:t>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شوهر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سخت مخالف است آن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اگر طلاقم هم ده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 را خواهم کرد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الگوها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به زن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داده شد تصاو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زنان خارج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 که از طر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تلو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نما</w:t>
      </w:r>
      <w:r w:rsidRPr="008F6CE0">
        <w:rPr>
          <w:rtl/>
        </w:rPr>
        <w:t xml:space="preserve"> تقد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هو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تْ</w:t>
      </w:r>
      <w:r w:rsidRPr="008F6CE0">
        <w:rPr>
          <w:rtl/>
        </w:rPr>
        <w:t xml:space="preserve"> باختگانِ داخل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چشم به آن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مرزها دوخته بودند تا حتّ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نوع روسر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ژاپن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فرانسو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اموزند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 بود که ما از فرهنگ ملّ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قوم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دور شد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هرگونه تقل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فرهنگ واردات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دشمن فراهم 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چندان اهم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نداشت که پس از دورافکندن پوشش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سنت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مانند چادر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چه جامه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مهم آن بود که اندام زن به درست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نشود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6829A7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هندوستان با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لباسِ ملّ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دورافکنده شد و امروزه اغلب زنان هند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راهن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پوشند که بخش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بدن را پوشان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وگردن و قسمت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شکم را- به شکل 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>- نپوشان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 وگاه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راهن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پوشند که فقط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 و نصف شکم را پوشانده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بعض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مناط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جهان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بانوان جلوِ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چشم نقاب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زنند اما پاها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کاملاً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ملّت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پوشش 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خود فاصله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در نسل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بعد وضع لباس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آنان کم کم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تغ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کهنسال از طرز لباس و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گذشتگان خود اطلاع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ندارند و ب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اطلاع از وضع پوشش مردم 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صد سال قبل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کتاب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tl/>
        </w:rPr>
        <w:t xml:space="preserve"> و باستان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 ملّت مراجعه کرد و پرسش از مردم راهگشا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Fonts w:hint="cs"/>
          <w:rtl/>
        </w:rPr>
        <w:t>(</w:t>
      </w:r>
      <w:r w:rsidR="006829A7" w:rsidRPr="008F6CE0">
        <w:rPr>
          <w:rStyle w:val="libFootnotenumChar"/>
          <w:rFonts w:hint="cs"/>
          <w:rtl/>
        </w:rPr>
        <w:t>7</w:t>
      </w:r>
      <w:r w:rsidR="00EA031B" w:rsidRPr="008F6CE0">
        <w:rPr>
          <w:rStyle w:val="libFootnotenumChar"/>
          <w:rFonts w:hint="cs"/>
          <w:rtl/>
        </w:rPr>
        <w:t>)</w:t>
      </w:r>
    </w:p>
    <w:p w:rsidR="00061879" w:rsidRPr="008F6CE0" w:rsidRDefault="00061879" w:rsidP="007D1F6A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گفته فرانتس فانون درکتاب انقلاب الجزا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هرچادر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دورانداخته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افق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که بر استعمارگر بسته 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برابر او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>- و پس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دنِ</w:t>
      </w:r>
      <w:r w:rsidRPr="008F6CE0">
        <w:rPr>
          <w:rtl/>
        </w:rPr>
        <w:t xml:space="preserve"> هر چهره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زنِ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حمله ورشدنِ اشغالگر ده برابر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روزها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نخستِ کنارگذاشتنِ</w:t>
      </w:r>
      <w:r w:rsidR="00124A1D" w:rsidRPr="008F6CE0">
        <w:rPr>
          <w:rtl/>
        </w:rPr>
        <w:t xml:space="preserve"> (</w:t>
      </w:r>
      <w:r w:rsidRPr="008F6CE0">
        <w:rPr>
          <w:rtl/>
        </w:rPr>
        <w:t>پوشش فراگ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اندام</w:t>
      </w:r>
      <w:r w:rsidR="00124A1D" w:rsidRPr="008F6CE0">
        <w:rPr>
          <w:rtl/>
        </w:rPr>
        <w:t xml:space="preserve">) 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مقنعه تمام سر و گردن و جلوِ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روسر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امروز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گردن و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را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پوشاند و در هر روز مد تازه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اضافه بر آن که نحوه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آن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خود مُد ساز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جوانان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کار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دگمه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راهن</w:t>
      </w:r>
      <w:r w:rsidRPr="008F6CE0">
        <w:rPr>
          <w:rtl/>
        </w:rPr>
        <w:t xml:space="preserve"> خود را تا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باز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نهادند اما امروزه همان آدمک ها گاه دگمه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راهن</w:t>
      </w:r>
      <w:r w:rsidRPr="008F6CE0">
        <w:rPr>
          <w:rtl/>
        </w:rPr>
        <w:t xml:space="preserve"> را تاگردن چنان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بندندکه نزد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است خفه شوند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امّا فردا چه شکل و مُد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خواهد شد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منتظر بود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گروه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ملّت 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همرنگ شدن با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و عقب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فتادن</w:t>
      </w:r>
      <w:r w:rsidRPr="008F6CE0">
        <w:rPr>
          <w:rtl/>
        </w:rPr>
        <w:t xml:space="preserve"> از قافله تمدّن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همچنان چشم به راه طرح تازه باشند تا از آن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مرزها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برسد و در هر روز آن گونه لباس بپوشند که با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فرق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چادر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درکار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راهن</w:t>
      </w:r>
      <w:r w:rsidRPr="008F6CE0">
        <w:rPr>
          <w:rtl/>
        </w:rPr>
        <w:t xml:space="preserve"> بلند زنانه</w:t>
      </w:r>
      <w:r w:rsidR="00124A1D" w:rsidRPr="008F6CE0">
        <w:rPr>
          <w:rtl/>
        </w:rPr>
        <w:t xml:space="preserve"> (</w:t>
      </w:r>
      <w:r w:rsidRPr="008F6CE0">
        <w:rPr>
          <w:rtl/>
        </w:rPr>
        <w:t>مانتو</w:t>
      </w:r>
      <w:r w:rsidR="00124A1D" w:rsidRPr="008F6CE0">
        <w:rPr>
          <w:rtl/>
        </w:rPr>
        <w:t xml:space="preserve">) </w:t>
      </w:r>
      <w:r w:rsidRPr="008F6CE0">
        <w:rPr>
          <w:rtl/>
        </w:rPr>
        <w:t>و روسر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طرح روز است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طرح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امروز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مانتو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به همان اندازه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را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نامتمدّن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که چادر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آنان از پوشش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مانند چادرگر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ختند</w:t>
      </w:r>
      <w:r w:rsidRPr="008F6CE0">
        <w:rPr>
          <w:rtl/>
        </w:rPr>
        <w:t xml:space="preserve"> تا نا آشنا به آداب تجدّد معرف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نشوند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گام بردارن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در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صورت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مانند گذشته نباشد</w:t>
      </w:r>
      <w:r w:rsidR="00A807CF" w:rsidRPr="008F6CE0">
        <w:rPr>
          <w:rtl/>
        </w:rPr>
        <w:t xml:space="preserve">. </w:t>
      </w:r>
    </w:p>
    <w:p w:rsidR="00811B5D" w:rsidRPr="008F6CE0" w:rsidRDefault="00061879" w:rsidP="007D1F6A">
      <w:pPr>
        <w:pStyle w:val="Heading2"/>
        <w:rPr>
          <w:rtl/>
        </w:rPr>
      </w:pPr>
      <w:bookmarkStart w:id="36" w:name="_Toc425750308"/>
      <w:r w:rsidRPr="008F6CE0">
        <w:rPr>
          <w:rFonts w:hint="eastAsia"/>
          <w:rtl/>
        </w:rPr>
        <w:lastRenderedPageBreak/>
        <w:t>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در اسارت مد</w:t>
      </w:r>
      <w:bookmarkEnd w:id="36"/>
    </w:p>
    <w:p w:rsidR="007D1F6A" w:rsidRPr="008F6CE0" w:rsidRDefault="00061879" w:rsidP="007D1F6A">
      <w:pPr>
        <w:pStyle w:val="libNormal"/>
        <w:rPr>
          <w:rtl/>
        </w:rPr>
      </w:pPr>
      <w:r w:rsidRPr="008F6CE0">
        <w:rPr>
          <w:rFonts w:hint="eastAsia"/>
          <w:rtl/>
        </w:rPr>
        <w:t>آن</w:t>
      </w:r>
      <w:r w:rsidRPr="008F6CE0">
        <w:rPr>
          <w:rtl/>
        </w:rPr>
        <w:t xml:space="preserve"> خواب مغناط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ولا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مد نه فقط گروه کم حجاب را دربندکرد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افراد معتقد به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شکار نمود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راه روشن نباشد و 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ارها</w:t>
      </w:r>
      <w:r w:rsidRPr="008F6CE0">
        <w:rPr>
          <w:rtl/>
        </w:rPr>
        <w:t xml:space="preserve"> معلوم نگرد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با حجاب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کسان</w:t>
      </w:r>
      <w:r w:rsidRPr="008F6CE0">
        <w:rPr>
          <w:rtl/>
        </w:rPr>
        <w:t xml:space="preserve"> به اسارت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افتد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علت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تنها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حجابان وکم حجابان را اس</w:t>
      </w:r>
      <w:r w:rsidRPr="008F6CE0">
        <w:rPr>
          <w:rFonts w:hint="cs"/>
          <w:rtl/>
        </w:rPr>
        <w:t>ی</w:t>
      </w:r>
      <w:r w:rsidRPr="008F6CE0">
        <w:rPr>
          <w:rtl/>
        </w:rPr>
        <w:t>ر مد شناخت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 چند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اسارت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گروه فراهم تر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دوار</w:t>
      </w:r>
      <w:r w:rsidRPr="008F6CE0">
        <w:rPr>
          <w:rtl/>
        </w:rPr>
        <w:t xml:space="preserve"> بود که درگروه باحجاب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چگاه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راه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آنچه زن امروزرااز مدپرست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رهاند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نپوش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لباس مخصوص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آشنا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به اوضاع ا 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شناخت 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 صالت فرهنگ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 اند ا 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جلوگ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فزا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دور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مد پرست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مفهوم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سنت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متعارف 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نوگرا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هر عصر ممکن است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لباس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رفتاراجتماع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دلا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تغ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رکند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افر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نتوانند به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گذشته از آن استفاده کنند</w:t>
      </w:r>
      <w:r w:rsidR="007D1F6A" w:rsidRPr="008F6CE0">
        <w:rPr>
          <w:rFonts w:hint="cs"/>
          <w:rtl/>
        </w:rPr>
        <w:t>.</w:t>
      </w:r>
      <w:r w:rsidR="00A807CF" w:rsidRPr="008F6CE0">
        <w:rPr>
          <w:rtl/>
        </w:rPr>
        <w:t xml:space="preserve"> </w:t>
      </w:r>
    </w:p>
    <w:p w:rsidR="00811B5D" w:rsidRPr="008F6CE0" w:rsidRDefault="00061879" w:rsidP="007D1F6A">
      <w:pPr>
        <w:pStyle w:val="Heading2"/>
        <w:rPr>
          <w:rtl/>
        </w:rPr>
      </w:pPr>
      <w:bookmarkStart w:id="37" w:name="_Toc425750309"/>
      <w:r w:rsidRPr="008F6CE0">
        <w:rPr>
          <w:rFonts w:hint="eastAsia"/>
          <w:rtl/>
        </w:rPr>
        <w:t>وارونگ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کدست</w:t>
      </w:r>
      <w:bookmarkEnd w:id="37"/>
    </w:p>
    <w:p w:rsidR="00061879" w:rsidRPr="008F6CE0" w:rsidRDefault="00061879" w:rsidP="006829A7">
      <w:pPr>
        <w:pStyle w:val="libNormal"/>
        <w:rPr>
          <w:rtl/>
        </w:rPr>
      </w:pPr>
      <w:r w:rsidRPr="008F6CE0">
        <w:rPr>
          <w:rFonts w:hint="eastAsia"/>
          <w:rtl/>
        </w:rPr>
        <w:t>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افراد درانتخاب پوشش خود استقلال و اراده را ازدست دهند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آذ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خانْه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طرز غذا خوردن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اصول مسافرت 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رفتن و همه امور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دگرگون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و حتّ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انتخاب اسمِ فرزندان خود طور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رفتار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چون در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مسخ شود مسخ او روز به روز در هو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تغ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 تبدّل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مردمان مسخ شده چون زاو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واژگون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ترج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دهندکه 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گرجنبه</w:t>
      </w:r>
      <w:r w:rsidRPr="008F6CE0">
        <w:rPr>
          <w:rtl/>
        </w:rPr>
        <w:t xml:space="preserve"> ها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زبه</w:t>
      </w:r>
      <w:r w:rsidRPr="008F6CE0">
        <w:rPr>
          <w:rtl/>
        </w:rPr>
        <w:t xml:space="preserve"> همان گونه باشند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وارونگ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کدست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6829A7" w:rsidRPr="008F6CE0">
        <w:rPr>
          <w:rStyle w:val="libFootnotenumChar"/>
          <w:rFonts w:hint="cs"/>
          <w:rtl/>
        </w:rPr>
        <w:t>8</w:t>
      </w:r>
      <w:r w:rsidR="00EA031B" w:rsidRPr="008F6CE0">
        <w:rPr>
          <w:rStyle w:val="libFootnotenumChar"/>
          <w:rtl/>
        </w:rPr>
        <w:t>)</w:t>
      </w:r>
    </w:p>
    <w:p w:rsidR="007D1F6A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تغ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ردرطرززندگ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پوشش وآذ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بستن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سخن گفتن واسم گذار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فرزندان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سرا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اسم افراد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شده است و مردم اغلب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اسم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گذشته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فرزندان خود انتخاب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ارزشت</w:t>
      </w:r>
      <w:r w:rsidRPr="008F6CE0">
        <w:rPr>
          <w:rtl/>
        </w:rPr>
        <w:t xml:space="preserve"> و نامتعادل است که فرد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زش</w:t>
      </w:r>
      <w:r w:rsidRPr="008F6CE0">
        <w:rPr>
          <w:rtl/>
        </w:rPr>
        <w:t xml:space="preserve"> همچون غرب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شده و فقط اسمش سالم مانده باشد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جامعه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امان ماندن از اتهام 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بودن و به منظور همرنگ شدن با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کسب موقع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روز به روز هو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شخص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دگرگون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هر مقاومت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تاکنون با پوشش خود در برابر «از دست دادن اصالت ها» داشت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است فرو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فاصله</w:t>
      </w:r>
      <w:r w:rsidRPr="008F6CE0">
        <w:rPr>
          <w:rtl/>
        </w:rPr>
        <w:t xml:space="preserve"> گرفتن از پوشش مناسب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سبب شد تا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خود را تنها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شوهر و خانواده اش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ساخت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همه تماشاچ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انش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آن هم نه خودآرا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او و همسرش دوست دارند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بلکه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پسندند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نه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گام عقب تر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حرکت روز به روز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ازات</w:t>
      </w:r>
      <w:r w:rsidRPr="008F6CE0">
        <w:rPr>
          <w:rtl/>
        </w:rPr>
        <w:t xml:space="preserve"> 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زنان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سلب شد و اگر فرد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پسند روز رفتار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هرچند از پاره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اصالت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فاصله گرفته 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باز هم نامتجدّد جلوه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فرموده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حضرت حس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بن عل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 xml:space="preserve">را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«کس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به خاطر خشنود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مردم 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پروردگار را ترک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علاوه بر آن که غضب خدا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جلب نموده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خشنود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مردم را هم از دست خواهد داد و روز به روز از هدف خود دورتر خواهد شد و به آنچه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 آن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مناک</w:t>
      </w:r>
      <w:r w:rsidRPr="008F6CE0">
        <w:rPr>
          <w:rtl/>
        </w:rPr>
        <w:t xml:space="preserve"> بوده است زودتر خواهد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» به </w:t>
      </w:r>
      <w:r w:rsidRPr="008F6CE0">
        <w:rPr>
          <w:rtl/>
        </w:rPr>
        <w:lastRenderedPageBreak/>
        <w:t>واقع شمار افزون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زنان امروز ما ر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نه مدپرستان امروز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 و نه مذهب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با فرهنگ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سان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گفته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ناپلئون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دست گهواره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طفل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جنباند و با دست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جهان را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چنان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شد که مهار خود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دست داد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خود باز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شود چگونه خواهد توانست در دامن خود 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بپروراند که جهان را تغ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دهد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زندگ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بشر هر </w:t>
      </w: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 از مردان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گذشته کمتر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زنان امروز مثل مادران گذشته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7D1F6A">
      <w:pPr>
        <w:pStyle w:val="Heading2"/>
        <w:rPr>
          <w:rtl/>
        </w:rPr>
      </w:pPr>
      <w:bookmarkStart w:id="38" w:name="_Toc425750310"/>
      <w:r w:rsidRPr="008F6CE0">
        <w:rPr>
          <w:rFonts w:hint="eastAsia"/>
          <w:rtl/>
        </w:rPr>
        <w:t>پس</w:t>
      </w:r>
      <w:r w:rsidRPr="008F6CE0">
        <w:rPr>
          <w:rtl/>
        </w:rPr>
        <w:t xml:space="preserve"> از آشکار شدن اندام و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bookmarkEnd w:id="38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تا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پوشش مناسب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سراسر حجم بدن زن را فراگرفته و زن با شناخت کامل از انتخاب خود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بدان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</w:t>
      </w:r>
      <w:r w:rsidRPr="008F6CE0">
        <w:rPr>
          <w:rtl/>
        </w:rPr>
        <w:t xml:space="preserve"> شده باشد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عضو زن طرح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استعمار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اجرا درنم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دورافکندن آن پوشش و آشکار شدن اندام و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نقشه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تازه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جلوه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موها و چهره آغاز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درآن صورت از بدنماتر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چهره ها و موها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به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کرد و جوانان را به انحراف واداشت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سال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 از ترو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کتاب ها و مجلّات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فرانسه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انگل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چاپ و به سراسر جهان صادر شدکه در صفحات آن فقط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موضوعات ارائه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روش رنگ مو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نمونه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چشم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طرز رژ لب مال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و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لباس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ونها</w:t>
      </w:r>
      <w:r w:rsidRPr="008F6CE0">
        <w:rPr>
          <w:rtl/>
        </w:rPr>
        <w:t xml:space="preserve"> نسخه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کتاب ها در هر ماه و سال 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کشورها و مؤسسات جهان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مجلاّت به زنان سف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پوست طرح لباس و رژلب و 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چشم مناسب آموخته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وبه زنان زرد پوست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اه</w:t>
      </w:r>
      <w:r w:rsidRPr="008F6CE0">
        <w:rPr>
          <w:rtl/>
        </w:rPr>
        <w:t xml:space="preserve"> پوست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ده هاصفحه صدهاتصو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لاکبرا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انواع ناخن بانوان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سهم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صفحات مخص</w:t>
      </w:r>
      <w:r w:rsidRPr="008F6CE0">
        <w:rPr>
          <w:rFonts w:hint="eastAsia"/>
          <w:rtl/>
        </w:rPr>
        <w:t>وص</w:t>
      </w:r>
      <w:r w:rsidRPr="008F6CE0">
        <w:rPr>
          <w:rtl/>
        </w:rPr>
        <w:t xml:space="preserve"> آرا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موها و رنگ مو و نوع شامپو و عطر و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شانه کردن موهاست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7D1F6A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برم در ا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اغلب زنان از داشتن موها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</w:t>
      </w:r>
      <w:r w:rsidRPr="008F6CE0">
        <w:rPr>
          <w:rtl/>
        </w:rPr>
        <w:t xml:space="preserve"> و متنفّربودند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مجلّه ها به زنان آموزش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 چگونه موها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صاف خود را مجعّد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چدارکنند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در همان زمان وسا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 همراه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مجلّه ها به کشورها سراز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 تا زنان را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 </w:t>
      </w:r>
      <w:r w:rsidRPr="008F6CE0">
        <w:rPr>
          <w:rFonts w:hint="eastAsia"/>
          <w:rtl/>
        </w:rPr>
        <w:t>راهنما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سپس اگر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مجلس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وارد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شدکه موها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چدار</w:t>
      </w:r>
      <w:r w:rsidRPr="008F6CE0">
        <w:rPr>
          <w:rtl/>
        </w:rPr>
        <w:t xml:space="preserve"> نکرده بود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خبر از مد روز معرف</w:t>
      </w:r>
      <w:r w:rsidRPr="008F6CE0">
        <w:rPr>
          <w:rFonts w:hint="cs"/>
          <w:rtl/>
        </w:rPr>
        <w:t>ی</w:t>
      </w:r>
      <w:r w:rsidR="007D1F6A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 جامعه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روان شناس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توانست در مدّت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کوتاه همان موها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مجعّد را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محبوب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نشان تمدّن افراد قرار دهد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آنها سل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قه</w:t>
      </w:r>
      <w:r w:rsidRPr="008F6CE0">
        <w:rPr>
          <w:rtl/>
        </w:rPr>
        <w:t xml:space="preserve"> ها را در دست گرفته بودند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را آنگاه توانستند که فرهنگ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زنان ستاندند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انسان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تا </w:t>
      </w:r>
      <w:r w:rsidRPr="008F6CE0">
        <w:rPr>
          <w:rFonts w:hint="eastAsia"/>
          <w:rtl/>
        </w:rPr>
        <w:t>قبل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هرگزگوشه چشم و تارمو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به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نشان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دادند حال چشم انتظار وگوش به زنگ آن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هستند تا فروشندگان مواد آرا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وکارخانه داران مواد تز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طرح و مدتازه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ارسال کنند</w:t>
      </w:r>
      <w:r w:rsidR="00A807CF" w:rsidRPr="008F6CE0">
        <w:rPr>
          <w:rtl/>
        </w:rPr>
        <w:t xml:space="preserve">. </w:t>
      </w:r>
    </w:p>
    <w:p w:rsidR="00061879" w:rsidRPr="008F6CE0" w:rsidRDefault="007D1F6A" w:rsidP="006829A7">
      <w:pPr>
        <w:pStyle w:val="libNormal"/>
        <w:rPr>
          <w:rtl/>
        </w:rPr>
      </w:pPr>
      <w:r w:rsidRPr="008F6CE0">
        <w:rPr>
          <w:rFonts w:hint="eastAsia"/>
          <w:rtl/>
        </w:rPr>
        <w:t>روزنامه</w:t>
      </w:r>
      <w:r w:rsidR="00061879" w:rsidRPr="008F6CE0">
        <w:rPr>
          <w:rtl/>
        </w:rPr>
        <w:t xml:space="preserve">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اطلاعات/ 25 مرداد سال 54</w:t>
      </w:r>
      <w:r w:rsidR="006829A7" w:rsidRPr="008F6CE0">
        <w:rPr>
          <w:rFonts w:hint="cs"/>
          <w:rtl/>
        </w:rPr>
        <w:t xml:space="preserve"> : </w:t>
      </w:r>
      <w:r w:rsidR="00061879" w:rsidRPr="008F6CE0">
        <w:rPr>
          <w:rFonts w:hint="eastAsia"/>
          <w:rtl/>
        </w:rPr>
        <w:t>عق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 xml:space="preserve"> 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کارخانه داران امور زنان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tl/>
        </w:rPr>
        <w:t xml:space="preserve"> است که درصد آرا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</w:t>
      </w:r>
      <w:r w:rsidR="00061879" w:rsidRPr="008F6CE0">
        <w:rPr>
          <w:rtl/>
        </w:rPr>
        <w:t xml:space="preserve"> 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زنانه شهر تهران 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</w:t>
      </w:r>
      <w:r w:rsidR="00061879" w:rsidRPr="008F6CE0">
        <w:rPr>
          <w:rtl/>
        </w:rPr>
        <w:t xml:space="preserve"> از لندن و پار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س</w:t>
      </w:r>
      <w:r w:rsidR="00061879" w:rsidRPr="008F6CE0">
        <w:rPr>
          <w:rtl/>
        </w:rPr>
        <w:t xml:space="preserve"> است آرا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</w:t>
      </w:r>
      <w:r w:rsidR="00061879" w:rsidRPr="008F6CE0">
        <w:rPr>
          <w:rtl/>
        </w:rPr>
        <w:t xml:space="preserve"> و ز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باساز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ظاهرِ صورت نسبت به پنجاه سال قبل تقر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باً</w:t>
      </w:r>
      <w:r w:rsidR="00061879" w:rsidRPr="008F6CE0">
        <w:rPr>
          <w:rtl/>
        </w:rPr>
        <w:t xml:space="preserve"> هزار برابر شده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EB7E3A">
      <w:pPr>
        <w:pStyle w:val="libNormal"/>
        <w:rPr>
          <w:rtl/>
        </w:rPr>
      </w:pPr>
      <w:r w:rsidRPr="008F6CE0">
        <w:rPr>
          <w:rFonts w:hint="eastAsia"/>
          <w:rtl/>
        </w:rPr>
        <w:t>مجله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="006829A7" w:rsidRPr="008F6CE0">
        <w:rPr>
          <w:rtl/>
        </w:rPr>
        <w:t xml:space="preserve"> روشنفکر/ شما</w:t>
      </w:r>
      <w:r w:rsidRPr="008F6CE0">
        <w:rPr>
          <w:rtl/>
        </w:rPr>
        <w:t>ره 829</w:t>
      </w:r>
      <w:r w:rsidR="006829A7" w:rsidRPr="008F6CE0">
        <w:rPr>
          <w:rFonts w:hint="cs"/>
          <w:rtl/>
        </w:rPr>
        <w:t xml:space="preserve"> : </w:t>
      </w:r>
      <w:r w:rsidRPr="008F6CE0">
        <w:rPr>
          <w:rFonts w:hint="eastAsia"/>
          <w:rtl/>
        </w:rPr>
        <w:t>طبقِ</w:t>
      </w:r>
      <w:r w:rsidRPr="008F6CE0">
        <w:rPr>
          <w:rtl/>
        </w:rPr>
        <w:t xml:space="preserve"> آمار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انه</w:t>
      </w:r>
      <w:r w:rsidRPr="008F6CE0">
        <w:rPr>
          <w:rtl/>
        </w:rPr>
        <w:t xml:space="preserve"> به طور متوسط تقر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باً</w:t>
      </w:r>
      <w:r w:rsidRPr="008F6CE0">
        <w:rPr>
          <w:rtl/>
        </w:rPr>
        <w:t xml:space="preserve"> 000/500/7 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لوگرم</w:t>
      </w:r>
      <w:r w:rsidRPr="008F6CE0">
        <w:rPr>
          <w:rtl/>
        </w:rPr>
        <w:t xml:space="preserve"> مواد آرا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وارد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که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آنها جزو مواد اول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بوده و</w:t>
      </w:r>
      <w:r w:rsidR="00EB7E3A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لابراتوارها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کشور به شکل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گوناگون 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رقم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ازمقدار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به طور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رسم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وارد کشور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کابوس</w:t>
      </w:r>
      <w:r w:rsidRPr="008F6CE0">
        <w:rPr>
          <w:rtl/>
        </w:rPr>
        <w:t xml:space="preserve"> مدگرا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نه فقط دامنگ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بانوان 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را هم آلوده کرد و آنها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منتظر بودند هر ماه از فرانسه کتابچه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مُُد لباس و پوشاک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برسد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عه</w:t>
      </w:r>
      <w:r w:rsidRPr="008F6CE0">
        <w:rPr>
          <w:rtl/>
        </w:rPr>
        <w:t xml:space="preserve"> آقا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دو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نخست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مسأله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بانوان اوضاع آشفته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آقا</w:t>
      </w:r>
      <w:r w:rsidRPr="008F6CE0">
        <w:rPr>
          <w:rFonts w:hint="cs"/>
          <w:rtl/>
        </w:rPr>
        <w:t>ی</w:t>
      </w:r>
      <w:r w:rsidRPr="008F6CE0">
        <w:rPr>
          <w:rtl/>
        </w:rPr>
        <w:t>ان را آشفته ترکرد و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روابط نامشروع را در آنها صدچندان نمود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تا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با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لباس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بانوان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دچار هوس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مشاهده زنان و وضع پوشش و جلوه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</w:t>
      </w:r>
      <w:r w:rsidR="00D608B0" w:rsidRPr="008F6CE0">
        <w:rPr>
          <w:rtl/>
        </w:rPr>
        <w:t>ناآرام</w:t>
      </w:r>
      <w:r w:rsidRPr="008F6CE0">
        <w:rPr>
          <w:rtl/>
        </w:rPr>
        <w:t xml:space="preserve"> ترگرد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دوم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پس از چاپ و پخش اوّل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کتاب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مُد در جهان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اختلاف و طلاق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مردم رو به ازد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نهاد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جامعه شناسان علّت بروز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حادثه را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کرده اند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سطح توقّعات بانوان وتجمّلگرا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با وجود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کتاب ها اوج گرفت و در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دلسرد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گله 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انتطارات روزافزون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خانواده را دچار اضطراب و اختلاف نمود</w:t>
      </w:r>
      <w:r w:rsidR="00A807CF" w:rsidRPr="008F6CE0">
        <w:rPr>
          <w:rtl/>
        </w:rPr>
        <w:t xml:space="preserve">. </w:t>
      </w:r>
    </w:p>
    <w:p w:rsidR="00811B5D" w:rsidRPr="008F6CE0" w:rsidRDefault="00061879" w:rsidP="00B0498E">
      <w:pPr>
        <w:pStyle w:val="Heading2"/>
        <w:rPr>
          <w:rtl/>
        </w:rPr>
      </w:pPr>
      <w:bookmarkStart w:id="39" w:name="_Toc425750311"/>
      <w:r w:rsidRPr="008F6CE0">
        <w:rPr>
          <w:rFonts w:hint="eastAsia"/>
          <w:rtl/>
        </w:rPr>
        <w:t>رواج</w:t>
      </w:r>
      <w:r w:rsidRPr="008F6CE0">
        <w:rPr>
          <w:rtl/>
        </w:rPr>
        <w:t xml:space="preserve"> مجلات و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ضداخلاق</w:t>
      </w:r>
      <w:bookmarkEnd w:id="39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شرفته</w:t>
      </w:r>
      <w:r w:rsidRPr="008F6CE0">
        <w:rPr>
          <w:rtl/>
        </w:rPr>
        <w:t xml:space="preserve"> به طور هفتگ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ماهانه مجلات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چاپ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که عنصر مهم در فروش آن فقط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برهنه زنان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مجلات باکاغذها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مخصوص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پرفروش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مجلّه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جهان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برخلاف</w:t>
      </w:r>
      <w:r w:rsidRPr="008F6CE0">
        <w:rPr>
          <w:rtl/>
        </w:rPr>
        <w:t xml:space="preserve"> نظر برتراندراسل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که "اگر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مجلاّت فراوان شود مردم 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ازآن متنفّر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و سراغ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ازآن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Pr="008F6CE0">
        <w:rPr>
          <w:rtl/>
        </w:rPr>
        <w:t>"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روز به روز مشتر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کرد 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ها دلار در هر ماه به 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دارن سراز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ساخت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محصول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فرهنگ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ها درکمتر از دوهفته دور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خواهد چرخ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دودر</w:t>
      </w:r>
      <w:r w:rsidRPr="008F6CE0">
        <w:rPr>
          <w:rtl/>
        </w:rPr>
        <w:t xml:space="preserve"> هرروز صدهام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دلار نص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سازندگان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کندگزارش ها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دهدکه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مبتذل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نه </w:t>
      </w:r>
      <w:r w:rsidRPr="008F6CE0">
        <w:rPr>
          <w:rtl/>
        </w:rPr>
        <w:lastRenderedPageBreak/>
        <w:t>فقط سبب آشفتگ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فکر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وگسترش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بندوبار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جوانان شده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کانون </w:t>
      </w:r>
      <w:r w:rsidRPr="008F6CE0">
        <w:rPr>
          <w:rFonts w:hint="eastAsia"/>
          <w:rtl/>
        </w:rPr>
        <w:t>گرم</w:t>
      </w:r>
      <w:r w:rsidRPr="008F6CE0">
        <w:rPr>
          <w:rtl/>
        </w:rPr>
        <w:t xml:space="preserve"> خانواده ها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زسرد</w:t>
      </w:r>
      <w:r w:rsidRPr="008F6CE0">
        <w:rPr>
          <w:rtl/>
        </w:rPr>
        <w:t xml:space="preserve"> ومتزلزل 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اظهارات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بانوان درهنگامِ تقاضا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طلاق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اختلاف وناراخت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اززمان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آغازشدکه همسرم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به خانه آورد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صحنه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زننده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ها مردان را به انحرافات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فساد اخلاق سوق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و شوق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مهار نشدن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طرف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 فساد وا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و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را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دور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</w:p>
    <w:p w:rsidR="00811B5D" w:rsidRPr="008F6CE0" w:rsidRDefault="00061879" w:rsidP="00B0498E">
      <w:pPr>
        <w:pStyle w:val="Heading2"/>
        <w:rPr>
          <w:rtl/>
        </w:rPr>
      </w:pPr>
      <w:bookmarkStart w:id="40" w:name="_Toc425750312"/>
      <w:r w:rsidRPr="008F6CE0">
        <w:rPr>
          <w:rFonts w:hint="eastAsia"/>
          <w:rtl/>
        </w:rPr>
        <w:t>ورزش</w:t>
      </w:r>
      <w:r w:rsidRPr="008F6CE0">
        <w:rPr>
          <w:rtl/>
        </w:rPr>
        <w:t xml:space="preserve"> مخصوص </w:t>
      </w:r>
      <w:r w:rsidR="007D1F6A" w:rsidRPr="008F6CE0">
        <w:rPr>
          <w:rtl/>
        </w:rPr>
        <w:t>بانوان</w:t>
      </w:r>
      <w:bookmarkEnd w:id="40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ورزش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در حدّ معمول تا آنجاکه عامل فساد و 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و اجتماع نگردد نه فقط مانع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پسند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آنچه امروز در جهان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ورزش بانوان نام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ازگسترش فرهنگ 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زنان به طور رسم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فرا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در ورزش شرکت </w:t>
      </w:r>
      <w:r w:rsidRPr="008F6CE0">
        <w:rPr>
          <w:rFonts w:hint="eastAsia"/>
          <w:rtl/>
        </w:rPr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جستند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شعار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 اعطا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به او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را به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دان</w:t>
      </w:r>
      <w:r w:rsidRPr="008F6CE0">
        <w:rPr>
          <w:rtl/>
        </w:rPr>
        <w:t xml:space="preserve"> 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Pr="008F6CE0">
        <w:rPr>
          <w:rtl/>
        </w:rPr>
        <w:t xml:space="preserve"> ده ها نوع ورزش و باز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به وجود آمد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تا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قبل تنها خانواده اش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او را مشاهده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کرد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در باز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اُلمپ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در حضور صدها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لمبردار</w:t>
      </w:r>
      <w:r w:rsidRPr="008F6CE0">
        <w:rPr>
          <w:rtl/>
        </w:rPr>
        <w:t xml:space="preserve"> به شنا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</w:t>
      </w:r>
      <w:r w:rsidRPr="008F6CE0">
        <w:rPr>
          <w:rFonts w:hint="eastAsia"/>
          <w:rtl/>
        </w:rPr>
        <w:t>دازد</w:t>
      </w:r>
      <w:r w:rsidRPr="008F6CE0">
        <w:rPr>
          <w:rtl/>
        </w:rPr>
        <w:t xml:space="preserve"> و تصو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چند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ارد</w:t>
      </w:r>
      <w:r w:rsidRPr="008F6CE0">
        <w:rPr>
          <w:rtl/>
        </w:rPr>
        <w:t xml:space="preserve"> جمع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جهان پخش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سالن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چند زن در حضور هزاران مرد تماشاچ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مشغول کشت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بدن آنها برهنه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واقع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ارقام نجوم</w:t>
      </w:r>
      <w:r w:rsidRPr="008F6CE0">
        <w:rPr>
          <w:rFonts w:hint="cs"/>
          <w:rtl/>
        </w:rPr>
        <w:t>یِ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داران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راه به چنگ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تخم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زد</w:t>
      </w:r>
      <w:r w:rsidR="00A807CF" w:rsidRPr="008F6CE0">
        <w:rPr>
          <w:rtl/>
        </w:rPr>
        <w:t xml:space="preserve">. </w:t>
      </w:r>
    </w:p>
    <w:p w:rsidR="00811B5D" w:rsidRPr="008F6CE0" w:rsidRDefault="00061879" w:rsidP="007D1F6A">
      <w:pPr>
        <w:pStyle w:val="Heading2"/>
        <w:rPr>
          <w:rtl/>
        </w:rPr>
      </w:pPr>
      <w:bookmarkStart w:id="41" w:name="_Toc425750313"/>
      <w:r w:rsidRPr="008F6CE0">
        <w:rPr>
          <w:rFonts w:hint="eastAsia"/>
          <w:rtl/>
        </w:rPr>
        <w:lastRenderedPageBreak/>
        <w:t>مراکز</w:t>
      </w:r>
      <w:r w:rsidRPr="008F6CE0">
        <w:rPr>
          <w:rtl/>
        </w:rPr>
        <w:t xml:space="preserve"> رسم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انجام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bookmarkEnd w:id="41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سود</w:t>
      </w:r>
      <w:r w:rsidR="007D1F6A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کاباره</w:t>
      </w:r>
      <w:r w:rsidRPr="008F6CE0">
        <w:rPr>
          <w:rtl/>
        </w:rPr>
        <w:t xml:space="preserve"> ها و مراکز رقص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دولت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مراکز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فراتر ز حدّ شمارش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تنها محاسبه مال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کاباره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موجود درکشورها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سلام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انسان را مبهوت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تا چه رسد به 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راسلام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</w:p>
    <w:p w:rsidR="00061879" w:rsidRPr="008F6CE0" w:rsidRDefault="00061879" w:rsidP="00EB7E3A">
      <w:pPr>
        <w:pStyle w:val="libNormal"/>
        <w:rPr>
          <w:rtl/>
        </w:rPr>
      </w:pPr>
      <w:r w:rsidRPr="008F6CE0">
        <w:rPr>
          <w:rFonts w:hint="eastAsia"/>
          <w:rtl/>
        </w:rPr>
        <w:t>هفته</w:t>
      </w:r>
      <w:r w:rsidRPr="008F6CE0">
        <w:rPr>
          <w:rtl/>
        </w:rPr>
        <w:t xml:space="preserve"> نامه اشپ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گل</w:t>
      </w:r>
      <w:r w:rsidRPr="008F6CE0">
        <w:rPr>
          <w:rtl/>
        </w:rPr>
        <w:t>/ اول جولا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1985</w:t>
      </w:r>
      <w:r w:rsidR="00EB7E3A" w:rsidRPr="008F6CE0">
        <w:rPr>
          <w:rFonts w:hint="cs"/>
          <w:rtl/>
        </w:rPr>
        <w:t xml:space="preserve"> : </w:t>
      </w:r>
      <w:r w:rsidRPr="008F6CE0">
        <w:rPr>
          <w:rFonts w:hint="eastAsia"/>
          <w:rtl/>
        </w:rPr>
        <w:t>دختران</w:t>
      </w:r>
      <w:r w:rsidRPr="008F6CE0">
        <w:rPr>
          <w:rtl/>
        </w:rPr>
        <w:t xml:space="preserve"> دوش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از دهکده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تا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لند</w:t>
      </w:r>
      <w:r w:rsidRPr="008F6CE0">
        <w:rPr>
          <w:rtl/>
        </w:rPr>
        <w:t xml:space="preserve"> با 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مت</w:t>
      </w:r>
      <w:r w:rsidRPr="008F6CE0">
        <w:rPr>
          <w:rtl/>
        </w:rPr>
        <w:t xml:space="preserve"> 100 مارک توسط آژانس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رسم</w:t>
      </w:r>
      <w:r w:rsidRPr="008F6CE0">
        <w:rPr>
          <w:rFonts w:hint="cs"/>
          <w:rtl/>
        </w:rPr>
        <w:t>ی</w:t>
      </w:r>
      <w:r w:rsidRPr="008F6CE0">
        <w:rPr>
          <w:rtl/>
        </w:rPr>
        <w:t>- به عنوان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خدمت</w:t>
      </w:r>
      <w:r w:rsidR="00124A1D" w:rsidRPr="008F6CE0">
        <w:rPr>
          <w:rtl/>
        </w:rPr>
        <w:t xml:space="preserve"> (</w:t>
      </w:r>
      <w:r w:rsidRPr="008F6CE0">
        <w:rPr>
          <w:rtl/>
        </w:rPr>
        <w:t>ا ما در واقع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انجام کارها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24A1D" w:rsidRPr="008F6CE0">
        <w:rPr>
          <w:rtl/>
        </w:rPr>
        <w:t xml:space="preserve">) 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به کلوپ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شبانه بانکوک و هُنگ کنگ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ژآپن و آلمان فرستاده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طبق آمار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سِ</w:t>
      </w:r>
      <w:r w:rsidRPr="008F6CE0">
        <w:rPr>
          <w:rtl/>
        </w:rPr>
        <w:t xml:space="preserve"> بانکوک تنها از تا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لند</w:t>
      </w:r>
      <w:r w:rsidRPr="008F6CE0">
        <w:rPr>
          <w:rtl/>
        </w:rPr>
        <w:t xml:space="preserve"> 16000 زن و دختر به 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صادر شده است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رقم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سهمِ آلمان غرب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3000 نفر بوده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مردان به کمک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آژانس ها با مراجعه به آلبوم عکس ها معشوقه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Pr="008F6CE0">
        <w:rPr>
          <w:rtl/>
        </w:rPr>
        <w:t xml:space="preserve"> و پس از مدت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بردار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آنان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تأم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نِ</w:t>
      </w:r>
      <w:r w:rsidRPr="008F6CE0">
        <w:rPr>
          <w:rtl/>
        </w:rPr>
        <w:t xml:space="preserve"> درآمد به کارها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</w:t>
      </w:r>
      <w:r w:rsidRPr="008F6CE0">
        <w:rPr>
          <w:rFonts w:hint="cs"/>
          <w:rtl/>
        </w:rPr>
        <w:t>ی</w:t>
      </w:r>
      <w:r w:rsidRPr="008F6CE0">
        <w:rPr>
          <w:rtl/>
        </w:rPr>
        <w:t>مت و نوعِ جنس</w:t>
      </w:r>
      <w:r w:rsidR="00124A1D" w:rsidRPr="008F6CE0">
        <w:rPr>
          <w:rtl/>
        </w:rPr>
        <w:t xml:space="preserve"> (</w:t>
      </w:r>
      <w:r w:rsidRPr="008F6CE0">
        <w:rPr>
          <w:rtl/>
        </w:rPr>
        <w:t>که البته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نجا</w:t>
      </w:r>
      <w:r w:rsidR="00A807CF" w:rsidRPr="008F6CE0">
        <w:rPr>
          <w:rtl/>
        </w:rPr>
        <w:t xml:space="preserve">: </w:t>
      </w:r>
      <w:r w:rsidRPr="008F6CE0">
        <w:rPr>
          <w:rtl/>
        </w:rPr>
        <w:t>جنس همان دختران هستند</w:t>
      </w:r>
      <w:r w:rsidR="00124A1D" w:rsidRPr="008F6CE0">
        <w:rPr>
          <w:rtl/>
        </w:rPr>
        <w:t xml:space="preserve">) </w:t>
      </w:r>
      <w:r w:rsidRPr="008F6CE0">
        <w:rPr>
          <w:rtl/>
        </w:rPr>
        <w:t xml:space="preserve">توسط دفترچه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راهنما به اطلاع مشتر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 و 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 ناچار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جنس را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عر</w:t>
      </w:r>
      <w:r w:rsidRPr="008F6CE0">
        <w:rPr>
          <w:rFonts w:hint="cs"/>
          <w:rtl/>
        </w:rPr>
        <w:t>یِ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به مشتر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نشان داد تا بپسندد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تنها</w:t>
      </w:r>
      <w:r w:rsidRPr="008F6CE0">
        <w:rPr>
          <w:rtl/>
        </w:rPr>
        <w:t xml:space="preserve"> در آلمان غرب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2000 شرکت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عنوان وجود دارد که همگ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 وانه قانون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مؤسسات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دختران و زنان را به 5000 تا 12000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فروش 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مت</w:t>
      </w:r>
      <w:r w:rsidRPr="008F6CE0">
        <w:rPr>
          <w:rtl/>
        </w:rPr>
        <w:t xml:space="preserve"> گذار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کرده اند و به طور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ماهانه سه هزار معامله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نحو انجام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EB7E3A">
      <w:pPr>
        <w:pStyle w:val="libNormal"/>
        <w:rPr>
          <w:rtl/>
        </w:rPr>
      </w:pPr>
      <w:r w:rsidRPr="008F6CE0">
        <w:rPr>
          <w:rFonts w:hint="eastAsia"/>
          <w:rtl/>
        </w:rPr>
        <w:t>روزنامه</w:t>
      </w:r>
      <w:r w:rsidRPr="008F6CE0">
        <w:rPr>
          <w:rtl/>
        </w:rPr>
        <w:t xml:space="preserve"> جمهور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="007D1F6A" w:rsidRPr="008F6CE0">
        <w:rPr>
          <w:rtl/>
        </w:rPr>
        <w:t>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>/ ش2286</w:t>
      </w:r>
      <w:r w:rsidR="00EB7E3A" w:rsidRPr="008F6CE0">
        <w:rPr>
          <w:rFonts w:hint="cs"/>
          <w:rtl/>
        </w:rPr>
        <w:t xml:space="preserve"> : </w:t>
      </w: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ترک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تنها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مرکز فساد در سال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62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و 800 هزار 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ترک مال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گرفته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آلْبْ</w:t>
      </w:r>
      <w:r w:rsidRPr="008F6CE0">
        <w:rPr>
          <w:rtl/>
        </w:rPr>
        <w:t xml:space="preserve"> تموچ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دارا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گمرک ترک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در 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مصاحبه مطبوعات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صاحب فاحشه خانه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استانبول تمج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تعر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کرد و اظهار داشت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واقعاً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شرافت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EB7E3A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گزارش که در روزنامه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گُونْ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چاپ آنکارا پخش شد ضمن تشکر از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پرداخت کنندگان مال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صاحب فاحشه خانه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معروف استانبول را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شناس و الگو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مردم ترک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معرف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او که خانم سنبل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اشار</w:t>
      </w:r>
      <w:r w:rsidRPr="008F6CE0">
        <w:rPr>
          <w:rtl/>
        </w:rPr>
        <w:t xml:space="preserve"> نام دارد در سال 1986 با پرداخت 62</w:t>
      </w:r>
      <w:r w:rsidR="00EB7E3A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و 800 هزار 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ترک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حوزه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استانبول راپرداخت کرده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درهم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ختن</w:t>
      </w:r>
      <w:r w:rsidRPr="008F6CE0">
        <w:rPr>
          <w:rtl/>
        </w:rPr>
        <w:t xml:space="preserve">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و زنان همه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</w:t>
      </w:r>
      <w:r w:rsidRPr="008F6CE0">
        <w:rPr>
          <w:rtl/>
        </w:rPr>
        <w:t xml:space="preserve"> و ملّت ها چنان ته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مغز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اراده شدند که ارزش رقاصان وکول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صدبرابر دانشمندان و متفکّران 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پروفسور برنارد</w:t>
      </w:r>
      <w:r w:rsidR="00124A1D" w:rsidRPr="008F6CE0">
        <w:rPr>
          <w:rtl/>
        </w:rPr>
        <w:t xml:space="preserve"> (</w:t>
      </w:r>
      <w:r w:rsidRPr="008F6CE0">
        <w:rPr>
          <w:rtl/>
        </w:rPr>
        <w:t>متخصّص معروف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tl/>
        </w:rPr>
        <w:t xml:space="preserve"> قلب</w:t>
      </w:r>
      <w:r w:rsidR="00124A1D" w:rsidRPr="008F6CE0">
        <w:rPr>
          <w:rtl/>
        </w:rPr>
        <w:t xml:space="preserve">) </w:t>
      </w:r>
      <w:r w:rsidRPr="008F6CE0">
        <w:rPr>
          <w:rtl/>
        </w:rPr>
        <w:t>به تهران وارد شد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استقبال کنندگان اوکمتر از 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نفر بودند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موقع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دو رقاص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وارد فرودگاه تهران شدند از ازدحام جمع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وضع فرودگاه به هم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روزنامه</w:t>
      </w:r>
      <w:r w:rsidRPr="008F6CE0">
        <w:rPr>
          <w:rtl/>
        </w:rPr>
        <w:t xml:space="preserve"> اطّلاعات/ 29 خرداد سال 1348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tl/>
        </w:rPr>
        <w:t xml:space="preserve"> 29 خرداد سال1348 دو هنرپ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و رقاص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آلبانو و 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</w:t>
      </w:r>
      <w:r w:rsidRPr="008F6CE0">
        <w:rPr>
          <w:rtl/>
        </w:rPr>
        <w:t xml:space="preserve"> پاور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که از نظر قانون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 شوهر نبودند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هم روابط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داشتند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وارد تهران شدند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جوانان پسر و دختر چنان استقبال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 دو کردند که خبر آن در مطبوعات جهان منعکس 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تماشاچ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و استقبال کنندگان تهران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چنان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وحشتناک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ابراز احساسات سرداده بودند که مشاهده تصاو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آنان در حال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زدن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ننده</w:t>
      </w:r>
      <w:r w:rsidRPr="008F6CE0">
        <w:rPr>
          <w:rtl/>
        </w:rPr>
        <w:t xml:space="preserve"> را متوحّش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نفر پس از دو روز اقامت در تهران ط</w:t>
      </w:r>
      <w:r w:rsidRPr="008F6CE0">
        <w:rPr>
          <w:rFonts w:hint="cs"/>
          <w:rtl/>
        </w:rPr>
        <w:t>یِّ</w:t>
      </w:r>
      <w:r w:rsidRPr="008F6CE0">
        <w:rPr>
          <w:rtl/>
        </w:rPr>
        <w:t xml:space="preserve"> گفتگو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با خبرنگار اطّلاعات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اظهار کردند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اجتماع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دختران و پسران تهران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برابردر ورود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هتل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 تلفن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متعدد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ساعتِ اقامتِ ما در هتل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واقعاً کار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روزانه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را فلج 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از 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اروپا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امر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ما تاکنون سفر کرده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طرفداران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حد علاقه </w:t>
      </w:r>
      <w:r w:rsidRPr="008F6CE0">
        <w:rPr>
          <w:rFonts w:hint="eastAsia"/>
          <w:rtl/>
        </w:rPr>
        <w:t>مند</w:t>
      </w:r>
      <w:r w:rsidRPr="008F6CE0">
        <w:rPr>
          <w:rtl/>
        </w:rPr>
        <w:t xml:space="preserve"> نداشته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خوشحال خواه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بوداگر اقامت دو هفته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در تهران چند 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طول انجامد</w:t>
      </w:r>
      <w:r w:rsidR="00A807CF" w:rsidRPr="008F6CE0">
        <w:rPr>
          <w:rtl/>
        </w:rPr>
        <w:t xml:space="preserve">. </w:t>
      </w:r>
    </w:p>
    <w:p w:rsidR="00811B5D" w:rsidRPr="008F6CE0" w:rsidRDefault="00061879" w:rsidP="00B0498E">
      <w:pPr>
        <w:pStyle w:val="Heading2"/>
        <w:rPr>
          <w:rtl/>
        </w:rPr>
      </w:pPr>
      <w:bookmarkStart w:id="42" w:name="_Toc425750314"/>
      <w:r w:rsidRPr="008F6CE0">
        <w:rPr>
          <w:rFonts w:hint="eastAsia"/>
          <w:rtl/>
        </w:rPr>
        <w:t>سه</w:t>
      </w:r>
      <w:r w:rsidRPr="008F6CE0">
        <w:rPr>
          <w:rtl/>
        </w:rPr>
        <w:t xml:space="preserve"> کلمه از آسمان</w:t>
      </w:r>
      <w:bookmarkEnd w:id="42"/>
    </w:p>
    <w:p w:rsidR="00061879" w:rsidRPr="008F6CE0" w:rsidRDefault="00061879" w:rsidP="00E615D9">
      <w:pPr>
        <w:pStyle w:val="libNormal"/>
        <w:rPr>
          <w:rtl/>
        </w:rPr>
      </w:pPr>
      <w:r w:rsidRPr="008F6CE0">
        <w:rPr>
          <w:rFonts w:hint="eastAsia"/>
          <w:rtl/>
        </w:rPr>
        <w:t>قرآن</w:t>
      </w:r>
      <w:r w:rsidRPr="008F6CE0">
        <w:rPr>
          <w:rtl/>
        </w:rPr>
        <w:t xml:space="preserve"> کر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در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سه کلمه ماه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تئور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جامعه شناس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صنعت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غرب را هو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و رسوا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مورد نظر از ترفندها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فرعون در مقابل مردم مصر پرده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فاستخف قومه فاطاعوه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فرعون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که مردم را ستم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 آرام سازد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جز پست شمردن شخص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آنان نشناخت 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سبب تا توانست مردم را خُرد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مقدار ساخت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دانست مردم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خود احساس شخص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نکنند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فرمانبردار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 بود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زحمت به رنگ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خواهند آمد که</w:t>
      </w:r>
      <w:r w:rsidR="00E615D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فرعون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انِ</w:t>
      </w:r>
      <w:r w:rsidRPr="008F6CE0">
        <w:rPr>
          <w:rtl/>
        </w:rPr>
        <w:t xml:space="preserve"> زمان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پسندند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گروه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طرز لباس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وزندگ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اراده و سست عنصر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شوند 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نمونه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همان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که از آنها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پسندند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پسندند و از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متنفّر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به آنها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کته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تا حدّ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الگوها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هم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انتخاب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جامعه شناس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نکه</w:t>
      </w:r>
      <w:r w:rsidRPr="008F6CE0">
        <w:rPr>
          <w:rtl/>
        </w:rPr>
        <w:t xml:space="preserve"> بتوان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رابه صورت برده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خودتسل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اول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زمان</w:t>
      </w:r>
      <w:r w:rsidRPr="008F6CE0">
        <w:rPr>
          <w:rtl/>
        </w:rPr>
        <w:t xml:space="preserve"> راچنان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کردند ومارا به قدر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آدمها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دوم حساب کردند که ما نشست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خودمان خودمان رامسخره کرد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ودر عوض آنها خودشان را آن قدر برتر و بالاتر وعز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زتر</w:t>
      </w:r>
      <w:r w:rsidRPr="008F6CE0">
        <w:rPr>
          <w:rtl/>
        </w:rPr>
        <w:t xml:space="preserve"> نشان دادند- تا ا</w:t>
      </w:r>
      <w:r w:rsidRPr="008F6CE0">
        <w:rPr>
          <w:rFonts w:hint="cs"/>
          <w:rtl/>
        </w:rPr>
        <w:t>ی</w:t>
      </w:r>
      <w:r w:rsidRPr="008F6CE0">
        <w:rPr>
          <w:rtl/>
        </w:rPr>
        <w:t>ن که ما ادا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را درب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آنها حرکت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حرف بزن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راه برو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1A33D5" w:rsidRPr="008F6CE0">
        <w:rPr>
          <w:rtl/>
        </w:rPr>
        <w:t xml:space="preserve">! </w:t>
      </w:r>
    </w:p>
    <w:p w:rsidR="00061879" w:rsidRPr="008F6CE0" w:rsidRDefault="00061879" w:rsidP="00167186">
      <w:pPr>
        <w:pStyle w:val="libNormal"/>
        <w:rPr>
          <w:rtl/>
        </w:rPr>
      </w:pPr>
      <w:r w:rsidRPr="008F6CE0">
        <w:rPr>
          <w:rFonts w:hint="eastAsia"/>
          <w:rtl/>
        </w:rPr>
        <w:t>بچه</w:t>
      </w:r>
      <w:r w:rsidRPr="008F6CE0">
        <w:rPr>
          <w:rtl/>
        </w:rPr>
        <w:t xml:space="preserve">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مادرش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راندش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دعوا و تهد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دش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از حمله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مادر در امان بماند به خود مادر پناه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</w:t>
      </w:r>
      <w:r w:rsidR="00124A1D" w:rsidRPr="008F6CE0">
        <w:rPr>
          <w:rtl/>
        </w:rPr>
        <w:t xml:space="preserve"> (</w:t>
      </w:r>
      <w:r w:rsidRPr="008F6CE0">
        <w:rPr>
          <w:rtl/>
        </w:rPr>
        <w:t>استعمارگر</w:t>
      </w:r>
      <w:r w:rsidR="00124A1D" w:rsidRPr="008F6CE0">
        <w:rPr>
          <w:rtl/>
        </w:rPr>
        <w:t xml:space="preserve">) </w:t>
      </w:r>
      <w:r w:rsidRPr="008F6CE0">
        <w:rPr>
          <w:rtl/>
        </w:rPr>
        <w:t xml:space="preserve">قوم و ملت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قدرت و تسلط خود بگ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قدر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مذهبش را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مانش</w:t>
      </w:r>
      <w:r w:rsidRPr="008F6CE0">
        <w:rPr>
          <w:rtl/>
        </w:rPr>
        <w:t xml:space="preserve"> را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ادب و فکر و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تش</w:t>
      </w:r>
      <w:r w:rsidRPr="008F6CE0">
        <w:rPr>
          <w:rtl/>
        </w:rPr>
        <w:t xml:space="preserve"> و گذشته اش را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زش</w:t>
      </w:r>
      <w:r w:rsidRPr="008F6CE0">
        <w:rPr>
          <w:rtl/>
        </w:rPr>
        <w:t xml:space="preserve"> را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که او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تهمت ها و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فرار کند به دامن خود او پناه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 و خودش را به شکل اودر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 تا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در مس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تهمت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نباشد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167186" w:rsidRPr="008F6CE0">
        <w:rPr>
          <w:rStyle w:val="libFootnotenumChar"/>
          <w:rFonts w:hint="cs"/>
          <w:rtl/>
        </w:rPr>
        <w:t>9</w:t>
      </w:r>
      <w:r w:rsidR="00EA031B" w:rsidRPr="008F6CE0">
        <w:rPr>
          <w:rStyle w:val="libFootnotenumChar"/>
          <w:rtl/>
        </w:rPr>
        <w:t>)</w:t>
      </w:r>
    </w:p>
    <w:p w:rsidR="00811B5D" w:rsidRPr="008F6CE0" w:rsidRDefault="00061879" w:rsidP="00E615D9">
      <w:pPr>
        <w:pStyle w:val="Heading2"/>
        <w:rPr>
          <w:rtl/>
        </w:rPr>
      </w:pPr>
      <w:bookmarkStart w:id="43" w:name="_Toc425750315"/>
      <w:r w:rsidRPr="008F6CE0">
        <w:rPr>
          <w:rFonts w:hint="eastAsia"/>
          <w:rtl/>
        </w:rPr>
        <w:t>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اعطا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حقِّ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به مرد</w:t>
      </w:r>
      <w:r w:rsidR="001A33D5" w:rsidRPr="008F6CE0">
        <w:rPr>
          <w:rtl/>
        </w:rPr>
        <w:t>؟</w:t>
      </w:r>
      <w:bookmarkEnd w:id="43"/>
      <w:r w:rsidR="001A33D5" w:rsidRPr="008F6CE0">
        <w:rPr>
          <w:rtl/>
        </w:rPr>
        <w:t xml:space="preserve"> </w:t>
      </w:r>
    </w:p>
    <w:p w:rsidR="00061879" w:rsidRPr="008F6CE0" w:rsidRDefault="00061879" w:rsidP="00167186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="00167186" w:rsidRPr="008F6CE0">
        <w:rPr>
          <w:rtl/>
        </w:rPr>
        <w:t>واقع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را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انکارکرد که تاکنون تئور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مردان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بهره مندتر و خرسندتر نموده است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به زنان گفتند </w:t>
      </w:r>
      <w:r w:rsidR="00167186" w:rsidRPr="008F6CE0">
        <w:rPr>
          <w:rFonts w:hint="cs"/>
          <w:rtl/>
        </w:rPr>
        <w:t>«</w:t>
      </w:r>
      <w:r w:rsidRPr="008F6CE0">
        <w:rPr>
          <w:rtl/>
        </w:rPr>
        <w:t>آزادانه بدون پوشش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مرز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خود و مردان را فرور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67186" w:rsidRPr="008F6CE0">
        <w:rPr>
          <w:rFonts w:hint="cs"/>
          <w:rtl/>
        </w:rPr>
        <w:t>»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بودکه زنان را از مواهب 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عت</w:t>
      </w:r>
      <w:r w:rsidRPr="008F6CE0">
        <w:rPr>
          <w:rtl/>
        </w:rPr>
        <w:t xml:space="preserve"> بهره مند</w:t>
      </w:r>
      <w:r w:rsidRPr="008F6CE0">
        <w:rPr>
          <w:rFonts w:hint="eastAsia"/>
          <w:rtl/>
        </w:rPr>
        <w:t>ترکنند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بلکه تا قدرت مردان را در</w:t>
      </w:r>
      <w:r w:rsidR="00153DF9" w:rsidRPr="008F6CE0">
        <w:rPr>
          <w:rFonts w:hint="cs"/>
          <w:rtl/>
        </w:rPr>
        <w:t xml:space="preserve"> </w:t>
      </w:r>
      <w:r w:rsidRPr="008F6CE0">
        <w:rPr>
          <w:rtl/>
        </w:rPr>
        <w:t>کامجو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استفاده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ناروا از زن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شترکنند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که برگز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درهم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حوزه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حضور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معاهده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«مرد بر زن حقِّ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»</w:t>
      </w:r>
      <w:r w:rsidR="001A33D5" w:rsidRPr="008F6CE0">
        <w:rPr>
          <w:rtl/>
        </w:rPr>
        <w:t xml:space="preserve">! </w:t>
      </w:r>
      <w:r w:rsidRPr="008F6CE0">
        <w:rPr>
          <w:rtl/>
        </w:rPr>
        <w:t>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را شواهد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ثابت 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فاصله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دو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برداشته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حقِّ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lastRenderedPageBreak/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نص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آن طرف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Pr="008F6CE0">
        <w:rPr>
          <w:rtl/>
        </w:rPr>
        <w:t xml:space="preserve"> که زورمندتر و با اراده 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آنگاه که گنجشک و عقاب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در محلّ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 نهند 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انشان</w:t>
      </w:r>
      <w:r w:rsidRPr="008F6CE0">
        <w:rPr>
          <w:rtl/>
        </w:rPr>
        <w:t xml:space="preserve"> حدّ و مرز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 ندهند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ادّعا</w:t>
      </w:r>
      <w:r w:rsidR="00153DF9" w:rsidRPr="008F6CE0">
        <w:rPr>
          <w:rFonts w:hint="cs"/>
          <w:rtl/>
        </w:rPr>
        <w:t xml:space="preserve"> </w:t>
      </w:r>
      <w:r w:rsidRPr="008F6CE0">
        <w:rPr>
          <w:rtl/>
        </w:rPr>
        <w:t>کردکه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="00153DF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گنجشک</w:t>
      </w:r>
      <w:r w:rsidRPr="008F6CE0">
        <w:rPr>
          <w:rtl/>
        </w:rPr>
        <w:t xml:space="preserve"> انجام گرفته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چون عقاب از نظر توانا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مراتب </w:t>
      </w:r>
      <w:r w:rsidRPr="008F6CE0">
        <w:rPr>
          <w:rFonts w:hint="eastAsia"/>
          <w:rtl/>
        </w:rPr>
        <w:t>ازگنجشک</w:t>
      </w:r>
      <w:r w:rsidRPr="008F6CE0">
        <w:rPr>
          <w:rtl/>
        </w:rPr>
        <w:t xml:space="preserve"> قو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عرصه حضور آن دو درهم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زد</w:t>
      </w:r>
      <w:r w:rsidRPr="008F6CE0">
        <w:rPr>
          <w:rtl/>
        </w:rPr>
        <w:t xml:space="preserve"> عقاب است که به طعمه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 نه گنجشک</w:t>
      </w:r>
      <w:r w:rsidR="00A807CF" w:rsidRPr="008F6CE0">
        <w:rPr>
          <w:rtl/>
        </w:rPr>
        <w:t xml:space="preserve">؛ </w:t>
      </w:r>
      <w:r w:rsidRPr="008F6CE0">
        <w:rPr>
          <w:rtl/>
        </w:rPr>
        <w:t>بلکه برداشتن فاصله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رأ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حتم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تباه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گنجشک</w:t>
      </w:r>
      <w:r w:rsidR="001A33D5" w:rsidRPr="008F6CE0">
        <w:rPr>
          <w:rtl/>
        </w:rPr>
        <w:t xml:space="preserve">! </w:t>
      </w:r>
    </w:p>
    <w:p w:rsidR="00153DF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 مرد متما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هم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جهان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پابرجا نخواهد ماند و در موارد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بدون کوشش دو جانبه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ممکن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شک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ضوابط و مرزها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برداشته شود آن که به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حمله 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سودب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دش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Pr="008F6CE0">
        <w:rPr>
          <w:rtl/>
        </w:rPr>
        <w:t xml:space="preserve"> مرد است نه زن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فرمان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مردانند که دامنه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فرمانرو 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شان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زن گسترده 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نه زن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علّت چندان تعجّب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اغلبِ مناد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مَردند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 حنجره مردان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آمده است تا بانوان</w:t>
      </w:r>
      <w:r w:rsidR="00A807CF" w:rsidRPr="008F6CE0">
        <w:rPr>
          <w:rtl/>
        </w:rPr>
        <w:t xml:space="preserve">. </w:t>
      </w:r>
    </w:p>
    <w:p w:rsidR="00061879" w:rsidRPr="008F6CE0" w:rsidRDefault="00153DF9" w:rsidP="00153DF9">
      <w:pPr>
        <w:pStyle w:val="Heading2"/>
        <w:rPr>
          <w:rtl/>
        </w:rPr>
      </w:pPr>
      <w:r w:rsidRPr="008F6CE0">
        <w:rPr>
          <w:rtl/>
        </w:rPr>
        <w:br w:type="page"/>
      </w:r>
      <w:bookmarkStart w:id="44" w:name="_Toc425750316"/>
      <w:r w:rsidRPr="008F6CE0">
        <w:rPr>
          <w:rFonts w:hint="cs"/>
          <w:rtl/>
        </w:rPr>
        <w:lastRenderedPageBreak/>
        <w:t>پی نوشت ها :</w:t>
      </w:r>
      <w:bookmarkEnd w:id="44"/>
    </w:p>
    <w:p w:rsidR="00153DF9" w:rsidRPr="008F6CE0" w:rsidRDefault="00153DF9" w:rsidP="00061879">
      <w:pPr>
        <w:pStyle w:val="libNormal"/>
        <w:rPr>
          <w:rtl/>
        </w:rPr>
      </w:pPr>
    </w:p>
    <w:p w:rsidR="00153DF9" w:rsidRPr="008F6CE0" w:rsidRDefault="00153DF9" w:rsidP="00153DF9">
      <w:pPr>
        <w:pStyle w:val="libFootnote"/>
        <w:rPr>
          <w:rtl/>
        </w:rPr>
      </w:pPr>
      <w:r w:rsidRPr="008F6CE0">
        <w:rPr>
          <w:rtl/>
        </w:rPr>
        <w:t>1.</w:t>
      </w:r>
      <w:r w:rsidRPr="008F6CE0">
        <w:rPr>
          <w:rtl/>
        </w:rPr>
        <w:tab/>
        <w:t>در سال 1973 م. درا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الات</w:t>
      </w:r>
      <w:r w:rsidRPr="008F6CE0">
        <w:rPr>
          <w:rtl/>
        </w:rPr>
        <w:t xml:space="preserve"> متحده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کا،</w:t>
      </w:r>
      <w:r w:rsidRPr="008F6CE0">
        <w:rPr>
          <w:rtl/>
        </w:rPr>
        <w:t xml:space="preserve"> حقوق سالانه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 شاغل تمام وقت 5/3 (سه پنجم) حقوق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مرد شاغل با همان شرا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بوده است. در ژاپن در سال 1972 م. متوسط حقوق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در بخش زنان 4/47% حقوق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در همان بخش بوده است. زنان 50% جمع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بالغ جه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و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سوم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 رسم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را تشک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دهند، اما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نزد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به دو سوم ساعات کار بر دوش آنهاست، تنها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دهم درآمد جهان را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 و کمتر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درصد دارا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جهان به آنان تعلّق دارد.  (زن روز- 13/5/65 و مجله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ونسکو،</w:t>
      </w:r>
      <w:r w:rsidRPr="008F6CE0">
        <w:rPr>
          <w:rtl/>
        </w:rPr>
        <w:t xml:space="preserve"> شماره 153، به ن</w:t>
      </w:r>
      <w:r w:rsidRPr="008F6CE0">
        <w:rPr>
          <w:rFonts w:hint="eastAsia"/>
          <w:rtl/>
        </w:rPr>
        <w:t>قل</w:t>
      </w:r>
      <w:r w:rsidRPr="008F6CE0">
        <w:rPr>
          <w:rtl/>
        </w:rPr>
        <w:t xml:space="preserve">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عفاف، ص 37) .</w:t>
      </w:r>
    </w:p>
    <w:p w:rsidR="00153DF9" w:rsidRPr="008F6CE0" w:rsidRDefault="00153DF9" w:rsidP="00153DF9">
      <w:pPr>
        <w:pStyle w:val="libFootnote"/>
        <w:rPr>
          <w:rtl/>
        </w:rPr>
      </w:pPr>
      <w:r w:rsidRPr="008F6CE0">
        <w:rPr>
          <w:rtl/>
        </w:rPr>
        <w:t>2.</w:t>
      </w:r>
      <w:r w:rsidRPr="008F6CE0">
        <w:rPr>
          <w:rtl/>
        </w:rPr>
        <w:tab/>
        <w:t>ر. ک: لذات فلسفه،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دورانت، فصل نهم.</w:t>
      </w:r>
    </w:p>
    <w:p w:rsidR="00153DF9" w:rsidRPr="008F6CE0" w:rsidRDefault="00153DF9" w:rsidP="00153DF9">
      <w:pPr>
        <w:pStyle w:val="libFootnote"/>
        <w:rPr>
          <w:rtl/>
        </w:rPr>
      </w:pPr>
      <w:r w:rsidRPr="008F6CE0">
        <w:rPr>
          <w:rtl/>
        </w:rPr>
        <w:t>3.</w:t>
      </w:r>
      <w:r w:rsidRPr="008F6CE0">
        <w:rPr>
          <w:rtl/>
        </w:rPr>
        <w:tab/>
        <w:t>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(کاپ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تال</w:t>
      </w:r>
      <w:r w:rsidRPr="008F6CE0">
        <w:rPr>
          <w:rtl/>
        </w:rPr>
        <w:t xml:space="preserve">) ، ترجمه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فارس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ج1، ص 374.</w:t>
      </w:r>
    </w:p>
    <w:p w:rsidR="00153DF9" w:rsidRPr="008F6CE0" w:rsidRDefault="00153DF9" w:rsidP="00153DF9">
      <w:pPr>
        <w:pStyle w:val="libFootnote"/>
        <w:rPr>
          <w:rtl/>
        </w:rPr>
      </w:pPr>
      <w:r w:rsidRPr="008F6CE0">
        <w:rPr>
          <w:rtl/>
        </w:rPr>
        <w:t>4.</w:t>
      </w:r>
      <w:r w:rsidRPr="008F6CE0">
        <w:rPr>
          <w:rtl/>
        </w:rPr>
        <w:tab/>
        <w:t>ر. ک: زن در جستجو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رها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ورند تونسن، ترجمه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شهلا لاه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عصارپور.</w:t>
      </w:r>
    </w:p>
    <w:p w:rsidR="00153DF9" w:rsidRPr="008F6CE0" w:rsidRDefault="00153DF9" w:rsidP="00153DF9">
      <w:pPr>
        <w:pStyle w:val="libFootnote"/>
        <w:rPr>
          <w:rtl/>
        </w:rPr>
      </w:pPr>
      <w:r w:rsidRPr="008F6CE0">
        <w:rPr>
          <w:rtl/>
        </w:rPr>
        <w:t>5.</w:t>
      </w:r>
      <w:r w:rsidRPr="008F6CE0">
        <w:rPr>
          <w:rtl/>
        </w:rPr>
        <w:tab/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باره: ر. ک: زن ا 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گاه ملتها، 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و بزرگان جهان، احمدعل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افتخار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ص 21- 27.</w:t>
      </w:r>
    </w:p>
    <w:p w:rsidR="00153DF9" w:rsidRPr="008F6CE0" w:rsidRDefault="00153DF9" w:rsidP="00153DF9">
      <w:pPr>
        <w:pStyle w:val="libFootnote"/>
        <w:rPr>
          <w:rtl/>
        </w:rPr>
      </w:pPr>
      <w:r w:rsidRPr="008F6CE0">
        <w:rPr>
          <w:rtl/>
        </w:rPr>
        <w:t>6.</w:t>
      </w:r>
      <w:r w:rsidRPr="008F6CE0">
        <w:rPr>
          <w:rtl/>
        </w:rPr>
        <w:tab/>
        <w:t>حجاب، دکتر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رضا پاک نژاد، ص 230 و 231.</w:t>
      </w:r>
    </w:p>
    <w:p w:rsidR="00153DF9" w:rsidRPr="008F6CE0" w:rsidRDefault="00153DF9" w:rsidP="00153DF9">
      <w:pPr>
        <w:pStyle w:val="libFootnote"/>
        <w:rPr>
          <w:rtl/>
        </w:rPr>
      </w:pPr>
      <w:r w:rsidRPr="008F6CE0">
        <w:rPr>
          <w:rtl/>
        </w:rPr>
        <w:t>7.</w:t>
      </w:r>
      <w:r w:rsidRPr="008F6CE0">
        <w:rPr>
          <w:rtl/>
        </w:rPr>
        <w:tab/>
        <w:t xml:space="preserve">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تغ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لباس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ملت ها، ر. ک: فرهنگ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فرهنگ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غلامعل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حدّاد عادل، ص 46- 56.</w:t>
      </w:r>
    </w:p>
    <w:p w:rsidR="00153DF9" w:rsidRPr="008F6CE0" w:rsidRDefault="00153DF9" w:rsidP="00153DF9">
      <w:pPr>
        <w:pStyle w:val="libFootnote"/>
        <w:rPr>
          <w:rtl/>
        </w:rPr>
      </w:pPr>
      <w:r w:rsidRPr="008F6CE0">
        <w:rPr>
          <w:rtl/>
        </w:rPr>
        <w:t>8.</w:t>
      </w:r>
      <w:r w:rsidRPr="008F6CE0">
        <w:rPr>
          <w:rtl/>
        </w:rPr>
        <w:tab/>
        <w:t xml:space="preserve">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عوامل جلوه 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دختران و زنان، به کتاب جلوه 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زنان و نگاه مردان (از 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کتاب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خوب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م،</w:t>
      </w:r>
      <w:r w:rsidRPr="008F6CE0">
        <w:rPr>
          <w:rtl/>
        </w:rPr>
        <w:t xml:space="preserve"> شماره 2) مراجعه فرمائ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>.</w:t>
      </w:r>
    </w:p>
    <w:p w:rsidR="00153DF9" w:rsidRPr="008F6CE0" w:rsidRDefault="00153DF9" w:rsidP="00153DF9">
      <w:pPr>
        <w:pStyle w:val="libFootnote"/>
        <w:rPr>
          <w:rtl/>
        </w:rPr>
      </w:pPr>
      <w:r w:rsidRPr="008F6CE0">
        <w:rPr>
          <w:rtl/>
        </w:rPr>
        <w:t>9.</w:t>
      </w:r>
      <w:r w:rsidRPr="008F6CE0">
        <w:rPr>
          <w:rtl/>
        </w:rPr>
        <w:tab/>
        <w:t>خودآگاه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استحمار، ص 0 3- 32</w:t>
      </w:r>
    </w:p>
    <w:p w:rsidR="00811B5D" w:rsidRPr="008F6CE0" w:rsidRDefault="00B0498E" w:rsidP="00E615D9">
      <w:pPr>
        <w:pStyle w:val="Heading1Center"/>
        <w:rPr>
          <w:rtl/>
        </w:rPr>
      </w:pPr>
      <w:r w:rsidRPr="008F6CE0">
        <w:rPr>
          <w:rtl/>
        </w:rPr>
        <w:br w:type="page"/>
      </w:r>
      <w:bookmarkStart w:id="45" w:name="_Toc425750317"/>
      <w:r w:rsidR="00061879" w:rsidRPr="008F6CE0">
        <w:rPr>
          <w:rFonts w:hint="eastAsia"/>
          <w:rtl/>
        </w:rPr>
        <w:lastRenderedPageBreak/>
        <w:t>فصل</w:t>
      </w:r>
      <w:r w:rsidR="00061879" w:rsidRPr="008F6CE0">
        <w:rPr>
          <w:rtl/>
        </w:rPr>
        <w:t xml:space="preserve"> چهارم</w:t>
      </w:r>
      <w:r w:rsidR="00A807CF" w:rsidRPr="008F6CE0">
        <w:rPr>
          <w:rtl/>
        </w:rPr>
        <w:t xml:space="preserve">: </w:t>
      </w:r>
      <w:r w:rsidR="00061879" w:rsidRPr="008F6CE0">
        <w:rPr>
          <w:rtl/>
        </w:rPr>
        <w:t>نقّاش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خدا</w:t>
      </w:r>
      <w:bookmarkEnd w:id="45"/>
    </w:p>
    <w:p w:rsidR="00811B5D" w:rsidRPr="008F6CE0" w:rsidRDefault="00061879" w:rsidP="00E615D9">
      <w:pPr>
        <w:pStyle w:val="Heading2"/>
        <w:rPr>
          <w:rtl/>
        </w:rPr>
      </w:pPr>
      <w:bookmarkStart w:id="46" w:name="_Toc425750318"/>
      <w:r w:rsidRPr="008F6CE0">
        <w:rPr>
          <w:rFonts w:hint="eastAsia"/>
          <w:rtl/>
        </w:rPr>
        <w:t>اشاره</w:t>
      </w:r>
      <w:bookmarkEnd w:id="46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فاصله</w:t>
      </w:r>
      <w:r w:rsidRPr="008F6CE0">
        <w:rPr>
          <w:rtl/>
        </w:rPr>
        <w:t xml:space="preserve"> از کجا تا کجا</w:t>
      </w:r>
      <w:r w:rsidR="001A33D5" w:rsidRPr="008F6CE0">
        <w:rPr>
          <w:rtl/>
        </w:rPr>
        <w:t xml:space="preserve">! </w:t>
      </w:r>
      <w:r w:rsidRPr="008F6CE0">
        <w:rPr>
          <w:rtl/>
        </w:rPr>
        <w:t xml:space="preserve">زن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ء</w:t>
      </w:r>
      <w:r w:rsidRPr="008F6CE0">
        <w:rPr>
          <w:rtl/>
        </w:rPr>
        <w:t xml:space="preserve"> نف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متعلق به مرد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تا لازم باشد مانند جواهر خود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صاحبش</w:t>
      </w:r>
      <w:r w:rsidR="00124A1D" w:rsidRPr="008F6CE0">
        <w:rPr>
          <w:rtl/>
        </w:rPr>
        <w:t xml:space="preserve"> (</w:t>
      </w:r>
      <w:r w:rsidRPr="008F6CE0">
        <w:rPr>
          <w:rtl/>
        </w:rPr>
        <w:t>مرد</w:t>
      </w:r>
      <w:r w:rsidR="00124A1D" w:rsidRPr="008F6CE0">
        <w:rPr>
          <w:rtl/>
        </w:rPr>
        <w:t xml:space="preserve">) </w:t>
      </w:r>
      <w:r w:rsidRPr="008F6CE0">
        <w:rPr>
          <w:rtl/>
        </w:rPr>
        <w:t>حفظ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باشد 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با اجازه صاحبش به آلودگ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حال آن که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همسرش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B0498E">
      <w:pPr>
        <w:pStyle w:val="Heading2"/>
        <w:rPr>
          <w:rtl/>
        </w:rPr>
      </w:pPr>
      <w:bookmarkStart w:id="47" w:name="_Toc425750319"/>
      <w:r w:rsidRPr="008F6CE0">
        <w:rPr>
          <w:rFonts w:hint="eastAsia"/>
          <w:rtl/>
        </w:rPr>
        <w:t>زن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وجود ناشناخته</w:t>
      </w:r>
      <w:bookmarkEnd w:id="47"/>
    </w:p>
    <w:p w:rsidR="00811B5D" w:rsidRPr="008F6CE0" w:rsidRDefault="00061879" w:rsidP="00DF5705">
      <w:pPr>
        <w:pStyle w:val="Heading3"/>
        <w:rPr>
          <w:rtl/>
        </w:rPr>
      </w:pPr>
      <w:bookmarkStart w:id="48" w:name="_Toc425750320"/>
      <w:r w:rsidRPr="008F6CE0">
        <w:rPr>
          <w:rFonts w:hint="eastAsia"/>
          <w:rtl/>
        </w:rPr>
        <w:t>اشاره</w:t>
      </w:r>
      <w:bookmarkEnd w:id="48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 و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جاذبه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او اظهار نظرکنند آن است که خصوص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روح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را خوب بشناسند و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او و مرد را بدانند و به عوامل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آن دوکامالاً آشنا باشند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سپس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تفه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فلسفه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زن 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به خود او شناساند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 خود را نشناسد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سخن از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کسان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شناخت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قدرت برق ندارد 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داندکه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برق را با 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لمس کند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بدون 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="001A33D5" w:rsidRPr="008F6CE0">
        <w:rPr>
          <w:rtl/>
        </w:rPr>
        <w:t xml:space="preserve">! </w:t>
      </w:r>
      <w:r w:rsidRPr="008F6CE0">
        <w:rPr>
          <w:rtl/>
        </w:rPr>
        <w:t>زن با شناخت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و قدرت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حدّ جاذبه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خواهد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</w:t>
      </w:r>
      <w:r w:rsidRPr="008F6CE0">
        <w:rPr>
          <w:rtl/>
        </w:rPr>
        <w:t xml:space="preserve"> که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مانند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سر آن به دست اوست و طرف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گرش</w:t>
      </w:r>
      <w:r w:rsidRPr="008F6CE0">
        <w:rPr>
          <w:rtl/>
        </w:rPr>
        <w:t xml:space="preserve"> به گردن مرد و بلکه اطفال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گناه</w:t>
      </w:r>
      <w:r w:rsidRPr="008F6CE0">
        <w:rPr>
          <w:rtl/>
        </w:rPr>
        <w:t xml:space="preserve"> و اعضا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</w:t>
      </w:r>
      <w:r w:rsidR="00DF5705" w:rsidRPr="008F6CE0">
        <w:rPr>
          <w:rtl/>
        </w:rPr>
        <w:t>ها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اشتباه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>- چنان که خود در اواخر عمر اعتراف کرد- آن بود که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 مرد را درست نشناخت و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پنداشت که با در هم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حوزه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زن و مرد در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جنبه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</w:t>
      </w:r>
      <w:r w:rsidRPr="008F6CE0">
        <w:rPr>
          <w:rtl/>
        </w:rPr>
        <w:lastRenderedPageBreak/>
        <w:t>مهار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 زنان به آرامش و امن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تجربه</w:t>
      </w:r>
      <w:r w:rsidRPr="008F6CE0">
        <w:rPr>
          <w:rtl/>
        </w:rPr>
        <w:t xml:space="preserve"> بر خلاف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را به اثبات رساند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ما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که صداقت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را درگفتارها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تأ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ردّ کرده باش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معتقد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کوشش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ارائه تئور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تلاش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تام 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سون</w:t>
      </w:r>
      <w:r w:rsidRPr="008F6CE0">
        <w:rPr>
          <w:rtl/>
        </w:rPr>
        <w:t xml:space="preserve"> شب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است که 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داشت با اعتراف به قدرت برق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که بتوان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برق را بدون 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لم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کرد و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با آن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دانست توان زن مانند قدرت برق است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با طرح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مرد را به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تفاوت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نسبت به زن سوق دهد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زمان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 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سون</w:t>
      </w:r>
      <w:r w:rsidRPr="008F6CE0">
        <w:rPr>
          <w:rtl/>
        </w:rPr>
        <w:t xml:space="preserve"> را ناکام گذاشت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را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از نظر خود به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دلخواه نرس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زن- همانند قرار دادن 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به دور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برق- فرمان به محدود 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کوشش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استفاده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 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 وجود اوست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خطر برق گرفتگ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آتش سوز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حتم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حال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شناخت 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عت</w:t>
      </w:r>
      <w:r w:rsidRPr="008F6CE0">
        <w:rPr>
          <w:rtl/>
        </w:rPr>
        <w:t xml:space="preserve"> زن و مرد به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اشاره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 خواهد دانسست که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بزرگ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نقاش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خداست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او محافظت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811B5D" w:rsidRPr="008F6CE0" w:rsidRDefault="00061879" w:rsidP="00DF5705">
      <w:pPr>
        <w:pStyle w:val="Heading3"/>
        <w:rPr>
          <w:rtl/>
        </w:rPr>
      </w:pPr>
      <w:bookmarkStart w:id="49" w:name="_Toc425750321"/>
      <w:r w:rsidRPr="008F6CE0">
        <w:rPr>
          <w:rtl/>
        </w:rPr>
        <w:t>1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دلربا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زن</w:t>
      </w:r>
      <w:bookmarkEnd w:id="49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به 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از زن و مرد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داده شده است که مورد علاقه و تمنّا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طرف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توان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ازمردکمتر است اما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به زن به مراتب شد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دترازن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اززن</w:t>
      </w:r>
      <w:r w:rsidRPr="008F6CE0">
        <w:rPr>
          <w:rtl/>
        </w:rPr>
        <w:t xml:space="preserve"> به مرد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سبب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که مرد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بردن از وجود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تشک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خانواده ر</w:t>
      </w:r>
      <w:r w:rsidRPr="008F6CE0">
        <w:rPr>
          <w:rFonts w:hint="eastAsia"/>
          <w:rtl/>
        </w:rPr>
        <w:t>وکند</w:t>
      </w:r>
      <w:r w:rsidRPr="008F6CE0">
        <w:rPr>
          <w:rtl/>
        </w:rPr>
        <w:t xml:space="preserve"> و از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مسؤول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وکم خرد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ورزد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چون توان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کمتر از مرد است پروردگار متعال عوامل دلربا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 در وجود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چنان انبوه گردان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 که قلب مرد را تسخ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 مجذوب سازد و از تعدّ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حق زن باز دارد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cs"/>
          <w:rtl/>
        </w:rPr>
        <w:lastRenderedPageBreak/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لسوف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عفاف و پوشش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تدب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خود زن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نوع الهام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گرانبها کردن خود و حفظ مو 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تش</w:t>
      </w:r>
      <w:r w:rsidRPr="008F6CE0">
        <w:rPr>
          <w:rtl/>
        </w:rPr>
        <w:t xml:space="preserve"> در برابر مرد به کار برده است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باهوشِ فطر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حسِ مخصوص به خود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است که از لحاظ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با مرد برابر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اگر بخواهد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دان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مرد پنجه نرم 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از عهده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زور و بازو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بر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 از طرف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ضعف مرد را در همان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است که خلقت در وجود مرد نهاده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که او را مظهر عشق و طلب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وزن را مظهر معشوق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مطلوب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قرار داده است</w:t>
      </w:r>
      <w:r w:rsidR="00A807CF" w:rsidRPr="008F6CE0">
        <w:rPr>
          <w:rtl/>
        </w:rPr>
        <w:t xml:space="preserve">. </w:t>
      </w:r>
    </w:p>
    <w:p w:rsidR="00061879" w:rsidRPr="008F6CE0" w:rsidRDefault="00A807CF" w:rsidP="00DF5705">
      <w:pPr>
        <w:pStyle w:val="libNormal"/>
        <w:rPr>
          <w:rtl/>
        </w:rPr>
      </w:pPr>
      <w:r w:rsidRPr="008F6CE0">
        <w:rPr>
          <w:rtl/>
        </w:rPr>
        <w:t xml:space="preserve">... </w:t>
      </w:r>
      <w:r w:rsidR="00061879" w:rsidRPr="008F6CE0">
        <w:rPr>
          <w:rtl/>
        </w:rPr>
        <w:t>وقت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که زن مقام و موقع خود را در برابر مرد 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افت</w:t>
      </w:r>
      <w:r w:rsidR="00061879" w:rsidRPr="008F6CE0">
        <w:rPr>
          <w:rtl/>
        </w:rPr>
        <w:t xml:space="preserve"> و ضعف مرد را در برابر خود دانست همان طور که متوسل به ز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ور</w:t>
      </w:r>
      <w:r w:rsidR="00061879" w:rsidRPr="008F6CE0">
        <w:rPr>
          <w:rtl/>
        </w:rPr>
        <w:t xml:space="preserve"> و خود آرا</w:t>
      </w:r>
      <w:r w:rsidR="00061879" w:rsidRPr="008F6CE0">
        <w:rPr>
          <w:rFonts w:hint="cs"/>
          <w:rtl/>
        </w:rPr>
        <w:t>یی</w:t>
      </w:r>
      <w:r w:rsidR="00061879" w:rsidRPr="008F6CE0">
        <w:rPr>
          <w:rtl/>
        </w:rPr>
        <w:t xml:space="preserve"> و</w:t>
      </w:r>
      <w:r w:rsidR="00DF5705" w:rsidRPr="008F6CE0">
        <w:rPr>
          <w:rFonts w:hint="cs"/>
          <w:rtl/>
        </w:rPr>
        <w:t xml:space="preserve"> </w:t>
      </w:r>
      <w:r w:rsidR="00061879" w:rsidRPr="008F6CE0">
        <w:rPr>
          <w:rFonts w:hint="eastAsia"/>
          <w:rtl/>
        </w:rPr>
        <w:t>تجمل</w:t>
      </w:r>
      <w:r w:rsidR="00061879" w:rsidRPr="008F6CE0">
        <w:rPr>
          <w:rtl/>
        </w:rPr>
        <w:t xml:space="preserve"> شد که از آن راه قلب مرد را تصاحب کند</w:t>
      </w:r>
      <w:r w:rsidRPr="008F6CE0">
        <w:rPr>
          <w:rtl/>
        </w:rPr>
        <w:t xml:space="preserve">، </w:t>
      </w:r>
      <w:r w:rsidR="00061879" w:rsidRPr="008F6CE0">
        <w:rPr>
          <w:rtl/>
        </w:rPr>
        <w:t>متوسل به دور نگه داشتن خود از دسترس مرد ن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ز</w:t>
      </w:r>
      <w:r w:rsidR="00061879" w:rsidRPr="008F6CE0">
        <w:rPr>
          <w:rtl/>
        </w:rPr>
        <w:t xml:space="preserve"> شد</w:t>
      </w:r>
      <w:r w:rsidRPr="008F6CE0">
        <w:rPr>
          <w:rtl/>
        </w:rPr>
        <w:t xml:space="preserve">. </w:t>
      </w:r>
      <w:r w:rsidR="00061879" w:rsidRPr="008F6CE0">
        <w:rPr>
          <w:rtl/>
        </w:rPr>
        <w:t>دانست که نبا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 xml:space="preserve"> خود را را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گان</w:t>
      </w:r>
      <w:r w:rsidR="00061879" w:rsidRPr="008F6CE0">
        <w:rPr>
          <w:rtl/>
        </w:rPr>
        <w:t xml:space="preserve"> کند بلکه با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ست</w:t>
      </w:r>
      <w:r w:rsidR="00061879" w:rsidRPr="008F6CE0">
        <w:rPr>
          <w:rtl/>
        </w:rPr>
        <w:t xml:space="preserve"> آتش عشق و طلب او را برافروخته تر کند و در نت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جه</w:t>
      </w:r>
      <w:r w:rsidR="00061879" w:rsidRPr="008F6CE0">
        <w:rPr>
          <w:rtl/>
        </w:rPr>
        <w:t xml:space="preserve"> مقام وموقع خود را بالا ببرد</w:t>
      </w:r>
      <w:r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(1)</w:t>
      </w:r>
    </w:p>
    <w:p w:rsidR="00EA031B" w:rsidRPr="008F6CE0" w:rsidRDefault="00061879" w:rsidP="00061879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آنان</w:t>
      </w:r>
      <w:r w:rsidRPr="008F6CE0">
        <w:rPr>
          <w:rtl/>
        </w:rPr>
        <w:t xml:space="preserve"> که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بشر و تحولات آن را مورد ارز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 داده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اذعان دارند که از آغاز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انسان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از زن و مردکوش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 تا پوشش مناسب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ته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نخست با برگ درختان و سپس با پوست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وانات</w:t>
      </w:r>
      <w:r w:rsidRPr="008F6CE0">
        <w:rPr>
          <w:rtl/>
        </w:rPr>
        <w:t xml:space="preserve"> و بعدها با دست بافته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پوشاندند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شرفت</w:t>
      </w:r>
      <w:r w:rsidRPr="008F6CE0">
        <w:rPr>
          <w:rtl/>
        </w:rPr>
        <w:t xml:space="preserve"> صنعت و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افتن</w:t>
      </w:r>
      <w:r w:rsidRPr="008F6CE0">
        <w:rPr>
          <w:rtl/>
        </w:rPr>
        <w:t xml:space="preserve"> به منابع و ابزار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پوشش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تغ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رات</w:t>
      </w:r>
      <w:r w:rsidRPr="008F6CE0">
        <w:rPr>
          <w:rtl/>
        </w:rPr>
        <w:t xml:space="preserve"> تکامل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مندگرد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اقدامات از آن جنبه که با آموزش خاص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همراه نبوده است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که تکاپو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افتن</w:t>
      </w:r>
      <w:r w:rsidRPr="008F6CE0">
        <w:rPr>
          <w:rtl/>
        </w:rPr>
        <w:t xml:space="preserve"> پوشش امر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فطر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(2)</w:t>
      </w:r>
    </w:p>
    <w:p w:rsidR="00061879" w:rsidRPr="008F6CE0" w:rsidRDefault="00061879" w:rsidP="00A12E2D">
      <w:pPr>
        <w:pStyle w:val="libNormal"/>
        <w:rPr>
          <w:rtl/>
        </w:rPr>
      </w:pPr>
      <w:r w:rsidRPr="008F6CE0">
        <w:rPr>
          <w:rFonts w:hint="eastAsia"/>
          <w:rtl/>
        </w:rPr>
        <w:t>هرگاه</w:t>
      </w:r>
      <w:r w:rsidRPr="008F6CE0">
        <w:rPr>
          <w:rtl/>
        </w:rPr>
        <w:t xml:space="preserve"> زن از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فاصله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از طرف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نامحدود بودن قدرت خود در تزلزل قلب ها آگاه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درنگ خواهد کوش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با خودنما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</w:t>
      </w:r>
      <w:r w:rsidR="00A12E2D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lastRenderedPageBreak/>
        <w:t>دلبر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به آنچه بخواهد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هر چند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 به بها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فروپاش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ها تمام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درگفتار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معصوم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عليهم‌السلام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جملات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در نگاه سطح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نکوهش از زنان است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بتوان آن را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هشدار و اعتراف به قدرت زن و تشر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قسمت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نهفته او دانست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آن نمونه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Pr="008F6CE0">
        <w:rPr>
          <w:rtl/>
        </w:rPr>
        <w:t xml:space="preserve"> بزرگ اسلام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فرموده است</w:t>
      </w:r>
      <w:r w:rsidR="00A807CF" w:rsidRPr="008F6CE0">
        <w:rPr>
          <w:rtl/>
        </w:rPr>
        <w:t xml:space="preserve">: </w:t>
      </w:r>
    </w:p>
    <w:p w:rsidR="00EA031B" w:rsidRPr="008F6CE0" w:rsidRDefault="00061879" w:rsidP="00DA6651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سپاه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 از زنان و خشم وجود ندارد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DA6651" w:rsidRPr="008F6CE0">
        <w:rPr>
          <w:rStyle w:val="libFootnotenumChar"/>
          <w:rFonts w:hint="cs"/>
          <w:rtl/>
        </w:rPr>
        <w:t>3</w:t>
      </w:r>
      <w:r w:rsidR="00EA031B" w:rsidRPr="008F6CE0">
        <w:rPr>
          <w:rStyle w:val="libFootnotenumChar"/>
          <w:rtl/>
        </w:rPr>
        <w:t>)</w:t>
      </w:r>
      <w:r w:rsidR="00124A1D" w:rsidRPr="008F6CE0">
        <w:rPr>
          <w:rtl/>
        </w:rPr>
        <w:t xml:space="preserve"> (</w:t>
      </w:r>
      <w:r w:rsidRPr="008F6CE0">
        <w:rPr>
          <w:rtl/>
        </w:rPr>
        <w:t xml:space="preserve">با 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رومندتر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افراد را برزم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افکند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) </w:t>
      </w:r>
      <w:r w:rsidRPr="008F6CE0">
        <w:rPr>
          <w:rtl/>
        </w:rPr>
        <w:t>پس از رحلتِ خود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فتنه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انبارتر</w:t>
      </w:r>
      <w:r w:rsidRPr="008F6CE0">
        <w:rPr>
          <w:rtl/>
        </w:rPr>
        <w:t xml:space="preserve"> از وجود زنان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نم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DA6651" w:rsidRPr="008F6CE0">
        <w:rPr>
          <w:rStyle w:val="libFootnotenumChar"/>
          <w:rFonts w:hint="cs"/>
          <w:rtl/>
        </w:rPr>
        <w:t>4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دکارت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قدرتش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قشون فاتح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A12E2D">
      <w:pPr>
        <w:pStyle w:val="Heading3"/>
        <w:rPr>
          <w:rtl/>
        </w:rPr>
      </w:pPr>
      <w:bookmarkStart w:id="50" w:name="_Toc425750322"/>
      <w:r w:rsidRPr="008F6CE0">
        <w:rPr>
          <w:rtl/>
        </w:rPr>
        <w:t>2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قدرت</w:t>
      </w:r>
      <w:bookmarkEnd w:id="50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دلربا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پاره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نهاد زن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به جلب دل ها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درسراسر وجود او موج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 آن زمان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و هدا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همراه باشد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کس مشکل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چون زن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و از طرف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مانش</w:t>
      </w:r>
      <w:r w:rsidRPr="008F6CE0">
        <w:rPr>
          <w:rtl/>
        </w:rPr>
        <w:t xml:space="preserve"> ضع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قدم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نهدکه جز تباه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جامعه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بار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 با کشف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خود 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با شوخ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آرا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و هم صحبت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اشخاص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هر مقصد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بخواهد برسد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 در هر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جلب توجّه فرد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خاص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بخش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امکانات و استعدادها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وعاطف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استفاده ناروا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زنان را لباس ساده بپوشان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تا به جلوه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وسوسه نشوند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عت</w:t>
      </w:r>
      <w:r w:rsidRPr="008F6CE0">
        <w:rPr>
          <w:rtl/>
        </w:rPr>
        <w:t xml:space="preserve"> زن به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هرگاه با تجمّل لباس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بنده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شود- اگر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نامناسب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رشد کرده و از نظر فرهنگ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نرفته باشد-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زود هوس جلوه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DA6651">
      <w:pPr>
        <w:pStyle w:val="libNormal"/>
        <w:rPr>
          <w:rtl/>
        </w:rPr>
      </w:pPr>
      <w:r w:rsidRPr="008F6CE0">
        <w:rPr>
          <w:rFonts w:hint="eastAsia"/>
          <w:rtl/>
        </w:rPr>
        <w:t>قرآن</w:t>
      </w:r>
      <w:r w:rsidRPr="008F6CE0">
        <w:rPr>
          <w:rtl/>
        </w:rPr>
        <w:t xml:space="preserve"> کر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اشاره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="000721BA" w:rsidRPr="008F6CE0">
        <w:rPr>
          <w:rStyle w:val="libAlaemChar"/>
          <w:rFonts w:eastAsia="KFGQPC Uthman Taha Naskh" w:hint="cs"/>
          <w:rtl/>
        </w:rPr>
        <w:t>(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Fonts w:hint="eastAsia"/>
          <w:rtl/>
        </w:rPr>
        <w:t>نزع</w:t>
      </w:r>
      <w:r w:rsidR="000721BA" w:rsidRPr="008F6CE0">
        <w:rPr>
          <w:rStyle w:val="libAieChar"/>
          <w:rtl/>
        </w:rPr>
        <w:t xml:space="preserve"> عنهما لباسهما ل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Fonts w:hint="eastAsia"/>
          <w:rtl/>
        </w:rPr>
        <w:t>ر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Fonts w:hint="eastAsia"/>
          <w:rtl/>
        </w:rPr>
        <w:t>هما</w:t>
      </w:r>
      <w:r w:rsidR="000721BA" w:rsidRPr="008F6CE0">
        <w:rPr>
          <w:rStyle w:val="libAieChar"/>
          <w:rtl/>
        </w:rPr>
        <w:t xml:space="preserve"> سوأتهم</w:t>
      </w:r>
      <w:r w:rsidR="000721BA" w:rsidRPr="008F6CE0">
        <w:rPr>
          <w:rStyle w:val="libAieChar"/>
          <w:rFonts w:hint="cs"/>
          <w:rtl/>
        </w:rPr>
        <w:t>ا</w:t>
      </w:r>
      <w:r w:rsidR="000721BA" w:rsidRPr="008F6CE0">
        <w:rPr>
          <w:rStyle w:val="libAlaemChar"/>
          <w:rFonts w:eastAsia="KFGQPC Uthman Taha Naskh" w:hint="cs"/>
          <w:rtl/>
        </w:rPr>
        <w:t>)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DA6651" w:rsidRPr="008F6CE0">
        <w:rPr>
          <w:rStyle w:val="libFootnotenumChar"/>
          <w:rFonts w:hint="cs"/>
          <w:rtl/>
        </w:rPr>
        <w:t>5</w:t>
      </w:r>
      <w:r w:rsidR="00EA031B" w:rsidRPr="008F6CE0">
        <w:rPr>
          <w:rStyle w:val="libFootnotenumChar"/>
          <w:rtl/>
        </w:rPr>
        <w:t>)</w:t>
      </w:r>
      <w:r w:rsidR="00A12E2D" w:rsidRPr="008F6CE0">
        <w:rPr>
          <w:rFonts w:hint="cs"/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طان</w:t>
      </w:r>
      <w:r w:rsidRPr="008F6CE0">
        <w:rPr>
          <w:rtl/>
        </w:rPr>
        <w:t xml:space="preserve"> با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رنگ</w:t>
      </w:r>
      <w:r w:rsidRPr="008F6CE0">
        <w:rPr>
          <w:rtl/>
        </w:rPr>
        <w:t xml:space="preserve"> چنان کرد که آدم با همسرش بدون لباس شوند تا پس از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را به تماشا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گذارد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معنا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ساده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فرموده آن است که چون آدم و حوّا از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طان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کردندبه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کباره</w:t>
      </w:r>
      <w:r w:rsidRPr="008F6CE0">
        <w:rPr>
          <w:rtl/>
        </w:rPr>
        <w:t xml:space="preserve"> متوجّه شدند که اندام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برهنه گرد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امّا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معنا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باشد که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پوشش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کنار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 و رعا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ضوابط درنظام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ترک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برند که بابرهنگ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راه انجام هر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گشوده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آنگاه 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بحران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همان 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که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 ازبرهنگ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به تماشا خواهد نهاد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پس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رنگ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طان</w:t>
      </w:r>
      <w:r w:rsidRPr="008F6CE0">
        <w:rPr>
          <w:rtl/>
        </w:rPr>
        <w:t xml:space="preserve"> و افراد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طان</w:t>
      </w:r>
      <w:r w:rsidRPr="008F6CE0">
        <w:rPr>
          <w:rtl/>
        </w:rPr>
        <w:t xml:space="preserve"> صفت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</w:p>
    <w:p w:rsidR="00061879" w:rsidRPr="008F6CE0" w:rsidRDefault="000721BA" w:rsidP="00061879">
      <w:pPr>
        <w:pStyle w:val="libNormal"/>
        <w:rPr>
          <w:rtl/>
        </w:rPr>
      </w:pPr>
      <w:r w:rsidRPr="008F6CE0">
        <w:rPr>
          <w:rStyle w:val="libAlaemChar"/>
          <w:rFonts w:eastAsia="KFGQPC Uthman Taha Naskh" w:hint="eastAsia"/>
          <w:rtl/>
        </w:rPr>
        <w:t>(</w:t>
      </w:r>
      <w:r w:rsidRPr="008F6CE0">
        <w:rPr>
          <w:rStyle w:val="libAieChar"/>
          <w:rFonts w:hint="eastAsia"/>
          <w:rtl/>
        </w:rPr>
        <w:t>انّه</w:t>
      </w:r>
      <w:r w:rsidRPr="008F6CE0">
        <w:rPr>
          <w:rStyle w:val="libAieChar"/>
          <w:rtl/>
        </w:rPr>
        <w:t xml:space="preserve">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ر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کم</w:t>
      </w:r>
      <w:r w:rsidRPr="008F6CE0">
        <w:rPr>
          <w:rStyle w:val="libAieChar"/>
          <w:rtl/>
        </w:rPr>
        <w:t xml:space="preserve"> هو وقب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له</w:t>
      </w:r>
      <w:r w:rsidRPr="008F6CE0">
        <w:rPr>
          <w:rStyle w:val="libAieChar"/>
          <w:rtl/>
        </w:rPr>
        <w:t xml:space="preserve"> من ح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ث</w:t>
      </w:r>
      <w:r w:rsidRPr="008F6CE0">
        <w:rPr>
          <w:rStyle w:val="libAieChar"/>
          <w:rtl/>
        </w:rPr>
        <w:t xml:space="preserve"> لاترونهم انّا جعلنا الشّ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اط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</w:t>
      </w:r>
      <w:r w:rsidRPr="008F6CE0">
        <w:rPr>
          <w:rStyle w:val="libAieChar"/>
          <w:rtl/>
        </w:rPr>
        <w:t xml:space="preserve"> اول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اء</w:t>
      </w:r>
      <w:r w:rsidRPr="008F6CE0">
        <w:rPr>
          <w:rStyle w:val="libAieChar"/>
          <w:rtl/>
        </w:rPr>
        <w:t xml:space="preserve"> للّذ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</w:t>
      </w:r>
      <w:r w:rsidRPr="008F6CE0">
        <w:rPr>
          <w:rStyle w:val="libAieChar"/>
          <w:rtl/>
        </w:rPr>
        <w:t xml:space="preserve"> لا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ؤمنون</w:t>
      </w:r>
      <w:r w:rsidRPr="008F6CE0">
        <w:rPr>
          <w:rStyle w:val="libAlaemChar"/>
          <w:rFonts w:eastAsia="KFGQPC Uthman Taha Naskh" w:hint="eastAsia"/>
          <w:rtl/>
        </w:rPr>
        <w:t>)</w:t>
      </w:r>
      <w:r w:rsidR="00A807CF" w:rsidRPr="008F6CE0">
        <w:rPr>
          <w:rtl/>
        </w:rPr>
        <w:t xml:space="preserve">. </w:t>
      </w:r>
    </w:p>
    <w:p w:rsidR="00061879" w:rsidRPr="008F6CE0" w:rsidRDefault="00061879" w:rsidP="00DA6651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ساده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: </w:t>
      </w:r>
      <w:r w:rsidRPr="008F6CE0">
        <w:rPr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طان</w:t>
      </w:r>
      <w:r w:rsidRPr="008F6CE0">
        <w:rPr>
          <w:rtl/>
        </w:rPr>
        <w:t xml:space="preserve">- </w:t>
      </w:r>
      <w:r w:rsidR="00DA6651" w:rsidRPr="008F6CE0">
        <w:rPr>
          <w:rFonts w:hint="cs"/>
          <w:rtl/>
        </w:rPr>
        <w:t>چ</w:t>
      </w:r>
      <w:r w:rsidRPr="008F6CE0">
        <w:rPr>
          <w:rtl/>
        </w:rPr>
        <w:t>ه از آدم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باشد و چه از جنّ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>-م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کوشد تا با وسوسه ها و واژگونه ساختن حقا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حجاب و پوشش را زشت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اندام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شما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و جاذبه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جلوه دهد و باستاندن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بر</w:t>
      </w:r>
      <w:r w:rsidR="0040629B" w:rsidRPr="008F6CE0">
        <w:rPr>
          <w:rFonts w:hint="cs"/>
          <w:rtl/>
        </w:rPr>
        <w:t xml:space="preserve"> </w:t>
      </w:r>
      <w:r w:rsidRPr="008F6CE0">
        <w:rPr>
          <w:rtl/>
        </w:rPr>
        <w:t xml:space="preserve">آنان تسلّط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طان</w:t>
      </w:r>
      <w:r w:rsidRPr="008F6CE0">
        <w:rPr>
          <w:rtl/>
        </w:rPr>
        <w:t xml:space="preserve"> و گروه وابسته به او شم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را از جا</w:t>
      </w:r>
      <w:r w:rsidRPr="008F6CE0">
        <w:rPr>
          <w:rFonts w:hint="cs"/>
          <w:rtl/>
        </w:rPr>
        <w:t>یی</w:t>
      </w:r>
      <w:r w:rsidR="00124A1D" w:rsidRPr="008F6CE0">
        <w:rPr>
          <w:rtl/>
        </w:rPr>
        <w:t xml:space="preserve"> (</w:t>
      </w:r>
      <w:r w:rsidRPr="008F6CE0">
        <w:rPr>
          <w:rtl/>
        </w:rPr>
        <w:t>به گونه ا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)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Pr="008F6CE0">
        <w:rPr>
          <w:rtl/>
        </w:rPr>
        <w:t xml:space="preserve"> که شما آنها را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راست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صاحبان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و ترو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کنندگان فرهنگ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بهتر از ما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دانندکه پس از برهنه ساختن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کرها</w:t>
      </w:r>
      <w:r w:rsidRPr="008F6CE0">
        <w:rPr>
          <w:rtl/>
        </w:rPr>
        <w:t xml:space="preserve"> چگونه موجبات انحطاط بشر و 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خود را فراهم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از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انتخاب خود آگاه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</w:p>
    <w:p w:rsidR="00811B5D" w:rsidRPr="008F6CE0" w:rsidRDefault="00061879" w:rsidP="00A12E2D">
      <w:pPr>
        <w:pStyle w:val="Heading2"/>
        <w:rPr>
          <w:rtl/>
        </w:rPr>
      </w:pPr>
      <w:bookmarkStart w:id="51" w:name="_Toc425750323"/>
      <w:r w:rsidRPr="008F6CE0">
        <w:rPr>
          <w:rFonts w:hint="eastAsia"/>
          <w:rtl/>
        </w:rPr>
        <w:t>ضرور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فلسفه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bookmarkEnd w:id="51"/>
    </w:p>
    <w:p w:rsidR="00811B5D" w:rsidRPr="008F6CE0" w:rsidRDefault="00061879" w:rsidP="00A12E2D">
      <w:pPr>
        <w:pStyle w:val="Heading3"/>
        <w:rPr>
          <w:rtl/>
        </w:rPr>
      </w:pPr>
      <w:bookmarkStart w:id="52" w:name="_Toc425750324"/>
      <w:r w:rsidRPr="008F6CE0">
        <w:rPr>
          <w:rFonts w:hint="eastAsia"/>
          <w:rtl/>
        </w:rPr>
        <w:t>اشاره</w:t>
      </w:r>
      <w:bookmarkEnd w:id="52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آنچه</w:t>
      </w:r>
      <w:r w:rsidRPr="008F6CE0">
        <w:rPr>
          <w:rtl/>
        </w:rPr>
        <w:t xml:space="preserve"> ضرورت حجاب را به اثبات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رساند ارجمند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زن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از شکوه خود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نداند نخواهد دانست که به چه سبب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خود پوشش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خود را از نگاه ها حفظ کند که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 شناخته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پوشش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اظهار خودآگاه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پس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هر تأک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بر حجاب و اندرزها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زن را به خود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قسم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ادکردکه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بانوان فقط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علت است که آنان هنوز از شگفت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خود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نه توانا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خود را شناخته اند و نه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</w:t>
      </w:r>
      <w:r w:rsidR="007F0FB1" w:rsidRPr="008F6CE0">
        <w:rPr>
          <w:rtl/>
        </w:rPr>
        <w:t>را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  <w:r w:rsidRPr="008F6CE0">
        <w:rPr>
          <w:rtl/>
        </w:rPr>
        <w:t>در عرب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آنچه به زنان شناسانده شده است چون با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رنگ</w:t>
      </w:r>
      <w:r w:rsidRPr="008F6CE0">
        <w:rPr>
          <w:rtl/>
        </w:rPr>
        <w:t xml:space="preserve"> و 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آلودگ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خته</w:t>
      </w:r>
      <w:r w:rsidRPr="008F6CE0">
        <w:rPr>
          <w:rtl/>
        </w:rPr>
        <w:t xml:space="preserve"> است حاصل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جز 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جوامع آنها نکرده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اگر</w:t>
      </w:r>
      <w:r w:rsidRPr="008F6CE0">
        <w:rPr>
          <w:rtl/>
        </w:rPr>
        <w:t xml:space="preserve"> زن به خود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شناسانده نشود پوشش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فقط عامل زحمت و عادت موروث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ملّ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خانوادگ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قلمداد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 صورت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حجاب فقط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Pr="008F6CE0">
        <w:rPr>
          <w:rtl/>
        </w:rPr>
        <w:t xml:space="preserve"> و در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ها کنارگذاشته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چنان که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گونه اند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</w:t>
      </w:r>
      <w:r w:rsidRPr="008F6CE0">
        <w:rPr>
          <w:rtl/>
        </w:rPr>
        <w:t xml:space="preserve"> گاه که زن نداند با پوشش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خواهد از چه محافظت کند و او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تقدّس و پاک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حفاظت از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دکوش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lastRenderedPageBreak/>
        <w:t>حجابش دوام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 و با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فشار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تبل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آن فاصله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که حجاب را 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زحمت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خرده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او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زن را شناخته و نه مرد را و نه حجاب </w:t>
      </w:r>
      <w:r w:rsidR="007F0FB1" w:rsidRPr="008F6CE0">
        <w:rPr>
          <w:rtl/>
        </w:rPr>
        <w:t>را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هم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هر سه را خوب شناخته اند اما چون از زن سودا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در سر دارند با خرده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حجاب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 به هر سه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رسانند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براست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همه زنان باحجاب امروز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ما که ازدحام آنان در مغازه ها و گذرگاه ها راه را بر مردان تنگ کرده است و به طور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با هر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در مغازه و محل کار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گرم سخن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مفهوم حجاب را فهم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حجاب آسمان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آنها خواسته اند همان قطعه پارچه 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به شکل چادر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روپوش</w:t>
      </w:r>
      <w:r w:rsidR="00124A1D" w:rsidRPr="008F6CE0">
        <w:rPr>
          <w:rtl/>
        </w:rPr>
        <w:t xml:space="preserve"> (</w:t>
      </w:r>
      <w:r w:rsidRPr="008F6CE0">
        <w:rPr>
          <w:rtl/>
        </w:rPr>
        <w:t>مانتو</w:t>
      </w:r>
      <w:r w:rsidR="00124A1D" w:rsidRPr="008F6CE0">
        <w:rPr>
          <w:rtl/>
        </w:rPr>
        <w:t xml:space="preserve">)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خود گرفته اند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وجود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پوشش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 پوشش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خدا خواسته و مطلوب دانست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 نظر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 که از ده ها سال که زنان از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زها</w:t>
      </w:r>
      <w:r w:rsidRPr="008F6CE0">
        <w:rPr>
          <w:rtl/>
        </w:rPr>
        <w:t xml:space="preserve"> 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 هنوز حقا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ناگفته مانده است 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آنچه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زکه</w:t>
      </w:r>
      <w:r w:rsidRPr="008F6CE0">
        <w:rPr>
          <w:rtl/>
        </w:rPr>
        <w:t xml:space="preserve"> 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خوانده اند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ناکامل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نادرست بوده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 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پوشش 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چندان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روشن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 نه خود و نه مردانشان به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اصل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آشنا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A12E2D">
      <w:pPr>
        <w:pStyle w:val="Heading3"/>
        <w:rPr>
          <w:rtl/>
        </w:rPr>
      </w:pPr>
      <w:bookmarkStart w:id="53" w:name="_Toc425750325"/>
      <w:r w:rsidRPr="008F6CE0">
        <w:rPr>
          <w:rtl/>
        </w:rPr>
        <w:t>3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قدرت زن</w:t>
      </w:r>
      <w:r w:rsidR="00A807CF" w:rsidRPr="008F6CE0">
        <w:rPr>
          <w:rtl/>
        </w:rPr>
        <w:t xml:space="preserve">، </w:t>
      </w:r>
      <w:r w:rsidR="00A12E2D" w:rsidRPr="008F6CE0">
        <w:rPr>
          <w:rtl/>
        </w:rPr>
        <w:t>دریا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ساحل</w:t>
      </w:r>
      <w:bookmarkEnd w:id="53"/>
    </w:p>
    <w:p w:rsidR="00061879" w:rsidRPr="008F6CE0" w:rsidRDefault="00061879" w:rsidP="00A12E2D">
      <w:pPr>
        <w:pStyle w:val="libNormal"/>
        <w:rPr>
          <w:rtl/>
        </w:rPr>
      </w:pPr>
      <w:r w:rsidRPr="008F6CE0">
        <w:rPr>
          <w:rFonts w:hint="eastAsia"/>
          <w:rtl/>
        </w:rPr>
        <w:t>خدا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 اعطا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توانا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 به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کمک کرده است</w:t>
      </w:r>
      <w:r w:rsidR="00A12E2D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تا</w:t>
      </w:r>
      <w:r w:rsidRPr="008F6CE0">
        <w:rPr>
          <w:rtl/>
        </w:rPr>
        <w:t xml:space="preserve"> در پناه جذّاب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 و دلربا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همسر و فرزندانش را از خطرها مصون بدارد و آنها را به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دلگرم سازد و از لغزش و فروپاش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حفظ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جذّاب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 سبب محبوب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مرد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به او مشتاقِ تشک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خانواده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Pr="008F6CE0">
        <w:rPr>
          <w:rtl/>
        </w:rPr>
        <w:t xml:space="preserve"> و از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بندوبار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مسؤول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دارد و در راه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به زن وکامروا شدن از وجود و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ازگناه و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دست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جوانان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حاضرند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به همسر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و باکفا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دست از هر خلاف 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گذشته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بردارند و 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پاکدامن شوند</w:t>
      </w:r>
      <w:r w:rsidR="00A807CF" w:rsidRPr="008F6CE0">
        <w:rPr>
          <w:rtl/>
        </w:rPr>
        <w:t xml:space="preserve">. </w:t>
      </w:r>
    </w:p>
    <w:p w:rsidR="00EA031B" w:rsidRPr="008F6CE0" w:rsidRDefault="00061879" w:rsidP="0040629B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خداوند</w:t>
      </w:r>
      <w:r w:rsidRPr="008F6CE0">
        <w:rPr>
          <w:rtl/>
        </w:rPr>
        <w:t xml:space="preserve"> چون به زن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ارزان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 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آن را هم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تعل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فرمود و آن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قلب همسر خود را با جاذبه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چنان مهارکندکه هرگز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وسوسه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گناه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او را باخطرمواجه نسازد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نه آن که در حضور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تم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 مرتّب باشد و در خانه در برابر شوهر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ژ</w:t>
      </w:r>
      <w:r w:rsidRPr="008F6CE0">
        <w:rPr>
          <w:rFonts w:hint="eastAsia"/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نامرتّب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معصوم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حضرت صادق- درود خدا بر او- فرموده است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بانوان شما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چون با همسرش تنها شود همچنان که</w:t>
      </w:r>
      <w:r w:rsidR="00124A1D" w:rsidRPr="008F6CE0">
        <w:rPr>
          <w:rtl/>
        </w:rPr>
        <w:t xml:space="preserve"> (</w:t>
      </w:r>
      <w:r w:rsidRPr="008F6CE0">
        <w:rPr>
          <w:rtl/>
        </w:rPr>
        <w:t>کس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) </w:t>
      </w:r>
      <w:r w:rsidRPr="008F6CE0">
        <w:rPr>
          <w:rtl/>
        </w:rPr>
        <w:t>ازلباس برهنه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راکنارگذارد و چون جامه بپوشد</w:t>
      </w:r>
      <w:r w:rsidR="00124A1D" w:rsidRPr="008F6CE0">
        <w:rPr>
          <w:rtl/>
        </w:rPr>
        <w:t xml:space="preserve"> (</w:t>
      </w:r>
      <w:r w:rsidRPr="008F6CE0">
        <w:rPr>
          <w:rtl/>
        </w:rPr>
        <w:t>و بخواهد در حضور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حاضر شود</w:t>
      </w:r>
      <w:r w:rsidR="00124A1D" w:rsidRPr="008F6CE0">
        <w:rPr>
          <w:rtl/>
        </w:rPr>
        <w:t xml:space="preserve">) </w:t>
      </w:r>
      <w:r w:rsidRPr="008F6CE0">
        <w:rPr>
          <w:rtl/>
        </w:rPr>
        <w:t>پوشش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راکاملاً به تن کند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0629B" w:rsidRPr="008F6CE0">
        <w:rPr>
          <w:rStyle w:val="libFootnotenumChar"/>
          <w:rFonts w:hint="cs"/>
          <w:rtl/>
        </w:rPr>
        <w:t>6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فرموده زن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دارد همه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خود به جلوه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در حضور محارم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="00124A1D" w:rsidRPr="008F6CE0">
        <w:rPr>
          <w:rtl/>
        </w:rPr>
        <w:t xml:space="preserve"> (</w:t>
      </w:r>
      <w:r w:rsidRPr="008F6CE0">
        <w:rPr>
          <w:rtl/>
        </w:rPr>
        <w:t>مانند شوهر</w:t>
      </w:r>
      <w:r w:rsidR="00124A1D" w:rsidRPr="008F6CE0">
        <w:rPr>
          <w:rtl/>
        </w:rPr>
        <w:t xml:space="preserve">) </w:t>
      </w:r>
      <w:r w:rsidRPr="008F6CE0">
        <w:rPr>
          <w:rtl/>
        </w:rPr>
        <w:t>به صحنه آورد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با </w:t>
      </w:r>
      <w:r w:rsidR="00A12E2D" w:rsidRPr="008F6CE0">
        <w:rPr>
          <w:rtl/>
        </w:rPr>
        <w:t>این</w:t>
      </w:r>
      <w:r w:rsidRPr="008F6CE0">
        <w:rPr>
          <w:rtl/>
        </w:rPr>
        <w:t xml:space="preserve"> کار حسِّ عشوه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ارضا و خاموش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در خود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دلبر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حضور نامحرمان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ناگفته</w:t>
      </w:r>
      <w:r w:rsidRPr="008F6CE0">
        <w:rPr>
          <w:rtl/>
        </w:rPr>
        <w:t xml:space="preserve"> نماندکه هدف زن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تنها متوجّه ساختن مرد به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اندام خود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زن با در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قرار دادن وجود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دوست دارد نظر مرد را به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خود جلب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علت است که از</w:t>
      </w:r>
      <w:r w:rsidR="00A12E2D" w:rsidRPr="008F6CE0">
        <w:rPr>
          <w:rFonts w:hint="cs"/>
          <w:rtl/>
        </w:rPr>
        <w:t xml:space="preserve">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توجه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به خود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="00A12E2D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رنج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شود</w:t>
      </w:r>
      <w:r w:rsidRPr="008F6CE0">
        <w:rPr>
          <w:rtl/>
        </w:rPr>
        <w:t xml:space="preserve"> و درکنار او احساس نا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منظورآن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زن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ء</w:t>
      </w:r>
      <w:r w:rsidRPr="008F6CE0">
        <w:rPr>
          <w:rtl/>
        </w:rPr>
        <w:t xml:space="preserve"> نف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متعلق به مرد است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مانند جواهر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صاحبش</w:t>
      </w:r>
      <w:r w:rsidR="00124A1D" w:rsidRPr="008F6CE0">
        <w:rPr>
          <w:rtl/>
        </w:rPr>
        <w:t xml:space="preserve"> (</w:t>
      </w:r>
      <w:r w:rsidRPr="008F6CE0">
        <w:rPr>
          <w:rtl/>
        </w:rPr>
        <w:t>مرد</w:t>
      </w:r>
      <w:r w:rsidR="00124A1D" w:rsidRPr="008F6CE0">
        <w:rPr>
          <w:rtl/>
        </w:rPr>
        <w:t xml:space="preserve">) </w:t>
      </w:r>
      <w:r w:rsidRPr="008F6CE0">
        <w:rPr>
          <w:rtl/>
        </w:rPr>
        <w:t>حفظ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باشد 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با اجازه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صاحبش به آلودگ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حال آن که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همسرش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A12E2D">
      <w:pPr>
        <w:pStyle w:val="libNormal"/>
        <w:rPr>
          <w:rtl/>
        </w:rPr>
      </w:pPr>
      <w:r w:rsidRPr="008F6CE0">
        <w:rPr>
          <w:rFonts w:hint="eastAsia"/>
          <w:rtl/>
        </w:rPr>
        <w:t>درگذشته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قبا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چون زن را 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متعلق به مرد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شناختند</w:t>
      </w:r>
      <w:r w:rsidR="00A12E2D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او</w:t>
      </w:r>
      <w:r w:rsidRPr="008F6CE0">
        <w:rPr>
          <w:rtl/>
        </w:rPr>
        <w:t xml:space="preserve"> را در مقابل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شوهر به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وحشتناک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دادند تا همه از او بگر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تفکر خواسته اسلام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اگر از زن خو استه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با پوشش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خود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ان ر ا حفظ 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بدان سبب است که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کالا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متعلق به مرد نگاه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هد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از پوشش آن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زن از دستبرد ر اهزنان حفظ شود تا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فرد</w:t>
      </w:r>
      <w:r w:rsidR="00124A1D" w:rsidRPr="008F6CE0">
        <w:rPr>
          <w:rtl/>
        </w:rPr>
        <w:t xml:space="preserve"> (</w:t>
      </w:r>
      <w:r w:rsidRPr="008F6CE0">
        <w:rPr>
          <w:rtl/>
        </w:rPr>
        <w:t>شوهر</w:t>
      </w:r>
      <w:r w:rsidR="00124A1D" w:rsidRPr="008F6CE0">
        <w:rPr>
          <w:rtl/>
        </w:rPr>
        <w:t xml:space="preserve">) </w:t>
      </w:r>
      <w:r w:rsidRPr="008F6CE0">
        <w:rPr>
          <w:rtl/>
        </w:rPr>
        <w:t>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حجاب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گونه سبب شده است که غرب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چر ا کالا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را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نفرساخت بگذار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آزادباشد که گروه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وجود او بهره مند شوند</w:t>
      </w:r>
      <w:r w:rsidR="00A807CF" w:rsidRPr="008F6CE0">
        <w:rPr>
          <w:rtl/>
        </w:rPr>
        <w:t xml:space="preserve">. </w:t>
      </w:r>
    </w:p>
    <w:p w:rsidR="00A12E2D" w:rsidRPr="008F6CE0" w:rsidRDefault="00061879" w:rsidP="00A12E2D">
      <w:pPr>
        <w:pStyle w:val="libNormal"/>
        <w:rPr>
          <w:rtl/>
        </w:rPr>
      </w:pPr>
      <w:r w:rsidRPr="008F6CE0">
        <w:rPr>
          <w:rFonts w:hint="eastAsia"/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حجاب را عامل حفظ زن و سالم ماندن جامعه دانست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که البته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همسر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سلامت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بهره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خواهد برد</w:t>
      </w:r>
      <w:r w:rsidR="00A807CF" w:rsidRPr="008F6CE0">
        <w:rPr>
          <w:rtl/>
        </w:rPr>
        <w:t xml:space="preserve">. </w:t>
      </w:r>
    </w:p>
    <w:p w:rsidR="00811B5D" w:rsidRPr="008F6CE0" w:rsidRDefault="00182994" w:rsidP="00A12E2D">
      <w:pPr>
        <w:pStyle w:val="Heading3"/>
        <w:rPr>
          <w:rtl/>
        </w:rPr>
      </w:pPr>
      <w:bookmarkStart w:id="54" w:name="_Toc425750326"/>
      <w:r w:rsidRPr="008F6CE0">
        <w:rPr>
          <w:rFonts w:hint="cs"/>
          <w:rtl/>
        </w:rPr>
        <w:t>4</w:t>
      </w:r>
      <w:r w:rsidR="00A807CF" w:rsidRPr="008F6CE0">
        <w:rPr>
          <w:rtl/>
        </w:rPr>
        <w:t xml:space="preserve">. </w:t>
      </w:r>
      <w:r w:rsidR="00061879" w:rsidRPr="008F6CE0">
        <w:rPr>
          <w:rtl/>
        </w:rPr>
        <w:t>خوشب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و زودباور</w:t>
      </w:r>
      <w:r w:rsidR="00061879" w:rsidRPr="008F6CE0">
        <w:rPr>
          <w:rFonts w:hint="cs"/>
          <w:rtl/>
        </w:rPr>
        <w:t>ی</w:t>
      </w:r>
      <w:bookmarkEnd w:id="54"/>
    </w:p>
    <w:p w:rsidR="00EA031B" w:rsidRPr="008F6CE0" w:rsidRDefault="00061879" w:rsidP="0040629B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زنان</w:t>
      </w:r>
      <w:r w:rsidRPr="008F6CE0">
        <w:rPr>
          <w:rtl/>
        </w:rPr>
        <w:t xml:space="preserve"> به دارندگ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عواطف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و روح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سلامت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وعده ها زودتر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دوار</w:t>
      </w:r>
      <w:r w:rsidRPr="008F6CE0">
        <w:rPr>
          <w:rtl/>
        </w:rPr>
        <w:t xml:space="preserve"> و دلخوش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گردند و چون به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تهد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شوند روانشان را ترس زودتر فرا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آموزش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ملاطفت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سر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تر از مردان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فرموده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حضرت محمد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: </w:t>
      </w:r>
      <w:r w:rsidRPr="008F6CE0">
        <w:rPr>
          <w:rtl/>
        </w:rPr>
        <w:t>به همسران خود ابراز علاقه نما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اگر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همسرش بگو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تو را دوست دارم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سخن هرگز از دل او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0629B" w:rsidRPr="008F6CE0">
        <w:rPr>
          <w:rStyle w:val="libFootnotenumChar"/>
          <w:rFonts w:hint="cs"/>
          <w:rtl/>
        </w:rPr>
        <w:t>7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خوشب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زودباور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سبب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هرگاه 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اظهار علاقه شود بدون ترد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صداقت اظهارکننده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آن را باور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چه بسا در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 آن اظهار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و علاقه را بهتر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تا از همسر خود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به گفته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«قلب زن هرگز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آن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است عم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قلب او همان چشم وگوش اوست که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به حکم آنها تسل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شود»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وابستگ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سبب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به آسان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مرد اعتماد کنند واز رفتارا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بپذ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سبب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عامل اصل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همه انحرافات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زنان دانست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رخ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دهدکه عامل سقوط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مرد است که با استفاده ناروا از روح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زن او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هر تحل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اکثر اظهار علاقه و محبّت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از طرف افراد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به 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جنبه 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دارد و با صداقت و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همراه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خود اوست که وجود 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و حسّاس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از </w:t>
      </w:r>
      <w:r w:rsidR="00A12E2D" w:rsidRPr="008F6CE0">
        <w:rPr>
          <w:rtl/>
        </w:rPr>
        <w:t>این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دور بدارد و به اظهار علاقه ها و وعده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خوشب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نب</w:t>
      </w:r>
      <w:r w:rsidRPr="008F6CE0">
        <w:rPr>
          <w:rFonts w:hint="eastAsia"/>
          <w:rtl/>
        </w:rPr>
        <w:t>اشد</w:t>
      </w:r>
      <w:r w:rsidRPr="008F6CE0">
        <w:rPr>
          <w:rtl/>
        </w:rPr>
        <w:t xml:space="preserve"> 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آنان و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پاک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حفظ کند تا از زبان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مصون ماند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گزارش ها حاک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 است که فساد و انحراف اغلب ختران و زنان به علت کمبود محبّت و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فته</w:t>
      </w:r>
      <w:r w:rsidRPr="008F6CE0">
        <w:rPr>
          <w:rtl/>
        </w:rPr>
        <w:t xml:space="preserve"> شدن به محبّت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دروغ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بوده است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A12E2D">
      <w:pPr>
        <w:pStyle w:val="Heading3"/>
        <w:rPr>
          <w:rtl/>
        </w:rPr>
      </w:pPr>
      <w:bookmarkStart w:id="55" w:name="_Toc425750327"/>
      <w:r w:rsidRPr="008F6CE0">
        <w:rPr>
          <w:rtl/>
        </w:rPr>
        <w:t>5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محافظت خدا</w:t>
      </w:r>
      <w:bookmarkEnd w:id="55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جهان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همه موجودات 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و ضربه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در پوشش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ناپذ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قرارگرفته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پوشش مطابق موقع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هر موجود به خوب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 محافظت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آن نمونه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مغزگردو و بادام در پناه پوست مـحکم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ماه ها و بلکه چند سال از خطر فرسودگ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حفظ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که</w:t>
      </w:r>
      <w:r w:rsidRPr="008F6CE0">
        <w:rPr>
          <w:rtl/>
        </w:rPr>
        <w:t xml:space="preserve"> پوست </w:t>
      </w:r>
      <w:r w:rsidRPr="008F6CE0">
        <w:rPr>
          <w:rtl/>
        </w:rPr>
        <w:lastRenderedPageBreak/>
        <w:t>ازآنها جدا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 ضع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موجودات آنها را فاسد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درآن صورت مورچه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پشه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خاک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هوا و رطوبت آنها را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مغز بادام که با داشتن پوست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خطرآتش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مصون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 با دورشدن از پوست خود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برابر هوا از فساد خود ج</w:t>
      </w:r>
      <w:r w:rsidRPr="008F6CE0">
        <w:rPr>
          <w:rFonts w:hint="eastAsia"/>
          <w:rtl/>
        </w:rPr>
        <w:t>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مغز</w:t>
      </w:r>
      <w:r w:rsidRPr="008F6CE0">
        <w:rPr>
          <w:rtl/>
        </w:rPr>
        <w:t xml:space="preserve"> 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و حسّاس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باکمتر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لطمه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ترشّحات و فرمان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مغز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غدّه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پوف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="00124A1D" w:rsidRPr="008F6CE0">
        <w:rPr>
          <w:rtl/>
        </w:rPr>
        <w:t xml:space="preserve"> (</w:t>
      </w:r>
      <w:r w:rsidRPr="008F6CE0">
        <w:t>Piluitary</w:t>
      </w:r>
      <w:r w:rsidR="00124A1D" w:rsidRPr="008F6CE0">
        <w:rPr>
          <w:rtl/>
        </w:rPr>
        <w:t xml:space="preserve">) </w:t>
      </w:r>
      <w:r w:rsidRPr="008F6CE0">
        <w:rPr>
          <w:rtl/>
        </w:rPr>
        <w:t xml:space="preserve">است که به اندازه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قطره آب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 و با حسّاس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رگ ها به پا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مغز متّصل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خدا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متعال مغز را در محل سخت و نفوذناپذ</w:t>
      </w:r>
      <w:r w:rsidRPr="008F6CE0">
        <w:rPr>
          <w:rFonts w:hint="cs"/>
          <w:rtl/>
        </w:rPr>
        <w:t>ی</w:t>
      </w:r>
      <w:r w:rsidRPr="008F6CE0">
        <w:rPr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 داده است تا از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ها دور بماند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شش کاسه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محکم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مغز را احاطه کرده است که از محکم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استخوان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بدن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اگر جمجمه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اصابت کند غدّه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پوف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 بخش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پوتالاموس</w:t>
      </w:r>
      <w:r w:rsidRPr="008F6CE0">
        <w:rPr>
          <w:rtl/>
        </w:rPr>
        <w:t xml:space="preserve"> به سادگ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ضربه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او به مراتب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مغز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زن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 به انحراف افتد هزاران نفر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او به راه باطل قدم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شگفت است که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کاغذ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به 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صورت در بانک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 جواهراتش راکه فلزات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در صندوق </w:t>
      </w:r>
      <w:r w:rsidRPr="008F6CE0">
        <w:rPr>
          <w:rFonts w:hint="eastAsia"/>
          <w:rtl/>
        </w:rPr>
        <w:t>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محکم حفظ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امّا زن </w:t>
      </w:r>
      <w:r w:rsidR="007F0FB1" w:rsidRPr="008F6CE0">
        <w:rPr>
          <w:rtl/>
        </w:rPr>
        <w:t>را</w:t>
      </w:r>
      <w:r w:rsidR="00124A1D" w:rsidRPr="008F6CE0">
        <w:rPr>
          <w:rtl/>
        </w:rPr>
        <w:t>.</w:t>
      </w:r>
      <w:r w:rsidR="00A807CF" w:rsidRPr="008F6CE0">
        <w:rPr>
          <w:rtl/>
        </w:rPr>
        <w:t>..</w:t>
      </w:r>
      <w:r w:rsidR="001A33D5" w:rsidRPr="008F6CE0">
        <w:rPr>
          <w:rtl/>
        </w:rPr>
        <w:t xml:space="preserve">! </w:t>
      </w:r>
      <w:r w:rsidRPr="008F6CE0">
        <w:rPr>
          <w:rtl/>
        </w:rPr>
        <w:t>همسر و خواهر و دختر او بدون پوشش مناسب مورد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عموم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 داده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دزدان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درکم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آنها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به مراتب افزون تر از دزدان پول و طلا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جز افراد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اندک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مردم ربا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پول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گروه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شمار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مردم در مهار چشم و دل خود ناتوانند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علاوه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ضرر دستبرد به پول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از ضرر دستبرد به ناموس کمتر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مردمان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رتمند</w:t>
      </w:r>
      <w:r w:rsidRPr="008F6CE0">
        <w:rPr>
          <w:rtl/>
        </w:rPr>
        <w:t xml:space="preserve"> رواتر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دانندکه از آ نها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tl/>
        </w:rPr>
        <w:t xml:space="preserve"> ها ربوده شود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ناموسشان از قصد بد در امان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دزد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پول و جواهر معمولاً ب</w:t>
      </w:r>
      <w:r w:rsidRPr="008F6CE0">
        <w:rPr>
          <w:rFonts w:hint="eastAsia"/>
          <w:rtl/>
        </w:rPr>
        <w:t>ادشوار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همراه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به 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با 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و دختران دستبرد زد و از نوام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افراد 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جفاکار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فرهنگ اند پدر و مادران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دختران نو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خود را به عقد جوانان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آورند که هنوزگوهر وجود زن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شناسند و راه و رسم محافظت از او را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جوانان و مردان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همسران و دختران خود در مجامع عموم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تفر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گذرانند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خانواده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پوشش درست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آدمک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مدل 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متظاهر وگاه تحص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کرده که بدون گرفتن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مزد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ارجمندتر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موهبت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که خداوند به آنها سپرده است به نظاره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عموم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 امانتدار وجود خانواده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شناسند و زن را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</w:t>
      </w:r>
      <w:r w:rsidRPr="008F6CE0">
        <w:rPr>
          <w:rFonts w:hint="eastAsia"/>
          <w:rtl/>
        </w:rPr>
        <w:t>نند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در حضور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مباهات کرد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زن</w:t>
      </w:r>
      <w:r w:rsidRPr="008F6CE0">
        <w:rPr>
          <w:rtl/>
        </w:rPr>
        <w:t xml:space="preserve"> باپوشش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مانند باغ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است که دورآن حصار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باغ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ار دارد بدون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تابلو و اعلام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به رهگذران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فهماندکه دسترس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گل 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من جز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صاحبم ممنوع است</w:t>
      </w:r>
      <w:r w:rsidR="00A807CF" w:rsidRPr="008F6CE0">
        <w:rPr>
          <w:rtl/>
        </w:rPr>
        <w:t xml:space="preserve">....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واقع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 خود را در پناه پوشش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ته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و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نظر مردان دور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طمع هر هوسباز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خود دور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و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 امکان هر کنا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و جسارت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خود دور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اگر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لباس نامتناسب به تن کند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قسمت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از روسر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نهد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جامه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بپوشد که 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برجستگ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بدنش را به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نهد به همه نظاره کنندگان خود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من همچون بانوان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ستم</w:t>
      </w:r>
      <w:r w:rsidRPr="008F6CE0">
        <w:rPr>
          <w:rtl/>
        </w:rPr>
        <w:t xml:space="preserve"> که از رو نشان دادن به شما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Pr="008F6CE0">
        <w:rPr>
          <w:rtl/>
        </w:rPr>
        <w:t xml:space="preserve"> ورزم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من تماشاگرانم را از نگاه به خود- هرچند آلوده باشد- محروم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سازم</w:t>
      </w:r>
      <w:r w:rsidR="00A807CF" w:rsidRPr="008F6CE0">
        <w:rPr>
          <w:rtl/>
        </w:rPr>
        <w:t xml:space="preserve">. </w:t>
      </w:r>
    </w:p>
    <w:p w:rsidR="00061879" w:rsidRPr="008F6CE0" w:rsidRDefault="00061879" w:rsidP="00584D8D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قسمت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نامه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پوشش زنان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خداوند</w:t>
      </w:r>
      <w:r w:rsidRPr="008F6CE0">
        <w:rPr>
          <w:rtl/>
        </w:rPr>
        <w:t xml:space="preserve"> که مرا زن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مسئول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اداره و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کودکانِ امروز و مردانِ فردا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روزگار را به من سپرد و فرمو 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تو رئ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روابط عمو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باش و با عواطف خداداد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به اعضا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ببخش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آن روز که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مسئول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پست مهم خود واقف گشتم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خود عهد کر</w:t>
      </w:r>
      <w:r w:rsidRPr="008F6CE0">
        <w:rPr>
          <w:rFonts w:hint="eastAsia"/>
          <w:rtl/>
        </w:rPr>
        <w:t>دم</w:t>
      </w:r>
      <w:r w:rsidRPr="008F6CE0">
        <w:rPr>
          <w:rtl/>
        </w:rPr>
        <w:t xml:space="preserve"> که لحظه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تکل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سرباز نزنم و فکرم به جانب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نرود و حتّ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نگذارم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فکر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به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من متما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گردد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من که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توانم هر جوانِ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کار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که در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tl/>
        </w:rPr>
        <w:t xml:space="preserve"> و اداره و بازار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دم</w:t>
      </w:r>
      <w:r w:rsidRPr="008F6CE0">
        <w:rPr>
          <w:rtl/>
        </w:rPr>
        <w:t xml:space="preserve"> از خود برانم و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آنها بگو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اهل فساد و 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ستم</w:t>
      </w:r>
      <w:r w:rsidR="00A807CF" w:rsidRPr="008F6CE0">
        <w:rPr>
          <w:rtl/>
        </w:rPr>
        <w:t xml:space="preserve">....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منظور با روسر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چادرم به کنا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آنان را هش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و هشدار داده ام</w:t>
      </w:r>
      <w:r w:rsidR="001A33D5" w:rsidRPr="008F6CE0">
        <w:rPr>
          <w:rtl/>
        </w:rPr>
        <w:t xml:space="preserve">! </w:t>
      </w:r>
      <w:r w:rsidRPr="008F6CE0">
        <w:rPr>
          <w:rtl/>
        </w:rPr>
        <w:t>تا بدانند که من اهلِ انحراف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ستم</w:t>
      </w:r>
      <w:r w:rsidRPr="008F6CE0">
        <w:rPr>
          <w:rtl/>
        </w:rPr>
        <w:t xml:space="preserve"> و از مسئول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همسر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مادر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و پوچ دست برنم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من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 خود را حفظ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کنم و هم آنها </w:t>
      </w:r>
      <w:r w:rsidR="007F0FB1" w:rsidRPr="008F6CE0">
        <w:rPr>
          <w:rtl/>
        </w:rPr>
        <w:t>را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  <w:r w:rsidRPr="008F6CE0">
        <w:rPr>
          <w:rtl/>
        </w:rPr>
        <w:t>برخلافِ خانم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 که نه هنر </w:t>
      </w:r>
      <w:r w:rsidRPr="008F6CE0">
        <w:rPr>
          <w:rFonts w:hint="eastAsia"/>
          <w:rtl/>
        </w:rPr>
        <w:t>حفظ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دارند و نه قدرتِ دورکردنِ بُلهوسان را ازخود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من</w:t>
      </w:r>
      <w:r w:rsidRPr="008F6CE0">
        <w:rPr>
          <w:rtl/>
        </w:rPr>
        <w:t xml:space="preserve"> به دخترم تعل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داده ام که هرگاه از خانه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اوّلاً لباس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ساده و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بپوش تا حسّ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پسران را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نکن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آنها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را عل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خود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ننما</w:t>
      </w:r>
      <w:r w:rsidRPr="008F6CE0">
        <w:rPr>
          <w:rFonts w:hint="cs"/>
          <w:rtl/>
        </w:rPr>
        <w:t>یی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ثان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اً</w:t>
      </w:r>
      <w:r w:rsidR="00A807CF" w:rsidRPr="008F6CE0">
        <w:rPr>
          <w:rtl/>
        </w:rPr>
        <w:t xml:space="preserve">: </w:t>
      </w:r>
      <w:r w:rsidRPr="008F6CE0">
        <w:rPr>
          <w:rtl/>
        </w:rPr>
        <w:t>چادر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 خود بگ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بدون ادا و اطوار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بدون رنگِ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کننده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حرکات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موزون راه برو تا به آنها بفه</w:t>
      </w:r>
      <w:r w:rsidRPr="008F6CE0">
        <w:rPr>
          <w:rFonts w:hint="eastAsia"/>
          <w:rtl/>
        </w:rPr>
        <w:t>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اگر قصد ازدواج با تو را دارند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خانه ات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 در حضور پدر و مادر- نه در حاش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tl/>
        </w:rPr>
        <w:t xml:space="preserve"> و پارک- مقصد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شنهادِ</w:t>
      </w:r>
      <w:r w:rsidRPr="008F6CE0">
        <w:rPr>
          <w:rtl/>
        </w:rPr>
        <w:t xml:space="preserve"> خود را اظهار کنند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584D8D">
      <w:pPr>
        <w:pStyle w:val="Heading3"/>
        <w:rPr>
          <w:rStyle w:val="Heading2Char"/>
          <w:rtl/>
        </w:rPr>
      </w:pPr>
      <w:bookmarkStart w:id="56" w:name="_Toc425750328"/>
      <w:r w:rsidRPr="008F6CE0">
        <w:rPr>
          <w:rStyle w:val="Heading2Char"/>
          <w:rtl/>
        </w:rPr>
        <w:t>6</w:t>
      </w:r>
      <w:r w:rsidR="00A807CF" w:rsidRPr="008F6CE0">
        <w:rPr>
          <w:rStyle w:val="Heading2Char"/>
          <w:rtl/>
        </w:rPr>
        <w:t xml:space="preserve">. </w:t>
      </w:r>
      <w:r w:rsidRPr="008F6CE0">
        <w:rPr>
          <w:rStyle w:val="Heading2Char"/>
          <w:rtl/>
        </w:rPr>
        <w:t>وجودکشش جنس</w:t>
      </w:r>
      <w:r w:rsidRPr="008F6CE0">
        <w:rPr>
          <w:rStyle w:val="Heading2Char"/>
          <w:rFonts w:hint="cs"/>
          <w:rtl/>
        </w:rPr>
        <w:t>ی</w:t>
      </w:r>
      <w:bookmarkEnd w:id="56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خصا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ص</w:t>
      </w:r>
      <w:r w:rsidRPr="008F6CE0">
        <w:rPr>
          <w:rtl/>
        </w:rPr>
        <w:t xml:space="preserve"> بانوان و قوان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استوار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زن و مرد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است که هرگاه ارتباط زن و مرد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شود و روابط آنها از نگاه و سخن فراتر رود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و </w:t>
      </w:r>
      <w:r w:rsidRPr="008F6CE0">
        <w:rPr>
          <w:rtl/>
        </w:rPr>
        <w:lastRenderedPageBreak/>
        <w:t>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آرام هر دو 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علاقه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آمده که برافروزنده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آتش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 فزا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توقّعات آن دو از </w:t>
      </w:r>
      <w:r w:rsidRPr="008F6CE0">
        <w:rPr>
          <w:rFonts w:hint="cs"/>
          <w:rtl/>
        </w:rPr>
        <w:t>ی</w:t>
      </w:r>
      <w:r w:rsidRPr="008F6CE0">
        <w:rPr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تجربه</w:t>
      </w:r>
      <w:r w:rsidRPr="008F6CE0">
        <w:rPr>
          <w:rtl/>
        </w:rPr>
        <w:t xml:space="preserve"> نشان داده است که چون روابط پسر و دختر جوان- و به طورکلّ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مذکر و مؤنث- بدون ضابطه شود و پوشش به مثابه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عامل بازدارنده و فراگ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اندام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کناررود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صحبت و رفت و آمد آنها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علاقه 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را در دل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و سپس هر دو به شدّت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ابندکه</w:t>
      </w:r>
      <w:r w:rsidRPr="008F6CE0">
        <w:rPr>
          <w:rtl/>
        </w:rPr>
        <w:t xml:space="preserve"> روابط خود را توسعه دهند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علاقه درافراد مختلف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شکل جلوه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هرکس به فراخور اطلاّعاتش ازمسا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رابطه انتظار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اگر هر دو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آنها از 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هنوزچ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ندانند باگفتگو و همنش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اطلاعات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Pr="008F6CE0">
        <w:rPr>
          <w:rtl/>
        </w:rPr>
        <w:t xml:space="preserve"> که انحراف آور است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 (</w:t>
      </w:r>
      <w:r w:rsidRPr="008F6CE0">
        <w:rPr>
          <w:rtl/>
        </w:rPr>
        <w:t>دقت شود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) </w:t>
      </w:r>
      <w:r w:rsidRPr="008F6CE0">
        <w:rPr>
          <w:rFonts w:hint="eastAsia"/>
          <w:rtl/>
        </w:rPr>
        <w:t>اگر</w:t>
      </w:r>
      <w:r w:rsidRPr="008F6CE0">
        <w:rPr>
          <w:rtl/>
        </w:rPr>
        <w:t xml:space="preserve"> هم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با اطّلاع باشند بدون ترد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گناه آلوده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584D8D">
      <w:pPr>
        <w:pStyle w:val="Heading3"/>
        <w:rPr>
          <w:rtl/>
        </w:rPr>
      </w:pPr>
      <w:bookmarkStart w:id="57" w:name="_Toc425750329"/>
      <w:r w:rsidRPr="008F6CE0">
        <w:rPr>
          <w:rtl/>
        </w:rPr>
        <w:t>7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مرز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کران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bookmarkEnd w:id="57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چون</w:t>
      </w:r>
      <w:r w:rsidRPr="008F6CE0">
        <w:rPr>
          <w:rtl/>
        </w:rPr>
        <w:t xml:space="preserve"> ارتباط زن و مرد بدون ضابطه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آسان شود در مرد نسبت به زن چشمه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جوش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که ظرف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قوا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پاسخگو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 هرچند قدرت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نداشته باشد هرگاه تحت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چشمه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جوشان قرارگ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در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رغبت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نسبت به فرد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="0065568A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همجنس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جسمش بر ارضا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کامل آن توانا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مردشا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نظر قدرت هورمون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نتواند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همسر را از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زکامروا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ازنظر روح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ممکن است به داشتن ده ها همسر اشت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اق</w:t>
      </w:r>
      <w:r w:rsidRPr="008F6CE0">
        <w:rPr>
          <w:rtl/>
        </w:rPr>
        <w:t xml:space="preserve"> داشته باشد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سرشت اگر او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فرهنگ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پرورش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باشدکه زنان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مردان را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مرد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وگوارا خواهد گذشت</w:t>
      </w:r>
      <w:r w:rsidR="00A807CF" w:rsidRPr="008F6CE0">
        <w:rPr>
          <w:rtl/>
        </w:rPr>
        <w:t xml:space="preserve">. </w:t>
      </w:r>
      <w:r w:rsidRPr="008F6CE0">
        <w:rPr>
          <w:rtl/>
        </w:rPr>
        <w:lastRenderedPageBreak/>
        <w:t>امّا اگر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او زنان هر دم در مقابل او عرض اندام کنند افکار و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دستخوش اضطراب و آشفتگ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اش مهارگ</w:t>
      </w:r>
      <w:r w:rsidRPr="008F6CE0">
        <w:rPr>
          <w:rFonts w:hint="eastAsia"/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با مشکلات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فراوان و افسردگ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وکسالت روح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کم حوصلگ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پرخاشگر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دچار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آدم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خلاف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وانات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حد و مرز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در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وانات</w:t>
      </w:r>
      <w:r w:rsidRPr="008F6CE0">
        <w:rPr>
          <w:rtl/>
        </w:rPr>
        <w:t xml:space="preserve"> به جفت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امّا در بشر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حرکت ها واشارت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فرد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همجنس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دوست داشتن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Fonts w:hint="eastAsia"/>
          <w:rtl/>
        </w:rPr>
        <w:t>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کننده و پرجاذبه و لذّت بردن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خواهد با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نگاه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لذّت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</w:p>
    <w:p w:rsidR="00811B5D" w:rsidRPr="008F6CE0" w:rsidRDefault="00061879" w:rsidP="00584D8D">
      <w:pPr>
        <w:pStyle w:val="Heading3"/>
        <w:rPr>
          <w:rtl/>
        </w:rPr>
      </w:pPr>
      <w:bookmarkStart w:id="58" w:name="_Toc425750330"/>
      <w:r w:rsidRPr="008F6CE0">
        <w:rPr>
          <w:rtl/>
        </w:rPr>
        <w:t>8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نگرش مردان به زن</w:t>
      </w:r>
      <w:bookmarkEnd w:id="58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نگاه مردان زنان به سبب تفاوت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دارند از نظر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جاذبه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اخلا ق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فرق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آن نمونه</w:t>
      </w:r>
      <w:r w:rsidR="00A807CF" w:rsidRPr="008F6CE0">
        <w:rPr>
          <w:rtl/>
        </w:rPr>
        <w:t xml:space="preserve">،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-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همسر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لاغر اندام دارد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پندارد که داشتن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خوش اندام تر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مراتب خوشا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ندتر</w:t>
      </w:r>
      <w:r w:rsidRPr="008F6CE0">
        <w:rPr>
          <w:rtl/>
        </w:rPr>
        <w:t xml:space="preserve"> از همسر خود اوست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>همچن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نسبت به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عناصر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موجب آنها مردان تصوّر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زنان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تفاوت دارند به قرار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1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 (</w:t>
      </w:r>
      <w:r w:rsidRPr="008F6CE0">
        <w:rPr>
          <w:rtl/>
        </w:rPr>
        <w:t>صورت و مو</w:t>
      </w:r>
      <w:r w:rsidR="00124A1D" w:rsidRPr="008F6CE0">
        <w:rPr>
          <w:rtl/>
        </w:rPr>
        <w:t xml:space="preserve">)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2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آهنگ </w:t>
      </w:r>
      <w:r w:rsidR="00584D8D" w:rsidRPr="008F6CE0">
        <w:rPr>
          <w:rtl/>
        </w:rPr>
        <w:t>صدا</w:t>
      </w:r>
      <w:r w:rsidR="00124A1D" w:rsidRPr="008F6CE0">
        <w:rPr>
          <w:rtl/>
        </w:rPr>
        <w:t>.</w:t>
      </w:r>
      <w:r w:rsidR="00A807CF" w:rsidRPr="008F6CE0">
        <w:rPr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3</w:t>
      </w:r>
      <w:r w:rsidR="00A807CF" w:rsidRPr="008F6CE0">
        <w:rPr>
          <w:rtl/>
        </w:rPr>
        <w:t xml:space="preserve">. </w:t>
      </w:r>
      <w:r w:rsidRPr="008F6CE0">
        <w:rPr>
          <w:rtl/>
        </w:rPr>
        <w:t>لباس و بو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عطر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4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تناسب اندام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5</w:t>
      </w:r>
      <w:r w:rsidR="00A807CF" w:rsidRPr="008F6CE0">
        <w:rPr>
          <w:rtl/>
        </w:rPr>
        <w:t xml:space="preserve">. </w:t>
      </w:r>
      <w:r w:rsidRPr="008F6CE0">
        <w:rPr>
          <w:rtl/>
        </w:rPr>
        <w:t>عشوه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خاص هر زن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lastRenderedPageBreak/>
        <w:t>6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ازات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مانند تم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هنر خانه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="00584D8D" w:rsidRPr="008F6CE0">
        <w:rPr>
          <w:rFonts w:hint="cs"/>
          <w:rtl/>
        </w:rPr>
        <w:t>یا</w:t>
      </w:r>
      <w:r w:rsidR="00124A1D" w:rsidRPr="008F6CE0">
        <w:rPr>
          <w:rFonts w:hint="eastAsia"/>
          <w:rtl/>
        </w:rPr>
        <w:t>.</w:t>
      </w:r>
      <w:r w:rsidR="00A807CF" w:rsidRPr="008F6CE0">
        <w:rPr>
          <w:rtl/>
        </w:rPr>
        <w:t xml:space="preserve">.. </w:t>
      </w:r>
    </w:p>
    <w:p w:rsidR="00EA031B" w:rsidRPr="008F6CE0" w:rsidRDefault="00061879" w:rsidP="0040629B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تصوّر در مردان هر چند پاره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سرشت آنان نباشد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انکارنشدن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و تحت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عوامل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شدّت و ضعف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در روا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حضرت محمد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) </w:t>
      </w:r>
      <w:r w:rsidRPr="008F6CE0">
        <w:rPr>
          <w:rtl/>
        </w:rPr>
        <w:t>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آمده ا ست</w:t>
      </w:r>
      <w:r w:rsidR="00A807CF" w:rsidRPr="008F6CE0">
        <w:rPr>
          <w:rtl/>
        </w:rPr>
        <w:t xml:space="preserve">: </w:t>
      </w:r>
      <w:r w:rsidRPr="008F6CE0">
        <w:rPr>
          <w:rtl/>
        </w:rPr>
        <w:t xml:space="preserve">هرگاه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شما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او رغبت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آمد به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همسر خود رودکه هر چه د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آن زن هست در همسر خود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0629B" w:rsidRPr="008F6CE0">
        <w:rPr>
          <w:rStyle w:val="libFootnotenumChar"/>
          <w:rFonts w:hint="cs"/>
          <w:rtl/>
        </w:rPr>
        <w:t>8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40629B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سخن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نگاه نخست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دکه</w:t>
      </w:r>
      <w:r w:rsidRPr="008F6CE0">
        <w:rPr>
          <w:rtl/>
        </w:rPr>
        <w:t xml:space="preserve"> زنان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تفاوت ندارند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حضرت نفرموده است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دو زن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تفاوت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سخن بدان معنا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نمونه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کامل همان ادراکِ خوش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در مباشرت با آن زن جستجوکرد در همسر خود فرد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بلکه</w:t>
      </w:r>
      <w:r w:rsidR="00584D8D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منظور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چنانچه او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فرو نشاند همسر خودش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هنر با او برابر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بپندارد همسر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هنر از بق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زنان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کم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مرد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شناس و آگاه به 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باشد خواهد توانست با فراهم کردن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</w:t>
      </w:r>
      <w:r w:rsidR="0040629B" w:rsidRPr="008F6CE0">
        <w:rPr>
          <w:rFonts w:hint="cs"/>
          <w:rtl/>
        </w:rPr>
        <w:t xml:space="preserve"> </w:t>
      </w:r>
      <w:r w:rsidRPr="008F6CE0">
        <w:rPr>
          <w:rtl/>
        </w:rPr>
        <w:t>معاشرت با همسر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به لذا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ذ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که در باور نگنجد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0629B" w:rsidRPr="008F6CE0">
        <w:rPr>
          <w:rStyle w:val="libFootnotenumChar"/>
          <w:rFonts w:hint="cs"/>
          <w:rtl/>
        </w:rPr>
        <w:t>9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 نظر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رسد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ث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همان نگرش مردان باشد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پندارند زنان با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تفاوت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ث</w:t>
      </w:r>
      <w:r w:rsidRPr="008F6CE0">
        <w:rPr>
          <w:rtl/>
        </w:rPr>
        <w:t xml:space="preserve"> به مردان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که مبادا به تفاوت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در زنان مشاهده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به انحراف افتند و از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دلسرد شوند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هر تحل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</w:t>
      </w:r>
      <w:r w:rsidRPr="008F6CE0">
        <w:rPr>
          <w:rtl/>
        </w:rPr>
        <w:t xml:space="preserve"> که آنچه سبب عشق و علاقه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با وجود داشتن همسر خوب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علاقه مند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وجود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تفاوت هاست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 هرچند دارا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همسر خوب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 آنگاه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دگانش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به زنان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افتد که از نظر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و صدا و اندام و عشوه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خاص زن</w:t>
      </w:r>
      <w:r w:rsidRPr="008F6CE0">
        <w:rPr>
          <w:rFonts w:hint="eastAsia"/>
          <w:rtl/>
        </w:rPr>
        <w:t>انه</w:t>
      </w:r>
      <w:r w:rsidRPr="008F6CE0">
        <w:rPr>
          <w:rtl/>
        </w:rPr>
        <w:t xml:space="preserve"> از همسر خودِ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ممتازترند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علاقه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عشق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اراد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در او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چون</w:t>
      </w:r>
      <w:r w:rsidRPr="008F6CE0">
        <w:rPr>
          <w:rtl/>
        </w:rPr>
        <w:t xml:space="preserve"> 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و اندام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خود را به تماشا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گذارد و با لباس و بو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عطر و عشوه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نهفته درافراد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دارسازد</w:t>
      </w:r>
      <w:r w:rsidRPr="008F6CE0">
        <w:rPr>
          <w:rtl/>
        </w:rPr>
        <w:t xml:space="preserve">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لات</w:t>
      </w:r>
      <w:r w:rsidRPr="008F6CE0">
        <w:rPr>
          <w:rtl/>
        </w:rPr>
        <w:t xml:space="preserve"> و هوس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را که تنها منشأ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زودگذر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زاند</w:t>
      </w:r>
      <w:r w:rsidRPr="008F6CE0">
        <w:rPr>
          <w:rtl/>
        </w:rPr>
        <w:t xml:space="preserve"> و شدّت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بخشد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آنچه مر</w:t>
      </w:r>
      <w:r w:rsidRPr="008F6CE0">
        <w:rPr>
          <w:rFonts w:hint="eastAsia"/>
          <w:rtl/>
        </w:rPr>
        <w:t>دان</w:t>
      </w:r>
      <w:r w:rsidRPr="008F6CE0">
        <w:rPr>
          <w:rtl/>
        </w:rPr>
        <w:t xml:space="preserve">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بدان نگرش معتقد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سازد-که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زنان تفاوت است- به سبب ناآگاه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خودِ زنان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آمده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زنان تفاوت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تا آنجا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به رخ مردان نکشند مردان کمتر به وجود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تفاوت ها آزردگ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کشند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584D8D">
      <w:pPr>
        <w:pStyle w:val="Heading3"/>
        <w:rPr>
          <w:rtl/>
        </w:rPr>
      </w:pPr>
      <w:bookmarkStart w:id="59" w:name="_Toc425750331"/>
      <w:r w:rsidRPr="008F6CE0">
        <w:rPr>
          <w:rtl/>
        </w:rPr>
        <w:t>9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bookmarkEnd w:id="59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جز انسان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خودساخته و با اعتقاد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اغلب مردم- زن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مرد- هرگاه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سالم رشدکنند معمولاً ازنظر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سالم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مانند و چون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شان ناسالم و آلوده باشد به موجب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آلوده و فاسد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فرد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خردسال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 بلوغ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پرورش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ک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دختران و زنانش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فساد و انحراف 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چون درکشور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مثل سوئد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به هدا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داشت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خدا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سرشتِ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بهتر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سبب محبّت و مهر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آلوده ساختن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داده است تا نه خود به 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درافتد نه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را به انحراف دراندازد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حال که انسان ها همه «خودساخته»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</w:t>
      </w:r>
      <w:r w:rsidRPr="008F6CE0">
        <w:rPr>
          <w:rtl/>
        </w:rPr>
        <w:t xml:space="preserve"> چه بهترکه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ماندن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به کمک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بشتابند و با سالم نگاه داشتن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خود و نسلِ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 xml:space="preserve"> را سالم پرورش </w:t>
      </w:r>
      <w:r w:rsidRPr="008F6CE0">
        <w:rPr>
          <w:rtl/>
        </w:rPr>
        <w:lastRenderedPageBreak/>
        <w:t>د هند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آلوده ساختن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تنها به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ختن</w:t>
      </w:r>
      <w:r w:rsidRPr="008F6CE0">
        <w:rPr>
          <w:rtl/>
        </w:rPr>
        <w:t xml:space="preserve"> خاکروبه درگذرگاه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مبارزه ب</w:t>
      </w:r>
      <w:r w:rsidR="007D1F6A" w:rsidRPr="008F6CE0">
        <w:rPr>
          <w:rtl/>
        </w:rPr>
        <w:t>اسلام</w:t>
      </w:r>
      <w:r w:rsidRPr="008F6CE0">
        <w:rPr>
          <w:rtl/>
        </w:rPr>
        <w:t>ت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بانوان فرا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اشخاص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جاذبه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حد و مرزخو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به رخ بکشند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خفته راب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دارکنند</w:t>
      </w:r>
      <w:r w:rsidRPr="008F6CE0">
        <w:rPr>
          <w:rtl/>
        </w:rPr>
        <w:t xml:space="preserve"> و خود با آسودگ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بگذرند و بر دل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اضطراب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نظاره کنندگان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شخند</w:t>
      </w:r>
      <w:r w:rsidRPr="008F6CE0">
        <w:rPr>
          <w:rtl/>
        </w:rPr>
        <w:t xml:space="preserve"> زنند و عقده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شعله ور سازند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پس</w:t>
      </w:r>
      <w:r w:rsidRPr="008F6CE0">
        <w:rPr>
          <w:rtl/>
        </w:rPr>
        <w:t xml:space="preserve"> چندان دور ازخ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اگر به زنان گفته شود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هنگام راه رفتن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راه حرکت نکن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کفش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راحت ترکه صدا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به پا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خود را چندان معطر نساز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دکه</w:t>
      </w:r>
      <w:r w:rsidRPr="008F6CE0">
        <w:rPr>
          <w:rtl/>
        </w:rPr>
        <w:t xml:space="preserve"> استشمام آن عطر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حس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افراد را برانگ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دور از انصاف است که انسان غذا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ذ</w:t>
      </w:r>
      <w:r w:rsidRPr="008F6CE0">
        <w:rPr>
          <w:rtl/>
        </w:rPr>
        <w:t xml:space="preserve"> و معطر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در انظار مشت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مردمان گرسنه و محروم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دست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دل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مستمندان را به رنج آورد</w:t>
      </w:r>
      <w:r w:rsidR="00A807CF" w:rsidRPr="008F6CE0">
        <w:rPr>
          <w:rtl/>
        </w:rPr>
        <w:t xml:space="preserve">. </w:t>
      </w:r>
    </w:p>
    <w:p w:rsidR="00811B5D" w:rsidRPr="008F6CE0" w:rsidRDefault="00061879" w:rsidP="00182994">
      <w:pPr>
        <w:pStyle w:val="Heading2"/>
        <w:rPr>
          <w:rtl/>
        </w:rPr>
      </w:pPr>
      <w:bookmarkStart w:id="60" w:name="_Toc425750332"/>
      <w:r w:rsidRPr="008F6CE0">
        <w:rPr>
          <w:rFonts w:hint="eastAsia"/>
          <w:rtl/>
        </w:rPr>
        <w:t>پرسش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خدا</w:t>
      </w:r>
      <w:bookmarkEnd w:id="60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خداوندا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 را جز تو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سزا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قدرت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کران</w:t>
      </w:r>
      <w:r w:rsidRPr="008F6CE0">
        <w:rPr>
          <w:rtl/>
        </w:rPr>
        <w:t xml:space="preserve"> ده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از او نخواه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قدرتش را در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مورد استفاده قرار دهد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چنان که تو همزاد او</w:t>
      </w:r>
      <w:r w:rsidR="00124A1D" w:rsidRPr="008F6CE0">
        <w:rPr>
          <w:rtl/>
        </w:rPr>
        <w:t xml:space="preserve"> (</w:t>
      </w:r>
      <w:r w:rsidRPr="008F6CE0">
        <w:rPr>
          <w:rtl/>
        </w:rPr>
        <w:t>مرد</w:t>
      </w:r>
      <w:r w:rsidR="00124A1D" w:rsidRPr="008F6CE0">
        <w:rPr>
          <w:rtl/>
        </w:rPr>
        <w:t xml:space="preserve">) </w:t>
      </w:r>
      <w:r w:rsidRPr="008F6CE0">
        <w:rPr>
          <w:rtl/>
        </w:rPr>
        <w:t xml:space="preserve">را دلباخته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کرده ا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او را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فته</w:t>
      </w:r>
      <w:r w:rsidRPr="008F6CE0">
        <w:rPr>
          <w:rtl/>
        </w:rPr>
        <w:t xml:space="preserve"> مرد نساخته ا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اوست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اگر بخواهد جها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آباد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خود 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</w:t>
      </w:r>
      <w:r w:rsidR="00A807CF" w:rsidRPr="008F6CE0">
        <w:rPr>
          <w:rtl/>
        </w:rPr>
        <w:t xml:space="preserve">: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نبوت برگز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نشد مگر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طان</w:t>
      </w:r>
      <w:r w:rsidRPr="008F6CE0">
        <w:rPr>
          <w:rtl/>
        </w:rPr>
        <w:t xml:space="preserve">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داشت بتواند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او را دچار لغزش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مردم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توانند در مقابل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آن همه استعداد جذب دل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مقا ومت کنند</w:t>
      </w:r>
      <w:r w:rsidR="001A33D5" w:rsidRPr="008F6CE0">
        <w:rPr>
          <w:rtl/>
        </w:rPr>
        <w:t xml:space="preserve">؟!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خدا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کار تو شگفت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را خو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درّندگ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اما سرزم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را از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دورکرد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ازبو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</w:t>
      </w:r>
      <w:r w:rsidRPr="008F6CE0">
        <w:rPr>
          <w:rtl/>
        </w:rPr>
        <w:t xml:space="preserve"> و بلکه متنفر ساخت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 مبادا به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 ما را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ازشرّ او در امان داشت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</w:t>
      </w:r>
      <w:r w:rsidR="00A807CF" w:rsidRPr="008F6CE0">
        <w:rPr>
          <w:rtl/>
        </w:rPr>
        <w:t xml:space="preserve">، </w:t>
      </w:r>
      <w:r w:rsidRPr="008F6CE0">
        <w:rPr>
          <w:rtl/>
        </w:rPr>
        <w:lastRenderedPageBreak/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هر چند از بشرگر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</w:t>
      </w:r>
      <w:r w:rsidRPr="008F6CE0">
        <w:rPr>
          <w:rtl/>
        </w:rPr>
        <w:t xml:space="preserve"> نباشد مهار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بشر چندان سخت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حال آن که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بدون کمک تو از مهار زن عاجز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tl/>
        </w:rPr>
        <w:t xml:space="preserve"> و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 و امکانات که تو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بخش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بدون مدد تو مهار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طرف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نخواسته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همگان پاک نهاد و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و خداترس باشند تا از قدرت خود به بد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استفاده نکنند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پس ر</w:t>
      </w:r>
      <w:r w:rsidRPr="008F6CE0">
        <w:rPr>
          <w:rFonts w:hint="eastAsia"/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از دام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چگونه ممکن است</w:t>
      </w:r>
      <w:r w:rsidR="001A33D5" w:rsidRPr="008F6CE0">
        <w:rPr>
          <w:rtl/>
        </w:rPr>
        <w:t xml:space="preserve">؟ </w:t>
      </w:r>
    </w:p>
    <w:p w:rsidR="00811B5D" w:rsidRPr="008F6CE0" w:rsidRDefault="00061879" w:rsidP="00584D8D">
      <w:pPr>
        <w:pStyle w:val="Heading2"/>
        <w:rPr>
          <w:rtl/>
        </w:rPr>
      </w:pPr>
      <w:bookmarkStart w:id="61" w:name="_Toc425750333"/>
      <w:r w:rsidRPr="008F6CE0">
        <w:rPr>
          <w:rFonts w:hint="eastAsia"/>
          <w:rtl/>
        </w:rPr>
        <w:t>پاسخ</w:t>
      </w:r>
      <w:r w:rsidRPr="008F6CE0">
        <w:rPr>
          <w:rtl/>
        </w:rPr>
        <w:t xml:space="preserve"> خداوند</w:t>
      </w:r>
      <w:bookmarkEnd w:id="61"/>
    </w:p>
    <w:p w:rsidR="00061879" w:rsidRPr="008F6CE0" w:rsidRDefault="000721BA" w:rsidP="00061879">
      <w:pPr>
        <w:pStyle w:val="libNormal"/>
        <w:rPr>
          <w:rtl/>
        </w:rPr>
      </w:pPr>
      <w:r w:rsidRPr="008F6CE0">
        <w:rPr>
          <w:rStyle w:val="libAlaemChar"/>
          <w:rFonts w:eastAsia="KFGQPC Uthman Taha Naskh" w:hint="eastAsia"/>
          <w:rtl/>
        </w:rPr>
        <w:t>(</w:t>
      </w:r>
      <w:r w:rsidRPr="008F6CE0">
        <w:rPr>
          <w:rStyle w:val="libAieChar"/>
          <w:rFonts w:hint="eastAsia"/>
          <w:rtl/>
        </w:rPr>
        <w:t>وقل</w:t>
      </w:r>
      <w:r w:rsidRPr="008F6CE0">
        <w:rPr>
          <w:rStyle w:val="libAieChar"/>
          <w:rtl/>
        </w:rPr>
        <w:t xml:space="preserve"> «للمؤمنات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غضضن</w:t>
      </w:r>
      <w:r w:rsidRPr="008F6CE0">
        <w:rPr>
          <w:rStyle w:val="libAieChar"/>
          <w:rtl/>
        </w:rPr>
        <w:t xml:space="preserve"> من ابصارهنّ و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حفظن</w:t>
      </w:r>
      <w:r w:rsidRPr="008F6CE0">
        <w:rPr>
          <w:rStyle w:val="libAieChar"/>
          <w:rtl/>
        </w:rPr>
        <w:t xml:space="preserve"> فروجهنّ ولا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بد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</w:t>
      </w:r>
      <w:r w:rsidRPr="008F6CE0">
        <w:rPr>
          <w:rStyle w:val="libAieChar"/>
          <w:rtl/>
        </w:rPr>
        <w:t xml:space="preserve"> ز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نتهنّ</w:t>
      </w:r>
      <w:r w:rsidRPr="008F6CE0">
        <w:rPr>
          <w:rStyle w:val="libAieChar"/>
          <w:rtl/>
        </w:rPr>
        <w:t>. الاّ ما ظهر منها ول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ضربن</w:t>
      </w:r>
      <w:r w:rsidRPr="008F6CE0">
        <w:rPr>
          <w:rStyle w:val="libAieChar"/>
          <w:rtl/>
        </w:rPr>
        <w:t xml:space="preserve"> بخمرهنّ عل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tl/>
        </w:rPr>
        <w:t xml:space="preserve"> ج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وبهنّ</w:t>
      </w:r>
      <w:r w:rsidRPr="008F6CE0">
        <w:rPr>
          <w:rStyle w:val="libAieChar"/>
          <w:rtl/>
        </w:rPr>
        <w:t xml:space="preserve"> ولا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بد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</w:t>
      </w:r>
      <w:r w:rsidRPr="008F6CE0">
        <w:rPr>
          <w:rStyle w:val="libAieChar"/>
          <w:rtl/>
        </w:rPr>
        <w:t xml:space="preserve"> ز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نتهنّ</w:t>
      </w:r>
      <w:r w:rsidRPr="008F6CE0">
        <w:rPr>
          <w:rStyle w:val="libAieChar"/>
          <w:rtl/>
        </w:rPr>
        <w:t xml:space="preserve"> الاّ لبعولتهنّ او... ولا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ضربن</w:t>
      </w:r>
      <w:r w:rsidRPr="008F6CE0">
        <w:rPr>
          <w:rStyle w:val="libAieChar"/>
          <w:rtl/>
        </w:rPr>
        <w:t xml:space="preserve"> بأرجلهنَّ ل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علم</w:t>
      </w:r>
      <w:r w:rsidRPr="008F6CE0">
        <w:rPr>
          <w:rStyle w:val="libAieChar"/>
          <w:rtl/>
        </w:rPr>
        <w:t xml:space="preserve"> ما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خفبن</w:t>
      </w:r>
      <w:r w:rsidRPr="008F6CE0">
        <w:rPr>
          <w:rStyle w:val="libAieChar"/>
          <w:rtl/>
        </w:rPr>
        <w:t xml:space="preserve"> من ز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نتهنّ</w:t>
      </w:r>
      <w:r w:rsidRPr="008F6CE0">
        <w:rPr>
          <w:rStyle w:val="libAlaemChar"/>
          <w:rFonts w:eastAsia="KFGQPC Uthman Taha Naskh" w:hint="eastAsia"/>
          <w:rtl/>
        </w:rPr>
        <w:t>)</w:t>
      </w:r>
      <w:r w:rsidR="00061879" w:rsidRPr="008F6CE0">
        <w:rPr>
          <w:rtl/>
        </w:rPr>
        <w:t xml:space="preserve"> و</w:t>
      </w:r>
      <w:r w:rsidR="00A807CF" w:rsidRPr="008F6CE0">
        <w:rPr>
          <w:rtl/>
        </w:rPr>
        <w:t xml:space="preserve">.... </w:t>
      </w:r>
      <w:r w:rsidR="00061879" w:rsidRPr="008F6CE0">
        <w:rPr>
          <w:rtl/>
        </w:rPr>
        <w:t>- به زنان با 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مان</w:t>
      </w:r>
      <w:r w:rsidR="00061879" w:rsidRPr="008F6CE0">
        <w:rPr>
          <w:rtl/>
        </w:rPr>
        <w:t xml:space="preserve"> بگو</w:t>
      </w:r>
      <w:r w:rsidR="00A807CF" w:rsidRPr="008F6CE0">
        <w:rPr>
          <w:rtl/>
        </w:rPr>
        <w:t xml:space="preserve">: </w:t>
      </w:r>
      <w:r w:rsidR="00061879" w:rsidRPr="008F6CE0">
        <w:rPr>
          <w:rtl/>
        </w:rPr>
        <w:t>د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دگان</w:t>
      </w:r>
      <w:r w:rsidR="00061879" w:rsidRPr="008F6CE0">
        <w:rPr>
          <w:rtl/>
        </w:rPr>
        <w:t xml:space="preserve"> خود را از</w:t>
      </w:r>
      <w:r w:rsidR="00124A1D" w:rsidRPr="008F6CE0">
        <w:rPr>
          <w:rtl/>
        </w:rPr>
        <w:t xml:space="preserve"> (</w:t>
      </w:r>
      <w:r w:rsidR="00061879" w:rsidRPr="008F6CE0">
        <w:rPr>
          <w:rtl/>
        </w:rPr>
        <w:t>هر نامحرم</w:t>
      </w:r>
      <w:r w:rsidR="00061879"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) </w:t>
      </w:r>
      <w:r w:rsidR="00061879" w:rsidRPr="008F6CE0">
        <w:rPr>
          <w:rtl/>
        </w:rPr>
        <w:t>فر</w:t>
      </w:r>
      <w:r w:rsidR="00061879" w:rsidRPr="008F6CE0">
        <w:rPr>
          <w:rFonts w:hint="eastAsia"/>
          <w:rtl/>
        </w:rPr>
        <w:t>و</w:t>
      </w:r>
      <w:r w:rsidR="00061879" w:rsidRPr="008F6CE0">
        <w:rPr>
          <w:rtl/>
        </w:rPr>
        <w:t xml:space="preserve"> اندازند و پاکدامن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ورزند و ز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ورها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خود را آشکار نگردانند</w:t>
      </w:r>
      <w:r w:rsidR="00A807CF" w:rsidRPr="008F6CE0">
        <w:rPr>
          <w:rtl/>
        </w:rPr>
        <w:t xml:space="preserve">، </w:t>
      </w:r>
      <w:r w:rsidR="00061879" w:rsidRPr="008F6CE0">
        <w:rPr>
          <w:rtl/>
        </w:rPr>
        <w:t>مگر آنـچه که به طور عاد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پ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داست</w:t>
      </w:r>
      <w:r w:rsidR="00061879" w:rsidRPr="008F6CE0">
        <w:rPr>
          <w:rtl/>
        </w:rPr>
        <w:t xml:space="preserve"> و با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د</w:t>
      </w:r>
      <w:r w:rsidR="00061879" w:rsidRPr="008F6CE0">
        <w:rPr>
          <w:rtl/>
        </w:rPr>
        <w:t xml:space="preserve"> روسر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خود را برگردنِ خو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</w:t>
      </w:r>
      <w:r w:rsidR="00124A1D" w:rsidRPr="008F6CE0">
        <w:rPr>
          <w:rtl/>
        </w:rPr>
        <w:t xml:space="preserve"> (</w:t>
      </w:r>
      <w:r w:rsidR="00061879" w:rsidRPr="008F6CE0">
        <w:rPr>
          <w:rtl/>
        </w:rPr>
        <w:t>فرو</w:t>
      </w:r>
      <w:r w:rsidR="00124A1D" w:rsidRPr="008F6CE0">
        <w:rPr>
          <w:rtl/>
        </w:rPr>
        <w:t xml:space="preserve">) </w:t>
      </w:r>
      <w:r w:rsidR="00061879" w:rsidRPr="008F6CE0">
        <w:rPr>
          <w:rtl/>
        </w:rPr>
        <w:t>اندازند و ز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ورها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شان</w:t>
      </w:r>
      <w:r w:rsidR="00061879" w:rsidRPr="008F6CE0">
        <w:rPr>
          <w:rtl/>
        </w:rPr>
        <w:t xml:space="preserve"> را جز برا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شوهرانشان و</w:t>
      </w:r>
      <w:r w:rsidR="00A807CF" w:rsidRPr="008F6CE0">
        <w:rPr>
          <w:rtl/>
        </w:rPr>
        <w:t>...</w:t>
      </w:r>
      <w:r w:rsidR="00124A1D" w:rsidRPr="008F6CE0">
        <w:rPr>
          <w:rtl/>
        </w:rPr>
        <w:t xml:space="preserve"> (</w:t>
      </w:r>
      <w:r w:rsidR="00061879" w:rsidRPr="008F6CE0">
        <w:rPr>
          <w:rFonts w:hint="cs"/>
          <w:rtl/>
        </w:rPr>
        <w:t>ی</w:t>
      </w:r>
      <w:r w:rsidR="00061879" w:rsidRPr="008F6CE0">
        <w:rPr>
          <w:rFonts w:hint="eastAsia"/>
          <w:rtl/>
        </w:rPr>
        <w:t>ا</w:t>
      </w:r>
      <w:r w:rsidR="00061879" w:rsidRPr="008F6CE0">
        <w:rPr>
          <w:rtl/>
        </w:rPr>
        <w:t xml:space="preserve"> کسان</w:t>
      </w:r>
      <w:r w:rsidR="00061879" w:rsidRPr="008F6CE0">
        <w:rPr>
          <w:rFonts w:hint="cs"/>
          <w:rtl/>
        </w:rPr>
        <w:t>ی</w:t>
      </w:r>
      <w:r w:rsidR="00061879" w:rsidRPr="008F6CE0">
        <w:rPr>
          <w:rtl/>
        </w:rPr>
        <w:t xml:space="preserve"> چون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محارم</w:t>
      </w:r>
      <w:r w:rsidR="00124A1D" w:rsidRPr="008F6CE0">
        <w:rPr>
          <w:rtl/>
        </w:rPr>
        <w:t xml:space="preserve">) </w:t>
      </w:r>
      <w:r w:rsidRPr="008F6CE0">
        <w:rPr>
          <w:rtl/>
        </w:rPr>
        <w:t>آشکار نکنند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 پاها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</w:t>
      </w:r>
      <w:r w:rsidR="00124A1D" w:rsidRPr="008F6CE0">
        <w:rPr>
          <w:rtl/>
        </w:rPr>
        <w:t xml:space="preserve"> (</w:t>
      </w:r>
      <w:r w:rsidRPr="008F6CE0">
        <w:rPr>
          <w:rtl/>
        </w:rPr>
        <w:t>به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124A1D" w:rsidRPr="008F6CE0">
        <w:rPr>
          <w:rtl/>
        </w:rPr>
        <w:t xml:space="preserve">) </w:t>
      </w:r>
      <w:r w:rsidRPr="008F6CE0">
        <w:rPr>
          <w:rtl/>
        </w:rPr>
        <w:t>نکوبند تاآنچه از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نتها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نهفته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 معلوم گردد</w:t>
      </w:r>
      <w:r w:rsidR="00A807CF" w:rsidRPr="008F6CE0">
        <w:rPr>
          <w:rtl/>
        </w:rPr>
        <w:t xml:space="preserve">. </w:t>
      </w:r>
    </w:p>
    <w:p w:rsidR="00061879" w:rsidRPr="008F6CE0" w:rsidRDefault="00061879" w:rsidP="00E157FC">
      <w:pPr>
        <w:pStyle w:val="libNormal"/>
        <w:rPr>
          <w:rtl/>
        </w:rPr>
      </w:pPr>
      <w:r w:rsidRPr="008F6CE0">
        <w:rPr>
          <w:rFonts w:hint="eastAsia"/>
          <w:rtl/>
        </w:rPr>
        <w:t>جز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دستورها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دگار</w:t>
      </w:r>
      <w:r w:rsidRPr="008F6CE0">
        <w:rPr>
          <w:rtl/>
        </w:rPr>
        <w:t xml:space="preserve"> زن افزون بر قدرت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او ارزان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وجودش را به کمک «شرم و ترس پسند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» از خطرها و خطر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حفظ 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زن تا به انحراف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فتاده</w:t>
      </w:r>
      <w:r w:rsidRPr="008F6CE0">
        <w:rPr>
          <w:rtl/>
        </w:rPr>
        <w:t xml:space="preserve"> باشد از آن که باز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هوس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آن شود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مناک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زار</w:t>
      </w:r>
      <w:r w:rsidRPr="008F6CE0">
        <w:rPr>
          <w:rtl/>
        </w:rPr>
        <w:t xml:space="preserve"> است و«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همسر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«ر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بر «چندهمسر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» ترج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و از هرزگ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احترام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متنفّر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زنان با وجود اشت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اق</w:t>
      </w:r>
      <w:r w:rsidRPr="008F6CE0">
        <w:rPr>
          <w:rtl/>
        </w:rPr>
        <w:t xml:space="preserve"> وافر به جلوه گر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ناخرسندند و </w:t>
      </w:r>
      <w:r w:rsidRPr="008F6CE0">
        <w:rPr>
          <w:rtl/>
        </w:rPr>
        <w:lastRenderedPageBreak/>
        <w:t>از تعرّض و تجاوز به حقوق خود هراسان وگر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مگر آن که به انحراف گرفتار شده باشند</w:t>
      </w:r>
      <w:r w:rsidR="00E157FC" w:rsidRPr="008F6CE0">
        <w:rPr>
          <w:rtl/>
        </w:rPr>
        <w:t>.</w:t>
      </w:r>
    </w:p>
    <w:p w:rsidR="00811B5D" w:rsidRPr="008F6CE0" w:rsidRDefault="00061879" w:rsidP="00182994">
      <w:pPr>
        <w:pStyle w:val="Heading2"/>
        <w:rPr>
          <w:rtl/>
        </w:rPr>
      </w:pPr>
      <w:bookmarkStart w:id="62" w:name="_Toc425750334"/>
      <w:r w:rsidRPr="008F6CE0">
        <w:rPr>
          <w:rFonts w:hint="eastAsia"/>
          <w:rtl/>
        </w:rPr>
        <w:t>خدا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بخ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bookmarkEnd w:id="62"/>
    </w:p>
    <w:p w:rsidR="00811B5D" w:rsidRPr="008F6CE0" w:rsidRDefault="00061879" w:rsidP="00E157FC">
      <w:pPr>
        <w:pStyle w:val="Heading3"/>
        <w:rPr>
          <w:rtl/>
        </w:rPr>
      </w:pPr>
      <w:bookmarkStart w:id="63" w:name="_Toc425750335"/>
      <w:r w:rsidRPr="008F6CE0">
        <w:rPr>
          <w:rFonts w:hint="eastAsia"/>
          <w:rtl/>
        </w:rPr>
        <w:t>اشاره</w:t>
      </w:r>
      <w:bookmarkEnd w:id="63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پرسش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</w:t>
      </w:r>
      <w:r w:rsidR="00A807CF" w:rsidRPr="008F6CE0">
        <w:rPr>
          <w:rtl/>
        </w:rPr>
        <w:t xml:space="preserve">: </w:t>
      </w:r>
      <w:r w:rsidRPr="008F6CE0">
        <w:rPr>
          <w:rtl/>
        </w:rPr>
        <w:t>هرگاه زنان ناچارند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از نگاه ها بپوشانند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نظام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به چه حکمت تا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مقداربه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دلربا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ارزان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کرده است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>چرا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آن همه موهبت ها تنها افراد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مانند شوهر استفاده کنند</w:t>
      </w:r>
      <w:r w:rsidR="001A33D5" w:rsidRPr="008F6CE0">
        <w:rPr>
          <w:rtl/>
        </w:rPr>
        <w:t xml:space="preserve">؟ </w:t>
      </w:r>
    </w:p>
    <w:p w:rsidR="00061879" w:rsidRPr="008F6CE0" w:rsidRDefault="00061879" w:rsidP="0040629B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دانست که نشان دادن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 به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زنان و مردان محرم و همسر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اشکال است و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حس خودنما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زن به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مشروع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فراهم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0629B" w:rsidRPr="008F6CE0">
        <w:rPr>
          <w:rStyle w:val="libFootnotenumChar"/>
          <w:rFonts w:hint="cs"/>
          <w:rtl/>
        </w:rPr>
        <w:t>10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هرگاه بهره بردن از موهبت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همگان ممکن باشد به زود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همان موهبت ها به ضد ارزش تبد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مثال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آنگاه که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زن مهار نشود و دل ها دربند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گرفتار شود از همان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استفاده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زن به حال و 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افتدکه با وجود همه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 ارزش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از دست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 (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تا حدود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نکات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نگاشت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) </w:t>
      </w:r>
      <w:r w:rsidRPr="008F6CE0">
        <w:rPr>
          <w:rtl/>
        </w:rPr>
        <w:t>اگر به نظاره گذ</w:t>
      </w:r>
      <w:r w:rsidRPr="008F6CE0">
        <w:rPr>
          <w:rFonts w:hint="eastAsia"/>
          <w:rtl/>
        </w:rPr>
        <w:t>اشتن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فساد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هرگز پروردگارِ پربخشش که خوبان و بدان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نعمت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بهره مند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زنان را ازآن کار بازنم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 و مردان را ازآن محروم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تأک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بر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منظور خود 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اهداف بزرگتر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داشتن حجاب تمر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مهار خواهش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انجام </w:t>
      </w:r>
      <w:r w:rsidR="00A12E2D" w:rsidRPr="008F6CE0">
        <w:rPr>
          <w:rtl/>
        </w:rPr>
        <w:t>این</w:t>
      </w:r>
      <w:r w:rsidRPr="008F6CE0">
        <w:rPr>
          <w:rtl/>
        </w:rPr>
        <w:t xml:space="preserve">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شود انجام کارها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لازم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دشوار نخواهد بود</w:t>
      </w:r>
      <w:r w:rsidR="00A807CF" w:rsidRPr="008F6CE0">
        <w:rPr>
          <w:rtl/>
        </w:rPr>
        <w:t xml:space="preserve">. </w:t>
      </w:r>
    </w:p>
    <w:p w:rsidR="00811B5D" w:rsidRPr="008F6CE0" w:rsidRDefault="00061879" w:rsidP="00E157FC">
      <w:pPr>
        <w:pStyle w:val="Heading3"/>
        <w:rPr>
          <w:rtl/>
        </w:rPr>
      </w:pPr>
      <w:bookmarkStart w:id="64" w:name="_Toc425750336"/>
      <w:r w:rsidRPr="008F6CE0">
        <w:rPr>
          <w:rtl/>
        </w:rPr>
        <w:lastRenderedPageBreak/>
        <w:t>10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ابزارکشش جنس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Pr="008F6CE0">
        <w:t>sexual urge</w:t>
      </w:r>
      <w:r w:rsidR="00124A1D" w:rsidRPr="008F6CE0">
        <w:rPr>
          <w:rtl/>
        </w:rPr>
        <w:t>)</w:t>
      </w:r>
      <w:bookmarkEnd w:id="64"/>
      <w:r w:rsidR="00124A1D" w:rsidRPr="008F6CE0">
        <w:rPr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قات</w:t>
      </w:r>
      <w:r w:rsidRPr="008F6CE0">
        <w:rPr>
          <w:rtl/>
        </w:rPr>
        <w:t xml:space="preserve"> و آزمون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که پس از بلوغ و ترشح هورمون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خون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وجود مؤنث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 مذکر جلوه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محسوس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صدا و اندام و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جاذبه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تازه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مشاهده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لباس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تصو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 بو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عطر آنان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خوشا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ندتر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Pr="008F6CE0">
        <w:rPr>
          <w:rtl/>
        </w:rPr>
        <w:t xml:space="preserve"> و به طورکل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هرآنچه به زن تعلق دارد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اوکشش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 وگاه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سخنگو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با آنها آتش علاقه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زودگذر- ا ما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رانگر</w:t>
      </w:r>
      <w:r w:rsidRPr="008F6CE0">
        <w:rPr>
          <w:rtl/>
        </w:rPr>
        <w:t>- را در وجود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افروزد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اساس هرگاه دختر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ابزارها- که خداوند به سهولت در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ارش</w:t>
      </w:r>
      <w:r w:rsidRPr="008F6CE0">
        <w:rPr>
          <w:rtl/>
        </w:rPr>
        <w:t xml:space="preserve"> گذاشته تا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خانواده را 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بخشد-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توجّه به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رانگر</w:t>
      </w:r>
      <w:r w:rsidRPr="008F6CE0">
        <w:rPr>
          <w:rtl/>
        </w:rPr>
        <w:t xml:space="preserve"> آن بر دل افراد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استفاده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کند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اجتما 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دچارتزلزل و انحراف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با استفاده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ابزارها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لات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افراد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شده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سو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کشانده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که جز تباه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فرد و ج</w:t>
      </w:r>
      <w:r w:rsidRPr="008F6CE0">
        <w:rPr>
          <w:rFonts w:hint="eastAsia"/>
          <w:rtl/>
        </w:rPr>
        <w:t>امعه</w:t>
      </w:r>
      <w:r w:rsidRPr="008F6CE0">
        <w:rPr>
          <w:rtl/>
        </w:rPr>
        <w:t xml:space="preserve">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زنان</w:t>
      </w:r>
      <w:r w:rsidRPr="008F6CE0">
        <w:rPr>
          <w:rtl/>
        </w:rPr>
        <w:t xml:space="preserve"> خوب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دانندکه استعمال بو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خوش مثل عطر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چهره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صدا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دلربا و</w:t>
      </w:r>
      <w:r w:rsidR="00A807CF" w:rsidRPr="008F6CE0">
        <w:rPr>
          <w:rtl/>
        </w:rPr>
        <w:t xml:space="preserve">...، </w:t>
      </w:r>
      <w:r w:rsidRPr="008F6CE0">
        <w:rPr>
          <w:rtl/>
        </w:rPr>
        <w:t>همه ابزار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جادکشش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هرگاه به کارگ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ابزارها در حضور همسر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زن افزون سازد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حس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را به مراتب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و زودتر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tl/>
        </w:rPr>
        <w:t xml:space="preserve"> و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و اوهام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قوت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بخشد و ا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را به چاره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وا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و آنگاه</w:t>
      </w:r>
      <w:r w:rsidR="00A807CF" w:rsidRPr="008F6CE0">
        <w:rPr>
          <w:rtl/>
        </w:rPr>
        <w:t>...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من</w:t>
      </w:r>
      <w:r w:rsidRPr="008F6CE0">
        <w:rPr>
          <w:rtl/>
        </w:rPr>
        <w:t xml:space="preserve"> در نظرخواه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ده ها جو ان و بزرگسال ازا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خواسته ام که نظر و احساس خود را از مشاهده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دختران و زنان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ندکه</w:t>
      </w:r>
      <w:r w:rsidRPr="008F6CE0">
        <w:rPr>
          <w:rtl/>
        </w:rPr>
        <w:t xml:space="preserve"> بامشاهده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در ذهنشان چه 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تداع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اغلب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نکات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اظهار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کردند که انسان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و نگارش آن شرم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حا</w:t>
      </w:r>
      <w:r w:rsidRPr="008F6CE0">
        <w:rPr>
          <w:rFonts w:hint="eastAsia"/>
          <w:rtl/>
        </w:rPr>
        <w:t>صل</w:t>
      </w:r>
      <w:r w:rsidRPr="008F6CE0">
        <w:rPr>
          <w:rtl/>
        </w:rPr>
        <w:t xml:space="preserve"> آن نظرها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بود که شوق برقرار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روابط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آنها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tl/>
        </w:rPr>
        <w:t xml:space="preserve"> شده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شدّت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گرفته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40629B">
      <w:pPr>
        <w:pStyle w:val="libNormal"/>
        <w:rPr>
          <w:rtl/>
        </w:rPr>
      </w:pPr>
      <w:r w:rsidRPr="008F6CE0">
        <w:rPr>
          <w:rFonts w:hint="eastAsia"/>
          <w:rtl/>
        </w:rPr>
        <w:t>اما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پرسش ذهن مرا به خود مشغول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 که هرگاه مردان با نگاه به زنانِ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احساس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Pr="008F6CE0">
        <w:rPr>
          <w:rtl/>
        </w:rPr>
        <w:t xml:space="preserve"> چگونه روا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نندکه</w:t>
      </w:r>
      <w:r w:rsidRPr="008F6CE0">
        <w:rPr>
          <w:rtl/>
        </w:rPr>
        <w:t xml:space="preserve"> همسر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خواهر و دختران خودشان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گونه در مقابل نگاه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قرار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جز آن که بگو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>...</w:t>
      </w:r>
      <w:r w:rsidR="001A33D5" w:rsidRPr="008F6CE0">
        <w:rPr>
          <w:rtl/>
        </w:rPr>
        <w:t xml:space="preserve">! </w:t>
      </w:r>
      <w:r w:rsidR="00EA031B" w:rsidRPr="008F6CE0">
        <w:rPr>
          <w:rStyle w:val="libFootnotenumChar"/>
          <w:rtl/>
        </w:rPr>
        <w:t>(</w:t>
      </w:r>
      <w:r w:rsidR="0040629B" w:rsidRPr="008F6CE0">
        <w:rPr>
          <w:rStyle w:val="libFootnotenumChar"/>
          <w:rFonts w:hint="cs"/>
          <w:rtl/>
        </w:rPr>
        <w:t>11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آنها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در حضور </w:t>
      </w:r>
      <w:r w:rsidRPr="008F6CE0">
        <w:rPr>
          <w:rFonts w:hint="eastAsia"/>
          <w:rtl/>
        </w:rPr>
        <w:t>مردم</w:t>
      </w:r>
      <w:r w:rsidRPr="008F6CE0">
        <w:rPr>
          <w:rtl/>
        </w:rPr>
        <w:t xml:space="preserve"> اظهار مباهات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و بر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ناکام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شکست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سرپوش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هر تحل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ادعا کرد که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 تنها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همسر خود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خوشبو و خوش نماکرده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مگر آن که از ارائه آن خوشبو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خوش 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در حضور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گانگان</w:t>
      </w:r>
      <w:r w:rsidRPr="008F6CE0">
        <w:rPr>
          <w:rtl/>
        </w:rPr>
        <w:t xml:space="preserve"> اجتناب ورز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 (</w:t>
      </w:r>
      <w:r w:rsidRPr="008F6CE0">
        <w:rPr>
          <w:rtl/>
        </w:rPr>
        <w:t>دقّت شود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)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خوشبو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اگر عامل جلب توجه همسر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مراتب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رهمسر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جاذبه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وگاه آن ابزارها-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شوهر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است و چندان جاذبه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ندارد-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فته</w:t>
      </w:r>
      <w:r w:rsidRPr="008F6CE0">
        <w:rPr>
          <w:rtl/>
        </w:rPr>
        <w:t xml:space="preserve"> 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جان</w:t>
      </w:r>
      <w:r w:rsidRPr="008F6CE0">
        <w:rPr>
          <w:rtl/>
        </w:rPr>
        <w:t xml:space="preserve"> زده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زنان و دختران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اندام و چهره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معمول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وگاه ناز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امّا در نگاه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دلربا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ارند</w:t>
      </w:r>
      <w:r w:rsidRPr="008F6CE0">
        <w:rPr>
          <w:rtl/>
        </w:rPr>
        <w:t xml:space="preserve"> مردان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داشتن همسران معمول</w:t>
      </w:r>
      <w:r w:rsidRPr="008F6CE0">
        <w:rPr>
          <w:rFonts w:hint="cs"/>
          <w:rtl/>
        </w:rPr>
        <w:t>ی</w:t>
      </w:r>
      <w:r w:rsidRPr="008F6CE0">
        <w:rPr>
          <w:rtl/>
        </w:rPr>
        <w:t>- هرگاه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خود را خوشبو و خوش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در حضورشان به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ننهند- به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عشق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ورزند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چون هر دم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کار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بازار و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tl/>
        </w:rPr>
        <w:t xml:space="preserve"> نظاره گر چهره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باشندکه از همسر خودشان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باتر</w:t>
      </w:r>
      <w:r w:rsidRPr="008F6CE0">
        <w:rPr>
          <w:rtl/>
        </w:rPr>
        <w:t xml:space="preserve"> و دلرباتر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همسر خود دلسرد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. </w:t>
      </w:r>
    </w:p>
    <w:p w:rsidR="00E157FC" w:rsidRPr="008F6CE0" w:rsidRDefault="00061879" w:rsidP="00E157FC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مقا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سه</w:t>
      </w:r>
      <w:r w:rsidRPr="008F6CE0">
        <w:rPr>
          <w:rtl/>
        </w:rPr>
        <w:t xml:space="preserve"> 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افه</w:t>
      </w:r>
      <w:r w:rsidRPr="008F6CE0">
        <w:rPr>
          <w:rtl/>
        </w:rPr>
        <w:t xml:space="preserve"> ها و اندام ها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جاذبه هاست که دلسرد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وگرنه تا شخص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نعمتِ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خود را با بهتر از آن مقا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سه</w:t>
      </w:r>
      <w:r w:rsidRPr="008F6CE0">
        <w:rPr>
          <w:rtl/>
        </w:rPr>
        <w:t xml:space="preserve"> نکند چندان به کم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نعمت خود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چهره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در مقا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سه</w:t>
      </w:r>
      <w:r w:rsidRPr="008F6CE0">
        <w:rPr>
          <w:rtl/>
        </w:rPr>
        <w:t xml:space="preserve"> با </w:t>
      </w:r>
      <w:r w:rsidRPr="008F6CE0">
        <w:rPr>
          <w:rtl/>
        </w:rPr>
        <w:lastRenderedPageBreak/>
        <w:t xml:space="preserve">چهره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باتر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زشت جلوه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چهره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زشت در مقابل زشت تر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پس چه بهترکه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سه</w:t>
      </w:r>
      <w:r w:rsidRPr="008F6CE0">
        <w:rPr>
          <w:rtl/>
        </w:rPr>
        <w:t xml:space="preserve"> ها- دست کم تا به اجبار رخ ننموده است- کمتر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با آنچه امروزه دختران و زنان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گرفته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ناممکن است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E157FC">
      <w:pPr>
        <w:pStyle w:val="libNormal"/>
        <w:rPr>
          <w:rtl/>
        </w:rPr>
      </w:pPr>
      <w:r w:rsidRPr="008F6CE0">
        <w:rPr>
          <w:rFonts w:hint="eastAsia"/>
          <w:rtl/>
        </w:rPr>
        <w:t>فاصله</w:t>
      </w:r>
      <w:r w:rsidRPr="008F6CE0">
        <w:rPr>
          <w:rtl/>
        </w:rPr>
        <w:t xml:space="preserve"> ازکجا تاکجا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چنان</w:t>
      </w:r>
      <w:r w:rsidRPr="008F6CE0">
        <w:rPr>
          <w:rtl/>
        </w:rPr>
        <w:t xml:space="preserve"> که نوشته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ناب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اران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Pr="008F6CE0">
        <w:rPr>
          <w:rtl/>
        </w:rPr>
        <w:t xml:space="preserve"> اکرم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بر آن جناب وارد 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چون دخترگرام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حضرت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فاطمه</w:t>
      </w:r>
      <w:r w:rsidR="00124A1D" w:rsidRPr="008F6CE0">
        <w:rPr>
          <w:rtl/>
        </w:rPr>
        <w:t xml:space="preserve"> </w:t>
      </w:r>
      <w:r w:rsidR="000B7EBA" w:rsidRPr="008F6CE0">
        <w:rPr>
          <w:rStyle w:val="libAlaemChar"/>
          <w:rtl/>
        </w:rPr>
        <w:t>عليها‌السلام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از اتاق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همان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رفت و پس از خروج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همان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بازگشت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Pr="008F6CE0">
        <w:rPr>
          <w:rtl/>
        </w:rPr>
        <w:t xml:space="preserve"> فرمود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او ناب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چه علت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ر</w:t>
      </w:r>
      <w:r w:rsidRPr="008F6CE0">
        <w:rPr>
          <w:rFonts w:hint="eastAsia"/>
          <w:rtl/>
        </w:rPr>
        <w:t>فت</w:t>
      </w:r>
      <w:r w:rsidRPr="008F6CE0">
        <w:rPr>
          <w:rFonts w:hint="cs"/>
          <w:rtl/>
        </w:rPr>
        <w:t>ی</w:t>
      </w:r>
      <w:r w:rsidR="001A33D5" w:rsidRPr="008F6CE0">
        <w:rPr>
          <w:rFonts w:hint="eastAsia"/>
          <w:rtl/>
        </w:rPr>
        <w:t xml:space="preserve">؟ </w:t>
      </w: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گفت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او مرا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اما من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دم</w:t>
      </w:r>
      <w:r w:rsidRPr="008F6CE0">
        <w:rPr>
          <w:rtl/>
        </w:rPr>
        <w:t xml:space="preserve">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او بو را استشمام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Pr="008F6CE0">
        <w:rPr>
          <w:rtl/>
        </w:rPr>
        <w:t xml:space="preserve"> از پاسخ دخترش که سرشار از شکوه و کرامت بود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خشنود شد</w:t>
      </w:r>
    </w:p>
    <w:p w:rsidR="00EA031B" w:rsidRPr="008F6CE0" w:rsidRDefault="00061879" w:rsidP="0040629B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نه تنها او را به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حفظ خود داشت سرزنش نکرد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رفتارش را مورد تأ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تشو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قرار داد و فرمود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گواه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دهم که تو پاره تن من هست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تأ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نشانگر آن است که رفتارآن بانو بر طبق همان 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بوده است که رسول خدا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خواسته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0629B" w:rsidRPr="008F6CE0">
        <w:rPr>
          <w:rStyle w:val="libFootnotenumChar"/>
          <w:rFonts w:hint="cs"/>
          <w:rtl/>
        </w:rPr>
        <w:t>12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</w:t>
      </w:r>
      <w:r w:rsidRPr="008F6CE0">
        <w:rPr>
          <w:rtl/>
        </w:rPr>
        <w:t xml:space="preserve"> ما پس ازگذشت قرن ها که آن رفتار را مورد مطالعه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با ناباور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: </w:t>
      </w:r>
      <w:r w:rsidRPr="008F6CE0">
        <w:rPr>
          <w:rtl/>
        </w:rPr>
        <w:t>پوشاندن خود از مرد ناب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</w:t>
      </w:r>
      <w:r w:rsidRPr="008F6CE0">
        <w:rPr>
          <w:rtl/>
        </w:rPr>
        <w:t xml:space="preserve"> چه مفهوم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غافل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آن رفتار در بردارنده پاره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اصول روان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هنوز آدم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به درست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بدان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نبرده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آن با</w:t>
      </w:r>
      <w:r w:rsidRPr="008F6CE0">
        <w:rPr>
          <w:rFonts w:hint="eastAsia"/>
          <w:rtl/>
        </w:rPr>
        <w:t>نو</w:t>
      </w:r>
      <w:r w:rsidRPr="008F6CE0">
        <w:rPr>
          <w:rtl/>
        </w:rPr>
        <w:t xml:space="preserve"> با رفتار خود به امروز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مرد اگر مرد باشد ظرافت سنج است وپ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به ظرافت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توجّه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 از حضور زن در نزد خود احساس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هر چند ناب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</w:t>
      </w:r>
      <w:r w:rsidRPr="008F6CE0">
        <w:rPr>
          <w:rtl/>
        </w:rPr>
        <w:t xml:space="preserve"> باشد حضور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احساس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هر</w:t>
      </w:r>
      <w:r w:rsidRPr="008F6CE0">
        <w:rPr>
          <w:rtl/>
        </w:rPr>
        <w:t xml:space="preserve"> قدر زن در حضور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راکمتر بپوشاند 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نرمش نشان دهد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بخش تر است وبرا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در اجتماعات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افراد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چنان که از حضور دختران خشنود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حضور زنانِ شوهردار خشنود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در هر صورت وجود شوهر تا ح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کامجو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از زن را-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اگرکم پوشش باشد- محدود و ممنوع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کشش و هوسِ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سرکوب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مرد مطمئن شود زن حاضر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در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حال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حضور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با نرمش برخورد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 از نشان دادن اندام و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به نامحرم پره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زکند</w:t>
      </w:r>
      <w:r w:rsidRPr="008F6CE0">
        <w:rPr>
          <w:rtl/>
        </w:rPr>
        <w:t xml:space="preserve"> و در صحبت کردن و رفتارش نرمش نشان ندهد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درنگ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را در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خاموش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 و جرأت جسارت را در او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</w:t>
      </w:r>
      <w:r w:rsidR="00A807CF" w:rsidRPr="008F6CE0">
        <w:rPr>
          <w:rtl/>
        </w:rPr>
        <w:t xml:space="preserve">. </w:t>
      </w:r>
    </w:p>
    <w:p w:rsidR="0040629B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</w:t>
      </w:r>
      <w:r w:rsidRPr="008F6CE0">
        <w:rPr>
          <w:rtl/>
        </w:rPr>
        <w:t xml:space="preserve"> بانو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با رفتار خود به زنان امروز هشدار داده است که</w:t>
      </w:r>
      <w:r w:rsidR="00A807CF" w:rsidRPr="008F6CE0">
        <w:rPr>
          <w:rtl/>
        </w:rPr>
        <w:t xml:space="preserve">: </w:t>
      </w:r>
      <w:r w:rsidRPr="008F6CE0">
        <w:rPr>
          <w:rtl/>
        </w:rPr>
        <w:t>شما مردانِ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چشمِ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خود راکور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من کورآنان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نم</w:t>
      </w:r>
      <w:r w:rsidRPr="008F6CE0">
        <w:rPr>
          <w:rtl/>
        </w:rPr>
        <w:t xml:space="preserve">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نگرش نه بدان سبب است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مردان بدب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هرگز</w:t>
      </w:r>
      <w:r w:rsidR="001A33D5" w:rsidRPr="008F6CE0">
        <w:rPr>
          <w:rtl/>
        </w:rPr>
        <w:t xml:space="preserve">! </w:t>
      </w:r>
      <w:r w:rsidRPr="008F6CE0">
        <w:rPr>
          <w:rtl/>
        </w:rPr>
        <w:t>بلکه چون مرد در شناسا</w:t>
      </w:r>
      <w:r w:rsidRPr="008F6CE0">
        <w:rPr>
          <w:rFonts w:hint="cs"/>
          <w:rtl/>
        </w:rPr>
        <w:t>ییِ</w:t>
      </w:r>
      <w:r w:rsidRPr="008F6CE0">
        <w:rPr>
          <w:rtl/>
        </w:rPr>
        <w:t xml:space="preserve">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کور هم اگر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ناست</w:t>
      </w:r>
      <w:r w:rsidR="00A807CF" w:rsidRPr="008F6CE0">
        <w:rPr>
          <w:rtl/>
        </w:rPr>
        <w:t xml:space="preserve">. </w:t>
      </w:r>
    </w:p>
    <w:p w:rsidR="00061879" w:rsidRPr="008F6CE0" w:rsidRDefault="0040629B" w:rsidP="0040629B">
      <w:pPr>
        <w:pStyle w:val="Heading2"/>
        <w:rPr>
          <w:rtl/>
        </w:rPr>
      </w:pPr>
      <w:r w:rsidRPr="008F6CE0">
        <w:rPr>
          <w:rtl/>
        </w:rPr>
        <w:br w:type="page"/>
      </w:r>
      <w:bookmarkStart w:id="65" w:name="_Toc425750337"/>
      <w:r w:rsidRPr="008F6CE0">
        <w:rPr>
          <w:rFonts w:hint="cs"/>
          <w:rtl/>
        </w:rPr>
        <w:lastRenderedPageBreak/>
        <w:t>پی نوشت ها :</w:t>
      </w:r>
      <w:bookmarkEnd w:id="65"/>
    </w:p>
    <w:p w:rsidR="0040629B" w:rsidRPr="008F6CE0" w:rsidRDefault="0040629B" w:rsidP="00061879">
      <w:pPr>
        <w:pStyle w:val="libNormal"/>
        <w:rPr>
          <w:rtl/>
        </w:rPr>
      </w:pP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1.</w:t>
      </w:r>
      <w:r w:rsidRPr="008F6CE0">
        <w:rPr>
          <w:rtl/>
        </w:rPr>
        <w:tab/>
        <w:t>مسألة حجاب، مرتض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مطهر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ص69 -71.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2.</w:t>
      </w:r>
      <w:r w:rsidRPr="008F6CE0">
        <w:rPr>
          <w:rtl/>
        </w:rPr>
        <w:tab/>
        <w:t>حجاب در 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اله</w:t>
      </w:r>
      <w:r w:rsidRPr="008F6CE0">
        <w:rPr>
          <w:rFonts w:hint="cs"/>
          <w:rtl/>
        </w:rPr>
        <w:t>ی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3.</w:t>
      </w:r>
      <w:r w:rsidRPr="008F6CE0">
        <w:rPr>
          <w:rtl/>
        </w:rPr>
        <w:tab/>
        <w:t>الکاف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ج 5؛ ص515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4.</w:t>
      </w:r>
      <w:r w:rsidRPr="008F6CE0">
        <w:rPr>
          <w:rtl/>
        </w:rPr>
        <w:tab/>
        <w:t>مستدرک الوسائل، کتاب النکاح، باب 117، ح 15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5.</w:t>
      </w:r>
      <w:r w:rsidRPr="008F6CE0">
        <w:rPr>
          <w:rtl/>
        </w:rPr>
        <w:tab/>
        <w:t xml:space="preserve">سوره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اعراف،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27.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6.</w:t>
      </w:r>
      <w:r w:rsidRPr="008F6CE0">
        <w:rPr>
          <w:rtl/>
        </w:rPr>
        <w:tab/>
        <w:t>وسائل ا لش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عه،</w:t>
      </w:r>
      <w:r w:rsidRPr="008F6CE0">
        <w:rPr>
          <w:rtl/>
        </w:rPr>
        <w:t xml:space="preserve"> ج 14، ص 16.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7.</w:t>
      </w:r>
      <w:r w:rsidRPr="008F6CE0">
        <w:rPr>
          <w:rtl/>
        </w:rPr>
        <w:tab/>
        <w:t>وسائل الش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عه،</w:t>
      </w:r>
      <w:r w:rsidRPr="008F6CE0">
        <w:rPr>
          <w:rtl/>
        </w:rPr>
        <w:t xml:space="preserve"> ج 14، باب 3، ص10.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8.</w:t>
      </w:r>
      <w:r w:rsidRPr="008F6CE0">
        <w:rPr>
          <w:rtl/>
        </w:rPr>
        <w:tab/>
        <w:t>مستدرک الوسائل، کتاب نکاح، باب 80، ح 8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9.</w:t>
      </w:r>
      <w:r w:rsidRPr="008F6CE0">
        <w:rPr>
          <w:rtl/>
        </w:rPr>
        <w:tab/>
        <w:t>افراد متأهل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توانند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به کتاب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گرما</w:t>
      </w:r>
      <w:r w:rsidRPr="008F6CE0">
        <w:rPr>
          <w:rtl/>
        </w:rPr>
        <w:t xml:space="preserve"> (جلد اول از 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کتاب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«خوب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م»</w:t>
      </w:r>
      <w:r w:rsidRPr="008F6CE0">
        <w:rPr>
          <w:rtl/>
        </w:rPr>
        <w:t>) مراجعه فرما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>.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10.</w:t>
      </w:r>
      <w:r w:rsidRPr="008F6CE0">
        <w:rPr>
          <w:rtl/>
        </w:rPr>
        <w:tab/>
        <w:t>ما در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کتاب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کتاب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نگاشته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اماسزاواراست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موضوع کتاب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جدا نوشت.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11.</w:t>
      </w:r>
      <w:r w:rsidRPr="008F6CE0">
        <w:rPr>
          <w:rtl/>
        </w:rPr>
        <w:tab/>
        <w:t>پاسخ کامل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پرسش را درکتاب جلوه 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زنان و نگاه مردان نگاشته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>.</w:t>
      </w:r>
    </w:p>
    <w:p w:rsidR="0040629B" w:rsidRPr="008F6CE0" w:rsidRDefault="0040629B" w:rsidP="0040629B">
      <w:pPr>
        <w:pStyle w:val="libFootnote"/>
        <w:rPr>
          <w:rtl/>
        </w:rPr>
      </w:pPr>
      <w:r w:rsidRPr="008F6CE0">
        <w:rPr>
          <w:rtl/>
        </w:rPr>
        <w:t>12.</w:t>
      </w:r>
      <w:r w:rsidRPr="008F6CE0">
        <w:rPr>
          <w:rtl/>
        </w:rPr>
        <w:tab/>
        <w:t>بحارا لانوار، ج 104، ص 38.</w:t>
      </w:r>
    </w:p>
    <w:p w:rsidR="0040629B" w:rsidRPr="008F6CE0" w:rsidRDefault="0040629B" w:rsidP="00061879">
      <w:pPr>
        <w:pStyle w:val="libNormal"/>
        <w:rPr>
          <w:rtl/>
        </w:rPr>
      </w:pPr>
    </w:p>
    <w:p w:rsidR="00811B5D" w:rsidRPr="008F6CE0" w:rsidRDefault="00951E7F" w:rsidP="00E157FC">
      <w:pPr>
        <w:pStyle w:val="Heading1Center"/>
        <w:rPr>
          <w:rtl/>
        </w:rPr>
      </w:pPr>
      <w:r w:rsidRPr="008F6CE0">
        <w:rPr>
          <w:rtl/>
        </w:rPr>
        <w:br w:type="page"/>
      </w:r>
      <w:bookmarkStart w:id="66" w:name="_Toc425750338"/>
      <w:r w:rsidR="00061879" w:rsidRPr="008F6CE0">
        <w:rPr>
          <w:rFonts w:hint="eastAsia"/>
          <w:rtl/>
        </w:rPr>
        <w:lastRenderedPageBreak/>
        <w:t>فصل</w:t>
      </w:r>
      <w:r w:rsidR="00061879" w:rsidRPr="008F6CE0">
        <w:rPr>
          <w:rtl/>
        </w:rPr>
        <w:t xml:space="preserve"> پنجم</w:t>
      </w:r>
      <w:r w:rsidR="00A807CF" w:rsidRPr="008F6CE0">
        <w:rPr>
          <w:rtl/>
        </w:rPr>
        <w:t xml:space="preserve">: </w:t>
      </w:r>
      <w:r w:rsidR="00061879" w:rsidRPr="008F6CE0">
        <w:rPr>
          <w:rtl/>
        </w:rPr>
        <w:t>هراس و شهامت زنان</w:t>
      </w:r>
      <w:bookmarkEnd w:id="66"/>
    </w:p>
    <w:p w:rsidR="00811B5D" w:rsidRPr="008F6CE0" w:rsidRDefault="00061879" w:rsidP="00E157FC">
      <w:pPr>
        <w:pStyle w:val="Heading2"/>
        <w:rPr>
          <w:rtl/>
        </w:rPr>
      </w:pPr>
      <w:bookmarkStart w:id="67" w:name="_Toc425750339"/>
      <w:r w:rsidRPr="008F6CE0">
        <w:rPr>
          <w:rFonts w:hint="eastAsia"/>
          <w:rtl/>
        </w:rPr>
        <w:t>اشاره</w:t>
      </w:r>
      <w:bookmarkEnd w:id="67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حسرت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tl/>
        </w:rPr>
        <w:t xml:space="preserve"> زن در آغاز با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قدرت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خواهد مرد را از شناخت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باطن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محروم سازد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مطمئن شود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اقت</w:t>
      </w:r>
      <w:r w:rsidRPr="008F6CE0">
        <w:rPr>
          <w:rtl/>
        </w:rPr>
        <w:t xml:space="preserve"> درک آن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کران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ندارد او را در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ظواهر خود سرگردان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و به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مشغول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گرچه در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مر</w:t>
      </w:r>
      <w:r w:rsidRPr="008F6CE0">
        <w:rPr>
          <w:rFonts w:hint="eastAsia"/>
          <w:rtl/>
        </w:rPr>
        <w:t>حله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دوار</w:t>
      </w:r>
      <w:r w:rsidRPr="008F6CE0">
        <w:rPr>
          <w:rtl/>
        </w:rPr>
        <w:t xml:space="preserve"> است که 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از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اسرارآم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با اطلاع شود</w:t>
      </w:r>
      <w:r w:rsidR="00A807CF" w:rsidRPr="008F6CE0">
        <w:rPr>
          <w:rtl/>
        </w:rPr>
        <w:t xml:space="preserve">. </w:t>
      </w:r>
    </w:p>
    <w:p w:rsidR="00811B5D" w:rsidRPr="008F6CE0" w:rsidRDefault="00061879" w:rsidP="00951E7F">
      <w:pPr>
        <w:pStyle w:val="Heading2"/>
        <w:rPr>
          <w:rtl/>
        </w:rPr>
      </w:pPr>
      <w:bookmarkStart w:id="68" w:name="_Toc425750340"/>
      <w:r w:rsidRPr="008F6CE0">
        <w:rPr>
          <w:rFonts w:hint="eastAsia"/>
          <w:rtl/>
        </w:rPr>
        <w:t>نوزادان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Fonts w:hint="cs"/>
          <w:rtl/>
        </w:rPr>
        <w:t>ی</w:t>
      </w:r>
      <w:bookmarkEnd w:id="68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آرام آرام از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دور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 تجربه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پس از سال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برهنگان غرب به جهان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نشان داد سرنوشت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روشن ساخت که چون مرزها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اخلااق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زن و مرد برداشته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آسا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و شخص</w:t>
      </w:r>
      <w:r w:rsidRPr="008F6CE0">
        <w:rPr>
          <w:rFonts w:hint="cs"/>
          <w:rtl/>
        </w:rPr>
        <w:t>ی</w:t>
      </w:r>
      <w:r w:rsidRPr="008F6CE0">
        <w:rPr>
          <w:rtl/>
        </w:rPr>
        <w:t>ت زن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رکانه</w:t>
      </w:r>
      <w:r w:rsidRPr="008F6CE0">
        <w:rPr>
          <w:rtl/>
        </w:rPr>
        <w:t xml:space="preserve"> از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ستانده و در عوض به او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ارزان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گرددکه</w:t>
      </w:r>
      <w:r w:rsidRPr="008F6CE0">
        <w:rPr>
          <w:rtl/>
        </w:rPr>
        <w:t xml:space="preserve"> به اشتباه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شناخته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EA031B" w:rsidRPr="008F6CE0" w:rsidRDefault="00061879" w:rsidP="00061879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روزگار ما زنان در جوامع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دوشادوش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بدون پوشش لازم مشغول فعال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اند و به ظاهر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حقوق تازه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همانند آنچه نص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مردان شده است به دست آورده 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حال آن که ارزش زن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نوزاد گربه کمتر شده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درآن سرزم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ها آن اندازه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آرامش و رفاه حال گ</w:t>
      </w:r>
      <w:r w:rsidRPr="008F6CE0">
        <w:rPr>
          <w:rFonts w:hint="eastAsia"/>
          <w:rtl/>
        </w:rPr>
        <w:t>ربه</w:t>
      </w:r>
      <w:r w:rsidRPr="008F6CE0">
        <w:rPr>
          <w:rtl/>
        </w:rPr>
        <w:t xml:space="preserve"> ها تلاش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روان زن کوشش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صورت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آنجا گربه ها در زمان 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مورد مراقبت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Pr="008F6CE0">
        <w:rPr>
          <w:rtl/>
        </w:rPr>
        <w:t xml:space="preserve"> تا نوزادشان سالم تولدّ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و </w:t>
      </w:r>
      <w:r w:rsidRPr="008F6CE0">
        <w:rPr>
          <w:rtl/>
        </w:rPr>
        <w:lastRenderedPageBreak/>
        <w:t>خوب رشدکند</w:t>
      </w:r>
      <w:r w:rsidR="00A807CF" w:rsidRPr="008F6CE0">
        <w:rPr>
          <w:rtl/>
        </w:rPr>
        <w:t xml:space="preserve">... </w:t>
      </w:r>
      <w:r w:rsidRPr="008F6CE0">
        <w:rPr>
          <w:rtl/>
        </w:rPr>
        <w:t xml:space="preserve">اما «در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شب هشت هزار نوزاد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درکنار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tl/>
        </w:rPr>
        <w:t xml:space="preserve"> و در سطل زباله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»</w:t>
      </w:r>
      <w:r w:rsidR="00BF141D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(1)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سال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داشتم به دعوت برادرانم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آمر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</w:t>
      </w:r>
      <w:r w:rsidRPr="008F6CE0">
        <w:rPr>
          <w:rtl/>
        </w:rPr>
        <w:t xml:space="preserve"> شوم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دارم که نامه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از آنها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کردم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شب</w:t>
      </w:r>
      <w:r w:rsidRPr="008F6CE0">
        <w:rPr>
          <w:rtl/>
        </w:rPr>
        <w:t xml:space="preserve"> در آپارتمان ما غوغا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برپابود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همسا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</w:t>
      </w:r>
      <w:r w:rsidRPr="008F6CE0">
        <w:rPr>
          <w:rtl/>
        </w:rPr>
        <w:t xml:space="preserve"> در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شب مرا طلب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گفت گربه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خوابد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مثل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وقت 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مانش</w:t>
      </w:r>
      <w:r w:rsidRPr="008F6CE0">
        <w:rPr>
          <w:rtl/>
        </w:rPr>
        <w:t xml:space="preserve">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گفتم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عزا ندارد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مارستان</w:t>
      </w:r>
      <w:r w:rsidRPr="008F6CE0">
        <w:rPr>
          <w:rtl/>
        </w:rPr>
        <w:t xml:space="preserve"> مخصوص گربه هاتلفن کن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او بدون معطل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تلفن کرد و چهار دق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قه</w:t>
      </w:r>
      <w:r w:rsidRPr="008F6CE0">
        <w:rPr>
          <w:rtl/>
        </w:rPr>
        <w:t xml:space="preserve"> بعد ماش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پزشک </w:t>
      </w:r>
      <w:r w:rsidRPr="008F6CE0">
        <w:rPr>
          <w:rFonts w:hint="eastAsia"/>
          <w:rtl/>
        </w:rPr>
        <w:t>مخصوص</w:t>
      </w:r>
      <w:r w:rsidRPr="008F6CE0">
        <w:rPr>
          <w:rtl/>
        </w:rPr>
        <w:t xml:space="preserve"> به خانه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آنها گربه را همراه بردند و فردا صبح با چند بچه گربه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بازگشتند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قرار شد فردا شب هم پزشک از گربه ها و</w:t>
      </w:r>
      <w:r w:rsidR="00BF141D" w:rsidRPr="008F6CE0">
        <w:rPr>
          <w:rFonts w:hint="cs"/>
          <w:rtl/>
        </w:rPr>
        <w:t xml:space="preserve"> </w:t>
      </w:r>
      <w:r w:rsidRPr="008F6CE0">
        <w:rPr>
          <w:rtl/>
        </w:rPr>
        <w:t>مادرشان 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ادت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ادعا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پوشش ساده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امروز زنان مسلمان ما حجاب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شناسند به آنان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احترام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جز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BF141D" w:rsidRPr="008F6CE0">
        <w:rPr>
          <w:rFonts w:hint="cs"/>
          <w:rtl/>
        </w:rPr>
        <w:t xml:space="preserve"> </w:t>
      </w:r>
      <w:r w:rsidRPr="008F6CE0">
        <w:rPr>
          <w:rtl/>
        </w:rPr>
        <w:t>گفت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پوشش در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حدّ از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و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خواهد کرد و اگر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رشد فرهنگ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جامعه فراهم شود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است که زن علاوه بر امن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احترام کامل خود را هم به دست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آورد</w:t>
      </w:r>
      <w:r w:rsidR="00A807CF" w:rsidRPr="008F6CE0">
        <w:rPr>
          <w:rtl/>
        </w:rPr>
        <w:t xml:space="preserve">. </w:t>
      </w:r>
    </w:p>
    <w:p w:rsidR="00811B5D" w:rsidRPr="008F6CE0" w:rsidRDefault="00061879" w:rsidP="00951E7F">
      <w:pPr>
        <w:pStyle w:val="Heading2"/>
        <w:rPr>
          <w:rtl/>
        </w:rPr>
      </w:pPr>
      <w:bookmarkStart w:id="69" w:name="_Toc425750341"/>
      <w:r w:rsidRPr="008F6CE0">
        <w:rPr>
          <w:rFonts w:hint="eastAsia"/>
          <w:rtl/>
        </w:rPr>
        <w:t>تنها</w:t>
      </w:r>
      <w:r w:rsidR="00BF141D" w:rsidRPr="008F6CE0">
        <w:rPr>
          <w:rtl/>
        </w:rPr>
        <w:t xml:space="preserve"> </w:t>
      </w:r>
      <w:r w:rsidR="00BF141D" w:rsidRPr="008F6CE0">
        <w:rPr>
          <w:rFonts w:hint="cs"/>
          <w:rtl/>
        </w:rPr>
        <w:t>«</w:t>
      </w:r>
      <w:r w:rsidR="00BF141D" w:rsidRPr="008F6CE0">
        <w:rPr>
          <w:rtl/>
        </w:rPr>
        <w:t>پوشش</w:t>
      </w:r>
      <w:r w:rsidR="00BF141D" w:rsidRPr="008F6CE0">
        <w:rPr>
          <w:rFonts w:hint="cs"/>
          <w:rtl/>
        </w:rPr>
        <w:t>»</w:t>
      </w:r>
      <w:r w:rsidRPr="008F6CE0">
        <w:rPr>
          <w:rtl/>
        </w:rPr>
        <w:t xml:space="preserve"> مقصّرشناخته شد</w:t>
      </w:r>
      <w:bookmarkEnd w:id="69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پوششِ درست وکامل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 را حفظ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آن را ارجمندتر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 مستلزم آن است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سه نکته را در نظرگ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: </w:t>
      </w:r>
    </w:p>
    <w:p w:rsidR="00061879" w:rsidRPr="008F6CE0" w:rsidRDefault="00061879" w:rsidP="00BF141D">
      <w:pPr>
        <w:pStyle w:val="libNormal"/>
        <w:rPr>
          <w:rtl/>
        </w:rPr>
      </w:pPr>
      <w:r w:rsidRPr="008F6CE0">
        <w:rPr>
          <w:rtl/>
        </w:rPr>
        <w:t>1-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 تأم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امر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مفهوم درست خود ر 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ابدکه</w:t>
      </w:r>
      <w:r w:rsidRPr="008F6CE0">
        <w:rPr>
          <w:rtl/>
        </w:rPr>
        <w:t xml:space="preserve"> مجموعه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قو 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 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 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ازطرف خود او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رفته</w:t>
      </w:r>
      <w:r w:rsidRPr="008F6CE0">
        <w:rPr>
          <w:rtl/>
        </w:rPr>
        <w:t xml:space="preserve"> و اجرا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آنگاه که ارج و بها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نظر شناخته نشده و</w:t>
      </w:r>
      <w:r w:rsidR="00BF141D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lastRenderedPageBreak/>
        <w:t>رسم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باشد پوشش </w:t>
      </w:r>
      <w:r w:rsidR="007D1F6A" w:rsidRPr="008F6CE0">
        <w:rPr>
          <w:rtl/>
        </w:rPr>
        <w:t>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>- هرچندکامل باشد-ا حترام و ا 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 را تأم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صورت زن تنها به بخش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نه به مرتبه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کامل</w:t>
      </w:r>
      <w:r w:rsidRPr="008F6CE0">
        <w:rPr>
          <w:rtl/>
        </w:rPr>
        <w:t xml:space="preserve"> آن</w:t>
      </w:r>
      <w:r w:rsidR="00A807CF" w:rsidRPr="008F6CE0">
        <w:rPr>
          <w:rtl/>
        </w:rPr>
        <w:t xml:space="preserve">. </w:t>
      </w:r>
    </w:p>
    <w:p w:rsidR="00EA031B" w:rsidRPr="008F6CE0" w:rsidRDefault="00061879" w:rsidP="000116E4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تحل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برخانواده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مذهب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خرده گرفت که چگونه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 به ارج والا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دست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و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کامل خود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حجاب به تنها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همه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ستم به زن را مسدود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ستم ها </w:t>
      </w: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سبب عوامل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بر زن روا داشته شده است نه به سبب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مانند ستم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ممکن است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خانه 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همسر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روا داشته شود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116E4" w:rsidRPr="008F6CE0">
        <w:rPr>
          <w:rStyle w:val="libFootnotenumChar"/>
          <w:rFonts w:hint="cs"/>
          <w:rtl/>
        </w:rPr>
        <w:t>2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هنوز نتوانسته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جز به علل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خود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علت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تعم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نده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ستم خانوادگ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آشفتگ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بودن سطح فکر اجتماع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است که 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علت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علت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داردکه به حجاب فرد مربوط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هرگاه در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پدر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شوهر از اخ</w:t>
      </w:r>
      <w:r w:rsidRPr="008F6CE0">
        <w:rPr>
          <w:rFonts w:hint="eastAsia"/>
          <w:rtl/>
        </w:rPr>
        <w:t>لاق</w:t>
      </w:r>
      <w:r w:rsidRPr="008F6CE0">
        <w:rPr>
          <w:rtl/>
        </w:rPr>
        <w:t xml:space="preserve"> و مذهب دور باشد و فرهنگ رشد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نسبت به مقام زن کسب نکرده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احترام گزار همسر و دخترش نخواهد 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هرچند آنان بانوان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باحجاب باشند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BF141D">
      <w:pPr>
        <w:pStyle w:val="libNormal"/>
        <w:rPr>
          <w:rtl/>
        </w:rPr>
      </w:pPr>
      <w:r w:rsidRPr="008F6CE0">
        <w:rPr>
          <w:rtl/>
        </w:rPr>
        <w:t xml:space="preserve">2- اندوخته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ذهن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گروه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مردم نسبت به بانوان باحجاب خوشا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ما از خوب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 و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آن بر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 سخن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تصو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نامناسب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باحجاب در ذهن دار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مانع از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حجاب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درنگ عمه گلبانو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کوچ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ژول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بدخلق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کم فهم و عصب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مزاج است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در خانه مورد ستم شوهرش قرار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ذهن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تصو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حجاب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ناز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و ناخوشا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جلوه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و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را که حجاب </w:t>
      </w:r>
      <w:r w:rsidRPr="008F6CE0">
        <w:rPr>
          <w:rtl/>
        </w:rPr>
        <w:lastRenderedPageBreak/>
        <w:t>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آور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مشکل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ما عادت کرده ا</w:t>
      </w:r>
      <w:r w:rsidRPr="008F6CE0">
        <w:rPr>
          <w:rFonts w:hint="cs"/>
          <w:rtl/>
        </w:rPr>
        <w:t>ی</w:t>
      </w:r>
      <w:r w:rsidRPr="008F6CE0">
        <w:rPr>
          <w:rtl/>
        </w:rPr>
        <w:t>م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="00BF141D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حقا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را با ذهن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ردّ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صورت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به طور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در افکار ما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علت مشکلات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ضعف جسم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اکم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فراغت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بدخُلق و عصبان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مزاج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چه ارتباط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باحجاب دارد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اگر روا باشد که هر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عه</w:t>
      </w:r>
      <w:r w:rsidRPr="008F6CE0">
        <w:rPr>
          <w:rtl/>
        </w:rPr>
        <w:t xml:space="preserve"> ز</w:t>
      </w:r>
      <w:r w:rsidRPr="008F6CE0">
        <w:rPr>
          <w:rFonts w:hint="eastAsia"/>
          <w:rtl/>
        </w:rPr>
        <w:t>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باحجابان را به حجاب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مربوط دانست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گونه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عات</w:t>
      </w:r>
      <w:r w:rsidRPr="008F6CE0">
        <w:rPr>
          <w:rtl/>
        </w:rPr>
        <w:t xml:space="preserve"> و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مستحکم برقرار دانست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حال آن که در هر دو مورد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آشفتگ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وکاست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وضع پوشش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ندارد و 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علت آن ضعفا و آشفتگ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در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جستجوکرد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 (</w:t>
      </w:r>
      <w:r w:rsidRPr="008F6CE0">
        <w:rPr>
          <w:rtl/>
        </w:rPr>
        <w:t>دقّت شود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)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3-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ادعا کرد در اعطا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به زن مؤثر است حجاب کامل است نه ناقص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صورت نقصان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</w:t>
      </w:r>
      <w:r w:rsidRPr="008F6CE0">
        <w:rPr>
          <w:rtl/>
        </w:rPr>
        <w:t xml:space="preserve"> نقص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انتظار مورد نظر از آن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</w:t>
      </w:r>
      <w:r w:rsidR="00A807CF" w:rsidRPr="008F6CE0">
        <w:rPr>
          <w:rtl/>
        </w:rPr>
        <w:t xml:space="preserve">. </w:t>
      </w:r>
    </w:p>
    <w:p w:rsidR="00811B5D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مَثَل</w:t>
      </w:r>
      <w:r w:rsidRPr="008F6CE0">
        <w:rPr>
          <w:rtl/>
        </w:rPr>
        <w:t xml:space="preserve"> نقد بِه از استدلال نس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هر استدلال در اثبات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حجاب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عامل حفظ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مثال توجه فرما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061879" w:rsidRPr="008F6CE0" w:rsidRDefault="00061879" w:rsidP="00BF141D">
      <w:pPr>
        <w:pStyle w:val="libNormal"/>
        <w:rPr>
          <w:rtl/>
        </w:rPr>
      </w:pPr>
      <w:r w:rsidRPr="008F6CE0">
        <w:rPr>
          <w:rFonts w:hint="eastAsia"/>
          <w:rtl/>
        </w:rPr>
        <w:t>اگر</w:t>
      </w:r>
      <w:r w:rsidRPr="008F6CE0">
        <w:rPr>
          <w:rtl/>
        </w:rPr>
        <w:t xml:space="preserve">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ناپاک بخواهد دختر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دهد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دو دخترِ با حجاب</w:t>
      </w:r>
      <w:r w:rsidR="00BF141D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کدام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دوار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 xml:space="preserve">رانندگان گناهکار در مقابل کدام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توقف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شنهاد</w:t>
      </w:r>
      <w:r w:rsidRPr="008F6CE0">
        <w:rPr>
          <w:rtl/>
        </w:rPr>
        <w:t xml:space="preserve"> گناه باکدام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گذاشته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احتمالِ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به نگاه و محبت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درباره کدام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است کدام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در معرض آزار وکنا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 xml:space="preserve">کدام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جوانان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مجذوب </w:t>
      </w:r>
      <w:r w:rsidRPr="008F6CE0">
        <w:rPr>
          <w:rtl/>
        </w:rPr>
        <w:lastRenderedPageBreak/>
        <w:t>و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فته</w:t>
      </w:r>
      <w:r w:rsidRPr="008F6CE0">
        <w:rPr>
          <w:rtl/>
        </w:rPr>
        <w:t xml:space="preserve"> وگرفتار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خطر عشق ورز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نسبت به کدام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 xml:space="preserve">خانواده کدام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پاکدامن تر و به اصول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بندترند</w:t>
      </w:r>
      <w:r w:rsidR="001A33D5" w:rsidRPr="008F6CE0">
        <w:rPr>
          <w:rFonts w:hint="eastAsia"/>
          <w:rtl/>
        </w:rPr>
        <w:t xml:space="preserve">؟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خواستگاران</w:t>
      </w:r>
      <w:r w:rsidRPr="008F6CE0">
        <w:rPr>
          <w:rtl/>
        </w:rPr>
        <w:t xml:space="preserve"> کدام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مرد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آن که مجذوب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علاقه مند شده است</w:t>
      </w:r>
      <w:r w:rsidR="001A33D5" w:rsidRPr="008F6CE0">
        <w:rPr>
          <w:rtl/>
        </w:rPr>
        <w:t xml:space="preserve">؟ </w:t>
      </w:r>
    </w:p>
    <w:p w:rsidR="00811B5D" w:rsidRPr="008F6CE0" w:rsidRDefault="00061879" w:rsidP="00951E7F">
      <w:pPr>
        <w:pStyle w:val="Heading2"/>
        <w:rPr>
          <w:rtl/>
        </w:rPr>
      </w:pPr>
      <w:bookmarkStart w:id="70" w:name="_Toc425750342"/>
      <w:r w:rsidRPr="008F6CE0">
        <w:rPr>
          <w:rFonts w:hint="eastAsia"/>
          <w:rtl/>
        </w:rPr>
        <w:t>نگاه</w:t>
      </w:r>
      <w:r w:rsidRPr="008F6CE0">
        <w:rPr>
          <w:rtl/>
        </w:rPr>
        <w:t xml:space="preserve">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مزد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bookmarkEnd w:id="70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همه صحنه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کارو مزد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همه ما به نقد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نس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هر دم مزد کارها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بانوان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جلوه دادن اندام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را جلب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هر دو فرد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انجام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نگاه مزد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مزد مرد آن </w:t>
      </w:r>
      <w:r w:rsidRPr="008F6CE0">
        <w:rPr>
          <w:rFonts w:hint="eastAsia"/>
          <w:rtl/>
        </w:rPr>
        <w:t>است</w:t>
      </w:r>
      <w:r w:rsidRPr="008F6CE0">
        <w:rPr>
          <w:rtl/>
        </w:rPr>
        <w:t xml:space="preserve"> که در دلِ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آتش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 علاقه به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افروخته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 و مزد زن هم آن که آن نگاه ها را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احترام به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همان</w:t>
      </w:r>
      <w:r w:rsidRPr="008F6CE0">
        <w:rPr>
          <w:rtl/>
        </w:rPr>
        <w:t xml:space="preserve"> طورکه شعبده بازان و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شگران</w:t>
      </w:r>
      <w:r w:rsidRPr="008F6CE0">
        <w:rPr>
          <w:rtl/>
        </w:rPr>
        <w:t xml:space="preserve"> از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تماشاگران خرسند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خرسند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مزد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نگاه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تحس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اعتراف به توانا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اوست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نگاه 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زن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در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خود را در اسارت و استثمار مرد مشاهده کرده است و حکا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 و اخبار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صدها نمونه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نقد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نشان داده که او در عرصه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نتوانسته است برتر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قدرت خود را به مرد نشان دهد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حال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نگاه هاست که از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به او حکا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 نگاه به زن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اقرار به ضعف 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به حساب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 احساس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آن را غن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مت</w:t>
      </w:r>
      <w:r w:rsidRPr="008F6CE0">
        <w:rPr>
          <w:rtl/>
        </w:rPr>
        <w:t xml:space="preserve"> شمرد و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ادامه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را بهتر فراهم کرد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مشاهده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حالتِ چهره مردان و جوان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درماندگ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اندام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برهنه زن چشم دوخته اند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بخش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مردان به نظاره او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ازمندند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نگاه آنها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نتوان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که ادعا کند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در حضور 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افراد همجنس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رفتارها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جلب توجه مردان است نه زنان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سبب باشد که عطرها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زنان 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استفاده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عطرها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است که مردان از آن لذت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زنان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مردان</w:t>
      </w:r>
      <w:r w:rsidRPr="008F6CE0">
        <w:rPr>
          <w:rtl/>
        </w:rPr>
        <w:t xml:space="preserve"> به همان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</w:t>
      </w:r>
      <w:r w:rsidRPr="008F6CE0">
        <w:rPr>
          <w:rtl/>
        </w:rPr>
        <w:t xml:space="preserve"> زنان را از نگاه خود بهره مند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کنندکه زنان از پوشش خود کاسته باشند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 چه زن با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جلوه دلرباتر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مرد نشان دهد مرد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نگاه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نگاه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علامت احترام به زن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مردان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توجه را بدان س</w:t>
      </w:r>
      <w:r w:rsidRPr="008F6CE0">
        <w:rPr>
          <w:rFonts w:hint="eastAsia"/>
          <w:rtl/>
        </w:rPr>
        <w:t>بب</w:t>
      </w:r>
      <w:r w:rsidRPr="008F6CE0">
        <w:rPr>
          <w:rtl/>
        </w:rPr>
        <w:t xml:space="preserve"> نثار 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که او از نشان دادن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به مرد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Pr="008F6CE0">
        <w:rPr>
          <w:rtl/>
        </w:rPr>
        <w:t xml:space="preserve"> نکرده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با نثار نگاه ها از او قدردان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حال که تو از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بها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گران در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ما ساخت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زکه</w:t>
      </w:r>
      <w:r w:rsidRPr="008F6CE0">
        <w:rPr>
          <w:rtl/>
        </w:rPr>
        <w:t xml:space="preserve"> نگاه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مان</w:t>
      </w:r>
      <w:r w:rsidRPr="008F6CE0">
        <w:rPr>
          <w:rtl/>
        </w:rPr>
        <w:t xml:space="preserve"> باشد تو را محروم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اگر بانوان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توانستند با وجود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احترام و بزرگداشت خود 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شوند با توسّل به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بر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آمدند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951E7F">
      <w:pPr>
        <w:pStyle w:val="Heading2"/>
        <w:rPr>
          <w:rtl/>
        </w:rPr>
      </w:pPr>
      <w:bookmarkStart w:id="71" w:name="_Toc425750343"/>
      <w:r w:rsidRPr="008F6CE0">
        <w:rPr>
          <w:rFonts w:hint="eastAsia"/>
          <w:rtl/>
        </w:rPr>
        <w:t>مسابقه</w:t>
      </w:r>
      <w:r w:rsidRPr="008F6CE0">
        <w:rPr>
          <w:rtl/>
        </w:rPr>
        <w:t xml:space="preserve"> در عقبگرد</w:t>
      </w:r>
      <w:bookmarkEnd w:id="71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جامعه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مورد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قرار نگرفته باشد و زنان به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مورد توجّه و ارزشگذار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 اگر بخواهد بهتر احترام شود و به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زودتر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ناگز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است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از </w:t>
      </w:r>
      <w:r w:rsidRPr="008F6CE0">
        <w:rPr>
          <w:rtl/>
        </w:rPr>
        <w:lastRenderedPageBreak/>
        <w:t>معتقدات و رفتار خود فاصله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روز به روزکم پوشش تر از قبل در اجتماع حضور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در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جامعه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توجه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از ظاهر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باتر</w:t>
      </w:r>
      <w:r w:rsidRPr="008F6CE0">
        <w:rPr>
          <w:rtl/>
        </w:rPr>
        <w:t xml:space="preserve"> و دلرباتر و شغل بهتر بهره مندند و به پوشش توجّه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جوامع دختران جوان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«پذ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»و مصون ماندن از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روز به روز از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فاصله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Pr="008F6CE0">
        <w:rPr>
          <w:rtl/>
        </w:rPr>
        <w:t xml:space="preserve"> در همه نهادها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هرچه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تر حضور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Pr="008F6CE0">
        <w:rPr>
          <w:rtl/>
        </w:rPr>
        <w:t xml:space="preserve"> از توجه افراد بهتر و زودتر بهره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برند و درن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به مقاصد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ناصح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خود مو</w:t>
      </w:r>
      <w:r w:rsidRPr="008F6CE0">
        <w:rPr>
          <w:rFonts w:hint="eastAsia"/>
          <w:rtl/>
        </w:rPr>
        <w:t>فّق</w:t>
      </w:r>
      <w:r w:rsidRPr="008F6CE0">
        <w:rPr>
          <w:rtl/>
        </w:rPr>
        <w:t xml:space="preserve"> ترند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مغازه دار و تاکس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ران و مد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اداره و سرپرست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مارستان</w:t>
      </w:r>
      <w:r w:rsidRPr="008F6CE0">
        <w:rPr>
          <w:rtl/>
        </w:rPr>
        <w:t xml:space="preserve">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همه به آن که کم پوشش تر است بهتر توجه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کنند</w:t>
      </w:r>
      <w:r w:rsidRPr="008F6CE0">
        <w:rPr>
          <w:rtl/>
        </w:rPr>
        <w:t xml:space="preserve"> تا آن که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آسان تر نمره و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 تا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بدرفتار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تحمل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تا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؛ </w:t>
      </w:r>
      <w:r w:rsidRPr="008F6CE0">
        <w:rPr>
          <w:rtl/>
        </w:rPr>
        <w:t>هر چند اول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بدون دانش و معرفت و دو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سرآمد علم و پاک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. </w:t>
      </w:r>
    </w:p>
    <w:p w:rsidR="00811B5D" w:rsidRPr="008F6CE0" w:rsidRDefault="00061879" w:rsidP="00BF141D">
      <w:pPr>
        <w:pStyle w:val="Heading2"/>
        <w:rPr>
          <w:rtl/>
        </w:rPr>
      </w:pPr>
      <w:bookmarkStart w:id="72" w:name="_Toc425750344"/>
      <w:r w:rsidRPr="008F6CE0">
        <w:rPr>
          <w:rFonts w:hint="eastAsia"/>
          <w:rtl/>
        </w:rPr>
        <w:t>کاخ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هزاران نقاش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</w:t>
      </w:r>
      <w:r w:rsidRPr="008F6CE0">
        <w:rPr>
          <w:rtl/>
        </w:rPr>
        <w:t xml:space="preserve"> آور</w:t>
      </w:r>
      <w:bookmarkEnd w:id="72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زن را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بزرگ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نقاش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دگار</w:t>
      </w:r>
      <w:r w:rsidRPr="008F6CE0">
        <w:rPr>
          <w:rtl/>
        </w:rPr>
        <w:t xml:space="preserve"> تعر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کرد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سراسر وجود او 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قدرت پروردگار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اوکاخ باشکوه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در هر زاو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منظره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</w:t>
      </w:r>
      <w:r w:rsidRPr="008F6CE0">
        <w:rPr>
          <w:rtl/>
        </w:rPr>
        <w:t xml:space="preserve"> آور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نصب شده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مناظر وجود او چنان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و چشمگ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است که هرکس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ازآنها بنگرد ب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مجذوب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Pr="008F6CE0">
        <w:rPr>
          <w:rtl/>
        </w:rPr>
        <w:t xml:space="preserve"> که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مناظر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کاخ وجود او غافل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اندام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صدا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راه رفتن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نگاه کردن و مهر و عاطفه او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همان تابلوها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نقاش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کاخ وجود زن است که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نندگان</w:t>
      </w:r>
      <w:r w:rsidRPr="008F6CE0">
        <w:rPr>
          <w:rtl/>
        </w:rPr>
        <w:t xml:space="preserve"> را چنان مجذوب و مدهوش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که از نظاره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کباره</w:t>
      </w:r>
      <w:r w:rsidRPr="008F6CE0">
        <w:rPr>
          <w:rtl/>
        </w:rPr>
        <w:t xml:space="preserve"> کاخ وجود او غافل و محروم 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. </w:t>
      </w:r>
    </w:p>
    <w:p w:rsidR="00EA031B" w:rsidRPr="008F6CE0" w:rsidRDefault="00061879" w:rsidP="000116E4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افزون</w:t>
      </w:r>
      <w:r w:rsidRPr="008F6CE0">
        <w:rPr>
          <w:rtl/>
        </w:rPr>
        <w:t xml:space="preserve">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ظاهر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صدها نعمت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دگار</w:t>
      </w:r>
      <w:r w:rsidRPr="008F6CE0">
        <w:rPr>
          <w:rtl/>
        </w:rPr>
        <w:t xml:space="preserve"> در وجود او نهفته که اگرکس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چشم به ظواهر او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از نظاره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باز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مگر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مانند خانواده که امکان استفاده از همه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زن فراهم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116E4" w:rsidRPr="008F6CE0">
        <w:rPr>
          <w:rStyle w:val="libFootnotenumChar"/>
          <w:rFonts w:hint="cs"/>
          <w:rtl/>
        </w:rPr>
        <w:t>3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BF141D">
      <w:pPr>
        <w:pStyle w:val="libNormal"/>
        <w:rPr>
          <w:rtl/>
        </w:rPr>
      </w:pPr>
      <w:r w:rsidRPr="008F6CE0">
        <w:rPr>
          <w:rFonts w:hint="eastAsia"/>
          <w:rtl/>
        </w:rPr>
        <w:t>درا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آنچه به جنبه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او مربوط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درنگاه سطح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ظاهرب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نِ</w:t>
      </w:r>
      <w:r w:rsidRPr="008F6CE0">
        <w:rPr>
          <w:rtl/>
        </w:rPr>
        <w:t xml:space="preserve"> اغلب مردم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چشمگ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رتر</w:t>
      </w:r>
      <w:r w:rsidRPr="008F6CE0">
        <w:rPr>
          <w:rtl/>
        </w:rPr>
        <w:t xml:space="preserve"> از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و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رماد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اساس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قرارداد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جامعه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کم حجاب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) </w:t>
      </w:r>
      <w:r w:rsidRPr="008F6CE0">
        <w:rPr>
          <w:rtl/>
        </w:rPr>
        <w:t>استو 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 و 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ارزش و احترام و توجّه به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خصوص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او شناخته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آنچه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قتِ</w:t>
      </w:r>
      <w:r w:rsidRPr="008F6CE0">
        <w:rPr>
          <w:rtl/>
        </w:rPr>
        <w:t xml:space="preserve"> زن را تشکل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باا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نگرش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مفقود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 و رفته رفته فراموش و بلکه انکار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آنگاه نظام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حاکم بر جامعه و چه بسا نظام خانواده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اصلِ وجود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="00BF141D" w:rsidRPr="008F6CE0">
        <w:rPr>
          <w:rtl/>
        </w:rPr>
        <w:t>استعداد</w:t>
      </w:r>
      <w:r w:rsidRPr="008F6CE0">
        <w:rPr>
          <w:rtl/>
        </w:rPr>
        <w:t>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رماد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 و بلکه آن ر ا درک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هرگاه فرد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فرهنگ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eastAsia"/>
          <w:rtl/>
        </w:rPr>
        <w:t>خواهد</w:t>
      </w:r>
      <w:r w:rsidRPr="008F6CE0">
        <w:rPr>
          <w:rtl/>
        </w:rPr>
        <w:t xml:space="preserve"> همان استعدادها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ظاهِر زن ر ا با طرح حجاب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پوشش قر ار دهد 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ضابطه و 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تع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کند 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همگان-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زنان- طرحش مخالف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و عامل عقبگرَد قلمدادگردد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آنان زن را همان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تعر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کرده اند و چون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بخواهد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عرصه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ضابطه و قانون مشخص کند به عنصر نامتمدن و مخالف حقوق زن شناخته و معرف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چنان که امروزه اسلام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انِ</w:t>
      </w:r>
      <w:r w:rsidRPr="008F6CE0">
        <w:rPr>
          <w:rtl/>
        </w:rPr>
        <w:t xml:space="preserve"> حام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قتاً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روان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 که با تفکّر اشتباه در 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او را محدودساخته و حقوق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ناد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انگاشته اند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جنبه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رماد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که در مقا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سه</w:t>
      </w:r>
      <w:r w:rsidRPr="008F6CE0">
        <w:rPr>
          <w:rtl/>
        </w:rPr>
        <w:t xml:space="preserve"> با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و ماد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اهم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برخوردار است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از«و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«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خدا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در نظامِ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بر فرهنگ 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زن ستانده شده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آدم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عاطفه و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محبّت وجود دارد ثمر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ثم</w:t>
      </w:r>
      <w:r w:rsidRPr="008F6CE0">
        <w:rPr>
          <w:rFonts w:hint="eastAsia"/>
          <w:rtl/>
        </w:rPr>
        <w:t>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نظام خانواده است که با سرپرست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مادر و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فرزند 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گرفته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جوامع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رمعتقد</w:t>
      </w:r>
      <w:r w:rsidRPr="008F6CE0">
        <w:rPr>
          <w:rtl/>
        </w:rPr>
        <w:t xml:space="preserve"> به حجاب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مفهوم مادر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برادر و خانواده و رابطه فام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همه مفاه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معناست و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عاطف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فرزند و عشق به شوهر و بچه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رخت بربسته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تعر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زن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جوامع همان بود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خواند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عنصر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او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لذّت مرد و هوسران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صاحبان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و</w:t>
      </w:r>
      <w:r w:rsidR="00A807CF" w:rsidRPr="008F6CE0">
        <w:rPr>
          <w:rtl/>
        </w:rPr>
        <w:t>...</w:t>
      </w:r>
      <w:r w:rsidR="001A33D5" w:rsidRPr="008F6CE0">
        <w:rPr>
          <w:rtl/>
        </w:rPr>
        <w:t xml:space="preserve">! </w:t>
      </w:r>
      <w:r w:rsidRPr="008F6CE0">
        <w:rPr>
          <w:rtl/>
        </w:rPr>
        <w:t>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فروخته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تا به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بچشاند وگاه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تا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کار راگرم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ببخشد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</w:t>
      </w:r>
      <w:r w:rsidR="00A807CF" w:rsidRPr="008F6CE0">
        <w:rPr>
          <w:rtl/>
        </w:rPr>
        <w:t>...</w:t>
      </w:r>
      <w:r w:rsidR="001A33D5" w:rsidRPr="008F6CE0">
        <w:rPr>
          <w:rtl/>
        </w:rPr>
        <w:t xml:space="preserve">! </w:t>
      </w:r>
    </w:p>
    <w:p w:rsidR="00061879" w:rsidRPr="008F6CE0" w:rsidRDefault="00061879" w:rsidP="000116E4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نگرش اسلام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که به پوشش زن در مقابل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تأک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 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زن سرچشمه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مهربان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خداست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عاطفه و مهر او جهان چون آتشفشان گداخته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رحم و سوزنده است و چون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خْ</w:t>
      </w:r>
      <w:r w:rsidRPr="008F6CE0">
        <w:rPr>
          <w:rtl/>
        </w:rPr>
        <w:t xml:space="preserve"> سرد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روح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هنوز بشر به کرانه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قدرت عاطفه و مهر زن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نبرده است و البته که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نخواهد برد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مرد را به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بهره مند شدن از لذت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راه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کوشش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ازگناهان باز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هنر و صنعت زن اداره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هم بدون کمک او از مرد ساخته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116E4" w:rsidRPr="008F6CE0">
        <w:rPr>
          <w:rStyle w:val="libFootnotenumChar"/>
          <w:rFonts w:hint="cs"/>
          <w:rtl/>
        </w:rPr>
        <w:t>4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</w:t>
      </w:r>
      <w:r w:rsidR="00A807CF" w:rsidRPr="008F6CE0">
        <w:rPr>
          <w:rtl/>
        </w:rPr>
        <w:t xml:space="preserve">: </w:t>
      </w:r>
      <w:r w:rsidRPr="008F6CE0">
        <w:rPr>
          <w:rtl/>
        </w:rPr>
        <w:t xml:space="preserve">به گفته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روان شناس</w:t>
      </w:r>
      <w:r w:rsidR="00A807CF" w:rsidRPr="008F6CE0">
        <w:rPr>
          <w:rtl/>
        </w:rPr>
        <w:t xml:space="preserve">: </w:t>
      </w:r>
    </w:p>
    <w:p w:rsidR="00EA031B" w:rsidRPr="008F6CE0" w:rsidRDefault="00061879" w:rsidP="000116E4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مردان</w:t>
      </w:r>
      <w:r w:rsidR="00124A1D" w:rsidRPr="008F6CE0">
        <w:rPr>
          <w:rtl/>
        </w:rPr>
        <w:t xml:space="preserve"> (</w:t>
      </w:r>
      <w:r w:rsidRPr="008F6CE0">
        <w:rPr>
          <w:rtl/>
        </w:rPr>
        <w:t>در فرهنگ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اله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)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صبر و طاقت و از خود گذشتگ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ذکاوت جنون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زن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منظور و مقصد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فقط دارا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جنبه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محسنات فکر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 نستوده اند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 (</w:t>
      </w:r>
      <w:r w:rsidRPr="008F6CE0">
        <w:rPr>
          <w:rtl/>
        </w:rPr>
        <w:t>و چه بسا بدان توجه نداشته اند تا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بستا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) </w:t>
      </w:r>
      <w:r w:rsidR="00EA031B" w:rsidRPr="008F6CE0">
        <w:rPr>
          <w:rStyle w:val="libFootnotenumChar"/>
          <w:rtl/>
        </w:rPr>
        <w:t>(</w:t>
      </w:r>
      <w:r w:rsidR="000116E4" w:rsidRPr="008F6CE0">
        <w:rPr>
          <w:rStyle w:val="libFootnotenumChar"/>
          <w:rFonts w:hint="cs"/>
          <w:rtl/>
        </w:rPr>
        <w:t>5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هرگاه</w:t>
      </w:r>
      <w:r w:rsidRPr="008F6CE0">
        <w:rPr>
          <w:rtl/>
        </w:rPr>
        <w:t xml:space="preserve"> در صحنه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اجتماع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 بتواند با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خوش خندگ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باساز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مقامات و احترامات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به سراغ فضا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رشد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با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جلوه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قلب هر فروشنده و تاجر و رئ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را به خود متما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درآن ص</w:t>
      </w:r>
      <w:r w:rsidRPr="008F6CE0">
        <w:rPr>
          <w:rFonts w:hint="eastAsia"/>
          <w:rtl/>
        </w:rPr>
        <w:t>ورت</w:t>
      </w:r>
      <w:r w:rsidRPr="008F6CE0">
        <w:rPr>
          <w:rtl/>
        </w:rPr>
        <w:t xml:space="preserve"> چه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کسب معنو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دارد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آنگاه 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ها و استخدام ها همه بر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توانا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استوار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 نه داشتن کمالات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آن سو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آن که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اش را به رخ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کشد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ازهمه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محروم ماند و شانس موفق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ارتقا را به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واگذارد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عج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زنان خود بهتر ازمردان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نسبت به ظواهر زن اطلاع دارند و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کوشند</w:t>
      </w:r>
      <w:r w:rsidRPr="008F6CE0">
        <w:rPr>
          <w:rtl/>
        </w:rPr>
        <w:t xml:space="preserve"> تا مرد را به ارزش خود آگاه سازند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من</w:t>
      </w:r>
      <w:r w:rsidRPr="008F6CE0">
        <w:rPr>
          <w:rtl/>
        </w:rPr>
        <w:t xml:space="preserve"> دختر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تحص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لکرده</w:t>
      </w:r>
      <w:r w:rsidRPr="008F6CE0">
        <w:rPr>
          <w:rtl/>
        </w:rPr>
        <w:t xml:space="preserve"> ام که مدت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به دنبالِ کسبِ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شغلِ مطابقِ ذوقم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تلاش و جستجو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اما هرروز که از جستجو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گذرد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تلخ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برم که اغلب مردها-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خانم ها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با من همدرد باشند- قبل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به دانش و تخصّصم توجه کنند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ظاهرِ اندام و صورتم توجه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منظور من گمان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کنم تنها «آشکار بودنِ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وجب صورت ما زنان» قادر است تا همه ارزش ها را به هم بزند و کمالات واقع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 را بپوشاند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بودن کاملِ صورت امر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مشکل به نظر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را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از نظر دور داشت که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بودن چهره مانع از آن است که ما زنان همان گونه که هست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مطرح شو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علت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گونه جوامع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آنها که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جذّابتر دارند جلو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افتند و بدون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ترق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و بازار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واقع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سرد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رونق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نمونه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جفا 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 xml:space="preserve">توان در مصاحبه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صورت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به وضوح مشاهده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هر اداره و کارخانه و مؤسسه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پس از آزمون ورود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مصاحبه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شخص داوطلب به عمل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عمو</w:t>
      </w:r>
      <w:r w:rsidRPr="008F6CE0">
        <w:rPr>
          <w:rFonts w:hint="eastAsia"/>
          <w:rtl/>
        </w:rPr>
        <w:t>ماً</w:t>
      </w:r>
      <w:r w:rsidRPr="008F6CE0">
        <w:rPr>
          <w:rtl/>
        </w:rPr>
        <w:t xml:space="preserve"> دختران و زنان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نظر جمال و جذاب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دارا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سهم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هستند مورد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جمالِ کمتر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برخوردار است-هر چند دارا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کمالات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باشد- بدون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عذر موجّه در مصاحبه مردود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</w:t>
      </w:r>
      <w:r w:rsidR="00A807CF" w:rsidRPr="008F6CE0">
        <w:rPr>
          <w:rtl/>
        </w:rPr>
        <w:t xml:space="preserve">. </w:t>
      </w:r>
    </w:p>
    <w:p w:rsidR="0042410C" w:rsidRPr="008F6CE0" w:rsidRDefault="00061879" w:rsidP="0042410C">
      <w:pPr>
        <w:pStyle w:val="libNormal"/>
        <w:rPr>
          <w:rtl/>
        </w:rPr>
      </w:pPr>
      <w:r w:rsidRPr="008F6CE0">
        <w:rPr>
          <w:rFonts w:hint="eastAsia"/>
          <w:rtl/>
        </w:rPr>
        <w:t>هر</w:t>
      </w:r>
      <w:r w:rsidRPr="008F6CE0">
        <w:rPr>
          <w:rtl/>
        </w:rPr>
        <w:t xml:space="preserve"> چند من خود از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دارم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درست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استعدادها و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واقع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تحت شعاعِ ظواهر جسمان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قرار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ظاهرِ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ارِ</w:t>
      </w:r>
      <w:r w:rsidRPr="008F6CE0">
        <w:rPr>
          <w:rtl/>
        </w:rPr>
        <w:t xml:space="preserve">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 قرار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چه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کرد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آورنده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خود خانم ها بود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اند و البته ضرر آن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خود آنها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چشند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42410C">
      <w:pPr>
        <w:pStyle w:val="Heading2"/>
        <w:rPr>
          <w:rtl/>
        </w:rPr>
      </w:pPr>
      <w:bookmarkStart w:id="73" w:name="_Toc425750345"/>
      <w:r w:rsidRPr="008F6CE0">
        <w:rPr>
          <w:rFonts w:hint="eastAsia"/>
          <w:rtl/>
        </w:rPr>
        <w:t>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جامعه شناسان</w:t>
      </w:r>
      <w:bookmarkEnd w:id="73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مباحث جامعه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: </w:t>
      </w:r>
      <w:r w:rsidRPr="008F6CE0">
        <w:rPr>
          <w:rtl/>
        </w:rPr>
        <w:t>در هر فرهنگ و اجتماع همواره افراد در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تأث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و تبل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غات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که مورد توجه و تقاضا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عموم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موضوع 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ورزش است وگاه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رفتار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جنگ و حماسه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در بحث مورد گفتگو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جار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توجّه و 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نزد مردم به ظاهر لباس و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افراد است آنها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به دنبال سامان دادن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شاخص ها گام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 و آرمان ها وکوشش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همه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سو رو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خود را با ناپوش</w:t>
      </w:r>
      <w:r w:rsidRPr="008F6CE0">
        <w:rPr>
          <w:rFonts w:hint="cs"/>
          <w:rtl/>
        </w:rPr>
        <w:t>ی</w:t>
      </w:r>
      <w:r w:rsidRPr="008F6CE0">
        <w:rPr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مورد توجّه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ناخواسته به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سوق داده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بدون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تبل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Pr="008F6CE0">
        <w:rPr>
          <w:rtl/>
        </w:rPr>
        <w:t xml:space="preserve"> و اندرز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بدان اشت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اق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و رفته رفته سع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خود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جلب نگاه ها </w:t>
      </w:r>
      <w:r w:rsidRPr="008F6CE0">
        <w:rPr>
          <w:rtl/>
        </w:rPr>
        <w:lastRenderedPageBreak/>
        <w:t>آن گونه کند که پسندآورتر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 صورت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پند و هشدار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را متوجّه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به </w:t>
      </w:r>
      <w:r w:rsidRPr="008F6CE0">
        <w:rPr>
          <w:rFonts w:hint="eastAsia"/>
          <w:rtl/>
        </w:rPr>
        <w:t>بازگشت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وانم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</w:p>
    <w:p w:rsidR="00811B5D" w:rsidRPr="008F6CE0" w:rsidRDefault="00061879" w:rsidP="00951E7F">
      <w:pPr>
        <w:pStyle w:val="Heading2"/>
        <w:rPr>
          <w:rtl/>
        </w:rPr>
      </w:pPr>
      <w:bookmarkStart w:id="74" w:name="_Toc425750346"/>
      <w:r w:rsidRPr="008F6CE0">
        <w:rPr>
          <w:rFonts w:hint="eastAsia"/>
          <w:rtl/>
        </w:rPr>
        <w:t>آن</w:t>
      </w:r>
      <w:r w:rsidRPr="008F6CE0">
        <w:rPr>
          <w:rtl/>
        </w:rPr>
        <w:t xml:space="preserve">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صحنه</w:t>
      </w:r>
      <w:bookmarkEnd w:id="74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بانوان درگفتگو و حضور نزد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گانگان</w:t>
      </w:r>
      <w:r w:rsidRPr="008F6CE0">
        <w:rPr>
          <w:rtl/>
        </w:rPr>
        <w:t xml:space="preserve"> از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ازات</w:t>
      </w:r>
      <w:r w:rsidRPr="008F6CE0">
        <w:rPr>
          <w:rtl/>
        </w:rPr>
        <w:t xml:space="preserve">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کننده خود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جلب توجه بهره 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Pr="008F6CE0">
        <w:rPr>
          <w:rtl/>
        </w:rPr>
        <w:t xml:space="preserve"> تفاوت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بحران ساز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به سبب ناز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اجتماع طرد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عقده و فشارعصب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رقابت ناصح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و حسادت کاهش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و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رشد هر استعداد- با هر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و اندام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فرد دارد- فراهم است و زن به مع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وکمالات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محک زده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به داشتن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جذاب و</w:t>
      </w:r>
      <w:r w:rsidR="00A807CF" w:rsidRPr="008F6CE0">
        <w:rPr>
          <w:rtl/>
        </w:rPr>
        <w:t xml:space="preserve">.... </w:t>
      </w:r>
      <w:r w:rsidRPr="008F6CE0">
        <w:rPr>
          <w:rtl/>
        </w:rPr>
        <w:t>در آن صورت بانوان بهتر به توانا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برند و خواهند دانست که آن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محدود و منحصر به ظاهر سر و صورت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تا بهره 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منحصر به جلوه دادنِ هرچه بهتر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نها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و غن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و ناز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تحص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لکرده</w:t>
      </w:r>
      <w:r w:rsidRPr="008F6CE0">
        <w:rPr>
          <w:rtl/>
        </w:rPr>
        <w:t xml:space="preserve"> و عام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جوان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چندان شناسا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امکان 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هوس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کاهش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و آنگاه انحراف و فشار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آشکار بودن چهره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لباس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اندام و</w:t>
      </w:r>
      <w:r w:rsidR="00A807CF" w:rsidRPr="008F6CE0">
        <w:rPr>
          <w:rtl/>
        </w:rPr>
        <w:t xml:space="preserve">...، </w:t>
      </w:r>
      <w:r w:rsidRPr="008F6CE0">
        <w:rPr>
          <w:rtl/>
        </w:rPr>
        <w:t>محک زدن پاکدا</w:t>
      </w:r>
      <w:r w:rsidRPr="008F6CE0">
        <w:rPr>
          <w:rFonts w:hint="eastAsia"/>
          <w:rtl/>
        </w:rPr>
        <w:t>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افراد به آسان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ممکن است و به سادگ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دختران بدون همسر را از زنان شناسا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کرد و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ساز انحراف آنان شد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زنان</w:t>
      </w:r>
      <w:r w:rsidRPr="008F6CE0">
        <w:rPr>
          <w:rtl/>
        </w:rPr>
        <w:t xml:space="preserve"> خود تا حدّ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نکته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برده اند که پوشش ناکامل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تقدّس و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سازگار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 در اماکن مقدس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تر حضور </w:t>
      </w:r>
      <w:r w:rsidRPr="008F6CE0">
        <w:rPr>
          <w:rtl/>
        </w:rPr>
        <w:lastRenderedPageBreak/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 که آن جا صحنه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ظاهر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 در آنجا خر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tl/>
        </w:rPr>
        <w:t xml:space="preserve"> آن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چهره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Fonts w:hint="eastAsia"/>
          <w:rtl/>
        </w:rPr>
        <w:t xml:space="preserve">؛ </w:t>
      </w:r>
      <w:r w:rsidRPr="008F6CE0">
        <w:rPr>
          <w:rtl/>
        </w:rPr>
        <w:t>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هر زن داراست 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شکوفا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951E7F">
      <w:pPr>
        <w:pStyle w:val="Heading2"/>
        <w:rPr>
          <w:rtl/>
        </w:rPr>
      </w:pPr>
      <w:bookmarkStart w:id="75" w:name="_Toc425750347"/>
      <w:r w:rsidRPr="008F6CE0">
        <w:rPr>
          <w:rFonts w:hint="eastAsia"/>
          <w:rtl/>
        </w:rPr>
        <w:t>زنان</w:t>
      </w:r>
      <w:r w:rsidRPr="008F6CE0">
        <w:rPr>
          <w:rtl/>
        </w:rPr>
        <w:t xml:space="preserve"> باشهامت و هراسناک</w:t>
      </w:r>
      <w:bookmarkEnd w:id="75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بانوان آنهاکه به پوشش خود اهم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 از حضور در مجامع عموم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گانگان</w:t>
      </w:r>
      <w:r w:rsidRPr="008F6CE0">
        <w:rPr>
          <w:rtl/>
        </w:rPr>
        <w:t xml:space="preserve"> احساس خرسند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و به عکس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آنها که کم پوشش اند بدون ترس و اضطراب دوشادوش مردان همه جا حضور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در نگاه سطح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شهامت </w:t>
      </w:r>
      <w:r w:rsidRPr="008F6CE0">
        <w:rPr>
          <w:rFonts w:hint="eastAsia"/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 ارزان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ترس و اضطرابش را افزون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1A33D5" w:rsidRPr="008F6CE0">
        <w:rPr>
          <w:rtl/>
        </w:rPr>
        <w:t xml:space="preserve">! </w:t>
      </w:r>
    </w:p>
    <w:p w:rsidR="00061879" w:rsidRPr="008F6CE0" w:rsidRDefault="00061879" w:rsidP="000116E4">
      <w:pPr>
        <w:pStyle w:val="libNormal"/>
        <w:rPr>
          <w:rtl/>
        </w:rPr>
      </w:pPr>
      <w:r w:rsidRPr="008F6CE0">
        <w:rPr>
          <w:rFonts w:hint="eastAsia"/>
          <w:rtl/>
        </w:rPr>
        <w:t>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اگر آن احساس زنان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آرامش باشد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برهنگان غرب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بدان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باشند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«ب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تماس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گانه»</w:t>
      </w:r>
      <w:r w:rsidRPr="008F6CE0">
        <w:rPr>
          <w:rtl/>
        </w:rPr>
        <w:t xml:space="preserve"> حاک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شهامت و اطم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باشد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زنان بدکار جهان را از شجاعان روزگار دانست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احساس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tl/>
        </w:rPr>
        <w:t xml:space="preserve"> شدن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است</w:t>
      </w:r>
      <w:r w:rsidR="0042410C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0116E4" w:rsidRPr="008F6CE0">
        <w:rPr>
          <w:rStyle w:val="libFootnotenumChar"/>
          <w:rFonts w:hint="cs"/>
          <w:rtl/>
        </w:rPr>
        <w:t>6</w:t>
      </w:r>
      <w:r w:rsidR="00EA031B" w:rsidRPr="008F6CE0">
        <w:rPr>
          <w:rStyle w:val="libFootnotenumChar"/>
          <w:rtl/>
        </w:rPr>
        <w:t>)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>را زن هرچه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گفتگو و برخورد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داشته باشد رفته رفته احساس شرم و ترسِ او کاهش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تا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اگر برهنه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شود شرم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احساس شهامت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تنها به پندار خود او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آمده است نه آن که از نظر اجتماع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خطرهاو 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و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او و نظاره کنندگان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برطرف شده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آنچه هست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او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خطر را کمتر احساس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هرگاه کودک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مار باز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هرگز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تماس کودک با آن مار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خطر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بلکه در واقع جهل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کودک است که احساس خطر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پس 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>ن ترس ها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به نوع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دختران بستگ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نه نوع حجابشان</w:t>
      </w:r>
      <w:r w:rsidR="00A807CF" w:rsidRPr="008F6CE0">
        <w:rPr>
          <w:rtl/>
        </w:rPr>
        <w:t xml:space="preserve">. </w:t>
      </w:r>
    </w:p>
    <w:p w:rsidR="00061879" w:rsidRPr="008F6CE0" w:rsidRDefault="00061879" w:rsidP="0042410C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سخن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بلند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امام صادق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اثبات آنچه گفت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42410C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کاف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</w:t>
      </w:r>
      <w:r w:rsidR="00A807CF" w:rsidRPr="008F6CE0">
        <w:rPr>
          <w:rtl/>
        </w:rPr>
        <w:t xml:space="preserve">: </w:t>
      </w:r>
    </w:p>
    <w:p w:rsidR="00061879" w:rsidRPr="008F6CE0" w:rsidRDefault="00061879" w:rsidP="000116E4">
      <w:pPr>
        <w:pStyle w:val="libNormal"/>
        <w:rPr>
          <w:rtl/>
        </w:rPr>
      </w:pPr>
      <w:r w:rsidRPr="008F6CE0">
        <w:rPr>
          <w:rFonts w:hint="eastAsia"/>
          <w:rtl/>
        </w:rPr>
        <w:t>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ده سهم است که نه سهم در زنان و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سهم در مردان است</w:t>
      </w:r>
      <w:r w:rsidR="00A807CF" w:rsidRPr="008F6CE0">
        <w:rPr>
          <w:rtl/>
        </w:rPr>
        <w:t>.</w:t>
      </w:r>
      <w:r w:rsidR="00124A1D" w:rsidRPr="008F6CE0">
        <w:rPr>
          <w:rtl/>
        </w:rPr>
        <w:t xml:space="preserve"> (</w:t>
      </w:r>
      <w:r w:rsidRPr="008F6CE0">
        <w:rPr>
          <w:rtl/>
        </w:rPr>
        <w:t>از نه سهم زن</w:t>
      </w:r>
      <w:r w:rsidR="00124A1D" w:rsidRPr="008F6CE0">
        <w:rPr>
          <w:rtl/>
        </w:rPr>
        <w:t xml:space="preserve">) </w:t>
      </w:r>
      <w:r w:rsidRPr="008F6CE0">
        <w:rPr>
          <w:rtl/>
        </w:rPr>
        <w:t>چون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عادت</w:t>
      </w:r>
      <w:r w:rsidR="0042410C" w:rsidRPr="008F6CE0">
        <w:rPr>
          <w:rFonts w:hint="cs"/>
          <w:rtl/>
        </w:rPr>
        <w:t xml:space="preserve"> </w:t>
      </w:r>
      <w:r w:rsidR="000116E4" w:rsidRPr="008F6CE0">
        <w:rPr>
          <w:rStyle w:val="libFootnotenumChar"/>
          <w:rFonts w:hint="cs"/>
          <w:rtl/>
        </w:rPr>
        <w:t>(7)</w:t>
      </w:r>
      <w:r w:rsidRPr="008F6CE0">
        <w:rPr>
          <w:rtl/>
        </w:rPr>
        <w:t xml:space="preserve">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سهم از آن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چون ازدواج کند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سهم و چون باردار شود سهم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 زدوده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با تولد فرزند هم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سهمش 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پنج سهم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ماند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 اگر به انجام کردار 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بپردازد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مانده از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اگر 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بورزد آن پنج سهم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116E4" w:rsidRPr="008F6CE0">
        <w:rPr>
          <w:rStyle w:val="libFootnotenumChar"/>
          <w:rFonts w:hint="cs"/>
          <w:rtl/>
        </w:rPr>
        <w:t>8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116E4">
      <w:pPr>
        <w:pStyle w:val="libNormal"/>
        <w:rPr>
          <w:rtl/>
        </w:rPr>
      </w:pPr>
      <w:r w:rsidRPr="008F6CE0">
        <w:rPr>
          <w:rtl/>
        </w:rPr>
        <w:t>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نها</w:t>
      </w:r>
      <w:r w:rsidR="00781965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گذشته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شهامت در روابط با مردان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فض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لت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درگفتار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معصوم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عليهم‌السلام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شهامت زن را جزو اخلاق نکوه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او و ترس راکه همان هراس از فروافتادن درخطر است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صفت پسند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کرده اند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116E4" w:rsidRPr="008F6CE0">
        <w:rPr>
          <w:rStyle w:val="libFootnotenumChar"/>
          <w:rFonts w:hint="cs"/>
          <w:rtl/>
        </w:rPr>
        <w:t>9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کم ن</w:t>
      </w:r>
      <w:r w:rsidRPr="008F6CE0">
        <w:rPr>
          <w:rFonts w:hint="eastAsia"/>
          <w:rtl/>
        </w:rPr>
        <w:t>بوده</w:t>
      </w:r>
      <w:r w:rsidRPr="008F6CE0">
        <w:rPr>
          <w:rtl/>
        </w:rPr>
        <w:t xml:space="preserve"> اند زنان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اثر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صفت نکوه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که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شهامت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نامند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جبران ناپذ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رابه تباه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درانداختند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احساسِ ناخشنود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بانوانِ پاک از تماس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برگرفته از احساس</w:t>
      </w:r>
      <w:r w:rsidR="0042410C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نا</w:t>
      </w:r>
      <w:r w:rsidRPr="008F6CE0">
        <w:rPr>
          <w:rtl/>
        </w:rPr>
        <w:t xml:space="preserve"> 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اضطراب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تفکر عم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آنان در ضرورت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روابط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کارها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را همسر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گرمحارم</w:t>
      </w:r>
      <w:r w:rsidRPr="008F6CE0">
        <w:rPr>
          <w:rtl/>
        </w:rPr>
        <w:t xml:space="preserve"> او با سر بلند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احترام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انجام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رسانند به حضور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درکوچه و بازار چه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او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خود را 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و در همجوار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مردان جستجو نم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اعضا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خانواده اش چون او را به درست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شناخته و ارجمندتر و لط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تر از آن دانسته اند که مردم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حضورِ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رضرور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در جمع مردان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نداده اند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خدمت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کوشند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بانوانِ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اندام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برهنگان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رنج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شده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آن اجتناب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بدان سبب است که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 دارنده مواهب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نندکه</w:t>
      </w:r>
      <w:r w:rsidRPr="008F6CE0">
        <w:rPr>
          <w:rtl/>
        </w:rPr>
        <w:t xml:space="preserve"> حفاطت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طلبد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آن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دخود</w:t>
      </w:r>
      <w:r w:rsidRPr="008F6CE0">
        <w:rPr>
          <w:rtl/>
        </w:rPr>
        <w:t xml:space="preserve">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ازدست دادن چه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نگران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1A33D5" w:rsidRPr="008F6CE0">
        <w:rPr>
          <w:rFonts w:hint="eastAsia"/>
          <w:rtl/>
        </w:rPr>
        <w:t>؟!</w:t>
      </w:r>
      <w:r w:rsidR="001A33D5" w:rsidRPr="008F6CE0">
        <w:rPr>
          <w:rtl/>
        </w:rPr>
        <w:t xml:space="preserve"> </w:t>
      </w:r>
      <w:r w:rsidRPr="008F6CE0">
        <w:rPr>
          <w:rtl/>
        </w:rPr>
        <w:t>محصول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همچون متاع د</w:t>
      </w:r>
      <w:r w:rsidRPr="008F6CE0">
        <w:rPr>
          <w:rFonts w:hint="eastAsia"/>
          <w:rtl/>
        </w:rPr>
        <w:t>وره</w:t>
      </w:r>
      <w:r w:rsidRPr="008F6CE0">
        <w:rPr>
          <w:rtl/>
        </w:rPr>
        <w:t xml:space="preserve"> گردان و زاو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نش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همه جا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و به آسان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عرضه درگوشه و کنارگستران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شده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چه محافظت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لازم دارد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جواهرِ اصل است که در صندوق و پشت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حفظ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اجناس بدل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مقدار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آنچه درکنار هرگذر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بر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خته</w:t>
      </w:r>
      <w:r w:rsidRPr="008F6CE0">
        <w:rPr>
          <w:rtl/>
        </w:rPr>
        <w:t xml:space="preserve"> اند پ</w:t>
      </w:r>
      <w:r w:rsidRPr="008F6CE0">
        <w:rPr>
          <w:rFonts w:hint="cs"/>
          <w:rtl/>
        </w:rPr>
        <w:t>ی</w:t>
      </w:r>
      <w:r w:rsidRPr="008F6CE0">
        <w:rPr>
          <w:rtl/>
        </w:rPr>
        <w:t>از و شلغم است نه مروار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زمرّد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</w:t>
      </w:r>
      <w:r w:rsidRPr="008F6CE0">
        <w:rPr>
          <w:rtl/>
        </w:rPr>
        <w:t xml:space="preserve"> که از عرضه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مقدار خود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ورزد از آن سبب است که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 بس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والاتر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ستودن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پربهاتر ازآن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که به خرد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پست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طعمه نظرها و هوس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آلوده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علت است که طعنه وکنا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جوانک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اندوهناک و خُرد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تا آن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راک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باکنا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ها انس گرفته و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بسا بدانها بر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بالد که توانسته است چشم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کند و هوس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خفته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برانگ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زاند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42410C">
      <w:pPr>
        <w:pStyle w:val="Heading2"/>
        <w:rPr>
          <w:rtl/>
        </w:rPr>
      </w:pPr>
      <w:bookmarkStart w:id="76" w:name="_Toc425750348"/>
      <w:r w:rsidRPr="008F6CE0">
        <w:rPr>
          <w:rFonts w:hint="eastAsia"/>
          <w:rtl/>
        </w:rPr>
        <w:t>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شرم ناپسند</w:t>
      </w:r>
      <w:bookmarkEnd w:id="76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فرموده حضرت محمد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دو نوع است</w:t>
      </w:r>
      <w:r w:rsidR="00A807CF" w:rsidRPr="008F6CE0">
        <w:rPr>
          <w:rtl/>
        </w:rPr>
        <w:t xml:space="preserve">: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وعقل است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ازحماقت و ضعف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صفت پسند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سبب مهار اراد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رفتار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منظور حفظ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خود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در 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شرم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نوع حالت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فرد درآن به ش</w:t>
      </w:r>
      <w:r w:rsidRPr="008F6CE0">
        <w:rPr>
          <w:rFonts w:hint="eastAsia"/>
          <w:rtl/>
        </w:rPr>
        <w:t>کل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اراد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از انجام کار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اظهار 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حضور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جمع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خوددار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شرم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در</w:t>
      </w:r>
      <w:r w:rsidRPr="008F6CE0">
        <w:rPr>
          <w:rtl/>
        </w:rPr>
        <w:t xml:space="preserve"> روان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تعاب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مانند کناره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Pr="008F6CE0">
        <w:t>withdrawal</w:t>
      </w:r>
      <w:r w:rsidR="00124A1D" w:rsidRPr="008F6CE0">
        <w:rPr>
          <w:rtl/>
        </w:rPr>
        <w:t xml:space="preserve">) </w:t>
      </w:r>
      <w:r w:rsidRPr="008F6CE0">
        <w:rPr>
          <w:rtl/>
        </w:rPr>
        <w:t>و انزواطلب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دور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جو</w:t>
      </w:r>
      <w:r w:rsidRPr="008F6CE0">
        <w:rPr>
          <w:rFonts w:hint="cs"/>
          <w:rtl/>
        </w:rPr>
        <w:t>یی</w:t>
      </w:r>
      <w:r w:rsidR="00124A1D" w:rsidRPr="008F6CE0">
        <w:rPr>
          <w:rtl/>
        </w:rPr>
        <w:t xml:space="preserve"> (</w:t>
      </w:r>
      <w:r w:rsidRPr="008F6CE0">
        <w:t>Fscapism</w:t>
      </w:r>
      <w:r w:rsidR="00124A1D" w:rsidRPr="008F6CE0">
        <w:rPr>
          <w:rtl/>
        </w:rPr>
        <w:t xml:space="preserve">)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بهتراست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حالت را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افراط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Pr="008F6CE0">
        <w:rPr>
          <w:rtl/>
        </w:rPr>
        <w:t>شرم ناپسند</w:t>
      </w:r>
      <w:r w:rsidR="00124A1D" w:rsidRPr="008F6CE0">
        <w:rPr>
          <w:rtl/>
        </w:rPr>
        <w:t xml:space="preserve">) </w:t>
      </w:r>
      <w:r w:rsidRPr="008F6CE0">
        <w:rPr>
          <w:rtl/>
        </w:rPr>
        <w:t>بنام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فرد در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وضع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مضطرب است و بر رفتار خود تسلط 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ضربان قلبش و تنفس و درجه حرارت بدنش افزا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واز 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عاقلانه و به موقع بازم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پوشش</w:t>
      </w:r>
      <w:r w:rsidRPr="008F6CE0">
        <w:rPr>
          <w:rtl/>
        </w:rPr>
        <w:t xml:space="preserve"> 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سبب حفظ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عامل دوام اعتقاد به پوشش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تأک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اسلام بر داشتن حجاب به منزو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ساختن زن و هراسناک ساختن او از مردان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دختر و زن مسلمان از برخورد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ضرور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مردان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سبب شودکه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هنگام ضرورت نتواند از حقوق و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خود دفاع کند و در برخورد با مردان دچار شتاب زدگ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ترس و تسل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چن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که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رفتار خود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قهرآم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 بد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درانتظار</w:t>
      </w:r>
      <w:r w:rsidRPr="008F6CE0">
        <w:rPr>
          <w:rtl/>
        </w:rPr>
        <w:t xml:space="preserve"> ربودن همسرش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در جامعه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ما زنان و دختران متنوع پوش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همه جا حضور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Pr="008F6CE0">
        <w:rPr>
          <w:rtl/>
        </w:rPr>
        <w:t xml:space="preserve"> وگاه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طعنه و آزار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انت</w:t>
      </w:r>
      <w:r w:rsidRPr="008F6CE0">
        <w:rPr>
          <w:rtl/>
        </w:rPr>
        <w:t xml:space="preserve"> به آنها درازکرده و نه ربوده شده اند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پس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خطرآفر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>کدام خطر</w:t>
      </w:r>
      <w:r w:rsidR="001A33D5" w:rsidRPr="008F6CE0">
        <w:rPr>
          <w:rtl/>
        </w:rPr>
        <w:t xml:space="preserve">؟ </w:t>
      </w:r>
      <w:r w:rsidRPr="008F6CE0">
        <w:rPr>
          <w:rFonts w:hint="eastAsia"/>
          <w:rtl/>
        </w:rPr>
        <w:t>کجا</w:t>
      </w:r>
      <w:r w:rsidRPr="008F6CE0">
        <w:rPr>
          <w:rtl/>
        </w:rPr>
        <w:t xml:space="preserve"> 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شده است که در گذرگاه ها با زنان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برهنه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چنان رفتارکرده باشند</w:t>
      </w:r>
      <w:r w:rsidR="001A33D5" w:rsidRPr="008F6CE0">
        <w:rPr>
          <w:rtl/>
        </w:rPr>
        <w:t xml:space="preserve">؟!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پاسخ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عده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گفت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آورده اند که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ساده لوح از اسب خود فرود آمد و خرج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</w:t>
      </w:r>
      <w:r w:rsidRPr="008F6CE0">
        <w:rPr>
          <w:rtl/>
        </w:rPr>
        <w:t xml:space="preserve"> را برداشت و داخل بازار 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هنوز چند قدم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نرفته بود که ندا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کردند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چهار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را دزد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شتابان به کجا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</w:t>
      </w:r>
      <w:r w:rsidRPr="008F6CE0">
        <w:rPr>
          <w:rFonts w:hint="cs"/>
          <w:rtl/>
        </w:rPr>
        <w:t>ی</w:t>
      </w:r>
      <w:r w:rsidR="001A33D5" w:rsidRPr="008F6CE0">
        <w:rPr>
          <w:rFonts w:hint="eastAsia"/>
          <w:rtl/>
        </w:rPr>
        <w:t xml:space="preserve">؟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گفت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چه باک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خُرج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پالان آن هنوز نزد من است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اندوه و تأسف است که هنوز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افراد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پندارند که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زنِ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طعنه 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و تنه خوردن و در نها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دست دراز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به اوست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حال آن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مقابل آن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که در کم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اوست ناچ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مردان روزگار ما که بانوانشان در</w:t>
      </w:r>
      <w:r w:rsidRPr="008F6CE0">
        <w:rPr>
          <w:rFonts w:hint="eastAsia"/>
          <w:rtl/>
        </w:rPr>
        <w:t>حضور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اند همه کل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ددار</w:t>
      </w:r>
      <w:r w:rsidRPr="008F6CE0">
        <w:rPr>
          <w:rtl/>
        </w:rPr>
        <w:t xml:space="preserve"> صندوقچه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هستند که رمز آن صندوق را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صندوقچه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 ست که در خانه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آنهاست ا ما همگان به رمزگشودن آن آشنا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علاوه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حجاب حق شوهر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پدر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آنها بگو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من از حقّ خودگذشتم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چنان </w:t>
      </w:r>
      <w:r w:rsidRPr="008F6CE0">
        <w:rPr>
          <w:rFonts w:hint="eastAsia"/>
          <w:rtl/>
        </w:rPr>
        <w:t>که</w:t>
      </w:r>
      <w:r w:rsidRPr="008F6CE0">
        <w:rPr>
          <w:rtl/>
        </w:rPr>
        <w:t xml:space="preserve">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آن به زن واگذار نشده است تا اگر نخواست بدان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</w:t>
      </w:r>
      <w:r w:rsidRPr="008F6CE0">
        <w:rPr>
          <w:rtl/>
        </w:rPr>
        <w:t xml:space="preserve"> نباشد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حجاب حق پروردگار و بندگان اوست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سبب است که در آداب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: </w:t>
      </w:r>
      <w:r w:rsidRPr="008F6CE0">
        <w:rPr>
          <w:rtl/>
        </w:rPr>
        <w:t>در 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شب ازدواج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مرد نزد زن رود و بگو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خدا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بانو را به عنوان امانت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جانب تو بر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حلال کردم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اگر</w:t>
      </w:r>
      <w:r w:rsidRPr="008F6CE0">
        <w:rPr>
          <w:rtl/>
        </w:rPr>
        <w:t xml:space="preserve"> در روزگار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و تعرض به زنان به دست دراز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انت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امروزه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قصدها و تجاوزها و طعنه ها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تر و مخف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 شده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معنادار از صدها طعنه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کارسازتر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مزاحمت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تلفن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ازگفتگوها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مراتب پرخطرتر و فسادانگ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زتر</w:t>
      </w:r>
      <w:r w:rsidRPr="008F6CE0">
        <w:rPr>
          <w:rtl/>
        </w:rPr>
        <w:t xml:space="preserve"> ا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بدون شرم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تلفن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و تشر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اما به طور حضور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هرگز</w:t>
      </w:r>
      <w:r w:rsidR="001A33D5" w:rsidRPr="008F6CE0">
        <w:rPr>
          <w:rtl/>
        </w:rPr>
        <w:t xml:space="preserve">! </w:t>
      </w:r>
      <w:r w:rsidRPr="008F6CE0">
        <w:rPr>
          <w:rtl/>
        </w:rPr>
        <w:t>تلفن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فاصله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 را نزد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 و شرم چهره ها را نشان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و حضور مزاحمان را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رکانه</w:t>
      </w:r>
      <w:r w:rsidRPr="008F6CE0">
        <w:rPr>
          <w:rtl/>
        </w:rPr>
        <w:t xml:space="preserve"> کم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سنّ افراد را معلوم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 و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بدون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آمدن 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خانه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انجام ده ها کرده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زشت برنامه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هماهنگ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</w:p>
    <w:p w:rsidR="00EA031B" w:rsidRPr="008F6CE0" w:rsidRDefault="00061879" w:rsidP="00781965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افزون</w:t>
      </w:r>
      <w:r w:rsidRPr="008F6CE0">
        <w:rPr>
          <w:rtl/>
        </w:rPr>
        <w:t xml:space="preserve">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آن تحل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جامع 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ارائه کرد امروزه زبان گفتگو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دختران و پسران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نگاه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نگاه کتاب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هر صفحه آن پرده از ده ها راز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گاه زهر و حرارت نگاه آدم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از </w:t>
      </w:r>
      <w:r w:rsidRPr="008F6CE0">
        <w:rPr>
          <w:rtl/>
        </w:rPr>
        <w:lastRenderedPageBreak/>
        <w:t>زهر و حرارت مارها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پراثرتر و مخاطره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زتر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مار تا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خود را در بدن فرو نکند شخص را از 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اما زهر و حرارت چشم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از فاصله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مجذوب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مردان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طر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چشم به آتش عشق سوخته و همسر و فرزند خود را رهاکرده اند و چه علاقه ها که با چشم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اعلام شده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جرقه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روابط نامشروع از همان لحظه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برخورد کوتاه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وجود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همان لحظه ها که به ظاهر بدون خطر سپر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و زن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دخترکمتر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 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781965" w:rsidRPr="008F6CE0">
        <w:rPr>
          <w:rStyle w:val="libFootnotenumChar"/>
          <w:rFonts w:hint="cs"/>
          <w:rtl/>
        </w:rPr>
        <w:t>10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42410C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نکته از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افراد دور است که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روابط و تماس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نامشروع در همه جوامع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شکل بروز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راسلام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هر رابطه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در خانه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از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خانه برقرار ساخت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در 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>- به خصوص کشور ما- به برکت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اخل</w:t>
      </w:r>
      <w:r w:rsidRPr="008F6CE0">
        <w:rPr>
          <w:rFonts w:hint="eastAsia"/>
          <w:rtl/>
        </w:rPr>
        <w:t>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نامساعد فراهم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جز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جرقه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روابط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</w:t>
      </w:r>
      <w:r w:rsidR="0042410C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از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خانه روشن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دنبالگ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از خانه سر برون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خانه هاست که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tl/>
        </w:rPr>
        <w:t xml:space="preserve"> شده 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Fonts w:hint="eastAsia"/>
          <w:rtl/>
        </w:rPr>
        <w:t>بر</w:t>
      </w:r>
      <w:r w:rsidRPr="008F6CE0">
        <w:rPr>
          <w:rtl/>
        </w:rPr>
        <w:t xml:space="preserve"> افراد نه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 و آنها را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ارتباطات نامشروع در درون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رانه</w:t>
      </w:r>
      <w:r w:rsidRPr="008F6CE0">
        <w:rPr>
          <w:rtl/>
        </w:rPr>
        <w:t xml:space="preserve"> خانه ها وام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ظاهر درکوچه و بازار و تفر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گاه چندان 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نکو</w:t>
      </w:r>
      <w:r w:rsidRPr="008F6CE0">
        <w:rPr>
          <w:rFonts w:hint="eastAsia"/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سرنم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 اما آتش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آن جا افروخته شده است با شبکه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ناپ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به درون خانه ها روم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و از آنجا دنبال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رفته رفته وضع فرهنگ و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دگرگون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</w:t>
      </w:r>
      <w:r w:rsidRPr="008F6CE0">
        <w:rPr>
          <w:rtl/>
        </w:rPr>
        <w:t xml:space="preserve"> زمان که من دوره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رستان</w:t>
      </w:r>
      <w:r w:rsidRPr="008F6CE0">
        <w:rPr>
          <w:rtl/>
        </w:rPr>
        <w:t xml:space="preserve">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گذراندم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ادامه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تحص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به موجب رابطه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همدرسان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گاه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پرده از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آنها که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نداشتند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دم</w:t>
      </w:r>
      <w:r w:rsidRPr="008F6CE0">
        <w:rPr>
          <w:rtl/>
        </w:rPr>
        <w:t xml:space="preserve"> راست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شماکه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با چشمان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lastRenderedPageBreak/>
        <w:t>اندام و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دختران و زنان را تعق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چه لذت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در آن لحظه به 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A33D5" w:rsidRPr="008F6CE0">
        <w:rPr>
          <w:rFonts w:hint="eastAsia"/>
          <w:rtl/>
        </w:rPr>
        <w:t xml:space="preserve">؟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پاسخ</w:t>
      </w:r>
      <w:r w:rsidRPr="008F6CE0">
        <w:rPr>
          <w:rtl/>
        </w:rPr>
        <w:t xml:space="preserve"> آنها حکا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از آن داشت که دختران و زنان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بهتر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عناصر برقرار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رابطه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نامشروع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اند که به طور نقد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ارضا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فراهم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آنهادرخ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الات</w:t>
      </w:r>
      <w:r w:rsidRPr="008F6CE0">
        <w:rPr>
          <w:rtl/>
        </w:rPr>
        <w:t xml:space="preserve"> خودباهمان زنان ودختران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زشان</w:t>
      </w:r>
      <w:r w:rsidRPr="008F6CE0">
        <w:rPr>
          <w:rtl/>
        </w:rPr>
        <w:t xml:space="preserve"> را ارضانمودند</w:t>
      </w:r>
      <w:r w:rsidR="00124A1D" w:rsidRPr="008F6CE0">
        <w:rPr>
          <w:rtl/>
        </w:rPr>
        <w:t xml:space="preserve"> (</w:t>
      </w:r>
      <w:r w:rsidRPr="008F6CE0">
        <w:t>Erotic Daydreaming Sexual</w:t>
      </w:r>
      <w:r w:rsidR="00124A1D" w:rsidRPr="008F6CE0">
        <w:rPr>
          <w:rtl/>
        </w:rPr>
        <w:t xml:space="preserve">) </w:t>
      </w:r>
      <w:r w:rsidRPr="008F6CE0">
        <w:rPr>
          <w:rtl/>
        </w:rPr>
        <w:t>درحق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رو</w:t>
      </w:r>
      <w:r w:rsidRPr="008F6CE0">
        <w:rPr>
          <w:rFonts w:hint="eastAsia"/>
          <w:rtl/>
        </w:rPr>
        <w:t>حِ</w:t>
      </w:r>
      <w:r w:rsidRPr="008F6CE0">
        <w:rPr>
          <w:rtl/>
        </w:rPr>
        <w:t xml:space="preserve"> آن زنان و</w:t>
      </w:r>
      <w:r w:rsidR="00762D8F" w:rsidRPr="008F6CE0">
        <w:rPr>
          <w:rFonts w:hint="cs"/>
          <w:rtl/>
        </w:rPr>
        <w:t xml:space="preserve"> </w:t>
      </w:r>
      <w:r w:rsidRPr="008F6CE0">
        <w:rPr>
          <w:rtl/>
        </w:rPr>
        <w:t>دخترانِ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درتسخ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هرچند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کر</w:t>
      </w:r>
      <w:r w:rsidRPr="008F6CE0">
        <w:rPr>
          <w:rtl/>
        </w:rPr>
        <w:t xml:space="preserve"> آن زنان درکنار همسران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پدران وبرادرانشان قرار داشت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خانواده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زنان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پنداشتند که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کمتر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جسارت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نکرده است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چشمان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ره</w:t>
      </w:r>
      <w:r w:rsidRPr="008F6CE0">
        <w:rPr>
          <w:rtl/>
        </w:rPr>
        <w:t xml:space="preserve"> افراد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که در هر لحظه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زنان ربوده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مد</w:t>
      </w:r>
      <w:r w:rsidRPr="008F6CE0">
        <w:rPr>
          <w:rFonts w:hint="eastAsia"/>
          <w:rtl/>
        </w:rPr>
        <w:t>ّت</w:t>
      </w:r>
      <w:r w:rsidRPr="008F6CE0">
        <w:rPr>
          <w:rtl/>
        </w:rPr>
        <w:t xml:space="preserve"> زمان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ربودگ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چند ثان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اما در همان ثان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ها شخص ربوده شده مورد سوء قصد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درنگ رها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گردد</w:t>
      </w:r>
      <w:r w:rsidRPr="008F6CE0">
        <w:rPr>
          <w:rtl/>
        </w:rPr>
        <w:t xml:space="preserve"> تا به آغوش خانواده اش بازگردد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لحظه ها همه مانند افسون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گذرد</w:t>
      </w:r>
      <w:r w:rsidRPr="008F6CE0">
        <w:rPr>
          <w:rtl/>
        </w:rPr>
        <w:t xml:space="preserve"> وکس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ظاهر متوجه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اگر</w:t>
      </w:r>
      <w:r w:rsidRPr="008F6CE0">
        <w:rPr>
          <w:rtl/>
        </w:rPr>
        <w:t xml:space="preserve"> از برادر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شوهر و پدران همان بانوانِ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پرسش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«راست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بدون پوشش کامل در حضورتان لبخند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 و عطر او را استشمام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احساس شما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«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چه خواهند گفت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گونه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دوست ندارن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با او هم صحبت شوند </w:t>
      </w:r>
      <w:r w:rsidR="00584D8D" w:rsidRPr="008F6CE0">
        <w:rPr>
          <w:rFonts w:hint="cs"/>
          <w:rtl/>
        </w:rPr>
        <w:t>یا</w:t>
      </w:r>
      <w:r w:rsidR="00124A1D" w:rsidRPr="008F6CE0">
        <w:rPr>
          <w:rFonts w:hint="eastAsia"/>
          <w:rtl/>
        </w:rPr>
        <w:t>.</w:t>
      </w:r>
      <w:r w:rsidR="00A807CF" w:rsidRPr="008F6CE0">
        <w:rPr>
          <w:rtl/>
        </w:rPr>
        <w:t>..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اگر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برقرار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رابطه را فراهم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</w:t>
      </w:r>
      <w:r w:rsidRPr="008F6CE0">
        <w:rPr>
          <w:rtl/>
        </w:rPr>
        <w:t xml:space="preserve"> دوست ندارند از او بخواهند که</w:t>
      </w:r>
      <w:r w:rsidR="00A807CF" w:rsidRPr="008F6CE0">
        <w:rPr>
          <w:rtl/>
        </w:rPr>
        <w:t>...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علاقه مند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ستندکه</w:t>
      </w:r>
      <w:r w:rsidRPr="008F6CE0">
        <w:rPr>
          <w:rtl/>
        </w:rPr>
        <w:t xml:space="preserve"> آن زن پوشش خود راکمترکند تا قسمت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اندامش آشکار شود و سپس</w:t>
      </w:r>
      <w:r w:rsidR="00A807CF" w:rsidRPr="008F6CE0">
        <w:rPr>
          <w:rtl/>
        </w:rPr>
        <w:t>...</w:t>
      </w:r>
      <w:r w:rsidR="001A33D5" w:rsidRPr="008F6CE0">
        <w:rPr>
          <w:rtl/>
        </w:rPr>
        <w:t xml:space="preserve">؟ </w:t>
      </w:r>
    </w:p>
    <w:p w:rsidR="00762D8F" w:rsidRPr="008F6CE0" w:rsidRDefault="00061879" w:rsidP="00762D8F">
      <w:pPr>
        <w:pStyle w:val="libNormal"/>
        <w:rPr>
          <w:rtl/>
        </w:rPr>
      </w:pPr>
      <w:r w:rsidRPr="008F6CE0">
        <w:rPr>
          <w:rFonts w:hint="eastAsia"/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پاسخ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آر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و پاسخ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="001A33D5" w:rsidRPr="008F6CE0">
        <w:rPr>
          <w:rtl/>
        </w:rPr>
        <w:t xml:space="preserve">! </w:t>
      </w:r>
    </w:p>
    <w:p w:rsidR="00061879" w:rsidRPr="008F6CE0" w:rsidRDefault="00061879" w:rsidP="00762D8F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از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منظور آن است که زن از 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از خانه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 تا هر زمان که بازگردد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عدد افراد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برخورد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زهرآگ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موج و ارتعاش آن از هر طعنه زبان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قو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 و خطرآفر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جز آن که زن به </w:t>
      </w:r>
      <w:r w:rsidRPr="008F6CE0">
        <w:rPr>
          <w:rFonts w:hint="eastAsia"/>
          <w:rtl/>
        </w:rPr>
        <w:t>سبب</w:t>
      </w:r>
      <w:r w:rsidRPr="008F6CE0">
        <w:rPr>
          <w:rtl/>
        </w:rPr>
        <w:t xml:space="preserve"> درون 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ها را ناد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ناشن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انگارد و دلخوش است که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او دست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دراز نکرد ه است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گفت «پندار و رفتار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مسئول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عهده ما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نهد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بگذار هرکس هر طور خواست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«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رواست که ما با آشفته 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اجتماع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انحراف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تجاوز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دزد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اعت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عشق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فرار از خانه و مدرسه و طلاق و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افراد را فراهم آور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آن</w:t>
      </w: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دلخوش باش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ما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هرکس هر طور خواست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شد</w:t>
      </w:r>
      <w:r w:rsidR="001A33D5" w:rsidRPr="008F6CE0">
        <w:rPr>
          <w:rFonts w:hint="eastAsia"/>
          <w:rtl/>
        </w:rPr>
        <w:t>؟!</w:t>
      </w:r>
      <w:r w:rsidR="001A33D5" w:rsidRPr="008F6CE0">
        <w:rPr>
          <w:rtl/>
        </w:rPr>
        <w:t xml:space="preserve">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امروزه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نظاره کنندگان اندام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چهره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آشکار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ازدواج و ارضا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فراهم است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اگر پاسخ منف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همه فرشتگان آسمانند که به گناه آلوده </w:t>
      </w:r>
      <w:r w:rsidRPr="008F6CE0">
        <w:rPr>
          <w:rFonts w:hint="eastAsia"/>
          <w:rtl/>
        </w:rPr>
        <w:t>نشوند</w:t>
      </w:r>
      <w:r w:rsidR="001A33D5" w:rsidRPr="008F6CE0">
        <w:rPr>
          <w:rFonts w:hint="eastAsia"/>
          <w:rtl/>
        </w:rPr>
        <w:t xml:space="preserve">؟ </w:t>
      </w:r>
      <w:r w:rsidRPr="008F6CE0">
        <w:rPr>
          <w:rtl/>
        </w:rPr>
        <w:t>و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اگناه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جز در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اجتماع و با طعمه قرار دادن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دختران و زنان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1A33D5" w:rsidRPr="008F6CE0">
        <w:rPr>
          <w:rFonts w:hint="eastAsia"/>
          <w:rtl/>
        </w:rPr>
        <w:t>؟!</w:t>
      </w:r>
      <w:r w:rsidR="001A33D5" w:rsidRPr="008F6CE0">
        <w:rPr>
          <w:rtl/>
        </w:rPr>
        <w:t xml:space="preserve">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همراه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شوهر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پدر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برادر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مواقع مانع از آزار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زن است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سخن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نظاره کنندگان فرصت طلب پس از آن که به هر دل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>- نتوانستند در مورد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مراد شوم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برسند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دستشان از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انت</w:t>
      </w:r>
      <w:r w:rsidRPr="008F6CE0">
        <w:rPr>
          <w:rtl/>
        </w:rPr>
        <w:t xml:space="preserve"> در جاها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گرکوتاه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اگر در صحنه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سبب حضور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درک</w:t>
      </w:r>
      <w:r w:rsidRPr="008F6CE0">
        <w:rPr>
          <w:rFonts w:hint="eastAsia"/>
          <w:rtl/>
        </w:rPr>
        <w:t>نار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نتوانند اقدام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با خاموش کردن هوس برانگ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خته</w:t>
      </w:r>
      <w:r w:rsidRPr="008F6CE0">
        <w:rPr>
          <w:rtl/>
        </w:rPr>
        <w:t xml:space="preserve"> خود در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فساد و آلودگ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فراهم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1A33D5" w:rsidRPr="008F6CE0">
        <w:rPr>
          <w:rtl/>
        </w:rPr>
        <w:t xml:space="preserve">؟!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افزون</w:t>
      </w:r>
      <w:r w:rsidRPr="008F6CE0">
        <w:rPr>
          <w:rtl/>
        </w:rPr>
        <w:t xml:space="preserve">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درکنار برادر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شوهر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مورد آزار و تعرض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قرارگرفته است</w:t>
      </w:r>
      <w:r w:rsidR="001A33D5" w:rsidRPr="008F6CE0">
        <w:rPr>
          <w:rtl/>
        </w:rPr>
        <w:t xml:space="preserve">! </w:t>
      </w:r>
      <w:r w:rsidRPr="008F6CE0">
        <w:rPr>
          <w:rtl/>
        </w:rPr>
        <w:t>پس 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با قاعده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کلّ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همواره همراه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پدر و</w:t>
      </w:r>
      <w:r w:rsidR="00A807CF" w:rsidRPr="008F6CE0">
        <w:rPr>
          <w:rtl/>
        </w:rPr>
        <w:t xml:space="preserve">.. </w:t>
      </w:r>
      <w:r w:rsidRPr="008F6CE0">
        <w:rPr>
          <w:rtl/>
        </w:rPr>
        <w:t>را عامل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کامل زن به شمار آورد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چه ربودن ها و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ها و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خوردن ها که از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سرچشمه گرفته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ضرب المثل معروف</w:t>
      </w:r>
      <w:r w:rsidR="00A807CF" w:rsidRPr="008F6CE0">
        <w:rPr>
          <w:rtl/>
        </w:rPr>
        <w:t xml:space="preserve">: </w:t>
      </w:r>
      <w:r w:rsidRPr="008F6CE0">
        <w:rPr>
          <w:rtl/>
        </w:rPr>
        <w:t>دلو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از چاه درست پا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و نظرسنج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نشان داده است که عامل اصل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روابط نامشروع و ربودن دختران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فرار آنها و آغاز انحرافات و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زنان و دختران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سهل انگار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در پوشش بوده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فراموش</w:t>
      </w:r>
      <w:r w:rsidRPr="008F6CE0">
        <w:rPr>
          <w:rtl/>
        </w:rPr>
        <w:t xml:space="preserve"> نکن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مواظبت ها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امان ماندن از خطر حتم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دقت هاکه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خطرها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احتمال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نه حتم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حجاب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زگاه</w:t>
      </w:r>
      <w:r w:rsidRPr="008F6CE0">
        <w:rPr>
          <w:rtl/>
        </w:rPr>
        <w:t xml:space="preserve">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مراعات پاره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ضوابط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بدان هدف است که از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شامدها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ناخواسته جلوگ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نه آن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وقوع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خطر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حتم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حال</w:t>
      </w:r>
      <w:r w:rsidRPr="008F6CE0">
        <w:rPr>
          <w:rtl/>
        </w:rPr>
        <w:t xml:space="preserve"> با توجه به آثار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انبار</w:t>
      </w:r>
      <w:r w:rsidRPr="008F6CE0">
        <w:rPr>
          <w:rtl/>
        </w:rPr>
        <w:t xml:space="preserve">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رفتن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سخن رسول اکرم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دشوار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</w:t>
      </w:r>
      <w:r w:rsidR="00A807CF" w:rsidRPr="008F6CE0">
        <w:rPr>
          <w:rtl/>
        </w:rPr>
        <w:t xml:space="preserve">: </w:t>
      </w:r>
    </w:p>
    <w:p w:rsidR="00EA031B" w:rsidRPr="008F6CE0" w:rsidRDefault="00061879" w:rsidP="00456082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أ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رجل تتز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امرأته و تخرج من دارها فهو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وث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والمرئة اذا خرجت من باب دارها متز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نة</w:t>
      </w:r>
      <w:r w:rsidRPr="008F6CE0">
        <w:rPr>
          <w:rtl/>
        </w:rPr>
        <w:t xml:space="preserve"> متعطرة والزوج بذلک راض بن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لزوجها بکل قدم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النار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56082" w:rsidRPr="008F6CE0">
        <w:rPr>
          <w:rStyle w:val="libFootnotenumChar"/>
          <w:rFonts w:hint="cs"/>
          <w:rtl/>
        </w:rPr>
        <w:t>11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456082">
      <w:pPr>
        <w:pStyle w:val="libNormal"/>
        <w:rPr>
          <w:rtl/>
        </w:rPr>
      </w:pPr>
      <w:r w:rsidRPr="008F6CE0">
        <w:rPr>
          <w:rFonts w:hint="eastAsia"/>
          <w:rtl/>
        </w:rPr>
        <w:t>هر</w:t>
      </w:r>
      <w:r w:rsidRPr="008F6CE0">
        <w:rPr>
          <w:rtl/>
        </w:rPr>
        <w:t xml:space="preserve">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همسرش با خودآرا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خانه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رود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</w:t>
      </w:r>
      <w:r w:rsidRPr="008F6CE0">
        <w:rPr>
          <w:rtl/>
        </w:rPr>
        <w:t xml:space="preserve"> است</w:t>
      </w:r>
      <w:r w:rsidR="00762D8F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خانه آراسته</w:t>
      </w:r>
      <w:r w:rsidR="00762D8F" w:rsidRPr="008F6CE0">
        <w:rPr>
          <w:rFonts w:hint="cs"/>
          <w:rtl/>
        </w:rPr>
        <w:t xml:space="preserve"> </w:t>
      </w:r>
      <w:r w:rsidR="00456082" w:rsidRPr="008F6CE0">
        <w:rPr>
          <w:rStyle w:val="libFootnotenumChar"/>
          <w:rFonts w:hint="cs"/>
          <w:rtl/>
        </w:rPr>
        <w:t>(12)</w:t>
      </w:r>
      <w:r w:rsidRPr="008F6CE0">
        <w:rPr>
          <w:rtl/>
        </w:rPr>
        <w:t xml:space="preserve"> و معطر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رود و شوهرش به رفتار اورضا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داشته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هر قدم که زن برم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خانه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دوزخ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مرد ساخته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EA031B" w:rsidRPr="008F6CE0" w:rsidRDefault="00061879" w:rsidP="00456082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ناگفته</w:t>
      </w:r>
      <w:r w:rsidRPr="008F6CE0">
        <w:rPr>
          <w:rtl/>
        </w:rPr>
        <w:t xml:space="preserve"> نماندکه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مواظبت ها 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حضور زن 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خانه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روابط زن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گانگانِ</w:t>
      </w:r>
      <w:r w:rsidRPr="008F6CE0">
        <w:rPr>
          <w:rtl/>
        </w:rPr>
        <w:t xml:space="preserve"> حاضر در خانه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دقت همراه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که امام عل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در سفارش خود به فرزندش فرمود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پسرم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رفتن زن از خانه</w:t>
      </w:r>
      <w:r w:rsidR="00124A1D" w:rsidRPr="008F6CE0">
        <w:rPr>
          <w:rtl/>
        </w:rPr>
        <w:t xml:space="preserve"> (</w:t>
      </w:r>
      <w:r w:rsidRPr="008F6CE0">
        <w:rPr>
          <w:rtl/>
        </w:rPr>
        <w:t>با توجه ب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آن که چه بسا با ده ها فرد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برخورد کند</w:t>
      </w:r>
      <w:r w:rsidR="00124A1D" w:rsidRPr="008F6CE0">
        <w:rPr>
          <w:rtl/>
        </w:rPr>
        <w:t xml:space="preserve">) </w:t>
      </w:r>
      <w:r w:rsidRPr="008F6CE0">
        <w:rPr>
          <w:rtl/>
        </w:rPr>
        <w:t>سخت تر و فتنه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زتر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در خانه بر او وارد کن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آنها اطم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ندار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456082" w:rsidRPr="008F6CE0">
        <w:rPr>
          <w:rStyle w:val="libFootnotenumChar"/>
          <w:rFonts w:hint="cs"/>
          <w:rtl/>
        </w:rPr>
        <w:t>13</w:t>
      </w:r>
      <w:r w:rsidR="00EA031B" w:rsidRPr="008F6CE0">
        <w:rPr>
          <w:rStyle w:val="libFootnotenumChar"/>
          <w:rtl/>
        </w:rPr>
        <w:t>)</w:t>
      </w:r>
    </w:p>
    <w:tbl>
      <w:tblPr>
        <w:tblStyle w:val="TableGrid"/>
        <w:bidiVisual/>
        <w:tblW w:w="5000" w:type="pct"/>
        <w:tblLook w:val="01E0"/>
      </w:tblPr>
      <w:tblGrid>
        <w:gridCol w:w="3666"/>
        <w:gridCol w:w="269"/>
        <w:gridCol w:w="3652"/>
      </w:tblGrid>
      <w:tr w:rsidR="00762D8F" w:rsidRPr="008F6CE0" w:rsidTr="00456082">
        <w:trPr>
          <w:trHeight w:val="350"/>
        </w:trPr>
        <w:tc>
          <w:tcPr>
            <w:tcW w:w="3666" w:type="dxa"/>
            <w:shd w:val="clear" w:color="auto" w:fill="auto"/>
          </w:tcPr>
          <w:p w:rsidR="00762D8F" w:rsidRPr="008F6CE0" w:rsidRDefault="00762D8F" w:rsidP="00D370E8">
            <w:pPr>
              <w:pStyle w:val="libPoem"/>
              <w:rPr>
                <w:rtl/>
              </w:rPr>
            </w:pPr>
            <w:r w:rsidRPr="008F6CE0">
              <w:rPr>
                <w:rFonts w:hint="eastAsia"/>
                <w:rtl/>
              </w:rPr>
              <w:t>هرشاخه</w:t>
            </w:r>
            <w:r w:rsidRPr="008F6CE0">
              <w:rPr>
                <w:rtl/>
              </w:rPr>
              <w:t xml:space="preserve"> که از</w:t>
            </w:r>
            <w:r w:rsidR="00921E45"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tl/>
              </w:rPr>
              <w:t>باغ برون آرد</w:t>
            </w:r>
            <w:r w:rsidR="00921E45"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tl/>
              </w:rPr>
              <w:t>سر</w:t>
            </w:r>
            <w:r w:rsidRPr="008F6CE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762D8F" w:rsidRPr="008F6CE0" w:rsidRDefault="00762D8F" w:rsidP="00D370E8">
            <w:pPr>
              <w:pStyle w:val="libPoem"/>
              <w:rPr>
                <w:rtl/>
              </w:rPr>
            </w:pPr>
          </w:p>
        </w:tc>
        <w:tc>
          <w:tcPr>
            <w:tcW w:w="3652" w:type="dxa"/>
            <w:shd w:val="clear" w:color="auto" w:fill="auto"/>
          </w:tcPr>
          <w:p w:rsidR="00762D8F" w:rsidRPr="008F6CE0" w:rsidRDefault="00762D8F" w:rsidP="00762D8F">
            <w:pPr>
              <w:pStyle w:val="libPoem"/>
              <w:rPr>
                <w:rtl/>
              </w:rPr>
            </w:pPr>
            <w:r w:rsidRPr="008F6CE0">
              <w:rPr>
                <w:rtl/>
              </w:rPr>
              <w:t>درم</w:t>
            </w:r>
            <w:r w:rsidRPr="008F6CE0">
              <w:rPr>
                <w:rFonts w:hint="cs"/>
                <w:rtl/>
              </w:rPr>
              <w:t>ی</w:t>
            </w:r>
            <w:r w:rsidRPr="008F6CE0">
              <w:rPr>
                <w:rFonts w:hint="eastAsia"/>
                <w:rtl/>
              </w:rPr>
              <w:t>و</w:t>
            </w:r>
            <w:r w:rsidRPr="008F6CE0">
              <w:rPr>
                <w:rFonts w:hint="cs"/>
                <w:rtl/>
              </w:rPr>
              <w:t>ه ی</w:t>
            </w:r>
            <w:r w:rsidRPr="008F6CE0">
              <w:rPr>
                <w:rtl/>
              </w:rPr>
              <w:t xml:space="preserve"> او</w:t>
            </w:r>
            <w:r w:rsidR="00921E45"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tl/>
              </w:rPr>
              <w:t>طمع کند راهگذر</w:t>
            </w:r>
            <w:r w:rsidRPr="008F6CE0">
              <w:rPr>
                <w:rStyle w:val="libPoemTiniChar0"/>
                <w:rtl/>
              </w:rPr>
              <w:br/>
              <w:t> </w:t>
            </w:r>
          </w:p>
        </w:tc>
      </w:tr>
    </w:tbl>
    <w:p w:rsidR="00811B5D" w:rsidRPr="008F6CE0" w:rsidRDefault="00061879" w:rsidP="00921E45">
      <w:pPr>
        <w:pStyle w:val="Heading2"/>
        <w:rPr>
          <w:rtl/>
        </w:rPr>
      </w:pPr>
      <w:bookmarkStart w:id="77" w:name="_Toc425750349"/>
      <w:r w:rsidRPr="008F6CE0">
        <w:rPr>
          <w:rFonts w:hint="eastAsia"/>
          <w:rtl/>
        </w:rPr>
        <w:t>حکا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tl/>
        </w:rPr>
        <w:t xml:space="preserve"> بها</w:t>
      </w:r>
      <w:r w:rsidRPr="008F6CE0">
        <w:rPr>
          <w:rFonts w:hint="cs"/>
          <w:rtl/>
        </w:rPr>
        <w:t>یی</w:t>
      </w:r>
      <w:bookmarkEnd w:id="77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tl/>
        </w:rPr>
        <w:t xml:space="preserve"> بهاء الد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عامِل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ازکتاب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سد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نزد قاض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کردکه پانصد مثقال طلا از شوهرم طلب دارم و او به من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قاض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شوهر را احضارکرد و او طلب خود را انکارنمود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="000158C8" w:rsidRPr="008F6CE0">
        <w:rPr>
          <w:rtl/>
        </w:rPr>
        <w:t xml:space="preserve"> فرا</w:t>
      </w:r>
      <w:r w:rsidRPr="008F6CE0">
        <w:rPr>
          <w:rtl/>
        </w:rPr>
        <w:t>موش کرده بود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قاض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 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برگفته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شاهد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="001A33D5" w:rsidRPr="008F6CE0">
        <w:rPr>
          <w:rFonts w:hint="eastAsia"/>
          <w:rtl/>
        </w:rPr>
        <w:t xml:space="preserve">؟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زن</w:t>
      </w:r>
      <w:r w:rsidRPr="008F6CE0">
        <w:rPr>
          <w:rtl/>
        </w:rPr>
        <w:t xml:space="preserve"> گفت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آن دو مرد شاهدند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قاض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ازگواهان 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گواه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مقابل شماست پانصد مثقال از شوهرش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مرد است طلب دارد و او نپرداخته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گواهان</w:t>
      </w:r>
      <w:r w:rsidRPr="008F6CE0">
        <w:rPr>
          <w:rtl/>
        </w:rPr>
        <w:t xml:space="preserve"> گفتند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سزاست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زن نقابِ مقابل صورت خود را عقب بزند تا ما لحظه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درست بشناس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او همان زن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آنگاه گواه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چون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زن سخن را شن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بر خود لرز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شوهرش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برآورد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شما چه گفت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A33D5" w:rsidRPr="008F6CE0">
        <w:rPr>
          <w:rFonts w:hint="eastAsia"/>
          <w:rtl/>
        </w:rPr>
        <w:t xml:space="preserve">؟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پانصد مثقال طلا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همسر من چهره اش را به شما نشان دهد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هرگز</w:t>
      </w:r>
      <w:r w:rsidR="001A33D5" w:rsidRPr="008F6CE0">
        <w:rPr>
          <w:rtl/>
        </w:rPr>
        <w:t xml:space="preserve">! </w:t>
      </w:r>
      <w:r w:rsidRPr="008F6CE0">
        <w:rPr>
          <w:rtl/>
        </w:rPr>
        <w:lastRenderedPageBreak/>
        <w:t>من پانصد مثقال خواهم داد و رضا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دهم که چهره همسرم در حضور دو مرد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</w:p>
    <w:p w:rsidR="00921E45" w:rsidRPr="008F6CE0" w:rsidRDefault="00061879" w:rsidP="00921E45">
      <w:pPr>
        <w:pStyle w:val="libNormal"/>
        <w:rPr>
          <w:rtl/>
        </w:rPr>
      </w:pPr>
      <w:r w:rsidRPr="008F6CE0">
        <w:rPr>
          <w:rFonts w:hint="eastAsia"/>
          <w:rtl/>
        </w:rPr>
        <w:t>چون</w:t>
      </w:r>
      <w:r w:rsidRPr="008F6CE0">
        <w:rPr>
          <w:rtl/>
        </w:rPr>
        <w:t xml:space="preserve"> زن آن جوانمرد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</w:t>
      </w:r>
      <w:r w:rsidRPr="008F6CE0">
        <w:rPr>
          <w:rtl/>
        </w:rPr>
        <w:t xml:space="preserve"> را از شوهر خود مشاهده کرد از شکا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خود چشم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آن مبلغ را به شوهربخش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061879" w:rsidRPr="008F6CE0" w:rsidRDefault="00061879" w:rsidP="00921E45">
      <w:pPr>
        <w:pStyle w:val="libNormal"/>
        <w:rPr>
          <w:rtl/>
        </w:rPr>
      </w:pP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خوب بود آن مرد باغ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امروزِ جامعه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را هم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که زنان نه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پانصد مثقال طلا و نه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مثقال نقره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چگونه رخ و ساق به همگان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 و شوهران و پدران و برادرانشان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هم 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 در کنارشان به رفتارآنان مباهات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</w:t>
      </w:r>
      <w:r w:rsidR="001A33D5" w:rsidRPr="008F6CE0">
        <w:rPr>
          <w:rtl/>
        </w:rPr>
        <w:t xml:space="preserve">! </w:t>
      </w:r>
    </w:p>
    <w:p w:rsidR="00811B5D" w:rsidRPr="008F6CE0" w:rsidRDefault="00061879" w:rsidP="00921E45">
      <w:pPr>
        <w:pStyle w:val="Heading2"/>
        <w:rPr>
          <w:rtl/>
        </w:rPr>
      </w:pPr>
      <w:bookmarkStart w:id="78" w:name="_Toc425750350"/>
      <w:r w:rsidRPr="008F6CE0">
        <w:rPr>
          <w:rFonts w:hint="eastAsia"/>
          <w:rtl/>
        </w:rPr>
        <w:t>خواستگار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 شوهردار</w:t>
      </w:r>
      <w:bookmarkEnd w:id="78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دوستان محقق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گفت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در همسا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خانواده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 که دختر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داشتند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ازدواج کرد و پس از مدت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پدرش به من مراجعه کرد وگفت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دختر و دامادم مشکل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آمده است و از شما راه چاره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طلبم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مدت دو سال از ازدواج دخترم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گذرد وکمتر 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از خانه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رود وکس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مزاحم او نشود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تا حال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ازصد نفر او را در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tl/>
        </w:rPr>
        <w:t xml:space="preserve"> تعق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کرده و به در خانه آمده و اجازه خواسته اند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خواستگار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خانه ما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</w:t>
      </w:r>
      <w:r w:rsidRPr="008F6CE0">
        <w:rPr>
          <w:rtl/>
        </w:rPr>
        <w:t xml:space="preserve"> دوستِ محقق پرس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دختر شما چهره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کاملاً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گذارد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گفته بود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مگر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هست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گفته بود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بله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امروز به او بگو صورتش را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بپوشاند که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او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</w:t>
      </w:r>
      <w:r w:rsidRPr="008F6CE0">
        <w:rPr>
          <w:rtl/>
        </w:rPr>
        <w:t xml:space="preserve"> نباشد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بعد هم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را به من اطلاع بده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پدر</w:t>
      </w:r>
      <w:r w:rsidR="00921E45" w:rsidRPr="008F6CE0">
        <w:rPr>
          <w:rFonts w:hint="cs"/>
          <w:rtl/>
        </w:rPr>
        <w:t xml:space="preserve"> </w:t>
      </w:r>
      <w:r w:rsidRPr="008F6CE0">
        <w:rPr>
          <w:rtl/>
        </w:rPr>
        <w:t>دختر پس از مدت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جعبه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منزل ما آمد و با خوشحال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مرا به آغوش گرفت و دعا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گفت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از آن روز تا حال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بار هم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مزاحم دخترم نشده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نامه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از بانوان به ما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بر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نظرخواه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افراد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اظهارکرده اند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«پس از آن که زنان اندام خود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پوشانند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موضع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نظاره آن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لذت بخش است چهره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» افزون 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سراسر بدن و هو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قسمت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طور 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نمود آن قسمت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921E45">
      <w:pPr>
        <w:pStyle w:val="Heading2"/>
        <w:rPr>
          <w:rtl/>
        </w:rPr>
      </w:pPr>
      <w:bookmarkStart w:id="79" w:name="_Toc425750351"/>
      <w:r w:rsidRPr="008F6CE0">
        <w:rPr>
          <w:rFonts w:hint="eastAsia"/>
          <w:rtl/>
        </w:rPr>
        <w:t>حسرت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bookmarkEnd w:id="79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اوضاع</w:t>
      </w:r>
      <w:r w:rsidRPr="008F6CE0">
        <w:rPr>
          <w:rtl/>
        </w:rPr>
        <w:t xml:space="preserve"> آشفته زنان غرب نشان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دهدکه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روابط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علاقه و عشق آغاز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گسستن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عشق هرگز در جهانِ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سرزم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موضوع پوشش زنان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معنا پنداشته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عشق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دار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همگان در حسرتش آه جانسوز س</w:t>
      </w:r>
      <w:r w:rsidRPr="008F6CE0">
        <w:rPr>
          <w:rFonts w:hint="eastAsia"/>
          <w:rtl/>
        </w:rPr>
        <w:t>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مردم- به خصوص زنان- اظهار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دارند که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ما علاقه قلب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بادوام ندارد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تنها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 عشق بورزد 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علاقه ها همه کوتاه مدت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لات</w:t>
      </w:r>
      <w:r w:rsidRPr="008F6CE0">
        <w:rPr>
          <w:rtl/>
        </w:rPr>
        <w:t xml:space="preserve"> است و علت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آسان به زن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هرگاه زنان با برهنگ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خود و مردان را بشکنند و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را به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آسان سازند 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مرد قلب خود را به طورکامل 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درگرو عشق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زن قرارنم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 صورت عشق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تحقق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آنان جزکشش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حکمفرما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عشق</w:t>
      </w:r>
      <w:r w:rsidRPr="008F6CE0">
        <w:rPr>
          <w:rtl/>
        </w:rPr>
        <w:t xml:space="preserve">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نمودار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شودکه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مدّت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جستجو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معشوق باشد و بدان دست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چون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به معشوق به سهولت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سّر</w:t>
      </w:r>
      <w:r w:rsidRPr="008F6CE0">
        <w:rPr>
          <w:rtl/>
        </w:rPr>
        <w:t xml:space="preserve"> نشود دلِ عاشق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فته</w:t>
      </w:r>
      <w:r w:rsidRPr="008F6CE0">
        <w:rPr>
          <w:rtl/>
        </w:rPr>
        <w:t xml:space="preserve"> تر و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 و آنگاه که بدان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از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آن که محبوبش را ازدست دهد جانبدار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حما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خود را از او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تا م</w:t>
      </w:r>
      <w:r w:rsidRPr="008F6CE0">
        <w:rPr>
          <w:rFonts w:hint="eastAsia"/>
          <w:rtl/>
        </w:rPr>
        <w:t>بادا</w:t>
      </w:r>
      <w:r w:rsidRPr="008F6CE0">
        <w:rPr>
          <w:rtl/>
        </w:rPr>
        <w:t xml:space="preserve"> به بهانه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واه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موجبات جدا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آنان فراهم شود و قلب او به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کشش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دکه</w:t>
      </w:r>
      <w:r w:rsidRPr="008F6CE0">
        <w:rPr>
          <w:rtl/>
        </w:rPr>
        <w:t xml:space="preserve"> دل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هم مهارسازد تا به آسان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عشق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قلب خود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جوامعِ معتقد به حجاب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ازدواج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انتظار و 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فرد مدّت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اوج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احساسات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شتن</w:t>
      </w:r>
      <w:r w:rsidRPr="008F6CE0">
        <w:rPr>
          <w:rtl/>
        </w:rPr>
        <w:t xml:space="preserve"> را به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فرارس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روزگار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مشترک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داده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پس از ازدواج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روزها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سراسر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و آن را هد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گرانقدر وآسمان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در جامعه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روابط افراد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ازدواجِ رسم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آزاد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ازدواج آغاز محروم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شناخته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 استقبال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برتراند</w:t>
      </w:r>
      <w:r w:rsidRPr="008F6CE0">
        <w:rPr>
          <w:rtl/>
        </w:rPr>
        <w:t xml:space="preserve"> راسل که خود سال ها 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پرداز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پس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نکته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اظهارکرد</w:t>
      </w:r>
      <w:r w:rsidR="00A807CF" w:rsidRPr="008F6CE0">
        <w:rPr>
          <w:rtl/>
        </w:rPr>
        <w:t xml:space="preserve">: </w:t>
      </w:r>
    </w:p>
    <w:p w:rsidR="00EA031B" w:rsidRPr="008F6CE0" w:rsidRDefault="00061879" w:rsidP="000158C8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نظر هنر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مسأله را مورد تجد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نظر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دهم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رسم که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تأسف است که امروز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آسان شده است و گمان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کنم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بهتر بود که وصالِ زنان کم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دشوارتر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 و البته نه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رممکن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158C8" w:rsidRPr="008F6CE0">
        <w:rPr>
          <w:rStyle w:val="libFootnotenumChar"/>
          <w:rFonts w:hint="cs"/>
          <w:rtl/>
        </w:rPr>
        <w:t>14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آلفرد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چکاک</w:t>
      </w:r>
      <w:r w:rsidRPr="008F6CE0">
        <w:rPr>
          <w:rtl/>
        </w:rPr>
        <w:t xml:space="preserve"> هنرمند وف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سازمعروف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: </w:t>
      </w:r>
    </w:p>
    <w:p w:rsidR="00811B5D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پس</w:t>
      </w:r>
      <w:r w:rsidRPr="008F6CE0">
        <w:rPr>
          <w:rtl/>
        </w:rPr>
        <w:t xml:space="preserve">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عمر تجربه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هنرمند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امروز فکر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کنم زن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مثل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پره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جان</w:t>
      </w:r>
      <w:r w:rsidRPr="008F6CE0">
        <w:rPr>
          <w:rtl/>
        </w:rPr>
        <w:t xml:space="preserve"> سبب شور و عشق در مرد گردد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به او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 کس در هر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ممکن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با کمتر نشان دادنِ خود ارزش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بالا ببرد تا مردها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به ت</w:t>
      </w:r>
      <w:r w:rsidRPr="008F6CE0">
        <w:rPr>
          <w:rFonts w:hint="eastAsia"/>
          <w:rtl/>
        </w:rPr>
        <w:t>حرک</w:t>
      </w:r>
      <w:r w:rsidRPr="008F6CE0">
        <w:rPr>
          <w:rtl/>
        </w:rPr>
        <w:t xml:space="preserve"> و شور واداشته شوند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لم</w:t>
      </w:r>
      <w:r w:rsidRPr="008F6CE0">
        <w:rPr>
          <w:rtl/>
        </w:rPr>
        <w:t xml:space="preserve"> ها و آثار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شرق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طور تصور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کنم که زنان شرق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طول سال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نقاب و روبند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زدند خودبه خودخ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جذاب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نمودند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از جذاب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اهم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خود کاستند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158C8">
      <w:pPr>
        <w:pStyle w:val="libNormal"/>
        <w:rPr>
          <w:rtl/>
        </w:rPr>
      </w:pPr>
      <w:r w:rsidRPr="008F6CE0">
        <w:rPr>
          <w:rFonts w:hint="eastAsia"/>
          <w:rtl/>
        </w:rPr>
        <w:t>گمان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کنم علّتِ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کاست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بود که آنان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برابر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با زنان غرب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روز به روز از پوشش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دست برداشتند و کم کم به جا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Pr="008F6CE0">
        <w:rPr>
          <w:rtl/>
        </w:rPr>
        <w:t xml:space="preserve">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جاذبه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هم مثل قبل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0158C8" w:rsidRPr="008F6CE0">
        <w:rPr>
          <w:rStyle w:val="libFootnotenumChar"/>
          <w:rFonts w:hint="cs"/>
          <w:rtl/>
        </w:rPr>
        <w:t>15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رفتار با متانت زن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شوهر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مذهب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هم به 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واداشته و محبّت همسر را در دل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افزون ساخته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طرف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معمولاً پسران هرزه از ازدواج با دختران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خود آنها را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داده اند امتناع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ورزند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معتقدند دختر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امروز به 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</w:t>
      </w:r>
      <w:r w:rsidRPr="008F6CE0">
        <w:rPr>
          <w:rtl/>
        </w:rPr>
        <w:t xml:space="preserve"> اندامش را به تماشا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همگان بنهد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فردا مورد اعتماد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به گفته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نظام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گنجو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4"/>
        <w:gridCol w:w="269"/>
        <w:gridCol w:w="3674"/>
      </w:tblGrid>
      <w:tr w:rsidR="00921E45" w:rsidRPr="008F6CE0" w:rsidTr="00D370E8">
        <w:trPr>
          <w:trHeight w:val="350"/>
        </w:trPr>
        <w:tc>
          <w:tcPr>
            <w:tcW w:w="4288" w:type="dxa"/>
            <w:shd w:val="clear" w:color="auto" w:fill="auto"/>
          </w:tcPr>
          <w:p w:rsidR="00921E45" w:rsidRPr="008F6CE0" w:rsidRDefault="00921E45" w:rsidP="00D370E8">
            <w:pPr>
              <w:pStyle w:val="libPoem"/>
              <w:rPr>
                <w:rtl/>
              </w:rPr>
            </w:pPr>
            <w:r w:rsidRPr="008F6CE0">
              <w:rPr>
                <w:rFonts w:hint="eastAsia"/>
                <w:rtl/>
              </w:rPr>
              <w:t>بسا</w:t>
            </w:r>
            <w:r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Fonts w:hint="eastAsia"/>
                <w:rtl/>
              </w:rPr>
              <w:t>گل</w:t>
            </w:r>
            <w:r w:rsidRPr="008F6CE0">
              <w:rPr>
                <w:rtl/>
              </w:rPr>
              <w:t xml:space="preserve"> را</w:t>
            </w:r>
            <w:r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tl/>
              </w:rPr>
              <w:t>که نغز</w:t>
            </w:r>
            <w:r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tl/>
              </w:rPr>
              <w:t>و</w:t>
            </w:r>
            <w:r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tl/>
              </w:rPr>
              <w:t>تر</w:t>
            </w:r>
            <w:r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tl/>
              </w:rPr>
              <w:t>گرفتند</w:t>
            </w:r>
            <w:r w:rsidRPr="008F6CE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21E45" w:rsidRPr="008F6CE0" w:rsidRDefault="00921E45" w:rsidP="00D370E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21E45" w:rsidRPr="008F6CE0" w:rsidRDefault="00921E45" w:rsidP="00D370E8">
            <w:pPr>
              <w:pStyle w:val="libPoem"/>
              <w:rPr>
                <w:rtl/>
              </w:rPr>
            </w:pPr>
            <w:r w:rsidRPr="008F6CE0">
              <w:rPr>
                <w:rtl/>
              </w:rPr>
              <w:t>ب</w:t>
            </w:r>
            <w:r w:rsidRPr="008F6CE0">
              <w:rPr>
                <w:rFonts w:hint="cs"/>
                <w:rtl/>
              </w:rPr>
              <w:t>ی</w:t>
            </w:r>
            <w:r w:rsidRPr="008F6CE0">
              <w:rPr>
                <w:rFonts w:hint="eastAsia"/>
                <w:rtl/>
              </w:rPr>
              <w:t>فکندند</w:t>
            </w:r>
            <w:r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Fonts w:hint="eastAsia"/>
                <w:rtl/>
              </w:rPr>
              <w:t>چون</w:t>
            </w:r>
            <w:r w:rsidRPr="008F6CE0">
              <w:rPr>
                <w:rtl/>
              </w:rPr>
              <w:t xml:space="preserve"> بو</w:t>
            </w:r>
            <w:r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tl/>
              </w:rPr>
              <w:t>بر</w:t>
            </w:r>
            <w:r w:rsidRPr="008F6CE0">
              <w:rPr>
                <w:rFonts w:hint="cs"/>
                <w:rtl/>
              </w:rPr>
              <w:t xml:space="preserve"> </w:t>
            </w:r>
            <w:r w:rsidRPr="008F6CE0">
              <w:rPr>
                <w:rtl/>
              </w:rPr>
              <w:t>گرفتند</w:t>
            </w:r>
            <w:r w:rsidRPr="008F6CE0">
              <w:rPr>
                <w:rStyle w:val="libPoemTiniChar0"/>
                <w:rtl/>
              </w:rPr>
              <w:br/>
              <w:t> </w:t>
            </w:r>
          </w:p>
        </w:tc>
      </w:tr>
    </w:tbl>
    <w:p w:rsidR="00FF006A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تعجب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افراد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رمذهب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خواستگار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جستجو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زگان</w:t>
      </w:r>
      <w:r w:rsidRPr="008F6CE0">
        <w:rPr>
          <w:rtl/>
        </w:rPr>
        <w:t xml:space="preserve"> باعفّت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که اندام و موها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را به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نشان نداده و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کار و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گانه</w:t>
      </w:r>
      <w:r w:rsidRPr="008F6CE0">
        <w:rPr>
          <w:rtl/>
        </w:rPr>
        <w:t xml:space="preserve"> تماس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نداشته اند</w:t>
      </w:r>
      <w:r w:rsidR="00A807CF" w:rsidRPr="008F6CE0">
        <w:rPr>
          <w:rtl/>
        </w:rPr>
        <w:t xml:space="preserve">. </w:t>
      </w:r>
    </w:p>
    <w:p w:rsidR="00061879" w:rsidRPr="008F6CE0" w:rsidRDefault="00FF006A" w:rsidP="00FF006A">
      <w:pPr>
        <w:pStyle w:val="Heading2"/>
        <w:rPr>
          <w:rtl/>
        </w:rPr>
      </w:pPr>
      <w:r w:rsidRPr="008F6CE0">
        <w:rPr>
          <w:rtl/>
        </w:rPr>
        <w:br w:type="page"/>
      </w:r>
      <w:bookmarkStart w:id="80" w:name="_Toc425750352"/>
      <w:r w:rsidRPr="008F6CE0">
        <w:rPr>
          <w:rFonts w:hint="cs"/>
          <w:rtl/>
        </w:rPr>
        <w:lastRenderedPageBreak/>
        <w:t>پی نوشت ها :</w:t>
      </w:r>
      <w:bookmarkEnd w:id="80"/>
    </w:p>
    <w:p w:rsidR="00FF006A" w:rsidRPr="008F6CE0" w:rsidRDefault="00FF006A" w:rsidP="00061879">
      <w:pPr>
        <w:pStyle w:val="libNormal"/>
        <w:rPr>
          <w:rtl/>
        </w:rPr>
      </w:pP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1.</w:t>
      </w:r>
      <w:r w:rsidRPr="008F6CE0">
        <w:rPr>
          <w:rtl/>
        </w:rPr>
        <w:tab/>
        <w:t>اطلاعات هفتگ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ش 1079.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2.</w:t>
      </w:r>
      <w:r w:rsidRPr="008F6CE0">
        <w:rPr>
          <w:rtl/>
        </w:rPr>
        <w:tab/>
        <w:t>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سزاوار است کتاب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جدا نوشت.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3.</w:t>
      </w:r>
      <w:r w:rsidRPr="008F6CE0">
        <w:rPr>
          <w:rtl/>
        </w:rPr>
        <w:tab/>
        <w:t>در فرموده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بلند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ان،</w:t>
      </w:r>
      <w:r w:rsidRPr="008F6CE0">
        <w:rPr>
          <w:rtl/>
        </w:rPr>
        <w:t xml:space="preserve"> امام صادق عليهالسلام 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: هرگاه چشم از نگاه حرام بازداشته شود به مشاهده عظمت و جلال (حق) راه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>. (مستدرک الوسائل، کتاب النکاح، باب 80، ح8)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4.</w:t>
      </w:r>
      <w:r w:rsidRPr="008F6CE0">
        <w:rPr>
          <w:rtl/>
        </w:rPr>
        <w:tab/>
        <w:t xml:space="preserve">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معنو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وجود زن، ر. ک: زن مظهر خلاق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اللّه، علو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ون</w:t>
      </w:r>
      <w:r w:rsidRPr="008F6CE0">
        <w:rPr>
          <w:rFonts w:hint="cs"/>
          <w:rtl/>
        </w:rPr>
        <w:t>ی</w:t>
      </w:r>
      <w:r w:rsidRPr="008F6CE0">
        <w:rPr>
          <w:rtl/>
        </w:rPr>
        <w:t>. قرآن و مقام زن،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عل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کمال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؛</w:t>
      </w:r>
      <w:r w:rsidRPr="008F6CE0">
        <w:rPr>
          <w:rtl/>
        </w:rPr>
        <w:t xml:space="preserve"> زن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ارزش، مار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امسون،</w:t>
      </w:r>
      <w:r w:rsidRPr="008F6CE0">
        <w:rPr>
          <w:rtl/>
        </w:rPr>
        <w:t xml:space="preserve"> ترجمه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نو</w:t>
      </w:r>
      <w:r w:rsidRPr="008F6CE0">
        <w:rPr>
          <w:rtl/>
        </w:rPr>
        <w:t xml:space="preserve"> احمد سرت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پ،</w:t>
      </w:r>
      <w:r w:rsidRPr="008F6CE0">
        <w:rPr>
          <w:rtl/>
        </w:rPr>
        <w:t xml:space="preserve"> 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اخص و ممتاز زن، محمد رضا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زاده.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5.</w:t>
      </w:r>
      <w:r w:rsidRPr="008F6CE0">
        <w:rPr>
          <w:rtl/>
        </w:rPr>
        <w:tab/>
        <w:t>روح زن، ص 64.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6.</w:t>
      </w:r>
      <w:r w:rsidRPr="008F6CE0">
        <w:rPr>
          <w:rtl/>
        </w:rPr>
        <w:tab/>
        <w:t>درفرموده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رمؤمنان</w:t>
      </w:r>
      <w:r w:rsidRPr="008F6CE0">
        <w:rPr>
          <w:rtl/>
        </w:rPr>
        <w:t xml:space="preserve"> عل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عليهالسلام 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>. الح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اء</w:t>
      </w:r>
      <w:r w:rsidRPr="008F6CE0">
        <w:rPr>
          <w:rtl/>
        </w:rPr>
        <w:t xml:space="preserve"> ثمرة ا العفّه: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است، (غررالحکم، ح 4612) 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به هر علت 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فرد کم شود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شرم او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زکاسته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7.</w:t>
      </w:r>
      <w:r w:rsidRPr="008F6CE0">
        <w:rPr>
          <w:rtl/>
        </w:rPr>
        <w:tab/>
        <w:t>قاعدگ</w:t>
      </w:r>
      <w:r w:rsidRPr="008F6CE0">
        <w:rPr>
          <w:rFonts w:hint="cs"/>
          <w:rtl/>
        </w:rPr>
        <w:t>ی</w:t>
      </w:r>
      <w:r w:rsidRPr="008F6CE0">
        <w:rPr>
          <w:rtl/>
        </w:rPr>
        <w:t>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8.</w:t>
      </w:r>
      <w:r w:rsidRPr="008F6CE0">
        <w:rPr>
          <w:rtl/>
        </w:rPr>
        <w:tab/>
        <w:t>بحارالانوار، ج103، ص244و245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9.</w:t>
      </w:r>
      <w:r w:rsidRPr="008F6CE0">
        <w:rPr>
          <w:rtl/>
        </w:rPr>
        <w:tab/>
        <w:t>غرر الحکم، ص 408.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10.</w:t>
      </w:r>
      <w:r w:rsidRPr="008F6CE0">
        <w:rPr>
          <w:rtl/>
        </w:rPr>
        <w:tab/>
        <w:t xml:space="preserve">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آثار نگاه از نظر 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جلد دوم 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کتابها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«خوب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>. » (جلوه 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زنا ن و نگاه مردان) مراجعه فرما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</w:t>
      </w:r>
      <w:r w:rsidRPr="008F6CE0">
        <w:rPr>
          <w:rtl/>
        </w:rPr>
        <w:t>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11.</w:t>
      </w:r>
      <w:r w:rsidRPr="008F6CE0">
        <w:rPr>
          <w:rtl/>
        </w:rPr>
        <w:tab/>
        <w:t>بحارالانوار، ج 103، ص249.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12.</w:t>
      </w:r>
      <w:r w:rsidRPr="008F6CE0">
        <w:rPr>
          <w:rtl/>
        </w:rPr>
        <w:tab/>
        <w:t>منظور از آراستگ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هرگونه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نظر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نندگان</w:t>
      </w:r>
      <w:r w:rsidRPr="008F6CE0">
        <w:rPr>
          <w:rtl/>
        </w:rPr>
        <w:t xml:space="preserve"> را جلب کند. 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13.</w:t>
      </w:r>
      <w:r w:rsidRPr="008F6CE0">
        <w:rPr>
          <w:rtl/>
        </w:rPr>
        <w:tab/>
        <w:t>بحارالانوار، ج 103، ص 253.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14.</w:t>
      </w:r>
      <w:r w:rsidRPr="008F6CE0">
        <w:rPr>
          <w:rtl/>
        </w:rPr>
        <w:tab/>
        <w:t>زنا 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اخلاق ص 87. درباره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راسل، ر. ک: بررس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نقد ا فکار راسل، محمد تق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جعفر</w:t>
      </w:r>
      <w:r w:rsidRPr="008F6CE0">
        <w:rPr>
          <w:rFonts w:hint="cs"/>
          <w:rtl/>
        </w:rPr>
        <w:t>ی</w:t>
      </w:r>
      <w:r w:rsidRPr="008F6CE0">
        <w:rPr>
          <w:rtl/>
        </w:rPr>
        <w:t>.</w:t>
      </w:r>
    </w:p>
    <w:p w:rsidR="00FF006A" w:rsidRPr="008F6CE0" w:rsidRDefault="00FF006A" w:rsidP="00FF006A">
      <w:pPr>
        <w:pStyle w:val="libFootnote"/>
        <w:rPr>
          <w:rtl/>
        </w:rPr>
      </w:pPr>
      <w:r w:rsidRPr="008F6CE0">
        <w:rPr>
          <w:rtl/>
        </w:rPr>
        <w:t>15.</w:t>
      </w:r>
      <w:r w:rsidRPr="008F6CE0">
        <w:rPr>
          <w:rtl/>
        </w:rPr>
        <w:tab/>
        <w:t>مسأله حجاب، ص 73.</w:t>
      </w:r>
    </w:p>
    <w:p w:rsidR="00811B5D" w:rsidRPr="008F6CE0" w:rsidRDefault="00951E7F" w:rsidP="00921E45">
      <w:pPr>
        <w:pStyle w:val="Heading1Center"/>
        <w:rPr>
          <w:rtl/>
        </w:rPr>
      </w:pPr>
      <w:r w:rsidRPr="008F6CE0">
        <w:rPr>
          <w:rtl/>
        </w:rPr>
        <w:br w:type="page"/>
      </w:r>
      <w:bookmarkStart w:id="81" w:name="_Toc425750353"/>
      <w:r w:rsidR="00061879" w:rsidRPr="008F6CE0">
        <w:rPr>
          <w:rFonts w:hint="eastAsia"/>
          <w:rtl/>
        </w:rPr>
        <w:lastRenderedPageBreak/>
        <w:t>فصل</w:t>
      </w:r>
      <w:r w:rsidR="00061879" w:rsidRPr="008F6CE0">
        <w:rPr>
          <w:rtl/>
        </w:rPr>
        <w:t xml:space="preserve"> ششم</w:t>
      </w:r>
      <w:r w:rsidR="00A807CF" w:rsidRPr="008F6CE0">
        <w:rPr>
          <w:rtl/>
        </w:rPr>
        <w:t xml:space="preserve">: </w:t>
      </w:r>
      <w:r w:rsidR="00061879" w:rsidRPr="008F6CE0">
        <w:rPr>
          <w:rtl/>
        </w:rPr>
        <w:t>پوشش زنان</w:t>
      </w:r>
      <w:r w:rsidR="00A807CF" w:rsidRPr="008F6CE0">
        <w:rPr>
          <w:rtl/>
        </w:rPr>
        <w:t xml:space="preserve">، </w:t>
      </w:r>
      <w:r w:rsidR="00061879" w:rsidRPr="008F6CE0">
        <w:rPr>
          <w:rtl/>
        </w:rPr>
        <w:t>مهار مردان</w:t>
      </w:r>
      <w:bookmarkEnd w:id="81"/>
    </w:p>
    <w:p w:rsidR="00811B5D" w:rsidRPr="008F6CE0" w:rsidRDefault="00061879" w:rsidP="00921E45">
      <w:pPr>
        <w:pStyle w:val="Heading2"/>
        <w:rPr>
          <w:rtl/>
        </w:rPr>
      </w:pPr>
      <w:bookmarkStart w:id="82" w:name="_Toc425750354"/>
      <w:r w:rsidRPr="008F6CE0">
        <w:rPr>
          <w:rFonts w:hint="eastAsia"/>
          <w:rtl/>
        </w:rPr>
        <w:t>اشاره</w:t>
      </w:r>
      <w:bookmarkEnd w:id="82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شگفت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روزگار ما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است که گروه انبوه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مدافعان حقوق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مرد هستند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انسان را به فکر وام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تاکنون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سم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نار</w:t>
      </w:r>
      <w:r w:rsidRPr="008F6CE0">
        <w:rPr>
          <w:rtl/>
        </w:rPr>
        <w:t xml:space="preserve"> و کنگره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دفاع از حقوق مردان بر پا شده است</w:t>
      </w:r>
      <w:r w:rsidR="001A33D5" w:rsidRPr="008F6CE0">
        <w:rPr>
          <w:rtl/>
        </w:rPr>
        <w:t xml:space="preserve">؟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جمله واژگان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درگذر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</w:t>
      </w:r>
      <w:r w:rsidRPr="008F6CE0">
        <w:rPr>
          <w:rtl/>
        </w:rPr>
        <w:t xml:space="preserve"> شعار مردمان استعمار شده و استعمارگر بوده است و هرکس مفهوم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آن در اند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دارد و در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زمان از سودجو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در امان نبوده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در عرصه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حقوق و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ارات</w:t>
      </w:r>
      <w:r w:rsidRPr="008F6CE0">
        <w:rPr>
          <w:rtl/>
        </w:rPr>
        <w:t xml:space="preserve"> زنان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موضوع جار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و به 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گروه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پوشش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عامل سلب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مانع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حقوق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مندان به حجاب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Pr="008F6CE0">
        <w:rPr>
          <w:rtl/>
        </w:rPr>
        <w:t xml:space="preserve"> که پوشش زن- آن گونه که اسلام در نظر دارد- معاشرت او با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گانگان</w:t>
      </w:r>
      <w:r w:rsidRPr="008F6CE0">
        <w:rPr>
          <w:rtl/>
        </w:rPr>
        <w:t xml:space="preserve"> را محدود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انجام پاره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کارها مانند رقص و خوانندگ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حضور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گانگان</w:t>
      </w:r>
      <w:r w:rsidRPr="008F6CE0">
        <w:rPr>
          <w:rtl/>
        </w:rPr>
        <w:t xml:space="preserve"> را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اجازه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خودنما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تحر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افراد را بر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پسندد و 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او را جز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همسر ممنوع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 نظر اسلام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هرکار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برخلاف شخص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ارجمند زن است نه بر او 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است و نه 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حق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بهره کش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اسلام به زن اجازه نداده است که به بهانه آزاد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با نعمت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عطا شده از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بندگان خدا را به بند کشد 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به اسارت خود درآورد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آنچه سبب شده است تا عده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نا آگاهانه وگروه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آگاهانه پوشش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برخلاف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ارات</w:t>
      </w:r>
      <w:r w:rsidRPr="008F6CE0">
        <w:rPr>
          <w:rtl/>
        </w:rPr>
        <w:t xml:space="preserve"> او قلمداد کنند طرز تفکر غلط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از زن در ذهن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آنها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پندارند که زن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مانند مرد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حال آن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انحراف از </w:t>
      </w:r>
      <w:r w:rsidRPr="008F6CE0">
        <w:rPr>
          <w:rtl/>
        </w:rPr>
        <w:lastRenderedPageBreak/>
        <w:t>شناخت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زن و مرد و برخلاف حقا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اصول جامعه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اگر ما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معتقد بود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زن از نظر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و صفات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 xml:space="preserve">نمونه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کسان</w:t>
      </w:r>
      <w:r w:rsidRPr="008F6CE0">
        <w:rPr>
          <w:rtl/>
        </w:rPr>
        <w:t xml:space="preserve"> مرد است البته که انتظار داشت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حدود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ارات</w:t>
      </w:r>
      <w:r w:rsidRPr="008F6CE0">
        <w:rPr>
          <w:rtl/>
        </w:rPr>
        <w:t xml:space="preserve"> وحقوق او در همه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همچون مرد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 صورت روا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همانند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کارگر معدن ر اننده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تراکتور و جرثق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و قطار و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</w:t>
      </w:r>
      <w:r w:rsidRPr="008F6CE0">
        <w:rPr>
          <w:rtl/>
        </w:rPr>
        <w:t xml:space="preserve"> راهنما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مأمور نظافت شهر و فروشنده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نما</w:t>
      </w:r>
      <w:r w:rsidRPr="008F6CE0">
        <w:rPr>
          <w:rtl/>
        </w:rPr>
        <w:t xml:space="preserve"> و روزنامه باشد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چون مرد را مرد و زن را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از او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هرگز 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کدام را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توقع ندار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سبب است ک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از مرد هم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 که به وظا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و مشاغل زن بپردازد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اگر نظام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قرارداد اجتماع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مرد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امور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سته</w:t>
      </w:r>
      <w:r w:rsidRPr="008F6CE0">
        <w:rPr>
          <w:rtl/>
        </w:rPr>
        <w:t xml:space="preserve"> تر بب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برخلاف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هر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سپرده شده است</w:t>
      </w:r>
      <w:r w:rsidR="001A33D5" w:rsidRPr="008F6CE0">
        <w:rPr>
          <w:rtl/>
        </w:rPr>
        <w:t xml:space="preserve">؟! </w:t>
      </w:r>
    </w:p>
    <w:p w:rsidR="00811B5D" w:rsidRPr="008F6CE0" w:rsidRDefault="00061879" w:rsidP="00EB2899">
      <w:pPr>
        <w:pStyle w:val="Heading2"/>
        <w:rPr>
          <w:rtl/>
        </w:rPr>
      </w:pPr>
      <w:bookmarkStart w:id="83" w:name="_Toc425750355"/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بندکش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bookmarkEnd w:id="83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راست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چرا در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انواع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تنها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هوادار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است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جز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طرز پوشش و</w:t>
      </w:r>
      <w:r w:rsidR="00A807CF" w:rsidRPr="008F6CE0">
        <w:rPr>
          <w:rtl/>
        </w:rPr>
        <w:t xml:space="preserve">...، </w:t>
      </w:r>
      <w:r w:rsidRPr="008F6CE0">
        <w:rPr>
          <w:rtl/>
        </w:rPr>
        <w:t>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دارد که با رهاکردن مهار نفس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جنبه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در بند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</w:t>
      </w:r>
      <w:r w:rsidRPr="008F6CE0">
        <w:rPr>
          <w:rtl/>
        </w:rPr>
        <w:t xml:space="preserve"> آزاد و انسان آزاد تفاوت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انسان بها دارد که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ساز رشد همه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اله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نهفته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 و موانع را فرا راه همه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ارزش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بدانها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برطرف سازد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 xml:space="preserve">نه آن که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مورد نظر او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راه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ارزش ها را سدّ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پاک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راست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Fonts w:hint="eastAsia"/>
          <w:rtl/>
        </w:rPr>
        <w:t>بهره</w:t>
      </w:r>
      <w:r w:rsidRPr="008F6CE0">
        <w:rPr>
          <w:rtl/>
        </w:rPr>
        <w:t xml:space="preserve"> مند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ازکانون گرم خانواده و فرزند صالح و جامعه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 از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امن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همه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بها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از آ 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طرز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لباس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بخش عمده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ازکوشش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شبانه روز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ارزش ها صرف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چگونه رواست ک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ارزش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بق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ارزش ها را قربان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او 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علم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فداکند و نه به خاطر شهوت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علم و معرفت را به کنار نهد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را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درکنار هم داشت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ارزش ها را در بند کند نوع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اسارت ا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نام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خودگرفته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چه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</w:t>
      </w:r>
      <w:r w:rsidRPr="008F6CE0">
        <w:rPr>
          <w:rtl/>
        </w:rPr>
        <w:t xml:space="preserve"> که نه تنها سبب سلب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رشد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از خود فرد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را سلب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چنان که در غرب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فرا 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اغلب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تعال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 آنان را سدّ کرده است</w:t>
      </w:r>
      <w:r w:rsidR="00A807CF" w:rsidRPr="008F6CE0">
        <w:rPr>
          <w:rtl/>
        </w:rPr>
        <w:t xml:space="preserve">. </w:t>
      </w:r>
    </w:p>
    <w:p w:rsidR="00EB2899" w:rsidRPr="008F6CE0" w:rsidRDefault="00061879" w:rsidP="00EB2899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طرف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چگونه سدّ 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در مقابل حرکت قدرت مند آب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ستودن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اما سدَ 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در برابر بخش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رانگر</w:t>
      </w:r>
      <w:r w:rsidRPr="008F6CE0">
        <w:rPr>
          <w:rtl/>
        </w:rPr>
        <w:t xml:space="preserve">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نکوهش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احداث سدّ در مقابل امواج بلند آب نه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محروم کردن انسان ها ازنعمت آب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بدان منظوراست که از هدررفتن آب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ثسگ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تا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وجود آن بهتراستفاده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پوشش زن سدّ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مقابل سرکش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زه</w:t>
      </w:r>
      <w:r w:rsidRPr="008F6CE0">
        <w:rPr>
          <w:rtl/>
        </w:rPr>
        <w:t xml:space="preserve"> است تا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هرز نرود و تمام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EB2899">
      <w:pPr>
        <w:pStyle w:val="Heading2"/>
        <w:rPr>
          <w:rtl/>
        </w:rPr>
      </w:pPr>
      <w:bookmarkStart w:id="84" w:name="_Toc425750356"/>
      <w:r w:rsidRPr="008F6CE0">
        <w:rPr>
          <w:rFonts w:hint="eastAsia"/>
          <w:rtl/>
        </w:rPr>
        <w:t>پوشش</w:t>
      </w:r>
      <w:r w:rsidRPr="008F6CE0">
        <w:rPr>
          <w:rtl/>
        </w:rPr>
        <w:t xml:space="preserve">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مهار مردان</w:t>
      </w:r>
      <w:bookmarkEnd w:id="84"/>
    </w:p>
    <w:p w:rsidR="00EA031B" w:rsidRPr="008F6CE0" w:rsidRDefault="00061879" w:rsidP="00061879">
      <w:pPr>
        <w:pStyle w:val="libNormal"/>
        <w:rPr>
          <w:rStyle w:val="libNormalChar"/>
          <w:rFonts w:eastAsia="B Badr"/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موضوع نه بدان سبب است که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زنان بوده اند که حقوقشان از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ناد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انگاشته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شده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بلکه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علت آن است که زن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داند مرد در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به حق خود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دفاع زن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امّا از آن سو دفاع مرد از حق زن نه تنها حق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از مرد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کاهد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بلکه 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قدرت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حق و توان زن ارزان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با جانبدار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از حما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اعتماد زن بهره مند شد و هم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عرصه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 </w:t>
      </w:r>
      <w:r w:rsidRPr="008F6CE0">
        <w:rPr>
          <w:rtl/>
        </w:rPr>
        <w:lastRenderedPageBreak/>
        <w:t>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فراخواند و از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کار او- با درآمد کمتر از مرد- سودجست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(1)</w:t>
      </w:r>
      <w:r w:rsidRPr="008F6CE0">
        <w:rPr>
          <w:rtl/>
        </w:rPr>
        <w:t xml:space="preserve"> 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مدافعان حقوق زن مردان بوده اند و در عصر ما صاحبان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اند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اعطا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حقوق زن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در تکاپو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بردند داشتن پوشش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قوم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مانع از آن است که زن دوشادوش مرد به کار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نان</w:t>
      </w:r>
      <w:r w:rsidRPr="008F6CE0">
        <w:rPr>
          <w:rtl/>
        </w:rPr>
        <w:t xml:space="preserve"> بودند و البته که در جلب اعتماد زنان موفق بودند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گروه با آ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جمع انبوه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پسران جوان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کار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تصم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گرفتند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شغل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فراهم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مانع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وجود پوشش زن بود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ازآن نظرکه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کارما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زحمت بود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آن که نقشه آن بود تا زن ازخانه جدا شود و روابط زناشو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را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همسر منحصر نکند و خود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رشد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تنوع و لذت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مصرف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و رواج مراکز انجام پل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با پوشش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دست 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گفته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دورانت</w:t>
      </w:r>
      <w:r w:rsidR="00A807CF" w:rsidRPr="008F6CE0">
        <w:rPr>
          <w:rtl/>
        </w:rPr>
        <w:t xml:space="preserve">: </w:t>
      </w:r>
      <w:r w:rsidRPr="008F6CE0">
        <w:rPr>
          <w:rtl/>
        </w:rPr>
        <w:t>دامن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کوتاه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همه جهان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نعمت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جز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اطان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(2)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طراحان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مردان خود نساخته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پوشش زن آزاردهنده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پوشش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کامجو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زن را به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خانه محدود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بدون ازدواج وتعهّداتّ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اجتماع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 ناممکن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بساط هرزگ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ناپاک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آنچه</w:t>
      </w:r>
      <w:r w:rsidRPr="008F6CE0">
        <w:rPr>
          <w:rtl/>
        </w:rPr>
        <w:t xml:space="preserve"> از مجموع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قات</w:t>
      </w:r>
      <w:r w:rsidRPr="008F6CE0">
        <w:rPr>
          <w:rtl/>
        </w:rPr>
        <w:t xml:space="preserve"> و مطالعات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مفادآ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قرآن و روا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ات</w:t>
      </w:r>
      <w:r w:rsidRPr="008F6CE0">
        <w:rPr>
          <w:rtl/>
        </w:rPr>
        <w:t xml:space="preserve"> به دست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پوشش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آن که زن ر ا در تنگناو 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قر ا ر دهد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قدرت مرد ر ا در سودج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 ز زن محدود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عرضه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حضور مرد و زن همانند مسابقه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خرگوش و لاک پشت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خرگوش راه طولان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هموار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تا بر لا ک پشت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شود و </w:t>
      </w:r>
      <w:r w:rsidRPr="008F6CE0">
        <w:rPr>
          <w:rtl/>
        </w:rPr>
        <w:lastRenderedPageBreak/>
        <w:t>لاک پشت چون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داند از نظر سرعت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بر خرگوش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شود ناچار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سنگلاخ و پررنج اماکوتاه را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سرانجام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روز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او هرچند در ط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مشقّت 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راه آسوده را </w:t>
      </w:r>
      <w:r w:rsidRPr="008F6CE0">
        <w:rPr>
          <w:rFonts w:hint="eastAsia"/>
          <w:rtl/>
        </w:rPr>
        <w:t>رها</w:t>
      </w:r>
      <w:r w:rsidRPr="008F6CE0">
        <w:rPr>
          <w:rtl/>
        </w:rPr>
        <w:t xml:space="preserve"> کرده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رنجش خشنود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حجاب بانوان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اگرچه بار پوشش بر دوش زن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بت</w:t>
      </w:r>
      <w:r w:rsidRPr="008F6CE0">
        <w:rPr>
          <w:rtl/>
        </w:rPr>
        <w:t xml:space="preserve"> و قدرت آن بر دوش مرد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سنگ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پوشش آن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دربندکردن دست و 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EB2899" w:rsidRPr="008F6CE0" w:rsidRDefault="00061879" w:rsidP="00EB2899">
      <w:pPr>
        <w:pStyle w:val="libNormal"/>
        <w:rPr>
          <w:rtl/>
        </w:rPr>
      </w:pPr>
      <w:r w:rsidRPr="008F6CE0">
        <w:rPr>
          <w:rFonts w:hint="eastAsia"/>
          <w:rtl/>
        </w:rPr>
        <w:t>برخلاف</w:t>
      </w:r>
      <w:r w:rsidRPr="008F6CE0">
        <w:rPr>
          <w:rtl/>
        </w:rPr>
        <w:t xml:space="preserve"> تصور عموم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پندارند چون زن هوس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و فتنه جوست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اش داشت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ماعق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سفارش تنهابه سبب فتنه آفر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 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بلکه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قتاً</w:t>
      </w:r>
      <w:r w:rsidRPr="008F6CE0">
        <w:rPr>
          <w:rtl/>
        </w:rPr>
        <w:t xml:space="preserve"> چون مرد در برابر جاذبه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خو استه شده است تا از جلوه د ادنِ اندام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خ</w:t>
      </w:r>
      <w:r w:rsidRPr="008F6CE0">
        <w:rPr>
          <w:rFonts w:hint="eastAsia"/>
          <w:rtl/>
        </w:rPr>
        <w:t>ود</w:t>
      </w:r>
      <w:r w:rsidRPr="008F6CE0">
        <w:rPr>
          <w:rtl/>
        </w:rPr>
        <w:t xml:space="preserve"> در حضور مردان اجتناب ورزند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حجاب تصور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در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محدودکردن مردان در بهره جو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از وجود زن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در تنگنا قراردادن زن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محدود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را زن به سبب ناتوان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در برابر جاذبه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هموارم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 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</w:p>
    <w:p w:rsidR="00811B5D" w:rsidRPr="008F6CE0" w:rsidRDefault="00061879" w:rsidP="00EB2899">
      <w:pPr>
        <w:pStyle w:val="Heading2"/>
        <w:rPr>
          <w:rtl/>
        </w:rPr>
      </w:pPr>
      <w:bookmarkStart w:id="85" w:name="_Toc425750357"/>
      <w:r w:rsidRPr="008F6CE0">
        <w:rPr>
          <w:rFonts w:hint="eastAsia"/>
          <w:rtl/>
        </w:rPr>
        <w:t>سخت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پوشش</w:t>
      </w:r>
      <w:bookmarkEnd w:id="85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انکارکرد که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لباس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دشوارتر ازکم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دشوار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نابسامان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روان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اثر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مراتب افزون تر و سهمگ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تر و تباه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آورتر از سخت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پوششِ بهتر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زمان آن اندازه که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محروم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دشوار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دآورده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حجاب محروم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نکرده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تناسل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دخترربا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</w:t>
      </w:r>
      <w:r w:rsidR="00A807CF" w:rsidRPr="008F6CE0">
        <w:rPr>
          <w:rtl/>
        </w:rPr>
        <w:t xml:space="preserve">...، </w:t>
      </w:r>
      <w:r w:rsidRPr="008F6CE0">
        <w:rPr>
          <w:rtl/>
        </w:rPr>
        <w:t>خودکش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مد پرست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تزلزل و تلاش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نظام خانواده و انحرافات جنس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محصول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1A33D5" w:rsidRPr="008F6CE0">
        <w:rPr>
          <w:rFonts w:hint="eastAsia"/>
          <w:rtl/>
        </w:rPr>
        <w:t>؟!</w:t>
      </w:r>
      <w:r w:rsidR="001A33D5" w:rsidRPr="008F6CE0">
        <w:rPr>
          <w:rtl/>
        </w:rPr>
        <w:t xml:space="preserve"> </w:t>
      </w:r>
      <w:r w:rsidRPr="008F6CE0">
        <w:rPr>
          <w:rtl/>
        </w:rPr>
        <w:t>زحمتِ 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انکار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اما نسبت به آنچه با ا</w:t>
      </w:r>
      <w:r w:rsidRPr="008F6CE0">
        <w:rPr>
          <w:rFonts w:hint="cs"/>
          <w:rtl/>
        </w:rPr>
        <w:t>ی</w:t>
      </w:r>
      <w:r w:rsidRPr="008F6CE0">
        <w:rPr>
          <w:rtl/>
        </w:rPr>
        <w:t>ن زحمت حفظ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آن را زحمت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کرد</w:t>
      </w:r>
      <w:r w:rsidR="00A807CF" w:rsidRPr="008F6CE0">
        <w:rPr>
          <w:rtl/>
        </w:rPr>
        <w:t xml:space="preserve">؛ </w:t>
      </w:r>
      <w:r w:rsidRPr="008F6CE0">
        <w:rPr>
          <w:rtl/>
        </w:rPr>
        <w:t>چنان که جواهرفروشان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هر اقدام در ته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جواهر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فکر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حفظ جواهر 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اند و مبالغ هنگفت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مخصوص نگهدار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جواهرها صرف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و آن مبلغ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بعدها از آن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eastAsia"/>
          <w:rtl/>
        </w:rPr>
        <w:t>ندارند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 که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ء</w:t>
      </w:r>
      <w:r w:rsidRPr="008F6CE0">
        <w:rPr>
          <w:rtl/>
        </w:rPr>
        <w:t xml:space="preserve"> گرانبها به رعا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اصول محافظت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نظر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برخلاف تصور سطح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نه تنها مانع ترق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او را در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به مقاصد علم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فرهنگ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شترکمک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چه آن که خطرها را به راحت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ازاو دورم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دگان</w:t>
      </w:r>
      <w:r w:rsidRPr="008F6CE0">
        <w:rPr>
          <w:rtl/>
        </w:rPr>
        <w:t xml:space="preserve"> جستجوگر و لذت طلب را از او ناام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قرآن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باره به طور صر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فرموده است</w:t>
      </w:r>
      <w:r w:rsidR="00A807CF" w:rsidRPr="008F6CE0">
        <w:rPr>
          <w:rtl/>
        </w:rPr>
        <w:t xml:space="preserve">: </w:t>
      </w:r>
    </w:p>
    <w:p w:rsidR="00EA031B" w:rsidRPr="008F6CE0" w:rsidRDefault="000721BA" w:rsidP="002D2F2F">
      <w:pPr>
        <w:pStyle w:val="libNormal"/>
        <w:rPr>
          <w:rStyle w:val="libNormalChar"/>
          <w:rFonts w:eastAsia="B Badr"/>
          <w:rtl/>
        </w:rPr>
      </w:pPr>
      <w:r w:rsidRPr="008F6CE0">
        <w:rPr>
          <w:rStyle w:val="libAlaemChar"/>
          <w:rFonts w:eastAsia="KFGQPC Uthman Taha Naskh" w:hint="cs"/>
          <w:rtl/>
        </w:rPr>
        <w:t>(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ا</w:t>
      </w:r>
      <w:r w:rsidRPr="008F6CE0">
        <w:rPr>
          <w:rStyle w:val="libAieChar"/>
          <w:rtl/>
        </w:rPr>
        <w:t xml:space="preserve"> ا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ها</w:t>
      </w:r>
      <w:r w:rsidRPr="008F6CE0">
        <w:rPr>
          <w:rStyle w:val="libAieChar"/>
          <w:rtl/>
        </w:rPr>
        <w:t xml:space="preserve"> النب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tl/>
        </w:rPr>
        <w:t xml:space="preserve"> قل لازواجک وبناتک ونسآءا لمؤمن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</w:t>
      </w:r>
      <w:r w:rsidRPr="008F6CE0">
        <w:rPr>
          <w:rStyle w:val="libAieChar"/>
          <w:rtl/>
        </w:rPr>
        <w:t xml:space="preserve">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دن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</w:t>
      </w:r>
      <w:r w:rsidRPr="008F6CE0">
        <w:rPr>
          <w:rStyle w:val="libAieChar"/>
          <w:rtl/>
        </w:rPr>
        <w:t xml:space="preserve"> عل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هن</w:t>
      </w:r>
      <w:r w:rsidRPr="008F6CE0">
        <w:rPr>
          <w:rStyle w:val="libAieChar"/>
          <w:rtl/>
        </w:rPr>
        <w:t xml:space="preserve"> من جلب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بهن</w:t>
      </w:r>
      <w:r w:rsidRPr="008F6CE0">
        <w:rPr>
          <w:rStyle w:val="libAieChar"/>
          <w:rtl/>
        </w:rPr>
        <w:t xml:space="preserve"> ذلک أدن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tl/>
        </w:rPr>
        <w:t xml:space="preserve"> أن 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عرفن</w:t>
      </w:r>
      <w:r w:rsidRPr="008F6CE0">
        <w:rPr>
          <w:rStyle w:val="libAieChar"/>
          <w:rtl/>
        </w:rPr>
        <w:t xml:space="preserve"> فلا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ؤذ</w:t>
      </w:r>
      <w:r w:rsidRPr="008F6CE0">
        <w:rPr>
          <w:rStyle w:val="libAieChar"/>
          <w:rFonts w:hint="cs"/>
          <w:rtl/>
        </w:rPr>
        <w:t>ی</w:t>
      </w:r>
      <w:r w:rsidRPr="008F6CE0">
        <w:rPr>
          <w:rStyle w:val="libAieChar"/>
          <w:rFonts w:hint="eastAsia"/>
          <w:rtl/>
        </w:rPr>
        <w:t>ن</w:t>
      </w:r>
      <w:r w:rsidRPr="008F6CE0">
        <w:rPr>
          <w:rStyle w:val="libAieChar"/>
          <w:rFonts w:hint="cs"/>
          <w:rtl/>
        </w:rPr>
        <w:t xml:space="preserve"> </w:t>
      </w:r>
      <w:r w:rsidRPr="008F6CE0">
        <w:rPr>
          <w:rStyle w:val="libAlaemChar"/>
          <w:rFonts w:eastAsia="KFGQPC Uthman Taha Naskh" w:hint="cs"/>
          <w:rtl/>
        </w:rPr>
        <w:t>)</w:t>
      </w:r>
      <w:r w:rsidR="00EA031B" w:rsidRPr="008F6CE0">
        <w:rPr>
          <w:rStyle w:val="libFootnotenumChar"/>
          <w:rtl/>
        </w:rPr>
        <w:t>(</w:t>
      </w:r>
      <w:r w:rsidR="002D2F2F" w:rsidRPr="008F6CE0">
        <w:rPr>
          <w:rStyle w:val="libFootnotenumChar"/>
          <w:rFonts w:hint="cs"/>
          <w:rtl/>
        </w:rPr>
        <w:t>3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زنان و دخترانت و به زنان مؤمنان بگو پوشش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را بر خود فروتر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که</w:t>
      </w:r>
      <w:r w:rsidR="00124A1D" w:rsidRPr="008F6CE0">
        <w:rPr>
          <w:rtl/>
        </w:rPr>
        <w:t xml:space="preserve"> (</w:t>
      </w:r>
      <w:r w:rsidRPr="008F6CE0">
        <w:rPr>
          <w:rtl/>
        </w:rPr>
        <w:t>به پاک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) </w:t>
      </w:r>
      <w:r w:rsidRPr="008F6CE0">
        <w:rPr>
          <w:rtl/>
        </w:rPr>
        <w:t>شناخته شوند و مورد آزار قرار 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124A1D" w:rsidRPr="008F6CE0">
        <w:rPr>
          <w:rtl/>
        </w:rPr>
        <w:t xml:space="preserve"> (</w:t>
      </w:r>
      <w:r w:rsidRPr="008F6CE0">
        <w:rPr>
          <w:rtl/>
        </w:rPr>
        <w:t>به احت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اط</w:t>
      </w:r>
      <w:r w:rsidR="00124A1D" w:rsidRPr="008F6CE0">
        <w:rPr>
          <w:rtl/>
        </w:rPr>
        <w:t xml:space="preserve">) </w:t>
      </w:r>
      <w:r w:rsidRPr="008F6CE0">
        <w:rPr>
          <w:rtl/>
        </w:rPr>
        <w:t>نزد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تر است</w:t>
      </w:r>
      <w:r w:rsidR="00A807CF" w:rsidRPr="008F6CE0">
        <w:rPr>
          <w:rtl/>
        </w:rPr>
        <w:t xml:space="preserve">. </w:t>
      </w:r>
    </w:p>
    <w:p w:rsidR="00EB2899" w:rsidRPr="008F6CE0" w:rsidRDefault="00061879" w:rsidP="00EB2899">
      <w:pPr>
        <w:pStyle w:val="libNormal"/>
        <w:rPr>
          <w:rtl/>
        </w:rPr>
      </w:pPr>
      <w:r w:rsidRPr="008F6CE0">
        <w:rPr>
          <w:rFonts w:hint="eastAsia"/>
          <w:rtl/>
        </w:rPr>
        <w:t>زن</w:t>
      </w:r>
      <w:r w:rsidRPr="008F6CE0">
        <w:rPr>
          <w:rtl/>
        </w:rPr>
        <w:t xml:space="preserve"> با پوشش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درکار خود آزادتر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باناپوش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اندن</w:t>
      </w:r>
      <w:r w:rsidRPr="008F6CE0">
        <w:rPr>
          <w:rtl/>
        </w:rPr>
        <w:t xml:space="preserve"> مواضع حساس اندام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گران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مانع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شوند تا با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</w:p>
    <w:p w:rsidR="00811B5D" w:rsidRPr="008F6CE0" w:rsidRDefault="00061879" w:rsidP="002D2F2F">
      <w:pPr>
        <w:pStyle w:val="Heading2"/>
        <w:rPr>
          <w:rtl/>
        </w:rPr>
      </w:pPr>
      <w:bookmarkStart w:id="86" w:name="_Toc425750358"/>
      <w:r w:rsidRPr="008F6CE0">
        <w:rPr>
          <w:rFonts w:hint="eastAsia"/>
          <w:rtl/>
        </w:rPr>
        <w:lastRenderedPageBreak/>
        <w:t>حجاب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شناخت</w:t>
      </w:r>
      <w:r w:rsidR="00EB2899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2D2F2F" w:rsidRPr="008F6CE0">
        <w:rPr>
          <w:rStyle w:val="libFootnotenumChar"/>
          <w:rFonts w:hint="cs"/>
          <w:rtl/>
        </w:rPr>
        <w:t>4</w:t>
      </w:r>
      <w:r w:rsidR="00EA031B" w:rsidRPr="008F6CE0">
        <w:rPr>
          <w:rStyle w:val="libFootnotenumChar"/>
          <w:rtl/>
        </w:rPr>
        <w:t>)</w:t>
      </w:r>
      <w:bookmarkEnd w:id="86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ما</w:t>
      </w:r>
      <w:r w:rsidRPr="008F6CE0">
        <w:rPr>
          <w:rtl/>
        </w:rPr>
        <w:t xml:space="preserve"> معتقد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حجاب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درخت شناخت است وکسان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توانند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را بر فراز وجود خود تحمل کنند که از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 و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محکم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برخوردار باشند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معرفت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اعتقاد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تا</w:t>
      </w:r>
      <w:r w:rsidRPr="008F6CE0">
        <w:rPr>
          <w:rtl/>
        </w:rPr>
        <w:t xml:space="preserve"> آن زمان که تلق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 ازانسان و برداشت ما ازخو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دگرگون نشده و نقش انسان مجهول مانده و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نش</w:t>
      </w:r>
      <w:r w:rsidRPr="008F6CE0">
        <w:rPr>
          <w:rtl/>
        </w:rPr>
        <w:t xml:space="preserve"> او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نقش در حد تنوع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تکرار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مدار بسته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سرگرم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شدن و باز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چه</w:t>
      </w:r>
      <w:r w:rsidRPr="008F6CE0">
        <w:rPr>
          <w:rtl/>
        </w:rPr>
        <w:t xml:space="preserve"> ماندن و تماشاچ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خلاصه شده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حجاب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مفهوم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نخواهد داشت و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eastAsia"/>
          <w:rtl/>
        </w:rPr>
        <w:t>جز</w:t>
      </w:r>
      <w:r w:rsidRPr="008F6CE0">
        <w:rPr>
          <w:rtl/>
        </w:rPr>
        <w:t xml:space="preserve"> نابود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عنوان نخواهد گرفت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آنگاه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از آن هزاران عذر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توکه</w:t>
      </w:r>
      <w:r w:rsidRPr="008F6CE0">
        <w:rPr>
          <w:rtl/>
        </w:rPr>
        <w:t xml:space="preserve"> هنوز نقش خود را عوض نکرده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هر لباس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همان 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بود و همان باز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را خواه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تمام عمرش و عمق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چند متر پارچه گرفتن و دوختن و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و نما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دادن و جالب بودن و در چشم ها نشستن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خودش را در لباس محبوس کند و خو</w:t>
      </w:r>
      <w:r w:rsidRPr="008F6CE0">
        <w:rPr>
          <w:rFonts w:hint="eastAsia"/>
          <w:rtl/>
        </w:rPr>
        <w:t>دش</w:t>
      </w:r>
      <w:r w:rsidRPr="008F6CE0">
        <w:rPr>
          <w:rtl/>
        </w:rPr>
        <w:t xml:space="preserve"> را بپوشد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 پوشش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مرگ</w:t>
      </w:r>
      <w:r w:rsidR="00A807CF" w:rsidRPr="008F6CE0">
        <w:rPr>
          <w:rtl/>
        </w:rPr>
        <w:t xml:space="preserve">،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تمام شدن و به بن بست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="00A807CF" w:rsidRPr="008F6CE0">
        <w:rPr>
          <w:rtl/>
        </w:rPr>
        <w:t xml:space="preserve">. </w:t>
      </w:r>
    </w:p>
    <w:p w:rsidR="00061879" w:rsidRPr="008F6CE0" w:rsidRDefault="00061879" w:rsidP="00EB2899">
      <w:pPr>
        <w:pStyle w:val="libNormal"/>
        <w:rPr>
          <w:rtl/>
        </w:rPr>
      </w:pPr>
      <w:r w:rsidRPr="008F6CE0">
        <w:rPr>
          <w:rFonts w:hint="eastAsia"/>
          <w:rtl/>
        </w:rPr>
        <w:t>من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به لذت و رفاه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 استعداد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ازنداشتم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با غرا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زم</w:t>
      </w:r>
      <w:r w:rsidR="00EB2899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توانستم همه آنها را به دست آورم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حجم عظ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از استعدادها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لذت و خوش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نه فقط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است که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مزاحم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وجدان خودآگاه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گذاردکه من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دراوج خوش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خوش باشم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چون من با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 xml:space="preserve"> و گذشته رابطه دارم و درلحظه و حال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محبوس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من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خور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و خواب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</w:t>
      </w:r>
      <w:r w:rsidRPr="008F6CE0">
        <w:rPr>
          <w:rtl/>
        </w:rPr>
        <w:t xml:space="preserve"> و خوش بودن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فکر و عقل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انتخاب و به وجدان و روح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دارم</w:t>
      </w:r>
      <w:r w:rsidR="001A33D5" w:rsidRPr="008F6CE0">
        <w:rPr>
          <w:rtl/>
        </w:rPr>
        <w:t xml:space="preserve">؟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عقل که مزاحمِ خوش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من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371C4A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ما</w:t>
      </w:r>
      <w:r w:rsidRPr="008F6CE0">
        <w:rPr>
          <w:rtl/>
        </w:rPr>
        <w:t xml:space="preserve"> همان طورکه از مقدار نفت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چراغ است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حدود روشن </w:t>
      </w:r>
      <w:r w:rsidRPr="008F6CE0">
        <w:rPr>
          <w:rFonts w:hint="eastAsia"/>
          <w:rtl/>
        </w:rPr>
        <w:t>حجاب</w:t>
      </w:r>
      <w:r w:rsidRPr="008F6CE0">
        <w:rPr>
          <w:rtl/>
        </w:rPr>
        <w:t xml:space="preserve"> درخت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اش شناخت ها و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اش اعتقادها و بهارش درکنار برخوردها وگفتگوها و حادثه هاست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 غن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سرشار و 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ها محکم بود و زنده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هر بهار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درخت شکوفه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و بار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آفت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چون آفت ها ازکمبود تغذ</w:t>
      </w:r>
      <w:r w:rsidRPr="008F6CE0">
        <w:rPr>
          <w:rFonts w:hint="cs"/>
          <w:rtl/>
        </w:rPr>
        <w:t>ی</w:t>
      </w:r>
      <w:r w:rsidRPr="008F6CE0">
        <w:rPr>
          <w:rtl/>
        </w:rPr>
        <w:t>ه و فقر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انسان و هست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نقش انسان مجهول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زنده نخواهد ماند و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اعتماد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سبز نخواهد شد 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نخواهد رو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جامعه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انسان تا حدگاو تنزّل کرده و تمام قلمرو حکومت و حرکت او ازگهواره تاگور است و تمام هدفش زنده به گورکردن استعدادها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مسأله حجاب مطرح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گردد</w:t>
      </w:r>
      <w:r w:rsidR="00A807CF" w:rsidRPr="008F6CE0">
        <w:rPr>
          <w:rtl/>
        </w:rPr>
        <w:t xml:space="preserve">. </w:t>
      </w:r>
    </w:p>
    <w:p w:rsidR="00061879" w:rsidRPr="008F6CE0" w:rsidRDefault="00061879" w:rsidP="002D2F2F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قرآن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حکم حجاب را مطرح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124A1D" w:rsidRPr="008F6CE0">
        <w:rPr>
          <w:rtl/>
        </w:rPr>
        <w:t xml:space="preserve"> </w:t>
      </w:r>
      <w:r w:rsidR="000721BA" w:rsidRPr="008F6CE0">
        <w:rPr>
          <w:rStyle w:val="libAlaemChar"/>
          <w:rFonts w:eastAsia="KFGQPC Uthman Taha Naskh"/>
          <w:rtl/>
        </w:rPr>
        <w:t>(</w:t>
      </w:r>
      <w:r w:rsidR="000721BA" w:rsidRPr="008F6CE0">
        <w:rPr>
          <w:rStyle w:val="libAieChar"/>
          <w:rtl/>
        </w:rPr>
        <w:t>قل للمؤمن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Fonts w:hint="eastAsia"/>
          <w:rtl/>
        </w:rPr>
        <w:t>ن</w:t>
      </w:r>
      <w:r w:rsidR="000721BA" w:rsidRPr="008F6CE0">
        <w:rPr>
          <w:rStyle w:val="libAieChar"/>
          <w:rtl/>
        </w:rPr>
        <w:t xml:space="preserve"> 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Fonts w:hint="eastAsia"/>
          <w:rtl/>
        </w:rPr>
        <w:t>غضوا</w:t>
      </w:r>
      <w:r w:rsidR="000721BA" w:rsidRPr="008F6CE0">
        <w:rPr>
          <w:rStyle w:val="libAieChar"/>
          <w:rtl/>
        </w:rPr>
        <w:t xml:space="preserve"> من ابصارهم و 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Fonts w:hint="eastAsia"/>
          <w:rtl/>
        </w:rPr>
        <w:t>حفظوا</w:t>
      </w:r>
      <w:r w:rsidR="000721BA" w:rsidRPr="008F6CE0">
        <w:rPr>
          <w:rStyle w:val="libAieChar"/>
          <w:rtl/>
        </w:rPr>
        <w:t xml:space="preserve"> فروجهم ذلک ازک</w:t>
      </w:r>
      <w:r w:rsidR="000721BA" w:rsidRPr="008F6CE0">
        <w:rPr>
          <w:rStyle w:val="libAieChar"/>
          <w:rFonts w:hint="cs"/>
          <w:rtl/>
        </w:rPr>
        <w:t>ی</w:t>
      </w:r>
      <w:r w:rsidR="000721BA" w:rsidRPr="008F6CE0">
        <w:rPr>
          <w:rStyle w:val="libAieChar"/>
          <w:rtl/>
        </w:rPr>
        <w:t xml:space="preserve"> لهم</w:t>
      </w:r>
      <w:r w:rsidR="000721BA" w:rsidRPr="008F6CE0">
        <w:rPr>
          <w:rStyle w:val="libAlaemChar"/>
          <w:rFonts w:eastAsia="KFGQPC Uthman Taha Naskh"/>
          <w:rtl/>
        </w:rPr>
        <w:t>)</w:t>
      </w:r>
      <w:r w:rsidRPr="008F6CE0">
        <w:rPr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2D2F2F" w:rsidRPr="008F6CE0">
        <w:rPr>
          <w:rStyle w:val="libFootnotenumChar"/>
          <w:rFonts w:hint="cs"/>
          <w:rtl/>
        </w:rPr>
        <w:t>5</w:t>
      </w:r>
      <w:r w:rsidR="00EA031B" w:rsidRPr="008F6CE0">
        <w:rPr>
          <w:rStyle w:val="libFootnotenumChar"/>
          <w:rtl/>
        </w:rPr>
        <w:t>)</w:t>
      </w:r>
      <w:r w:rsidR="00124A1D" w:rsidRPr="008F6CE0">
        <w:rPr>
          <w:rtl/>
        </w:rPr>
        <w:t xml:space="preserve"> </w:t>
      </w:r>
      <w:r w:rsidRPr="008F6CE0">
        <w:rPr>
          <w:rtl/>
        </w:rPr>
        <w:t>به مردها و زنها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خطاب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که مؤمن هستند</w:t>
      </w:r>
      <w:r w:rsidR="00A807CF" w:rsidRPr="008F6CE0">
        <w:rPr>
          <w:rtl/>
        </w:rPr>
        <w:t xml:space="preserve">.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هدف و جهت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داکرده</w:t>
      </w:r>
      <w:r w:rsidRPr="008F6CE0">
        <w:rPr>
          <w:rtl/>
        </w:rPr>
        <w:t xml:space="preserve"> اند و به آن هدف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گرا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و عشق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چون تا مادام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انسان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هدف نرس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باش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به او دستور داد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حجاب</w:t>
      </w:r>
      <w:r w:rsidRPr="008F6CE0">
        <w:rPr>
          <w:rtl/>
        </w:rPr>
        <w:t xml:space="preserve"> در مد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مطرح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هنگام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بناها و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 مطرح شده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هم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هدف 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بدون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مغزها به شناخت و دل ها به عشق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باشد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عوض شدن لباس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نخواهد داشت و تا در سر شناخت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 در وجود حرکت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عمق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نباشد کوشش ظاهر</w:t>
      </w:r>
      <w:r w:rsidRPr="008F6CE0">
        <w:rPr>
          <w:rFonts w:hint="cs"/>
          <w:rtl/>
        </w:rPr>
        <w:t>ی</w:t>
      </w:r>
      <w:r w:rsidRPr="008F6CE0">
        <w:rPr>
          <w:rtl/>
        </w:rPr>
        <w:t>- به فرض ت</w:t>
      </w:r>
      <w:r w:rsidRPr="008F6CE0">
        <w:rPr>
          <w:rFonts w:hint="eastAsia"/>
          <w:rtl/>
        </w:rPr>
        <w:t>حقق</w:t>
      </w:r>
      <w:r w:rsidRPr="008F6CE0">
        <w:rPr>
          <w:rtl/>
        </w:rPr>
        <w:t>- جز سنگ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نفرت نت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بار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حجاب به اندازه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باشدکه خلق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جذب نکند و سنگ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نشود و بت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بزرگ نکند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هر جامعه نوع وک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لباس زنان و مردان تابع جهان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ارزش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حاکم بر فرهنگ آن جامعه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مب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و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اسلام و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غرب را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در جهان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آنان و تلق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تعر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 انسان دارند جستجو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انسان وجود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فقط ماد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همپا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وانات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و آنچه که اصالت دارد تنها لذت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طب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لازم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البته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Pr="008F6CE0">
        <w:rPr>
          <w:rtl/>
        </w:rPr>
        <w:t>عقا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انحراف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سا</w:t>
      </w:r>
      <w:r w:rsidR="00124A1D" w:rsidRPr="008F6CE0">
        <w:rPr>
          <w:rtl/>
        </w:rPr>
        <w:t xml:space="preserve">) </w:t>
      </w:r>
      <w:r w:rsidRPr="008F6CE0">
        <w:rPr>
          <w:rtl/>
        </w:rPr>
        <w:t>و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منحط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 با زوها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علم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Pr="008F6CE0">
        <w:rPr>
          <w:rtl/>
        </w:rPr>
        <w:t>روان شنا 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124A1D" w:rsidRPr="008F6CE0">
        <w:rPr>
          <w:rtl/>
        </w:rPr>
        <w:t xml:space="preserve">) </w:t>
      </w:r>
      <w:r w:rsidRPr="008F6CE0">
        <w:rPr>
          <w:rtl/>
        </w:rPr>
        <w:t>و فلسف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Pr="008F6CE0">
        <w:rPr>
          <w:rtl/>
        </w:rPr>
        <w:t>اگز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ستانس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زم</w:t>
      </w:r>
      <w:r w:rsidR="00124A1D" w:rsidRPr="008F6CE0">
        <w:rPr>
          <w:rtl/>
        </w:rPr>
        <w:t xml:space="preserve">) </w:t>
      </w:r>
      <w:r w:rsidRPr="008F6CE0">
        <w:rPr>
          <w:rtl/>
        </w:rPr>
        <w:t xml:space="preserve">را در دامن زدن </w:t>
      </w: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برد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انسان عظمت خود را شناخت و به سرچشمه ها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کم ها و حقارت ها قانع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ازکوزه شکسته ها آب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خورد و وقت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را راه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 راه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</w:t>
      </w:r>
      <w:r w:rsidR="00A807CF" w:rsidRPr="008F6CE0">
        <w:rPr>
          <w:rtl/>
        </w:rPr>
        <w:t xml:space="preserve">. </w:t>
      </w:r>
    </w:p>
    <w:p w:rsidR="00C92020" w:rsidRPr="008F6CE0" w:rsidRDefault="00061879" w:rsidP="00371C4A">
      <w:pPr>
        <w:pStyle w:val="libNormal"/>
        <w:rPr>
          <w:rtl/>
        </w:rPr>
      </w:pPr>
      <w:r w:rsidRPr="008F6CE0">
        <w:rPr>
          <w:rFonts w:hint="eastAsia"/>
          <w:rtl/>
        </w:rPr>
        <w:t>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را راه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انسان را متحرک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 استعدادها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انسان را شناخت و به ارزش خود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راه و در برابر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انسان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متحرک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نگاهش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با حرفش و با تُن صدا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انحراف و لغزش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جادکند</w:t>
      </w:r>
      <w:r w:rsidRPr="008F6CE0">
        <w:rPr>
          <w:rtl/>
        </w:rPr>
        <w:t xml:space="preserve"> و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راه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پاکند و دل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بلرز</w:t>
      </w:r>
      <w:r w:rsidRPr="008F6CE0">
        <w:rPr>
          <w:rFonts w:hint="eastAsia"/>
          <w:rtl/>
        </w:rPr>
        <w:t>اند</w:t>
      </w:r>
      <w:r w:rsidRPr="008F6CE0">
        <w:rPr>
          <w:rtl/>
        </w:rPr>
        <w:t xml:space="preserve"> و خودش را در چشم ها بنشاند</w:t>
      </w:r>
      <w:r w:rsidR="00A807CF" w:rsidRPr="008F6CE0">
        <w:rPr>
          <w:rtl/>
        </w:rPr>
        <w:t xml:space="preserve">. </w:t>
      </w:r>
    </w:p>
    <w:p w:rsidR="00811B5D" w:rsidRPr="008F6CE0" w:rsidRDefault="00061879" w:rsidP="00C92020">
      <w:pPr>
        <w:pStyle w:val="Heading2"/>
        <w:rPr>
          <w:rtl/>
        </w:rPr>
      </w:pPr>
      <w:bookmarkStart w:id="87" w:name="_Toc425750359"/>
      <w:r w:rsidRPr="008F6CE0">
        <w:rPr>
          <w:rFonts w:hint="eastAsia"/>
          <w:rtl/>
        </w:rPr>
        <w:t>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نه سود</w:t>
      </w:r>
      <w:r w:rsidR="001A33D5" w:rsidRPr="008F6CE0">
        <w:rPr>
          <w:rtl/>
        </w:rPr>
        <w:t>!</w:t>
      </w:r>
      <w:bookmarkEnd w:id="87"/>
      <w:r w:rsidR="001A33D5" w:rsidRPr="008F6CE0">
        <w:rPr>
          <w:rtl/>
        </w:rPr>
        <w:t xml:space="preserve"> </w:t>
      </w:r>
    </w:p>
    <w:p w:rsidR="00061879" w:rsidRPr="008F6CE0" w:rsidRDefault="00061879" w:rsidP="00371C4A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عج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فرموده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حضرت محمد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: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دارا</w:t>
      </w:r>
      <w:r w:rsidRPr="008F6CE0">
        <w:rPr>
          <w:rtl/>
        </w:rPr>
        <w:t xml:space="preserve"> بودن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همگان خوب و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خوب تر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دزد به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مرکز اقتصاد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دستبرد زند و مشت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اثاث ببرد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اگر اصلِ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بماند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تواند بار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با استفاده از آن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همه ضررها را جبران کند و تجارت خانه را دا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مشکل 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اصلِ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ربوده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 آن صورت با بق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اج</w:t>
      </w:r>
      <w:r w:rsidRPr="008F6CE0">
        <w:rPr>
          <w:rFonts w:hint="eastAsia"/>
          <w:rtl/>
        </w:rPr>
        <w:t>ناسِ</w:t>
      </w:r>
      <w:r w:rsidRPr="008F6CE0">
        <w:rPr>
          <w:rtl/>
        </w:rPr>
        <w:t xml:space="preserve"> باق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مانده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تجارت خانه را حفظ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تاجر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ورشکست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نجات او وجود ندارد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حد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ث</w:t>
      </w:r>
      <w:r w:rsidRPr="008F6CE0">
        <w:rPr>
          <w:rtl/>
        </w:rPr>
        <w:t xml:space="preserve"> مورد گفتگو 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نظر دارد که برخلاف تصور جهان امروزکه زن را ابزار ازد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دات</w:t>
      </w:r>
      <w:r w:rsidRPr="008F6CE0">
        <w:rPr>
          <w:rtl/>
        </w:rPr>
        <w:t xml:space="preserve"> کارخانجات برشمرده اند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است نه سود و نه ابزار سودآور</w:t>
      </w:r>
      <w:r w:rsidRPr="008F6CE0">
        <w:rPr>
          <w:rFonts w:hint="cs"/>
          <w:rtl/>
        </w:rPr>
        <w:t>ی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به او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به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بنابرا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حفاظت از او لازم تر و پسند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تر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نطام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آگه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غات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اش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فروش کولر و شامپو و</w:t>
      </w:r>
      <w:r w:rsidR="00A807CF" w:rsidRPr="008F6CE0">
        <w:rPr>
          <w:rtl/>
        </w:rPr>
        <w:t xml:space="preserve">... </w:t>
      </w:r>
      <w:r w:rsidRPr="008F6CE0">
        <w:rPr>
          <w:rtl/>
        </w:rPr>
        <w:t>از وجود زن استفاده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 را ابزار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شناسد نه انسان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گرام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 زن و استفاده از وجود و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سود جستن از او در افزا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تول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و فروش محصولات کارخانجات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</w:t>
      </w:r>
      <w:r w:rsidRPr="008F6CE0">
        <w:rPr>
          <w:rtl/>
        </w:rPr>
        <w:t xml:space="preserve"> که در راه حفظ زن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کوشد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حفظ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اش کوش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و آن که به تاراجش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سپارد هم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و هم سود را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کجا</w:t>
      </w:r>
      <w:r w:rsidRPr="008F6CE0">
        <w:rPr>
          <w:rtl/>
        </w:rPr>
        <w:t xml:space="preserve"> از</w:t>
      </w:r>
      <w:r w:rsidR="00371C4A" w:rsidRPr="008F6CE0">
        <w:rPr>
          <w:rFonts w:hint="cs"/>
          <w:rtl/>
        </w:rPr>
        <w:t xml:space="preserve"> </w:t>
      </w:r>
      <w:r w:rsidRPr="008F6CE0">
        <w:rPr>
          <w:rtl/>
        </w:rPr>
        <w:t>کف داده است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رو بانو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که جا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پرشکوه خود را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باشد هرگز پوشش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نشان محروم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و زحمت به شمار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بلکه با شوق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استقبال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آن که با پوشش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طعم محروم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چشد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نگاه ها و نقشه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انت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شگان</w:t>
      </w:r>
      <w:r w:rsidRPr="008F6CE0">
        <w:rPr>
          <w:rtl/>
        </w:rPr>
        <w:t xml:space="preserve">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دوران هاست نه خود زن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قت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که سهم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احساس دشوار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برخ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بانوان از پوشش اظهارم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کنند به علت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اطلاع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ازحکمت آن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تحمل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آدم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فلسفه و حکمتش اطلاع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سخت است</w:t>
      </w:r>
      <w:r w:rsidR="00A807CF" w:rsidRPr="008F6CE0">
        <w:rPr>
          <w:rtl/>
        </w:rPr>
        <w:t xml:space="preserve">. </w:t>
      </w:r>
    </w:p>
    <w:p w:rsidR="00C26B73" w:rsidRPr="008F6CE0" w:rsidRDefault="00061879" w:rsidP="00C26B73">
      <w:pPr>
        <w:pStyle w:val="libNormal"/>
        <w:rPr>
          <w:rtl/>
        </w:rPr>
      </w:pPr>
      <w:r w:rsidRPr="008F6CE0">
        <w:rPr>
          <w:rFonts w:hint="eastAsia"/>
          <w:rtl/>
        </w:rPr>
        <w:t>گاه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عادت است که کاررا بر فرد سخت جلوه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کس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با چادر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نرفته باشد نخست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 احساس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Pr="008F6CE0">
        <w:rPr>
          <w:rtl/>
        </w:rPr>
        <w:t xml:space="preserve"> بار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به دوش گرفته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چنان که هرگاه زنانِ چادرپوش بخواهند بدون چادر از خانه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روندگو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 برهنه از خانه خارج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هر دو </w:t>
      </w:r>
      <w:r w:rsidRPr="008F6CE0">
        <w:rPr>
          <w:rFonts w:hint="eastAsia"/>
          <w:rtl/>
        </w:rPr>
        <w:t>احساسِ</w:t>
      </w:r>
      <w:r w:rsidRPr="008F6CE0">
        <w:rPr>
          <w:rtl/>
        </w:rPr>
        <w:t xml:space="preserve"> سخت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سنگ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برگرفته از اعتقاد و عادت فرد است</w:t>
      </w:r>
      <w:r w:rsidR="00A807CF" w:rsidRPr="008F6CE0">
        <w:rPr>
          <w:rtl/>
        </w:rPr>
        <w:t xml:space="preserve">. </w:t>
      </w:r>
    </w:p>
    <w:p w:rsidR="00811B5D" w:rsidRPr="008F6CE0" w:rsidRDefault="00061879" w:rsidP="00C26B73">
      <w:pPr>
        <w:pStyle w:val="Heading2"/>
        <w:rPr>
          <w:rtl/>
        </w:rPr>
      </w:pPr>
      <w:bookmarkStart w:id="88" w:name="_Toc425750360"/>
      <w:r w:rsidRPr="008F6CE0">
        <w:rPr>
          <w:rFonts w:hint="eastAsia"/>
          <w:rtl/>
        </w:rPr>
        <w:t>حجاب</w:t>
      </w:r>
      <w:r w:rsidRPr="008F6CE0">
        <w:rPr>
          <w:rtl/>
        </w:rPr>
        <w:t xml:space="preserve"> از خردسال</w:t>
      </w:r>
      <w:r w:rsidRPr="008F6CE0">
        <w:rPr>
          <w:rFonts w:hint="cs"/>
          <w:rtl/>
        </w:rPr>
        <w:t>ی</w:t>
      </w:r>
      <w:r w:rsidR="00C26B73" w:rsidRPr="008F6CE0">
        <w:rPr>
          <w:rtl/>
        </w:rPr>
        <w:t>!</w:t>
      </w:r>
      <w:r w:rsidR="001A33D5" w:rsidRPr="008F6CE0">
        <w:rPr>
          <w:rtl/>
        </w:rPr>
        <w:t>؟</w:t>
      </w:r>
      <w:bookmarkEnd w:id="88"/>
      <w:r w:rsidR="001A33D5" w:rsidRPr="008F6CE0">
        <w:rPr>
          <w:rtl/>
        </w:rPr>
        <w:t xml:space="preserve"> </w:t>
      </w:r>
    </w:p>
    <w:p w:rsidR="00C26B73" w:rsidRPr="008F6CE0" w:rsidRDefault="00061879" w:rsidP="002D2F2F">
      <w:pPr>
        <w:pStyle w:val="libNormal"/>
        <w:rPr>
          <w:rtl/>
        </w:rPr>
      </w:pPr>
      <w:r w:rsidRPr="008F6CE0">
        <w:rPr>
          <w:rFonts w:hint="eastAsia"/>
          <w:rtl/>
        </w:rPr>
        <w:t>بر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مبان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مذهب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دختران خردسال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بزرگسال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توانند در حضور محارم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چون برادر و عمو ودا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زنان فام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همسالان خود- چنان که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آس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</w:t>
      </w:r>
      <w:r w:rsidRPr="008F6CE0">
        <w:rPr>
          <w:rtl/>
        </w:rPr>
        <w:t xml:space="preserve">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نباشد- با لباس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و خوش نما و با 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نظ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Pr="008F6CE0">
        <w:rPr>
          <w:rtl/>
        </w:rPr>
        <w:t xml:space="preserve"> و بدون حجاب ظاهر شوند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اساس م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معتقد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بهتر است با درنظرگرفتن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ضابطه دختران را درمح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خانه و هر جاکه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محرم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حضور ندارد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پوشش آزاد گذاشت وب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سبب آنها را محدود نکرد</w:t>
      </w:r>
      <w:r w:rsidR="00C26B73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tl/>
        </w:rPr>
        <w:t>(</w:t>
      </w:r>
      <w:r w:rsidR="002D2F2F" w:rsidRPr="008F6CE0">
        <w:rPr>
          <w:rStyle w:val="libFootnotenumChar"/>
          <w:rFonts w:hint="cs"/>
          <w:rtl/>
        </w:rPr>
        <w:t>6</w:t>
      </w:r>
      <w:r w:rsidR="00EA031B" w:rsidRPr="008F6CE0">
        <w:rPr>
          <w:rStyle w:val="libFootnotenumChar"/>
          <w:rtl/>
        </w:rPr>
        <w:t>)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آنها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موقع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 به حجاب واداشته نشوند و حس جلوه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باپوش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آنها ارضا شود در جستجو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رخ 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در حضور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گانگان</w:t>
      </w:r>
      <w:r w:rsidRPr="008F6CE0">
        <w:rPr>
          <w:rtl/>
        </w:rPr>
        <w:t xml:space="preserve"> برنم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B4717E">
      <w:pPr>
        <w:pStyle w:val="libNormal"/>
        <w:rPr>
          <w:rtl/>
        </w:rPr>
      </w:pPr>
      <w:r w:rsidRPr="008F6CE0">
        <w:rPr>
          <w:rFonts w:hint="eastAsia"/>
          <w:rtl/>
        </w:rPr>
        <w:t>با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حال اگر دختران ازهمان روزها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نخست تکل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ف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لباسِ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تر عادت کنند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گاه در بزرگسال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حجاب را سخت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که </w:t>
      </w:r>
      <w:r w:rsidR="00C26B73" w:rsidRPr="008F6CE0">
        <w:rPr>
          <w:rFonts w:hint="cs"/>
          <w:rtl/>
        </w:rPr>
        <w:t>«</w:t>
      </w:r>
      <w:r w:rsidRPr="008F6CE0">
        <w:rPr>
          <w:rtl/>
        </w:rPr>
        <w:t>دختر در خردسال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پوشش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ازمند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و در بزرگسال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با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خود بدان رو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کند</w:t>
      </w:r>
      <w:r w:rsidR="00C26B73" w:rsidRPr="008F6CE0">
        <w:rPr>
          <w:rFonts w:hint="cs"/>
          <w:rtl/>
        </w:rPr>
        <w:t>»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اعتقاد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صح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اولاً 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 خردسال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عادت </w:t>
      </w:r>
      <w:r w:rsidRPr="008F6CE0">
        <w:rPr>
          <w:rtl/>
        </w:rPr>
        <w:lastRenderedPageBreak/>
        <w:t>نشود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 بزرگسال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بند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آن دشوار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دوم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نکه</w:t>
      </w:r>
      <w:r w:rsidR="00A807CF" w:rsidRPr="008F6CE0">
        <w:rPr>
          <w:rtl/>
        </w:rPr>
        <w:t xml:space="preserve">: </w:t>
      </w:r>
      <w:r w:rsidRPr="008F6CE0">
        <w:rPr>
          <w:rtl/>
        </w:rPr>
        <w:t>دختر خردسال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از</w:t>
      </w:r>
      <w:r w:rsidR="00B4717E" w:rsidRPr="008F6CE0">
        <w:rPr>
          <w:rFonts w:hint="cs"/>
          <w:rtl/>
        </w:rPr>
        <w:t xml:space="preserve"> </w:t>
      </w:r>
      <w:r w:rsidRPr="008F6CE0">
        <w:rPr>
          <w:rtl/>
        </w:rPr>
        <w:t>کودک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درس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اموزد</w:t>
      </w:r>
      <w:r w:rsidRPr="008F6CE0">
        <w:rPr>
          <w:rtl/>
        </w:rPr>
        <w:t xml:space="preserve"> و بر</w:t>
      </w:r>
      <w:r w:rsidR="00B4717E" w:rsidRPr="008F6CE0">
        <w:rPr>
          <w:rFonts w:hint="cs"/>
          <w:rtl/>
        </w:rPr>
        <w:t xml:space="preserve"> </w:t>
      </w:r>
      <w:r w:rsidRPr="008F6CE0">
        <w:rPr>
          <w:rtl/>
        </w:rPr>
        <w:t xml:space="preserve">نشان دادن اندام برهنه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</w:t>
      </w:r>
      <w:r w:rsidRPr="008F6CE0">
        <w:rPr>
          <w:rFonts w:hint="eastAsia"/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باک باشد در بزرگسال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حجاب رغبت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Pr="008F6CE0">
        <w:rPr>
          <w:rtl/>
        </w:rPr>
        <w:t xml:space="preserve"> و برهنگ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برخلاف 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شناسد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سوم</w:t>
      </w:r>
      <w:r w:rsidR="00A807CF" w:rsidRPr="008F6CE0">
        <w:rPr>
          <w:rtl/>
        </w:rPr>
        <w:t xml:space="preserve">: </w:t>
      </w:r>
      <w:r w:rsidRPr="008F6CE0">
        <w:rPr>
          <w:rtl/>
        </w:rPr>
        <w:t>ما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به تعصّب 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اعتقاد ندار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به اجبارکودکان به کار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نه خود حکمتش را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نه آنها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پافشار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در صورت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خود حکمت پوشش را بدان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فرزندانمان را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خردسال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آن آشناکن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راهنما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آنان به پاکدامن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اشک</w:t>
      </w:r>
      <w:r w:rsidRPr="008F6CE0">
        <w:rPr>
          <w:rFonts w:hint="eastAsia"/>
          <w:rtl/>
        </w:rPr>
        <w:t>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دارد</w:t>
      </w:r>
      <w:r w:rsidR="001A33D5" w:rsidRPr="008F6CE0">
        <w:rPr>
          <w:rtl/>
        </w:rPr>
        <w:t xml:space="preserve">؟!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نظر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اعطا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آزاد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چه در خانواده و چه در اجتماع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گاه از آن سبب مورد تأک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که فرد دلا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محکم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توج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نوآموز خود ندارد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زم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کار بستن قوان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محدودکننده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ارات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فراهم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اصولاً خود به آن قوان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اعتقاد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ندارد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سخت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اجرا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اصول تغذ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خانواده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بهداشت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خواب و تفر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ح</w:t>
      </w:r>
      <w:r w:rsidRPr="008F6CE0">
        <w:rPr>
          <w:rtl/>
        </w:rPr>
        <w:t xml:space="preserve"> و آموزش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همه روا و لازم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اما در اصول اخلاق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ناروا و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رلازم</w:t>
      </w:r>
      <w:r w:rsidR="001A33D5" w:rsidRPr="008F6CE0">
        <w:rPr>
          <w:rtl/>
        </w:rPr>
        <w:t xml:space="preserve">! </w:t>
      </w:r>
      <w:r w:rsidRPr="008F6CE0">
        <w:rPr>
          <w:rtl/>
        </w:rPr>
        <w:t>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کودکِ عادت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افته</w:t>
      </w:r>
      <w:r w:rsidRPr="008F6CE0">
        <w:rPr>
          <w:rtl/>
        </w:rPr>
        <w:t xml:space="preserve"> به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در سن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بالاتر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کباره</w:t>
      </w:r>
      <w:r w:rsidRPr="008F6CE0">
        <w:rPr>
          <w:rtl/>
        </w:rPr>
        <w:t xml:space="preserve"> به پوشش فراخواند</w:t>
      </w:r>
      <w:r w:rsidR="001A33D5" w:rsidRPr="008F6CE0">
        <w:rPr>
          <w:rtl/>
        </w:rPr>
        <w:t xml:space="preserve">! </w:t>
      </w:r>
    </w:p>
    <w:p w:rsidR="00061879" w:rsidRPr="008F6CE0" w:rsidRDefault="00061879" w:rsidP="002D2F2F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روان شناس</w:t>
      </w:r>
      <w:r w:rsidRPr="008F6CE0">
        <w:rPr>
          <w:rFonts w:hint="cs"/>
          <w:rtl/>
        </w:rPr>
        <w:t>یِ</w:t>
      </w:r>
      <w:r w:rsidRPr="008F6CE0">
        <w:rPr>
          <w:rtl/>
        </w:rPr>
        <w:t xml:space="preserve">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در مبحث «پختگ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دگ</w:t>
      </w:r>
      <w:r w:rsidRPr="008F6CE0">
        <w:rPr>
          <w:rFonts w:hint="cs"/>
          <w:rtl/>
        </w:rPr>
        <w:t>ی</w:t>
      </w:r>
      <w:r w:rsidR="000B7EBA" w:rsidRPr="008F6CE0">
        <w:rPr>
          <w:rFonts w:hint="cs"/>
          <w:rtl/>
        </w:rPr>
        <w:t xml:space="preserve"> </w:t>
      </w:r>
      <w:r w:rsidR="00EA031B" w:rsidRPr="008F6CE0">
        <w:rPr>
          <w:rStyle w:val="libFootnotenumChar"/>
          <w:rFonts w:hint="cs"/>
          <w:rtl/>
        </w:rPr>
        <w:t>(</w:t>
      </w:r>
      <w:r w:rsidR="002D2F2F" w:rsidRPr="008F6CE0">
        <w:rPr>
          <w:rStyle w:val="libFootnotenumChar"/>
          <w:rFonts w:hint="cs"/>
          <w:rtl/>
        </w:rPr>
        <w:t>7</w:t>
      </w:r>
      <w:r w:rsidR="00EA031B" w:rsidRPr="008F6CE0">
        <w:rPr>
          <w:rStyle w:val="libFootnotenumChar"/>
          <w:rFonts w:hint="cs"/>
          <w:rtl/>
        </w:rPr>
        <w:t>)</w:t>
      </w:r>
      <w:r w:rsidR="000B7EBA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»</w:t>
      </w:r>
      <w:r w:rsidR="00B4717E" w:rsidRPr="008F6CE0">
        <w:rPr>
          <w:rFonts w:hint="cs"/>
          <w:rtl/>
        </w:rPr>
        <w:t xml:space="preserve"> -</w:t>
      </w:r>
      <w:r w:rsidR="00124A1D" w:rsidRPr="008F6CE0">
        <w:rPr>
          <w:rtl/>
        </w:rPr>
        <w:t xml:space="preserve"> </w:t>
      </w:r>
      <w:r w:rsidRPr="008F6CE0">
        <w:t>Maturation</w:t>
      </w:r>
      <w:r w:rsidR="00B4717E" w:rsidRPr="008F6CE0">
        <w:rPr>
          <w:rFonts w:hint="cs"/>
          <w:rtl/>
        </w:rPr>
        <w:t xml:space="preserve"> - </w:t>
      </w:r>
      <w:r w:rsidRPr="008F6CE0">
        <w:rPr>
          <w:rtl/>
        </w:rPr>
        <w:t>تأک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که کودکان را در فهم آنچه توانش را ندارند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مجبور نساز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اصل به معنا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آنچه فهم کودک بدان راه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از او 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Pr="008F6CE0">
        <w:rPr>
          <w:rtl/>
        </w:rPr>
        <w:t xml:space="preserve"> داشته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 xml:space="preserve">داشتن قوه </w:t>
      </w:r>
      <w:r w:rsidRPr="008F6CE0">
        <w:rPr>
          <w:rFonts w:hint="cs"/>
          <w:rtl/>
        </w:rPr>
        <w:t>ی</w:t>
      </w:r>
      <w:r w:rsidR="00124A1D" w:rsidRPr="008F6CE0">
        <w:rPr>
          <w:rtl/>
        </w:rPr>
        <w:t xml:space="preserve"> (</w:t>
      </w:r>
      <w:r w:rsidRPr="008F6CE0">
        <w:rPr>
          <w:rtl/>
        </w:rPr>
        <w:t>درک</w:t>
      </w:r>
      <w:r w:rsidR="00124A1D" w:rsidRPr="008F6CE0">
        <w:rPr>
          <w:rtl/>
        </w:rPr>
        <w:t xml:space="preserve">) </w:t>
      </w:r>
      <w:r w:rsidRPr="008F6CE0">
        <w:rPr>
          <w:rtl/>
        </w:rPr>
        <w:t>از عواملِ مؤثر در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کودک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نبا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خانه و اجتماع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زکه</w:t>
      </w:r>
      <w:r w:rsidRPr="008F6CE0">
        <w:rPr>
          <w:rtl/>
        </w:rPr>
        <w:t xml:space="preserve"> از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عوامل موثر در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به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 که در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نده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رش</w:t>
      </w:r>
      <w:r w:rsidRPr="008F6CE0">
        <w:rPr>
          <w:rtl/>
        </w:rPr>
        <w:t xml:space="preserve"> حجاب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tl/>
        </w:rPr>
        <w:lastRenderedPageBreak/>
        <w:t>دشوار نسازد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چگونه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توان همگان را آزاد رهاکردکه تا سنّ بلوغ ناپوش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باشند و در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روز</w:t>
      </w:r>
      <w:r w:rsidR="00A807CF" w:rsidRPr="008F6CE0">
        <w:rPr>
          <w:rtl/>
        </w:rPr>
        <w:t xml:space="preserve">،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کباره</w:t>
      </w:r>
      <w:r w:rsidRPr="008F6CE0">
        <w:rPr>
          <w:rtl/>
        </w:rPr>
        <w:t xml:space="preserve"> به پوشش روکنند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پس از آزادگذار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ما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درکم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نشستگان فرزندانمان را به راه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سوق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دهندکه خود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خواهند</w:t>
      </w:r>
      <w:r w:rsidR="001A33D5" w:rsidRPr="008F6CE0">
        <w:rPr>
          <w:rtl/>
        </w:rPr>
        <w:t xml:space="preserve">؟!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تنها ما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انتخاب را درهر سنّ به کودک واگذار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ازآن سو عده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گر</w:t>
      </w:r>
      <w:r w:rsidRPr="008F6CE0">
        <w:rPr>
          <w:rtl/>
        </w:rPr>
        <w:t xml:space="preserve"> با مهاراخت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آنها را به بندکشند</w:t>
      </w:r>
      <w:r w:rsidR="001A33D5" w:rsidRPr="008F6CE0">
        <w:rPr>
          <w:rtl/>
        </w:rPr>
        <w:t xml:space="preserve">؟! </w:t>
      </w:r>
    </w:p>
    <w:p w:rsidR="00B4717E" w:rsidRPr="008F6CE0" w:rsidRDefault="00061879" w:rsidP="002D2F2F">
      <w:pPr>
        <w:pStyle w:val="libNormal"/>
        <w:rPr>
          <w:rtl/>
        </w:rPr>
      </w:pPr>
      <w:r w:rsidRPr="008F6CE0">
        <w:rPr>
          <w:rFonts w:hint="eastAsia"/>
          <w:rtl/>
        </w:rPr>
        <w:t>به</w:t>
      </w:r>
      <w:r w:rsidRPr="008F6CE0">
        <w:rPr>
          <w:rtl/>
        </w:rPr>
        <w:t xml:space="preserve"> مفادگفتارها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معصوم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عليهم‌السلام</w:t>
      </w:r>
      <w:r w:rsidR="00124A1D" w:rsidRPr="008F6CE0">
        <w:rPr>
          <w:rtl/>
        </w:rPr>
        <w:t xml:space="preserve"> </w:t>
      </w:r>
      <w:r w:rsidR="00A807CF" w:rsidRPr="008F6CE0">
        <w:rPr>
          <w:rtl/>
        </w:rPr>
        <w:t xml:space="preserve">: </w:t>
      </w:r>
      <w:r w:rsidRPr="008F6CE0">
        <w:rPr>
          <w:rtl/>
        </w:rPr>
        <w:t>هر چه کودکان شما در بزرگسال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بدان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ارمندند</w:t>
      </w:r>
      <w:r w:rsidRPr="008F6CE0">
        <w:rPr>
          <w:rtl/>
        </w:rPr>
        <w:t xml:space="preserve"> در خردسال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تعل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ده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فرزندانتان معارف 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اموز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="000B7EBA" w:rsidRPr="008F6CE0">
        <w:rPr>
          <w:rtl/>
        </w:rPr>
        <w:t xml:space="preserve"> ا</w:t>
      </w:r>
      <w:r w:rsidRPr="008F6CE0">
        <w:rPr>
          <w:rtl/>
        </w:rPr>
        <w:t>ز آن که منحرفان با آموزشها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="000B7EBA" w:rsidRPr="008F6CE0">
        <w:rPr>
          <w:rtl/>
        </w:rPr>
        <w:t>انحراف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شما سبقت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رند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2D2F2F" w:rsidRPr="008F6CE0">
        <w:rPr>
          <w:rStyle w:val="libFootnotenumChar"/>
          <w:rFonts w:hint="cs"/>
          <w:rtl/>
        </w:rPr>
        <w:t>8</w:t>
      </w:r>
      <w:r w:rsidR="00EA031B" w:rsidRPr="008F6CE0">
        <w:rPr>
          <w:rStyle w:val="libFootnotenumChar"/>
          <w:rtl/>
        </w:rPr>
        <w:t>)</w:t>
      </w:r>
      <w:r w:rsidRPr="008F6CE0">
        <w:rPr>
          <w:rtl/>
        </w:rPr>
        <w:t xml:space="preserve"> </w:t>
      </w:r>
    </w:p>
    <w:p w:rsidR="00811B5D" w:rsidRPr="008F6CE0" w:rsidRDefault="00061879" w:rsidP="00B4717E">
      <w:pPr>
        <w:pStyle w:val="Heading2"/>
        <w:rPr>
          <w:rtl/>
        </w:rPr>
      </w:pPr>
      <w:bookmarkStart w:id="89" w:name="_Toc425750361"/>
      <w:r w:rsidRPr="008F6CE0">
        <w:rPr>
          <w:rFonts w:hint="eastAsia"/>
          <w:rtl/>
        </w:rPr>
        <w:t>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کصد</w:t>
      </w:r>
      <w:r w:rsidR="00B4717E" w:rsidRPr="008F6CE0">
        <w:rPr>
          <w:rFonts w:hint="cs"/>
          <w:rtl/>
        </w:rPr>
        <w:t xml:space="preserve"> </w:t>
      </w:r>
      <w:r w:rsidRPr="008F6CE0">
        <w:rPr>
          <w:rFonts w:hint="eastAsia"/>
          <w:rtl/>
        </w:rPr>
        <w:t>کتاب</w:t>
      </w:r>
      <w:bookmarkEnd w:id="89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حکا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دختر</w:t>
      </w:r>
      <w:r w:rsidR="000B7EBA" w:rsidRPr="008F6CE0">
        <w:rPr>
          <w:rFonts w:hint="cs"/>
          <w:rtl/>
        </w:rPr>
        <w:t xml:space="preserve"> </w:t>
      </w:r>
      <w:r w:rsidRPr="008F6CE0">
        <w:rPr>
          <w:rtl/>
        </w:rPr>
        <w:t>گرام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رسول اکرم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Pr="008F6CE0">
        <w:rPr>
          <w:rtl/>
        </w:rPr>
        <w:t>نقل شده است که بها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را جز جامعه شناسان ژرف نگر مسلمان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زمان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Pr="008F6CE0">
        <w:rPr>
          <w:rtl/>
        </w:rPr>
        <w:t xml:space="preserve"> گرام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اسلام پس از ازدواج دخترش با عل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بن 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طالب</w:t>
      </w:r>
      <w:r w:rsidR="00124A1D" w:rsidRPr="008F6CE0">
        <w:rPr>
          <w:rtl/>
        </w:rPr>
        <w:t xml:space="preserve"> </w:t>
      </w:r>
      <w:r w:rsidR="000C3B6C" w:rsidRPr="008F6CE0">
        <w:rPr>
          <w:rStyle w:val="libAlaemChar"/>
          <w:rtl/>
        </w:rPr>
        <w:t>عليه‌السلام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به خانه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رفت و فرمود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من امروز کارها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متداول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شما دو نفر را چن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تقس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کنم که انجام کارها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به عهده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 و امور داخل خانه به عهده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فاطمه</w:t>
      </w:r>
      <w:r w:rsidR="00A807CF" w:rsidRPr="008F6CE0">
        <w:rPr>
          <w:rtl/>
        </w:rPr>
        <w:t xml:space="preserve">. </w:t>
      </w:r>
    </w:p>
    <w:p w:rsidR="00061879" w:rsidRPr="008F6CE0" w:rsidRDefault="00061879" w:rsidP="002D2F2F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هنگام فاطمه</w:t>
      </w:r>
      <w:r w:rsidR="00124A1D" w:rsidRPr="008F6CE0">
        <w:rPr>
          <w:rtl/>
        </w:rPr>
        <w:t xml:space="preserve"> </w:t>
      </w:r>
      <w:r w:rsidR="000B7EBA" w:rsidRPr="008F6CE0">
        <w:rPr>
          <w:rStyle w:val="libAlaemChar"/>
          <w:rtl/>
        </w:rPr>
        <w:t>عليها‌السلام</w:t>
      </w:r>
      <w:r w:rsidR="00124A1D" w:rsidRPr="008F6CE0">
        <w:rPr>
          <w:rtl/>
        </w:rPr>
        <w:t xml:space="preserve"> </w:t>
      </w:r>
      <w:r w:rsidRPr="008F6CE0">
        <w:rPr>
          <w:rtl/>
        </w:rPr>
        <w:t>فرمود</w:t>
      </w:r>
      <w:r w:rsidR="00A807CF" w:rsidRPr="008F6CE0">
        <w:rPr>
          <w:rtl/>
        </w:rPr>
        <w:t xml:space="preserve">: </w:t>
      </w:r>
      <w:r w:rsidRPr="008F6CE0">
        <w:rPr>
          <w:rtl/>
        </w:rPr>
        <w:t>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کس جز خداوند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داند که من تا چه اندازه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تقس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کار پدرم شادمان شدم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پدرم با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تقس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کار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مرا از تماس با دن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مردان معاف داشت</w:t>
      </w:r>
      <w:r w:rsidR="00A807CF" w:rsidRPr="008F6CE0">
        <w:rPr>
          <w:rtl/>
        </w:rPr>
        <w:t xml:space="preserve">. </w:t>
      </w:r>
      <w:r w:rsidR="00EA031B" w:rsidRPr="008F6CE0">
        <w:rPr>
          <w:rStyle w:val="libFootnotenumChar"/>
          <w:rtl/>
        </w:rPr>
        <w:t>(</w:t>
      </w:r>
      <w:r w:rsidR="002D2F2F" w:rsidRPr="008F6CE0">
        <w:rPr>
          <w:rStyle w:val="libFootnotenumChar"/>
          <w:rFonts w:hint="cs"/>
          <w:rtl/>
        </w:rPr>
        <w:t>9</w:t>
      </w:r>
      <w:r w:rsidR="00EA031B" w:rsidRPr="008F6CE0">
        <w:rPr>
          <w:rStyle w:val="libFootnotenumChar"/>
          <w:rtl/>
        </w:rPr>
        <w:t>)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اظهارنظر در پ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آن کردار آسمان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امبر</w:t>
      </w:r>
      <w:r w:rsidR="00124A1D" w:rsidRPr="008F6CE0">
        <w:rPr>
          <w:rtl/>
        </w:rPr>
        <w:t xml:space="preserve"> </w:t>
      </w:r>
      <w:r w:rsidR="00DA6651" w:rsidRPr="008F6CE0">
        <w:rPr>
          <w:rStyle w:val="libAlaemChar"/>
          <w:rtl/>
        </w:rPr>
        <w:t>صلى‌الله‌عليه‌وآله</w:t>
      </w:r>
      <w:r w:rsidR="00124A1D" w:rsidRPr="008F6CE0">
        <w:rPr>
          <w:rtl/>
        </w:rPr>
        <w:t xml:space="preserve"> 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آشنا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با 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جامعه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روان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کصد</w:t>
      </w:r>
      <w:r w:rsidRPr="008F6CE0">
        <w:rPr>
          <w:rtl/>
        </w:rPr>
        <w:t xml:space="preserve"> کتاب است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صد سال است که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حقوق زن از حلقوم غرب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بلند است و والاتر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</w:t>
      </w:r>
      <w:r w:rsidRPr="008F6CE0">
        <w:rPr>
          <w:rtl/>
        </w:rPr>
        <w:lastRenderedPageBreak/>
        <w:t>زن در پرتو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ادهاکسب</w:t>
      </w:r>
      <w:r w:rsidRPr="008F6CE0">
        <w:rPr>
          <w:rtl/>
        </w:rPr>
        <w:t xml:space="preserve"> کرده آن </w:t>
      </w:r>
      <w:r w:rsidRPr="008F6CE0">
        <w:rPr>
          <w:rFonts w:hint="eastAsia"/>
          <w:rtl/>
        </w:rPr>
        <w:t>است</w:t>
      </w:r>
      <w:r w:rsidRPr="008F6CE0">
        <w:rPr>
          <w:rtl/>
        </w:rPr>
        <w:t xml:space="preserve"> که او را از خانه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کش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Pr="008F6CE0">
        <w:rPr>
          <w:rtl/>
        </w:rPr>
        <w:t xml:space="preserve"> و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مهماندار مردان و جاروکش رستوران ها و فروشنده لوازم سگ گردان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دند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اگر از زن خواسته شود تا به احترام فراوان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کارها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خانه را همسر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خدمتکارش برا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به جا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آورد و او با آسودگ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ترب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فرزند و رشد فکر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و </w:t>
      </w:r>
      <w:r w:rsidRPr="008F6CE0">
        <w:rPr>
          <w:rFonts w:hint="eastAsia"/>
          <w:rtl/>
        </w:rPr>
        <w:t>مهرورز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همسر بپردازد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به 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ستم شده و از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محروم مانده است</w:t>
      </w:r>
      <w:r w:rsidR="001A33D5" w:rsidRPr="008F6CE0">
        <w:rPr>
          <w:rtl/>
        </w:rPr>
        <w:t xml:space="preserve">؟!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آنچه</w:t>
      </w:r>
      <w:r w:rsidRPr="008F6CE0">
        <w:rPr>
          <w:rtl/>
        </w:rPr>
        <w:t xml:space="preserve"> گذشت به معنا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ممنوع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فعال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امروزه موقع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بشر به گونه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بس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ازکارها بدون وجود زن سامان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پذ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وگاه طور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انجام آن کارها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مردان فساد انگ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زتر</w:t>
      </w:r>
      <w:r w:rsidRPr="008F6CE0">
        <w:rPr>
          <w:rtl/>
        </w:rPr>
        <w:t xml:space="preserve">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مانند آموزش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مداوا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مردان</w:t>
      </w:r>
      <w:r w:rsidR="00A807CF" w:rsidRPr="008F6CE0">
        <w:rPr>
          <w:rtl/>
        </w:rPr>
        <w:t xml:space="preserve">. </w:t>
      </w:r>
      <w:r w:rsidRPr="008F6CE0">
        <w:rPr>
          <w:rtl/>
        </w:rPr>
        <w:t>ترد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که اسلام هرگز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پسنددکه عمل جراح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زنان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آموزش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ضرور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شان</w:t>
      </w:r>
      <w:r w:rsidRPr="008F6CE0">
        <w:rPr>
          <w:rtl/>
        </w:rPr>
        <w:t xml:space="preserve"> به وس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مردان صورت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اما 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گفتن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که با تأسف امروزه آنچه «ضرورت حضور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زن» نام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بهانه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درهم آم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ختن</w:t>
      </w:r>
      <w:r w:rsidRPr="008F6CE0">
        <w:rPr>
          <w:rtl/>
        </w:rPr>
        <w:t xml:space="preserve"> فضا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فعال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زن و مرد و عاد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نمودن برخورد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دو موجود است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تا به تدر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</w:t>
      </w:r>
      <w:r w:rsidRPr="008F6CE0">
        <w:rPr>
          <w:rtl/>
        </w:rPr>
        <w:t xml:space="preserve"> 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و عفت عموم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کاسته شود و دشمنان بهتر به اهداف فرهنگ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خود دست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ابند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کسان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سخن از ضرورت حضور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به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آورند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بد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پرسش ها پاسخ دهند که</w:t>
      </w:r>
      <w:r w:rsidR="00A807CF" w:rsidRPr="008F6CE0">
        <w:rPr>
          <w:rtl/>
        </w:rPr>
        <w:t xml:space="preserve">: </w:t>
      </w:r>
      <w:r w:rsidRPr="008F6CE0">
        <w:rPr>
          <w:rtl/>
        </w:rPr>
        <w:t>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 ضرورت هاست که زنان عهده دار مصاحبه گر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مردان شوند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در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شتر</w:t>
      </w:r>
      <w:r w:rsidRPr="008F6CE0">
        <w:rPr>
          <w:rtl/>
        </w:rPr>
        <w:t xml:space="preserve"> مراکز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اغلب مراجعه کنندگان آن مرد هستند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زنان به فعال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گرفته شوند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در تبل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غ</w:t>
      </w:r>
      <w:r w:rsidRPr="008F6CE0">
        <w:rPr>
          <w:rtl/>
        </w:rPr>
        <w:t xml:space="preserve"> شامپو </w:t>
      </w:r>
      <w:r w:rsidRPr="008F6CE0">
        <w:rPr>
          <w:rFonts w:hint="eastAsia"/>
          <w:rtl/>
        </w:rPr>
        <w:t>و</w:t>
      </w:r>
      <w:r w:rsidRPr="008F6CE0">
        <w:rPr>
          <w:rtl/>
        </w:rPr>
        <w:t xml:space="preserve"> صابون از وجود زنان استفاده کنند</w:t>
      </w:r>
      <w:r w:rsidR="001A33D5" w:rsidRPr="008F6CE0">
        <w:rPr>
          <w:rtl/>
        </w:rPr>
        <w:t xml:space="preserve">؟ </w:t>
      </w:r>
    </w:p>
    <w:p w:rsidR="000B7EBA" w:rsidRPr="008F6CE0" w:rsidRDefault="00061879" w:rsidP="000B7EBA">
      <w:pPr>
        <w:pStyle w:val="libNormal"/>
        <w:rPr>
          <w:rtl/>
        </w:rPr>
      </w:pPr>
      <w:r w:rsidRPr="008F6CE0">
        <w:rPr>
          <w:rFonts w:hint="eastAsia"/>
          <w:rtl/>
        </w:rPr>
        <w:lastRenderedPageBreak/>
        <w:t>اگر</w:t>
      </w:r>
      <w:r w:rsidRPr="008F6CE0">
        <w:rPr>
          <w:rtl/>
        </w:rPr>
        <w:t xml:space="preserve"> بر ضرورت فعال</w:t>
      </w:r>
      <w:r w:rsidRPr="008F6CE0">
        <w:rPr>
          <w:rFonts w:hint="cs"/>
          <w:rtl/>
        </w:rPr>
        <w:t>یّ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 تأک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چرا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چ</w:t>
      </w:r>
      <w:r w:rsidRPr="008F6CE0">
        <w:rPr>
          <w:rtl/>
        </w:rPr>
        <w:t xml:space="preserve"> تلاش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پره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ازاختلاط زن و مرد صورت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تا زنان در مح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ط</w:t>
      </w:r>
      <w:r w:rsidRPr="008F6CE0">
        <w:rPr>
          <w:rtl/>
        </w:rPr>
        <w:t xml:space="preserve"> کار از نگاه و حضور مردان در امان باشند</w:t>
      </w:r>
      <w:r w:rsidR="001A33D5" w:rsidRPr="008F6CE0">
        <w:rPr>
          <w:rtl/>
        </w:rPr>
        <w:t xml:space="preserve">؟! </w:t>
      </w:r>
    </w:p>
    <w:p w:rsidR="00811B5D" w:rsidRPr="008F6CE0" w:rsidRDefault="00061879" w:rsidP="000B7EBA">
      <w:pPr>
        <w:pStyle w:val="Heading2"/>
        <w:rPr>
          <w:rtl/>
        </w:rPr>
      </w:pPr>
      <w:bookmarkStart w:id="90" w:name="_Toc425750362"/>
      <w:r w:rsidRPr="008F6CE0">
        <w:rPr>
          <w:rFonts w:hint="eastAsia"/>
          <w:rtl/>
        </w:rPr>
        <w:t>بام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 دو هوا</w:t>
      </w:r>
      <w:bookmarkEnd w:id="90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در</w:t>
      </w:r>
      <w:r w:rsidRPr="008F6CE0">
        <w:rPr>
          <w:rtl/>
        </w:rPr>
        <w:t xml:space="preserve"> بعض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ازکشورها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اروپا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حرکت دوچرخه در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اده</w:t>
      </w:r>
      <w:r w:rsidRPr="008F6CE0">
        <w:rPr>
          <w:rtl/>
        </w:rPr>
        <w:t xml:space="preserve"> رو و عبور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ادگان</w:t>
      </w:r>
      <w:r w:rsidRPr="008F6CE0">
        <w:rPr>
          <w:rtl/>
        </w:rPr>
        <w:t xml:space="preserve"> از خط 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ژه</w:t>
      </w:r>
      <w:r w:rsidRPr="008F6CE0">
        <w:rPr>
          <w:rtl/>
        </w:rPr>
        <w:t xml:space="preserve"> عابر در هنگام قرمز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چراغ و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ورود مردان در خ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ابان</w:t>
      </w:r>
      <w:r w:rsidRPr="008F6CE0">
        <w:rPr>
          <w:rtl/>
        </w:rPr>
        <w:t xml:space="preserve"> با لباس استراحت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جر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مه</w:t>
      </w:r>
      <w:r w:rsidRPr="008F6CE0">
        <w:rPr>
          <w:rtl/>
        </w:rPr>
        <w:t xml:space="preserve"> دارد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درکشور ما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مرد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با لباس استراحت از خانه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مورد تمسخر قرار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رد</w:t>
      </w:r>
      <w:r w:rsidRPr="008F6CE0">
        <w:rPr>
          <w:rtl/>
        </w:rPr>
        <w:t xml:space="preserve"> وکار او برخلاف شئون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همه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جرم قانون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اجتماع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شناخته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اما در آنجا اگر زنان به طورکامل برهنه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رون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فر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اعتراض بلند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بساکه اعتراض کننده سرکوب شود که چرا از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افراد جلوگ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1A33D5" w:rsidRPr="008F6CE0">
        <w:rPr>
          <w:rtl/>
        </w:rPr>
        <w:t xml:space="preserve">!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راست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چرا اجرا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قوان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راهنما</w:t>
      </w:r>
      <w:r w:rsidRPr="008F6CE0">
        <w:rPr>
          <w:rFonts w:hint="cs"/>
          <w:rtl/>
        </w:rPr>
        <w:t>یی</w:t>
      </w:r>
      <w:r w:rsidRPr="008F6CE0">
        <w:rPr>
          <w:rtl/>
        </w:rPr>
        <w:t xml:space="preserve"> و رانندگ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محدو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ت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برگرفته از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پد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 ضد آزاد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اخت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</w:t>
      </w:r>
      <w:r w:rsidRPr="008F6CE0">
        <w:rPr>
          <w:rtl/>
        </w:rPr>
        <w:t xml:space="preserve"> افراد و عامل زحمت و رنج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اد</w:t>
      </w:r>
      <w:r w:rsidRPr="008F6CE0">
        <w:rPr>
          <w:rtl/>
        </w:rPr>
        <w:t xml:space="preserve">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</w:t>
      </w:r>
      <w:r w:rsidR="001A33D5" w:rsidRPr="008F6CE0">
        <w:rPr>
          <w:rtl/>
        </w:rPr>
        <w:t xml:space="preserve">! </w:t>
      </w:r>
      <w:r w:rsidRPr="008F6CE0">
        <w:rPr>
          <w:rtl/>
        </w:rPr>
        <w:t>چرا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همه دوا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دولت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خصوص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نامه وضع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تخلف کنندگان از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محروم و مجرم شناخته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آنگاه زنانِ ن</w:t>
      </w:r>
      <w:r w:rsidRPr="008F6CE0">
        <w:rPr>
          <w:rFonts w:hint="cs"/>
          <w:rtl/>
        </w:rPr>
        <w:t>ی</w:t>
      </w:r>
      <w:r w:rsidRPr="008F6CE0">
        <w:rPr>
          <w:rtl/>
        </w:rPr>
        <w:t>مه برهنه در گمراه ساز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جوانان و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جاد</w:t>
      </w:r>
      <w:r w:rsidRPr="008F6CE0">
        <w:rPr>
          <w:rtl/>
        </w:rPr>
        <w:t xml:space="preserve"> اختلاف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ان</w:t>
      </w:r>
      <w:r w:rsidRPr="008F6CE0">
        <w:rPr>
          <w:rtl/>
        </w:rPr>
        <w:t xml:space="preserve"> خانواده ها و دلسرد کردن مردان به زندگ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آزادند</w:t>
      </w:r>
      <w:r w:rsidR="001A33D5" w:rsidRPr="008F6CE0">
        <w:rPr>
          <w:rtl/>
        </w:rPr>
        <w:t xml:space="preserve">؟! </w:t>
      </w:r>
    </w:p>
    <w:p w:rsidR="00811B5D" w:rsidRPr="008F6CE0" w:rsidRDefault="00061879" w:rsidP="000B7EBA">
      <w:pPr>
        <w:pStyle w:val="Heading2"/>
        <w:rPr>
          <w:rtl/>
        </w:rPr>
      </w:pPr>
      <w:bookmarkStart w:id="91" w:name="_Toc425750363"/>
      <w:r w:rsidRPr="008F6CE0">
        <w:rPr>
          <w:rFonts w:hint="eastAsia"/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مردان</w:t>
      </w:r>
      <w:bookmarkEnd w:id="91"/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شا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تصور</w:t>
      </w:r>
      <w:r w:rsidR="000B7EBA" w:rsidRPr="008F6CE0">
        <w:rPr>
          <w:rFonts w:hint="cs"/>
          <w:rtl/>
        </w:rPr>
        <w:t xml:space="preserve"> </w:t>
      </w:r>
      <w:r w:rsidRPr="008F6CE0">
        <w:rPr>
          <w:rtl/>
        </w:rPr>
        <w:t>شود اگر سرشت مردان به مسا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کمتر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داشت لازم نبود زنان را به پوشش سفارش کرد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حال آن که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امر نه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مرد سودمند است نه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</w:t>
      </w:r>
      <w:r w:rsidRPr="008F6CE0">
        <w:rPr>
          <w:rtl/>
        </w:rPr>
        <w:t xml:space="preserve"> هرگاه تما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غر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موجود مذکر</w:t>
      </w:r>
      <w:r w:rsidR="00A807CF" w:rsidRPr="008F6CE0">
        <w:rPr>
          <w:rtl/>
        </w:rPr>
        <w:t xml:space="preserve">، </w:t>
      </w:r>
      <w:r w:rsidRPr="008F6CE0">
        <w:rPr>
          <w:rtl/>
        </w:rPr>
        <w:t xml:space="preserve">همانند </w:t>
      </w:r>
      <w:r w:rsidRPr="008F6CE0">
        <w:rPr>
          <w:rtl/>
        </w:rPr>
        <w:lastRenderedPageBreak/>
        <w:t>ح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وانات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موسم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باشد و او تنها در مواقع خاص به مؤنث روکند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وجو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مؤنث تنها در همان موسم خواسته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 و در غ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tl/>
        </w:rPr>
        <w:t xml:space="preserve"> آن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توجه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مذکّر به حقوق و امت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ازات</w:t>
      </w:r>
      <w:r w:rsidRPr="008F6CE0">
        <w:rPr>
          <w:rtl/>
        </w:rPr>
        <w:t xml:space="preserve"> و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زن را تباه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</w:t>
      </w:r>
      <w:r w:rsidR="00A807CF" w:rsidRPr="008F6CE0">
        <w:rPr>
          <w:rtl/>
        </w:rPr>
        <w:t xml:space="preserve">. </w:t>
      </w:r>
    </w:p>
    <w:p w:rsidR="00061879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مرد</w:t>
      </w:r>
      <w:r w:rsidRPr="008F6CE0">
        <w:rPr>
          <w:rtl/>
        </w:rPr>
        <w:t xml:space="preserve"> در پرتو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و علاقه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زن است که به سو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تشک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خانواده رو کند و بار سنگ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را به دوش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کشد واز آن احساس خستگ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هم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چه آن که 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دارد لذت 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مشترک</w:t>
      </w:r>
      <w:r w:rsidR="00A807CF" w:rsidRPr="008F6CE0">
        <w:rPr>
          <w:rtl/>
        </w:rPr>
        <w:t xml:space="preserve">، </w:t>
      </w:r>
      <w:r w:rsidRPr="008F6CE0">
        <w:rPr>
          <w:rtl/>
        </w:rPr>
        <w:t>سخت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رنج را از او دور سازد</w:t>
      </w:r>
      <w:r w:rsidR="00A807CF" w:rsidRPr="008F6CE0">
        <w:rPr>
          <w:rtl/>
        </w:rPr>
        <w:t xml:space="preserve">. </w:t>
      </w:r>
      <w:r w:rsidRPr="008F6CE0">
        <w:rPr>
          <w:rtl/>
        </w:rPr>
        <w:t>به سبب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از</w:t>
      </w:r>
      <w:r w:rsidRPr="008F6CE0">
        <w:rPr>
          <w:rtl/>
        </w:rPr>
        <w:t xml:space="preserve"> جنس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عاطف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است که از ج</w:t>
      </w:r>
      <w:r w:rsidRPr="008F6CE0">
        <w:rPr>
          <w:rFonts w:hint="eastAsia"/>
          <w:rtl/>
        </w:rPr>
        <w:t>وان</w:t>
      </w:r>
      <w:r w:rsidRPr="008F6CE0">
        <w:rPr>
          <w:rFonts w:hint="cs"/>
          <w:rtl/>
        </w:rPr>
        <w:t>ی</w:t>
      </w:r>
      <w:r w:rsidR="00A807CF" w:rsidRPr="008F6CE0">
        <w:rPr>
          <w:rFonts w:hint="eastAsia"/>
          <w:rtl/>
        </w:rPr>
        <w:t xml:space="preserve">، </w:t>
      </w:r>
      <w:r w:rsidRPr="008F6CE0">
        <w:rPr>
          <w:rtl/>
        </w:rPr>
        <w:t>خود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تشک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tl/>
        </w:rPr>
        <w:t xml:space="preserve"> خانواده آماده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سازد و رفته رفته سع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کند اصول بزرگسال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آداب زندگ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مشترک را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اموزد</w:t>
      </w:r>
      <w:r w:rsidRPr="008F6CE0">
        <w:rPr>
          <w:rtl/>
        </w:rPr>
        <w:t xml:space="preserve"> و از زشت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و خُرد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ها دست شو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="00A807CF" w:rsidRPr="008F6CE0">
        <w:rPr>
          <w:rtl/>
        </w:rPr>
        <w:t xml:space="preserve">. </w:t>
      </w:r>
    </w:p>
    <w:p w:rsidR="002D2F2F" w:rsidRPr="008F6CE0" w:rsidRDefault="00061879" w:rsidP="00061879">
      <w:pPr>
        <w:pStyle w:val="libNormal"/>
        <w:rPr>
          <w:rtl/>
        </w:rPr>
      </w:pPr>
      <w:r w:rsidRPr="008F6CE0">
        <w:rPr>
          <w:rFonts w:hint="eastAsia"/>
          <w:rtl/>
        </w:rPr>
        <w:t>ام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</w:t>
      </w:r>
      <w:r w:rsidRPr="008F6CE0">
        <w:rPr>
          <w:rtl/>
        </w:rPr>
        <w:t xml:space="preserve"> آن که زنان و مردان</w:t>
      </w:r>
      <w:r w:rsidR="00A807CF" w:rsidRPr="008F6CE0">
        <w:rPr>
          <w:rtl/>
        </w:rPr>
        <w:t xml:space="preserve">، </w:t>
      </w:r>
      <w:r w:rsidRPr="008F6CE0">
        <w:rPr>
          <w:rtl/>
        </w:rPr>
        <w:t>همه از خُرد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دست شو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ند</w:t>
      </w:r>
      <w:r w:rsidRPr="008F6CE0">
        <w:rPr>
          <w:rtl/>
        </w:rPr>
        <w:t xml:space="preserve"> و اصول بزرگسال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اموزند</w:t>
      </w:r>
      <w:r w:rsidR="00A807CF" w:rsidRPr="008F6CE0">
        <w:rPr>
          <w:rtl/>
        </w:rPr>
        <w:t xml:space="preserve">. </w:t>
      </w:r>
    </w:p>
    <w:p w:rsidR="00811B5D" w:rsidRPr="008F6CE0" w:rsidRDefault="002D2F2F" w:rsidP="002D2F2F">
      <w:pPr>
        <w:pStyle w:val="Heading2"/>
        <w:rPr>
          <w:rtl/>
        </w:rPr>
      </w:pPr>
      <w:r w:rsidRPr="008F6CE0">
        <w:rPr>
          <w:rtl/>
        </w:rPr>
        <w:br w:type="page"/>
      </w:r>
      <w:bookmarkStart w:id="92" w:name="_Toc425750364"/>
      <w:r w:rsidRPr="008F6CE0">
        <w:rPr>
          <w:rFonts w:hint="cs"/>
          <w:rtl/>
        </w:rPr>
        <w:lastRenderedPageBreak/>
        <w:t>پی نوشت ها :</w:t>
      </w:r>
      <w:bookmarkEnd w:id="92"/>
      <w:r w:rsidRPr="008F6CE0">
        <w:rPr>
          <w:rFonts w:hint="cs"/>
          <w:rtl/>
        </w:rPr>
        <w:t xml:space="preserve"> </w:t>
      </w:r>
    </w:p>
    <w:p w:rsidR="002D2F2F" w:rsidRPr="008F6CE0" w:rsidRDefault="002D2F2F" w:rsidP="00061879">
      <w:pPr>
        <w:pStyle w:val="libNormal"/>
        <w:rPr>
          <w:rtl/>
        </w:rPr>
      </w:pPr>
    </w:p>
    <w:p w:rsidR="002D2F2F" w:rsidRPr="008F6CE0" w:rsidRDefault="002D2F2F" w:rsidP="002D2F2F">
      <w:pPr>
        <w:pStyle w:val="libFootnote"/>
        <w:rPr>
          <w:rtl/>
        </w:rPr>
      </w:pPr>
      <w:r w:rsidRPr="008F6CE0">
        <w:rPr>
          <w:rtl/>
        </w:rPr>
        <w:t>1.</w:t>
      </w:r>
      <w:r w:rsidRPr="008F6CE0">
        <w:rPr>
          <w:rtl/>
        </w:rPr>
        <w:tab/>
        <w:t>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وسته</w:t>
      </w:r>
      <w:r w:rsidRPr="008F6CE0">
        <w:rPr>
          <w:rtl/>
        </w:rPr>
        <w:t xml:space="preserve"> منظور ما از مرد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گفتارها، س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است</w:t>
      </w:r>
      <w:r w:rsidRPr="008F6CE0">
        <w:rPr>
          <w:rtl/>
        </w:rPr>
        <w:t xml:space="preserve"> بازان عرصه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اقتصاد غرب و مردان خود ساخته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دوران هاست.</w:t>
      </w:r>
    </w:p>
    <w:p w:rsidR="002D2F2F" w:rsidRPr="008F6CE0" w:rsidRDefault="002D2F2F" w:rsidP="002D2F2F">
      <w:pPr>
        <w:pStyle w:val="libFootnote"/>
        <w:rPr>
          <w:rtl/>
        </w:rPr>
      </w:pPr>
      <w:r w:rsidRPr="008F6CE0">
        <w:rPr>
          <w:rtl/>
        </w:rPr>
        <w:t>2.</w:t>
      </w:r>
      <w:r w:rsidRPr="008F6CE0">
        <w:rPr>
          <w:rtl/>
        </w:rPr>
        <w:tab/>
        <w:t>ذات فلسفه، ص157.</w:t>
      </w:r>
    </w:p>
    <w:p w:rsidR="002D2F2F" w:rsidRPr="008F6CE0" w:rsidRDefault="002D2F2F" w:rsidP="002D2F2F">
      <w:pPr>
        <w:pStyle w:val="libFootnote"/>
        <w:rPr>
          <w:rtl/>
        </w:rPr>
      </w:pPr>
      <w:r w:rsidRPr="008F6CE0">
        <w:rPr>
          <w:rtl/>
        </w:rPr>
        <w:t>3.</w:t>
      </w:r>
      <w:r w:rsidRPr="008F6CE0">
        <w:rPr>
          <w:rtl/>
        </w:rPr>
        <w:tab/>
        <w:t>سوره ا حزاب،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>59.</w:t>
      </w:r>
    </w:p>
    <w:p w:rsidR="002D2F2F" w:rsidRPr="008F6CE0" w:rsidRDefault="002D2F2F" w:rsidP="002D2F2F">
      <w:pPr>
        <w:pStyle w:val="libFootnote"/>
        <w:rPr>
          <w:rtl/>
        </w:rPr>
      </w:pPr>
      <w:r w:rsidRPr="008F6CE0">
        <w:rPr>
          <w:rtl/>
        </w:rPr>
        <w:t>4.</w:t>
      </w:r>
      <w:r w:rsidRPr="008F6CE0">
        <w:rPr>
          <w:rtl/>
        </w:rPr>
        <w:tab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عنوان وامدار کتاب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به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نام است. به پاس قدردان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 مؤلف ارجمند آن کتاب، قسمت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ازآن به طورگز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ده</w:t>
      </w:r>
      <w:r w:rsidRPr="008F6CE0">
        <w:rPr>
          <w:rtl/>
        </w:rPr>
        <w:t xml:space="preserve"> در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جا نقل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شود. بودنش را حدس بزن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و از مقدارسوخت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که درماش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است حدود حرکت آن را، هم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طور از استعدادها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عظ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انسان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م</w:t>
      </w:r>
      <w:r w:rsidRPr="008F6CE0">
        <w:rPr>
          <w:rtl/>
        </w:rPr>
        <w:t xml:space="preserve"> که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محدوده </w:t>
      </w:r>
      <w:r w:rsidRPr="008F6CE0">
        <w:rPr>
          <w:rFonts w:hint="eastAsia"/>
          <w:rtl/>
        </w:rPr>
        <w:t>هفتاد</w:t>
      </w:r>
      <w:r w:rsidRPr="008F6CE0">
        <w:rPr>
          <w:rtl/>
        </w:rPr>
        <w:t xml:space="preserve"> سال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>. چون ب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از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حرف ها،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دارد.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م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اردها</w:t>
      </w:r>
      <w:r w:rsidRPr="008F6CE0">
        <w:rPr>
          <w:rtl/>
        </w:rPr>
        <w:t xml:space="preserve"> تومان سرما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شلغم فروش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؟</w:t>
      </w:r>
      <w:r w:rsidRPr="008F6CE0">
        <w:rPr>
          <w:rtl/>
        </w:rPr>
        <w:t xml:space="preserve"> آ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رو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اتم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روشن کردن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ک</w:t>
      </w:r>
      <w:r w:rsidRPr="008F6CE0">
        <w:rPr>
          <w:rtl/>
        </w:rPr>
        <w:t xml:space="preserve"> چراغ فت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له</w:t>
      </w:r>
      <w:r w:rsidRPr="008F6CE0">
        <w:rPr>
          <w:rtl/>
        </w:rPr>
        <w:t xml:space="preserve"> 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؟</w:t>
      </w:r>
    </w:p>
    <w:p w:rsidR="002D2F2F" w:rsidRPr="008F6CE0" w:rsidRDefault="002D2F2F" w:rsidP="002D2F2F">
      <w:pPr>
        <w:pStyle w:val="libFootnote"/>
        <w:rPr>
          <w:rtl/>
        </w:rPr>
      </w:pPr>
      <w:r w:rsidRPr="008F6CE0">
        <w:rPr>
          <w:rtl/>
        </w:rPr>
        <w:t>5.</w:t>
      </w:r>
      <w:r w:rsidRPr="008F6CE0">
        <w:rPr>
          <w:rtl/>
        </w:rPr>
        <w:tab/>
        <w:t xml:space="preserve">سوره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نور، آ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ه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30.</w:t>
      </w:r>
    </w:p>
    <w:p w:rsidR="002D2F2F" w:rsidRPr="008F6CE0" w:rsidRDefault="002D2F2F" w:rsidP="002D2F2F">
      <w:pPr>
        <w:pStyle w:val="libFootnote"/>
        <w:rPr>
          <w:rtl/>
        </w:rPr>
      </w:pPr>
      <w:r w:rsidRPr="008F6CE0">
        <w:rPr>
          <w:rtl/>
        </w:rPr>
        <w:t>6.</w:t>
      </w:r>
      <w:r w:rsidRPr="008F6CE0">
        <w:rPr>
          <w:rtl/>
        </w:rPr>
        <w:tab/>
        <w:t>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سنده</w:t>
      </w:r>
      <w:r w:rsidRPr="008F6CE0">
        <w:rPr>
          <w:rtl/>
        </w:rPr>
        <w:t xml:space="preserve"> در مدّت تحق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ق</w:t>
      </w:r>
      <w:r w:rsidRPr="008F6CE0">
        <w:rPr>
          <w:rtl/>
        </w:rPr>
        <w:t xml:space="preserve"> پ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رامون</w:t>
      </w:r>
      <w:r w:rsidRPr="008F6CE0">
        <w:rPr>
          <w:rtl/>
        </w:rPr>
        <w:t xml:space="preserve"> وضع پوشش دختران به موارد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برخورده است که دختران به اجبار والد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گاه در حضور محارم ن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ز</w:t>
      </w:r>
      <w:r w:rsidRPr="008F6CE0">
        <w:rPr>
          <w:rtl/>
        </w:rPr>
        <w:t xml:space="preserve"> با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ست</w:t>
      </w:r>
      <w:r w:rsidRPr="008F6CE0">
        <w:rPr>
          <w:rtl/>
        </w:rPr>
        <w:t xml:space="preserve"> با حجاب کامل حضور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افتد</w:t>
      </w:r>
      <w:r w:rsidRPr="008F6CE0">
        <w:rPr>
          <w:rtl/>
        </w:rPr>
        <w:t>. زن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درگفتگو با نو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سنده</w:t>
      </w:r>
      <w:r w:rsidRPr="008F6CE0">
        <w:rPr>
          <w:rtl/>
        </w:rPr>
        <w:t xml:space="preserve"> اظهار 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کرد: شوهرم اجازه نم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دهد حت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در حضور خود او بدون روسر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باشم!!</w:t>
      </w:r>
    </w:p>
    <w:p w:rsidR="002D2F2F" w:rsidRPr="008F6CE0" w:rsidRDefault="002D2F2F" w:rsidP="002D2F2F">
      <w:pPr>
        <w:pStyle w:val="libFootnote"/>
        <w:rPr>
          <w:rtl/>
        </w:rPr>
      </w:pPr>
      <w:r w:rsidRPr="008F6CE0">
        <w:rPr>
          <w:rtl/>
        </w:rPr>
        <w:t>7.</w:t>
      </w:r>
      <w:r w:rsidRPr="008F6CE0">
        <w:rPr>
          <w:rtl/>
        </w:rPr>
        <w:tab/>
        <w:t>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مفهوم را برا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اول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ن</w:t>
      </w:r>
      <w:r w:rsidRPr="008F6CE0">
        <w:rPr>
          <w:rtl/>
        </w:rPr>
        <w:t xml:space="preserve"> بار به طور رسم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آزما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ش</w:t>
      </w:r>
      <w:r w:rsidRPr="008F6CE0">
        <w:rPr>
          <w:rtl/>
        </w:rPr>
        <w:t xml:space="preserve"> ها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ارنست ه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گارد</w:t>
      </w:r>
      <w:r w:rsidRPr="008F6CE0">
        <w:rPr>
          <w:rtl/>
        </w:rPr>
        <w:t xml:space="preserve"> (</w:t>
      </w:r>
      <w:r w:rsidRPr="008F6CE0">
        <w:t>Ernest. B. Hilgard</w:t>
      </w:r>
      <w:r w:rsidRPr="008F6CE0">
        <w:rPr>
          <w:rtl/>
        </w:rPr>
        <w:t>.) نشان داد. ر. ک: روان شناس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رشد، حسن احد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و شکوه السادات بن</w:t>
      </w:r>
      <w:r w:rsidRPr="008F6CE0">
        <w:rPr>
          <w:rFonts w:hint="cs"/>
          <w:rtl/>
        </w:rPr>
        <w:t>ی</w:t>
      </w:r>
      <w:r w:rsidRPr="008F6CE0">
        <w:rPr>
          <w:rtl/>
        </w:rPr>
        <w:t xml:space="preserve"> جمال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ص 18.</w:t>
      </w:r>
    </w:p>
    <w:p w:rsidR="002D2F2F" w:rsidRPr="008F6CE0" w:rsidRDefault="002D2F2F" w:rsidP="002D2F2F">
      <w:pPr>
        <w:pStyle w:val="libFootnote"/>
        <w:rPr>
          <w:rtl/>
        </w:rPr>
      </w:pPr>
      <w:r w:rsidRPr="008F6CE0">
        <w:rPr>
          <w:rtl/>
        </w:rPr>
        <w:t>8.</w:t>
      </w:r>
      <w:r w:rsidRPr="008F6CE0">
        <w:rPr>
          <w:rtl/>
        </w:rPr>
        <w:tab/>
        <w:t>الکاف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،</w:t>
      </w:r>
      <w:r w:rsidRPr="008F6CE0">
        <w:rPr>
          <w:rtl/>
        </w:rPr>
        <w:t xml:space="preserve"> ج6، ص47</w:t>
      </w:r>
    </w:p>
    <w:p w:rsidR="002D2F2F" w:rsidRPr="008F6CE0" w:rsidRDefault="002D2F2F" w:rsidP="002D2F2F">
      <w:pPr>
        <w:pStyle w:val="libFootnote"/>
        <w:rPr>
          <w:rtl/>
        </w:rPr>
      </w:pPr>
      <w:r w:rsidRPr="008F6CE0">
        <w:rPr>
          <w:rtl/>
        </w:rPr>
        <w:t>9.</w:t>
      </w:r>
      <w:r w:rsidRPr="008F6CE0">
        <w:rPr>
          <w:rtl/>
        </w:rPr>
        <w:tab/>
        <w:t>وسائل الش</w:t>
      </w:r>
      <w:r w:rsidRPr="008F6CE0">
        <w:rPr>
          <w:rFonts w:hint="cs"/>
          <w:rtl/>
        </w:rPr>
        <w:t>ی</w:t>
      </w:r>
      <w:r w:rsidRPr="008F6CE0">
        <w:rPr>
          <w:rFonts w:hint="eastAsia"/>
          <w:rtl/>
        </w:rPr>
        <w:t>عه،</w:t>
      </w:r>
      <w:r w:rsidRPr="008F6CE0">
        <w:rPr>
          <w:rtl/>
        </w:rPr>
        <w:t xml:space="preserve"> ج 14، ص 123.</w:t>
      </w:r>
    </w:p>
    <w:p w:rsidR="00C92020" w:rsidRPr="008F6CE0" w:rsidRDefault="00C92020" w:rsidP="00C92020">
      <w:pPr>
        <w:pStyle w:val="Heading2Center"/>
      </w:pPr>
      <w:r w:rsidRPr="008F6CE0">
        <w:rPr>
          <w:rtl/>
        </w:rPr>
        <w:br w:type="page"/>
      </w:r>
      <w:bookmarkStart w:id="93" w:name="_Toc425750365"/>
      <w:r w:rsidRPr="008F6CE0">
        <w:rPr>
          <w:rFonts w:hint="cs"/>
          <w:rtl/>
        </w:rPr>
        <w:lastRenderedPageBreak/>
        <w:t>فهرست مطالب</w:t>
      </w:r>
      <w:bookmarkEnd w:id="93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9508090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C92020" w:rsidRPr="008F6CE0" w:rsidRDefault="00C92020" w:rsidP="00C92020">
          <w:pPr>
            <w:pStyle w:val="TOCHeading"/>
          </w:pPr>
        </w:p>
        <w:p w:rsidR="002D2F2F" w:rsidRPr="008F6CE0" w:rsidRDefault="00D37C7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D37C7E">
            <w:fldChar w:fldCharType="begin"/>
          </w:r>
          <w:r w:rsidR="00C92020" w:rsidRPr="008F6CE0">
            <w:instrText xml:space="preserve"> TOC \o "1-3" \h \z \u </w:instrText>
          </w:r>
          <w:r w:rsidRPr="00D37C7E">
            <w:fldChar w:fldCharType="separate"/>
          </w:r>
          <w:hyperlink w:anchor="_Toc425750272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فصل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اول</w:t>
            </w:r>
            <w:r w:rsidR="002D2F2F" w:rsidRPr="008F6CE0">
              <w:rPr>
                <w:rStyle w:val="Hyperlink"/>
                <w:noProof/>
                <w:rtl/>
              </w:rPr>
              <w:t xml:space="preserve">: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رؤ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امن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یّ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425750272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7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اول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معلّم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425750273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7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سالها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فر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اد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425750274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75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نهاد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ناآرام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تنوع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طلب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425750275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6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76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زن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اند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مردان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همسردار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425750276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6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77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زنان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غرب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</w:t>
            </w:r>
            <w:r w:rsidR="002D2F2F" w:rsidRPr="008F6CE0">
              <w:rPr>
                <w:rStyle w:val="Hyperlink"/>
                <w:noProof/>
                <w:rtl/>
              </w:rPr>
              <w:t>...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؟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425750277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78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اشاره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425750278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79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بانو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</w:t>
            </w:r>
            <w:r w:rsidR="002D2F2F" w:rsidRPr="008F6CE0">
              <w:rPr>
                <w:rStyle w:val="Hyperlink"/>
                <w:noProof/>
                <w:rtl/>
              </w:rPr>
              <w:t xml:space="preserve">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الف</w:t>
            </w:r>
            <w:r w:rsidR="002D2F2F" w:rsidRPr="008F6CE0">
              <w:rPr>
                <w:rStyle w:val="Hyperlink"/>
                <w:noProof/>
                <w:rtl/>
              </w:rPr>
              <w:t xml:space="preserve">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خانه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دار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انگلستان</w:t>
            </w:r>
            <w:r w:rsidR="002D2F2F" w:rsidRPr="008F6CE0">
              <w:rPr>
                <w:rStyle w:val="Hyperlink"/>
                <w:noProof/>
                <w:rtl/>
              </w:rPr>
              <w:t>.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425750279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10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80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برهنگ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مُد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شد</w:t>
            </w:r>
            <w:r w:rsidR="002D2F2F" w:rsidRPr="008F6CE0">
              <w:rPr>
                <w:rStyle w:val="Hyperlink"/>
                <w:noProof/>
                <w:rtl/>
              </w:rPr>
              <w:t>!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425750280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11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81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نظر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انقلاب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صنعت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اروپا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425750281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82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به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گفته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ک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جامعه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شناس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ران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16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8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نوشت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noProof/>
                <w:rtl/>
              </w:rPr>
              <w:t xml:space="preserve"> :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20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5028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فصل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دوم</w:t>
            </w:r>
            <w:r w:rsidR="002D2F2F" w:rsidRPr="008F6CE0">
              <w:rPr>
                <w:rStyle w:val="Hyperlink"/>
                <w:noProof/>
                <w:rtl/>
              </w:rPr>
              <w:t xml:space="preserve">: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اسارت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خردسالان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22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85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اشاره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22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86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آغاز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مبارزه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با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پاک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425750286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22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87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فروپاش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خانواده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425750287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25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88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شنا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باتلاق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425750288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27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89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اسارت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خردسالان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هو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ت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425750289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28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0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محبّت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سگ</w:t>
            </w:r>
            <w:r w:rsidR="002D2F2F" w:rsidRPr="008F6CE0">
              <w:rPr>
                <w:rStyle w:val="Hyperlink"/>
                <w:noProof/>
                <w:rtl/>
              </w:rPr>
              <w:t>!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425750290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31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1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اعت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اد،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ناپاک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اشتغال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425750291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2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توسعه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رخوارگاه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فردگرا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34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اندوه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دوران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سالمند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35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5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اعدام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نسل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پاک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آدم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36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6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پوش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حر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ص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تر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شدن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مردان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425750296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37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7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پاسخ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425750297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37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8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آ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زنانِ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پوش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اندام،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عامل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تحر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ک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ستند؟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425750298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39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299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سخن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گفتن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راه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رفتن،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دشوارتر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کارها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425750299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42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00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جنون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جنس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آزارطلب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(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مازوخ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سم</w:t>
            </w:r>
            <w:r w:rsidR="002D2F2F" w:rsidRPr="008F6CE0">
              <w:rPr>
                <w:rStyle w:val="Hyperlink"/>
                <w:noProof/>
                <w:rtl/>
              </w:rPr>
              <w:t>)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425750300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45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01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آرزو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مح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ط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اجتماع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سالم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425750301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48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02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نوشت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noProof/>
                <w:rtl/>
              </w:rPr>
              <w:t xml:space="preserve"> :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50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5030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فصل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سوم</w:t>
            </w:r>
            <w:r w:rsidR="002D2F2F" w:rsidRPr="008F6CE0">
              <w:rPr>
                <w:rStyle w:val="Hyperlink"/>
                <w:noProof/>
                <w:rtl/>
              </w:rPr>
              <w:t xml:space="preserve">: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خواب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مغناط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اسارت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درآوردن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مردان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52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0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اشاره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52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05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است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خانه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استخدام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کارخانه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52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06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پس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دور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افکن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یِ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پوشش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بهتر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425750306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55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07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روس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لباس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خواب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مغناط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425750307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58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08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پوش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اسارت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مد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425750308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61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09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وارونگ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کدست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425750309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61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10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پس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آشکار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شدن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اندام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425750310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63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11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رواج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مجلات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ف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لم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ضداخلاق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425750311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65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12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ورزش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مخصوص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بانوان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66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1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مراکز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رسم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برا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انجام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پل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67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1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سه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کلمه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آسمان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69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15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آزاد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اعطا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حقِّ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ح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شتر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مرد؟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70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16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نوشت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noProof/>
                <w:rtl/>
              </w:rPr>
              <w:t xml:space="preserve"> :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425750316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50317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فصل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چهارم</w:t>
            </w:r>
            <w:r w:rsidR="002D2F2F" w:rsidRPr="008F6CE0">
              <w:rPr>
                <w:rStyle w:val="Hyperlink"/>
                <w:noProof/>
                <w:rtl/>
              </w:rPr>
              <w:t xml:space="preserve">: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نقّاش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خدا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425750317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18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اشاره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425750318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19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زن،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وجود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ناشناخته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425750319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0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اشاره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425750320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1" w:history="1">
            <w:r w:rsidR="002D2F2F" w:rsidRPr="008F6CE0">
              <w:rPr>
                <w:rStyle w:val="Hyperlink"/>
                <w:noProof/>
                <w:rtl/>
              </w:rPr>
              <w:t xml:space="preserve">1.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دلربا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425750321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74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2" w:history="1">
            <w:r w:rsidR="002D2F2F" w:rsidRPr="008F6CE0">
              <w:rPr>
                <w:rStyle w:val="Hyperlink"/>
                <w:noProof/>
                <w:rtl/>
              </w:rPr>
              <w:t xml:space="preserve">2.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سودجو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قدرت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76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ضرور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تر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فلسفه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حجاب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78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اشاره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78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5" w:history="1">
            <w:r w:rsidR="002D2F2F" w:rsidRPr="008F6CE0">
              <w:rPr>
                <w:rStyle w:val="Hyperlink"/>
                <w:noProof/>
                <w:rtl/>
              </w:rPr>
              <w:t xml:space="preserve">3.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قدرت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ساحل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79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6" w:history="1">
            <w:r w:rsidR="002D2F2F" w:rsidRPr="008F6CE0">
              <w:rPr>
                <w:rStyle w:val="Hyperlink"/>
                <w:noProof/>
                <w:rtl/>
              </w:rPr>
              <w:t xml:space="preserve">4.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خوشب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زودباور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425750326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81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7" w:history="1">
            <w:r w:rsidR="002D2F2F" w:rsidRPr="008F6CE0">
              <w:rPr>
                <w:rStyle w:val="Hyperlink"/>
                <w:noProof/>
                <w:rtl/>
              </w:rPr>
              <w:t xml:space="preserve">5.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محافظت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خدا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425750327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82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8" w:history="1">
            <w:r w:rsidR="002D2F2F" w:rsidRPr="008F6CE0">
              <w:rPr>
                <w:rStyle w:val="Hyperlink"/>
                <w:b/>
                <w:bCs/>
                <w:noProof/>
                <w:rtl/>
              </w:rPr>
              <w:t xml:space="preserve">6. </w:t>
            </w:r>
            <w:r w:rsidR="002D2F2F" w:rsidRPr="008F6CE0">
              <w:rPr>
                <w:rStyle w:val="Hyperlink"/>
                <w:rFonts w:hint="eastAsia"/>
                <w:b/>
                <w:bCs/>
                <w:noProof/>
                <w:rtl/>
              </w:rPr>
              <w:t>وجودکشش</w:t>
            </w:r>
            <w:r w:rsidR="002D2F2F" w:rsidRPr="008F6CE0">
              <w:rPr>
                <w:rStyle w:val="Hyperlink"/>
                <w:b/>
                <w:bCs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b/>
                <w:bCs/>
                <w:noProof/>
                <w:rtl/>
              </w:rPr>
              <w:t>جنس</w:t>
            </w:r>
            <w:r w:rsidR="002D2F2F" w:rsidRPr="008F6CE0">
              <w:rPr>
                <w:rStyle w:val="Hyperlink"/>
                <w:rFonts w:hint="cs"/>
                <w:b/>
                <w:bCs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425750328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85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29" w:history="1">
            <w:r w:rsidR="002D2F2F" w:rsidRPr="008F6CE0">
              <w:rPr>
                <w:rStyle w:val="Hyperlink"/>
                <w:noProof/>
                <w:rtl/>
              </w:rPr>
              <w:t xml:space="preserve">7.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مرز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کران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غر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جنس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425750329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86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30" w:history="1">
            <w:r w:rsidR="002D2F2F" w:rsidRPr="008F6CE0">
              <w:rPr>
                <w:rStyle w:val="Hyperlink"/>
                <w:noProof/>
                <w:rtl/>
              </w:rPr>
              <w:t xml:space="preserve">8.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نگرش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مردان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425750330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87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31" w:history="1">
            <w:r w:rsidR="002D2F2F" w:rsidRPr="008F6CE0">
              <w:rPr>
                <w:rStyle w:val="Hyperlink"/>
                <w:noProof/>
                <w:rtl/>
              </w:rPr>
              <w:t xml:space="preserve">9.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تأث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رپذ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مح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ط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425750331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89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32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پرسش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خدا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90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3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پاسخ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خداوند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91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3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خدا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بخ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ست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35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اشاره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36" w:history="1">
            <w:r w:rsidR="002D2F2F" w:rsidRPr="008F6CE0">
              <w:rPr>
                <w:rStyle w:val="Hyperlink"/>
                <w:noProof/>
                <w:rtl/>
              </w:rPr>
              <w:t xml:space="preserve">10.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ابزارکشش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جنس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(</w:t>
            </w:r>
            <w:r w:rsidR="002D2F2F" w:rsidRPr="008F6CE0">
              <w:rPr>
                <w:rStyle w:val="Hyperlink"/>
                <w:noProof/>
              </w:rPr>
              <w:t>sexual urge</w:t>
            </w:r>
            <w:r w:rsidR="002D2F2F" w:rsidRPr="008F6CE0">
              <w:rPr>
                <w:rStyle w:val="Hyperlink"/>
                <w:noProof/>
                <w:rtl/>
              </w:rPr>
              <w:t>)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425750336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37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نوشت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noProof/>
                <w:rtl/>
              </w:rPr>
              <w:t xml:space="preserve"> :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425750337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97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50338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فصل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پنجم</w:t>
            </w:r>
            <w:r w:rsidR="002D2F2F" w:rsidRPr="008F6CE0">
              <w:rPr>
                <w:rStyle w:val="Hyperlink"/>
                <w:noProof/>
                <w:rtl/>
              </w:rPr>
              <w:t xml:space="preserve">: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هراس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شهامت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425750338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98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39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اشاره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425750339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98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0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نوزادان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ابان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425750340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98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1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تنها</w:t>
            </w:r>
            <w:r w:rsidR="002D2F2F" w:rsidRPr="008F6CE0">
              <w:rPr>
                <w:rStyle w:val="Hyperlink"/>
                <w:noProof/>
                <w:rtl/>
              </w:rPr>
              <w:t xml:space="preserve"> «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پوشش</w:t>
            </w:r>
            <w:r w:rsidR="002D2F2F" w:rsidRPr="008F6CE0">
              <w:rPr>
                <w:rStyle w:val="Hyperlink"/>
                <w:noProof/>
                <w:rtl/>
              </w:rPr>
              <w:t xml:space="preserve">»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مقصّرشناخته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شد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425750341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99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2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نگاه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مزد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ناپوش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102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مسابقه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عقبگرد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103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کاخ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با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هزاران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نقاش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ح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رت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آور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104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5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نظر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جامعه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شناسان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108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6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آن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سو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صحنه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425750346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109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7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زنان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باشهامت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هراسناک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425750347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110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8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ح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پسند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شرم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ناپسند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425750348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112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49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حکا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بها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یی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425750349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119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50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خواستگار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شوهردار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425750350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120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51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حسرت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زندگ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دار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425750351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121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52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نوشت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noProof/>
                <w:rtl/>
              </w:rPr>
              <w:t xml:space="preserve"> :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124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5035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فصل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ششم</w:t>
            </w:r>
            <w:r w:rsidR="002D2F2F" w:rsidRPr="008F6CE0">
              <w:rPr>
                <w:rStyle w:val="Hyperlink"/>
                <w:noProof/>
                <w:rtl/>
              </w:rPr>
              <w:t xml:space="preserve">: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پوشش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مهار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مردان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125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5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اشاره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125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55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به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بندکش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دن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آزاد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گر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126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56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پوشش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زنان،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مهار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مردان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425750356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127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57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سخت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پوشش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425750357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129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58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حجاب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وه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شناخت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425750358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131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59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سرما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سود</w:t>
            </w:r>
            <w:r w:rsidR="002D2F2F" w:rsidRPr="008F6CE0">
              <w:rPr>
                <w:rStyle w:val="Hyperlink"/>
                <w:noProof/>
                <w:rtl/>
              </w:rPr>
              <w:t>!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425750359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133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60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حجاب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از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خردسال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>!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؟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425750360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135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61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گز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ده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کصد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کتاب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425750361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137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62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بام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با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دو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هوا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425750362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139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63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ب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ل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جنس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در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مردان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425750363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139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64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پ</w:t>
            </w:r>
            <w:r w:rsidR="002D2F2F" w:rsidRPr="008F6CE0">
              <w:rPr>
                <w:rStyle w:val="Hyperlink"/>
                <w:rFonts w:hint="cs"/>
                <w:noProof/>
                <w:rtl/>
              </w:rPr>
              <w:t>ی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نوشت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ها</w:t>
            </w:r>
            <w:r w:rsidR="002D2F2F" w:rsidRPr="008F6CE0">
              <w:rPr>
                <w:rStyle w:val="Hyperlink"/>
                <w:noProof/>
                <w:rtl/>
              </w:rPr>
              <w:t xml:space="preserve"> :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425750364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141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2D2F2F" w:rsidRPr="008F6CE0" w:rsidRDefault="00D37C7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50365" w:history="1">
            <w:r w:rsidR="002D2F2F" w:rsidRPr="008F6CE0">
              <w:rPr>
                <w:rStyle w:val="Hyperlink"/>
                <w:rFonts w:hint="eastAsia"/>
                <w:noProof/>
                <w:rtl/>
              </w:rPr>
              <w:t>فهرست</w:t>
            </w:r>
            <w:r w:rsidR="002D2F2F" w:rsidRPr="008F6CE0">
              <w:rPr>
                <w:rStyle w:val="Hyperlink"/>
                <w:noProof/>
                <w:rtl/>
              </w:rPr>
              <w:t xml:space="preserve"> </w:t>
            </w:r>
            <w:r w:rsidR="002D2F2F" w:rsidRPr="008F6CE0">
              <w:rPr>
                <w:rStyle w:val="Hyperlink"/>
                <w:rFonts w:hint="eastAsia"/>
                <w:noProof/>
                <w:rtl/>
              </w:rPr>
              <w:t>مطالب</w:t>
            </w:r>
            <w:r w:rsidR="002D2F2F" w:rsidRPr="008F6CE0">
              <w:rPr>
                <w:noProof/>
                <w:webHidden/>
                <w:rtl/>
              </w:rPr>
              <w:tab/>
            </w:r>
            <w:r w:rsidRPr="008F6CE0">
              <w:rPr>
                <w:noProof/>
                <w:webHidden/>
                <w:rtl/>
              </w:rPr>
              <w:fldChar w:fldCharType="begin"/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="002D2F2F" w:rsidRPr="008F6CE0">
              <w:rPr>
                <w:noProof/>
                <w:webHidden/>
              </w:rPr>
              <w:instrText>PAGEREF</w:instrText>
            </w:r>
            <w:r w:rsidR="002D2F2F" w:rsidRPr="008F6CE0">
              <w:rPr>
                <w:noProof/>
                <w:webHidden/>
                <w:rtl/>
              </w:rPr>
              <w:instrText xml:space="preserve"> _</w:instrText>
            </w:r>
            <w:r w:rsidR="002D2F2F" w:rsidRPr="008F6CE0">
              <w:rPr>
                <w:noProof/>
                <w:webHidden/>
              </w:rPr>
              <w:instrText>Toc</w:instrText>
            </w:r>
            <w:r w:rsidR="002D2F2F" w:rsidRPr="008F6CE0">
              <w:rPr>
                <w:noProof/>
                <w:webHidden/>
                <w:rtl/>
              </w:rPr>
              <w:instrText xml:space="preserve">425750365 </w:instrText>
            </w:r>
            <w:r w:rsidR="002D2F2F" w:rsidRPr="008F6CE0">
              <w:rPr>
                <w:noProof/>
                <w:webHidden/>
              </w:rPr>
              <w:instrText>\h</w:instrText>
            </w:r>
            <w:r w:rsidR="002D2F2F" w:rsidRPr="008F6CE0">
              <w:rPr>
                <w:noProof/>
                <w:webHidden/>
                <w:rtl/>
              </w:rPr>
              <w:instrText xml:space="preserve"> </w:instrText>
            </w:r>
            <w:r w:rsidRPr="008F6CE0">
              <w:rPr>
                <w:noProof/>
                <w:webHidden/>
                <w:rtl/>
              </w:rPr>
            </w:r>
            <w:r w:rsidRPr="008F6CE0">
              <w:rPr>
                <w:noProof/>
                <w:webHidden/>
                <w:rtl/>
              </w:rPr>
              <w:fldChar w:fldCharType="separate"/>
            </w:r>
            <w:r w:rsidR="002D2F2F" w:rsidRPr="008F6CE0">
              <w:rPr>
                <w:noProof/>
                <w:webHidden/>
                <w:rtl/>
              </w:rPr>
              <w:t>142</w:t>
            </w:r>
            <w:r w:rsidRPr="008F6CE0">
              <w:rPr>
                <w:noProof/>
                <w:webHidden/>
                <w:rtl/>
              </w:rPr>
              <w:fldChar w:fldCharType="end"/>
            </w:r>
          </w:hyperlink>
        </w:p>
        <w:p w:rsidR="00811B5D" w:rsidRDefault="00D37C7E">
          <w:r w:rsidRPr="008F6CE0">
            <w:lastRenderedPageBreak/>
            <w:fldChar w:fldCharType="end"/>
          </w:r>
        </w:p>
      </w:sdtContent>
    </w:sdt>
    <w:p w:rsidR="00061879" w:rsidRPr="00923106" w:rsidRDefault="00061879" w:rsidP="00784623"/>
    <w:sectPr w:rsidR="00061879" w:rsidRPr="0092310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6E7" w:rsidRDefault="00FF36E7">
      <w:r>
        <w:separator/>
      </w:r>
    </w:p>
  </w:endnote>
  <w:endnote w:type="continuationSeparator" w:id="1">
    <w:p w:rsidR="00FF36E7" w:rsidRDefault="00FF3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E3A" w:rsidRDefault="00D37C7E">
    <w:pPr>
      <w:pStyle w:val="Footer"/>
    </w:pPr>
    <w:fldSimple w:instr=" PAGE   \* MERGEFORMAT ">
      <w:r w:rsidR="00784623">
        <w:rPr>
          <w:noProof/>
          <w:rtl/>
        </w:rPr>
        <w:t>46</w:t>
      </w:r>
    </w:fldSimple>
  </w:p>
  <w:p w:rsidR="00EB7E3A" w:rsidRDefault="00EB7E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E3A" w:rsidRDefault="00D37C7E">
    <w:pPr>
      <w:pStyle w:val="Footer"/>
    </w:pPr>
    <w:fldSimple w:instr=" PAGE   \* MERGEFORMAT ">
      <w:r w:rsidR="00784623">
        <w:rPr>
          <w:noProof/>
          <w:rtl/>
        </w:rPr>
        <w:t>45</w:t>
      </w:r>
    </w:fldSimple>
  </w:p>
  <w:p w:rsidR="00EB7E3A" w:rsidRDefault="00EB7E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E3A" w:rsidRDefault="00D37C7E">
    <w:pPr>
      <w:pStyle w:val="Footer"/>
    </w:pPr>
    <w:fldSimple w:instr=" PAGE   \* MERGEFORMAT ">
      <w:r w:rsidR="00784623">
        <w:rPr>
          <w:noProof/>
          <w:rtl/>
        </w:rPr>
        <w:t>1</w:t>
      </w:r>
    </w:fldSimple>
  </w:p>
  <w:p w:rsidR="00EB7E3A" w:rsidRDefault="00EB7E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6E7" w:rsidRDefault="00FF36E7">
      <w:r>
        <w:separator/>
      </w:r>
    </w:p>
  </w:footnote>
  <w:footnote w:type="continuationSeparator" w:id="1">
    <w:p w:rsidR="00FF36E7" w:rsidRDefault="00FF36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4E9"/>
    <w:rsid w:val="00005A19"/>
    <w:rsid w:val="00010942"/>
    <w:rsid w:val="000116E4"/>
    <w:rsid w:val="000158C8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1879"/>
    <w:rsid w:val="0006216A"/>
    <w:rsid w:val="00067F84"/>
    <w:rsid w:val="00071C97"/>
    <w:rsid w:val="000721BA"/>
    <w:rsid w:val="0007301D"/>
    <w:rsid w:val="000761F7"/>
    <w:rsid w:val="00076A3A"/>
    <w:rsid w:val="00080513"/>
    <w:rsid w:val="00085123"/>
    <w:rsid w:val="00092805"/>
    <w:rsid w:val="00092A0C"/>
    <w:rsid w:val="00096DC4"/>
    <w:rsid w:val="000A7750"/>
    <w:rsid w:val="000B3A56"/>
    <w:rsid w:val="000B77DB"/>
    <w:rsid w:val="000B7EBA"/>
    <w:rsid w:val="000C0A89"/>
    <w:rsid w:val="000C3B6C"/>
    <w:rsid w:val="000C67AA"/>
    <w:rsid w:val="000C7722"/>
    <w:rsid w:val="000C7CC5"/>
    <w:rsid w:val="000D0932"/>
    <w:rsid w:val="000D180B"/>
    <w:rsid w:val="000D1BDF"/>
    <w:rsid w:val="000D71B7"/>
    <w:rsid w:val="000E18BE"/>
    <w:rsid w:val="000E6824"/>
    <w:rsid w:val="000F24C9"/>
    <w:rsid w:val="000F6B97"/>
    <w:rsid w:val="0010049D"/>
    <w:rsid w:val="001030EF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4A1D"/>
    <w:rsid w:val="00126471"/>
    <w:rsid w:val="00127BCB"/>
    <w:rsid w:val="001310EB"/>
    <w:rsid w:val="00135E90"/>
    <w:rsid w:val="00136268"/>
    <w:rsid w:val="00136E6F"/>
    <w:rsid w:val="001432EA"/>
    <w:rsid w:val="0014341C"/>
    <w:rsid w:val="00143EEA"/>
    <w:rsid w:val="0014526B"/>
    <w:rsid w:val="00147ED8"/>
    <w:rsid w:val="0015156F"/>
    <w:rsid w:val="0015176C"/>
    <w:rsid w:val="00151C03"/>
    <w:rsid w:val="00153917"/>
    <w:rsid w:val="00153DF9"/>
    <w:rsid w:val="001550BB"/>
    <w:rsid w:val="00155F0E"/>
    <w:rsid w:val="00157306"/>
    <w:rsid w:val="00160F76"/>
    <w:rsid w:val="00163D83"/>
    <w:rsid w:val="00164767"/>
    <w:rsid w:val="00164810"/>
    <w:rsid w:val="0016539D"/>
    <w:rsid w:val="00167186"/>
    <w:rsid w:val="001712E1"/>
    <w:rsid w:val="00173F8B"/>
    <w:rsid w:val="00182092"/>
    <w:rsid w:val="00182994"/>
    <w:rsid w:val="00182CD3"/>
    <w:rsid w:val="0018664D"/>
    <w:rsid w:val="00187017"/>
    <w:rsid w:val="00187246"/>
    <w:rsid w:val="001937F7"/>
    <w:rsid w:val="001A1408"/>
    <w:rsid w:val="001A3110"/>
    <w:rsid w:val="001A33D5"/>
    <w:rsid w:val="001A4C37"/>
    <w:rsid w:val="001A4D9B"/>
    <w:rsid w:val="001A5BCE"/>
    <w:rsid w:val="001A6EC0"/>
    <w:rsid w:val="001B07B7"/>
    <w:rsid w:val="001B16FD"/>
    <w:rsid w:val="001B577F"/>
    <w:rsid w:val="001B6A2D"/>
    <w:rsid w:val="001B702D"/>
    <w:rsid w:val="001B7407"/>
    <w:rsid w:val="001C0288"/>
    <w:rsid w:val="001C5EDB"/>
    <w:rsid w:val="001D41A1"/>
    <w:rsid w:val="001D60DA"/>
    <w:rsid w:val="001D6725"/>
    <w:rsid w:val="001D67C0"/>
    <w:rsid w:val="001E25DC"/>
    <w:rsid w:val="001E4ED0"/>
    <w:rsid w:val="001F0713"/>
    <w:rsid w:val="001F160F"/>
    <w:rsid w:val="001F6ACF"/>
    <w:rsid w:val="00202C7B"/>
    <w:rsid w:val="002054C5"/>
    <w:rsid w:val="00205856"/>
    <w:rsid w:val="00213662"/>
    <w:rsid w:val="002139CB"/>
    <w:rsid w:val="00214801"/>
    <w:rsid w:val="00217CDC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4CFA"/>
    <w:rsid w:val="00257657"/>
    <w:rsid w:val="00263F56"/>
    <w:rsid w:val="00264F12"/>
    <w:rsid w:val="00271D28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58A"/>
    <w:rsid w:val="002C5C66"/>
    <w:rsid w:val="002C6427"/>
    <w:rsid w:val="002C7AA6"/>
    <w:rsid w:val="002D0E5C"/>
    <w:rsid w:val="002D19A9"/>
    <w:rsid w:val="002D2485"/>
    <w:rsid w:val="002D2F2F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2045"/>
    <w:rsid w:val="00307056"/>
    <w:rsid w:val="00307C3A"/>
    <w:rsid w:val="00310D1D"/>
    <w:rsid w:val="00317E22"/>
    <w:rsid w:val="00321338"/>
    <w:rsid w:val="00322466"/>
    <w:rsid w:val="00324B78"/>
    <w:rsid w:val="003251D7"/>
    <w:rsid w:val="00325A62"/>
    <w:rsid w:val="00330D70"/>
    <w:rsid w:val="003339D0"/>
    <w:rsid w:val="003353BB"/>
    <w:rsid w:val="0033620A"/>
    <w:rsid w:val="0034239A"/>
    <w:rsid w:val="003506A1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1C4A"/>
    <w:rsid w:val="00373085"/>
    <w:rsid w:val="003854C8"/>
    <w:rsid w:val="0038683D"/>
    <w:rsid w:val="00391FB8"/>
    <w:rsid w:val="00395D58"/>
    <w:rsid w:val="003963F3"/>
    <w:rsid w:val="0039787F"/>
    <w:rsid w:val="00397DC2"/>
    <w:rsid w:val="003A1475"/>
    <w:rsid w:val="003A3298"/>
    <w:rsid w:val="003A34DE"/>
    <w:rsid w:val="003A4587"/>
    <w:rsid w:val="003A661E"/>
    <w:rsid w:val="003A6B2A"/>
    <w:rsid w:val="003B0913"/>
    <w:rsid w:val="003B20C5"/>
    <w:rsid w:val="003B5031"/>
    <w:rsid w:val="003B6720"/>
    <w:rsid w:val="003B775B"/>
    <w:rsid w:val="003B7908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3F6410"/>
    <w:rsid w:val="00402167"/>
    <w:rsid w:val="00402C65"/>
    <w:rsid w:val="004035D1"/>
    <w:rsid w:val="00404EB7"/>
    <w:rsid w:val="0040629B"/>
    <w:rsid w:val="00407D56"/>
    <w:rsid w:val="00416E2B"/>
    <w:rsid w:val="0042098A"/>
    <w:rsid w:val="004209BA"/>
    <w:rsid w:val="00420C44"/>
    <w:rsid w:val="0042410C"/>
    <w:rsid w:val="00427638"/>
    <w:rsid w:val="00430581"/>
    <w:rsid w:val="00434A97"/>
    <w:rsid w:val="00437035"/>
    <w:rsid w:val="00440C62"/>
    <w:rsid w:val="00444B0A"/>
    <w:rsid w:val="00446BBA"/>
    <w:rsid w:val="004538D5"/>
    <w:rsid w:val="00453985"/>
    <w:rsid w:val="00455A59"/>
    <w:rsid w:val="00456082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3C42"/>
    <w:rsid w:val="0050715C"/>
    <w:rsid w:val="005074DA"/>
    <w:rsid w:val="005077E7"/>
    <w:rsid w:val="00513136"/>
    <w:rsid w:val="00515BC6"/>
    <w:rsid w:val="005254BC"/>
    <w:rsid w:val="005261CF"/>
    <w:rsid w:val="00526724"/>
    <w:rsid w:val="005358E7"/>
    <w:rsid w:val="00542A22"/>
    <w:rsid w:val="00542EEF"/>
    <w:rsid w:val="00543D38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84D8D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325"/>
    <w:rsid w:val="005B68D5"/>
    <w:rsid w:val="005C0E2F"/>
    <w:rsid w:val="005C7917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231"/>
    <w:rsid w:val="00651640"/>
    <w:rsid w:val="00651ADF"/>
    <w:rsid w:val="006551EC"/>
    <w:rsid w:val="0065568A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29A7"/>
    <w:rsid w:val="0068301D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24E6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2D8F"/>
    <w:rsid w:val="00765BEF"/>
    <w:rsid w:val="007735AB"/>
    <w:rsid w:val="00773E4E"/>
    <w:rsid w:val="00775FFA"/>
    <w:rsid w:val="00777AC5"/>
    <w:rsid w:val="00781965"/>
    <w:rsid w:val="0078259F"/>
    <w:rsid w:val="00782872"/>
    <w:rsid w:val="00784287"/>
    <w:rsid w:val="00784623"/>
    <w:rsid w:val="00785B3A"/>
    <w:rsid w:val="007860ED"/>
    <w:rsid w:val="00796AAA"/>
    <w:rsid w:val="007A2E40"/>
    <w:rsid w:val="007A3E38"/>
    <w:rsid w:val="007A4D9A"/>
    <w:rsid w:val="007A6185"/>
    <w:rsid w:val="007B10B3"/>
    <w:rsid w:val="007B1BAD"/>
    <w:rsid w:val="007B1C15"/>
    <w:rsid w:val="007B1D12"/>
    <w:rsid w:val="007B2F17"/>
    <w:rsid w:val="007B46B3"/>
    <w:rsid w:val="007B5CD8"/>
    <w:rsid w:val="007B6D51"/>
    <w:rsid w:val="007C0829"/>
    <w:rsid w:val="007C23F4"/>
    <w:rsid w:val="007C3DC9"/>
    <w:rsid w:val="007D1D2B"/>
    <w:rsid w:val="007D1F6A"/>
    <w:rsid w:val="007D4810"/>
    <w:rsid w:val="007D5FD1"/>
    <w:rsid w:val="007E2EBF"/>
    <w:rsid w:val="007E6DD9"/>
    <w:rsid w:val="007F0FB1"/>
    <w:rsid w:val="007F1DC7"/>
    <w:rsid w:val="007F4190"/>
    <w:rsid w:val="007F4E53"/>
    <w:rsid w:val="00806335"/>
    <w:rsid w:val="008105E2"/>
    <w:rsid w:val="00811B5D"/>
    <w:rsid w:val="008128CA"/>
    <w:rsid w:val="00813440"/>
    <w:rsid w:val="00821493"/>
    <w:rsid w:val="00824B5C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3559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329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8F6CE0"/>
    <w:rsid w:val="009006DA"/>
    <w:rsid w:val="009036AC"/>
    <w:rsid w:val="009046DF"/>
    <w:rsid w:val="00913E81"/>
    <w:rsid w:val="0091682D"/>
    <w:rsid w:val="00921E45"/>
    <w:rsid w:val="00922370"/>
    <w:rsid w:val="00923106"/>
    <w:rsid w:val="0092388A"/>
    <w:rsid w:val="00927601"/>
    <w:rsid w:val="00927D62"/>
    <w:rsid w:val="00932192"/>
    <w:rsid w:val="0093612D"/>
    <w:rsid w:val="0094272F"/>
    <w:rsid w:val="00943412"/>
    <w:rsid w:val="00943B2E"/>
    <w:rsid w:val="00945D11"/>
    <w:rsid w:val="009503E2"/>
    <w:rsid w:val="00951423"/>
    <w:rsid w:val="00951E7F"/>
    <w:rsid w:val="009523FD"/>
    <w:rsid w:val="00952FD2"/>
    <w:rsid w:val="0095736F"/>
    <w:rsid w:val="0096011E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3DFB"/>
    <w:rsid w:val="009A53CC"/>
    <w:rsid w:val="009A7001"/>
    <w:rsid w:val="009A7DA5"/>
    <w:rsid w:val="009B01D4"/>
    <w:rsid w:val="009B0C22"/>
    <w:rsid w:val="009B5A88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1228"/>
    <w:rsid w:val="00A12E2D"/>
    <w:rsid w:val="00A16415"/>
    <w:rsid w:val="00A209AB"/>
    <w:rsid w:val="00A21090"/>
    <w:rsid w:val="00A22363"/>
    <w:rsid w:val="00A2310F"/>
    <w:rsid w:val="00A2642A"/>
    <w:rsid w:val="00A2652F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07CF"/>
    <w:rsid w:val="00A86979"/>
    <w:rsid w:val="00A86A9E"/>
    <w:rsid w:val="00A91F7E"/>
    <w:rsid w:val="00A9330B"/>
    <w:rsid w:val="00A93392"/>
    <w:rsid w:val="00A971B5"/>
    <w:rsid w:val="00AA0B6A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2342"/>
    <w:rsid w:val="00AF33DF"/>
    <w:rsid w:val="00AF4AF1"/>
    <w:rsid w:val="00AF5C45"/>
    <w:rsid w:val="00B01257"/>
    <w:rsid w:val="00B0337F"/>
    <w:rsid w:val="00B0498E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08D8"/>
    <w:rsid w:val="00B426ED"/>
    <w:rsid w:val="00B42E0C"/>
    <w:rsid w:val="00B4717E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141D"/>
    <w:rsid w:val="00BF3B5E"/>
    <w:rsid w:val="00BF71F1"/>
    <w:rsid w:val="00C005CF"/>
    <w:rsid w:val="00C05482"/>
    <w:rsid w:val="00C1570C"/>
    <w:rsid w:val="00C22361"/>
    <w:rsid w:val="00C23CD9"/>
    <w:rsid w:val="00C26B73"/>
    <w:rsid w:val="00C26D89"/>
    <w:rsid w:val="00C3178E"/>
    <w:rsid w:val="00C31833"/>
    <w:rsid w:val="00C33018"/>
    <w:rsid w:val="00C33B4D"/>
    <w:rsid w:val="00C35A49"/>
    <w:rsid w:val="00C36AF1"/>
    <w:rsid w:val="00C37458"/>
    <w:rsid w:val="00C37AF7"/>
    <w:rsid w:val="00C40416"/>
    <w:rsid w:val="00C42315"/>
    <w:rsid w:val="00C45E29"/>
    <w:rsid w:val="00C554CC"/>
    <w:rsid w:val="00C617E5"/>
    <w:rsid w:val="00C667E4"/>
    <w:rsid w:val="00C763D6"/>
    <w:rsid w:val="00C76A9C"/>
    <w:rsid w:val="00C81C96"/>
    <w:rsid w:val="00C83642"/>
    <w:rsid w:val="00C9021F"/>
    <w:rsid w:val="00C9028D"/>
    <w:rsid w:val="00C906FE"/>
    <w:rsid w:val="00C90C08"/>
    <w:rsid w:val="00C91000"/>
    <w:rsid w:val="00C9202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65C"/>
    <w:rsid w:val="00CD1FC1"/>
    <w:rsid w:val="00CD66FF"/>
    <w:rsid w:val="00CD72D4"/>
    <w:rsid w:val="00CE30CD"/>
    <w:rsid w:val="00CE5EF5"/>
    <w:rsid w:val="00CF137D"/>
    <w:rsid w:val="00D0599C"/>
    <w:rsid w:val="00D10971"/>
    <w:rsid w:val="00D149B3"/>
    <w:rsid w:val="00D20EAE"/>
    <w:rsid w:val="00D212D5"/>
    <w:rsid w:val="00D24B24"/>
    <w:rsid w:val="00D24EB0"/>
    <w:rsid w:val="00D25987"/>
    <w:rsid w:val="00D33A32"/>
    <w:rsid w:val="00D370E8"/>
    <w:rsid w:val="00D37C7E"/>
    <w:rsid w:val="00D449F0"/>
    <w:rsid w:val="00D46C32"/>
    <w:rsid w:val="00D52EC6"/>
    <w:rsid w:val="00D539DC"/>
    <w:rsid w:val="00D53C02"/>
    <w:rsid w:val="00D54728"/>
    <w:rsid w:val="00D608B0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6651"/>
    <w:rsid w:val="00DA722B"/>
    <w:rsid w:val="00DB2424"/>
    <w:rsid w:val="00DB3E84"/>
    <w:rsid w:val="00DC02A0"/>
    <w:rsid w:val="00DC0B08"/>
    <w:rsid w:val="00DC0E27"/>
    <w:rsid w:val="00DD11E9"/>
    <w:rsid w:val="00DD1BB4"/>
    <w:rsid w:val="00DD30AE"/>
    <w:rsid w:val="00DD6547"/>
    <w:rsid w:val="00DD78A5"/>
    <w:rsid w:val="00DE4448"/>
    <w:rsid w:val="00DE49C9"/>
    <w:rsid w:val="00DE4C14"/>
    <w:rsid w:val="00DE7035"/>
    <w:rsid w:val="00DF1171"/>
    <w:rsid w:val="00DF5705"/>
    <w:rsid w:val="00DF5E1E"/>
    <w:rsid w:val="00DF6442"/>
    <w:rsid w:val="00DF69E0"/>
    <w:rsid w:val="00E022DC"/>
    <w:rsid w:val="00E024D3"/>
    <w:rsid w:val="00E07A7B"/>
    <w:rsid w:val="00E10B3C"/>
    <w:rsid w:val="00E14435"/>
    <w:rsid w:val="00E146D5"/>
    <w:rsid w:val="00E157FC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15D9"/>
    <w:rsid w:val="00E6232E"/>
    <w:rsid w:val="00E63C51"/>
    <w:rsid w:val="00E71139"/>
    <w:rsid w:val="00E74F63"/>
    <w:rsid w:val="00E7602E"/>
    <w:rsid w:val="00E90664"/>
    <w:rsid w:val="00E93A84"/>
    <w:rsid w:val="00E96F05"/>
    <w:rsid w:val="00EA031B"/>
    <w:rsid w:val="00EA340E"/>
    <w:rsid w:val="00EA3B1F"/>
    <w:rsid w:val="00EB2899"/>
    <w:rsid w:val="00EB55D0"/>
    <w:rsid w:val="00EB5646"/>
    <w:rsid w:val="00EB5ADB"/>
    <w:rsid w:val="00EB7343"/>
    <w:rsid w:val="00EB7E3A"/>
    <w:rsid w:val="00EC0F78"/>
    <w:rsid w:val="00EC1A32"/>
    <w:rsid w:val="00EC1A39"/>
    <w:rsid w:val="00EC5C01"/>
    <w:rsid w:val="00ED0DD0"/>
    <w:rsid w:val="00ED3333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4E9"/>
    <w:rsid w:val="00F039FD"/>
    <w:rsid w:val="00F070E5"/>
    <w:rsid w:val="00F07D33"/>
    <w:rsid w:val="00F1517E"/>
    <w:rsid w:val="00F15CDC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75D88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1C85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06A"/>
    <w:rsid w:val="00FF08F6"/>
    <w:rsid w:val="00FF1A2D"/>
    <w:rsid w:val="00FF1F4F"/>
    <w:rsid w:val="00FF3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ook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143E-E92A-4D66-9833-FF7D07A1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Template.dotx</Template>
  <TotalTime>297</TotalTime>
  <Pages>146</Pages>
  <Words>28246</Words>
  <Characters>161008</Characters>
  <Application>Microsoft Office Word</Application>
  <DocSecurity>0</DocSecurity>
  <Lines>1341</Lines>
  <Paragraphs>377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188877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Mostafa</cp:lastModifiedBy>
  <cp:revision>98</cp:revision>
  <cp:lastPrinted>2015-02-06T18:57:00Z</cp:lastPrinted>
  <dcterms:created xsi:type="dcterms:W3CDTF">2015-03-18T06:09:00Z</dcterms:created>
  <dcterms:modified xsi:type="dcterms:W3CDTF">2015-07-27T05:29:00Z</dcterms:modified>
</cp:coreProperties>
</file>