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91" w:rsidRDefault="00736191" w:rsidP="00736191">
      <w:pPr>
        <w:pStyle w:val="libNotice"/>
        <w:bidi w:val="0"/>
      </w:pPr>
      <w:r>
        <w:rPr>
          <w:lang w:bidi="fa-IR"/>
        </w:rPr>
        <w:t>.</w:t>
      </w:r>
      <w:r w:rsidRPr="00736191">
        <w:rPr>
          <w:rFonts w:hint="cs"/>
          <w:rtl/>
        </w:rPr>
        <w:t xml:space="preserve"> </w:t>
      </w: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736191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736191" w:rsidRDefault="00736191" w:rsidP="00736191">
      <w:pPr>
        <w:pStyle w:val="libNotice"/>
        <w:rPr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736191" w:rsidRDefault="00736191" w:rsidP="00736191">
      <w:pPr>
        <w:pStyle w:val="libNormal"/>
        <w:rPr>
          <w:lang w:bidi="fa-IR"/>
        </w:rPr>
      </w:pPr>
      <w:r>
        <w:rPr>
          <w:lang w:bidi="fa-IR"/>
        </w:rPr>
        <w:br w:type="column"/>
      </w:r>
    </w:p>
    <w:p w:rsidR="00736191" w:rsidRDefault="00736191" w:rsidP="00736191">
      <w:pPr>
        <w:pStyle w:val="libCenterBold1"/>
        <w:rPr>
          <w:lang w:bidi="fa-IR"/>
        </w:rPr>
      </w:pPr>
      <w:r>
        <w:rPr>
          <w:rtl/>
          <w:lang w:bidi="fa-IR"/>
        </w:rPr>
        <w:t xml:space="preserve"> زنان در حکومت امام زمان</w:t>
      </w:r>
      <w:r w:rsidRPr="00736191">
        <w:rPr>
          <w:rFonts w:ascii="Traditional Arabic" w:eastAsiaTheme="minorHAnsi" w:hAnsi="Traditional Arabic" w:cs="Traditional Arabic"/>
          <w:rtl/>
        </w:rPr>
        <w:t xml:space="preserve"> </w:t>
      </w:r>
      <w:r w:rsidRPr="00736191">
        <w:rPr>
          <w:rStyle w:val="libAlaemChar"/>
          <w:rtl/>
        </w:rPr>
        <w:t>عليه‌السلام</w:t>
      </w:r>
    </w:p>
    <w:p w:rsidR="00736191" w:rsidRDefault="00736191" w:rsidP="00736191">
      <w:pPr>
        <w:pStyle w:val="libCenterBold1"/>
        <w:rPr>
          <w:rtl/>
          <w:lang w:bidi="fa-IR"/>
        </w:rPr>
      </w:pPr>
      <w:r>
        <w:rPr>
          <w:rtl/>
          <w:lang w:bidi="fa-IR"/>
        </w:rPr>
        <w:t xml:space="preserve"> نوشته</w:t>
      </w:r>
      <w:r>
        <w:rPr>
          <w:rFonts w:hint="cs"/>
          <w:rtl/>
          <w:lang w:bidi="fa-IR"/>
        </w:rPr>
        <w:t>:</w:t>
      </w:r>
      <w:r>
        <w:rPr>
          <w:rtl/>
          <w:lang w:bidi="fa-IR"/>
        </w:rPr>
        <w:t xml:space="preserve"> محمدجواد طبس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>
        <w:rPr>
          <w:rtl/>
          <w:lang w:bidi="fa-IR"/>
        </w:rPr>
        <w:br w:type="page"/>
      </w:r>
    </w:p>
    <w:p w:rsidR="00736191" w:rsidRDefault="00736191" w:rsidP="00D86A0D">
      <w:pPr>
        <w:pStyle w:val="Heading1"/>
        <w:rPr>
          <w:rtl/>
          <w:lang w:bidi="fa-IR"/>
        </w:rPr>
      </w:pPr>
      <w:bookmarkStart w:id="0" w:name="_Toc3463551"/>
      <w:bookmarkStart w:id="1" w:name="_Toc3463661"/>
      <w:r>
        <w:rPr>
          <w:rFonts w:hint="eastAsia"/>
          <w:rtl/>
          <w:lang w:bidi="fa-IR"/>
        </w:rPr>
        <w:t>مقدمه</w:t>
      </w:r>
      <w:r>
        <w:rPr>
          <w:rtl/>
          <w:lang w:bidi="fa-IR"/>
        </w:rPr>
        <w:t xml:space="preserve"> ناشر</w:t>
      </w:r>
      <w:bookmarkEnd w:id="0"/>
      <w:bookmarkEnd w:id="1"/>
    </w:p>
    <w:p w:rsidR="00736191" w:rsidRDefault="00736191" w:rsidP="00D86A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انقلاب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که با لطف خدا و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برکت خون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جامعه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جوهره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حضرت امام، صاحب انقلاب را امام زمان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آر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انقلاب را به دست صاحب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برسان».</w:t>
      </w:r>
    </w:p>
    <w:p w:rsidR="00736191" w:rsidRDefault="00736191" w:rsidP="00D86A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رهبر</w:t>
      </w:r>
      <w:r>
        <w:rPr>
          <w:rtl/>
          <w:lang w:bidi="fa-IR"/>
        </w:rPr>
        <w:t xml:space="preserve"> معظم انقلاب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خامنه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جمع کارگزاران نظام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حکومت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کشور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عنوان الگو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دعوت مردم جهان به آن حکومت آرمان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فراهم شود.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آن است که با انتشار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مهدو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عطر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 را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مسلمانان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با انعکاس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متفکران بزرگ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انتظار را بارور سازد؛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کتب، مجلات و نرم افزارها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تاکنون منتشر کرده است.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راستا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و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به نقش بانوان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انقلاب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اداره جامعه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اند.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که 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ساختن مردان و زنان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منتظر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باشد.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موعود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مرکز</w:t>
      </w:r>
      <w:r>
        <w:rPr>
          <w:rtl/>
          <w:lang w:bidi="fa-IR"/>
        </w:rPr>
        <w:t xml:space="preserve"> تخصص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مهدو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</w:p>
    <w:p w:rsidR="00D86A0D" w:rsidRDefault="00D86A0D" w:rsidP="00D86A0D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D86A0D">
      <w:pPr>
        <w:pStyle w:val="Heading1"/>
        <w:rPr>
          <w:rtl/>
          <w:lang w:bidi="fa-IR"/>
        </w:rPr>
      </w:pPr>
      <w:bookmarkStart w:id="2" w:name="_Toc3463552"/>
      <w:bookmarkStart w:id="3" w:name="_Toc3463662"/>
      <w:r>
        <w:rPr>
          <w:rFonts w:hint="eastAsia"/>
          <w:rtl/>
          <w:lang w:bidi="fa-IR"/>
        </w:rPr>
        <w:t>اشاره</w:t>
      </w:r>
      <w:bookmarkEnd w:id="2"/>
      <w:bookmarkEnd w:id="3"/>
    </w:p>
    <w:p w:rsidR="00736191" w:rsidRDefault="00736191" w:rsidP="00D86A0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زن، برگ زرّ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برگ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عالم وجود افزوده شد؛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زن مظهر جمال و جلال خداوند بود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شناخته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نور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آغاز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تاکنون دوران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تلخ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است؛ گاه همراه با حرکت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گام در گام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خدا گذارد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دوشادوش مردان صالح،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زمان خود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است؛ همانند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- همسر فرعون- که نخست در حفظ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 کرده و سرانجام با کشف راز او، به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شکنجه ها گرفتار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حال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امبرش</w:t>
      </w:r>
      <w:r>
        <w:rPr>
          <w:rtl/>
          <w:lang w:bidi="fa-IR"/>
        </w:rPr>
        <w:t xml:space="preserve"> دست برنداشت.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ماشطه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خود و فرزندانش در آتش بسوزند امّا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خدا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نکند. هاجر همسر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کودک نوزادش در کنار خانه خدا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فرمان خدا را گردن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نهد.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زنان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افتخار آموزگار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را بر عهده گرفتند و دامانشان کانون شکل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هاست؛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 عطوفت و صبر در برابر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فرزند،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سازنده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عهده دارند. زن است که مرد را از دام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منجلاب فساد و بدب</w:t>
      </w:r>
      <w:r>
        <w:rPr>
          <w:rFonts w:hint="eastAsia"/>
          <w:rtl/>
          <w:lang w:bidi="fa-IR"/>
        </w:rPr>
        <w:t>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داده، به اوج قله کمال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رساند. در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موارد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گوهر تابناک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شده است. سوره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قرآن به نام زنان (نساء) و سوره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(مر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) است.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ماجراها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مؤمن و فداکار ذکر شده و در سوره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الگو بودن دو زن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شده است: ؛</w:t>
      </w:r>
      <w:r w:rsidRPr="00D86A0D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و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مؤمنان، به همسر فرعون مثل زده است، در آن هنگام که گفت: </w:t>
      </w:r>
      <w:r>
        <w:rPr>
          <w:rtl/>
          <w:lang w:bidi="fa-IR"/>
        </w:rPr>
        <w:lastRenderedPageBreak/>
        <w:t>پروردگارا،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نزد خود در بهشت بساز و مرا از فرعون و کار او نجات ده و مرا از گروه ستمگران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بخش».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درباره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هر فرد را به شگفت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پاسداران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عفت و اخلاق نشان دهنده عظمت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مقام والا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>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زن ها نبودند که در صدر اسلام، در جنگ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در حادثه خون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کربلا حماسه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دند؟</w:t>
      </w:r>
      <w:r>
        <w:rPr>
          <w:rtl/>
          <w:lang w:bidi="fa-IR"/>
        </w:rPr>
        <w:t>!</w:t>
      </w:r>
    </w:p>
    <w:p w:rsidR="00736191" w:rsidRDefault="00D86A0D" w:rsidP="00D86A0D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___________________________________________</w:t>
      </w:r>
    </w:p>
    <w:p w:rsidR="00736191" w:rsidRDefault="00736191" w:rsidP="00D86A0D">
      <w:pPr>
        <w:pStyle w:val="libFootnote0"/>
        <w:rPr>
          <w:rtl/>
          <w:lang w:bidi="fa-IR"/>
        </w:rPr>
      </w:pPr>
      <w:r>
        <w:rPr>
          <w:rtl/>
          <w:lang w:bidi="fa-IR"/>
        </w:rPr>
        <w:t>1-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(66): 11.</w:t>
      </w:r>
    </w:p>
    <w:p w:rsidR="00736191" w:rsidRDefault="00D86A0D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امروز</w:t>
      </w:r>
      <w:r w:rsidR="00736191">
        <w:rPr>
          <w:rtl/>
          <w:lang w:bidi="fa-IR"/>
        </w:rPr>
        <w:t xml:space="preserve"> شما بانوان همانند بس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از مردم به آ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نده</w:t>
      </w:r>
      <w:r w:rsidR="00736191">
        <w:rPr>
          <w:rtl/>
          <w:lang w:bidi="fa-IR"/>
        </w:rPr>
        <w:t xml:space="preserve">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اند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ش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د؛</w:t>
      </w:r>
      <w:r w:rsidR="00736191">
        <w:rPr>
          <w:rtl/>
          <w:lang w:bidi="fa-IR"/>
        </w:rPr>
        <w:t xml:space="preserve"> به 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ک</w:t>
      </w:r>
      <w:r w:rsidR="00736191">
        <w:rPr>
          <w:rtl/>
          <w:lang w:bidi="fa-IR"/>
        </w:rPr>
        <w:t xml:space="preserve"> انقلاب جهان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و 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ک</w:t>
      </w:r>
      <w:r w:rsidR="00736191">
        <w:rPr>
          <w:rtl/>
          <w:lang w:bidi="fa-IR"/>
        </w:rPr>
        <w:t xml:space="preserve"> حکومت موعود، و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که چگونه در برابر قدرت ها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بزرگ غلبه پ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دا</w:t>
      </w:r>
      <w:r w:rsidR="00736191">
        <w:rPr>
          <w:rtl/>
          <w:lang w:bidi="fa-IR"/>
        </w:rPr>
        <w:t xml:space="preserve">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کند و برنامه ها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او 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ست؟</w:t>
      </w:r>
      <w:r w:rsidR="00736191">
        <w:rPr>
          <w:rtl/>
          <w:lang w:bidi="fa-IR"/>
        </w:rPr>
        <w:t xml:space="preserve"> چه کسان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با او همکار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کنند و زنان در آن زمان چه نقش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دارند؟ دشمنانش چه کسان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هس</w:t>
      </w:r>
      <w:r w:rsidR="00736191">
        <w:rPr>
          <w:rFonts w:hint="eastAsia"/>
          <w:rtl/>
          <w:lang w:bidi="fa-IR"/>
        </w:rPr>
        <w:t>تند</w:t>
      </w:r>
      <w:r w:rsidR="00736191">
        <w:rPr>
          <w:rtl/>
          <w:lang w:bidi="fa-IR"/>
        </w:rPr>
        <w:t xml:space="preserve"> و راز و رمز موفق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تش</w:t>
      </w:r>
      <w:r w:rsidR="00736191">
        <w:rPr>
          <w:rtl/>
          <w:lang w:bidi="fa-IR"/>
        </w:rPr>
        <w:t xml:space="preserve"> در گرو 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ست؟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نوشتار</w:t>
      </w:r>
      <w:r>
        <w:rPr>
          <w:rtl/>
          <w:lang w:bidi="fa-IR"/>
        </w:rPr>
        <w:t xml:space="preserve"> حاضر به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ها پاسخ داده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نقش زنان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ظهور امام زمان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ارائه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جواد مروّج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طبس</w:t>
      </w:r>
      <w:r>
        <w:rPr>
          <w:rFonts w:hint="cs"/>
          <w:rtl/>
          <w:lang w:bidi="fa-IR"/>
        </w:rPr>
        <w:t>ی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قم</w:t>
      </w:r>
    </w:p>
    <w:p w:rsidR="00736191" w:rsidRDefault="00D86A0D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D86A0D">
      <w:pPr>
        <w:pStyle w:val="Heading1"/>
        <w:rPr>
          <w:rtl/>
          <w:lang w:bidi="fa-IR"/>
        </w:rPr>
      </w:pPr>
      <w:bookmarkStart w:id="4" w:name="_Toc3463553"/>
      <w:bookmarkStart w:id="5" w:name="_Toc3463663"/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گذر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4"/>
      <w:bookmarkEnd w:id="5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رفتار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اسلام با زنان و دختران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باشد. در آن روزگار، زن کالا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ارزش شناخته و در بازار برده فروشان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دختران به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زنده به 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زنان در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بندها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روزها را س</w:t>
      </w:r>
      <w:r>
        <w:rPr>
          <w:rFonts w:hint="eastAsia"/>
          <w:rtl/>
          <w:lang w:bidi="fa-IR"/>
        </w:rPr>
        <w:t>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از خود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اراده و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شرافتمندانه، نداشتند و روزنه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ها بسته بود.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رحمت به دستور پروردگار، بارقه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چراغ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آن ستمد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روشن ساخت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با گفتار و رفتار خود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زدودن افکار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بازگرداندن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زنان کوشش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نمود.</w:t>
      </w:r>
    </w:p>
    <w:p w:rsidR="00736191" w:rsidRDefault="00D86A0D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D86A0D">
      <w:pPr>
        <w:pStyle w:val="Heading1"/>
        <w:rPr>
          <w:rtl/>
          <w:lang w:bidi="fa-IR"/>
        </w:rPr>
      </w:pPr>
      <w:bookmarkStart w:id="6" w:name="_Toc3463554"/>
      <w:bookmarkStart w:id="7" w:name="_Toc3463664"/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زنان در صدر اسلام</w:t>
      </w:r>
      <w:bookmarkEnd w:id="6"/>
      <w:bookmarkEnd w:id="7"/>
    </w:p>
    <w:p w:rsidR="00D86A0D" w:rsidRDefault="00D86A0D" w:rsidP="00736191">
      <w:pPr>
        <w:pStyle w:val="libNormal"/>
        <w:rPr>
          <w:lang w:bidi="fa-IR"/>
        </w:rPr>
      </w:pPr>
    </w:p>
    <w:p w:rsidR="00736191" w:rsidRDefault="00736191" w:rsidP="00D86A0D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736191" w:rsidRDefault="00736191" w:rsidP="001032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مشاهده</w:t>
      </w:r>
      <w:r>
        <w:rPr>
          <w:rtl/>
          <w:lang w:bidi="fa-IR"/>
        </w:rPr>
        <w:t xml:space="preserve">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قاطع و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تلاش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زنان در</w:t>
      </w:r>
      <w:r w:rsidR="00D86A0D">
        <w:rPr>
          <w:lang w:bidi="fa-IR"/>
        </w:rPr>
        <w:t xml:space="preserve"> </w:t>
      </w:r>
      <w:r>
        <w:rPr>
          <w:rFonts w:hint="eastAsia"/>
          <w:rtl/>
          <w:lang w:bidi="fa-IR"/>
        </w:rPr>
        <w:t>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اسلام گواه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گفتار و عملکرد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است.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تلاش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خالصانه را در دوران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او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مسلمان بود که ثروت انبوه خود را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راه اسلام مصرف کرد.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دخت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 را در حفظ اسلام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کرد و سرانجام در راه دفاع از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امامت به افتخار شهادت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شرح حال زنان اختصاص داده اند.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; در کتاب رجال خود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هر بخش 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عنوان «باب النساء» گرد آورده و در آن نام زنان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کننده از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برشمرده است، که شمار آنان به شصت و دو نفر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والاست که بانو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افتخار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سخن معصومان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گزارد و در هر زمان نامش به عظمت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افزون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در صدر اسلام گروه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به همراه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صحنه نبرد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به درمان مجروحان و سرپرست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پرداختند و در انتقال آب و حمل غذا و آشپز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رزمندگان و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دارو و </w:t>
      </w:r>
      <w:r>
        <w:rPr>
          <w:rtl/>
          <w:lang w:bidi="fa-IR"/>
        </w:rPr>
        <w:lastRenderedPageBreak/>
        <w:t>رساندن مهمّات به رزمندگان، و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زات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انتقال مجروحان و شهدا، انجام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که نظرتان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موارد و نام 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از آن زنان مجاهد جلب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DE2900">
      <w:pPr>
        <w:pStyle w:val="Heading2"/>
        <w:rPr>
          <w:rtl/>
          <w:lang w:bidi="fa-IR"/>
        </w:rPr>
      </w:pPr>
      <w:bookmarkStart w:id="8" w:name="_Toc3463555"/>
      <w:bookmarkStart w:id="9" w:name="_Toc3463665"/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: حضور در جبهه و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مجروحان</w:t>
      </w:r>
      <w:bookmarkEnd w:id="8"/>
      <w:bookmarkEnd w:id="9"/>
    </w:p>
    <w:p w:rsidR="0010325D" w:rsidRDefault="0010325D" w:rsidP="00736191">
      <w:pPr>
        <w:pStyle w:val="libNormal"/>
        <w:rPr>
          <w:lang w:bidi="fa-IR"/>
        </w:rPr>
      </w:pPr>
    </w:p>
    <w:p w:rsidR="00736191" w:rsidRDefault="00736191" w:rsidP="0010325D">
      <w:pPr>
        <w:pStyle w:val="libBold1"/>
        <w:rPr>
          <w:rtl/>
          <w:lang w:bidi="fa-IR"/>
        </w:rPr>
      </w:pPr>
      <w:r>
        <w:rPr>
          <w:rtl/>
          <w:lang w:bidi="fa-IR"/>
        </w:rPr>
        <w:t>1</w:t>
      </w:r>
      <w:r w:rsidR="0010325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امّ عط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انصار بود و علاقه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شرکت در جنگ و حضور در جبهه ابراز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امّ عط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هفت غزوه شرکت کرد و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مجروحان از جمله خدمات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جبهه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10325D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10325D">
      <w:pPr>
        <w:pStyle w:val="libBold1"/>
        <w:rPr>
          <w:rtl/>
          <w:lang w:bidi="fa-IR"/>
        </w:rPr>
      </w:pPr>
      <w:r>
        <w:rPr>
          <w:rtl/>
          <w:lang w:bidi="fa-IR"/>
        </w:rPr>
        <w:t>2</w:t>
      </w:r>
      <w:r w:rsidR="0010325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دختر کعب، مشهور به امّ عماره</w:t>
      </w:r>
    </w:p>
    <w:p w:rsidR="00736191" w:rsidRDefault="00736191" w:rsidP="001032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فداکار و شجاع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رشادت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غزوه احد معرّف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به،</w:t>
      </w:r>
      <w:r>
        <w:rPr>
          <w:rtl/>
          <w:lang w:bidi="fa-IR"/>
        </w:rPr>
        <w:t xml:space="preserve">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حساس و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به فرزند او عماره فرمود: «امروز مقام مادر تو از مردان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دو تن از مردان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والاتر است»</w:t>
      </w:r>
      <w:r w:rsidRPr="0010325D">
        <w:rPr>
          <w:rStyle w:val="libFootnotenumChar"/>
          <w:rtl/>
        </w:rPr>
        <w:t>(2)</w:t>
      </w:r>
      <w:r>
        <w:rPr>
          <w:rtl/>
          <w:lang w:bidi="fa-IR"/>
        </w:rPr>
        <w:t>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 دو از ترس جنگ و کشته شدن،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را تنها گذاشته، فرار کردند؛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با احساس خطر نسبت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10325D" w:rsidRPr="0010325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رها کرد و همگام با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رزمندگان، از وجود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به دفاع پرداخت.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عماره</w:t>
      </w:r>
      <w:r>
        <w:rPr>
          <w:rtl/>
          <w:lang w:bidi="fa-IR"/>
        </w:rPr>
        <w:t xml:space="preserve"> فرزند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جنگ احد، بازو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چپم زخم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تنومند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درخت خرما، ضربت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بازو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زد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به راه خود ادامه داد. خون همچنان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 و باز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 زخم را ببند. آنگاه مادرم آمد و با پارچه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آماده کرده بود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را</w:t>
      </w:r>
    </w:p>
    <w:p w:rsidR="00736191" w:rsidRPr="0010325D" w:rsidRDefault="0010325D" w:rsidP="001032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736191" w:rsidRDefault="00736191" w:rsidP="0010325D">
      <w:pPr>
        <w:pStyle w:val="libFootnote0"/>
        <w:rPr>
          <w:rtl/>
          <w:lang w:bidi="fa-IR"/>
        </w:rPr>
      </w:pPr>
      <w:r>
        <w:rPr>
          <w:rtl/>
          <w:lang w:bidi="fa-IR"/>
        </w:rPr>
        <w:t>1- مسند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عوانه ، ج4، ص331.</w:t>
      </w:r>
    </w:p>
    <w:p w:rsidR="00736191" w:rsidRDefault="00736191" w:rsidP="0010325D">
      <w:pPr>
        <w:pStyle w:val="libFootnote0"/>
        <w:rPr>
          <w:rtl/>
          <w:lang w:bidi="fa-IR"/>
        </w:rPr>
      </w:pPr>
      <w:r>
        <w:rPr>
          <w:rtl/>
          <w:lang w:bidi="fa-IR"/>
        </w:rPr>
        <w:t>2- المغاز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ج1، ص273.</w:t>
      </w:r>
    </w:p>
    <w:p w:rsidR="00736191" w:rsidRDefault="0010325D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بست</w:t>
      </w:r>
      <w:r w:rsidR="00736191">
        <w:rPr>
          <w:rtl/>
          <w:lang w:bidi="fa-IR"/>
        </w:rPr>
        <w:t>. پ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امبر</w:t>
      </w:r>
      <w:r w:rsidR="00736191">
        <w:rPr>
          <w:rtl/>
          <w:lang w:bidi="fa-IR"/>
        </w:rPr>
        <w:t xml:space="preserve">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نگر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ست</w:t>
      </w:r>
      <w:r w:rsidR="00736191">
        <w:rPr>
          <w:rtl/>
          <w:lang w:bidi="fa-IR"/>
        </w:rPr>
        <w:t>. پس از بستن زخم ها، مادرم گفت: پسرم! به پاخ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ز</w:t>
      </w:r>
      <w:r w:rsidR="00736191">
        <w:rPr>
          <w:rtl/>
          <w:lang w:bidi="fa-IR"/>
        </w:rPr>
        <w:t xml:space="preserve"> و جنگ کن</w:t>
      </w:r>
      <w:r w:rsidR="00736191" w:rsidRPr="0010325D">
        <w:rPr>
          <w:rStyle w:val="libFootnotenumChar"/>
          <w:rtl/>
        </w:rPr>
        <w:t>(1).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10325D">
      <w:pPr>
        <w:pStyle w:val="libBold1"/>
        <w:rPr>
          <w:rtl/>
          <w:lang w:bidi="fa-IR"/>
        </w:rPr>
      </w:pPr>
      <w:r>
        <w:rPr>
          <w:rtl/>
          <w:lang w:bidi="fa-IR"/>
        </w:rPr>
        <w:t>3</w:t>
      </w:r>
      <w:r w:rsidR="0010325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امّ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شش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معالجه مجروح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جبهه ها اشتغال داشتند. امّ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 همراهانش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شدند.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با اطلاع از آمدن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فرستاد و با احضار آنان فرمود: «به دستور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آمده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د؟»</w:t>
      </w:r>
      <w:r>
        <w:rPr>
          <w:rtl/>
          <w:lang w:bidi="fa-IR"/>
        </w:rPr>
        <w:t xml:space="preserve"> امّ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«چون آثار غضب را بر چهره آن حضرت مشاهده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ما با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دارو به منظور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آن گاه حضرت با ماندن ما موافقت فرمود. شغل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مجروحان و پختن غذا و طعام بود»</w:t>
      </w:r>
      <w:r w:rsidRPr="0010325D">
        <w:rPr>
          <w:rStyle w:val="libFootnotenumChar"/>
          <w:rtl/>
        </w:rPr>
        <w:t>(2).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10325D">
      <w:pPr>
        <w:pStyle w:val="libBold1"/>
        <w:rPr>
          <w:rtl/>
          <w:lang w:bidi="fa-IR"/>
        </w:rPr>
      </w:pPr>
      <w:r>
        <w:rPr>
          <w:rtl/>
          <w:lang w:bidi="fa-IR"/>
        </w:rPr>
        <w:t>4</w:t>
      </w:r>
      <w:r w:rsidR="0010325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امّ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زنان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بخش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جنگ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شده، امّ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است.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مؤمن بود. همواره در کنار زنان مجاهد در راه خدا، در جبهه جنگ به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پرداخت.</w:t>
      </w:r>
      <w:r w:rsidRPr="0010325D">
        <w:rPr>
          <w:rStyle w:val="libFootnotenumChar"/>
          <w:rtl/>
        </w:rPr>
        <w:t>(3)</w:t>
      </w:r>
    </w:p>
    <w:p w:rsidR="00736191" w:rsidRDefault="0010325D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10325D">
      <w:pPr>
        <w:pStyle w:val="libBold1"/>
        <w:rPr>
          <w:rtl/>
          <w:lang w:bidi="fa-IR"/>
        </w:rPr>
      </w:pPr>
      <w:r>
        <w:rPr>
          <w:rtl/>
          <w:lang w:bidi="fa-IR"/>
        </w:rPr>
        <w:t>5</w:t>
      </w:r>
      <w:r w:rsidR="0010325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حمنه دختر جحش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حمنه،</w:t>
      </w:r>
      <w:r>
        <w:rPr>
          <w:rtl/>
          <w:lang w:bidi="fa-IR"/>
        </w:rPr>
        <w:t xml:space="preserve"> از زنان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صبور و مقاوم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جنگ ها افتخار حضور داشت.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برادر و شوهرش در جنگ احد شرکت کردند و</w:t>
      </w:r>
    </w:p>
    <w:p w:rsidR="00736191" w:rsidRPr="0010325D" w:rsidRDefault="0010325D" w:rsidP="001032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____________________________________________</w:t>
      </w:r>
    </w:p>
    <w:p w:rsidR="00736191" w:rsidRDefault="00736191" w:rsidP="0010325D">
      <w:pPr>
        <w:pStyle w:val="libFootnote0"/>
        <w:rPr>
          <w:rtl/>
          <w:lang w:bidi="fa-IR"/>
        </w:rPr>
      </w:pPr>
      <w:r>
        <w:rPr>
          <w:rtl/>
          <w:lang w:bidi="fa-IR"/>
        </w:rPr>
        <w:t>1- المغاز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ج1، ص270.</w:t>
      </w:r>
    </w:p>
    <w:p w:rsidR="00736191" w:rsidRDefault="00736191" w:rsidP="0010325D">
      <w:pPr>
        <w:pStyle w:val="libFootnote0"/>
        <w:rPr>
          <w:rtl/>
          <w:lang w:bidi="fa-IR"/>
        </w:rPr>
      </w:pPr>
      <w:r>
        <w:rPr>
          <w:rtl/>
          <w:lang w:bidi="fa-IR"/>
        </w:rPr>
        <w:t>2- کنزالعمال ، ج4، ص345.</w:t>
      </w:r>
    </w:p>
    <w:p w:rsidR="00736191" w:rsidRDefault="00736191" w:rsidP="0010325D">
      <w:pPr>
        <w:pStyle w:val="libFootnote0"/>
        <w:rPr>
          <w:rtl/>
          <w:lang w:bidi="fa-IR"/>
        </w:rPr>
      </w:pPr>
      <w:r>
        <w:rPr>
          <w:rtl/>
          <w:lang w:bidi="fa-IR"/>
        </w:rPr>
        <w:t>3- الاصابه ، ج4، ص433.</w:t>
      </w:r>
    </w:p>
    <w:p w:rsidR="00736191" w:rsidRDefault="0010325D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به</w:t>
      </w:r>
      <w:r w:rsidR="00736191">
        <w:rPr>
          <w:rtl/>
          <w:lang w:bidi="fa-IR"/>
        </w:rPr>
        <w:t xml:space="preserve"> فوز عظ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م</w:t>
      </w:r>
      <w:r w:rsidR="00736191">
        <w:rPr>
          <w:rtl/>
          <w:lang w:bidi="fa-IR"/>
        </w:rPr>
        <w:t xml:space="preserve"> شهادت نا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ل</w:t>
      </w:r>
      <w:r w:rsidR="00736191">
        <w:rPr>
          <w:rtl/>
          <w:lang w:bidi="fa-IR"/>
        </w:rPr>
        <w:t xml:space="preserve"> آمدند، خود 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ز</w:t>
      </w:r>
      <w:r w:rsidR="00736191">
        <w:rPr>
          <w:rtl/>
          <w:lang w:bidi="fa-IR"/>
        </w:rPr>
        <w:t xml:space="preserve"> با کمال رشادت و شهامت، همگام با سا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</w:t>
      </w:r>
      <w:r w:rsidR="00736191">
        <w:rPr>
          <w:rtl/>
          <w:lang w:bidi="fa-IR"/>
        </w:rPr>
        <w:t xml:space="preserve"> رزمندگان به مداوا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مجروحان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پرداخت و به آنان آب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رساند</w:t>
      </w:r>
      <w:r w:rsidR="00736191" w:rsidRPr="0010325D">
        <w:rPr>
          <w:rStyle w:val="libFootnotenumChar"/>
          <w:rtl/>
        </w:rPr>
        <w:t>.(1)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10325D">
      <w:pPr>
        <w:pStyle w:val="libBold1"/>
        <w:rPr>
          <w:rtl/>
          <w:lang w:bidi="fa-IR"/>
        </w:rPr>
      </w:pPr>
      <w:r>
        <w:rPr>
          <w:rtl/>
          <w:lang w:bidi="fa-IR"/>
        </w:rPr>
        <w:t>6</w:t>
      </w:r>
      <w:r w:rsidR="0010325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دختر معوذ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انصار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محترمه و از صحابه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جنگها شرکت داشت و مجروحان را درمان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Pr="0010325D">
        <w:rPr>
          <w:rStyle w:val="libFootnotenumChar"/>
          <w:rtl/>
        </w:rPr>
        <w:t>.(2)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10325D">
      <w:pPr>
        <w:pStyle w:val="libBold1"/>
        <w:rPr>
          <w:rtl/>
          <w:lang w:bidi="fa-IR"/>
        </w:rPr>
      </w:pPr>
      <w:r>
        <w:rPr>
          <w:rtl/>
          <w:lang w:bidi="fa-IR"/>
        </w:rPr>
        <w:t>7</w:t>
      </w:r>
      <w:r w:rsidR="0010325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امّ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خاندان اشجع و از جمله شش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سرپرست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رفته بودند.</w:t>
      </w:r>
      <w:r w:rsidRPr="0010325D">
        <w:rPr>
          <w:rStyle w:val="libFootnotenumChar"/>
          <w:rtl/>
        </w:rPr>
        <w:t>(3)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10325D">
      <w:pPr>
        <w:pStyle w:val="libBold1"/>
        <w:rPr>
          <w:rtl/>
          <w:lang w:bidi="fa-IR"/>
        </w:rPr>
      </w:pPr>
      <w:r>
        <w:rPr>
          <w:rtl/>
          <w:lang w:bidi="fa-IR"/>
        </w:rPr>
        <w:t>8</w:t>
      </w:r>
      <w:r w:rsidR="0010325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دختر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جمله زنان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پس از هجرت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مسلمان شد و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نمود و در جنگ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شرکت کرد.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به حضور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عرض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خدمت شما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معالجه مجروحان و کمک به رزمندگان،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حرکت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</w:p>
    <w:p w:rsidR="00736191" w:rsidRPr="0010325D" w:rsidRDefault="0010325D" w:rsidP="001032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736191" w:rsidRDefault="00736191" w:rsidP="0010325D">
      <w:pPr>
        <w:pStyle w:val="libFootnote0"/>
        <w:rPr>
          <w:rtl/>
          <w:lang w:bidi="fa-IR"/>
        </w:rPr>
      </w:pPr>
      <w:r>
        <w:rPr>
          <w:rtl/>
          <w:lang w:bidi="fa-IR"/>
        </w:rPr>
        <w:t>1- طبقات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ج8، ص241.</w:t>
      </w:r>
    </w:p>
    <w:p w:rsidR="00736191" w:rsidRDefault="00736191" w:rsidP="0010325D">
      <w:pPr>
        <w:pStyle w:val="libFootnote0"/>
        <w:rPr>
          <w:rtl/>
          <w:lang w:bidi="fa-IR"/>
        </w:rPr>
      </w:pPr>
      <w:r>
        <w:rPr>
          <w:rtl/>
          <w:lang w:bidi="fa-IR"/>
        </w:rPr>
        <w:t>2- اعلام النساء ، ج1، ص442؛ اسدالغابه ، ج5، ص451.</w:t>
      </w:r>
    </w:p>
    <w:p w:rsidR="0010325D" w:rsidRDefault="00736191" w:rsidP="0010325D">
      <w:pPr>
        <w:pStyle w:val="libFootnote0"/>
        <w:rPr>
          <w:rtl/>
          <w:lang w:bidi="fa-IR"/>
        </w:rPr>
      </w:pPr>
      <w:r>
        <w:rPr>
          <w:rtl/>
          <w:lang w:bidi="fa-IR"/>
        </w:rPr>
        <w:t>3- الاصابه ، ج4، ص444.</w:t>
      </w:r>
    </w:p>
    <w:p w:rsidR="00736191" w:rsidRDefault="0010325D" w:rsidP="0010325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به نشانه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موافقت فرمود: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کن</w:t>
      </w:r>
      <w:r w:rsidRPr="0010325D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10325D">
      <w:pPr>
        <w:pStyle w:val="libBold1"/>
        <w:rPr>
          <w:rtl/>
          <w:lang w:bidi="fa-IR"/>
        </w:rPr>
      </w:pPr>
      <w:r>
        <w:rPr>
          <w:rtl/>
          <w:lang w:bidi="fa-IR"/>
        </w:rPr>
        <w:t>9</w:t>
      </w:r>
      <w:r w:rsidR="0010325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خدمت رسول اکرم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جنگ ها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پرستار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</w:t>
      </w:r>
      <w:r>
        <w:rPr>
          <w:rtl/>
          <w:lang w:bidi="fa-IR"/>
        </w:rPr>
        <w:t xml:space="preserve"> الله بن عمر، از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نقل کرده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«من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که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جنگ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رفتم».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10325D">
      <w:pPr>
        <w:pStyle w:val="libBold1"/>
        <w:rPr>
          <w:rtl/>
          <w:lang w:bidi="fa-IR"/>
        </w:rPr>
      </w:pPr>
      <w:r>
        <w:rPr>
          <w:rtl/>
          <w:lang w:bidi="fa-IR"/>
        </w:rPr>
        <w:t>10</w:t>
      </w:r>
      <w:r w:rsidR="0010325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امّ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جنگ احد شرکت داشت و به تشنگان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مجروح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درمان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در جنگ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حامله بود از شرکت در جنگ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</w:t>
      </w:r>
      <w:r w:rsidRPr="00AF3519">
        <w:rPr>
          <w:rStyle w:val="libFootnotenumChar"/>
          <w:rtl/>
        </w:rPr>
        <w:t>.(2)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AF3519">
      <w:pPr>
        <w:pStyle w:val="libBold1"/>
        <w:rPr>
          <w:rtl/>
          <w:lang w:bidi="fa-IR"/>
        </w:rPr>
      </w:pPr>
      <w:r>
        <w:rPr>
          <w:rtl/>
          <w:lang w:bidi="fa-IR"/>
        </w:rPr>
        <w:t>11</w:t>
      </w:r>
      <w:r w:rsidR="00AF351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معاذه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اعلام النساء،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دانشمند عصر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با محضر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انس داشت. در جنگ ها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را پرستار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مجروح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معالجه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Pr="00AF3519">
        <w:rPr>
          <w:rStyle w:val="libFootnotenumChar"/>
          <w:rtl/>
        </w:rPr>
        <w:t>.(3)</w:t>
      </w:r>
    </w:p>
    <w:p w:rsidR="00736191" w:rsidRDefault="00AF3519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AF3519">
      <w:pPr>
        <w:pStyle w:val="libBold1"/>
        <w:rPr>
          <w:rtl/>
          <w:lang w:bidi="fa-IR"/>
        </w:rPr>
      </w:pPr>
      <w:r>
        <w:rPr>
          <w:rtl/>
          <w:lang w:bidi="fa-IR"/>
        </w:rPr>
        <w:t>12</w:t>
      </w:r>
      <w:r w:rsidR="00AF351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 سنان اسلم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محبت، دوستدار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عصمت و در جهاد با کفّار، صاحب</w:t>
      </w:r>
    </w:p>
    <w:p w:rsidR="00736191" w:rsidRPr="00AF3519" w:rsidRDefault="00AF3519" w:rsidP="00AF351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736191" w:rsidRDefault="00736191" w:rsidP="00AF3519">
      <w:pPr>
        <w:pStyle w:val="libFootnote0"/>
        <w:rPr>
          <w:rtl/>
          <w:lang w:bidi="fa-IR"/>
        </w:rPr>
      </w:pPr>
      <w:r>
        <w:rPr>
          <w:rtl/>
          <w:lang w:bidi="fa-IR"/>
        </w:rPr>
        <w:t>1- اعلام النساء ، ج1، ص91؛ اسد الغابه ، ج5، ص405؛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ج2، ص522.</w:t>
      </w:r>
    </w:p>
    <w:p w:rsidR="00736191" w:rsidRDefault="00736191" w:rsidP="00AF3519">
      <w:pPr>
        <w:pStyle w:val="libFootnote0"/>
        <w:rPr>
          <w:rtl/>
          <w:lang w:bidi="fa-IR"/>
        </w:rPr>
      </w:pPr>
      <w:r>
        <w:rPr>
          <w:rtl/>
          <w:lang w:bidi="fa-IR"/>
        </w:rPr>
        <w:t>2- طبقات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ج8، ص425.</w:t>
      </w:r>
    </w:p>
    <w:p w:rsidR="00736191" w:rsidRDefault="00736191" w:rsidP="00AF3519">
      <w:pPr>
        <w:pStyle w:val="libFootnote0"/>
        <w:rPr>
          <w:rtl/>
          <w:lang w:bidi="fa-IR"/>
        </w:rPr>
      </w:pPr>
      <w:r>
        <w:rPr>
          <w:rtl/>
          <w:lang w:bidi="fa-IR"/>
        </w:rPr>
        <w:t>3- اعلام النساء ، ج5، ص61.</w:t>
      </w:r>
    </w:p>
    <w:p w:rsidR="00736191" w:rsidRDefault="00AF3519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همّت</w:t>
      </w:r>
      <w:r w:rsidR="00736191">
        <w:rPr>
          <w:rtl/>
          <w:lang w:bidi="fa-IR"/>
        </w:rPr>
        <w:t xml:space="preserve"> و شجاعت بود؛ هنگام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که رسول خدا </w:t>
      </w:r>
      <w:r w:rsidR="00D86A0D" w:rsidRPr="00D86A0D">
        <w:rPr>
          <w:rStyle w:val="libAlaemChar"/>
          <w:rtl/>
        </w:rPr>
        <w:t>صلى‌الله‌عليه‌وآله‌وسلم</w:t>
      </w:r>
      <w:r w:rsidR="00736191">
        <w:rPr>
          <w:rtl/>
          <w:lang w:bidi="fa-IR"/>
        </w:rPr>
        <w:t>عازم خ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بر</w:t>
      </w:r>
      <w:r w:rsidR="00736191">
        <w:rPr>
          <w:rtl/>
          <w:lang w:bidi="fa-IR"/>
        </w:rPr>
        <w:t xml:space="preserve"> بود، به حضور پ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امبر</w:t>
      </w:r>
      <w:r w:rsidR="00736191"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 w:rsidR="00736191">
        <w:rPr>
          <w:rtl/>
          <w:lang w:bidi="fa-IR"/>
        </w:rPr>
        <w:t>آمد و عرض کرد: «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</w:t>
      </w:r>
      <w:r w:rsidR="00736191">
        <w:rPr>
          <w:rtl/>
          <w:lang w:bidi="fa-IR"/>
        </w:rPr>
        <w:t xml:space="preserve"> رسول الله! دوست دارم با شما حرکت کنم و در م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دان</w:t>
      </w:r>
      <w:r w:rsidR="00736191">
        <w:rPr>
          <w:rtl/>
          <w:lang w:bidi="fa-IR"/>
        </w:rPr>
        <w:t xml:space="preserve"> جنگ به معالجه مجروح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و مداوا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ب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ماران</w:t>
      </w:r>
      <w:r w:rsidR="00736191">
        <w:rPr>
          <w:rtl/>
          <w:lang w:bidi="fa-IR"/>
        </w:rPr>
        <w:t xml:space="preserve"> و 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مجاهدان پرداخته، از وسائ</w:t>
      </w:r>
      <w:r w:rsidR="00736191">
        <w:rPr>
          <w:rFonts w:hint="eastAsia"/>
          <w:rtl/>
          <w:lang w:bidi="fa-IR"/>
        </w:rPr>
        <w:t>ل</w:t>
      </w:r>
      <w:r w:rsidR="00736191">
        <w:rPr>
          <w:rtl/>
          <w:lang w:bidi="fa-IR"/>
        </w:rPr>
        <w:t xml:space="preserve">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شان</w:t>
      </w:r>
      <w:r w:rsidR="00736191">
        <w:rPr>
          <w:rtl/>
          <w:lang w:bidi="fa-IR"/>
        </w:rPr>
        <w:t xml:space="preserve"> محافت نما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م</w:t>
      </w:r>
      <w:r w:rsidR="00736191">
        <w:rPr>
          <w:rtl/>
          <w:lang w:bidi="fa-IR"/>
        </w:rPr>
        <w:t xml:space="preserve"> و تشنگان را س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راب</w:t>
      </w:r>
      <w:r w:rsidR="00736191">
        <w:rPr>
          <w:rtl/>
          <w:lang w:bidi="fa-IR"/>
        </w:rPr>
        <w:t xml:space="preserve"> کنم». حضرت فرمود: «رواست؛ با زوجه من امّ سلمه حرکت کن»</w:t>
      </w:r>
      <w:r w:rsidR="00736191" w:rsidRPr="00AF3519">
        <w:rPr>
          <w:rStyle w:val="libFootnotenumChar"/>
          <w:rtl/>
        </w:rPr>
        <w:t>(1).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DE2900">
      <w:pPr>
        <w:pStyle w:val="Heading2"/>
        <w:rPr>
          <w:rtl/>
          <w:lang w:bidi="fa-IR"/>
        </w:rPr>
      </w:pPr>
      <w:bookmarkStart w:id="10" w:name="_Toc3463556"/>
      <w:bookmarkStart w:id="11" w:name="_Toc3463666"/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. پرستار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bookmarkEnd w:id="10"/>
      <w:bookmarkEnd w:id="11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مسؤل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زنان عهده دار آن بودند،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پرستار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جبهه 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همه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کارآمد را در جبهه به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زنان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چون: امّ عط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 w:rsidRPr="00AF3519">
        <w:rPr>
          <w:rStyle w:val="libFootnotenumChar"/>
          <w:rtl/>
        </w:rPr>
        <w:t>(2)</w:t>
      </w:r>
      <w:r>
        <w:rPr>
          <w:rtl/>
          <w:lang w:bidi="fa-IR"/>
        </w:rPr>
        <w:t>، معاذه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Pr="00AF3519">
        <w:rPr>
          <w:rStyle w:val="libFootnotenumChar"/>
          <w:rtl/>
        </w:rPr>
        <w:t>(3)</w:t>
      </w:r>
      <w:r>
        <w:rPr>
          <w:rtl/>
          <w:lang w:bidi="fa-IR"/>
        </w:rPr>
        <w:t>،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Pr="00AF3519">
        <w:rPr>
          <w:rStyle w:val="libFootnotenumChar"/>
          <w:rtl/>
        </w:rPr>
        <w:t xml:space="preserve">(4) </w:t>
      </w:r>
      <w:r>
        <w:rPr>
          <w:rtl/>
          <w:lang w:bidi="fa-IR"/>
        </w:rPr>
        <w:t>و امّ سنان اسلم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Pr="00AF3519">
        <w:rPr>
          <w:rStyle w:val="libFootnotenumChar"/>
          <w:rtl/>
        </w:rPr>
        <w:t>(5)</w:t>
      </w:r>
      <w:r>
        <w:rPr>
          <w:rtl/>
          <w:lang w:bidi="fa-IR"/>
        </w:rPr>
        <w:t xml:space="preserve"> را به جبهه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علاوه بر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معالجه مجروح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پرستار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عهده دار باشند.</w:t>
      </w:r>
    </w:p>
    <w:p w:rsidR="00736191" w:rsidRPr="00AF3519" w:rsidRDefault="00AF3519" w:rsidP="00AF351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736191" w:rsidRDefault="00736191" w:rsidP="00AF3519">
      <w:pPr>
        <w:pStyle w:val="libFootnote0"/>
        <w:rPr>
          <w:rtl/>
          <w:lang w:bidi="fa-IR"/>
        </w:rPr>
      </w:pPr>
      <w:r>
        <w:rPr>
          <w:rtl/>
          <w:lang w:bidi="fa-IR"/>
        </w:rPr>
        <w:t>1-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، به نقل از الأست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</w:t>
      </w:r>
      <w:r>
        <w:rPr>
          <w:rtl/>
          <w:lang w:bidi="fa-IR"/>
        </w:rPr>
        <w:t xml:space="preserve"> ، ج3، ص410.</w:t>
      </w:r>
    </w:p>
    <w:p w:rsidR="00736191" w:rsidRDefault="00736191" w:rsidP="00AF3519">
      <w:pPr>
        <w:pStyle w:val="libFootnote0"/>
        <w:rPr>
          <w:rtl/>
          <w:lang w:bidi="fa-IR"/>
        </w:rPr>
      </w:pPr>
      <w:r>
        <w:rPr>
          <w:rtl/>
          <w:lang w:bidi="fa-IR"/>
        </w:rPr>
        <w:t>2- الاصابه ، ج4، ص471؛ مسند احمد بن حنبل ، ج4، ص84: «و کانت تغزوا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مع رسول الله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تمرض المرض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</w:p>
    <w:p w:rsidR="00736191" w:rsidRDefault="00736191" w:rsidP="00AF3519">
      <w:pPr>
        <w:pStyle w:val="libFootnote0"/>
        <w:rPr>
          <w:rtl/>
          <w:lang w:bidi="fa-IR"/>
        </w:rPr>
      </w:pPr>
      <w:r>
        <w:rPr>
          <w:rtl/>
          <w:lang w:bidi="fa-IR"/>
        </w:rPr>
        <w:t>3- اعلام النساء ، ج5، ص61: «کانت 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ساً</w:t>
      </w:r>
      <w:r>
        <w:rPr>
          <w:rtl/>
          <w:lang w:bidi="fa-IR"/>
        </w:rPr>
        <w:t xml:space="preserve"> به رسول الله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تخرج معه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الاسفار و تقوم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تداو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</w:p>
    <w:p w:rsidR="00736191" w:rsidRDefault="00736191" w:rsidP="00AF3519">
      <w:pPr>
        <w:pStyle w:val="libFootnote0"/>
        <w:rPr>
          <w:rtl/>
          <w:lang w:bidi="fa-IR"/>
        </w:rPr>
      </w:pPr>
      <w:r>
        <w:rPr>
          <w:rtl/>
          <w:lang w:bidi="fa-IR"/>
        </w:rPr>
        <w:t>4- الاصابه ، ج4، ص402: «قال ابوعمر کانت تخرج مع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تداو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الجرح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تقوم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</w:p>
    <w:p w:rsidR="00736191" w:rsidRDefault="00736191" w:rsidP="00AF3519">
      <w:pPr>
        <w:pStyle w:val="libFootnote0"/>
        <w:rPr>
          <w:rtl/>
          <w:lang w:bidi="fa-IR"/>
        </w:rPr>
      </w:pPr>
      <w:r>
        <w:rPr>
          <w:rtl/>
          <w:lang w:bidi="fa-IR"/>
        </w:rPr>
        <w:t>5-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، ج3، ص410، به نقل از الاست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</w:t>
      </w:r>
      <w:r>
        <w:rPr>
          <w:rtl/>
          <w:lang w:bidi="fa-IR"/>
        </w:rPr>
        <w:t xml:space="preserve"> .</w:t>
      </w:r>
    </w:p>
    <w:p w:rsidR="00AF3519" w:rsidRDefault="00AF3519" w:rsidP="00AF3519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AF3519" w:rsidP="00DE2900">
      <w:pPr>
        <w:pStyle w:val="Heading2"/>
        <w:rPr>
          <w:rtl/>
          <w:lang w:bidi="fa-IR"/>
        </w:rPr>
      </w:pPr>
      <w:bookmarkStart w:id="12" w:name="_Toc3463557"/>
      <w:bookmarkStart w:id="13" w:name="_Toc3463667"/>
      <w:r>
        <w:rPr>
          <w:rFonts w:hint="cs"/>
          <w:rtl/>
          <w:lang w:bidi="fa-IR"/>
        </w:rPr>
        <w:t>ج -</w:t>
      </w:r>
      <w:r w:rsidR="00736191">
        <w:rPr>
          <w:rtl/>
          <w:lang w:bidi="fa-IR"/>
        </w:rPr>
        <w:t xml:space="preserve"> تدارکات و پشت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بان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جبهه</w:t>
      </w:r>
      <w:bookmarkEnd w:id="12"/>
      <w:bookmarkEnd w:id="13"/>
    </w:p>
    <w:p w:rsidR="00736191" w:rsidRDefault="00736191" w:rsidP="00AF3519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حساس جبهه، وجود سازمان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تدارکات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جبهه باشد.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مردان مشغول رزمند؛ زنان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مهم اقدام کنند؛ همچنان که در جنگ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صدر اسلام، با تمام تلاش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کردند.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موارد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مش</w:t>
      </w:r>
      <w:r>
        <w:rPr>
          <w:rFonts w:hint="eastAsia"/>
          <w:rtl/>
          <w:lang w:bidi="fa-IR"/>
        </w:rPr>
        <w:t>ارکت</w:t>
      </w:r>
      <w:r>
        <w:rPr>
          <w:rtl/>
          <w:lang w:bidi="fa-IR"/>
        </w:rPr>
        <w:t xml:space="preserve"> زنان در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تدارکات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AF3519">
      <w:pPr>
        <w:pStyle w:val="libBold1"/>
        <w:rPr>
          <w:rtl/>
          <w:lang w:bidi="fa-IR"/>
        </w:rPr>
      </w:pPr>
      <w:r>
        <w:rPr>
          <w:rtl/>
          <w:lang w:bidi="fa-IR"/>
        </w:rPr>
        <w:t>1</w:t>
      </w:r>
      <w:r w:rsidR="00AF351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انتقال و حمل آب و غذا به جبهه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جنگ احد،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فرار کرده بودند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با 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خود، در برابر هجوم دشمن مقاوت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آمده بود که چهارده تن از زنان مسلمان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رزمندگان روانه جبهه احد شدند. 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محمّد</w:t>
      </w:r>
      <w:r>
        <w:rPr>
          <w:rtl/>
          <w:lang w:bidi="fa-IR"/>
        </w:rPr>
        <w:t xml:space="preserve"> بن مسلمه، همراه زنان به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پرداختند.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چهارده نفر بودند که فاطمه </w:t>
      </w:r>
      <w:r w:rsidR="00D86A0D" w:rsidRPr="00D86A0D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زنان،</w:t>
      </w:r>
      <w:r>
        <w:rPr>
          <w:rtl/>
          <w:lang w:bidi="fa-IR"/>
        </w:rPr>
        <w:t xml:space="preserve"> آب و غذا را بر پشت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 و به درمان مجروحان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پرداختند و به آنان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</w:t>
      </w:r>
      <w:r w:rsidRPr="00AF3519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عمر</w:t>
      </w:r>
      <w:r>
        <w:rPr>
          <w:rtl/>
          <w:lang w:bidi="fa-IR"/>
        </w:rPr>
        <w:t xml:space="preserve"> بن الخطّاب درباره امّ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جنگ احد مشکها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  <w:r w:rsidRPr="00AF3519">
        <w:rPr>
          <w:rStyle w:val="libFootnotenumChar"/>
          <w:rtl/>
        </w:rPr>
        <w:t>(2)</w:t>
      </w:r>
    </w:p>
    <w:p w:rsidR="00736191" w:rsidRPr="00AF3519" w:rsidRDefault="00AF3519" w:rsidP="00AF351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736191" w:rsidRDefault="00736191" w:rsidP="00AF3519">
      <w:pPr>
        <w:pStyle w:val="libFootnote0"/>
        <w:rPr>
          <w:rtl/>
          <w:lang w:bidi="fa-IR"/>
        </w:rPr>
      </w:pPr>
      <w:r>
        <w:rPr>
          <w:rtl/>
          <w:lang w:bidi="fa-IR"/>
        </w:rPr>
        <w:t>1- المغاز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ج1، ص249.</w:t>
      </w:r>
    </w:p>
    <w:p w:rsidR="00736191" w:rsidRDefault="00736191" w:rsidP="00AF3519">
      <w:pPr>
        <w:pStyle w:val="libFootnote0"/>
        <w:rPr>
          <w:rtl/>
          <w:lang w:bidi="fa-IR"/>
        </w:rPr>
      </w:pPr>
      <w:r>
        <w:rPr>
          <w:rtl/>
          <w:lang w:bidi="fa-IR"/>
        </w:rPr>
        <w:t>2- الاست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</w:t>
      </w:r>
      <w:r>
        <w:rPr>
          <w:rtl/>
          <w:lang w:bidi="fa-IR"/>
        </w:rPr>
        <w:t xml:space="preserve"> ، در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الاصابه، ج4، ص463؛ تنق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المقال ، ج3، ص733؛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ج12، ص153: «امره المبا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عات</w:t>
      </w:r>
      <w:r>
        <w:rPr>
          <w:rtl/>
          <w:lang w:bidi="fa-IR"/>
        </w:rPr>
        <w:t xml:space="preserve"> حضرت مع رسول الله قال عمر بن الخطّاب: کانت تزفرلنا القرب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احد».</w:t>
      </w:r>
    </w:p>
    <w:p w:rsidR="00AF3519" w:rsidRDefault="00AF3519" w:rsidP="00AF3519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AF3519">
      <w:pPr>
        <w:pStyle w:val="libBold1"/>
        <w:rPr>
          <w:rtl/>
          <w:lang w:bidi="fa-IR"/>
        </w:rPr>
      </w:pPr>
      <w:r>
        <w:rPr>
          <w:rtl/>
          <w:lang w:bidi="fa-IR"/>
        </w:rPr>
        <w:t>2</w:t>
      </w:r>
      <w:r w:rsidR="00AF351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آبرسان</w:t>
      </w:r>
      <w:r>
        <w:rPr>
          <w:rFonts w:hint="cs"/>
          <w:rtl/>
          <w:lang w:bidi="fa-IR"/>
        </w:rPr>
        <w:t>ی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متون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نام شش تن از زنان مسلمان به عنوان ساق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رزمندگان به چشم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که علاوه بر درمان مجروحان عهده دار آبرسان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رزمندگان جبهه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بوده اند.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عبارت بودند از: امّ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من،</w:t>
      </w:r>
      <w:r>
        <w:rPr>
          <w:rtl/>
          <w:lang w:bidi="fa-IR"/>
        </w:rPr>
        <w:t xml:space="preserve"> امّ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دختر معوذ، حمنه و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دختر کعب و مادر عماره و همسر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بن عمر، به همراه شوهر و دو پسر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در جنگ احد شرکت کرد. در آغاز نبرد، مشک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برداشت و مجروح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آنگاه با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استثنا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جنگ، به نبرد پرداخت و دوازده زخم از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بر او وارد آمد</w:t>
      </w:r>
      <w:r w:rsidRPr="00AF3519">
        <w:rPr>
          <w:rStyle w:val="libFootnotenumChar"/>
          <w:rtl/>
        </w:rPr>
        <w:t>.(1)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</w:t>
      </w:r>
      <w:r>
        <w:rPr>
          <w:rtl/>
          <w:lang w:bidi="fa-IR"/>
        </w:rPr>
        <w:t xml:space="preserve">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از دانشمندان عصر خود بود که در نبرد قادس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شرکت کرد.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از مراحل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اطلاع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چادرها را به کمر بست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چماقها و چوب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دست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خطوط مقدّم جبهه شتافت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مجروحان را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....</w:t>
      </w:r>
      <w:r w:rsidRPr="00AF3519">
        <w:rPr>
          <w:rStyle w:val="libFootnotenumChar"/>
          <w:rtl/>
        </w:rPr>
        <w:t>(2)</w:t>
      </w:r>
    </w:p>
    <w:p w:rsidR="00736191" w:rsidRDefault="00AF3519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AF3519">
      <w:pPr>
        <w:pStyle w:val="libBold1"/>
        <w:rPr>
          <w:rtl/>
          <w:lang w:bidi="fa-IR"/>
        </w:rPr>
      </w:pPr>
      <w:r>
        <w:rPr>
          <w:rtl/>
          <w:lang w:bidi="fa-IR"/>
        </w:rPr>
        <w:t>3</w:t>
      </w:r>
      <w:r w:rsidR="00AF351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آشپز</w:t>
      </w:r>
      <w:r>
        <w:rPr>
          <w:rFonts w:hint="cs"/>
          <w:rtl/>
          <w:lang w:bidi="fa-IR"/>
        </w:rPr>
        <w:t>ی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رزمندگان،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توسط زنان قهرمان صدر اسلام، در جبهه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نبرد حق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AF3519" w:rsidRPr="00AF3519">
        <w:rPr>
          <w:rFonts w:hint="eastAsia"/>
          <w:rtl/>
          <w:lang w:bidi="fa-IR"/>
        </w:rPr>
        <w:t xml:space="preserve"> </w:t>
      </w:r>
      <w:r w:rsidR="00AF3519">
        <w:rPr>
          <w:rFonts w:hint="eastAsia"/>
          <w:rtl/>
          <w:lang w:bidi="fa-IR"/>
        </w:rPr>
        <w:t>اکرم</w:t>
      </w:r>
      <w:r w:rsidR="00AF3519">
        <w:rPr>
          <w:rtl/>
          <w:lang w:bidi="fa-IR"/>
        </w:rPr>
        <w:t xml:space="preserve"> </w:t>
      </w:r>
      <w:r w:rsidR="00AF3519" w:rsidRPr="00D86A0D">
        <w:rPr>
          <w:rStyle w:val="libAlaemChar"/>
          <w:rtl/>
        </w:rPr>
        <w:t>صلى‌الله‌عليه‌وآله‌وسلم</w:t>
      </w:r>
      <w:r w:rsidR="00AF3519">
        <w:rPr>
          <w:rtl/>
          <w:lang w:bidi="fa-IR"/>
        </w:rPr>
        <w:t>هم ه</w:t>
      </w:r>
      <w:r w:rsidR="00AF3519">
        <w:rPr>
          <w:rFonts w:hint="cs"/>
          <w:rtl/>
          <w:lang w:bidi="fa-IR"/>
        </w:rPr>
        <w:t>ی</w:t>
      </w:r>
      <w:r w:rsidR="00AF3519">
        <w:rPr>
          <w:rFonts w:hint="eastAsia"/>
          <w:rtl/>
          <w:lang w:bidi="fa-IR"/>
        </w:rPr>
        <w:t>چ</w:t>
      </w:r>
      <w:r w:rsidR="00AF3519">
        <w:rPr>
          <w:rtl/>
          <w:lang w:bidi="fa-IR"/>
        </w:rPr>
        <w:t xml:space="preserve"> گونه مخالفت</w:t>
      </w:r>
      <w:r w:rsidR="00AF3519">
        <w:rPr>
          <w:rFonts w:hint="cs"/>
          <w:rtl/>
          <w:lang w:bidi="fa-IR"/>
        </w:rPr>
        <w:t>ی</w:t>
      </w:r>
      <w:r w:rsidR="00AF3519">
        <w:rPr>
          <w:rtl/>
          <w:lang w:bidi="fa-IR"/>
        </w:rPr>
        <w:t xml:space="preserve"> با شرکت آنان نکرد</w:t>
      </w:r>
    </w:p>
    <w:p w:rsidR="00736191" w:rsidRPr="00AF3519" w:rsidRDefault="00AF3519" w:rsidP="00AF351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736191" w:rsidRDefault="00736191" w:rsidP="00AF3519">
      <w:pPr>
        <w:pStyle w:val="libFootnote0"/>
        <w:rPr>
          <w:rtl/>
          <w:lang w:bidi="fa-IR"/>
        </w:rPr>
      </w:pPr>
      <w:r>
        <w:rPr>
          <w:rtl/>
          <w:lang w:bidi="fa-IR"/>
        </w:rPr>
        <w:t>1- المغاز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ج1، ص268.</w:t>
      </w:r>
    </w:p>
    <w:p w:rsidR="00736191" w:rsidRDefault="00736191" w:rsidP="00AF3519">
      <w:pPr>
        <w:pStyle w:val="libFootnote0"/>
        <w:rPr>
          <w:rtl/>
          <w:lang w:bidi="fa-IR"/>
        </w:rPr>
      </w:pPr>
      <w:r>
        <w:rPr>
          <w:rtl/>
          <w:lang w:bidi="fa-IR"/>
        </w:rPr>
        <w:t>2- اعلام النساء ، ج4، ص236.</w:t>
      </w:r>
    </w:p>
    <w:p w:rsidR="00AF3519" w:rsidRDefault="00736191" w:rsidP="00AF3519">
      <w:pPr>
        <w:pStyle w:val="libNormal"/>
        <w:rPr>
          <w:rtl/>
          <w:lang w:bidi="fa-IR"/>
        </w:rPr>
      </w:pPr>
      <w:r>
        <w:rPr>
          <w:rtl/>
          <w:lang w:bidi="fa-IR"/>
        </w:rPr>
        <w:t>.</w:t>
      </w:r>
    </w:p>
    <w:p w:rsidR="00736191" w:rsidRDefault="00AF3519" w:rsidP="00AF351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</w:t>
      </w:r>
      <w:r>
        <w:rPr>
          <w:rtl/>
          <w:lang w:bidi="fa-IR"/>
        </w:rPr>
        <w:t xml:space="preserve"> عط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در هفت جنگ شرکت کردم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فم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غذا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رزمندگان بود.</w:t>
      </w:r>
      <w:r w:rsidRPr="00AF3519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AF3519">
      <w:pPr>
        <w:pStyle w:val="libBold1"/>
        <w:rPr>
          <w:rtl/>
          <w:lang w:bidi="fa-IR"/>
        </w:rPr>
      </w:pPr>
      <w:r>
        <w:rPr>
          <w:rtl/>
          <w:lang w:bidi="fa-IR"/>
        </w:rPr>
        <w:t>4</w:t>
      </w:r>
      <w:r w:rsidR="00AF351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رزمندگان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رزمندگان اسلام،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حمله 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حفاظت و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عهده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گذاشته شود. در صدر اسلام،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زنان،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خودشان، همراه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جبهه حضور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و انباردار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کاره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جبهه را بر عهده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</w:t>
      </w:r>
      <w:r>
        <w:rPr>
          <w:rtl/>
          <w:lang w:bidi="fa-IR"/>
        </w:rPr>
        <w:t xml:space="preserve"> عط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هفت جنگ شرکت کردم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من حراست از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سربازان اسلام بود.</w:t>
      </w:r>
      <w:r w:rsidRPr="00B810E8">
        <w:rPr>
          <w:rStyle w:val="libFootnotenumChar"/>
          <w:rtl/>
        </w:rPr>
        <w:t>(2)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</w:t>
      </w:r>
      <w:r>
        <w:rPr>
          <w:rtl/>
          <w:lang w:bidi="fa-IR"/>
        </w:rPr>
        <w:t xml:space="preserve"> سنان اسلم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آمد وبه منظور شرکت در جبهه و کمک به رزمندگان و محافظت از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آنان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موافقت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در جنگ را کرد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</w:t>
      </w:r>
      <w:r w:rsidRPr="00B810E8">
        <w:rPr>
          <w:rStyle w:val="libFootnotenumChar"/>
          <w:rtl/>
        </w:rPr>
        <w:t>(3)</w:t>
      </w:r>
    </w:p>
    <w:p w:rsidR="00736191" w:rsidRPr="00B810E8" w:rsidRDefault="00B810E8" w:rsidP="00B810E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736191" w:rsidRDefault="00736191" w:rsidP="00B810E8">
      <w:pPr>
        <w:pStyle w:val="libFootnote0"/>
        <w:rPr>
          <w:rtl/>
          <w:lang w:bidi="fa-IR"/>
        </w:rPr>
      </w:pPr>
      <w:r>
        <w:rPr>
          <w:rtl/>
          <w:lang w:bidi="fa-IR"/>
        </w:rPr>
        <w:t>1- الطبقات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ج8، ص455؛ مسند احمد بن حنبل ، ج8، ص84؛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الاوطار ، ج7، ص289؛ جامع ترمذ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ج2، ص388؛ سنن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داوود ، ج3، ص26.</w:t>
      </w:r>
    </w:p>
    <w:p w:rsidR="00736191" w:rsidRDefault="00736191" w:rsidP="00B810E8">
      <w:pPr>
        <w:pStyle w:val="libFootnote0"/>
        <w:rPr>
          <w:rtl/>
          <w:lang w:bidi="fa-IR"/>
        </w:rPr>
      </w:pPr>
      <w:r>
        <w:rPr>
          <w:rtl/>
          <w:lang w:bidi="fa-IR"/>
        </w:rPr>
        <w:t>2- کنز العمال ، ج4، ص345.</w:t>
      </w:r>
    </w:p>
    <w:p w:rsidR="00736191" w:rsidRDefault="00736191" w:rsidP="00B810E8">
      <w:pPr>
        <w:pStyle w:val="libFootnote0"/>
        <w:rPr>
          <w:rtl/>
          <w:lang w:bidi="fa-IR"/>
        </w:rPr>
      </w:pPr>
      <w:r>
        <w:rPr>
          <w:rtl/>
          <w:lang w:bidi="fa-IR"/>
        </w:rPr>
        <w:t>3-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، ج3، ص41، به نقل از الاست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</w:t>
      </w:r>
      <w:r>
        <w:rPr>
          <w:rtl/>
          <w:lang w:bidi="fa-IR"/>
        </w:rPr>
        <w:t xml:space="preserve"> .</w:t>
      </w:r>
    </w:p>
    <w:p w:rsidR="00B810E8" w:rsidRDefault="00B810E8" w:rsidP="00736191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B810E8">
      <w:pPr>
        <w:pStyle w:val="libBold1"/>
        <w:rPr>
          <w:rtl/>
          <w:lang w:bidi="fa-IR"/>
        </w:rPr>
      </w:pPr>
      <w:r>
        <w:rPr>
          <w:rtl/>
          <w:lang w:bidi="fa-IR"/>
        </w:rPr>
        <w:t>5</w:t>
      </w:r>
      <w:r w:rsidR="00B810E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دارو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دارو از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ارزشمند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بود که در صحنه جنگ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امّ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در جنگ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معالجه رزمندگان مجروح بود».</w:t>
      </w:r>
      <w:r w:rsidRPr="00B810E8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B810E8">
      <w:pPr>
        <w:pStyle w:val="libBold1"/>
        <w:rPr>
          <w:rtl/>
          <w:lang w:bidi="fa-IR"/>
        </w:rPr>
      </w:pPr>
      <w:r>
        <w:rPr>
          <w:rtl/>
          <w:lang w:bidi="fa-IR"/>
        </w:rPr>
        <w:t>6</w:t>
      </w:r>
      <w:r w:rsidR="00B810E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مهمّات به رزمندگان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قهرمان صدر اسلام ثبت کرده،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مهمّات به خطوط مقدّم نبرد است.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ضمن برشمردن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 جنگ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«و نناولُ السّهام»</w:t>
      </w:r>
      <w:r w:rsidRPr="00B810E8">
        <w:rPr>
          <w:rStyle w:val="libFootnotenumChar"/>
          <w:rtl/>
        </w:rPr>
        <w:t>(2)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رزمندگان فراهم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«نردُّهم السّهام»</w:t>
      </w:r>
      <w:r w:rsidRPr="00B810E8">
        <w:rPr>
          <w:rStyle w:val="libFootnotenumChar"/>
          <w:rtl/>
        </w:rPr>
        <w:t>(3)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را به آنان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جمله اول، سخن از آوردن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و مهمّات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رزمندگان اسلام به خطوط مقدّم است؛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جمله دوم، ممکن است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پرتاپ شده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منظور باشد، تا جنگجو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را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او به کار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736191" w:rsidRDefault="00B810E8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B810E8">
      <w:pPr>
        <w:pStyle w:val="libBold1"/>
        <w:rPr>
          <w:rtl/>
          <w:lang w:bidi="fa-IR"/>
        </w:rPr>
      </w:pPr>
      <w:r>
        <w:rPr>
          <w:rtl/>
          <w:lang w:bidi="fa-IR"/>
        </w:rPr>
        <w:t>7</w:t>
      </w:r>
      <w:r w:rsidR="00B810E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زات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زات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وجود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منظور راه انداز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مجدّد ابزار و 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زات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از کار افتاده، موجب</w:t>
      </w:r>
    </w:p>
    <w:p w:rsidR="00736191" w:rsidRPr="00B810E8" w:rsidRDefault="00B810E8" w:rsidP="00B810E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736191" w:rsidRDefault="00736191" w:rsidP="00B810E8">
      <w:pPr>
        <w:pStyle w:val="libFootnote0"/>
        <w:rPr>
          <w:rtl/>
          <w:lang w:bidi="fa-IR"/>
        </w:rPr>
      </w:pPr>
      <w:r>
        <w:rPr>
          <w:rtl/>
          <w:lang w:bidi="fa-IR"/>
        </w:rPr>
        <w:t>1- کنزالعمال ، ج4، ص345.</w:t>
      </w:r>
    </w:p>
    <w:p w:rsidR="00736191" w:rsidRDefault="00736191" w:rsidP="00B810E8">
      <w:pPr>
        <w:pStyle w:val="libFootnote0"/>
        <w:rPr>
          <w:rtl/>
          <w:lang w:bidi="fa-IR"/>
        </w:rPr>
      </w:pPr>
      <w:r>
        <w:rPr>
          <w:rtl/>
          <w:lang w:bidi="fa-IR"/>
        </w:rPr>
        <w:t>2- اسدالغابه ، ج5، ص584.</w:t>
      </w:r>
    </w:p>
    <w:p w:rsidR="00736191" w:rsidRDefault="00736191" w:rsidP="00B810E8">
      <w:pPr>
        <w:pStyle w:val="libFootnote0"/>
        <w:rPr>
          <w:rtl/>
          <w:lang w:bidi="fa-IR"/>
        </w:rPr>
      </w:pPr>
      <w:r>
        <w:rPr>
          <w:rtl/>
          <w:lang w:bidi="fa-IR"/>
        </w:rPr>
        <w:t>3- کنزالعمال ، ج4، ص345.</w:t>
      </w:r>
    </w:p>
    <w:p w:rsidR="00736191" w:rsidRDefault="00B810E8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برتر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توان رزم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روهاست</w:t>
      </w:r>
      <w:r w:rsidR="00736191"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</w:t>
      </w:r>
      <w:r>
        <w:rPr>
          <w:rtl/>
          <w:lang w:bidi="fa-IR"/>
        </w:rPr>
        <w:t xml:space="preserve"> سنان اسلم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قهرمان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جنگ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حضور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حرکت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آگاه شد، نزد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آمد و گفت: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خدا!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نبرد در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شما باشم تا مشک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را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اصلاح کنم ...</w:t>
      </w:r>
      <w:r w:rsidRPr="00B810E8">
        <w:rPr>
          <w:rStyle w:val="libFootnotenumChar"/>
          <w:rtl/>
        </w:rPr>
        <w:t>.(1)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</w:t>
      </w:r>
      <w:r>
        <w:rPr>
          <w:rtl/>
          <w:lang w:bidi="fa-IR"/>
        </w:rPr>
        <w:t xml:space="preserve">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از زنان انصار است که در جنگ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شرکت داشت. در جنگ احد به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زات</w:t>
      </w:r>
      <w:r>
        <w:rPr>
          <w:rtl/>
          <w:lang w:bidi="fa-IR"/>
        </w:rPr>
        <w:t xml:space="preserve">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پرداخت.</w:t>
      </w:r>
      <w:r w:rsidRPr="00B810E8">
        <w:rPr>
          <w:rStyle w:val="libFootnotenumChar"/>
          <w:rtl/>
        </w:rPr>
        <w:t>(2)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B810E8">
      <w:pPr>
        <w:pStyle w:val="libBold1"/>
        <w:rPr>
          <w:rtl/>
          <w:lang w:bidi="fa-IR"/>
        </w:rPr>
      </w:pPr>
      <w:r>
        <w:rPr>
          <w:rtl/>
          <w:lang w:bidi="fa-IR"/>
        </w:rPr>
        <w:t>8</w:t>
      </w:r>
      <w:r w:rsidR="00B810E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انتقال مجروحان به پشت جبهه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زنان</w:t>
      </w:r>
      <w:r>
        <w:rPr>
          <w:rtl/>
          <w:lang w:bidi="fa-IR"/>
        </w:rPr>
        <w:t xml:space="preserve"> مسلمان، در جنگ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صدر اسلام،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انتقال مجروحان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عهده داشتند. آنان مجروحان را از صحنه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پشت جبهه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رساندند و اگر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درمان و استراحت داشتند، آنان را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انتقال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دختر معوذبن عقراء از زنان متعهد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عهده دار بود.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گاه که با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رزمندگان خدمت کرده، آنان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مجروحان را</w:t>
      </w:r>
    </w:p>
    <w:p w:rsidR="00736191" w:rsidRPr="00B810E8" w:rsidRDefault="00B810E8" w:rsidP="00B810E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736191" w:rsidRDefault="00736191" w:rsidP="00B810E8">
      <w:pPr>
        <w:pStyle w:val="libFootnote0"/>
        <w:rPr>
          <w:rtl/>
          <w:lang w:bidi="fa-IR"/>
        </w:rPr>
      </w:pPr>
      <w:r>
        <w:rPr>
          <w:rtl/>
          <w:lang w:bidi="fa-IR"/>
        </w:rPr>
        <w:t>1- اعلام النساء ، ج2، ص263.</w:t>
      </w:r>
    </w:p>
    <w:p w:rsidR="00B810E8" w:rsidRDefault="00736191" w:rsidP="00B810E8">
      <w:pPr>
        <w:pStyle w:val="libFootnote0"/>
        <w:rPr>
          <w:rtl/>
          <w:lang w:bidi="fa-IR"/>
        </w:rPr>
      </w:pPr>
      <w:r>
        <w:rPr>
          <w:rtl/>
          <w:lang w:bidi="fa-IR"/>
        </w:rPr>
        <w:t>2-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ج12، ص153.</w:t>
      </w:r>
    </w:p>
    <w:p w:rsidR="00736191" w:rsidRDefault="00B810E8" w:rsidP="00B810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انتقال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B810E8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درباره حمنه دختر جحش آورده اند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مهاجر بود و در جنگ احد حضور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تشنگان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حمل مجروحان و معالجه آنان را بر عهده داشت.</w:t>
      </w:r>
      <w:r w:rsidRPr="00B810E8">
        <w:rPr>
          <w:rStyle w:val="libFootnotenumChar"/>
          <w:rtl/>
        </w:rPr>
        <w:t>(2)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B810E8">
      <w:pPr>
        <w:pStyle w:val="libBold1"/>
        <w:rPr>
          <w:rtl/>
          <w:lang w:bidi="fa-IR"/>
        </w:rPr>
      </w:pPr>
      <w:r>
        <w:rPr>
          <w:rtl/>
          <w:lang w:bidi="fa-IR"/>
        </w:rPr>
        <w:t>9</w:t>
      </w:r>
      <w:r w:rsidR="00B810E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شهدا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زنان مسلمان در صدر اسلام عهده دار بودند تخل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شهدا بود. آنان به هنگام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نبرد، به انتقال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شهدا مبادرت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در انجام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ممکن بود هر لحظه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پدر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فرزند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برادر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وبرو</w:t>
      </w:r>
      <w:r>
        <w:rPr>
          <w:rtl/>
          <w:lang w:bidi="fa-IR"/>
        </w:rPr>
        <w:t xml:space="preserve"> شده، مضطرب شوند،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کمال رشادت و شجاعت، شهدا را به پشت جبهه انتقال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زنان، با اطلاع از شهادت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خود، با کسب اجازه از محضر رسول خدا </w:t>
      </w:r>
      <w:r w:rsidR="0010325D" w:rsidRPr="0010325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آنان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خاکسپار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دختر معوذ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«با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عازم نبرد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و شهدا را به مدی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انتقال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 w:rsidRPr="00B810E8">
        <w:rPr>
          <w:rStyle w:val="libFootnotenumChar"/>
          <w:rtl/>
        </w:rPr>
        <w:t>(3).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با کسب اجازه از محضر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10325D" w:rsidRPr="0010325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فرزند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را از</w:t>
      </w:r>
    </w:p>
    <w:p w:rsidR="00736191" w:rsidRPr="00B810E8" w:rsidRDefault="00B810E8" w:rsidP="00B810E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736191" w:rsidRDefault="00736191" w:rsidP="00B810E8">
      <w:pPr>
        <w:pStyle w:val="libFootnote0"/>
        <w:rPr>
          <w:rtl/>
          <w:lang w:bidi="fa-IR"/>
        </w:rPr>
      </w:pPr>
      <w:r>
        <w:rPr>
          <w:rtl/>
          <w:lang w:bidi="fa-IR"/>
        </w:rPr>
        <w:t>1- شرح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مسلم 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ج14، ص168؛ الاصابه ، ج4، ص301؛ مسند احمد بن حنبل، ج6، ص358؛ اسد الغابه ، ج5، ص451؛ اعلام النساء ، ج1، ص442.</w:t>
      </w:r>
    </w:p>
    <w:p w:rsidR="00736191" w:rsidRDefault="00736191" w:rsidP="00B810E8">
      <w:pPr>
        <w:pStyle w:val="libFootnote0"/>
        <w:rPr>
          <w:rtl/>
          <w:lang w:bidi="fa-IR"/>
        </w:rPr>
      </w:pPr>
      <w:r>
        <w:rPr>
          <w:rtl/>
          <w:lang w:bidi="fa-IR"/>
        </w:rPr>
        <w:t>2- اسد الغابه ، ج5، ص428.</w:t>
      </w:r>
    </w:p>
    <w:p w:rsidR="00B810E8" w:rsidRDefault="00736191" w:rsidP="00B810E8">
      <w:pPr>
        <w:pStyle w:val="libFootnote0"/>
        <w:rPr>
          <w:rtl/>
          <w:lang w:bidi="fa-IR"/>
        </w:rPr>
      </w:pPr>
      <w:r>
        <w:rPr>
          <w:rtl/>
          <w:lang w:bidi="fa-IR"/>
        </w:rPr>
        <w:t>3- شرح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مسلم 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ج14، ص168؛ قالت: «کنّا نغزوا مع رسول الله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... و نردُّ الجرح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القتل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نه»</w:t>
      </w:r>
      <w:r>
        <w:rPr>
          <w:rtl/>
          <w:lang w:bidi="fa-IR"/>
        </w:rPr>
        <w:t>.</w:t>
      </w:r>
    </w:p>
    <w:p w:rsidR="00736191" w:rsidRDefault="00B810E8" w:rsidP="00B810E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جبهه</w:t>
      </w:r>
      <w:r>
        <w:rPr>
          <w:rtl/>
          <w:lang w:bidi="fa-IR"/>
        </w:rPr>
        <w:t xml:space="preserve"> احد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حمل کرد و او را در آن جا به خاک سپرد.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عثمان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دختر 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حضور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فرزندم عبد الله بن سلمه از رزم آوران نبرد بدر،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در جنگ احد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است؛ دوست دارم او را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انتقال دهم و در آنجا به خاک سپارم تا مزارش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باشد و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 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رم.»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به او اجازه داد. 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پاک فرزند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را به همراه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شهدا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به نام مجدربن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در عبا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شتر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حمل کرد.</w:t>
      </w:r>
      <w:r w:rsidRPr="00B810E8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دختر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به همراه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نبرد احد بود. پسرانش، نعمان و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نبرد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شهادت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آگاه شد،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چه حال است؟» گفتند: «شکر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سلامت است؛ همانگونه که تو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 گفت: او را به من نشان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 چون حضرت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خدا! در قبال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شما، هر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تحمل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است». آنگاه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دو فرزند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را با 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انتقال داد.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راه،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«در جبهه چه خبر است؟»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پاسخ داد: «خدا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شکر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به سلامت است. البته خداوند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مؤمنان را به درجه شهادت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کافران را با خشم به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واداشت. آنان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خداوند متعال مؤمنان را از جنگ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فرمود».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</w:p>
    <w:p w:rsidR="00736191" w:rsidRPr="00B810E8" w:rsidRDefault="00B810E8" w:rsidP="00B810E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736191" w:rsidRDefault="00736191" w:rsidP="00B810E8">
      <w:pPr>
        <w:pStyle w:val="libFootnote0"/>
        <w:rPr>
          <w:rtl/>
          <w:lang w:bidi="fa-IR"/>
        </w:rPr>
      </w:pPr>
      <w:r>
        <w:rPr>
          <w:rtl/>
          <w:lang w:bidi="fa-IR"/>
        </w:rPr>
        <w:t>1- اسد الغابه ، ج5، ص406.</w:t>
      </w:r>
    </w:p>
    <w:p w:rsidR="00736191" w:rsidRDefault="00B810E8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جنازه</w:t>
      </w:r>
      <w:r w:rsidR="00736191">
        <w:rPr>
          <w:rtl/>
          <w:lang w:bidi="fa-IR"/>
        </w:rPr>
        <w:t xml:space="preserve"> ک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ست؟»</w:t>
      </w:r>
      <w:r w:rsidR="00736191">
        <w:rPr>
          <w:rtl/>
          <w:lang w:bidi="fa-IR"/>
        </w:rPr>
        <w:t xml:space="preserve"> پاسخ داد: «دو پسر شه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دم»</w:t>
      </w:r>
      <w:r w:rsidR="00736191">
        <w:rPr>
          <w:rtl/>
          <w:lang w:bidi="fa-IR"/>
        </w:rPr>
        <w:t>.</w:t>
      </w:r>
      <w:r w:rsidR="00736191" w:rsidRPr="00B810E8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هند</w:t>
      </w:r>
      <w:r>
        <w:rPr>
          <w:rtl/>
          <w:lang w:bidi="fa-IR"/>
        </w:rPr>
        <w:t xml:space="preserve"> دختر عمروبن حزام و همسر عمروبن جموح،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مطهر سه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او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گفت: «لابد اخبار حسّاس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در جبهه چه خبر است؟» هند گفت: 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است،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به سلامت است. با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اندک</w:t>
      </w:r>
      <w:r>
        <w:rPr>
          <w:rtl/>
          <w:lang w:bidi="fa-IR"/>
        </w:rPr>
        <w:t xml:space="preserve"> و قابل تحمل است. البته خداوند متعال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مؤمنان را به درجه شهادت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 سپس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خواند: «و خداوند، کافران را با همان خشم و غضب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مؤمنان داشتند، بدون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نفع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وسانه</w:t>
      </w:r>
      <w:r>
        <w:rPr>
          <w:rtl/>
          <w:lang w:bidi="fa-IR"/>
        </w:rPr>
        <w:t xml:space="preserve"> بازگردان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خداوند جنگ را از مؤمنان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فرمود، و خدا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</w:t>
      </w:r>
      <w:r>
        <w:rPr>
          <w:rFonts w:hint="eastAsia"/>
          <w:rtl/>
          <w:lang w:bidi="fa-IR"/>
        </w:rPr>
        <w:t>وانا</w:t>
      </w:r>
      <w:r>
        <w:rPr>
          <w:rtl/>
          <w:lang w:bidi="fa-IR"/>
        </w:rPr>
        <w:t xml:space="preserve"> و مقتدر است».</w:t>
      </w:r>
      <w:r w:rsidRPr="00B810E8">
        <w:rPr>
          <w:rStyle w:val="libFootnotenumChar"/>
          <w:rtl/>
        </w:rPr>
        <w:t>(2)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جنازه ها، از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هستند؟»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هند</w:t>
      </w:r>
      <w:r>
        <w:rPr>
          <w:rtl/>
          <w:lang w:bidi="fa-IR"/>
        </w:rPr>
        <w:t xml:space="preserve"> پاسخ داد: «برادرم و پسرم و شوهرم».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گفت: «آنان را به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هند</w:t>
      </w:r>
      <w:r>
        <w:rPr>
          <w:rtl/>
          <w:lang w:bidi="fa-IR"/>
        </w:rPr>
        <w:t xml:space="preserve"> پاسخ داد: «برا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خاکسپار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برم». آن گاه شتر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راند؛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شتر به زانو درآمد.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گفت: «شا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طاقت حمل آنان را ندارد؟»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هند</w:t>
      </w:r>
      <w:r>
        <w:rPr>
          <w:rtl/>
          <w:lang w:bidi="fa-IR"/>
        </w:rPr>
        <w:t xml:space="preserve"> جواب داد: «نه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نگونه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اوقات، بار دو شتر را 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باشد».</w:t>
      </w:r>
    </w:p>
    <w:p w:rsidR="00736191" w:rsidRPr="00ED2C8C" w:rsidRDefault="00ED2C8C" w:rsidP="00ED2C8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736191" w:rsidRDefault="00736191" w:rsidP="00ED2C8C">
      <w:pPr>
        <w:pStyle w:val="libFootnote0"/>
        <w:rPr>
          <w:rtl/>
          <w:lang w:bidi="fa-IR"/>
        </w:rPr>
      </w:pPr>
      <w:r>
        <w:rPr>
          <w:rtl/>
          <w:lang w:bidi="fa-IR"/>
        </w:rPr>
        <w:t>1- المغاز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ج1، ص265.</w:t>
      </w:r>
    </w:p>
    <w:p w:rsidR="00736191" w:rsidRDefault="00736191" w:rsidP="00ED2C8C">
      <w:pPr>
        <w:pStyle w:val="libFootnote0"/>
        <w:rPr>
          <w:rtl/>
          <w:lang w:bidi="fa-IR"/>
        </w:rPr>
      </w:pPr>
      <w:r>
        <w:rPr>
          <w:rtl/>
          <w:lang w:bidi="fa-IR"/>
        </w:rPr>
        <w:t>2- . (احزاب (33): 25).</w:t>
      </w:r>
    </w:p>
    <w:p w:rsidR="00736191" w:rsidRDefault="00ED2C8C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عا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شه</w:t>
      </w:r>
      <w:r w:rsidR="00736191">
        <w:rPr>
          <w:rtl/>
          <w:lang w:bidi="fa-IR"/>
        </w:rPr>
        <w:t xml:space="preserve"> گو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</w:t>
      </w:r>
      <w:r w:rsidR="00736191">
        <w:rPr>
          <w:rtl/>
          <w:lang w:bidi="fa-IR"/>
        </w:rPr>
        <w:t>: «چون بار 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گر</w:t>
      </w:r>
      <w:r w:rsidR="00736191">
        <w:rPr>
          <w:rtl/>
          <w:lang w:bidi="fa-IR"/>
        </w:rPr>
        <w:t xml:space="preserve"> به شتر نه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ب</w:t>
      </w:r>
      <w:r w:rsidR="00736191">
        <w:rPr>
          <w:rtl/>
          <w:lang w:bidi="fa-IR"/>
        </w:rPr>
        <w:t xml:space="preserve"> زد ح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وان</w:t>
      </w:r>
      <w:r w:rsidR="00736191">
        <w:rPr>
          <w:rtl/>
          <w:lang w:bidi="fa-IR"/>
        </w:rPr>
        <w:t xml:space="preserve"> به پاخواست، و چون او را به سمت احد برگردان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</w:t>
      </w:r>
      <w:r w:rsidR="00736191">
        <w:rPr>
          <w:rtl/>
          <w:lang w:bidi="fa-IR"/>
        </w:rPr>
        <w:t>. شتابان به راه افتاد».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هند</w:t>
      </w:r>
      <w:r>
        <w:rPr>
          <w:rtl/>
          <w:lang w:bidi="fa-IR"/>
        </w:rPr>
        <w:t xml:space="preserve"> ناچار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برگشت و موضوع را به اطلاع حضرت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فرمود: «آن شتر مأمور است.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عمرو بن جموح هنگام خروج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نگفت؟»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هند</w:t>
      </w:r>
      <w:r>
        <w:rPr>
          <w:rtl/>
          <w:lang w:bidi="fa-IR"/>
        </w:rPr>
        <w:t xml:space="preserve"> پاسخ داد: «هنگام رفتن به جبهه، رو به قبله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گفت: پروردگارا! مرا به خانواده ام بازمگردان و شهادت را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قرار ده».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فرمود: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جهت، شتر از حرکت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امتناع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ورزد». آنگاه حضرت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خطاب به اصحاب فرمود: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انصار!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اگر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سوگند دهند، خداوند اجابت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عمروبن جموح از </w:t>
      </w: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است». و افزود: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هند! از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برادرت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است، فرشتگان بر او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افکنده اند و منتظرند که در چه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خاک سپرده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شود».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10325D" w:rsidRPr="0010325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پس از خاکسپار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به هند فرمود: «شوهرت عمروبن جموح و پسرت خلّاد و برادرت عبدالله، دوستان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بهشتند».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ED2C8C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هند</w:t>
      </w:r>
      <w:r>
        <w:rPr>
          <w:rtl/>
          <w:lang w:bidi="fa-IR"/>
        </w:rPr>
        <w:t xml:space="preserve"> عرض کرد: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خدا! دعا کن و از خدا بخواه که مرا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آنان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 دهد»</w:t>
      </w:r>
      <w:r w:rsidRPr="00ED2C8C">
        <w:rPr>
          <w:rStyle w:val="libFootnotenumChar"/>
          <w:rtl/>
        </w:rPr>
        <w:t>.(1)</w:t>
      </w:r>
    </w:p>
    <w:p w:rsidR="00ED2C8C" w:rsidRDefault="00ED2C8C" w:rsidP="00ED2C8C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  <w:r w:rsidR="00736191">
        <w:rPr>
          <w:rtl/>
          <w:lang w:bidi="fa-IR"/>
        </w:rPr>
        <w:t>-</w:t>
      </w:r>
    </w:p>
    <w:p w:rsidR="00ED2C8C" w:rsidRDefault="00736191" w:rsidP="00ED2C8C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 ترجمه المغاز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ج1، ص265.</w:t>
      </w:r>
    </w:p>
    <w:p w:rsidR="00736191" w:rsidRDefault="00ED2C8C" w:rsidP="00ED2C8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ED2C8C">
      <w:pPr>
        <w:pStyle w:val="Heading1"/>
        <w:rPr>
          <w:rtl/>
          <w:lang w:bidi="fa-IR"/>
        </w:rPr>
      </w:pPr>
      <w:bookmarkStart w:id="14" w:name="_Toc3463558"/>
      <w:bookmarkStart w:id="15" w:name="_Toc3463668"/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زنان در دوران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bookmarkEnd w:id="14"/>
      <w:bookmarkEnd w:id="15"/>
    </w:p>
    <w:p w:rsidR="00736191" w:rsidRDefault="00736191" w:rsidP="00ED2C8C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دوران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نقش زنان مؤمن در حفظ اسلام چشمگ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بود. آن ها دفاع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و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دشمنان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گذاشتند تا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نماز غافلگ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رکرده،</w:t>
      </w:r>
      <w:r>
        <w:rPr>
          <w:rtl/>
          <w:lang w:bidi="fa-IR"/>
        </w:rPr>
        <w:t xml:space="preserve"> به قتل برسانند، اسماء بنت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توطئه را به واسطه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خود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گزارش کرد</w:t>
      </w:r>
      <w:r w:rsidRPr="00ED2C8C">
        <w:rPr>
          <w:rStyle w:val="libFootnotenumChar"/>
          <w:rtl/>
        </w:rPr>
        <w:t>.(1)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سلمه - همسر محترم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ED2C8C" w:rsidRPr="00ED2C8C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- بارها از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دفاع و تلاش کرد از رفتن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طلحه و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آشوب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هرچند آن ها به کار خود ادامه دادند</w:t>
      </w:r>
      <w:r w:rsidRPr="00ED2C8C">
        <w:rPr>
          <w:rStyle w:val="libFootnotenumChar"/>
          <w:rtl/>
        </w:rPr>
        <w:t>(2)</w:t>
      </w:r>
      <w:r>
        <w:rPr>
          <w:rtl/>
          <w:lang w:bidi="fa-IR"/>
        </w:rPr>
        <w:t>. مادر عبد الله بن عباس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همان زنان با تقواست که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فرستادن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نزد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خبر خروج طلحه و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بصره گزارش کرد.</w:t>
      </w:r>
      <w:r w:rsidRPr="00ED2C8C">
        <w:rPr>
          <w:rStyle w:val="libFootnotenumChar"/>
          <w:rtl/>
        </w:rPr>
        <w:t>(3)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جنگ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مجاهد و فداکار با خطابه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در جمع رزمندگان، آنان را به جنگ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آن گونه که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حرکت سخت به خشم آمد؛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موجب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تضع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شده بود. به نوشته آگاهان </w:t>
      </w:r>
      <w:r>
        <w:rPr>
          <w:rFonts w:hint="eastAsia"/>
          <w:rtl/>
          <w:lang w:bidi="fa-IR"/>
        </w:rPr>
        <w:t>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هوادار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درون لشکر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گزارش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کرده، به هر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ممکن آن را به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</w:p>
    <w:p w:rsidR="00736191" w:rsidRPr="00ED2C8C" w:rsidRDefault="00ED2C8C" w:rsidP="00ED2C8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736191" w:rsidRDefault="00736191" w:rsidP="00ED2C8C">
      <w:pPr>
        <w:pStyle w:val="libFootnote0"/>
        <w:rPr>
          <w:rtl/>
          <w:lang w:bidi="fa-IR"/>
        </w:rPr>
      </w:pPr>
      <w:r>
        <w:rPr>
          <w:rtl/>
          <w:lang w:bidi="fa-IR"/>
        </w:rPr>
        <w:t>1-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الاحزان ، ص 132؛ المسترشد ، ص 451؛ احتجاج 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 1، ص 117.</w:t>
      </w:r>
    </w:p>
    <w:p w:rsidR="00736191" w:rsidRDefault="00736191" w:rsidP="00ED2C8C">
      <w:pPr>
        <w:pStyle w:val="libFootnote0"/>
        <w:rPr>
          <w:rtl/>
          <w:lang w:bidi="fa-IR"/>
        </w:rPr>
      </w:pPr>
      <w:r>
        <w:rPr>
          <w:rtl/>
          <w:lang w:bidi="fa-IR"/>
        </w:rPr>
        <w:t>2- الجمل ، ص124.</w:t>
      </w:r>
    </w:p>
    <w:p w:rsidR="00ED2C8C" w:rsidRDefault="00736191" w:rsidP="00ED2C8C">
      <w:pPr>
        <w:pStyle w:val="libFootnote0"/>
        <w:rPr>
          <w:rtl/>
          <w:lang w:bidi="fa-IR"/>
        </w:rPr>
      </w:pPr>
      <w:r>
        <w:rPr>
          <w:rtl/>
          <w:lang w:bidi="fa-IR"/>
        </w:rPr>
        <w:t>3- الفصول المهمه ، ص51.</w:t>
      </w:r>
    </w:p>
    <w:p w:rsidR="00736191" w:rsidRDefault="00ED2C8C" w:rsidP="00ED2C8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رساندند.</w:t>
      </w:r>
      <w:r w:rsidRPr="00ED2C8C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شما را با نمونه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موارد آشنا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DE2900">
      <w:pPr>
        <w:pStyle w:val="Heading2"/>
        <w:rPr>
          <w:rtl/>
          <w:lang w:bidi="fa-IR"/>
        </w:rPr>
      </w:pPr>
      <w:bookmarkStart w:id="16" w:name="_Toc3463559"/>
      <w:bookmarkStart w:id="17" w:name="_Toc3463669"/>
      <w:r>
        <w:rPr>
          <w:rtl/>
          <w:lang w:bidi="fa-IR"/>
        </w:rPr>
        <w:t>1</w:t>
      </w:r>
      <w:r w:rsidR="00ED2C8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دفاع از رهبر</w:t>
      </w:r>
      <w:r>
        <w:rPr>
          <w:rFonts w:hint="cs"/>
          <w:rtl/>
          <w:lang w:bidi="fa-IR"/>
        </w:rPr>
        <w:t>ی</w:t>
      </w:r>
      <w:bookmarkEnd w:id="16"/>
      <w:bookmarkEnd w:id="17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نقش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زنان در حکومت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مسأله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رهبر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بود؛ البته مسأله دفاع در شکل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و از زنان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گرفت، همانند امّ سلمه همسر محترم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ED2C8C" w:rsidRPr="00ED2C8C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ED2C8C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. گفتگو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امّ سلمه با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کبشه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دبن</w:t>
      </w:r>
      <w:r>
        <w:rPr>
          <w:rtl/>
          <w:lang w:bidi="fa-IR"/>
        </w:rPr>
        <w:t xml:space="preserve"> رومان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بصره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به نزد ام سلمه در مکه رود.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تو بزرگ ام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خانه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سهم ما را در خانه تو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منزل تو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امّ سلمه به او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ابوبکر،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من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حال آن که تو به ملاقات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! عای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گفت: برادر و پسر برادرم به من خبر داده اند که آن مرد مظلوم کشته شده است و اکنون در بصره صد هزار مرد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دست آماده فرمانند.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مصلحت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و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پروردگار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دو جماعت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اصلاح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B955D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ر.ک: نقش زنان مسلمان در جنگ ،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</w:t>
      </w:r>
      <w:r>
        <w:rPr>
          <w:rtl/>
          <w:lang w:bidi="fa-IR"/>
        </w:rPr>
        <w:t xml:space="preserve"> سلمه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ابوبکر، از عثمان خونخواه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از همه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با او مخالف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اگرچه اکنون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برائت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خلافت پسر ابوطالب را نقض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مهاجران و انصار از او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اند. بدان که تو به منزله مسند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و امت او و پرده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حرم آن حضرت زده شده است و قرآن از تو دامن برچ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پس آن را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تکبر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هشته مکن. قرآن تو را در خانه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ساکن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پس از آن خود را آفتاب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مکن. پروردگار نگهبا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امت است.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منزلت تو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و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سپارد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کرده بود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تو را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شهرها و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منع کرده است. ستون اسلام اگر شکسته شود زنان نتو</w:t>
      </w:r>
      <w:r>
        <w:rPr>
          <w:rFonts w:hint="eastAsia"/>
          <w:rtl/>
          <w:lang w:bidi="fa-IR"/>
        </w:rPr>
        <w:t>انند</w:t>
      </w:r>
      <w:r>
        <w:rPr>
          <w:rtl/>
          <w:lang w:bidi="fa-IR"/>
        </w:rPr>
        <w:t xml:space="preserve"> آن را سر و سامان دهند و اگر اسلام به تفرقه مبدل گردد هرگز با زنان به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مبدل نشود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و تو چه خواهی</w:t>
      </w:r>
      <w:r>
        <w:rPr>
          <w:rtl/>
          <w:lang w:bidi="fa-IR"/>
        </w:rPr>
        <w:t xml:space="preserve"> گفت اگر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تو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ها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تو سوار شتر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آبشخور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آبشخور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حرکت تو در برا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خدا خواهد بود و بر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وارد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حجاب او را مهمل گذاشت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او را رها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به خدا سوگند، اگر تو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قدم نهاد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گاه به من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به بهشت وارد شو خجالت خواهم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محمد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را ملاقات کنم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او بر من زده است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باشم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اگر بر تو از سوی</w:t>
      </w:r>
      <w:r>
        <w:rPr>
          <w:rtl/>
          <w:lang w:bidi="fa-IR"/>
        </w:rPr>
        <w:t xml:space="preserve">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حق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پنج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ذکر کنم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لبت</w:t>
      </w:r>
      <w:r>
        <w:rPr>
          <w:rtl/>
          <w:lang w:bidi="fa-IR"/>
        </w:rPr>
        <w:t xml:space="preserve"> را به دندان بگز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مار خالدار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افکنده و دندان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منظم در دهان دارد.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خاطر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هرگاه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سفر رود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زنان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انداخت. پس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ها قرعه زد و قرعه به نام من و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آمد. پس ما با او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او از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B955DC">
        <w:rPr>
          <w:rStyle w:val="libFootnotenumChar"/>
          <w:rtl/>
        </w:rPr>
        <w:t>(1)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با او بود و با او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تو 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او هجوم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 به تو گفتم «رسول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با پسر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باشد» اما تو حرف مرا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س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دو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چون علت را از تو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آن دو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ورش</w:t>
      </w:r>
      <w:r>
        <w:rPr>
          <w:rtl/>
          <w:lang w:bidi="fa-IR"/>
        </w:rPr>
        <w:t xml:space="preserve"> برده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ار هر نه روز را به من اختصاص داده است و تو او را از من به خود مشغول نمود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پس به من خبر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تو گفته است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را مبغوض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خانواده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امت من او را دشمن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مگر آن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رفته باشد.ا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خاطر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گفت: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امّ سلمه گفت: به خاطر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سفر رود و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جش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Pr="00B955DC">
        <w:rPr>
          <w:rStyle w:val="libFootnotenumChar"/>
          <w:rtl/>
        </w:rPr>
        <w:t>(2)</w:t>
      </w:r>
      <w:r>
        <w:rPr>
          <w:rtl/>
          <w:lang w:bidi="fa-IR"/>
        </w:rPr>
        <w:t xml:space="preserve"> فراهم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که کدام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شما صاحب شتر پشت</w:t>
      </w:r>
    </w:p>
    <w:p w:rsidR="00736191" w:rsidRPr="00B955DC" w:rsidRDefault="00B955DC" w:rsidP="00B955D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736191" w:rsidRDefault="00736191" w:rsidP="00B955DC">
      <w:pPr>
        <w:pStyle w:val="libFootnote0"/>
        <w:rPr>
          <w:rtl/>
          <w:lang w:bidi="fa-IR"/>
        </w:rPr>
      </w:pPr>
      <w:r>
        <w:rPr>
          <w:rtl/>
          <w:lang w:bidi="fa-IR"/>
        </w:rPr>
        <w:t>1-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نام موضع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مکه است ( معجم البلدان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اقوت</w:t>
      </w:r>
      <w:r>
        <w:rPr>
          <w:rtl/>
          <w:lang w:bidi="fa-IR"/>
        </w:rPr>
        <w:t xml:space="preserve"> حمو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ج4، ص313).</w:t>
      </w:r>
    </w:p>
    <w:p w:rsidR="00736191" w:rsidRDefault="00736191" w:rsidP="00B955DC">
      <w:pPr>
        <w:pStyle w:val="libFootnote0"/>
        <w:rPr>
          <w:rtl/>
          <w:lang w:bidi="fa-IR"/>
        </w:rPr>
      </w:pPr>
      <w:r>
        <w:rPr>
          <w:rtl/>
          <w:lang w:bidi="fa-IR"/>
        </w:rPr>
        <w:t>2- جو و گندم آرد شده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گذارند و در آن گوشت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خرما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بپزند.</w:t>
      </w:r>
    </w:p>
    <w:p w:rsidR="00B955DC" w:rsidRDefault="00B955DC" w:rsidP="00736191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برآمده</w:t>
      </w:r>
      <w:r>
        <w:rPr>
          <w:rtl/>
          <w:lang w:bidi="fa-IR"/>
        </w:rPr>
        <w:t xml:space="preserve"> است و سگ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حوأب بر او پارس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پس من دستم را از جش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بلند کردم و گفتم به خدا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که من باشم!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سوگند به پروردگار، ناگز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بود.ا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را،</w:t>
      </w:r>
      <w:r>
        <w:rPr>
          <w:rtl/>
          <w:lang w:bidi="fa-IR"/>
        </w:rPr>
        <w:t xml:space="preserve"> از خدا بترس که صاحب آن شتر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خاطر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گفت: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.</w:t>
      </w:r>
      <w:r w:rsidRPr="00B955DC">
        <w:rPr>
          <w:rStyle w:val="libFootnotenumChar"/>
          <w:rFonts w:hint="cs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B955DC">
      <w:pPr>
        <w:pStyle w:val="Heading2"/>
        <w:rPr>
          <w:rtl/>
          <w:lang w:bidi="fa-IR"/>
        </w:rPr>
      </w:pPr>
      <w:bookmarkStart w:id="18" w:name="_Toc3463560"/>
      <w:bookmarkStart w:id="19" w:name="_Toc3463670"/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.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حفصه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امّ سلمه</w:t>
      </w:r>
      <w:bookmarkEnd w:id="18"/>
      <w:bookmarkEnd w:id="19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نامه توه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نسبت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بصره به دست حفصه دختر عمر بن الخطاب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حفصه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خوشحال گشت و به دنبال دختران و زنان فرستاد تا حضور به هم رسانند. سپس به دست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خود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داد و دستورشان داد تا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بزنند و اشعار 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درباره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بخوانند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کرده، به ساحت مقدس آن حضرت جسارت نمودند.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به گوش امّ سلمه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حفصه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را دعوت کرده و کف زنان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جسارت و هتاک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او سخت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فرمود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به </w:t>
      </w:r>
      <w:r>
        <w:rPr>
          <w:rFonts w:hint="eastAsia"/>
          <w:rtl/>
          <w:lang w:bidi="fa-IR"/>
        </w:rPr>
        <w:t>نزد</w:t>
      </w:r>
      <w:r>
        <w:rPr>
          <w:rtl/>
          <w:lang w:bidi="fa-IR"/>
        </w:rPr>
        <w:t xml:space="preserve"> آن ها رفته، کار زشتشان را نکوهش کنم.</w:t>
      </w:r>
      <w:r w:rsidRPr="00B955DC">
        <w:rPr>
          <w:rStyle w:val="libFootnotenumChar"/>
          <w:rtl/>
        </w:rPr>
        <w:t>(2)</w:t>
      </w:r>
    </w:p>
    <w:p w:rsidR="00736191" w:rsidRDefault="00B955DC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B955DC">
      <w:pPr>
        <w:pStyle w:val="Heading2"/>
        <w:rPr>
          <w:rtl/>
          <w:lang w:bidi="fa-IR"/>
        </w:rPr>
      </w:pPr>
      <w:bookmarkStart w:id="20" w:name="_Toc3463561"/>
      <w:bookmarkStart w:id="21" w:name="_Toc3463671"/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>. دخالت ام کلثوم و رسوا نمودن حفصه</w:t>
      </w:r>
      <w:bookmarkEnd w:id="20"/>
      <w:bookmarkEnd w:id="21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که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امّ سلمه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 اجازه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ابت</w:t>
      </w:r>
      <w:r>
        <w:rPr>
          <w:rtl/>
          <w:lang w:bidi="fa-IR"/>
        </w:rPr>
        <w:t xml:space="preserve"> از شما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بروم.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آبرو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برده،</w:t>
      </w:r>
    </w:p>
    <w:p w:rsidR="00736191" w:rsidRPr="00B955DC" w:rsidRDefault="00B955DC" w:rsidP="00B955D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736191" w:rsidRDefault="00736191" w:rsidP="00B955DC">
      <w:pPr>
        <w:pStyle w:val="libFootnote0"/>
        <w:rPr>
          <w:rtl/>
          <w:lang w:bidi="fa-IR"/>
        </w:rPr>
      </w:pPr>
      <w:r>
        <w:rPr>
          <w:rtl/>
          <w:lang w:bidi="fa-IR"/>
        </w:rPr>
        <w:t>1- امّ سلمه ، ترجمه دکتر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ص39.</w:t>
      </w:r>
    </w:p>
    <w:p w:rsidR="00736191" w:rsidRDefault="00736191" w:rsidP="00B955DC">
      <w:pPr>
        <w:pStyle w:val="libFootnote0"/>
        <w:rPr>
          <w:rtl/>
          <w:lang w:bidi="fa-IR"/>
        </w:rPr>
      </w:pPr>
      <w:r>
        <w:rPr>
          <w:rtl/>
          <w:lang w:bidi="fa-IR"/>
        </w:rPr>
        <w:t>2- الجمل ، ص149.</w:t>
      </w:r>
    </w:p>
    <w:p w:rsidR="00736191" w:rsidRDefault="00B955DC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جلسه</w:t>
      </w:r>
      <w:r w:rsidR="00736191">
        <w:rPr>
          <w:rtl/>
          <w:lang w:bidi="fa-IR"/>
        </w:rPr>
        <w:t xml:space="preserve"> را به هم بر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زم</w:t>
      </w:r>
      <w:r w:rsidR="00736191">
        <w:rPr>
          <w:rtl/>
          <w:lang w:bidi="fa-IR"/>
        </w:rPr>
        <w:t>. پس بد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منظور لباس ها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خود را به تن کرد و به همراه کن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زان</w:t>
      </w:r>
      <w:r w:rsidR="00736191">
        <w:rPr>
          <w:rtl/>
          <w:lang w:bidi="fa-IR"/>
        </w:rPr>
        <w:t xml:space="preserve"> خود به طور ناشناس به عنوان تماشاچ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به محل برگزار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جلسه حرکت کرد و بر آن ها وارد شد. ام کلثوم با مشاهده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که آنان ب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شرم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و 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اوه</w:t>
      </w:r>
      <w:r w:rsidR="00736191">
        <w:rPr>
          <w:rtl/>
          <w:lang w:bidi="fa-IR"/>
        </w:rPr>
        <w:t xml:space="preserve"> گو</w:t>
      </w:r>
      <w:r w:rsidR="00736191">
        <w:rPr>
          <w:rFonts w:hint="cs"/>
          <w:rtl/>
          <w:lang w:bidi="fa-IR"/>
        </w:rPr>
        <w:t>یی</w:t>
      </w:r>
      <w:r w:rsidR="00736191">
        <w:rPr>
          <w:rtl/>
          <w:lang w:bidi="fa-IR"/>
        </w:rPr>
        <w:t xml:space="preserve"> را از حد گذرانده اند نقاب خود را کنار زده، چهره اش را نزد آنان نما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ان</w:t>
      </w:r>
      <w:r w:rsidR="00736191">
        <w:rPr>
          <w:rtl/>
          <w:lang w:bidi="fa-IR"/>
        </w:rPr>
        <w:t xml:space="preserve"> ساخت. سپس حفصه را مخاطب قرار داده، گفت: اگر امروز تو و خواهرت عا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شه</w:t>
      </w:r>
      <w:r w:rsidR="00736191">
        <w:rPr>
          <w:rtl/>
          <w:lang w:bidi="fa-IR"/>
        </w:rPr>
        <w:t xml:space="preserve"> بر ضد ام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</w:t>
      </w:r>
      <w:r w:rsidR="00736191">
        <w:rPr>
          <w:rtl/>
          <w:lang w:bidi="fa-IR"/>
        </w:rPr>
        <w:t xml:space="preserve"> مؤمنان جبهه گرفت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</w:t>
      </w:r>
      <w:r w:rsidR="00736191">
        <w:rPr>
          <w:rtl/>
          <w:lang w:bidi="fa-IR"/>
        </w:rPr>
        <w:t xml:space="preserve"> و مخالفت نمود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د،</w:t>
      </w:r>
      <w:r w:rsidR="00736191">
        <w:rPr>
          <w:rtl/>
          <w:lang w:bidi="fa-IR"/>
        </w:rPr>
        <w:t xml:space="preserve"> 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روز</w:t>
      </w:r>
      <w:r w:rsidR="00736191">
        <w:rPr>
          <w:rtl/>
          <w:lang w:bidi="fa-IR"/>
        </w:rPr>
        <w:t xml:space="preserve"> هم چن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کار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نسبت به برادر او، 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عن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رسول خدا </w:t>
      </w:r>
      <w:r w:rsidR="00D86A0D" w:rsidRPr="00D86A0D">
        <w:rPr>
          <w:rStyle w:val="libAlaemChar"/>
          <w:rtl/>
        </w:rPr>
        <w:t>صلى‌الله‌عليه‌وآله‌وسلم</w:t>
      </w:r>
      <w:r w:rsidR="00736191">
        <w:rPr>
          <w:rtl/>
          <w:lang w:bidi="fa-IR"/>
        </w:rPr>
        <w:t>داشت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</w:t>
      </w:r>
      <w:r w:rsidR="00736191">
        <w:rPr>
          <w:rtl/>
          <w:lang w:bidi="fa-IR"/>
        </w:rPr>
        <w:t xml:space="preserve"> که خداوند عل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ه</w:t>
      </w:r>
      <w:r w:rsidR="00736191">
        <w:rPr>
          <w:rtl/>
          <w:lang w:bidi="fa-IR"/>
        </w:rPr>
        <w:t xml:space="preserve"> شما دو نفر در </w:t>
      </w:r>
      <w:r w:rsidR="00736191">
        <w:rPr>
          <w:rFonts w:hint="eastAsia"/>
          <w:rtl/>
          <w:lang w:bidi="fa-IR"/>
        </w:rPr>
        <w:t>قرآن</w:t>
      </w:r>
      <w:r w:rsidR="00736191">
        <w:rPr>
          <w:rtl/>
          <w:lang w:bidi="fa-IR"/>
        </w:rPr>
        <w:t xml:space="preserve"> نازل کرد، آن چه که بر پ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امبر</w:t>
      </w:r>
      <w:r w:rsidR="00736191">
        <w:rPr>
          <w:rtl/>
          <w:lang w:bidi="fa-IR"/>
        </w:rPr>
        <w:t xml:space="preserve"> فرستاد. بدان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</w:t>
      </w:r>
      <w:r w:rsidR="00736191">
        <w:rPr>
          <w:rtl/>
          <w:lang w:bidi="fa-IR"/>
        </w:rPr>
        <w:t xml:space="preserve"> که خداوند در کم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شما است نسبت به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جنگ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که به راه انداخت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</w:t>
      </w:r>
      <w:r w:rsidR="00736191"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بود که حفصه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شرمنده شد و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داده اند و در همان حال همه را متفرق ساخت و جلسه را به هم زد.</w:t>
      </w:r>
      <w:r w:rsidRPr="00B955DC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B955DC">
      <w:pPr>
        <w:pStyle w:val="Heading2"/>
        <w:rPr>
          <w:rtl/>
          <w:lang w:bidi="fa-IR"/>
        </w:rPr>
      </w:pPr>
      <w:bookmarkStart w:id="22" w:name="_Toc3463562"/>
      <w:bookmarkStart w:id="23" w:name="_Toc3463672"/>
      <w:r>
        <w:rPr>
          <w:rtl/>
          <w:lang w:bidi="fa-IR"/>
        </w:rPr>
        <w:t>2</w:t>
      </w:r>
      <w:r w:rsidR="00B955D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تلاش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توطئه</w:t>
      </w:r>
      <w:bookmarkEnd w:id="22"/>
      <w:bookmarkEnd w:id="23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</w:t>
      </w:r>
      <w:r>
        <w:rPr>
          <w:rtl/>
          <w:lang w:bidi="fa-IR"/>
        </w:rPr>
        <w:t xml:space="preserve"> سلمه تلاش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منظور خنث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توطئه دشمنان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حکومت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انجام داد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تلاش به فرستادگان طلحه و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که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خونخواه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عثمان را کرده بودند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فرستاد: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خدا سوگند، 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 من و نه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دستور داده</w:t>
      </w:r>
    </w:p>
    <w:p w:rsidR="00736191" w:rsidRPr="00B955DC" w:rsidRDefault="00B955DC" w:rsidP="00B955D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B955DC" w:rsidRDefault="00736191" w:rsidP="00B955DC">
      <w:pPr>
        <w:pStyle w:val="libFootnote0"/>
        <w:rPr>
          <w:rtl/>
          <w:lang w:bidi="fa-IR"/>
        </w:rPr>
      </w:pPr>
      <w:r>
        <w:rPr>
          <w:rtl/>
          <w:lang w:bidi="fa-IR"/>
        </w:rPr>
        <w:t>1- الجمل ، ص149.</w:t>
      </w:r>
    </w:p>
    <w:p w:rsidR="00736191" w:rsidRDefault="00B955DC" w:rsidP="00B955D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خواسته تا در خانه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جنگ و قتال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عثمان کسان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ما، به خدا سوگند نه عفو کردن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رواست و نه صلح و نه قصاص و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مربوط به فرزندان عثمان است. افزون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بجنگ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از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بر آمده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مشقت ها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او سزاوارتر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است. به خدا سوگند هرگز راه انصاف را نسبت به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درباره همسرانش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آن ها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عراق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همسران خودتان را در خانه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نگه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B955DC">
        <w:rPr>
          <w:rStyle w:val="libFootnotenumChar"/>
          <w:rtl/>
        </w:rPr>
        <w:t>.(1)</w:t>
      </w:r>
    </w:p>
    <w:p w:rsidR="00736191" w:rsidRDefault="00B955DC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B955DC">
      <w:pPr>
        <w:pStyle w:val="Heading2"/>
        <w:rPr>
          <w:rtl/>
          <w:lang w:bidi="fa-IR"/>
        </w:rPr>
      </w:pPr>
      <w:bookmarkStart w:id="24" w:name="_Toc3463563"/>
      <w:bookmarkStart w:id="25" w:name="_Toc3463673"/>
      <w:r>
        <w:rPr>
          <w:rtl/>
          <w:lang w:bidi="fa-IR"/>
        </w:rPr>
        <w:t>3</w:t>
      </w:r>
      <w:r w:rsidR="00B955D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گزارش اخبار به رهبر</w:t>
      </w:r>
      <w:bookmarkEnd w:id="24"/>
      <w:bookmarkEnd w:id="25"/>
    </w:p>
    <w:p w:rsidR="00736191" w:rsidRDefault="00736191" w:rsidP="00B955DC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نقش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و سرنوشت ساز زنان در دوران حکومت و خلافت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گزارش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 که به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اخبار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منظور باخبر ساختن رهبر مسلمانان از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کات</w:t>
      </w:r>
      <w:r>
        <w:rPr>
          <w:rtl/>
          <w:lang w:bidi="fa-IR"/>
        </w:rPr>
        <w:t xml:space="preserve"> دشمن بر ضد نظام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رسان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اخبار سرّ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جبهه و جنگ بوده است.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2A540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. نامه امّ سلمه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D86A0D" w:rsidRPr="00D86A0D">
        <w:rPr>
          <w:rStyle w:val="libAlaemChar"/>
          <w:rtl/>
        </w:rPr>
        <w:t>عليه‌السلام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گفتگو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امّ سلمه با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چون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نتوانست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را از آشوب دور سازد، به ناچار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نامه نوشت و در آن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خاطرنشان کرد: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پروردگار، طلحه و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آن 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</w:p>
    <w:p w:rsidR="00736191" w:rsidRPr="002A5403" w:rsidRDefault="002A5403" w:rsidP="002A540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736191" w:rsidRDefault="00736191" w:rsidP="002A5403">
      <w:pPr>
        <w:pStyle w:val="libFootnote0"/>
        <w:rPr>
          <w:rtl/>
          <w:lang w:bidi="fa-IR"/>
        </w:rPr>
      </w:pPr>
      <w:r>
        <w:rPr>
          <w:rtl/>
          <w:lang w:bidi="fa-IR"/>
        </w:rPr>
        <w:t>1- الجمل ، ص124.</w:t>
      </w:r>
    </w:p>
    <w:p w:rsidR="00736191" w:rsidRDefault="002A5403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ظلالت</w:t>
      </w:r>
      <w:r w:rsidR="00736191">
        <w:rPr>
          <w:rtl/>
          <w:lang w:bidi="fa-IR"/>
        </w:rPr>
        <w:t xml:space="preserve"> اند و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خواهند عا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شه</w:t>
      </w:r>
      <w:r w:rsidR="00736191">
        <w:rPr>
          <w:rtl/>
          <w:lang w:bidi="fa-IR"/>
        </w:rPr>
        <w:t xml:space="preserve"> را به سو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بصره ب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رون</w:t>
      </w:r>
      <w:r w:rsidR="00736191">
        <w:rPr>
          <w:rtl/>
          <w:lang w:bidi="fa-IR"/>
        </w:rPr>
        <w:t xml:space="preserve"> برند و عبد الله بن عامر بن کر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ز</w:t>
      </w:r>
      <w:r w:rsidR="00736191">
        <w:rPr>
          <w:rtl/>
          <w:lang w:bidi="fa-IR"/>
        </w:rPr>
        <w:t xml:space="preserve"> هم م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ان</w:t>
      </w:r>
      <w:r w:rsidR="00736191">
        <w:rPr>
          <w:rtl/>
          <w:lang w:bidi="fa-IR"/>
        </w:rPr>
        <w:t xml:space="preserve"> آن هاست.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نان</w:t>
      </w:r>
      <w:r w:rsidR="00736191">
        <w:rPr>
          <w:rtl/>
          <w:lang w:bidi="fa-IR"/>
        </w:rPr>
        <w:t xml:space="preserve">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خواهند بگو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ند</w:t>
      </w:r>
      <w:r w:rsidR="00736191">
        <w:rPr>
          <w:rtl/>
          <w:lang w:bidi="fa-IR"/>
        </w:rPr>
        <w:t xml:space="preserve"> که عثمان مظلوم کشته شده است و آن ها قصد خونخواه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او را دارند و خداوند به حول و قوّت خود برا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رفع شرّ آن ها کاف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است و اگر پروردگار ما ر</w:t>
      </w:r>
      <w:r w:rsidR="00736191">
        <w:rPr>
          <w:rFonts w:hint="eastAsia"/>
          <w:rtl/>
          <w:lang w:bidi="fa-IR"/>
        </w:rPr>
        <w:t>ا</w:t>
      </w:r>
      <w:r w:rsidR="00736191">
        <w:rPr>
          <w:rtl/>
          <w:lang w:bidi="fa-IR"/>
        </w:rPr>
        <w:t xml:space="preserve"> از ب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رون</w:t>
      </w:r>
      <w:r w:rsidR="00736191">
        <w:rPr>
          <w:rtl/>
          <w:lang w:bidi="fa-IR"/>
        </w:rPr>
        <w:t xml:space="preserve"> آمدن منع نم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کرد و به خانه نش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فرمان نم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داد ب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رون</w:t>
      </w:r>
      <w:r w:rsidR="00736191">
        <w:rPr>
          <w:rtl/>
          <w:lang w:bidi="fa-IR"/>
        </w:rPr>
        <w:t xml:space="preserve"> آمدن به سو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تو را رها نم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کردم و تو را 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نمودم.</w:t>
      </w:r>
      <w:r w:rsidR="00736191" w:rsidRPr="002A5403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2A540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. نامه ام الفضل به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الصباغ مالک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پس از خروج طلحه و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ام الفضل (دختر حارث و مادر عبدالله بن عباس)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 به نام ظفر، 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کرده، به نزد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فرستاد تا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خروج طلحه و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مکه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بصره آگاه سازد.</w:t>
      </w:r>
      <w:r w:rsidRPr="002A5403">
        <w:rPr>
          <w:rStyle w:val="libFootnotenumChar"/>
          <w:rtl/>
        </w:rPr>
        <w:t>(2)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2A5403">
      <w:pPr>
        <w:pStyle w:val="Heading2"/>
        <w:rPr>
          <w:rtl/>
          <w:lang w:bidi="fa-IR"/>
        </w:rPr>
      </w:pPr>
      <w:bookmarkStart w:id="26" w:name="_Toc3463564"/>
      <w:bookmarkStart w:id="27" w:name="_Toc3463674"/>
      <w:r>
        <w:rPr>
          <w:rtl/>
          <w:lang w:bidi="fa-IR"/>
        </w:rPr>
        <w:t>4</w:t>
      </w:r>
      <w:r w:rsidR="002A540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گزارش اخبار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مقام فرمانده</w:t>
      </w:r>
      <w:r>
        <w:rPr>
          <w:rFonts w:hint="cs"/>
          <w:rtl/>
          <w:lang w:bidi="fa-IR"/>
        </w:rPr>
        <w:t>ی</w:t>
      </w:r>
      <w:bookmarkEnd w:id="26"/>
      <w:bookmarkEnd w:id="27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نبرد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همسر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tl/>
          <w:lang w:bidi="fa-IR"/>
        </w:rPr>
        <w:t xml:space="preserve"> بن اسود که همراه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لشکر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آمده بود، اخبار و اسرار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رساند. چنانچه در الغارات آورده است که: همسر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tl/>
          <w:lang w:bidi="fa-IR"/>
        </w:rPr>
        <w:t xml:space="preserve"> بن اسود به همراه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حضور داشت و اطلاعات لشکر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در پارچه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بر گردن اسبان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به قصد فروش آن ها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لشکر حضرت</w:t>
      </w:r>
    </w:p>
    <w:p w:rsidR="00736191" w:rsidRPr="002A5403" w:rsidRDefault="002A5403" w:rsidP="002A540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736191" w:rsidRDefault="00736191" w:rsidP="002A5403">
      <w:pPr>
        <w:pStyle w:val="libFootnote0"/>
        <w:rPr>
          <w:rtl/>
          <w:lang w:bidi="fa-IR"/>
        </w:rPr>
      </w:pPr>
      <w:r>
        <w:rPr>
          <w:rtl/>
          <w:lang w:bidi="fa-IR"/>
        </w:rPr>
        <w:t>1- امّ سلمه ، دخ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ص44.</w:t>
      </w:r>
    </w:p>
    <w:p w:rsidR="002A5403" w:rsidRDefault="00736191" w:rsidP="002A5403">
      <w:pPr>
        <w:pStyle w:val="libFootnote0"/>
        <w:rPr>
          <w:rtl/>
          <w:lang w:bidi="fa-IR"/>
        </w:rPr>
      </w:pPr>
      <w:r>
        <w:rPr>
          <w:rtl/>
          <w:lang w:bidi="fa-IR"/>
        </w:rPr>
        <w:t>2- الفصول المهمه ، ص51.</w:t>
      </w:r>
    </w:p>
    <w:p w:rsidR="00736191" w:rsidRDefault="002A5403" w:rsidP="002A540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tl/>
          <w:lang w:bidi="fa-IR"/>
        </w:rPr>
        <w:t xml:space="preserve"> بن اسود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همسر تو بود که اطلاعات ما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 و به گردن اسبان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با فروش اسبان به لشکر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اسرار ما را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tl/>
          <w:lang w:bidi="fa-IR"/>
        </w:rPr>
        <w:t xml:space="preserve"> پاسخ داد: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2A5403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2A5403" w:rsidRDefault="002A5403" w:rsidP="002A5403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2A5403">
      <w:pPr>
        <w:pStyle w:val="Heading2"/>
        <w:rPr>
          <w:rtl/>
          <w:lang w:bidi="fa-IR"/>
        </w:rPr>
      </w:pPr>
      <w:bookmarkStart w:id="28" w:name="_Toc3463565"/>
      <w:bookmarkStart w:id="29" w:name="_Toc3463675"/>
      <w:r>
        <w:rPr>
          <w:rtl/>
          <w:lang w:bidi="fa-IR"/>
        </w:rPr>
        <w:t>5</w:t>
      </w:r>
      <w:r w:rsidR="002A540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فرستادن فرزندان به جبهه جنگ</w:t>
      </w:r>
      <w:bookmarkEnd w:id="28"/>
      <w:bookmarkEnd w:id="29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زنان</w:t>
      </w:r>
      <w:r>
        <w:rPr>
          <w:rtl/>
          <w:lang w:bidi="fa-IR"/>
        </w:rPr>
        <w:t xml:space="preserve"> در حکومت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نه تنها از حضور فرزندان و همسران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برادران خود در جنگها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نکردند، بلکه خود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کننده و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گر آن 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 به جبهه جنگ و طرفدار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با حضور در صحنه نبرد شاهد شهادت جگرگوشه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بوده اند. امّ س</w:t>
      </w:r>
      <w:r>
        <w:rPr>
          <w:rFonts w:hint="eastAsia"/>
          <w:rtl/>
          <w:lang w:bidi="fa-IR"/>
        </w:rPr>
        <w:t>لمه</w:t>
      </w:r>
      <w:r>
        <w:rPr>
          <w:rtl/>
          <w:lang w:bidi="fa-IR"/>
        </w:rPr>
        <w:t xml:space="preserve"> پس از ملاقات و گفتگو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تا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امام باشد و در حد امکان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آشوب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نموده، مهاجران و انصار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دفاع از امام آماده سازد.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2A540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. 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فرزند به نبرد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نوشته</w:t>
      </w:r>
      <w:r>
        <w:rPr>
          <w:rtl/>
          <w:lang w:bidi="fa-IR"/>
        </w:rPr>
        <w:t xml:space="preserve"> اند که ام سلمه پس از وداع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حضرت را مخاطب قرار داده،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حفظ و حراست پروردگار روان شو. سوگند به خداوند، تو بر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حق هم با تو است و اگر از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رسولش کراهت نداشتم با تو همراه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سوگند به خدا،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</w:t>
      </w:r>
    </w:p>
    <w:p w:rsidR="00736191" w:rsidRPr="002A5403" w:rsidRDefault="002A5403" w:rsidP="002A540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736191" w:rsidRDefault="00736191" w:rsidP="002A5403">
      <w:pPr>
        <w:pStyle w:val="libFootnote0"/>
        <w:rPr>
          <w:rtl/>
          <w:lang w:bidi="fa-IR"/>
        </w:rPr>
      </w:pPr>
      <w:r>
        <w:rPr>
          <w:rtl/>
          <w:lang w:bidi="fa-IR"/>
        </w:rPr>
        <w:t>1- نقش زنان مسلمان در جنگ ، ص71.</w:t>
      </w:r>
    </w:p>
    <w:p w:rsidR="00736191" w:rsidRDefault="002A5403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کس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را گس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ل</w:t>
      </w:r>
      <w:r w:rsidR="00736191">
        <w:rPr>
          <w:rtl/>
          <w:lang w:bidi="fa-IR"/>
        </w:rPr>
        <w:t xml:space="preserve">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کنم که او نزد من برتر است و بر من از خو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شتن</w:t>
      </w:r>
      <w:r w:rsidR="00736191">
        <w:rPr>
          <w:rtl/>
          <w:lang w:bidi="fa-IR"/>
        </w:rPr>
        <w:t xml:space="preserve"> 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ز</w:t>
      </w:r>
      <w:r w:rsidR="00736191">
        <w:rPr>
          <w:rtl/>
          <w:lang w:bidi="fa-IR"/>
        </w:rPr>
        <w:t xml:space="preserve"> عز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ز</w:t>
      </w:r>
      <w:r w:rsidR="00736191">
        <w:rPr>
          <w:rtl/>
          <w:lang w:bidi="fa-IR"/>
        </w:rPr>
        <w:t xml:space="preserve"> است، او پسرم عمر است.</w:t>
      </w:r>
      <w:r w:rsidR="00736191" w:rsidRPr="002A5403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پسر</w:t>
      </w:r>
      <w:r>
        <w:rPr>
          <w:rtl/>
          <w:lang w:bidi="fa-IR"/>
        </w:rPr>
        <w:t xml:space="preserve"> عمر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سلمه را که برابر من است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فرستم.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مؤمنان! او را سفارش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</w:t>
      </w:r>
      <w:r w:rsidRPr="002A5403">
        <w:rPr>
          <w:rStyle w:val="libFootnotenumChar"/>
          <w:rtl/>
        </w:rPr>
        <w:t>.(2)</w:t>
      </w:r>
    </w:p>
    <w:p w:rsidR="00736191" w:rsidRDefault="00736191" w:rsidP="002A540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. نظارت 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کشته شدن فرزند خود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آغاز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شکنان بصره،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دو مرتبه بر آنان اتمام حجّت کرد و در مرتبه دوم رو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کرده، فرمود: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خدا را به دست گرفته، در مقابل گروه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شکن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ستاده،</w:t>
      </w:r>
      <w:r>
        <w:rPr>
          <w:rtl/>
          <w:lang w:bidi="fa-IR"/>
        </w:rPr>
        <w:t xml:space="preserve"> آن ها را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البته بداند که کشته خو</w:t>
      </w:r>
      <w:r>
        <w:rPr>
          <w:rFonts w:hint="eastAsia"/>
          <w:rtl/>
          <w:lang w:bidi="fa-IR"/>
        </w:rPr>
        <w:t>اهد</w:t>
      </w:r>
      <w:r>
        <w:rPr>
          <w:rtl/>
          <w:lang w:bidi="fa-IR"/>
        </w:rPr>
        <w:t xml:space="preserve"> شد و من از طرف خداوند بهشت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ضامن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مسلم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عبدالق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برخ</w:t>
      </w:r>
      <w:r w:rsidR="002A5403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اظهار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تا سه مرتبه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و همان جوان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و اظهار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پس قرآن را از دست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گرفت و با قرار گرفتن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لشکر کتاب خدا را باز کرد و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قرآن است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شما را بر آن چه که در او هست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را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رباران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خداوند چهره اش را</w:t>
      </w:r>
    </w:p>
    <w:p w:rsidR="00736191" w:rsidRPr="002A5403" w:rsidRDefault="002A5403" w:rsidP="002A540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736191" w:rsidRDefault="00736191" w:rsidP="002A5403">
      <w:pPr>
        <w:pStyle w:val="libFootnote0"/>
        <w:rPr>
          <w:rtl/>
          <w:lang w:bidi="fa-IR"/>
        </w:rPr>
      </w:pPr>
      <w:r>
        <w:rPr>
          <w:rtl/>
          <w:lang w:bidi="fa-IR"/>
        </w:rPr>
        <w:t>1- امّ سلمه ، ص46.</w:t>
      </w:r>
    </w:p>
    <w:p w:rsidR="002A5403" w:rsidRDefault="00736191" w:rsidP="002A5403">
      <w:pPr>
        <w:pStyle w:val="libFootnote0"/>
        <w:rPr>
          <w:rtl/>
          <w:lang w:bidi="fa-IR"/>
        </w:rPr>
      </w:pPr>
      <w:r>
        <w:rPr>
          <w:rtl/>
          <w:lang w:bidi="fa-IR"/>
        </w:rPr>
        <w:t>2- امّ سلمه ، ص44.</w:t>
      </w:r>
    </w:p>
    <w:p w:rsidR="00736191" w:rsidRDefault="002A5403" w:rsidP="002A540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زشت</w:t>
      </w:r>
      <w:r>
        <w:rPr>
          <w:rtl/>
          <w:lang w:bidi="fa-IR"/>
        </w:rPr>
        <w:t xml:space="preserve"> گرداند. آنان به دستور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هر سو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حمله کردند و او را از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درآوردند. مادرش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صحنه دلخراش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قساوت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شکنان،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و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فرزندش انداخته، او را با کمک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معرکه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برد و در </w:t>
      </w:r>
      <w:r>
        <w:rPr>
          <w:rFonts w:hint="eastAsia"/>
          <w:rtl/>
          <w:lang w:bidi="fa-IR"/>
        </w:rPr>
        <w:t>مقابل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قرارش داد 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اشعار را به زبان آورد: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: فرزندم مسلم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را فرا خواند و بر آنان کتاب تو را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ترس و وحشت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از خونش رنگ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مادرش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نظاره گر بود ... .</w:t>
      </w:r>
      <w:r w:rsidRPr="002A5403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2A5403">
      <w:pPr>
        <w:pStyle w:val="Heading2"/>
        <w:rPr>
          <w:rtl/>
          <w:lang w:bidi="fa-IR"/>
        </w:rPr>
      </w:pPr>
      <w:bookmarkStart w:id="30" w:name="_Toc3463566"/>
      <w:bookmarkStart w:id="31" w:name="_Toc3463676"/>
      <w:r>
        <w:rPr>
          <w:rtl/>
          <w:lang w:bidi="fa-IR"/>
        </w:rPr>
        <w:t>6</w:t>
      </w:r>
      <w:r w:rsidR="002A540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رزمندگان به جنگ با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bookmarkEnd w:id="30"/>
      <w:bookmarkEnd w:id="31"/>
    </w:p>
    <w:p w:rsidR="00736191" w:rsidRDefault="00736191" w:rsidP="002A5403">
      <w:pPr>
        <w:pStyle w:val="libBold2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زنان</w:t>
      </w:r>
      <w:r>
        <w:rPr>
          <w:rtl/>
          <w:lang w:bidi="fa-IR"/>
        </w:rPr>
        <w:t xml:space="preserve"> در نبرد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خواندن اشعار ته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کننده و خطابه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رزمندگان اسلام را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لشکر 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tl/>
          <w:lang w:bidi="fa-IR"/>
        </w:rPr>
        <w:t xml:space="preserve">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زنان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مجاهد و فداکار همچون بکاره هلال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ام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زرقاء و سوده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در آن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و 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عهده داشتند.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2A540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. اشعار مه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بکاره هلال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بکاره</w:t>
      </w:r>
      <w:r>
        <w:rPr>
          <w:rtl/>
          <w:lang w:bidi="fa-IR"/>
        </w:rPr>
        <w:t xml:space="preserve"> هلال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بانوان قهرمان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نبرد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طرفدار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بر ضد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هوادارانش شعر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سرود و رزمندگان را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دوران کهولت به همراه دو خدمتکار خود بر </w:t>
      </w:r>
      <w:r>
        <w:rPr>
          <w:rtl/>
          <w:lang w:bidi="fa-IR"/>
        </w:rPr>
        <w:lastRenderedPageBreak/>
        <w:t>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وارد شد. مروان بن حکم و عمر بن عاص که نزد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نشسته</w:t>
      </w:r>
      <w:r>
        <w:rPr>
          <w:rtl/>
          <w:lang w:bidi="fa-IR"/>
        </w:rPr>
        <w:t xml:space="preserve"> بودند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اقدامات بکاره در جنگ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افتاده،</w:t>
      </w:r>
    </w:p>
    <w:p w:rsidR="00736191" w:rsidRPr="002A5403" w:rsidRDefault="002A5403" w:rsidP="002A540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____________________________________________</w:t>
      </w:r>
    </w:p>
    <w:p w:rsidR="00736191" w:rsidRDefault="00736191" w:rsidP="002A5403">
      <w:pPr>
        <w:pStyle w:val="libFootnote0"/>
        <w:rPr>
          <w:rtl/>
          <w:lang w:bidi="fa-IR"/>
        </w:rPr>
      </w:pPr>
      <w:r>
        <w:rPr>
          <w:rtl/>
          <w:lang w:bidi="fa-IR"/>
        </w:rPr>
        <w:t>1- الجمل ، ص181.</w:t>
      </w:r>
    </w:p>
    <w:p w:rsidR="00736191" w:rsidRDefault="002A5403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زمان</w:t>
      </w:r>
      <w:r w:rsidR="00736191">
        <w:rPr>
          <w:rtl/>
          <w:lang w:bidi="fa-IR"/>
        </w:rPr>
        <w:t xml:space="preserve"> را برا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تحر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ک</w:t>
      </w:r>
      <w:r w:rsidR="00736191">
        <w:rPr>
          <w:rtl/>
          <w:lang w:bidi="fa-IR"/>
        </w:rPr>
        <w:t xml:space="preserve"> معاو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ه</w:t>
      </w:r>
      <w:r w:rsidR="00736191">
        <w:rPr>
          <w:rtl/>
          <w:lang w:bidi="fa-IR"/>
        </w:rPr>
        <w:t xml:space="preserve"> بس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ار</w:t>
      </w:r>
      <w:r w:rsidR="00736191">
        <w:rPr>
          <w:rtl/>
          <w:lang w:bidi="fa-IR"/>
        </w:rPr>
        <w:t xml:space="preserve"> مناسب 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دند</w:t>
      </w:r>
      <w:r w:rsidR="00736191">
        <w:rPr>
          <w:rtl/>
          <w:lang w:bidi="fa-IR"/>
        </w:rPr>
        <w:t>. از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رو مروان گفت: 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ام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رالمؤمن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ن،</w:t>
      </w:r>
      <w:r w:rsidR="00736191">
        <w:rPr>
          <w:rtl/>
          <w:lang w:bidi="fa-IR"/>
        </w:rPr>
        <w:t xml:space="preserve">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زن را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شناس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؟</w:t>
      </w:r>
      <w:r w:rsidR="00736191">
        <w:rPr>
          <w:rtl/>
          <w:lang w:bidi="fa-IR"/>
        </w:rPr>
        <w:t xml:space="preserve"> معاو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ه</w:t>
      </w:r>
      <w:r w:rsidR="00736191">
        <w:rPr>
          <w:rtl/>
          <w:lang w:bidi="fa-IR"/>
        </w:rPr>
        <w:t xml:space="preserve"> گفت: او ک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ست؟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مروان</w:t>
      </w:r>
      <w:r>
        <w:rPr>
          <w:rtl/>
          <w:lang w:bidi="fa-IR"/>
        </w:rPr>
        <w:t xml:space="preserve"> پاسخ داد: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را بر ضد ما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اشعار مه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سرود. آن 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سخ</w:t>
      </w:r>
      <w:r w:rsidR="002A5403">
        <w:rPr>
          <w:rFonts w:hint="cs"/>
          <w:rtl/>
          <w:lang w:bidi="fa-IR"/>
        </w:rPr>
        <w:t>ن</w:t>
      </w:r>
      <w:r>
        <w:rPr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و ساکت شدند. بکاره لب به سخن گشود و گفت: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! سگها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کباره</w:t>
      </w:r>
      <w:r>
        <w:rPr>
          <w:rtl/>
          <w:lang w:bidi="fa-IR"/>
        </w:rPr>
        <w:t xml:space="preserve"> هجوم آوردند و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نوبت پارس کردند. به خدا سوگند، فرد مورد نظر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من بودم و حرفها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هرگز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پس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ده؛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پس از شهادت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Pr="002A5403">
        <w:rPr>
          <w:rStyle w:val="libFootnotenumChar"/>
          <w:rtl/>
        </w:rPr>
        <w:t>.(1)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2A540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.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برادر به جنگ با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36191" w:rsidRDefault="00736191" w:rsidP="002A540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سوده</w:t>
      </w:r>
      <w:r>
        <w:rPr>
          <w:rtl/>
          <w:lang w:bidi="fa-IR"/>
        </w:rPr>
        <w:t xml:space="preserve"> دختر عماره از زنان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جنگ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برادر خود نقش بسزا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داشته است.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قصد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وارد شام شد. پس از ورود،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اشتر، حالت چگونه است؟</w:t>
      </w:r>
    </w:p>
    <w:p w:rsidR="00736191" w:rsidRPr="002A5403" w:rsidRDefault="00736191" w:rsidP="002A5403">
      <w:pPr>
        <w:pStyle w:val="libNormal"/>
        <w:rPr>
          <w:rFonts w:cs="Times New Roman"/>
          <w:rtl/>
          <w:lang w:bidi="fa-IR"/>
        </w:rPr>
      </w:pPr>
      <w:r>
        <w:rPr>
          <w:rFonts w:hint="eastAsia"/>
          <w:rtl/>
          <w:lang w:bidi="fa-IR"/>
        </w:rPr>
        <w:t>سوده</w:t>
      </w:r>
      <w:r>
        <w:rPr>
          <w:rtl/>
          <w:lang w:bidi="fa-IR"/>
        </w:rPr>
        <w:t xml:space="preserve"> پاسخ داد: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سلامت هستم.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تو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جنگ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برادرت در نبرد با ما </w:t>
      </w:r>
      <w:r w:rsidR="002A5403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اشعار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عماره!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فان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جنگ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روبرو شدند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پرتاب کردند، بسان پدرت تنور جنگ را داغ نگهدار.</w:t>
      </w:r>
      <w:r>
        <w:rPr>
          <w:rtl/>
          <w:lang w:bidi="fa-IR"/>
        </w:rPr>
        <w:cr/>
      </w:r>
      <w:r w:rsidR="002A5403">
        <w:rPr>
          <w:rFonts w:cs="Times New Roman" w:hint="cs"/>
          <w:rtl/>
          <w:lang w:bidi="fa-IR"/>
        </w:rPr>
        <w:t>__________________________________________</w:t>
      </w:r>
    </w:p>
    <w:p w:rsidR="002A5403" w:rsidRDefault="00736191" w:rsidP="002A5403">
      <w:pPr>
        <w:pStyle w:val="libFootnote0"/>
        <w:rPr>
          <w:rtl/>
          <w:lang w:bidi="fa-IR"/>
        </w:rPr>
      </w:pPr>
      <w:r>
        <w:rPr>
          <w:rtl/>
          <w:lang w:bidi="fa-IR"/>
        </w:rPr>
        <w:t>1- اعلام النساء ، ج1، ص137.</w:t>
      </w:r>
    </w:p>
    <w:p w:rsidR="00736191" w:rsidRDefault="002A5403" w:rsidP="002A540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فرزندش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روانش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و با آرامش و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خاطر بجنگ و بر فرزندش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حمله کن،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برادر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حضرت محمد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امام و رهبر و پرچمدار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ماست؛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کرده،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پرچم آن حضرت با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شجاعانه حرکت کن؟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سوده</w:t>
      </w:r>
      <w:r>
        <w:rPr>
          <w:rtl/>
          <w:lang w:bidi="fa-IR"/>
        </w:rPr>
        <w:t xml:space="preserve"> پاسخ داد: البته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اشعار از من است و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من به خاطر ترس، هرگز از حق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گردان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به دروغ زبان اعتذار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گفت: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باعث شد تا برادرت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ضد من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سوده گفت: تنها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محبت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حق مرا بر آن داشت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اشعار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گفت: هرگز خاطره تلخ جانباز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برادرت در راه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ذهنم محو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من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اندازه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شما و برادرت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 w:rsidRPr="00DA5710">
        <w:rPr>
          <w:rStyle w:val="libFootnotenumChar"/>
          <w:rtl/>
        </w:rPr>
        <w:t>.(1)</w:t>
      </w:r>
    </w:p>
    <w:p w:rsidR="00736191" w:rsidRDefault="00DA5710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DA5710">
      <w:pPr>
        <w:pStyle w:val="Heading2"/>
        <w:rPr>
          <w:rtl/>
          <w:lang w:bidi="fa-IR"/>
        </w:rPr>
      </w:pPr>
      <w:bookmarkStart w:id="32" w:name="_Toc3463567"/>
      <w:bookmarkStart w:id="33" w:name="_Toc3463677"/>
      <w:r>
        <w:rPr>
          <w:rtl/>
          <w:lang w:bidi="fa-IR"/>
        </w:rPr>
        <w:t>7</w:t>
      </w:r>
      <w:r w:rsidR="00DA57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کلاس درس و جلسه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bookmarkEnd w:id="32"/>
      <w:bookmarkEnd w:id="33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مورخان</w:t>
      </w:r>
      <w:r>
        <w:rPr>
          <w:rtl/>
          <w:lang w:bidi="fa-IR"/>
        </w:rPr>
        <w:t xml:space="preserve"> نوشته اند: در مدت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در کوفه حضور داشت، دختر بزرگوار آن حضرت،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ارشاد و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زنان کوفه اشتغال داشت. از خصائص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نقل شده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در کوفه مجلس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ها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ها قرآن را ت</w:t>
      </w:r>
      <w:r>
        <w:rPr>
          <w:rFonts w:hint="eastAsia"/>
          <w:rtl/>
          <w:lang w:bidi="fa-IR"/>
        </w:rPr>
        <w:t>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</w:p>
    <w:p w:rsidR="00736191" w:rsidRPr="00DA5710" w:rsidRDefault="00DA5710" w:rsidP="00DA571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736191" w:rsidRDefault="00736191" w:rsidP="00DA5710">
      <w:pPr>
        <w:pStyle w:val="libFootnote0"/>
        <w:rPr>
          <w:rtl/>
          <w:lang w:bidi="fa-IR"/>
        </w:rPr>
      </w:pPr>
      <w:r>
        <w:rPr>
          <w:rtl/>
          <w:lang w:bidi="fa-IR"/>
        </w:rPr>
        <w:t>1- نقش زنان در جنگ ، ص52.</w:t>
      </w:r>
    </w:p>
    <w:p w:rsidR="00736191" w:rsidRDefault="00DA5710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کرد و در 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ک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از روز ها به تفس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</w:t>
      </w:r>
      <w:r w:rsidR="00736191">
        <w:rPr>
          <w:rtl/>
          <w:lang w:bidi="fa-IR"/>
        </w:rPr>
        <w:t xml:space="preserve"> سوره که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عص</w:t>
      </w:r>
      <w:r w:rsidR="00736191">
        <w:rPr>
          <w:rtl/>
          <w:lang w:bidi="fa-IR"/>
        </w:rPr>
        <w:t xml:space="preserve"> مشغول بود که ام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رمؤمنان</w:t>
      </w:r>
      <w:r w:rsidR="00736191"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 w:rsidR="00736191">
        <w:rPr>
          <w:rtl/>
          <w:lang w:bidi="fa-IR"/>
        </w:rPr>
        <w:t xml:space="preserve"> از در وارد شد و از دخترش پرس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</w:t>
      </w:r>
      <w:r w:rsidR="00736191">
        <w:rPr>
          <w:rtl/>
          <w:lang w:bidi="fa-IR"/>
        </w:rPr>
        <w:t>: «که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عص»</w:t>
      </w:r>
      <w:r w:rsidR="00736191">
        <w:rPr>
          <w:rtl/>
          <w:lang w:bidi="fa-IR"/>
        </w:rPr>
        <w:t xml:space="preserve"> را تفس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</w:t>
      </w:r>
      <w:r w:rsidR="00736191">
        <w:rPr>
          <w:rtl/>
          <w:lang w:bidi="fa-IR"/>
        </w:rPr>
        <w:t xml:space="preserve">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کن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؟</w:t>
      </w:r>
      <w:r w:rsidR="00736191">
        <w:rPr>
          <w:rtl/>
          <w:lang w:bidi="fa-IR"/>
        </w:rPr>
        <w:t xml:space="preserve"> عرض کرد: آر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>. عل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 w:rsidR="00736191">
        <w:rPr>
          <w:rtl/>
          <w:lang w:bidi="fa-IR"/>
        </w:rPr>
        <w:t xml:space="preserve"> فرمود: 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نور 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ده،</w:t>
      </w:r>
      <w:r w:rsidR="00736191">
        <w:rPr>
          <w:rtl/>
          <w:lang w:bidi="fa-IR"/>
        </w:rPr>
        <w:t xml:space="preserve">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حروف، رمز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است در مص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بت</w:t>
      </w:r>
      <w:r w:rsidR="00736191">
        <w:rPr>
          <w:rtl/>
          <w:lang w:bidi="fa-IR"/>
        </w:rPr>
        <w:t xml:space="preserve"> آ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نده</w:t>
      </w:r>
      <w:r w:rsidR="00736191">
        <w:rPr>
          <w:rtl/>
          <w:lang w:bidi="fa-IR"/>
        </w:rPr>
        <w:t xml:space="preserve"> شما عترت پ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امبر</w:t>
      </w:r>
      <w:r w:rsidR="00736191" w:rsidRPr="00DA5710">
        <w:rPr>
          <w:rStyle w:val="libFootnotenumChar"/>
          <w:rtl/>
        </w:rPr>
        <w:t>.(1)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DA5710">
      <w:pPr>
        <w:pStyle w:val="Heading2"/>
        <w:rPr>
          <w:rtl/>
          <w:lang w:bidi="fa-IR"/>
        </w:rPr>
      </w:pPr>
      <w:bookmarkStart w:id="34" w:name="_Toc3463568"/>
      <w:bookmarkStart w:id="35" w:name="_Toc3463678"/>
      <w:r>
        <w:rPr>
          <w:rtl/>
          <w:lang w:bidi="fa-IR"/>
        </w:rPr>
        <w:t>8</w:t>
      </w:r>
      <w:r w:rsidR="00DA57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کشته شدن استاندار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bookmarkEnd w:id="34"/>
      <w:bookmarkEnd w:id="35"/>
    </w:p>
    <w:p w:rsidR="00736191" w:rsidRDefault="00736191" w:rsidP="00DA57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تصرف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به دست فتنه گران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شکنان و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عثمان بن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استاندار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بصره، طلحه و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گفتند: درباره ابن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چه دستور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او را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خداوند او را بکشد.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از اهل بصره به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مادر!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کشته شدن عثمان بن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برادرش سهل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است و همچنانکه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اوس و خزرج. به خدا سوگند، اگر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تلاف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کشته شدن برادر خود، فرزندان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خواهد کشت.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سبب نظر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 که به طور موقت او را به زندان فرستد و سرانجام از اقدامات تلاف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برادرش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از زندان آزادش کردند.</w:t>
      </w:r>
      <w:r w:rsidRPr="00DA5710">
        <w:rPr>
          <w:rStyle w:val="libFootnotenumChar"/>
          <w:rtl/>
        </w:rPr>
        <w:t>(2)</w:t>
      </w:r>
    </w:p>
    <w:p w:rsidR="00DA5710" w:rsidRPr="00DA5710" w:rsidRDefault="00DA5710" w:rsidP="00DA5710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DA5710" w:rsidRDefault="00DA5710" w:rsidP="00DA5710">
      <w:pPr>
        <w:pStyle w:val="libFootnote0"/>
        <w:rPr>
          <w:rtl/>
          <w:lang w:bidi="fa-IR"/>
        </w:rPr>
      </w:pPr>
      <w:r>
        <w:rPr>
          <w:rtl/>
          <w:lang w:bidi="fa-IR"/>
        </w:rPr>
        <w:t>1-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فاطمه و دختران آن حضرت ، ص267.</w:t>
      </w:r>
    </w:p>
    <w:p w:rsidR="00DA5710" w:rsidRDefault="00DA5710" w:rsidP="00DA5710">
      <w:pPr>
        <w:pStyle w:val="libFootnote0"/>
        <w:rPr>
          <w:rtl/>
          <w:lang w:bidi="fa-IR"/>
        </w:rPr>
      </w:pPr>
      <w:r>
        <w:rPr>
          <w:rtl/>
          <w:lang w:bidi="fa-IR"/>
        </w:rPr>
        <w:t>2- الجمل ، ص153.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DA5710" w:rsidRDefault="00DA5710" w:rsidP="00736191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DA5710">
      <w:pPr>
        <w:pStyle w:val="Heading2"/>
        <w:rPr>
          <w:rtl/>
          <w:lang w:bidi="fa-IR"/>
        </w:rPr>
      </w:pPr>
      <w:bookmarkStart w:id="36" w:name="_Toc3463569"/>
      <w:bookmarkStart w:id="37" w:name="_Toc3463679"/>
      <w:r>
        <w:rPr>
          <w:rtl/>
          <w:lang w:bidi="fa-IR"/>
        </w:rPr>
        <w:t>9</w:t>
      </w:r>
      <w:r w:rsidR="00DA57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چهل زن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bookmarkEnd w:id="36"/>
      <w:bookmarkEnd w:id="37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ختم غائله و فروکش کردن آشوب شورش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بصره،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دستور بازگشت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 صادر کرد، اما او همچنان اصرار بر ماندن در بصره داشت.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حضرت خود بر او وارد شد و فرمود: برگرد به خانه ا</w:t>
      </w:r>
      <w:r>
        <w:rPr>
          <w:rFonts w:hint="cs"/>
          <w:rtl/>
          <w:lang w:bidi="fa-IR"/>
        </w:rPr>
        <w:t>ی</w:t>
      </w:r>
      <w:r w:rsidR="00DA5710"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تو را در آن ترک کرد.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گفت: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روم. حضرت فرمود: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درباره ات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خود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[به وکالت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طلاق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دهم]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ناچار آهنگ سفر کرد. آن حضرت چهل زن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عبدق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 فراخواند و لباس مردانه در بر آن ها کرد و به مصاحبت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جانب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روانه کرد.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چون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گفتند: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</w:t>
      </w: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چه معامله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گفت: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لکن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مردان اجنب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همراه من به جانب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فرستاد.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بود که آن زنان لباس خود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داده،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چهل نفر از زنان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عبدق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هستند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.</w:t>
      </w:r>
      <w:r w:rsidRPr="00DA5710">
        <w:rPr>
          <w:rStyle w:val="libFootnotenumChar"/>
          <w:rFonts w:hint="cs"/>
          <w:rtl/>
        </w:rPr>
        <w:t>(1)</w:t>
      </w:r>
    </w:p>
    <w:p w:rsidR="00736191" w:rsidRDefault="00DA5710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DA5710">
      <w:pPr>
        <w:pStyle w:val="Heading2"/>
        <w:rPr>
          <w:rtl/>
          <w:lang w:bidi="fa-IR"/>
        </w:rPr>
      </w:pPr>
      <w:bookmarkStart w:id="38" w:name="_Toc3463570"/>
      <w:bookmarkStart w:id="39" w:name="_Toc3463680"/>
      <w:r>
        <w:rPr>
          <w:rtl/>
          <w:lang w:bidi="fa-IR"/>
        </w:rPr>
        <w:t>10</w:t>
      </w:r>
      <w:r w:rsidR="00DA57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بشارت فتح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 هان</w:t>
      </w:r>
      <w:r>
        <w:rPr>
          <w:rFonts w:hint="cs"/>
          <w:rtl/>
          <w:lang w:bidi="fa-IR"/>
        </w:rPr>
        <w:t>ی</w:t>
      </w:r>
      <w:bookmarkEnd w:id="38"/>
      <w:bookmarkEnd w:id="39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بر شورش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بصره حضرت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خواهرش ام 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بشارت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دهد: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بر تو. حمد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جز او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اما بعد: ما با گروه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شکن در بصره روبرو گشته، به مصاف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خداوند به حول و قوّتش به 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آن ها سنت و روش ظالمان را عطا کرد.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طلحه و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عبدالرحمن بن عتاب و کسان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ها کشته شدند ....</w:t>
      </w:r>
      <w:r w:rsidRPr="00DA5710">
        <w:rPr>
          <w:rStyle w:val="libFootnotenumChar"/>
          <w:rtl/>
        </w:rPr>
        <w:t>(2)</w:t>
      </w:r>
    </w:p>
    <w:p w:rsidR="00736191" w:rsidRPr="00DA5710" w:rsidRDefault="00DA5710" w:rsidP="00DA571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736191" w:rsidRDefault="00736191" w:rsidP="00DA5710">
      <w:pPr>
        <w:pStyle w:val="libFootnote0"/>
        <w:rPr>
          <w:rtl/>
          <w:lang w:bidi="fa-IR"/>
        </w:rPr>
      </w:pPr>
      <w:r>
        <w:rPr>
          <w:rtl/>
          <w:lang w:bidi="fa-IR"/>
        </w:rPr>
        <w:t>1-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ام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ص65.</w:t>
      </w:r>
    </w:p>
    <w:p w:rsidR="00736191" w:rsidRDefault="00736191" w:rsidP="00DA5710">
      <w:pPr>
        <w:pStyle w:val="libFootnote0"/>
        <w:rPr>
          <w:rtl/>
          <w:lang w:bidi="fa-IR"/>
        </w:rPr>
      </w:pPr>
      <w:r>
        <w:rPr>
          <w:rtl/>
          <w:lang w:bidi="fa-IR"/>
        </w:rPr>
        <w:t>2- الجمل ، ص212.</w:t>
      </w:r>
    </w:p>
    <w:p w:rsidR="00DA5710" w:rsidRDefault="00DA5710" w:rsidP="00736191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DA5710">
      <w:pPr>
        <w:pStyle w:val="Heading2"/>
        <w:rPr>
          <w:rtl/>
          <w:lang w:bidi="fa-IR"/>
        </w:rPr>
      </w:pPr>
      <w:bookmarkStart w:id="40" w:name="_Toc3463571"/>
      <w:bookmarkStart w:id="41" w:name="_Toc3463681"/>
      <w:r>
        <w:rPr>
          <w:rtl/>
          <w:lang w:bidi="fa-IR"/>
        </w:rPr>
        <w:t>11</w:t>
      </w:r>
      <w:r w:rsidR="00DA57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عزل کارگزار با گزارش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</w:t>
      </w:r>
      <w:bookmarkEnd w:id="40"/>
      <w:bookmarkEnd w:id="41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کشف الغمه از سوده دختر عماره همدان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کرده است: به خدا سوگند،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وارد شدم و قصد داشتم از فرماندار منصوب از طرف حضرت که در اخذ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به ما ظلم کرده بود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کنم. آن حضرت در حال نماز بود؛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نمازش را زودتر تمام کرد و با کمال لطف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آمد و فرمود: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کردم: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ماجرا را شرح دادم.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DA57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صورت خود را به طرف آسمان بالا برده بود، فرمود: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تو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آنها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ستم به مردم دعوت نکرده ام. سپس قطعه پوست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نوشت: </w:t>
      </w:r>
      <w:r w:rsidR="00DA5710" w:rsidRPr="00DA5710">
        <w:rPr>
          <w:rStyle w:val="libAlaemChar"/>
          <w:rFonts w:hint="cs"/>
          <w:rtl/>
        </w:rPr>
        <w:t>(</w:t>
      </w:r>
      <w:r w:rsidRPr="00DA5710">
        <w:rPr>
          <w:rStyle w:val="libAieChar"/>
          <w:rtl/>
        </w:rPr>
        <w:t>بِسْمِ اللَّهِ الرَّحْمَانِ الرَّحِ</w:t>
      </w:r>
      <w:r w:rsidRPr="00DA5710">
        <w:rPr>
          <w:rStyle w:val="libAieChar"/>
          <w:rFonts w:hint="cs"/>
          <w:rtl/>
        </w:rPr>
        <w:t>ی</w:t>
      </w:r>
      <w:r w:rsidRPr="00DA5710">
        <w:rPr>
          <w:rStyle w:val="libAieChar"/>
          <w:rFonts w:hint="eastAsia"/>
          <w:rtl/>
        </w:rPr>
        <w:t>مِ</w:t>
      </w:r>
      <w:r w:rsidRPr="00DA5710">
        <w:rPr>
          <w:rStyle w:val="libAieChar"/>
          <w:rtl/>
        </w:rPr>
        <w:t xml:space="preserve"> قَدْ جَاءَتْکُمْ بَ</w:t>
      </w:r>
      <w:r w:rsidRPr="00DA5710">
        <w:rPr>
          <w:rStyle w:val="libAieChar"/>
          <w:rFonts w:hint="cs"/>
          <w:rtl/>
        </w:rPr>
        <w:t>یِّ</w:t>
      </w:r>
      <w:r w:rsidRPr="00DA5710">
        <w:rPr>
          <w:rStyle w:val="libAieChar"/>
          <w:rFonts w:hint="eastAsia"/>
          <w:rtl/>
        </w:rPr>
        <w:t>نَهٌ</w:t>
      </w:r>
      <w:r w:rsidRPr="00DA5710">
        <w:rPr>
          <w:rStyle w:val="libAieChar"/>
          <w:rtl/>
        </w:rPr>
        <w:t xml:space="preserve"> مِنْ رَبِّکُمْ فَأ</w:t>
      </w:r>
      <w:r w:rsidRPr="00DA5710">
        <w:rPr>
          <w:rStyle w:val="libAieChar"/>
          <w:rFonts w:hint="eastAsia"/>
          <w:rtl/>
        </w:rPr>
        <w:t>َوْفُوا</w:t>
      </w:r>
      <w:r w:rsidRPr="00DA5710">
        <w:rPr>
          <w:rStyle w:val="libAieChar"/>
          <w:rtl/>
        </w:rPr>
        <w:t xml:space="preserve"> الْکَ</w:t>
      </w:r>
      <w:r w:rsidRPr="00DA5710">
        <w:rPr>
          <w:rStyle w:val="libAieChar"/>
          <w:rFonts w:hint="cs"/>
          <w:rtl/>
        </w:rPr>
        <w:t>یْ</w:t>
      </w:r>
      <w:r w:rsidRPr="00DA5710">
        <w:rPr>
          <w:rStyle w:val="libAieChar"/>
          <w:rFonts w:hint="eastAsia"/>
          <w:rtl/>
        </w:rPr>
        <w:t>لَ</w:t>
      </w:r>
      <w:r w:rsidRPr="00DA5710">
        <w:rPr>
          <w:rStyle w:val="libAieChar"/>
          <w:rtl/>
        </w:rPr>
        <w:t xml:space="preserve"> وَالْمِ</w:t>
      </w:r>
      <w:r w:rsidRPr="00DA5710">
        <w:rPr>
          <w:rStyle w:val="libAieChar"/>
          <w:rFonts w:hint="cs"/>
          <w:rtl/>
        </w:rPr>
        <w:t>ی</w:t>
      </w:r>
      <w:r w:rsidRPr="00DA5710">
        <w:rPr>
          <w:rStyle w:val="libAieChar"/>
          <w:rFonts w:hint="eastAsia"/>
          <w:rtl/>
        </w:rPr>
        <w:t>زَانَ</w:t>
      </w:r>
      <w:r w:rsidRPr="00DA5710">
        <w:rPr>
          <w:rStyle w:val="libAieChar"/>
          <w:rtl/>
        </w:rPr>
        <w:t xml:space="preserve"> وَلَا تَبْخَسُوا النَّاسَ أَشْ</w:t>
      </w:r>
      <w:r w:rsidRPr="00DA5710">
        <w:rPr>
          <w:rStyle w:val="libAieChar"/>
          <w:rFonts w:hint="cs"/>
          <w:rtl/>
        </w:rPr>
        <w:t>یَ</w:t>
      </w:r>
      <w:r w:rsidRPr="00DA5710">
        <w:rPr>
          <w:rStyle w:val="libAieChar"/>
          <w:rFonts w:hint="eastAsia"/>
          <w:rtl/>
        </w:rPr>
        <w:t>اءَهُمْ</w:t>
      </w:r>
      <w:r w:rsidRPr="00DA5710">
        <w:rPr>
          <w:rStyle w:val="libAieChar"/>
          <w:rtl/>
        </w:rPr>
        <w:t xml:space="preserve"> وَلَا تُفْسِدُوا فِ</w:t>
      </w:r>
      <w:r w:rsidRPr="00DA5710">
        <w:rPr>
          <w:rStyle w:val="libAieChar"/>
          <w:rFonts w:hint="cs"/>
          <w:rtl/>
        </w:rPr>
        <w:t>ی</w:t>
      </w:r>
      <w:r w:rsidRPr="00DA5710">
        <w:rPr>
          <w:rStyle w:val="libAieChar"/>
          <w:rtl/>
        </w:rPr>
        <w:t xml:space="preserve"> الْأَرْضِ بَعْدَ إِصْلَاحِهَا ذَلِکُمْ خَ</w:t>
      </w:r>
      <w:r w:rsidRPr="00DA5710">
        <w:rPr>
          <w:rStyle w:val="libAieChar"/>
          <w:rFonts w:hint="cs"/>
          <w:rtl/>
        </w:rPr>
        <w:t>یْ</w:t>
      </w:r>
      <w:r w:rsidRPr="00DA5710">
        <w:rPr>
          <w:rStyle w:val="libAieChar"/>
          <w:rFonts w:hint="eastAsia"/>
          <w:rtl/>
        </w:rPr>
        <w:t>رٌ</w:t>
      </w:r>
      <w:r w:rsidRPr="00DA5710">
        <w:rPr>
          <w:rStyle w:val="libAieChar"/>
          <w:rtl/>
        </w:rPr>
        <w:t xml:space="preserve"> لَکُمْ إِنْ کُنتُمْ مُؤْمِنِ</w:t>
      </w:r>
      <w:r w:rsidRPr="00DA5710">
        <w:rPr>
          <w:rStyle w:val="libAieChar"/>
          <w:rFonts w:hint="cs"/>
          <w:rtl/>
        </w:rPr>
        <w:t>ی</w:t>
      </w:r>
      <w:r w:rsidRPr="00DA5710">
        <w:rPr>
          <w:rStyle w:val="libAieChar"/>
          <w:rFonts w:hint="eastAsia"/>
          <w:rtl/>
        </w:rPr>
        <w:t>نَ</w:t>
      </w:r>
      <w:r w:rsidR="00DA5710" w:rsidRPr="00DA5710">
        <w:rPr>
          <w:rStyle w:val="libAlaemChar"/>
          <w:rFonts w:hint="cs"/>
          <w:rtl/>
        </w:rPr>
        <w:t>)</w:t>
      </w:r>
      <w:r>
        <w:rPr>
          <w:rtl/>
          <w:lang w:bidi="fa-IR"/>
        </w:rPr>
        <w:t>.</w:t>
      </w:r>
      <w:r w:rsidRPr="00DA5710">
        <w:rPr>
          <w:rStyle w:val="libFootnotenumChar"/>
          <w:rtl/>
        </w:rPr>
        <w:t>(1)</w:t>
      </w:r>
      <w:r>
        <w:rPr>
          <w:rtl/>
          <w:lang w:bidi="fa-IR"/>
        </w:rPr>
        <w:t xml:space="preserve"> اگر نامه مرا خواند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چه را که در دست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نگه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تا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ها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تو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بر تو وارد شود.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حضرت آن نامه را به من داد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نه نامه را بست و نه لاک و مهرش کرد. من نامه را نزد آن شخص بردم و او از نزد ما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 که عزل شده بود.</w:t>
      </w:r>
      <w:r w:rsidRPr="00DA5710">
        <w:rPr>
          <w:rStyle w:val="libFootnotenumChar"/>
          <w:rtl/>
        </w:rPr>
        <w:t>(2)</w:t>
      </w:r>
    </w:p>
    <w:p w:rsidR="00736191" w:rsidRPr="00DA5710" w:rsidRDefault="00DA5710" w:rsidP="00DA571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736191" w:rsidRDefault="00736191" w:rsidP="00DA5710">
      <w:pPr>
        <w:pStyle w:val="libFootnote0"/>
        <w:rPr>
          <w:rtl/>
          <w:lang w:bidi="fa-IR"/>
        </w:rPr>
      </w:pPr>
      <w:r>
        <w:rPr>
          <w:rtl/>
          <w:lang w:bidi="fa-IR"/>
        </w:rPr>
        <w:t>1- اعراف (7):85.</w:t>
      </w:r>
    </w:p>
    <w:p w:rsidR="00DA5710" w:rsidRDefault="00736191" w:rsidP="00DA5710">
      <w:pPr>
        <w:pStyle w:val="libFootnote0"/>
        <w:rPr>
          <w:rtl/>
          <w:lang w:bidi="fa-IR"/>
        </w:rPr>
      </w:pPr>
      <w:r>
        <w:rPr>
          <w:rtl/>
          <w:lang w:bidi="fa-IR"/>
        </w:rPr>
        <w:t>2-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اسه</w:t>
      </w:r>
      <w:r>
        <w:rPr>
          <w:rtl/>
          <w:lang w:bidi="fa-IR"/>
        </w:rPr>
        <w:t xml:space="preserve"> من واقع الاسلام ، ص128.</w:t>
      </w:r>
    </w:p>
    <w:p w:rsidR="00736191" w:rsidRPr="001F7966" w:rsidRDefault="00DA5710" w:rsidP="001F7966">
      <w:pPr>
        <w:pStyle w:val="libNormal"/>
        <w:rPr>
          <w:rtl/>
        </w:rPr>
      </w:pPr>
      <w:r>
        <w:rPr>
          <w:rtl/>
          <w:lang w:bidi="fa-IR"/>
        </w:rPr>
        <w:br w:type="page"/>
      </w:r>
      <w:r w:rsidR="00B3074D">
        <w:rPr>
          <w:rFonts w:hint="cs"/>
          <w:rtl/>
          <w:lang w:bidi="fa-IR"/>
        </w:rPr>
        <w:lastRenderedPageBreak/>
        <w:t xml:space="preserve"> </w:t>
      </w:r>
    </w:p>
    <w:p w:rsidR="00736191" w:rsidRDefault="00736191" w:rsidP="00B3074D">
      <w:pPr>
        <w:pStyle w:val="Heading2"/>
        <w:rPr>
          <w:rtl/>
          <w:lang w:bidi="fa-IR"/>
        </w:rPr>
      </w:pPr>
      <w:bookmarkStart w:id="42" w:name="_Toc3463572"/>
      <w:bookmarkStart w:id="43" w:name="_Toc3463682"/>
      <w:r>
        <w:rPr>
          <w:rtl/>
          <w:lang w:bidi="fa-IR"/>
        </w:rPr>
        <w:t>12</w:t>
      </w:r>
      <w:r w:rsidR="00B307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مجروحان</w:t>
      </w:r>
      <w:bookmarkEnd w:id="42"/>
      <w:bookmarkEnd w:id="43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مهم زنان مجاهد در صدر اسلام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مجروحان جنگ بود. آن ها به درخواست خودشان در کنار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در جنگ احد و خندق</w:t>
      </w:r>
      <w:r w:rsidRPr="00B3074D">
        <w:rPr>
          <w:rStyle w:val="libFootnotenumChar"/>
          <w:rtl/>
        </w:rPr>
        <w:t>(1)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حضور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زمان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ادامه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در جنگ جمل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همراه آن حضر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بصره رفت تا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بپردازد.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زن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که به منظور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مجروحان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جنگ جمل اتفاق افتاد به همراه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منظور به بصره رفتم.</w:t>
      </w:r>
      <w:r w:rsidRPr="00B3074D">
        <w:rPr>
          <w:rStyle w:val="libFootnotenumChar"/>
          <w:rtl/>
        </w:rPr>
        <w:t>(2)</w:t>
      </w:r>
    </w:p>
    <w:p w:rsidR="00736191" w:rsidRDefault="00B3074D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B3074D">
      <w:pPr>
        <w:pStyle w:val="Heading1"/>
        <w:rPr>
          <w:rtl/>
          <w:lang w:bidi="fa-IR"/>
        </w:rPr>
      </w:pPr>
      <w:bookmarkStart w:id="44" w:name="_Toc3463573"/>
      <w:bookmarkStart w:id="45" w:name="_Toc3463683"/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زنان در دوران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صغر</w:t>
      </w:r>
      <w:r>
        <w:rPr>
          <w:rFonts w:hint="cs"/>
          <w:rtl/>
          <w:lang w:bidi="fa-IR"/>
        </w:rPr>
        <w:t>ی</w:t>
      </w:r>
      <w:bookmarkEnd w:id="44"/>
      <w:bookmarkEnd w:id="45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دوران سخت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صغر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پس از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شصت سال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بزرگ رو به رو بودند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امام عادت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به عنوان مفزع و پناه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آن مادر بزرگوار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دوره، اگر چه امام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Fonts w:hint="eastAsia"/>
          <w:rtl/>
        </w:rPr>
        <w:t>عليه‌السلام</w:t>
      </w:r>
      <w:r>
        <w:rPr>
          <w:rtl/>
          <w:lang w:bidi="fa-IR"/>
        </w:rPr>
        <w:t xml:space="preserve"> و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را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فراهم کرده</w:t>
      </w:r>
    </w:p>
    <w:p w:rsidR="00736191" w:rsidRPr="00B3074D" w:rsidRDefault="00B3074D" w:rsidP="00B3074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736191" w:rsidRDefault="00736191" w:rsidP="00B3074D">
      <w:pPr>
        <w:pStyle w:val="libFootnote0"/>
        <w:rPr>
          <w:rtl/>
          <w:lang w:bidi="fa-IR"/>
        </w:rPr>
      </w:pPr>
      <w:r>
        <w:rPr>
          <w:rtl/>
          <w:lang w:bidi="fa-IR"/>
        </w:rPr>
        <w:t>1- از جمله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منظور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مجروحان به جبهه رفته اند: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دختر کعب، ام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من،</w:t>
      </w:r>
      <w:r>
        <w:rPr>
          <w:rtl/>
          <w:lang w:bidi="fa-IR"/>
        </w:rPr>
        <w:t xml:space="preserve"> حمنه دختر جحش،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دختر معوذ، 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دختر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ام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معاذه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ام سفان، اسلم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ر.ک: نقش زنان در جنگ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سنده،</w:t>
      </w:r>
      <w:r>
        <w:rPr>
          <w:rtl/>
          <w:lang w:bidi="fa-IR"/>
        </w:rPr>
        <w:t xml:space="preserve"> ص19.</w:t>
      </w:r>
    </w:p>
    <w:p w:rsidR="00736191" w:rsidRDefault="00736191" w:rsidP="00B3074D">
      <w:pPr>
        <w:pStyle w:val="libFootnote0"/>
        <w:rPr>
          <w:rtl/>
          <w:lang w:bidi="fa-IR"/>
        </w:rPr>
      </w:pPr>
      <w:r>
        <w:rPr>
          <w:rtl/>
          <w:lang w:bidi="fa-IR"/>
        </w:rPr>
        <w:t>2-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، ج1، ص149.</w:t>
      </w:r>
    </w:p>
    <w:p w:rsidR="00736191" w:rsidRDefault="00B3074D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بودند</w:t>
      </w:r>
      <w:r w:rsidR="00736191">
        <w:rPr>
          <w:rtl/>
          <w:lang w:bidi="fa-IR"/>
        </w:rPr>
        <w:t xml:space="preserve"> و شخص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ت</w:t>
      </w:r>
      <w:r w:rsidR="00736191">
        <w:rPr>
          <w:rtl/>
          <w:lang w:bidi="fa-IR"/>
        </w:rPr>
        <w:t xml:space="preserve"> ها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مورد اعتماد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همانند عثمان بن سع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</w:t>
      </w:r>
      <w:r w:rsidR="00736191">
        <w:rPr>
          <w:rtl/>
          <w:lang w:bidi="fa-IR"/>
        </w:rPr>
        <w:t xml:space="preserve"> عمر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و پسرش محمد بن عثمان را به عنوان وک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ل</w:t>
      </w:r>
      <w:r w:rsidR="00736191">
        <w:rPr>
          <w:rtl/>
          <w:lang w:bidi="fa-IR"/>
        </w:rPr>
        <w:t xml:space="preserve"> معرف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کرده بودند، به دلا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ل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از موقع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ت</w:t>
      </w:r>
      <w:r w:rsidR="00736191">
        <w:rPr>
          <w:rtl/>
          <w:lang w:bidi="fa-IR"/>
        </w:rPr>
        <w:t xml:space="preserve"> مادر امام حسن عسکر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 w:rsidR="00736191">
        <w:rPr>
          <w:rtl/>
          <w:lang w:bidi="fa-IR"/>
        </w:rPr>
        <w:t>، - معروف به جده- استفاده شد و و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به پناه ش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عه</w:t>
      </w:r>
      <w:r w:rsidR="00736191">
        <w:rPr>
          <w:rtl/>
          <w:lang w:bidi="fa-IR"/>
        </w:rPr>
        <w:t xml:space="preserve"> معروف گرد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</w:t>
      </w:r>
      <w:r w:rsidR="00736191">
        <w:rPr>
          <w:rtl/>
          <w:lang w:bidi="fa-IR"/>
        </w:rPr>
        <w:t>. از گفتگو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احمد بن ابراه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م</w:t>
      </w:r>
      <w:r w:rsidR="00736191">
        <w:rPr>
          <w:rtl/>
          <w:lang w:bidi="fa-IR"/>
        </w:rPr>
        <w:t xml:space="preserve"> با حک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مه -دختر امام جواد </w:t>
      </w:r>
      <w:r w:rsidR="00D86A0D" w:rsidRPr="00D86A0D">
        <w:rPr>
          <w:rStyle w:val="libAlaemChar"/>
          <w:rtl/>
        </w:rPr>
        <w:t>عليه‌السلام</w:t>
      </w:r>
      <w:r w:rsidR="00736191">
        <w:rPr>
          <w:rtl/>
          <w:lang w:bidi="fa-IR"/>
        </w:rPr>
        <w:t>- بر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آ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</w:t>
      </w:r>
      <w:r w:rsidR="00736191">
        <w:rPr>
          <w:rtl/>
          <w:lang w:bidi="fa-IR"/>
        </w:rPr>
        <w:t xml:space="preserve"> که پس از گذشت دو سال از رحلت امام حسن عسکر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 w:rsidR="00736191">
        <w:rPr>
          <w:rtl/>
          <w:lang w:bidi="fa-IR"/>
        </w:rPr>
        <w:t xml:space="preserve"> همچنان بس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از کارها به دست مادر بزرگوار امام حسن عسکر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 w:rsidR="00736191">
        <w:rPr>
          <w:rtl/>
          <w:lang w:bidi="fa-IR"/>
        </w:rPr>
        <w:t xml:space="preserve"> انجام شده است، ول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در حق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قت</w:t>
      </w:r>
      <w:r w:rsidR="00736191">
        <w:rPr>
          <w:rtl/>
          <w:lang w:bidi="fa-IR"/>
        </w:rPr>
        <w:t xml:space="preserve"> از سو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حضرت حجه بن الحسن </w:t>
      </w:r>
      <w:r w:rsidR="00D86A0D" w:rsidRPr="00D86A0D">
        <w:rPr>
          <w:rStyle w:val="libAlaemChar"/>
          <w:rtl/>
        </w:rPr>
        <w:t>عليه‌السلام</w:t>
      </w:r>
      <w:r w:rsidR="00736191">
        <w:rPr>
          <w:rtl/>
          <w:lang w:bidi="fa-IR"/>
        </w:rPr>
        <w:t xml:space="preserve"> و به فرمان آن حضرت بوده است.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صدوق; از احمد بن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کرده است که در سال 262 بر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- دختر امام جواد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>- وارد شدم و از پس پرده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گفتم و از او درباره اعتقادش به امامان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او همه آن ها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شمرد و آن گاه حجه بن الحسن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نام برد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. از او پر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 کجاست؟ گفت: در پس پرده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است. گفتم: پس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به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پناه ببرد؟ گفت: به جدّه، مادر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>؛ سپس افزود: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صورت گرفته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ظ</w:t>
      </w:r>
      <w:r>
        <w:rPr>
          <w:rFonts w:hint="eastAsia"/>
          <w:rtl/>
          <w:lang w:bidi="fa-IR"/>
        </w:rPr>
        <w:t>اهر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جان فرزندش امام سجاد به خواهرش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و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جه،</w:t>
      </w:r>
      <w:r>
        <w:rPr>
          <w:rtl/>
          <w:lang w:bidi="fa-IR"/>
        </w:rPr>
        <w:t xml:space="preserve"> تا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آنچه از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صادر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نسبت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تا امر پنهان باشد</w:t>
      </w:r>
      <w:r w:rsidRPr="00B3074D">
        <w:rPr>
          <w:rStyle w:val="libFootnotenumChar"/>
          <w:rtl/>
        </w:rPr>
        <w:t xml:space="preserve">(1) </w:t>
      </w:r>
      <w:r>
        <w:rPr>
          <w:rtl/>
          <w:lang w:bidi="fa-IR"/>
        </w:rPr>
        <w:t>و حساس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 نسبت به</w:t>
      </w:r>
    </w:p>
    <w:p w:rsidR="00736191" w:rsidRPr="00B3074D" w:rsidRDefault="00B3074D" w:rsidP="00B3074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B3074D" w:rsidRDefault="00736191" w:rsidP="00B3074D">
      <w:pPr>
        <w:pStyle w:val="libFootnote0"/>
        <w:rPr>
          <w:rtl/>
          <w:lang w:bidi="fa-IR"/>
        </w:rPr>
      </w:pPr>
      <w:r>
        <w:rPr>
          <w:rtl/>
          <w:lang w:bidi="fa-IR"/>
        </w:rPr>
        <w:t>1- کمال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ج 2،ص 507 ؛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138.</w:t>
      </w:r>
    </w:p>
    <w:p w:rsidR="00736191" w:rsidRDefault="00B3074D" w:rsidP="00B307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سجاد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کم تر شود.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جدّه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تا آن که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عثمان بن سعد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سفرا و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خاص امام زمان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شناخته شدند و منزلت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شهادت امام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بانو نظر دستگاه خلافت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را نسبت به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امام زمان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داد. نوشته اند پس از گزارش جعفر کذّاب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خانه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فرزند خردسال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حضرت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است، آن ها به خانه امام هجوم بردند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پس از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قل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امام) فرزند خردسال را از او مطالبه کردند. او نخست انکار کرد و آن گاه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موضوع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ها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بماند، گفت: من حامله هستم؛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آن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به دست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الشوارب،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وقت، سپردند تا از او مراقبت کند. در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قل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دستگاه خلافت با مرگ 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خاقان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شورش صاحب الزنج رو به رو شد و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قل</w:t>
      </w:r>
      <w:r>
        <w:rPr>
          <w:rtl/>
          <w:lang w:bidi="fa-IR"/>
        </w:rPr>
        <w:t xml:space="preserve"> از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آشفته سود جست و فرار کرد.</w:t>
      </w:r>
      <w:r w:rsidRPr="00B3074D">
        <w:rPr>
          <w:rStyle w:val="libFootnotenumChar"/>
          <w:rtl/>
        </w:rPr>
        <w:t>(1)</w:t>
      </w:r>
    </w:p>
    <w:p w:rsidR="00736191" w:rsidRDefault="00B3074D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B3074D">
      <w:pPr>
        <w:pStyle w:val="Heading1"/>
        <w:rPr>
          <w:rtl/>
          <w:lang w:bidi="fa-IR"/>
        </w:rPr>
      </w:pPr>
      <w:bookmarkStart w:id="46" w:name="_Toc3463574"/>
      <w:bookmarkStart w:id="47" w:name="_Toc3463684"/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زنان در حکومت امام زمان </w:t>
      </w:r>
      <w:r w:rsidR="00D86A0D" w:rsidRPr="00D86A0D">
        <w:rPr>
          <w:rStyle w:val="libAlaemChar"/>
          <w:rtl/>
        </w:rPr>
        <w:t>عليه‌السلام</w:t>
      </w:r>
      <w:bookmarkEnd w:id="46"/>
      <w:bookmarkEnd w:id="47"/>
    </w:p>
    <w:p w:rsidR="00736191" w:rsidRDefault="00736191" w:rsidP="00B3074D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</w:t>
      </w:r>
      <w:r>
        <w:rPr>
          <w:rtl/>
          <w:lang w:bidi="fa-IR"/>
        </w:rPr>
        <w:t xml:space="preserve"> سزاوار است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زنان در حکومت قائم آل محمد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هستند، چند نفرند، از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چه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عهده دارند؟ بر اساس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حضور و نقش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زنان از نظر زمان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چهار گونه است:</w:t>
      </w:r>
    </w:p>
    <w:p w:rsidR="00736191" w:rsidRPr="00B3074D" w:rsidRDefault="00B3074D" w:rsidP="00B3074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736191" w:rsidRDefault="00736191" w:rsidP="00B3074D">
      <w:pPr>
        <w:pStyle w:val="libFootnote0"/>
        <w:rPr>
          <w:rtl/>
          <w:lang w:bidi="fa-IR"/>
        </w:rPr>
      </w:pPr>
      <w:r>
        <w:rPr>
          <w:rtl/>
          <w:lang w:bidi="fa-IR"/>
        </w:rPr>
        <w:t>1- کمال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ج 2،ص 476.</w:t>
      </w:r>
    </w:p>
    <w:p w:rsidR="00B3074D" w:rsidRDefault="00B3074D" w:rsidP="00736191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B3074D">
      <w:pPr>
        <w:pStyle w:val="Heading2"/>
        <w:rPr>
          <w:rtl/>
          <w:lang w:bidi="fa-IR"/>
        </w:rPr>
      </w:pPr>
      <w:bookmarkStart w:id="48" w:name="_Toc3463575"/>
      <w:bookmarkStart w:id="49" w:name="_Toc3463685"/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. حضور پنجاه زن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امام </w:t>
      </w:r>
      <w:r w:rsidR="00D86A0D" w:rsidRPr="00D86A0D">
        <w:rPr>
          <w:rStyle w:val="libAlaemChar"/>
          <w:rtl/>
        </w:rPr>
        <w:t>عليه‌السلام</w:t>
      </w:r>
      <w:bookmarkEnd w:id="48"/>
      <w:bookmarkEnd w:id="49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از زنان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محضر امام زمان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شتابند، آنها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در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اند و همانند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امام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هنگام ظهور در حرم امن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خدمت امام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دو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وجود دارد: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اول: امّ سلمه 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علا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ظهور،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 که فرمود: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عوذ</w:t>
      </w:r>
      <w:r>
        <w:rPr>
          <w:rtl/>
          <w:lang w:bidi="fa-IR"/>
        </w:rPr>
        <w:t xml:space="preserve"> عائذ من الحرم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جتمع</w:t>
      </w:r>
      <w:r>
        <w:rPr>
          <w:rtl/>
          <w:lang w:bidi="fa-IR"/>
        </w:rPr>
        <w:t xml:space="preserve"> الناس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الوارده المتفرقه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جتمع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ثلاث مأه و اربعه عشر رجلاً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نسوه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جبار و ابن جبار ...؛</w:t>
      </w:r>
      <w:r w:rsidRPr="00B3074D">
        <w:rPr>
          <w:rStyle w:val="libFootnotenumChar"/>
          <w:rtl/>
        </w:rPr>
        <w:t>(1)</w:t>
      </w:r>
      <w:r>
        <w:rPr>
          <w:rtl/>
          <w:lang w:bidi="fa-IR"/>
        </w:rPr>
        <w:t xml:space="preserve"> در آن هنگام پناهنده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حرم امن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مردم همانند کبوتران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چهار سو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جهت هجوم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نزد آن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چهارده نفر 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زن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باشند، و بر هر جبار و جبار زاده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شود».</w:t>
      </w:r>
      <w:r w:rsidRPr="00B3074D">
        <w:rPr>
          <w:rStyle w:val="libFootnotenumChar"/>
          <w:rtl/>
        </w:rPr>
        <w:t>(2)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دوم: جابر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جعف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مفصل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باقر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آورده است: «و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</w:t>
      </w:r>
      <w:r>
        <w:rPr>
          <w:rtl/>
          <w:lang w:bidi="fa-IR"/>
        </w:rPr>
        <w:t xml:space="preserve"> و الله ثلاث مأه و بضعه عشر رجلاً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خمسون امراه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جتمعون</w:t>
      </w:r>
      <w:r>
        <w:rPr>
          <w:rtl/>
          <w:lang w:bidi="fa-IR"/>
        </w:rPr>
        <w:t xml:space="preserve"> بمکه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عاد</w:t>
      </w:r>
      <w:r>
        <w:rPr>
          <w:rtl/>
          <w:lang w:bidi="fa-IR"/>
        </w:rPr>
        <w:t xml:space="preserve"> قزعاً کقزع الحز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تبع</w:t>
      </w:r>
      <w:r>
        <w:rPr>
          <w:rtl/>
          <w:lang w:bidi="fa-IR"/>
        </w:rPr>
        <w:t xml:space="preserve"> بعضهم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الله: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تکونوا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tl/>
          <w:lang w:bidi="fa-IR"/>
        </w:rPr>
        <w:t xml:space="preserve"> بکم الله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ان الله عل کل</w:t>
      </w:r>
    </w:p>
    <w:p w:rsidR="00736191" w:rsidRPr="00B3074D" w:rsidRDefault="00B3074D" w:rsidP="00B3074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736191" w:rsidRDefault="00736191" w:rsidP="00B3074D">
      <w:pPr>
        <w:pStyle w:val="libFootnote0"/>
        <w:rPr>
          <w:rtl/>
          <w:lang w:bidi="fa-IR"/>
        </w:rPr>
      </w:pPr>
      <w:r>
        <w:rPr>
          <w:rtl/>
          <w:lang w:bidi="fa-IR"/>
        </w:rPr>
        <w:t>1- مجمع الزوائد ، ج 7، ص 315 ؛ معجم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الامام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ج1، ص 500.</w:t>
      </w:r>
    </w:p>
    <w:p w:rsidR="00736191" w:rsidRDefault="00736191" w:rsidP="00B3074D">
      <w:pPr>
        <w:pStyle w:val="libFootnote0"/>
        <w:rPr>
          <w:rtl/>
          <w:lang w:bidi="fa-IR"/>
        </w:rPr>
      </w:pPr>
      <w:r>
        <w:rPr>
          <w:rtl/>
          <w:lang w:bidi="fa-IR"/>
        </w:rPr>
        <w:t>2- مجمع الزوائد ، ج 7، ص 315 ؛ معجم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الامام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ج1، ص 500.</w:t>
      </w:r>
    </w:p>
    <w:p w:rsidR="00736191" w:rsidRDefault="00B3074D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شئ</w:t>
      </w:r>
      <w:r w:rsidR="00736191">
        <w:rPr>
          <w:rtl/>
          <w:lang w:bidi="fa-IR"/>
        </w:rPr>
        <w:t xml:space="preserve"> قد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ر»</w:t>
      </w:r>
      <w:r w:rsidR="00736191">
        <w:rPr>
          <w:rtl/>
          <w:lang w:bidi="fa-IR"/>
        </w:rPr>
        <w:t xml:space="preserve"> ...؛</w:t>
      </w:r>
      <w:r w:rsidR="00736191" w:rsidRPr="00B3074D">
        <w:rPr>
          <w:rStyle w:val="libFootnotenumChar"/>
          <w:rtl/>
        </w:rPr>
        <w:t>(1)</w:t>
      </w:r>
      <w:r w:rsidR="00736191">
        <w:rPr>
          <w:rtl/>
          <w:lang w:bidi="fa-IR"/>
        </w:rPr>
        <w:t xml:space="preserve"> به خدا سوگند، س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صد</w:t>
      </w:r>
      <w:r w:rsidR="00736191">
        <w:rPr>
          <w:rtl/>
          <w:lang w:bidi="fa-IR"/>
        </w:rPr>
        <w:t xml:space="preserve"> و س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زده</w:t>
      </w:r>
      <w:r w:rsidR="00736191">
        <w:rPr>
          <w:rtl/>
          <w:lang w:bidi="fa-IR"/>
        </w:rPr>
        <w:t xml:space="preserve"> نفر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آ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ند</w:t>
      </w:r>
      <w:r w:rsidR="00736191">
        <w:rPr>
          <w:rtl/>
          <w:lang w:bidi="fa-IR"/>
        </w:rPr>
        <w:t xml:space="preserve"> که پنجاه نفر از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عده زن هستند که بدون ه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چ</w:t>
      </w:r>
      <w:r w:rsidR="00736191">
        <w:rPr>
          <w:rtl/>
          <w:lang w:bidi="fa-IR"/>
        </w:rPr>
        <w:t xml:space="preserve"> قرار قبل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در مکه کنار 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کد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گر</w:t>
      </w:r>
      <w:r w:rsidR="00736191">
        <w:rPr>
          <w:rtl/>
          <w:lang w:bidi="fa-IR"/>
        </w:rPr>
        <w:t xml:space="preserve"> جمع خواهند شد؛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است معنا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آ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ه</w:t>
      </w:r>
      <w:r w:rsidR="00736191">
        <w:rPr>
          <w:rtl/>
          <w:lang w:bidi="fa-IR"/>
        </w:rPr>
        <w:t xml:space="preserve"> شر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فه</w:t>
      </w:r>
      <w:r w:rsidR="00736191">
        <w:rPr>
          <w:rtl/>
          <w:lang w:bidi="fa-IR"/>
        </w:rPr>
        <w:t>: «هر جا باش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</w:t>
      </w:r>
      <w:r w:rsidR="00736191">
        <w:rPr>
          <w:rtl/>
          <w:lang w:bidi="fa-IR"/>
        </w:rPr>
        <w:t xml:space="preserve"> خداوند همه شما را حاضر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کند؛ ز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را</w:t>
      </w:r>
      <w:r w:rsidR="00736191">
        <w:rPr>
          <w:rtl/>
          <w:lang w:bidi="fa-IR"/>
        </w:rPr>
        <w:t xml:space="preserve"> او بر هر کار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توانا است».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B3074D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پنجاه</w:t>
      </w:r>
      <w:r>
        <w:rPr>
          <w:rtl/>
          <w:lang w:bidi="fa-IR"/>
        </w:rPr>
        <w:t xml:space="preserve"> زن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نفر!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نکته</w:t>
      </w:r>
      <w:r>
        <w:rPr>
          <w:rtl/>
          <w:lang w:bidi="fa-IR"/>
        </w:rPr>
        <w:t xml:space="preserve"> شگفت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مرد 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پنجاه نفر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زن هستند!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دوم</w:t>
      </w:r>
      <w:r>
        <w:rPr>
          <w:rtl/>
          <w:lang w:bidi="fa-IR"/>
        </w:rPr>
        <w:t xml:space="preserve"> آن که: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بر شمرده شده است، نام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ندارد.</w:t>
      </w:r>
      <w:r w:rsidRPr="00B3074D">
        <w:rPr>
          <w:rStyle w:val="libFootnotenumChar"/>
          <w:rtl/>
        </w:rPr>
        <w:t>(2)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پاسخ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شبهه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نفر در زمره همان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 هستند؛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اولاً: امام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»؛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عده، پنجاه زن وجود دارند. 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>: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«مردان»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سبب باشد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مرد هستند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کلمه از باب فزون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عدد مردان است.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سوم</w:t>
      </w:r>
      <w:r>
        <w:rPr>
          <w:rtl/>
          <w:lang w:bidi="fa-IR"/>
        </w:rPr>
        <w:t>: اگر مقصود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عده بود، امام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«معهم»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هم»؛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 مانند عدد اصحاب بدر شمرده شده اند و همه،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و فرماندهان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رتبه و از نظر مقام و قدرت در حد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هستند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ابر جا به جا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بدون شک با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مردم آن زمان فرق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</w:p>
    <w:p w:rsidR="00736191" w:rsidRPr="00B3074D" w:rsidRDefault="00B3074D" w:rsidP="00B3074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736191" w:rsidRDefault="00736191" w:rsidP="00B3074D">
      <w:pPr>
        <w:pStyle w:val="libFootnote0"/>
        <w:rPr>
          <w:rtl/>
          <w:lang w:bidi="fa-IR"/>
        </w:rPr>
      </w:pPr>
      <w:r>
        <w:rPr>
          <w:rtl/>
          <w:lang w:bidi="fa-IR"/>
        </w:rPr>
        <w:t>1- بحار الانوار ، ج 52،ص 223.</w:t>
      </w:r>
    </w:p>
    <w:p w:rsidR="00B3074D" w:rsidRDefault="00736191" w:rsidP="00B3074D">
      <w:pPr>
        <w:pStyle w:val="libFootnote0"/>
        <w:rPr>
          <w:rtl/>
          <w:lang w:bidi="fa-IR"/>
        </w:rPr>
      </w:pPr>
      <w:r>
        <w:rPr>
          <w:rtl/>
          <w:lang w:bidi="fa-IR"/>
        </w:rPr>
        <w:t>2- دلائل الامامه ، ص314.</w:t>
      </w:r>
    </w:p>
    <w:p w:rsidR="00736191" w:rsidRDefault="00B3074D" w:rsidP="00B3074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دارند؛</w:t>
      </w:r>
      <w:r>
        <w:rPr>
          <w:rtl/>
          <w:lang w:bidi="fa-IR"/>
        </w:rPr>
        <w:t xml:space="preserve"> بنا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اگر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ها جزو همان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 هستند،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رتبه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و اگر در زمره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حضرت باشند، از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کم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برخوردارند.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B3074D">
      <w:pPr>
        <w:pStyle w:val="Heading2"/>
        <w:rPr>
          <w:rtl/>
          <w:lang w:bidi="fa-IR"/>
        </w:rPr>
      </w:pPr>
      <w:bookmarkStart w:id="50" w:name="_Toc3463576"/>
      <w:bookmarkStart w:id="51" w:name="_Toc3463686"/>
      <w:r>
        <w:rPr>
          <w:rFonts w:hint="eastAsia"/>
          <w:rtl/>
          <w:lang w:bidi="fa-IR"/>
        </w:rPr>
        <w:t>ب</w:t>
      </w:r>
      <w:r w:rsidR="00B3074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 xml:space="preserve"> زنان آسمان</w:t>
      </w:r>
      <w:r>
        <w:rPr>
          <w:rFonts w:hint="cs"/>
          <w:rtl/>
          <w:lang w:bidi="fa-IR"/>
        </w:rPr>
        <w:t>ی</w:t>
      </w:r>
      <w:bookmarkEnd w:id="50"/>
      <w:bookmarkEnd w:id="51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دسته</w:t>
      </w:r>
      <w:r>
        <w:rPr>
          <w:rtl/>
          <w:lang w:bidi="fa-IR"/>
        </w:rPr>
        <w:t xml:space="preserve"> دوم، چهار صد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هستند که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آسمان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کرده است و با ظهور آن حضرت به همراه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نزل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ثمان ماه رجل و اربع مائه امرأه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و أصلح من مض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 w:rsidRPr="00B3074D">
        <w:rPr>
          <w:rStyle w:val="libFootnotenumChar"/>
          <w:rtl/>
        </w:rPr>
        <w:t>(1)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همراه هشتصد مرد و چهار صد زن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فرود خواهد آمد».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زنان از امت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امت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و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دوران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مختلف،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از چه زمان و به چه علت به آسمان برده شده اند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حکومت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پرسش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درباره آن 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36191" w:rsidRDefault="00B3074D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B3074D">
      <w:pPr>
        <w:pStyle w:val="Heading2"/>
        <w:rPr>
          <w:rtl/>
          <w:lang w:bidi="fa-IR"/>
        </w:rPr>
      </w:pPr>
      <w:bookmarkStart w:id="52" w:name="_Toc3463577"/>
      <w:bookmarkStart w:id="53" w:name="_Toc3463687"/>
      <w:r>
        <w:rPr>
          <w:rFonts w:hint="eastAsia"/>
          <w:rtl/>
          <w:lang w:bidi="fa-IR"/>
        </w:rPr>
        <w:t>ج</w:t>
      </w:r>
      <w:r w:rsidR="00B3074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رجعت زنان</w:t>
      </w:r>
      <w:bookmarkEnd w:id="52"/>
      <w:bookmarkEnd w:id="53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خداوند به</w:t>
      </w:r>
    </w:p>
    <w:p w:rsidR="00736191" w:rsidRPr="00B3074D" w:rsidRDefault="00B3074D" w:rsidP="00B3074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736191" w:rsidRDefault="00736191" w:rsidP="00B3074D">
      <w:pPr>
        <w:pStyle w:val="libFootnote0"/>
        <w:rPr>
          <w:rtl/>
          <w:lang w:bidi="fa-IR"/>
        </w:rPr>
      </w:pPr>
      <w:r>
        <w:rPr>
          <w:rtl/>
          <w:lang w:bidi="fa-IR"/>
        </w:rPr>
        <w:t>1- معجم الامام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 1، ص534 ؛ به نقل از فردوس الاخبار ، ج 5، ص 515.</w:t>
      </w:r>
    </w:p>
    <w:p w:rsidR="00736191" w:rsidRDefault="00B3074D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برکت</w:t>
      </w:r>
      <w:r w:rsidR="00736191">
        <w:rPr>
          <w:rtl/>
          <w:lang w:bidi="fa-IR"/>
        </w:rPr>
        <w:t xml:space="preserve"> ظهور امام زمان آن ها را زنده کرده و به دن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</w:t>
      </w:r>
      <w:r w:rsidR="00736191">
        <w:rPr>
          <w:rtl/>
          <w:lang w:bidi="fa-IR"/>
        </w:rPr>
        <w:t xml:space="preserve"> باز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گرداند.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گروه دو دسته اند: برخ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با نام و نشان از زنده شدنشان خبر داده شده و برخ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گر</w:t>
      </w:r>
      <w:r w:rsidR="00736191">
        <w:rPr>
          <w:rtl/>
          <w:lang w:bidi="fa-IR"/>
        </w:rPr>
        <w:t xml:space="preserve"> فقط از آمدنشان سخن به م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ان</w:t>
      </w:r>
      <w:r w:rsidR="00736191">
        <w:rPr>
          <w:rtl/>
          <w:lang w:bidi="fa-IR"/>
        </w:rPr>
        <w:t xml:space="preserve"> آمده است.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ادامه بحث، به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درباره رجعت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مسلّم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همزمان با ظهور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محمد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مانند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و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مانند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مؤمنان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اذن </w:t>
      </w:r>
      <w:r>
        <w:rPr>
          <w:rFonts w:hint="eastAsia"/>
          <w:rtl/>
          <w:lang w:bidi="fa-IR"/>
        </w:rPr>
        <w:t>پروردگار</w:t>
      </w:r>
      <w:r>
        <w:rPr>
          <w:rtl/>
          <w:lang w:bidi="fa-IR"/>
        </w:rPr>
        <w:t xml:space="preserve"> زنده خواهند شد و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بازگشت نه تنها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ممکن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 است. درسوره بقره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از ترس مرگ از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فرار کردند و آنان هزاران نفر بودند؟! خداوند به آن ها گفت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سپس خدا آن ها را زنده کرد و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 آن ها را درس عبرت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قرار داد ...</w:t>
      </w:r>
      <w:r w:rsidRPr="00D61A17">
        <w:rPr>
          <w:rStyle w:val="libFootnotenumChar"/>
          <w:rtl/>
        </w:rPr>
        <w:t>(1).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D61A17" w:rsidRDefault="00736191" w:rsidP="00D61A17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کنار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شده عبور کرد،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سقف ها فرو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بود و اجساد و استخوان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در هر سو پراکنده بود. [او با خود] گفت: چگونه خداوند آن ها را پس از مرگ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کند؟!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خدا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کصد</w:t>
      </w:r>
      <w:r>
        <w:rPr>
          <w:rtl/>
          <w:lang w:bidi="fa-IR"/>
        </w:rPr>
        <w:t xml:space="preserve"> سال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راند،</w:t>
      </w:r>
      <w:r>
        <w:rPr>
          <w:rtl/>
          <w:lang w:bidi="fa-IR"/>
        </w:rPr>
        <w:t xml:space="preserve"> س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زنده کرد و به او گفت: چه</w:t>
      </w:r>
    </w:p>
    <w:p w:rsidR="00D61A17" w:rsidRPr="00D61A17" w:rsidRDefault="00D61A17" w:rsidP="00D61A17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D61A17" w:rsidRDefault="00736191" w:rsidP="00D61A17">
      <w:pPr>
        <w:pStyle w:val="libFootnote0"/>
        <w:rPr>
          <w:rtl/>
          <w:lang w:bidi="fa-IR"/>
        </w:rPr>
      </w:pPr>
      <w:r>
        <w:rPr>
          <w:rtl/>
          <w:lang w:bidi="fa-IR"/>
        </w:rPr>
        <w:t>1- بقره (2): 243.</w:t>
      </w:r>
    </w:p>
    <w:p w:rsidR="00736191" w:rsidRDefault="00D61A17" w:rsidP="00D61A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درنگ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روز. فرمود: نه، بلکه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کصد</w:t>
      </w:r>
      <w:r>
        <w:rPr>
          <w:rtl/>
          <w:lang w:bidi="fa-IR"/>
        </w:rPr>
        <w:t xml:space="preserve"> سال درنگ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نگاه کن به غذا و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چه همراه 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[باگذشت سالها]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الاغ خود نگاه کن که چگونه از هم متلاش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زنده شدن تو پس از مرگ، هم ب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خاطر تو است و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تو را نشانه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اکنون به استخوان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مرکب خود نگاه کن که چگونه آن ها را برداشته، به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گوشت بر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بر او آشکار شد، گفت: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خدا بر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تواناست.</w:t>
      </w:r>
      <w:r w:rsidRPr="00D61A17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دارد خداوند در زمان ظهور امام زمان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مردگان را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ثواب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شوند و دولت حق آل محمد را که در انتظار آن بوده اند،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شاهد باشند و انتقام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ظالمان را با چشم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ظهور حق و اعتلا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کلمه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لذت ببرند.</w:t>
      </w:r>
      <w:r w:rsidRPr="00D61A17">
        <w:rPr>
          <w:rStyle w:val="libFootnotenumChar"/>
          <w:rtl/>
        </w:rPr>
        <w:t>(2)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منابع معتبر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زن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به هنگام ظهور قائم آل محمد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زنده خواهند شد و در لشکر امام زمان به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مجروحان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خواهند پرداخت.</w:t>
      </w:r>
    </w:p>
    <w:p w:rsidR="00736191" w:rsidRPr="00D61A17" w:rsidRDefault="00D61A17" w:rsidP="00D61A1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____________________________________________</w:t>
      </w:r>
    </w:p>
    <w:p w:rsidR="00736191" w:rsidRDefault="00736191" w:rsidP="00D61A17">
      <w:pPr>
        <w:pStyle w:val="libFootnote0"/>
        <w:rPr>
          <w:rtl/>
          <w:lang w:bidi="fa-IR"/>
        </w:rPr>
      </w:pPr>
      <w:r>
        <w:rPr>
          <w:rtl/>
          <w:lang w:bidi="fa-IR"/>
        </w:rPr>
        <w:t>1- بقره (2): 259.</w:t>
      </w:r>
    </w:p>
    <w:p w:rsidR="00D61A17" w:rsidRDefault="00736191" w:rsidP="00D61A17">
      <w:pPr>
        <w:pStyle w:val="libFootnote0"/>
        <w:rPr>
          <w:rtl/>
          <w:lang w:bidi="fa-IR"/>
        </w:rPr>
      </w:pPr>
      <w:r>
        <w:rPr>
          <w:rtl/>
          <w:lang w:bidi="fa-IR"/>
        </w:rPr>
        <w:t>2-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، ج1، ص 511.</w:t>
      </w:r>
    </w:p>
    <w:p w:rsidR="00736191" w:rsidRDefault="00D61A17" w:rsidP="00D61A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دلائل الامامه، از مفضل بن عمر نقل کرده که امام صادق فرمود: همراه قائم آل محمد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زن خواهند بود. گفتم: آن 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خواهد؟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به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مجروحان پرداخته، سرپرست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را بر عهده خواهند گرفت. عرض کردم: نام آن ها را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قنواء، دختر 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من،</w:t>
      </w:r>
      <w:r>
        <w:rPr>
          <w:rtl/>
          <w:lang w:bidi="fa-IR"/>
        </w:rPr>
        <w:t xml:space="preserve"> حبابه والب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مادر عمار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اسر،</w:t>
      </w:r>
      <w:r>
        <w:rPr>
          <w:rtl/>
          <w:lang w:bidi="fa-IR"/>
        </w:rPr>
        <w:t xml:space="preserve">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خالد احمس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ام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ماشطه، و ام خالد جهن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</w:t>
      </w:r>
      <w:r w:rsidRPr="00D61A17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ماشطه در زمان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 و مادر عمار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در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بعثت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حبابه در زمان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قنواء در زمان امام حسن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زمان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اند.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رجعت خواهند کرد و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ها، به برکت امام زمان آن ها را زنده خواهد کرد.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امام صادق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زن تنها نام نه نفر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در کتاب خصا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فاطم</w:t>
      </w:r>
      <w:r>
        <w:rPr>
          <w:rFonts w:hint="cs"/>
          <w:rtl/>
          <w:lang w:bidi="fa-IR"/>
        </w:rPr>
        <w:t>ی</w:t>
      </w:r>
      <w:r w:rsidRPr="00D61A17">
        <w:rPr>
          <w:rStyle w:val="libFootnotenumChar"/>
          <w:rtl/>
        </w:rPr>
        <w:t>(2)</w:t>
      </w:r>
      <w:r>
        <w:rPr>
          <w:rtl/>
          <w:lang w:bidi="fa-IR"/>
        </w:rPr>
        <w:t xml:space="preserve"> به نام قنواء و 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و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به،</w:t>
      </w:r>
      <w:r>
        <w:rPr>
          <w:rtl/>
          <w:lang w:bidi="fa-IR"/>
        </w:rPr>
        <w:t xml:space="preserve"> دختر کعب مازن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 در کتاب منتخب البصائر به نام 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احبش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اشاره شده است.</w:t>
      </w:r>
      <w:r w:rsidRPr="00D61A17">
        <w:rPr>
          <w:rStyle w:val="libFootnotenumChar"/>
          <w:rtl/>
        </w:rPr>
        <w:t>(3)</w:t>
      </w:r>
    </w:p>
    <w:p w:rsidR="00736191" w:rsidRPr="00D61A17" w:rsidRDefault="00D61A17" w:rsidP="00D61A1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736191" w:rsidRDefault="00736191" w:rsidP="00D61A17">
      <w:pPr>
        <w:pStyle w:val="libFootnote0"/>
        <w:rPr>
          <w:rtl/>
          <w:lang w:bidi="fa-IR"/>
        </w:rPr>
      </w:pPr>
      <w:r>
        <w:rPr>
          <w:rtl/>
          <w:lang w:bidi="fa-IR"/>
        </w:rPr>
        <w:t>1- دلائل الامامه ، ص 260.</w:t>
      </w:r>
    </w:p>
    <w:p w:rsidR="00D61A17" w:rsidRDefault="00736191" w:rsidP="00D61A17">
      <w:pPr>
        <w:pStyle w:val="libFootnote0"/>
        <w:rPr>
          <w:rtl/>
          <w:lang w:bidi="fa-IR"/>
        </w:rPr>
      </w:pPr>
      <w:r>
        <w:rPr>
          <w:rtl/>
          <w:lang w:bidi="fa-IR"/>
        </w:rPr>
        <w:t>2-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، ج 5، ص41: به نقل از خصا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فاطم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.</w:t>
      </w:r>
    </w:p>
    <w:p w:rsidR="00D61A17" w:rsidRDefault="00736191" w:rsidP="00D61A17">
      <w:pPr>
        <w:pStyle w:val="libFootnote0"/>
        <w:rPr>
          <w:rtl/>
        </w:rPr>
      </w:pPr>
      <w:r w:rsidRPr="00D61A17">
        <w:rPr>
          <w:rtl/>
        </w:rPr>
        <w:t>3- چشم انداز</w:t>
      </w:r>
      <w:r w:rsidRPr="00D61A17">
        <w:rPr>
          <w:rFonts w:hint="cs"/>
          <w:rtl/>
        </w:rPr>
        <w:t>ی</w:t>
      </w:r>
      <w:r w:rsidRPr="00D61A17">
        <w:rPr>
          <w:rtl/>
        </w:rPr>
        <w:t xml:space="preserve"> از حکومت مهد</w:t>
      </w:r>
      <w:r w:rsidRPr="00D61A17">
        <w:rPr>
          <w:rFonts w:hint="cs"/>
          <w:rtl/>
        </w:rPr>
        <w:t>ی</w:t>
      </w:r>
      <w:r w:rsidRPr="00D61A17">
        <w:rPr>
          <w:rtl/>
        </w:rPr>
        <w:t xml:space="preserve"> عجل الله تعال</w:t>
      </w:r>
      <w:r w:rsidRPr="00D61A17">
        <w:rPr>
          <w:rFonts w:hint="cs"/>
          <w:rtl/>
        </w:rPr>
        <w:t>ی</w:t>
      </w:r>
      <w:r w:rsidRPr="00D61A17">
        <w:rPr>
          <w:rtl/>
        </w:rPr>
        <w:t xml:space="preserve"> فرجه الشر</w:t>
      </w:r>
      <w:r w:rsidRPr="00D61A17">
        <w:rPr>
          <w:rFonts w:hint="cs"/>
          <w:rtl/>
        </w:rPr>
        <w:t>ی</w:t>
      </w:r>
      <w:r w:rsidRPr="00D61A17">
        <w:rPr>
          <w:rFonts w:hint="eastAsia"/>
          <w:rtl/>
        </w:rPr>
        <w:t>ف</w:t>
      </w:r>
      <w:r w:rsidRPr="00D61A17">
        <w:rPr>
          <w:rtl/>
        </w:rPr>
        <w:t xml:space="preserve"> ، ص 74: به نقل از ب</w:t>
      </w:r>
      <w:r w:rsidRPr="00D61A17">
        <w:rPr>
          <w:rFonts w:hint="cs"/>
          <w:rtl/>
        </w:rPr>
        <w:t>ی</w:t>
      </w:r>
      <w:r w:rsidRPr="00D61A17">
        <w:rPr>
          <w:rFonts w:hint="eastAsia"/>
          <w:rtl/>
        </w:rPr>
        <w:t>ان</w:t>
      </w:r>
      <w:r w:rsidRPr="00D61A17">
        <w:rPr>
          <w:rtl/>
        </w:rPr>
        <w:t xml:space="preserve"> الائمه ، ج3، ص 338.</w:t>
      </w:r>
    </w:p>
    <w:p w:rsidR="00736191" w:rsidRPr="00D61A17" w:rsidRDefault="00D61A17" w:rsidP="00D61A17">
      <w:pPr>
        <w:pStyle w:val="libNormal"/>
        <w:rPr>
          <w:rtl/>
        </w:rPr>
      </w:pPr>
      <w:r>
        <w:rPr>
          <w:rtl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نفر، نام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D61A17">
      <w:pPr>
        <w:pStyle w:val="Heading1"/>
        <w:rPr>
          <w:rtl/>
          <w:lang w:bidi="fa-IR"/>
        </w:rPr>
      </w:pPr>
      <w:bookmarkStart w:id="54" w:name="_Toc3463578"/>
      <w:bookmarkStart w:id="55" w:name="_Toc3463688"/>
      <w:r>
        <w:rPr>
          <w:rFonts w:hint="eastAsia"/>
          <w:rtl/>
          <w:lang w:bidi="fa-IR"/>
        </w:rPr>
        <w:t>زنان</w:t>
      </w:r>
      <w:r>
        <w:rPr>
          <w:rtl/>
          <w:lang w:bidi="fa-IR"/>
        </w:rPr>
        <w:t xml:space="preserve"> سر افراز</w:t>
      </w:r>
      <w:bookmarkEnd w:id="54"/>
      <w:bookmarkEnd w:id="55"/>
    </w:p>
    <w:p w:rsidR="00736191" w:rsidRDefault="00736191" w:rsidP="00D61A17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به اختصار به شرح حال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نام برده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D61A17">
      <w:pPr>
        <w:pStyle w:val="Heading2"/>
        <w:rPr>
          <w:rtl/>
          <w:lang w:bidi="fa-IR"/>
        </w:rPr>
      </w:pPr>
      <w:bookmarkStart w:id="56" w:name="_Toc3463579"/>
      <w:bookmarkStart w:id="57" w:name="_Toc3463689"/>
      <w:r>
        <w:rPr>
          <w:rtl/>
          <w:lang w:bidi="fa-IR"/>
        </w:rPr>
        <w:t>1</w:t>
      </w:r>
      <w:r w:rsidR="00D61A1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ماشطه</w:t>
      </w:r>
      <w:bookmarkEnd w:id="56"/>
      <w:bookmarkEnd w:id="57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بانو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در دولت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زنده شده،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حزق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- پسر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فرعون- و شغلش 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فرعون بود. او همانند شوهرش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زمان خود -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-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آورده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همچنان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خود را پنهان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نوشته</w:t>
      </w:r>
      <w:r>
        <w:rPr>
          <w:rtl/>
          <w:lang w:bidi="fa-IR"/>
        </w:rPr>
        <w:t xml:space="preserve"> اند: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دختر فرعون بود که شانه از دستش افتاد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نام خدا را بر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ساخت. دختر فرعون گفت: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نام پدر مرا بر زبان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نه، بلکه نام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زبان آوردم که پدر تو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دختر فرعون ماجرا را نزد پدر بازگو ک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فرعون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را احضار کرد و گفت: مگر به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 اعتراف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هرگز! من از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کشم و تو را پرستش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D61A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فرعون</w:t>
      </w:r>
      <w:r>
        <w:rPr>
          <w:rtl/>
          <w:lang w:bidi="fa-IR"/>
        </w:rPr>
        <w:t xml:space="preserve"> دستور داد تا تنور 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برافروزند و همه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زن را در حضورش در آتش افکنند. چون نوبت به طفل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خوارش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ظاهر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برائت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کودک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رخوارش</w:t>
      </w:r>
      <w:r>
        <w:rPr>
          <w:rtl/>
          <w:lang w:bidi="fa-IR"/>
        </w:rPr>
        <w:t xml:space="preserve"> به زبان آمد و گفت: مادر صبر کن که تو بر حق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فرعون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زن و بچه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رخوارش</w:t>
      </w:r>
      <w:r>
        <w:rPr>
          <w:rtl/>
          <w:lang w:bidi="fa-IR"/>
        </w:rPr>
        <w:t xml:space="preserve"> را در آتش افکنده، سوزاندند و خداوند در اثر صبر و تحمل آن</w:t>
      </w:r>
      <w:r w:rsidR="00D61A1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زن</w:t>
      </w:r>
      <w:r>
        <w:rPr>
          <w:rtl/>
          <w:lang w:bidi="fa-IR"/>
        </w:rPr>
        <w:t xml:space="preserve"> در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او را در دولت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تا هم به آن حضرت خدمت کند و هم انتقام خود را از فرعون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D61A17">
      <w:pPr>
        <w:pStyle w:val="Heading2"/>
        <w:rPr>
          <w:rtl/>
          <w:lang w:bidi="fa-IR"/>
        </w:rPr>
      </w:pPr>
      <w:bookmarkStart w:id="58" w:name="_Toc3463580"/>
      <w:bookmarkStart w:id="59" w:name="_Toc3463690"/>
      <w:r>
        <w:rPr>
          <w:rtl/>
          <w:lang w:bidi="fa-IR"/>
        </w:rPr>
        <w:t>2</w:t>
      </w:r>
      <w:r w:rsidR="00D61A1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مادر عمار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bookmarkEnd w:id="58"/>
      <w:bookmarkEnd w:id="59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اسلام 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سبب، دشمن سخت به خشم آمد و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شکنجه ها را بر او روا داشت.</w:t>
      </w:r>
      <w:r w:rsidRPr="00D61A17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و شوهرش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در دام ابوجهل گرفتار آمدند و او نخست آن ها را وادار کرد که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دشنام دهند، آن ها 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نشدند.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زره آهن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ها را در آفتاب سوزان نگه داشت.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که گاه از کنارشان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آن ها را به صبر و مقاومت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«صبراً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فان موعدکم الجنه؛ا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خاندان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اسر،</w:t>
      </w:r>
      <w:r>
        <w:rPr>
          <w:rtl/>
          <w:lang w:bidi="fa-IR"/>
        </w:rPr>
        <w:t xml:space="preserve"> صبر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وعده گاه شما بهشت است». سرانجام ابو جهل بر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ضربت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کرد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شهادت رساند</w:t>
      </w:r>
      <w:r w:rsidRPr="00D61A17">
        <w:rPr>
          <w:rStyle w:val="libFootnotenumChar"/>
          <w:rtl/>
        </w:rPr>
        <w:t>.(2)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را به پاداش صبر و مجاهدت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راه اعتلا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نشان داد و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شکنجه را از دشمن خدا تحمل نمود،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ظهور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</w:t>
      </w:r>
      <w:r>
        <w:rPr>
          <w:rtl/>
          <w:lang w:bidi="fa-IR"/>
        </w:rPr>
        <w:lastRenderedPageBreak/>
        <w:t xml:space="preserve">محمد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زنده خواهد کرد تا تحقق وعده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 لشکر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اوران</w:t>
      </w:r>
      <w:r>
        <w:rPr>
          <w:rtl/>
          <w:lang w:bidi="fa-IR"/>
        </w:rPr>
        <w:t xml:space="preserve"> آن حضرت خدمت کند.</w:t>
      </w:r>
    </w:p>
    <w:p w:rsidR="00736191" w:rsidRPr="00D61A17" w:rsidRDefault="00D61A17" w:rsidP="00D61A1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736191" w:rsidRDefault="00736191" w:rsidP="00D61A17">
      <w:pPr>
        <w:pStyle w:val="libFootnote0"/>
        <w:rPr>
          <w:rtl/>
          <w:lang w:bidi="fa-IR"/>
        </w:rPr>
      </w:pPr>
      <w:r>
        <w:rPr>
          <w:rtl/>
          <w:lang w:bidi="fa-IR"/>
        </w:rPr>
        <w:t>1- اسد الغابه ، ج5، ص 481.</w:t>
      </w:r>
    </w:p>
    <w:p w:rsidR="00736191" w:rsidRDefault="00736191" w:rsidP="00D61A17">
      <w:pPr>
        <w:pStyle w:val="libFootnote0"/>
        <w:rPr>
          <w:rtl/>
          <w:lang w:bidi="fa-IR"/>
        </w:rPr>
      </w:pPr>
      <w:r>
        <w:rPr>
          <w:rtl/>
          <w:lang w:bidi="fa-IR"/>
        </w:rPr>
        <w:t>2-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، ج4، ص 353.</w:t>
      </w:r>
    </w:p>
    <w:p w:rsidR="00736191" w:rsidRDefault="00736191" w:rsidP="00D61A17">
      <w:pPr>
        <w:pStyle w:val="libFootnote0"/>
        <w:rPr>
          <w:rtl/>
          <w:lang w:bidi="fa-IR"/>
        </w:rPr>
      </w:pPr>
      <w:r>
        <w:rPr>
          <w:rtl/>
          <w:lang w:bidi="fa-IR"/>
        </w:rPr>
        <w:t>3.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به،</w:t>
      </w:r>
      <w:r>
        <w:rPr>
          <w:rtl/>
          <w:lang w:bidi="fa-IR"/>
        </w:rPr>
        <w:t xml:space="preserve"> دختر کعب مازن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736191" w:rsidRDefault="00D61A17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او</w:t>
      </w:r>
      <w:r w:rsidR="00736191">
        <w:rPr>
          <w:rtl/>
          <w:lang w:bidi="fa-IR"/>
        </w:rPr>
        <w:t xml:space="preserve"> معروف به «ام عماره» و از زنان فداکار صدر اسلام است که در برخ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جنگ ها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پ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امبر</w:t>
      </w:r>
      <w:r w:rsidR="00736191">
        <w:rPr>
          <w:rtl/>
          <w:lang w:bidi="fa-IR"/>
        </w:rPr>
        <w:t xml:space="preserve"> اسلام </w:t>
      </w:r>
      <w:r w:rsidR="00D86A0D" w:rsidRPr="00D86A0D">
        <w:rPr>
          <w:rStyle w:val="libAlaemChar"/>
          <w:rtl/>
        </w:rPr>
        <w:t>عليه‌السلام</w:t>
      </w:r>
      <w:r w:rsidR="00736191">
        <w:rPr>
          <w:rtl/>
          <w:lang w:bidi="fa-IR"/>
        </w:rPr>
        <w:t xml:space="preserve"> شرکت جسته و مجروحان جنگ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را مداوا کرده است. او در جنگ احد بهتر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نقش را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فا</w:t>
      </w:r>
      <w:r w:rsidR="00736191">
        <w:rPr>
          <w:rtl/>
          <w:lang w:bidi="fa-IR"/>
        </w:rPr>
        <w:t xml:space="preserve"> کرد. با 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دن</w:t>
      </w:r>
      <w:r w:rsidR="00736191">
        <w:rPr>
          <w:rtl/>
          <w:lang w:bidi="fa-IR"/>
        </w:rPr>
        <w:t xml:space="preserve"> صحنه فرار مسلمانان و تنها گذاشتن پ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امبر</w:t>
      </w:r>
      <w:r w:rsidR="00736191"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 w:rsidR="00736191">
        <w:rPr>
          <w:rtl/>
          <w:lang w:bidi="fa-IR"/>
        </w:rPr>
        <w:t>به دفاع از جان شر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ف</w:t>
      </w:r>
      <w:r w:rsidR="00736191">
        <w:rPr>
          <w:rtl/>
          <w:lang w:bidi="fa-IR"/>
        </w:rPr>
        <w:t xml:space="preserve"> آن حضرت پرداخت و در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راه بدنش زخم ها</w:t>
      </w:r>
      <w:r w:rsidR="00736191">
        <w:rPr>
          <w:rFonts w:hint="cs"/>
          <w:rtl/>
          <w:lang w:bidi="fa-IR"/>
        </w:rPr>
        <w:t>یی</w:t>
      </w:r>
      <w:r w:rsidR="00736191">
        <w:rPr>
          <w:rtl/>
          <w:lang w:bidi="fa-IR"/>
        </w:rPr>
        <w:t xml:space="preserve"> فراوان برداشت.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ستوده و به فرزندش عماره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فرمود: امروز، مقام مادر تو از مردان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والاتر است</w:t>
      </w:r>
      <w:r w:rsidRPr="00383607">
        <w:rPr>
          <w:rStyle w:val="libFootnotenumChar"/>
          <w:rtl/>
        </w:rPr>
        <w:t>.(1)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فروکش کردن جنگ،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با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زخم </w:t>
      </w:r>
      <w:r w:rsidRPr="00383607">
        <w:rPr>
          <w:rStyle w:val="libFootnotenumChar"/>
          <w:rtl/>
        </w:rPr>
        <w:t xml:space="preserve">(2) </w:t>
      </w:r>
      <w:r>
        <w:rPr>
          <w:rtl/>
          <w:lang w:bidi="fa-IR"/>
        </w:rPr>
        <w:t>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همراه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مسلمانان به خانه بازگشت و به استراحت پرداخت.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فرمان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که فقط مجروحان جنگ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دشمن بشتابند،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383607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آماده رفتن شد،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ل شدت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نتوانست شرکت کند.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دشمن بازگشت،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که به خانه برود، عبدالله بن کعب مازن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احوال 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نزد او فرستاد و چون از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آگاه شد، شادمان موضوع را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خبر داد.</w:t>
      </w:r>
      <w:r w:rsidRPr="00383607">
        <w:rPr>
          <w:rStyle w:val="libFootnotenumChar"/>
          <w:rtl/>
        </w:rPr>
        <w:t>(3)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زنده خواهد شد.(4)</w:t>
      </w:r>
    </w:p>
    <w:p w:rsidR="00736191" w:rsidRPr="00383607" w:rsidRDefault="00383607" w:rsidP="0038360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____________________________________________</w:t>
      </w:r>
    </w:p>
    <w:p w:rsidR="00736191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ج1، ص 273.</w:t>
      </w:r>
    </w:p>
    <w:p w:rsidR="00736191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2-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 2، ص 268.</w:t>
      </w:r>
    </w:p>
    <w:p w:rsidR="00736191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3-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 1، ص 270.</w:t>
      </w:r>
    </w:p>
    <w:p w:rsidR="00383607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4-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، ج 5، ص 41؛ به نقل از خصا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فاطمه .</w:t>
      </w:r>
    </w:p>
    <w:p w:rsidR="00736191" w:rsidRDefault="00383607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383607">
      <w:pPr>
        <w:pStyle w:val="Heading2"/>
        <w:rPr>
          <w:rtl/>
          <w:lang w:bidi="fa-IR"/>
        </w:rPr>
      </w:pPr>
      <w:bookmarkStart w:id="60" w:name="_Toc3463581"/>
      <w:bookmarkStart w:id="61" w:name="_Toc3463691"/>
      <w:r>
        <w:rPr>
          <w:rtl/>
          <w:lang w:bidi="fa-IR"/>
        </w:rPr>
        <w:t>4</w:t>
      </w:r>
      <w:r w:rsidR="0038360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امّ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bookmarkEnd w:id="60"/>
      <w:bookmarkEnd w:id="61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زنان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</w:t>
      </w:r>
      <w:r>
        <w:rPr>
          <w:rtl/>
          <w:lang w:bidi="fa-IR"/>
        </w:rPr>
        <w:t xml:space="preserve"> و خدمتکار حضرت رسول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او «مادر» خطاب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«هذه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 w:rsidRPr="00383607">
        <w:rPr>
          <w:rStyle w:val="libFootnotenumChar"/>
          <w:rtl/>
        </w:rPr>
        <w:t>(1)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زن،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خاندان من است».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همواره در کنار زنان مجاهد، درجبهه جنگ به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مجروحان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پرداخت.</w:t>
      </w:r>
      <w:r w:rsidRPr="00383607">
        <w:rPr>
          <w:rStyle w:val="libFootnotenumChar"/>
          <w:rtl/>
        </w:rPr>
        <w:t>(2)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فتگان</w:t>
      </w:r>
      <w:r>
        <w:rPr>
          <w:rtl/>
          <w:lang w:bidi="fa-IR"/>
        </w:rPr>
        <w:t xml:space="preserve"> خاندان امامت بود و در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فدک، حضرت زهرا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به عنوان شاهد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شش ماه پس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</w:t>
      </w:r>
      <w:r w:rsidRPr="00383607">
        <w:rPr>
          <w:rStyle w:val="libFootnotenumChar"/>
          <w:rtl/>
        </w:rPr>
        <w:t>.(3)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به برکت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محمد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هنگام ظهور، او را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تا در لشکرگاه امام به خدمت گماشته شود.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383607">
      <w:pPr>
        <w:pStyle w:val="Heading2"/>
        <w:rPr>
          <w:rtl/>
          <w:lang w:bidi="fa-IR"/>
        </w:rPr>
      </w:pPr>
      <w:bookmarkStart w:id="62" w:name="_Toc3463582"/>
      <w:bookmarkStart w:id="63" w:name="_Toc3463692"/>
      <w:r>
        <w:rPr>
          <w:rtl/>
          <w:lang w:bidi="fa-IR"/>
        </w:rPr>
        <w:t>5</w:t>
      </w:r>
      <w:r w:rsidR="0038360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امّ خالد</w:t>
      </w:r>
      <w:bookmarkEnd w:id="62"/>
      <w:bookmarkEnd w:id="63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دو بانو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مشهور شده اند: ام خالد احمس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ام خالد جهنّ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مقصود ام خالد مقطوعه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(=دست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) باشد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عمر، پس از به شهادت رساندن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کوفه، دست او را به جرم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بودن قطع کرد. در کتاب رجال کشّ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مقام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فداکار از امام صادق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 ابو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در خدمت امام صادق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نشسته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ام خالد مقطوعه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راه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حضرت فرمود: ا</w:t>
      </w:r>
      <w:r>
        <w:rPr>
          <w:rFonts w:hint="cs"/>
          <w:rtl/>
          <w:lang w:bidi="fa-IR"/>
        </w:rPr>
        <w:t>ی</w:t>
      </w:r>
    </w:p>
    <w:p w:rsidR="00736191" w:rsidRPr="00383607" w:rsidRDefault="00383607" w:rsidP="0038360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736191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1- چشم انداز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حکومت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، ص 76؛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، ج 35، ص329.</w:t>
      </w:r>
    </w:p>
    <w:p w:rsidR="00736191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2- نقش زنان مسلمان در جنگ ، ص20.</w:t>
      </w:r>
    </w:p>
    <w:p w:rsidR="00736191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3- قاموس الرجال ، ج 10، ص387.</w:t>
      </w:r>
    </w:p>
    <w:p w:rsidR="00736191" w:rsidRDefault="00383607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ابابص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ر،</w:t>
      </w:r>
      <w:r w:rsidR="00736191">
        <w:rPr>
          <w:rtl/>
          <w:lang w:bidi="fa-IR"/>
        </w:rPr>
        <w:t xml:space="preserve"> آ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</w:t>
      </w:r>
      <w:r w:rsidR="00736191">
        <w:rPr>
          <w:rtl/>
          <w:lang w:bidi="fa-IR"/>
        </w:rPr>
        <w:t xml:space="preserve"> م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ل</w:t>
      </w:r>
      <w:r w:rsidR="00736191">
        <w:rPr>
          <w:rtl/>
          <w:lang w:bidi="fa-IR"/>
        </w:rPr>
        <w:t xml:space="preserve"> دار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سخن ام خالد را بشنو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؟</w:t>
      </w:r>
      <w:r w:rsidR="00736191">
        <w:rPr>
          <w:rtl/>
          <w:lang w:bidi="fa-IR"/>
        </w:rPr>
        <w:t xml:space="preserve"> من عرض کردم: آر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،ا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فرزند رسول خدا، با شن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دن</w:t>
      </w:r>
      <w:r w:rsidR="00736191">
        <w:rPr>
          <w:rtl/>
          <w:lang w:bidi="fa-IR"/>
        </w:rPr>
        <w:t xml:space="preserve"> آن شادمان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گردم</w:t>
      </w:r>
      <w:r w:rsidR="00736191">
        <w:rPr>
          <w:rFonts w:cs="Times New Roman" w:hint="cs"/>
          <w:rtl/>
          <w:lang w:bidi="fa-IR"/>
        </w:rPr>
        <w:t>…</w:t>
      </w:r>
      <w:r w:rsidR="00736191">
        <w:rPr>
          <w:rFonts w:hint="cs"/>
          <w:rtl/>
          <w:lang w:bidi="fa-IR"/>
        </w:rPr>
        <w:t xml:space="preserve"> در همان موقع ام خالد به خدمت امام آمد و سخن گفت. دی</w:t>
      </w:r>
      <w:r w:rsidR="00736191">
        <w:rPr>
          <w:rFonts w:hint="eastAsia"/>
          <w:rtl/>
          <w:lang w:bidi="fa-IR"/>
        </w:rPr>
        <w:t>دم</w:t>
      </w:r>
      <w:r w:rsidR="00736191">
        <w:rPr>
          <w:rtl/>
          <w:lang w:bidi="fa-IR"/>
        </w:rPr>
        <w:t xml:space="preserve"> و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در کمال فصاحت و بلاغت سخن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گو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د؛</w:t>
      </w:r>
      <w:r w:rsidR="00736191">
        <w:rPr>
          <w:rtl/>
          <w:lang w:bidi="fa-IR"/>
        </w:rPr>
        <w:t xml:space="preserve"> سپس حضرت درباره موضوع ولا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ت</w:t>
      </w:r>
      <w:r w:rsidR="00736191">
        <w:rPr>
          <w:rtl/>
          <w:lang w:bidi="fa-IR"/>
        </w:rPr>
        <w:t xml:space="preserve"> و برائت از دشمنان با او گفتگ</w:t>
      </w:r>
      <w:r w:rsidR="00736191">
        <w:rPr>
          <w:rFonts w:hint="eastAsia"/>
          <w:rtl/>
          <w:lang w:bidi="fa-IR"/>
        </w:rPr>
        <w:t>و</w:t>
      </w:r>
      <w:r w:rsidR="00736191">
        <w:rPr>
          <w:rtl/>
          <w:lang w:bidi="fa-IR"/>
        </w:rPr>
        <w:t xml:space="preserve"> کرد.</w:t>
      </w:r>
      <w:r w:rsidR="00736191" w:rsidRPr="00383607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383607">
      <w:pPr>
        <w:pStyle w:val="Heading2"/>
        <w:rPr>
          <w:rtl/>
          <w:lang w:bidi="fa-IR"/>
        </w:rPr>
      </w:pPr>
      <w:bookmarkStart w:id="64" w:name="_Toc3463583"/>
      <w:bookmarkStart w:id="65" w:name="_Toc3463693"/>
      <w:r>
        <w:rPr>
          <w:rtl/>
          <w:lang w:bidi="fa-IR"/>
        </w:rPr>
        <w:t>6</w:t>
      </w:r>
      <w:r w:rsidR="0038360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bookmarkEnd w:id="64"/>
      <w:bookmarkEnd w:id="65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مشخصات</w:t>
      </w:r>
      <w:r>
        <w:rPr>
          <w:rtl/>
          <w:lang w:bidi="fa-IR"/>
        </w:rPr>
        <w:t xml:space="preserve"> کامل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نقل نشده است و احتمال دارد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زن هارون الرش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باشد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صدوق; درباره اش گفته است: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هواداران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هارون دانست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است، قسم خورد طلاقش دهد.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آبرسان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عرفات است.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اند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کصد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داشت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مشغول حفظ قرآن بودند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محل سکونت او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تلاوت قرآن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شد.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در سال216 ق رحلت کرد.</w:t>
      </w:r>
      <w:r w:rsidRPr="00383607">
        <w:rPr>
          <w:rStyle w:val="libFootnotenumChar"/>
          <w:rtl/>
        </w:rPr>
        <w:t>(2)</w:t>
      </w:r>
    </w:p>
    <w:p w:rsidR="00736191" w:rsidRDefault="00383607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383607" w:rsidP="00383607">
      <w:pPr>
        <w:pStyle w:val="Heading2"/>
        <w:rPr>
          <w:rtl/>
          <w:lang w:bidi="fa-IR"/>
        </w:rPr>
      </w:pPr>
      <w:bookmarkStart w:id="66" w:name="_Toc3463584"/>
      <w:bookmarkStart w:id="67" w:name="_Toc3463694"/>
      <w:r>
        <w:rPr>
          <w:rFonts w:hint="cs"/>
          <w:rtl/>
          <w:lang w:bidi="fa-IR"/>
        </w:rPr>
        <w:t>7 -</w:t>
      </w:r>
      <w:r w:rsidR="00736191">
        <w:rPr>
          <w:rtl/>
          <w:lang w:bidi="fa-IR"/>
        </w:rPr>
        <w:t xml:space="preserve"> حبّابه والب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ه</w:t>
      </w:r>
      <w:bookmarkEnd w:id="66"/>
      <w:bookmarkEnd w:id="67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زنان والامقام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دوره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هشت امام معصوم را درک کرد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مورد لطف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قرار داشت.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 نوبت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امام رضا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به او بازگردانده شد.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ملاقات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که از آ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حضرت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امامت درخواست کرد.</w:t>
      </w:r>
    </w:p>
    <w:p w:rsidR="00736191" w:rsidRPr="00383607" w:rsidRDefault="00383607" w:rsidP="0038360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736191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1-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، ج3، ص381؛ به نقل از تنق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المقال مامقان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736191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2- تنق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المقال ، ج3، ص 78.</w:t>
      </w:r>
    </w:p>
    <w:p w:rsidR="00736191" w:rsidRDefault="00383607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736191">
        <w:rPr>
          <w:rFonts w:hint="eastAsia"/>
          <w:rtl/>
          <w:lang w:bidi="fa-IR"/>
        </w:rPr>
        <w:lastRenderedPageBreak/>
        <w:t>حضرت</w:t>
      </w:r>
      <w:r w:rsidR="00736191">
        <w:rPr>
          <w:rtl/>
          <w:lang w:bidi="fa-IR"/>
        </w:rPr>
        <w:t xml:space="preserve"> در حضور و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سنگ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را برداشت و بر آن مهر خود را نقش کرد و اثر آن مهر در سنگ جا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گرفت و به او فرمود: پس از من هر که توانست در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سنگ چن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اثر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بر جا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بگذارد، او امام است؛ از ا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رو، حبابه پس از شهادت هر امام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نزد امام د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گر</w:t>
      </w:r>
      <w:r w:rsidR="00736191">
        <w:rPr>
          <w:rtl/>
          <w:lang w:bidi="fa-IR"/>
        </w:rPr>
        <w:t xml:space="preserve">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رفت و آنان مهر خود را بر هما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سنگ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زدند و اثر آن نقش م</w:t>
      </w:r>
      <w:r w:rsidR="00736191">
        <w:rPr>
          <w:rFonts w:hint="cs"/>
          <w:rtl/>
          <w:lang w:bidi="fa-IR"/>
        </w:rPr>
        <w:t>ی</w:t>
      </w:r>
      <w:r w:rsidR="00736191">
        <w:rPr>
          <w:rtl/>
          <w:lang w:bidi="fa-IR"/>
        </w:rPr>
        <w:t xml:space="preserve"> بست. نوبت که به امام رضا </w:t>
      </w:r>
      <w:r w:rsidR="00D86A0D" w:rsidRPr="00D86A0D">
        <w:rPr>
          <w:rStyle w:val="libAlaemChar"/>
          <w:rtl/>
        </w:rPr>
        <w:t>عليه‌السلام</w:t>
      </w:r>
      <w:r w:rsidR="00736191">
        <w:rPr>
          <w:rtl/>
          <w:lang w:bidi="fa-IR"/>
        </w:rPr>
        <w:t xml:space="preserve"> رس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د</w:t>
      </w:r>
      <w:r w:rsidR="00736191">
        <w:rPr>
          <w:rtl/>
          <w:lang w:bidi="fa-IR"/>
        </w:rPr>
        <w:t xml:space="preserve"> حضرت 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ز</w:t>
      </w:r>
      <w:r w:rsidR="00736191">
        <w:rPr>
          <w:rtl/>
          <w:lang w:bidi="fa-IR"/>
        </w:rPr>
        <w:t xml:space="preserve"> چن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ن</w:t>
      </w:r>
      <w:r w:rsidR="00736191">
        <w:rPr>
          <w:rtl/>
          <w:lang w:bidi="fa-IR"/>
        </w:rPr>
        <w:t xml:space="preserve"> کرد. حبابه نه ماه پس از رحلت امام رضا </w:t>
      </w:r>
      <w:r w:rsidR="00D86A0D" w:rsidRPr="00D86A0D">
        <w:rPr>
          <w:rStyle w:val="libAlaemChar"/>
          <w:rtl/>
        </w:rPr>
        <w:t>عليه‌السلام</w:t>
      </w:r>
      <w:r w:rsidR="00736191">
        <w:rPr>
          <w:rtl/>
          <w:lang w:bidi="fa-IR"/>
        </w:rPr>
        <w:t xml:space="preserve"> زنده بود و پس از آن بدرود ح</w:t>
      </w:r>
      <w:r w:rsidR="00736191">
        <w:rPr>
          <w:rFonts w:hint="cs"/>
          <w:rtl/>
          <w:lang w:bidi="fa-IR"/>
        </w:rPr>
        <w:t>ی</w:t>
      </w:r>
      <w:r w:rsidR="00736191">
        <w:rPr>
          <w:rFonts w:hint="eastAsia"/>
          <w:rtl/>
          <w:lang w:bidi="fa-IR"/>
        </w:rPr>
        <w:t>ات</w:t>
      </w:r>
      <w:r w:rsidR="00736191">
        <w:rPr>
          <w:rtl/>
          <w:lang w:bidi="fa-IR"/>
        </w:rPr>
        <w:t xml:space="preserve"> گفت.</w:t>
      </w:r>
      <w:r w:rsidR="00736191" w:rsidRPr="00383607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است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حبابه به خدمت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سال از عمرش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بود. حضرت با انگشت سبابه خود اشاره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بازگشت.</w:t>
      </w:r>
      <w:r w:rsidRPr="00383607">
        <w:rPr>
          <w:rStyle w:val="libFootnotenumChar"/>
          <w:rtl/>
        </w:rPr>
        <w:t>(2)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اند: صورت حبابه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سجود سوخته و از عبادت همانند چوب خشک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بود.</w:t>
      </w:r>
      <w:r w:rsidRPr="00383607">
        <w:rPr>
          <w:rStyle w:val="libFootnotenumChar"/>
          <w:rtl/>
        </w:rPr>
        <w:t>(3)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383607">
      <w:pPr>
        <w:pStyle w:val="Heading2"/>
        <w:rPr>
          <w:rtl/>
          <w:lang w:bidi="fa-IR"/>
        </w:rPr>
      </w:pPr>
      <w:bookmarkStart w:id="68" w:name="_Toc3463585"/>
      <w:bookmarkStart w:id="69" w:name="_Toc3463695"/>
      <w:r>
        <w:rPr>
          <w:rtl/>
          <w:lang w:bidi="fa-IR"/>
        </w:rPr>
        <w:t>8</w:t>
      </w:r>
      <w:r w:rsidR="0038360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قنواء</w:t>
      </w:r>
      <w:bookmarkEnd w:id="68"/>
      <w:bookmarkEnd w:id="69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خود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با 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امام جعفر صادق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Pr="00383607">
        <w:rPr>
          <w:rStyle w:val="libFootnotenumChar"/>
          <w:rtl/>
        </w:rPr>
        <w:t>(4).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بزرگمرد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راه محبت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به طرز دلخراش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از گفتار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قنواء به هنگام ورود پ</w:t>
      </w:r>
      <w:r>
        <w:rPr>
          <w:rFonts w:hint="eastAsia"/>
          <w:rtl/>
          <w:lang w:bidi="fa-IR"/>
        </w:rPr>
        <w:t>درش</w:t>
      </w:r>
      <w:r>
        <w:rPr>
          <w:rtl/>
          <w:lang w:bidi="fa-IR"/>
        </w:rPr>
        <w:t xml:space="preserve"> نزد</w:t>
      </w:r>
    </w:p>
    <w:p w:rsidR="00736191" w:rsidRPr="00383607" w:rsidRDefault="00383607" w:rsidP="0038360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736191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1-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، ج1، ص204.</w:t>
      </w:r>
    </w:p>
    <w:p w:rsidR="00736191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2-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، ج1، ص204.</w:t>
      </w:r>
    </w:p>
    <w:p w:rsidR="00736191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3-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، ج1، ص204.</w:t>
      </w:r>
    </w:p>
    <w:p w:rsidR="00383607" w:rsidRDefault="00736191" w:rsidP="00383607">
      <w:pPr>
        <w:pStyle w:val="libFootnote0"/>
        <w:rPr>
          <w:rtl/>
          <w:lang w:bidi="fa-IR"/>
        </w:rPr>
      </w:pPr>
      <w:r>
        <w:rPr>
          <w:rtl/>
          <w:lang w:bidi="fa-IR"/>
        </w:rPr>
        <w:t>4- جامع الرواه ، ج 2، ص458؛ رجال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ص341.</w:t>
      </w:r>
    </w:p>
    <w:p w:rsidR="00736191" w:rsidRDefault="00383607" w:rsidP="0038360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دالله</w:t>
      </w:r>
      <w:r>
        <w:rPr>
          <w:rtl/>
          <w:lang w:bidi="fa-IR"/>
        </w:rPr>
        <w:t xml:space="preserve"> 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شاهد قطع دو دست و دو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خود بوده و به کمک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جان پدر را از دار الاماره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آورده و به خانه منتقل کرده است.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قنواء به پدرش گفت: پدر جان!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خود را به رنج و مشقت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پدر در پاسخ گفت: دخترم، پس از ما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آمد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شدت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مانشان</w:t>
      </w:r>
      <w:r>
        <w:rPr>
          <w:rtl/>
          <w:lang w:bidi="fa-IR"/>
        </w:rPr>
        <w:t xml:space="preserve"> از ما _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خود را به زحمت عبادت انداخته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_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است.</w:t>
      </w:r>
      <w:r w:rsidRPr="00383607">
        <w:rPr>
          <w:rStyle w:val="libFootnotenumChar"/>
          <w:rtl/>
        </w:rPr>
        <w:t>(1)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383607">
      <w:pPr>
        <w:pStyle w:val="Heading2"/>
        <w:rPr>
          <w:rtl/>
          <w:lang w:bidi="fa-IR"/>
        </w:rPr>
      </w:pPr>
      <w:bookmarkStart w:id="70" w:name="_Toc3463586"/>
      <w:bookmarkStart w:id="71" w:name="_Toc3463696"/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بانوان منتظِر</w:t>
      </w:r>
      <w:bookmarkEnd w:id="70"/>
      <w:bookmarkEnd w:id="71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اوران</w:t>
      </w:r>
      <w:r>
        <w:rPr>
          <w:rtl/>
          <w:lang w:bidi="fa-IR"/>
        </w:rPr>
        <w:t xml:space="preserve">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بانوان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 آن حضرت رحلت کرده اند.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امام تو ظاهر گشته است، اگر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حضور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اراده پروردگار زنده خواهند شد.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رجعت</w:t>
      </w:r>
      <w:r>
        <w:rPr>
          <w:rtl/>
          <w:lang w:bidi="fa-IR"/>
        </w:rPr>
        <w:t xml:space="preserve"> زنان، مربوط به گروه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هر بانو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خود را با خواسته ها و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حکومت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محمد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دهد، ممکن است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از رحمت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مند گشته،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زنده شود.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ط،</w:t>
      </w:r>
      <w:r>
        <w:rPr>
          <w:rtl/>
          <w:lang w:bidi="fa-IR"/>
        </w:rPr>
        <w:t xml:space="preserve"> خواندن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 است که در فرد،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حکومت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به فرموده امام صادق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>: هر کس چهل صبح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 را بخواند،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اوران</w:t>
      </w:r>
      <w:r>
        <w:rPr>
          <w:rtl/>
          <w:lang w:bidi="fa-IR"/>
        </w:rPr>
        <w:t xml:space="preserve"> قائم ما باشد و اگر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 آن حضرت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برود، خداوند او را از قبر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 تا در خدمت آن حضرت باشد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..</w:t>
      </w:r>
      <w:r w:rsidRPr="00DE2900">
        <w:rPr>
          <w:rStyle w:val="libFootnotenumChar"/>
          <w:rFonts w:hint="cs"/>
          <w:rtl/>
        </w:rPr>
        <w:t>(2)</w:t>
      </w:r>
    </w:p>
    <w:p w:rsidR="00DE2900" w:rsidRPr="00DE2900" w:rsidRDefault="00DE2900" w:rsidP="00DE290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____________________________________</w:t>
      </w: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1- اختصاص ، ص73و72.</w:t>
      </w: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2-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، ج2، ص294.</w:t>
      </w:r>
    </w:p>
    <w:p w:rsidR="00DE2900" w:rsidRDefault="00DE2900" w:rsidP="00736191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DE2900">
      <w:pPr>
        <w:pStyle w:val="Heading1"/>
        <w:rPr>
          <w:rtl/>
          <w:lang w:bidi="fa-IR"/>
        </w:rPr>
      </w:pPr>
      <w:bookmarkStart w:id="72" w:name="_Toc3463587"/>
      <w:bookmarkStart w:id="73" w:name="_Toc3463697"/>
      <w:r>
        <w:rPr>
          <w:rFonts w:hint="eastAsia"/>
          <w:rtl/>
          <w:lang w:bidi="fa-IR"/>
        </w:rPr>
        <w:t>انتظار</w:t>
      </w:r>
      <w:r>
        <w:rPr>
          <w:rtl/>
          <w:lang w:bidi="fa-IR"/>
        </w:rPr>
        <w:t xml:space="preserve"> فرج</w:t>
      </w:r>
      <w:bookmarkEnd w:id="72"/>
      <w:bookmarkEnd w:id="73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حضوردر حکومت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 و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آن حضرت، انتظار فرج است؛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حکومت حق و آراستن به آنچه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خواهد. انتظار فرج،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هرگونه سلطه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گانگان</w:t>
      </w:r>
      <w:r>
        <w:rPr>
          <w:rtl/>
          <w:lang w:bidi="fa-IR"/>
        </w:rPr>
        <w:t xml:space="preserve"> و مبارزه با افکار انحراف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فساد اخلا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کلام انتظار فرج،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دشمنان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و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عليهم‌السلام</w:t>
      </w:r>
      <w:r>
        <w:rPr>
          <w:rtl/>
          <w:lang w:bidi="fa-IR"/>
        </w:rPr>
        <w:t>.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انتظار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اعمال شمرده شده است، بلکه فرد منتظِر دولت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Fonts w:hint="eastAsia"/>
          <w:rtl/>
          <w:lang w:bidi="fa-IR"/>
        </w:rPr>
        <w:t>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گشته و در خون خود غلت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و اگر بر همان حالت انتظار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برود، بسان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فاطمه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736191" w:rsidRDefault="00736191" w:rsidP="00DE290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امام صادق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 که آن حضرت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را خبر ندهم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بدون آن از بندگانش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رد؟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فرمود: شهادت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رسالت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و اقرار به آنچه که خداوند فر</w:t>
      </w:r>
      <w:r>
        <w:rPr>
          <w:rFonts w:hint="eastAsia"/>
          <w:rtl/>
          <w:lang w:bidi="fa-IR"/>
        </w:rPr>
        <w:t>موده،</w:t>
      </w:r>
      <w:r>
        <w:rPr>
          <w:rtl/>
          <w:lang w:bidi="fa-IR"/>
        </w:rPr>
        <w:t xml:space="preserve"> از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دشمنان و اطاعت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داشتن ورع،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انتظار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>، آن گاه فرمود: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دولت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خداوند آن را هر زمان که اراده کند، برقرار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سازد؛ سپس افزود: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دوست دارد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قائم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ما باشد،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انتظار به سر برد و خود را به ورع و محاسن اخلاق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اگر در همان حال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آن حضرت را درک کرده</w:t>
      </w:r>
      <w:r w:rsidR="00DE290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</w:t>
      </w:r>
      <w:r w:rsidRPr="00DE2900">
        <w:rPr>
          <w:rStyle w:val="libFootnotenumChar"/>
          <w:rtl/>
        </w:rPr>
        <w:t>.(1)</w:t>
      </w:r>
    </w:p>
    <w:p w:rsidR="00736191" w:rsidRDefault="00DE2900" w:rsidP="0073619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36191" w:rsidRDefault="00736191" w:rsidP="00DE2900">
      <w:pPr>
        <w:pStyle w:val="Heading1"/>
        <w:rPr>
          <w:rtl/>
          <w:lang w:bidi="fa-IR"/>
        </w:rPr>
      </w:pPr>
      <w:bookmarkStart w:id="74" w:name="_Toc3463588"/>
      <w:bookmarkStart w:id="75" w:name="_Toc3463698"/>
      <w:r>
        <w:rPr>
          <w:rFonts w:hint="eastAsia"/>
          <w:rtl/>
          <w:lang w:bidi="fa-IR"/>
        </w:rPr>
        <w:t>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</w:t>
      </w:r>
      <w:bookmarkEnd w:id="74"/>
      <w:bookmarkEnd w:id="75"/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بانوان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خواهران مسلمان!</w:t>
      </w: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زمره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امام زمان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cs="Times New Roman" w:hint="cs"/>
          <w:rtl/>
          <w:lang w:bidi="fa-IR"/>
        </w:rPr>
        <w:t>…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پنجاه زن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cs="Times New Roman" w:hint="cs"/>
          <w:rtl/>
          <w:lang w:bidi="fa-IR"/>
        </w:rPr>
        <w:t>…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چهارصد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همراه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فرود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اراده پروردگار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گل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فاطمه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باز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حکومت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با قائم آل محمد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رابطه خود را با او محکم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خود را با برنامه ها و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امام زمان جز راه جدش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D86A0D" w:rsidRPr="00D86A0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p w:rsidR="00736191" w:rsidRDefault="00736191" w:rsidP="00736191">
      <w:pPr>
        <w:pStyle w:val="libNormal"/>
        <w:rPr>
          <w:rtl/>
          <w:lang w:bidi="fa-IR"/>
        </w:rPr>
      </w:pPr>
    </w:p>
    <w:p w:rsidR="00736191" w:rsidRDefault="00736191" w:rsidP="007361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حضور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او</w:t>
      </w:r>
    </w:p>
    <w:p w:rsidR="00736191" w:rsidRPr="00DE2900" w:rsidRDefault="00DE2900" w:rsidP="00DE290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1-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الآمال ، ج2، ص486؛ به نقل از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نعمان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736191" w:rsidRDefault="00DE2900" w:rsidP="00DE290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6" w:name="_Toc3463589"/>
      <w:bookmarkStart w:id="77" w:name="_Toc3463699"/>
      <w:r w:rsidR="00736191">
        <w:rPr>
          <w:rFonts w:hint="eastAsia"/>
          <w:rtl/>
          <w:lang w:bidi="fa-IR"/>
        </w:rPr>
        <w:lastRenderedPageBreak/>
        <w:t>فهرست</w:t>
      </w:r>
      <w:r w:rsidR="00736191">
        <w:rPr>
          <w:rtl/>
          <w:lang w:bidi="fa-IR"/>
        </w:rPr>
        <w:t xml:space="preserve"> منابع</w:t>
      </w:r>
      <w:bookmarkEnd w:id="76"/>
      <w:bookmarkEnd w:id="77"/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1.ابن عبد اکبر، الاست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عاب،</w:t>
      </w:r>
      <w:r>
        <w:rPr>
          <w:rtl/>
          <w:lang w:bidi="fa-IR"/>
        </w:rPr>
        <w:t xml:space="preserve"> دارالتراث،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2.احمد بن حنبل، مسند احمد، دار صادر،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3.اردب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جامع الرواه، منشورات مکتبه المرعش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4.اسفرا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بن اسحاق، مسند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عوانه، دارالمعرفه،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5.بخار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بن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بخار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دار المعرفه،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6.بصر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بن سعد، الطبقات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دار صادر،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7.ترمز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محمدبن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الجامع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دار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8.جزر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ابن 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اسد الغابه، المکتبه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طهران.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9.جزر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ابن 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الإصابه، دار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10.جمع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مؤلفان از جمله مؤلف، معجم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الإمام المهد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مؤسسه معارف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11.حمو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اقوت،</w:t>
      </w:r>
      <w:r>
        <w:rPr>
          <w:rtl/>
          <w:lang w:bidi="fa-IR"/>
        </w:rPr>
        <w:t xml:space="preserve"> معجم البلدان، دار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12.دامغان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محمود مهدو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ترجمه المغاز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مرکز نشر دانشگاه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13.دکتر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 سلمه،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تهران.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14.د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فردوس الأخبار، دارالکتب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15.سجستان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اشعث، سنن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داود، دارالفکر،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16.شوشتر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قاموس الرجال، مرکز نشر الکتاب، تهران.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17.شوکان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بن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الأوطار، دار الج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18.ش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محمد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جماعه المدرس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:61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19.ش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صادق،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اسه</w:t>
      </w:r>
      <w:r>
        <w:rPr>
          <w:rtl/>
          <w:lang w:bidi="fa-IR"/>
        </w:rPr>
        <w:t xml:space="preserve"> من واقع الاسلام،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20.طبرس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احمد بن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الإحتجاج، منشورات النعمان، نجف.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21.طبر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بن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دلائل الإمامه،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النجف.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22.طبس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نجم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چشم انداز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حکومت مهد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انتشارات دفتر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غات،</w:t>
      </w:r>
      <w:r>
        <w:rPr>
          <w:rtl/>
          <w:lang w:bidi="fa-IR"/>
        </w:rPr>
        <w:t xml:space="preserve">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23.طوس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بن الحسن، رجال، مؤسسه النشر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24.طوس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بن الحسن، کتاب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به،</w:t>
      </w:r>
      <w:r>
        <w:rPr>
          <w:rtl/>
          <w:lang w:bidi="fa-IR"/>
        </w:rPr>
        <w:t xml:space="preserve"> مؤسسه معارف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25.قم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بعاس،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الآمال، هجرت،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26.قم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الأحزان،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27.قم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عباس،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البحار، انتشارات اسوه،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28.کحاله، عمر رضا، اعلام النساء، المکتبه الهاش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دمشق.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29.مالک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ابن الصباغ، الفصول المهمه، مطبعه العدل.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30.مامقان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عبدالله، تنق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المقال، چاپ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نجف اشرف.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31.مجلس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محمدباقر، بحارالانوار، مؤسسه الوفاء،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32.محلات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ذب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الله،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دارالکتب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طهران.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33.محلات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ذب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الله، عائشه ام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تهران.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34.محلات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رسول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فاطمه و دختر آن، انتشارات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تهران.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35.محمد بن طبر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المسترشد، مؤسسه الثقافه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طهران.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36.مروج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جواد، نقش زنان مسلمان در جنگ،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37.المز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وسف،</w:t>
      </w:r>
      <w:r>
        <w:rPr>
          <w:rtl/>
          <w:lang w:bidi="fa-IR"/>
        </w:rPr>
        <w:t xml:space="preserve">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اسماء الرجال، مؤسسه الرساله،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38.مف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محمد بن محمد بن النعمان، الاختصاص، مکتبه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39.مف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محمد بن محمد بن النعمان، الجمل، مکتبه الداور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:62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736191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40.واقد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ابوعمر،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نشر دانش، قم.</w:t>
      </w:r>
    </w:p>
    <w:p w:rsidR="00736191" w:rsidRDefault="00736191" w:rsidP="00DE2900">
      <w:pPr>
        <w:pStyle w:val="libFootnote0"/>
        <w:rPr>
          <w:rtl/>
          <w:lang w:bidi="fa-IR"/>
        </w:rPr>
      </w:pPr>
    </w:p>
    <w:p w:rsidR="00DE2900" w:rsidRDefault="00736191" w:rsidP="00DE2900">
      <w:pPr>
        <w:pStyle w:val="libFootnote0"/>
        <w:rPr>
          <w:rtl/>
          <w:lang w:bidi="fa-IR"/>
        </w:rPr>
      </w:pPr>
      <w:r>
        <w:rPr>
          <w:rtl/>
          <w:lang w:bidi="fa-IR"/>
        </w:rPr>
        <w:t>41.ه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مجمع الزوائد، مکتبه القدس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القاهره.</w:t>
      </w:r>
    </w:p>
    <w:p w:rsidR="00736191" w:rsidRDefault="00DE2900" w:rsidP="00DE2900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78" w:name="_Toc3463590"/>
      <w:bookmarkStart w:id="79" w:name="_Toc3463700"/>
      <w:r>
        <w:rPr>
          <w:rFonts w:hint="cs"/>
          <w:rtl/>
          <w:lang w:bidi="fa-IR"/>
        </w:rPr>
        <w:lastRenderedPageBreak/>
        <w:t>فهرست مطالب</w:t>
      </w:r>
      <w:bookmarkEnd w:id="78"/>
      <w:bookmarkEnd w:id="79"/>
    </w:p>
    <w:sdt>
      <w:sdtPr>
        <w:id w:val="1176215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942A20" w:rsidRDefault="00942A20" w:rsidP="00942A20">
          <w:pPr>
            <w:pStyle w:val="TOCHeading"/>
          </w:pPr>
        </w:p>
        <w:p w:rsidR="00942A20" w:rsidRDefault="00942A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463661" w:history="1">
            <w:r w:rsidRPr="00421E73">
              <w:rPr>
                <w:rStyle w:val="Hyperlink"/>
                <w:noProof/>
                <w:rtl/>
                <w:lang w:bidi="fa-IR"/>
              </w:rPr>
              <w:t>مقدمه 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463662" w:history="1">
            <w:r w:rsidRPr="00421E73">
              <w:rPr>
                <w:rStyle w:val="Hyperlink"/>
                <w:noProof/>
                <w:rtl/>
                <w:lang w:bidi="fa-IR"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463663" w:history="1">
            <w:r w:rsidRPr="00421E73">
              <w:rPr>
                <w:rStyle w:val="Hyperlink"/>
                <w:noProof/>
                <w:rtl/>
                <w:lang w:bidi="fa-IR"/>
              </w:rPr>
              <w:t>در گذر تار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463664" w:history="1">
            <w:r w:rsidRPr="00421E73">
              <w:rPr>
                <w:rStyle w:val="Hyperlink"/>
                <w:noProof/>
                <w:rtl/>
                <w:lang w:bidi="fa-IR"/>
              </w:rPr>
              <w:t>نقش زنان در صدر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65" w:history="1">
            <w:r w:rsidRPr="00421E73">
              <w:rPr>
                <w:rStyle w:val="Hyperlink"/>
                <w:noProof/>
                <w:rtl/>
                <w:lang w:bidi="fa-IR"/>
              </w:rPr>
              <w:t>الف: حضور در جبهه و مداوا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مجروحان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66" w:history="1">
            <w:r w:rsidRPr="00421E73">
              <w:rPr>
                <w:rStyle w:val="Hyperlink"/>
                <w:noProof/>
                <w:rtl/>
                <w:lang w:bidi="fa-IR"/>
              </w:rPr>
              <w:t>ب. پرستار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ب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ماران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67" w:history="1">
            <w:r w:rsidRPr="00421E73">
              <w:rPr>
                <w:rStyle w:val="Hyperlink"/>
                <w:noProof/>
                <w:rtl/>
                <w:lang w:bidi="fa-IR"/>
              </w:rPr>
              <w:t>ج - تدارکات و پشت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بان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جبهه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463668" w:history="1">
            <w:r w:rsidRPr="00421E73">
              <w:rPr>
                <w:rStyle w:val="Hyperlink"/>
                <w:noProof/>
                <w:rtl/>
                <w:lang w:bidi="fa-IR"/>
              </w:rPr>
              <w:t>نقش زنان در دوران امام عل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21E73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69" w:history="1">
            <w:r w:rsidRPr="00421E73">
              <w:rPr>
                <w:rStyle w:val="Hyperlink"/>
                <w:noProof/>
                <w:rtl/>
                <w:lang w:bidi="fa-IR"/>
              </w:rPr>
              <w:t>1 - دفاع از رهبر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70" w:history="1">
            <w:r w:rsidRPr="00421E73">
              <w:rPr>
                <w:rStyle w:val="Hyperlink"/>
                <w:noProof/>
                <w:rtl/>
                <w:lang w:bidi="fa-IR"/>
              </w:rPr>
              <w:t>ب. شاد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حفصه و گر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ه امّ سلمه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71" w:history="1">
            <w:r w:rsidRPr="00421E73">
              <w:rPr>
                <w:rStyle w:val="Hyperlink"/>
                <w:noProof/>
                <w:rtl/>
                <w:lang w:bidi="fa-IR"/>
              </w:rPr>
              <w:t>ج. دخالت ام کلثوم و رسوا نمودن حفصه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72" w:history="1">
            <w:r w:rsidRPr="00421E73">
              <w:rPr>
                <w:rStyle w:val="Hyperlink"/>
                <w:noProof/>
                <w:rtl/>
                <w:lang w:bidi="fa-IR"/>
              </w:rPr>
              <w:t>2 - تلاش برا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خنث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ساز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توطئه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73" w:history="1">
            <w:r w:rsidRPr="00421E73">
              <w:rPr>
                <w:rStyle w:val="Hyperlink"/>
                <w:noProof/>
                <w:rtl/>
                <w:lang w:bidi="fa-IR"/>
              </w:rPr>
              <w:t>3 - گزارش اخبار به رهبر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74" w:history="1">
            <w:r w:rsidRPr="00421E73">
              <w:rPr>
                <w:rStyle w:val="Hyperlink"/>
                <w:noProof/>
                <w:rtl/>
                <w:lang w:bidi="fa-IR"/>
              </w:rPr>
              <w:t>4 - گزارش اخبار نظام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به مقام فرمانده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75" w:history="1">
            <w:r w:rsidRPr="00421E73">
              <w:rPr>
                <w:rStyle w:val="Hyperlink"/>
                <w:noProof/>
                <w:rtl/>
                <w:lang w:bidi="fa-IR"/>
              </w:rPr>
              <w:t>5 - فرستادن فرزندان به جبهه جنگ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76" w:history="1">
            <w:r w:rsidRPr="00421E73">
              <w:rPr>
                <w:rStyle w:val="Hyperlink"/>
                <w:noProof/>
                <w:rtl/>
                <w:lang w:bidi="fa-IR"/>
              </w:rPr>
              <w:t>6 - تحر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ک رزمندگان به جنگ با معاو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77" w:history="1">
            <w:r w:rsidRPr="00421E73">
              <w:rPr>
                <w:rStyle w:val="Hyperlink"/>
                <w:noProof/>
                <w:rtl/>
                <w:lang w:bidi="fa-IR"/>
              </w:rPr>
              <w:t>7 - برگزار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کلاس درس و جلسه تفس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78" w:history="1">
            <w:r w:rsidRPr="00421E73">
              <w:rPr>
                <w:rStyle w:val="Hyperlink"/>
                <w:noProof/>
                <w:rtl/>
                <w:lang w:bidi="fa-IR"/>
              </w:rPr>
              <w:t>8 - جلوگ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ر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از کشته شدن استاندار عل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21E73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79" w:history="1">
            <w:r w:rsidRPr="00421E73">
              <w:rPr>
                <w:rStyle w:val="Hyperlink"/>
                <w:noProof/>
                <w:rtl/>
                <w:lang w:bidi="fa-IR"/>
              </w:rPr>
              <w:t>9 - چهل زن برا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بردن عا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شه به مد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80" w:history="1">
            <w:r w:rsidRPr="00421E73">
              <w:rPr>
                <w:rStyle w:val="Hyperlink"/>
                <w:noProof/>
                <w:rtl/>
                <w:lang w:bidi="fa-IR"/>
              </w:rPr>
              <w:t>10 - بشارت فتح و پ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روز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به ام هان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81" w:history="1">
            <w:r w:rsidRPr="00421E73">
              <w:rPr>
                <w:rStyle w:val="Hyperlink"/>
                <w:noProof/>
                <w:rtl/>
                <w:lang w:bidi="fa-IR"/>
              </w:rPr>
              <w:t xml:space="preserve">11 - عزل کارگزار با گزارش 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ک 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82" w:history="1">
            <w:r w:rsidRPr="00421E73">
              <w:rPr>
                <w:rStyle w:val="Hyperlink"/>
                <w:noProof/>
                <w:rtl/>
                <w:lang w:bidi="fa-IR"/>
              </w:rPr>
              <w:t>12 - مداوا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 مجروحان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463683" w:history="1">
            <w:r w:rsidRPr="00421E73">
              <w:rPr>
                <w:rStyle w:val="Hyperlink"/>
                <w:noProof/>
                <w:rtl/>
                <w:lang w:bidi="fa-IR"/>
              </w:rPr>
              <w:t>نقش زنان در دوران غ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بت صغر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463684" w:history="1">
            <w:r w:rsidRPr="00421E73">
              <w:rPr>
                <w:rStyle w:val="Hyperlink"/>
                <w:noProof/>
                <w:rtl/>
                <w:lang w:bidi="fa-IR"/>
              </w:rPr>
              <w:t xml:space="preserve">نقش زنان در حکومت امام زمان </w:t>
            </w:r>
            <w:r w:rsidRPr="00421E73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85" w:history="1">
            <w:r w:rsidRPr="00421E73">
              <w:rPr>
                <w:rStyle w:val="Hyperlink"/>
                <w:noProof/>
                <w:rtl/>
                <w:lang w:bidi="fa-IR"/>
              </w:rPr>
              <w:t>الف. حضور پنجاه زن در ب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اران امام </w:t>
            </w:r>
            <w:r w:rsidRPr="00421E73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86" w:history="1">
            <w:r w:rsidRPr="00421E73">
              <w:rPr>
                <w:rStyle w:val="Hyperlink"/>
                <w:noProof/>
                <w:rtl/>
                <w:lang w:bidi="fa-IR"/>
              </w:rPr>
              <w:t>ب -  زنان آسمان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87" w:history="1">
            <w:r w:rsidRPr="00421E73">
              <w:rPr>
                <w:rStyle w:val="Hyperlink"/>
                <w:noProof/>
                <w:rtl/>
                <w:lang w:bidi="fa-IR"/>
              </w:rPr>
              <w:t>ج - رجعت زنان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463688" w:history="1">
            <w:r w:rsidRPr="00421E73">
              <w:rPr>
                <w:rStyle w:val="Hyperlink"/>
                <w:noProof/>
                <w:rtl/>
                <w:lang w:bidi="fa-IR"/>
              </w:rPr>
              <w:t>زنان سر افراز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89" w:history="1">
            <w:r w:rsidRPr="00421E73">
              <w:rPr>
                <w:rStyle w:val="Hyperlink"/>
                <w:noProof/>
                <w:rtl/>
                <w:lang w:bidi="fa-IR"/>
              </w:rPr>
              <w:t>1 - ص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انه ماشطه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90" w:history="1">
            <w:r w:rsidRPr="00421E73">
              <w:rPr>
                <w:rStyle w:val="Hyperlink"/>
                <w:noProof/>
                <w:rtl/>
                <w:lang w:bidi="fa-IR"/>
              </w:rPr>
              <w:t>2 - سم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 xml:space="preserve">ه، مادر عمار 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اسر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91" w:history="1">
            <w:r w:rsidRPr="00421E73">
              <w:rPr>
                <w:rStyle w:val="Hyperlink"/>
                <w:noProof/>
                <w:rtl/>
                <w:lang w:bidi="fa-IR"/>
              </w:rPr>
              <w:t>4 - امّ ا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92" w:history="1">
            <w:r w:rsidRPr="00421E73">
              <w:rPr>
                <w:rStyle w:val="Hyperlink"/>
                <w:noProof/>
                <w:rtl/>
                <w:lang w:bidi="fa-IR"/>
              </w:rPr>
              <w:t>5 - امّ خالد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93" w:history="1">
            <w:r w:rsidRPr="00421E73">
              <w:rPr>
                <w:rStyle w:val="Hyperlink"/>
                <w:noProof/>
                <w:rtl/>
                <w:lang w:bidi="fa-IR"/>
              </w:rPr>
              <w:t>6 - زب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94" w:history="1">
            <w:r w:rsidRPr="00421E73">
              <w:rPr>
                <w:rStyle w:val="Hyperlink"/>
                <w:noProof/>
                <w:rtl/>
                <w:lang w:bidi="fa-IR"/>
              </w:rPr>
              <w:t>7 - حبّابه والب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95" w:history="1">
            <w:r w:rsidRPr="00421E73">
              <w:rPr>
                <w:rStyle w:val="Hyperlink"/>
                <w:noProof/>
                <w:rtl/>
                <w:lang w:bidi="fa-IR"/>
              </w:rPr>
              <w:t>8 - قنواء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463696" w:history="1">
            <w:r w:rsidRPr="00421E73">
              <w:rPr>
                <w:rStyle w:val="Hyperlink"/>
                <w:noProof/>
                <w:rtl/>
                <w:lang w:bidi="fa-IR"/>
              </w:rPr>
              <w:t>د. بانوان منتظِر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463697" w:history="1">
            <w:r w:rsidRPr="00421E73">
              <w:rPr>
                <w:rStyle w:val="Hyperlink"/>
                <w:noProof/>
                <w:rtl/>
                <w:lang w:bidi="fa-IR"/>
              </w:rPr>
              <w:t>انتظار فرج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463698" w:history="1">
            <w:r w:rsidRPr="00421E73">
              <w:rPr>
                <w:rStyle w:val="Hyperlink"/>
                <w:noProof/>
                <w:rtl/>
                <w:lang w:bidi="fa-IR"/>
              </w:rPr>
              <w:t>آخر</w:t>
            </w:r>
            <w:r w:rsidRPr="00421E7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21E73">
              <w:rPr>
                <w:rStyle w:val="Hyperlink"/>
                <w:noProof/>
                <w:rtl/>
                <w:lang w:bidi="fa-IR"/>
              </w:rPr>
              <w:t>ن سخن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463699" w:history="1">
            <w:r w:rsidRPr="00421E73">
              <w:rPr>
                <w:rStyle w:val="Hyperlink"/>
                <w:noProof/>
                <w:rtl/>
                <w:lang w:bidi="fa-IR"/>
              </w:rPr>
              <w:t>فهرست 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463700" w:history="1">
            <w:r w:rsidRPr="00421E73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Toc3463700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2A20" w:rsidRDefault="00942A20">
          <w:r>
            <w:fldChar w:fldCharType="end"/>
          </w:r>
        </w:p>
      </w:sdtContent>
    </w:sdt>
    <w:p w:rsidR="00DE2900" w:rsidRPr="00DE2900" w:rsidRDefault="00DE2900" w:rsidP="00DE2900">
      <w:pPr>
        <w:pStyle w:val="libNormal"/>
        <w:rPr>
          <w:rtl/>
        </w:rPr>
      </w:pPr>
    </w:p>
    <w:sectPr w:rsidR="00DE2900" w:rsidRPr="00DE2900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06D" w:rsidRDefault="0067206D">
      <w:r>
        <w:separator/>
      </w:r>
    </w:p>
  </w:endnote>
  <w:endnote w:type="continuationSeparator" w:id="0">
    <w:p w:rsidR="0067206D" w:rsidRDefault="00672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A0D" w:rsidRDefault="00D86A0D">
    <w:pPr>
      <w:pStyle w:val="Footer"/>
    </w:pPr>
    <w:fldSimple w:instr=" PAGE   \* MERGEFORMAT ">
      <w:r w:rsidR="00942A20">
        <w:rPr>
          <w:noProof/>
          <w:rtl/>
        </w:rPr>
        <w:t>82</w:t>
      </w:r>
    </w:fldSimple>
  </w:p>
  <w:p w:rsidR="00D86A0D" w:rsidRDefault="00D86A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A0D" w:rsidRDefault="00D86A0D">
    <w:pPr>
      <w:pStyle w:val="Footer"/>
    </w:pPr>
    <w:fldSimple w:instr=" PAGE   \* MERGEFORMAT ">
      <w:r w:rsidR="00942A20">
        <w:rPr>
          <w:noProof/>
          <w:rtl/>
        </w:rPr>
        <w:t>83</w:t>
      </w:r>
    </w:fldSimple>
  </w:p>
  <w:p w:rsidR="00D86A0D" w:rsidRDefault="00D86A0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A0D" w:rsidRDefault="00D86A0D">
    <w:pPr>
      <w:pStyle w:val="Footer"/>
    </w:pPr>
    <w:fldSimple w:instr=" PAGE   \* MERGEFORMAT ">
      <w:r w:rsidR="00DE2900">
        <w:rPr>
          <w:noProof/>
          <w:rtl/>
        </w:rPr>
        <w:t>1</w:t>
      </w:r>
    </w:fldSimple>
  </w:p>
  <w:p w:rsidR="00D86A0D" w:rsidRDefault="00D86A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06D" w:rsidRDefault="0067206D">
      <w:r>
        <w:separator/>
      </w:r>
    </w:p>
  </w:footnote>
  <w:footnote w:type="continuationSeparator" w:id="0">
    <w:p w:rsidR="0067206D" w:rsidRDefault="006720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6A0D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25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3A7C"/>
    <w:rsid w:val="001C5EDB"/>
    <w:rsid w:val="001D41A1"/>
    <w:rsid w:val="001D60DA"/>
    <w:rsid w:val="001D67C0"/>
    <w:rsid w:val="001E25DC"/>
    <w:rsid w:val="001E4B5F"/>
    <w:rsid w:val="001F0713"/>
    <w:rsid w:val="001F160F"/>
    <w:rsid w:val="001F7966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5403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3607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41D7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06D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36191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2A20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3519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074D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0E8"/>
    <w:rsid w:val="00B81F23"/>
    <w:rsid w:val="00B82A3A"/>
    <w:rsid w:val="00B839ED"/>
    <w:rsid w:val="00B87355"/>
    <w:rsid w:val="00B90A19"/>
    <w:rsid w:val="00B931B4"/>
    <w:rsid w:val="00B936D7"/>
    <w:rsid w:val="00B955A3"/>
    <w:rsid w:val="00B955DC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1A17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86A0D"/>
    <w:rsid w:val="00D91B67"/>
    <w:rsid w:val="00D92CDF"/>
    <w:rsid w:val="00DA5710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2900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2C8C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%201440\M-rgab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F79ED-5C77-4177-9E02-8BD7BF622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178</TotalTime>
  <Pages>83</Pages>
  <Words>9961</Words>
  <Characters>56782</Characters>
  <Application>Microsoft Office Word</Application>
  <DocSecurity>0</DocSecurity>
  <Lines>473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1601-01-01T00:00:00Z</cp:lastPrinted>
  <dcterms:created xsi:type="dcterms:W3CDTF">2019-03-14T07:17:00Z</dcterms:created>
  <dcterms:modified xsi:type="dcterms:W3CDTF">2019-03-14T10:17:00Z</dcterms:modified>
</cp:coreProperties>
</file>