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F40" w:rsidRDefault="002E5F40" w:rsidP="002E5F40">
      <w:pPr>
        <w:pStyle w:val="libNotice"/>
        <w:bidi w:val="0"/>
      </w:pPr>
      <w:r>
        <w:rPr>
          <w:lang w:bidi="fa-IR"/>
        </w:rPr>
        <w:t>.</w:t>
      </w:r>
      <w:r w:rsidRPr="002E5F40">
        <w:rPr>
          <w:rFonts w:hint="cs"/>
          <w:rtl/>
        </w:rPr>
        <w:t xml:space="preserve"> </w:t>
      </w: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2E5F40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2E5F40" w:rsidRDefault="002E5F40" w:rsidP="002E5F40">
      <w:pPr>
        <w:pStyle w:val="libNotice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2E5F40" w:rsidRDefault="002E5F40" w:rsidP="002E5F40">
      <w:pPr>
        <w:pStyle w:val="libCenterBold1"/>
        <w:rPr>
          <w:lang w:bidi="fa-IR"/>
        </w:rPr>
      </w:pPr>
      <w:r>
        <w:rPr>
          <w:lang w:bidi="fa-IR"/>
        </w:rPr>
        <w:br w:type="page"/>
      </w:r>
      <w:r w:rsidR="009E514B">
        <w:rPr>
          <w:rtl/>
          <w:lang w:bidi="fa-IR"/>
        </w:rPr>
        <w:lastRenderedPageBreak/>
        <w:t>رمز پ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روز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مردان بزرگ </w:t>
      </w:r>
    </w:p>
    <w:p w:rsidR="002E5F40" w:rsidRDefault="002E5F40" w:rsidP="002E5F40">
      <w:pPr>
        <w:pStyle w:val="libCenterBold1"/>
        <w:rPr>
          <w:lang w:bidi="fa-IR"/>
        </w:rPr>
      </w:pPr>
    </w:p>
    <w:p w:rsidR="009E514B" w:rsidRDefault="002E5F40" w:rsidP="002E5F40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="009E514B">
        <w:rPr>
          <w:rtl/>
          <w:lang w:bidi="fa-IR"/>
        </w:rPr>
        <w:t xml:space="preserve"> جعفر سبحان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</w:t>
      </w:r>
      <w:r>
        <w:rPr>
          <w:lang w:bidi="fa-IR"/>
        </w:rPr>
        <w:t>.</w:t>
      </w:r>
    </w:p>
    <w:p w:rsidR="002E5F40" w:rsidRDefault="002E5F40" w:rsidP="002E5F4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2E5F40">
      <w:pPr>
        <w:pStyle w:val="Heading1"/>
        <w:rPr>
          <w:rtl/>
          <w:lang w:bidi="fa-IR"/>
        </w:rPr>
      </w:pPr>
      <w:bookmarkStart w:id="0" w:name="_Toc1032474"/>
      <w:r>
        <w:rPr>
          <w:rFonts w:hint="eastAsia"/>
          <w:rtl/>
          <w:lang w:bidi="fa-IR"/>
        </w:rPr>
        <w:t>مقدمه</w:t>
      </w:r>
      <w:bookmarkEnd w:id="0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دوران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آرزوست . دوران نشاط و طراوت است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حلقه از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، دورنما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رؤ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برابر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پرفروغش مجسم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. فکرها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نقشه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در مغز خود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بسا دوران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اما او هنوز به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برخلاف انتظار 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آنچه آرزو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نائل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و تمام رؤ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صورت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طور مسلم شکست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علت هر دو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درون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جستجو کرد .</w:t>
      </w:r>
    </w:p>
    <w:p w:rsidR="009E514B" w:rsidRDefault="009E514B" w:rsidP="002E5F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مطمئن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فرد موفق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صحنه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که آن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شکست خورده غالبا بر اثر اشتباهات و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که</w:t>
      </w:r>
      <w:r w:rsidR="002E5F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موده</w:t>
      </w:r>
      <w:r>
        <w:rPr>
          <w:rtl/>
          <w:lang w:bidi="fa-IR"/>
        </w:rPr>
        <w:t xml:space="preserve"> است .</w:t>
      </w:r>
    </w:p>
    <w:p w:rsidR="009E514B" w:rsidRDefault="009E514B" w:rsidP="002E5F40">
      <w:pPr>
        <w:pStyle w:val="libNormal"/>
        <w:ind w:firstLine="0"/>
        <w:rPr>
          <w:rtl/>
          <w:lang w:bidi="fa-IR"/>
        </w:rPr>
      </w:pPr>
      <w:r>
        <w:rPr>
          <w:rFonts w:hint="eastAsia"/>
          <w:rtl/>
          <w:lang w:bidi="fa-IR"/>
        </w:rPr>
        <w:t>هدف</w:t>
      </w:r>
      <w:r>
        <w:rPr>
          <w:rtl/>
          <w:lang w:bidi="fa-IR"/>
        </w:rPr>
        <w:t xml:space="preserve">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موفق جهان و راز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آنهاست تا نسل جوان از برنامه سودمند و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آنها حداکثر استفاده را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در جاده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قدم بگذارند که قبلا همواره است و از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 خم و سنگلاخها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بپره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زند .</w:t>
      </w:r>
    </w:p>
    <w:p w:rsidR="009E514B" w:rsidRDefault="009E514B" w:rsidP="002E5F40">
      <w:pPr>
        <w:pStyle w:val="libNormal"/>
        <w:rPr>
          <w:rtl/>
          <w:lang w:bidi="fa-IR"/>
        </w:rPr>
      </w:pPr>
      <w:r>
        <w:rPr>
          <w:rtl/>
          <w:lang w:bidi="fa-IR"/>
        </w:rPr>
        <w:t>راز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مردان بزرگ و سر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دوتا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البته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مرهون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نبوغ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طور وراثت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علل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آنان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 ناگفته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عوامل قابل </w:t>
      </w:r>
      <w:r>
        <w:rPr>
          <w:rtl/>
          <w:lang w:bidi="fa-IR"/>
        </w:rPr>
        <w:lastRenderedPageBreak/>
        <w:t>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؛ بلکه موهبتهائ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بر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آنها گذارده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صفحات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اثبات خواهد کرد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عوامل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جوانان مؤ ثر است ، اما اثر آنها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عوامل مؤ ثر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امور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 فرد علاقمند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خود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آنها را بکار بندد و از آنها استفاده کند . و اگر هم بحد نوا</w:t>
      </w:r>
      <w:r>
        <w:rPr>
          <w:rFonts w:hint="eastAsia"/>
          <w:rtl/>
          <w:lang w:bidi="fa-IR"/>
        </w:rPr>
        <w:t>بغ</w:t>
      </w:r>
      <w:r>
        <w:rPr>
          <w:rtl/>
          <w:lang w:bidi="fa-IR"/>
        </w:rPr>
        <w:t xml:space="preserve"> جهان نرسد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ممتاز و مبدء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 خود باشد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در خور تحس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جوانان بر اثر گم کردن راه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محروم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</w:t>
      </w:r>
    </w:p>
    <w:p w:rsidR="009E514B" w:rsidRDefault="009E514B" w:rsidP="002E5F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انسان اکثرا در گرو</w:t>
      </w:r>
      <w:r w:rsidR="002E5F4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،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، کوششها و اجراء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از نظر خوانندگان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و تاءث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 راثت در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2E5F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انحطاط</w:t>
      </w:r>
      <w:r>
        <w:rPr>
          <w:rtl/>
          <w:lang w:bidi="fa-IR"/>
        </w:rPr>
        <w:t xml:space="preserve"> ،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عوامل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کم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ما عوامل و رموز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بزرگ جهان را به طور اجمال با ذکر شواهد و نمونه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زنده از نظر خوانندگان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2E5F40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2E5F40">
      <w:pPr>
        <w:pStyle w:val="Heading1"/>
        <w:rPr>
          <w:rtl/>
          <w:lang w:bidi="fa-IR"/>
        </w:rPr>
      </w:pPr>
      <w:bookmarkStart w:id="1" w:name="_Toc1032475"/>
      <w:r>
        <w:rPr>
          <w:rFonts w:hint="eastAsia"/>
          <w:rtl/>
          <w:lang w:bidi="fa-IR"/>
        </w:rPr>
        <w:t>عوامل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bookmarkEnd w:id="1"/>
    </w:p>
    <w:p w:rsidR="009E514B" w:rsidRDefault="009E514B" w:rsidP="00BA740C">
      <w:pPr>
        <w:pStyle w:val="Heading2"/>
        <w:rPr>
          <w:rtl/>
          <w:lang w:bidi="fa-IR"/>
        </w:rPr>
      </w:pPr>
      <w:bookmarkStart w:id="2" w:name="_Toc1032476"/>
      <w:r>
        <w:rPr>
          <w:rtl/>
          <w:lang w:bidi="fa-IR"/>
        </w:rPr>
        <w:t>1</w:t>
      </w:r>
      <w:r w:rsidR="002E5F4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کار در خور ذوق و استعداد</w:t>
      </w:r>
      <w:bookmarkEnd w:id="2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هر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خوشبخت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ذوقش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!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رموز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جوان 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کند که مطابق ذوق و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و توانائ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باشد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دستگاه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همه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کنواخت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در همه افراد بشر توانائ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کار به 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ننهاده است . بلکه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گردش چرخها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 ، افراد را با ذوق و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تا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دنبال کند که ذوق آن را دارد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دهد که از عشق باطن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سر چشمه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پاره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شکستها و ناکام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جوانان معلول انحراف 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مسلم است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؛ بر اثر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غلط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نادرست دنبال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که ذوق و استعداد آن را ندارند و از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برازندگ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دارند سرباز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مسلم را فراموش کرده اند که : در هر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خوشبخت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ذوقش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!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1848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بخاطر</w:t>
      </w:r>
      <w:r>
        <w:rPr>
          <w:rtl/>
          <w:lang w:bidi="fa-IR"/>
        </w:rPr>
        <w:t xml:space="preserve"> دارم در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30 ، 31 ، 32 که مساءله نفت سرزبانها افتاده بود و هر زن و مرد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تفکر نفت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 و کارمندان و مهندسان صنعت نفت ارزش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قابل توجه</w:t>
      </w:r>
      <w:r>
        <w:rPr>
          <w:rFonts w:hint="cs"/>
          <w:rtl/>
          <w:lang w:bidi="fa-IR"/>
        </w:rPr>
        <w:t>ی</w:t>
      </w:r>
      <w:r w:rsidR="001848E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اجتماع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بودند ، طرز تفکر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دانشجو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حکم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فرق کرده بود و همه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دانشجو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خواستار شرکت در رشته مخصوص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نفت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شده بودند ولو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آنها ذوق آن را نداشتند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سخت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ضربه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دانشجو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استعداد خود را بسنجد ، بدون مطالعه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، 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کند که ذوق آن را ندارد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ذوق ادب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از گفتار و قلم او ادب و شعر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بارد و فکر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به طور مسلم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رشته ادب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بخش نخواهد بود .</w:t>
      </w:r>
    </w:p>
    <w:p w:rsidR="009E514B" w:rsidRDefault="009E514B" w:rsidP="001848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دفتر خاطرات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نقاش هنرمند سرگذشت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: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رستان</w:t>
      </w:r>
      <w:r>
        <w:rPr>
          <w:rtl/>
          <w:lang w:bidi="fa-IR"/>
        </w:rPr>
        <w:t xml:space="preserve"> دانش آموز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. نه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همکلاسانش درس بخوانند . خار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و ابرو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از استعداد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شناس او را به حضور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پند داد ، و از عواقب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همواره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انسان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مشکلات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باعث عقب افتادگ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که او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، ناگهان متوجه شد که دانش آموز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سخنان او را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دهد ، با قطعه ذغال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برداشته ، عکس مرغ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1848E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برگ نشسته است 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هوشمند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عنصر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، 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 معا</w:t>
      </w:r>
      <w:r w:rsidR="001848EE">
        <w:rPr>
          <w:rFonts w:hint="cs"/>
          <w:rtl/>
          <w:lang w:bidi="fa-IR"/>
        </w:rPr>
        <w:t>د</w:t>
      </w:r>
      <w:r>
        <w:rPr>
          <w:rtl/>
          <w:lang w:bidi="fa-IR"/>
        </w:rPr>
        <w:t>لات جبر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او هر 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رنج ببرد ، کمتر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برد .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وجدان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دانست که به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خود را گزارش دهد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پدر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روبرو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فرزند شما ذوق سرشار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هنر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 اگر او را وادار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رشته دهد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رشته سرآمد روزگار گردد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. گذشت زمان صحت گفتار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آزموده را اثبات کرد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نقاش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دست و هنرمند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eastAsia"/>
          <w:rtl/>
          <w:lang w:bidi="fa-IR"/>
        </w:rPr>
        <w:t>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چرا اغلب جوانان موفق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؟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راه خود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 و در جاده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گام برم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دارند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دو نوع ضرر بر جامعه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: 1</w:t>
      </w:r>
      <w:r w:rsidR="001848E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دارند و اگر آن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کنند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،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 2</w:t>
      </w:r>
      <w:r w:rsidR="001848E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عهددار آن شده اند بخوب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نداده و از عهده آن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عقربک</w:t>
      </w:r>
      <w:r>
        <w:rPr>
          <w:rtl/>
          <w:lang w:bidi="fa-IR"/>
        </w:rPr>
        <w:t xml:space="preserve"> استعداد هر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هنگام تولد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متوجه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سعادتمند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 سمت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عقربه را بدست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1848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امروز</w:t>
      </w:r>
      <w:r>
        <w:rPr>
          <w:rtl/>
          <w:lang w:bidi="fa-IR"/>
        </w:rPr>
        <w:t xml:space="preserve"> در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با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استعداد افراد را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آنها را وادار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در 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استعداد</w:t>
      </w:r>
      <w:r w:rsidR="001848E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را دارند وارد شوند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کاش</w:t>
      </w:r>
      <w:r>
        <w:rPr>
          <w:rtl/>
          <w:lang w:bidi="fa-IR"/>
        </w:rPr>
        <w:t xml:space="preserve"> دانشمندان به موازات دستگاهها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حرارت سنج و زلزله سنج ، دستگاه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استعداد سنج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اختراع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تا در تمام آموزشگاهها نصب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ونها</w:t>
      </w:r>
      <w:r>
        <w:rPr>
          <w:rtl/>
          <w:lang w:bidi="fa-IR"/>
        </w:rPr>
        <w:t xml:space="preserve"> استعداد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براثر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 ناآشنائ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پدران و مادران به هدر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در بچگ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به ساختن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آلات بچگانه داشت . پدر او بر خلاف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فرزند ، او را وادار کرد که طب بخواند . او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 . سپس به آموختن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پرداخت بالنت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نبوغ خود را در نجوم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عقربک استعداد او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، ابزار ن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اثبات کرد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دور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پاندول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ساعت را ساخت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تولستو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هنوز بچه بود که 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مطالعه کتاب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و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دوران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مسائل مهم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مطرح سازد و تا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عمر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مسائل در قلمرو و فکر او بود .</w:t>
      </w:r>
    </w:p>
    <w:p w:rsidR="009E514B" w:rsidRDefault="009E514B" w:rsidP="001848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جرج</w:t>
      </w:r>
      <w:r>
        <w:rPr>
          <w:rtl/>
          <w:lang w:bidi="fa-IR"/>
        </w:rPr>
        <w:t xml:space="preserve"> مورلند نقاش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از شش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اب</w:t>
      </w:r>
      <w:r w:rsidR="001848EE">
        <w:rPr>
          <w:rFonts w:hint="cs"/>
          <w:rtl/>
          <w:lang w:bidi="fa-IR"/>
        </w:rPr>
        <w:t>ر</w:t>
      </w:r>
      <w:r>
        <w:rPr>
          <w:rtl/>
          <w:lang w:bidi="fa-IR"/>
        </w:rPr>
        <w:t>ا</w:t>
      </w:r>
      <w:r w:rsidR="001848EE">
        <w:rPr>
          <w:rFonts w:hint="cs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 او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سن 41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بدرود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، آثار گرانبهائ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گذارد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زراه</w:t>
      </w:r>
      <w:r>
        <w:rPr>
          <w:rtl/>
          <w:lang w:bidi="fa-IR"/>
        </w:rPr>
        <w:t xml:space="preserve"> کولبرن از طفول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استعداد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نمودار بود 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چند 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وجود دارد ؟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پس از تاءمل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پاسخ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مز</w:t>
      </w:r>
      <w:r>
        <w:rPr>
          <w:rtl/>
          <w:lang w:bidi="fa-IR"/>
        </w:rPr>
        <w:t xml:space="preserve"> وات ، مخترع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آلت مکان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کاشف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بخار ، از آغاز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علوم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بدست آورد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جانوران داشت 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کشش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به مطالعه درباره ثبات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تحول انواع واداشت و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اشتفاق و تحول انواع را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سفر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کتاب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انواع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انتشار داد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1848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دستور 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که خود را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بسان غواضان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خود فرو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نورافکنها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، به شناسائ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درون خود بپرداز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راز درون م</w:t>
      </w:r>
      <w:r w:rsidR="001848EE"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بر ما روشن گردد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1848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بسان مغ</w:t>
      </w:r>
      <w:r w:rsidR="001848EE">
        <w:rPr>
          <w:rFonts w:hint="cs"/>
          <w:rtl/>
          <w:lang w:bidi="fa-IR"/>
        </w:rPr>
        <w:t>ن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هم سنخ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در مخزن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حافظه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انبار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مواقع لزوم از آنها بهره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اگر آنچه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مطابق ذوق و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باشد ،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مخزن شده تا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ثبات و قرار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را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در اندک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مغز و مراکز حفظ ما فرار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منحرف از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استعداد خود بسان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 خلاف </w:t>
      </w:r>
      <w:r>
        <w:rPr>
          <w:rtl/>
          <w:lang w:bidi="fa-IR"/>
        </w:rPr>
        <w:lastRenderedPageBreak/>
        <w:t>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آب شنا کند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دس</w:t>
      </w:r>
      <w:r>
        <w:rPr>
          <w:rFonts w:hint="eastAsia"/>
          <w:rtl/>
          <w:lang w:bidi="fa-IR"/>
        </w:rPr>
        <w:t>تخوش</w:t>
      </w:r>
      <w:r>
        <w:rPr>
          <w:rtl/>
          <w:lang w:bidi="fa-IR"/>
        </w:rPr>
        <w:t xml:space="preserve"> امواج کوه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1848E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1848E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شناخت و کار مطابق استعداد خود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، چون عشق و کشش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دارد ، در هدف خود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استعدادهائ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در شرائط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بروز و نمو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روان شناس زبر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دارد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استعدادها را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دهد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BA74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بسا نوآموزان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آغاز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کودن و نفهم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بعدا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نابغه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، به حکم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شکفتن ا</w:t>
      </w:r>
      <w:r>
        <w:rPr>
          <w:rFonts w:hint="cs"/>
          <w:rtl/>
          <w:lang w:bidi="fa-IR"/>
        </w:rPr>
        <w:t>ی</w:t>
      </w:r>
      <w:r w:rsidR="001848EE"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، گونه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شرائط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داشت</w:t>
      </w:r>
      <w:r w:rsidR="001848EE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است 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دانشمند بزرگ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 عصر حاضر ، در کلاسها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ابتدائ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رفوزه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دورن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اب</w:t>
      </w:r>
      <w:r w:rsidR="00BA740C">
        <w:rPr>
          <w:rFonts w:hint="cs"/>
          <w:rtl/>
          <w:lang w:bidi="fa-IR"/>
        </w:rPr>
        <w:t>راز</w:t>
      </w:r>
      <w:r>
        <w:rPr>
          <w:rtl/>
          <w:lang w:bidi="fa-IR"/>
        </w:rPr>
        <w:t xml:space="preserve"> نمود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BA74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بسا افسران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مدت به زبون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ترس و ب</w:t>
      </w:r>
      <w:r>
        <w:rPr>
          <w:rFonts w:hint="cs"/>
          <w:rtl/>
          <w:lang w:bidi="fa-IR"/>
        </w:rPr>
        <w:t>ی</w:t>
      </w:r>
      <w:r w:rsidR="00BA740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عرضگ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بودند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موقع کار ، دلاور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نشان دادند که دهانها از تعجب باز ماند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ملکشاه سلجوق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</w:t>
      </w:r>
      <w:r>
        <w:rPr>
          <w:rtl/>
          <w:lang w:bidi="fa-IR"/>
        </w:rPr>
        <w:t xml:space="preserve"> روم در صدد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بغداد است . با ارتش منظم به سمت مرز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حرکت کرد . خواجه نظام الملک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ارتش سان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ناگاه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سرباز کوتاه 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او را جلب کرد . دستور داد که او را از صف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کنند . تصور کرد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سرباز </w:t>
      </w:r>
      <w:r>
        <w:rPr>
          <w:rFonts w:hint="eastAsia"/>
          <w:rtl/>
          <w:lang w:bidi="fa-IR"/>
        </w:rPr>
        <w:t>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ملکشاه </w:t>
      </w:r>
      <w:r>
        <w:rPr>
          <w:rtl/>
          <w:lang w:bidi="fa-IR"/>
        </w:rPr>
        <w:lastRenderedPageBreak/>
        <w:t xml:space="preserve">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سرباز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</w:t>
      </w:r>
      <w:r>
        <w:rPr>
          <w:rtl/>
          <w:lang w:bidi="fa-IR"/>
        </w:rPr>
        <w:t xml:space="preserve"> را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اتفاقا فتح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مسلمانان شد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</w:t>
      </w:r>
      <w:r>
        <w:rPr>
          <w:rtl/>
          <w:lang w:bidi="fa-IR"/>
        </w:rPr>
        <w:t xml:space="preserve"> روم به دست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سرباز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9E514B" w:rsidRDefault="00BA740C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BA740C">
      <w:pPr>
        <w:pStyle w:val="Heading2"/>
        <w:rPr>
          <w:rtl/>
          <w:lang w:bidi="fa-IR"/>
        </w:rPr>
      </w:pPr>
      <w:bookmarkStart w:id="3" w:name="_Toc1032477"/>
      <w:r>
        <w:rPr>
          <w:rtl/>
          <w:lang w:bidi="fa-IR"/>
        </w:rPr>
        <w:t>2</w:t>
      </w:r>
      <w:r w:rsidR="00BA740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کار و کوشش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bookmarkEnd w:id="3"/>
    </w:p>
    <w:p w:rsidR="009E514B" w:rsidRDefault="00BA740C" w:rsidP="009E514B">
      <w:pPr>
        <w:pStyle w:val="libNormal"/>
        <w:rPr>
          <w:rtl/>
          <w:lang w:bidi="fa-IR"/>
        </w:rPr>
      </w:pPr>
      <w:r w:rsidRPr="00BA740C">
        <w:rPr>
          <w:rStyle w:val="libAlaemChar"/>
          <w:rFonts w:eastAsia="KFGQPC Uthman Taha Naskh" w:hint="cs"/>
          <w:rtl/>
        </w:rPr>
        <w:t>(</w:t>
      </w:r>
      <w:r w:rsidRPr="00BA740C">
        <w:rPr>
          <w:rStyle w:val="libAieChar"/>
          <w:rFonts w:hint="cs"/>
          <w:rtl/>
        </w:rPr>
        <w:t>لَّيْسَ لِلْإِنسَانِ إِلَّا مَا سَعَ</w:t>
      </w:r>
      <w:r>
        <w:rPr>
          <w:rStyle w:val="libAieChar"/>
          <w:rFonts w:hint="cs"/>
          <w:rtl/>
        </w:rPr>
        <w:t>ا</w:t>
      </w:r>
      <w:r>
        <w:rPr>
          <w:rtl/>
          <w:lang w:bidi="fa-IR"/>
        </w:rPr>
        <w:t xml:space="preserve"> </w:t>
      </w:r>
      <w:r w:rsidRPr="00BA740C">
        <w:rPr>
          <w:rStyle w:val="libAlaemChar"/>
          <w:rFonts w:hint="cs"/>
          <w:rtl/>
        </w:rPr>
        <w:t>)</w:t>
      </w:r>
      <w:r w:rsidR="009E514B">
        <w:rPr>
          <w:rtl/>
          <w:lang w:bidi="fa-IR"/>
        </w:rPr>
        <w:t>سعادت هر کس در گرو عملش م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باشد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BA74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صفحات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نظام جهان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گواه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وابسته به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کوشش اوست . تا صدها فعل وانفعال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نهال به وجود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هرگز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درخت برومند نخواهد شد . هر موجود </w:t>
      </w:r>
      <w:r w:rsidR="00BA740C">
        <w:rPr>
          <w:rFonts w:hint="cs"/>
          <w:rtl/>
          <w:lang w:bidi="fa-IR"/>
        </w:rPr>
        <w:t xml:space="preserve">ریز </w:t>
      </w:r>
      <w:r>
        <w:rPr>
          <w:rtl/>
          <w:lang w:bidi="fa-IR"/>
        </w:rPr>
        <w:t>و</w:t>
      </w:r>
      <w:r w:rsidR="00BA740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A740C">
        <w:rPr>
          <w:rFonts w:hint="cs"/>
          <w:rtl/>
          <w:lang w:bidi="fa-IR"/>
        </w:rPr>
        <w:t>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فطرت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بقاء ناموس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در گرو کار و کوشش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جوانان ما علل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علل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روح کار کردن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کشته شده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هجوم</w:t>
      </w:r>
      <w:r>
        <w:rPr>
          <w:rtl/>
          <w:lang w:bidi="fa-IR"/>
        </w:rPr>
        <w:t xml:space="preserve"> جوانان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ادارات و اشغال 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 سسات دولت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گواه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عشق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کمتر شده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جوانان مولد ثروت باشند مصرف کننده ثروت هستند .</w:t>
      </w:r>
    </w:p>
    <w:p w:rsidR="009E514B" w:rsidRDefault="009E514B" w:rsidP="00BA74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موفق 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کار و زحمت بودند و به قول الکساندر هام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لتن</w:t>
      </w:r>
      <w:r>
        <w:rPr>
          <w:rtl/>
          <w:lang w:bidi="fa-IR"/>
        </w:rPr>
        <w:t xml:space="preserve"> نابغه عصر خود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تو نابغه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من از نبوغ خود خبر ندارم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شخص زحمتکش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به قول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دانشمندان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آنچه شده ام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کار است .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سراسر عمرم لقمه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کار و زحمت نخورده ام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مولود کوششها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دانشمندان است . مخترع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سحر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اهل خانه در خواب فرو رفته بودند ،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BA74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پاره ا</w:t>
      </w:r>
      <w:r>
        <w:rPr>
          <w:rFonts w:hint="cs"/>
          <w:rtl/>
          <w:lang w:bidi="fa-IR"/>
        </w:rPr>
        <w:t>ی</w:t>
      </w:r>
      <w:r w:rsidR="00BA740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اختراعات خود شبها و روزها در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 را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 که استفاده از آن ارز</w:t>
      </w:r>
      <w:r w:rsidR="00BA740C">
        <w:rPr>
          <w:rFonts w:hint="cs"/>
          <w:rtl/>
          <w:lang w:bidi="fa-IR"/>
        </w:rPr>
        <w:t>ا</w:t>
      </w:r>
      <w:r>
        <w:rPr>
          <w:rtl/>
          <w:lang w:bidi="fa-IR"/>
        </w:rPr>
        <w:t>ن و آسان باشد ، بارها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دو روز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سه روز از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چه بسا غذا خوردن را فراموش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چند پاره نان خشک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اکتفا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پاستور دانشمند بزرگ فرانسه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شعار او در طول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کار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بود 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چنان سرگرم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سروصدا و غوغا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مهاجم آلمان شهر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محاصره کردند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توپها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در آن شهر محشر بپا ک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، او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غوغا را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بپاخ</w:t>
      </w:r>
      <w:r w:rsidR="00BA740C">
        <w:rPr>
          <w:rFonts w:hint="cs"/>
          <w:rtl/>
          <w:lang w:bidi="fa-IR"/>
        </w:rPr>
        <w:t>و</w:t>
      </w:r>
      <w:r>
        <w:rPr>
          <w:rtl/>
          <w:lang w:bidi="fa-IR"/>
        </w:rPr>
        <w:t>استه بود ، متوجه نشد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ناپلئون</w:t>
      </w:r>
      <w:r>
        <w:rPr>
          <w:rtl/>
          <w:lang w:bidi="fa-IR"/>
        </w:rPr>
        <w:t xml:space="preserve"> شبانه روز پنج ساعت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ساعات را مشغول کار بود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نابغه</w:t>
      </w:r>
      <w:r>
        <w:rPr>
          <w:rtl/>
          <w:lang w:bidi="fa-IR"/>
        </w:rPr>
        <w:t xml:space="preserve"> شرق ، ابن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پرکار و پرمطالعه بود .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و نشانه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اوست . کتاب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شفا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در فلسفه و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قانون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در طب دو اثر بزرگ او شهرت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کتاب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زبانها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زنده جهان ترجمه شده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ابن</w:t>
      </w:r>
      <w:r>
        <w:rPr>
          <w:rtl/>
          <w:lang w:bidi="fa-IR"/>
        </w:rPr>
        <w:t xml:space="preserve"> رشد ، دانشمند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از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کتاب آشنا شده بود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از عمر خود را بدون مطالعه و تفکر نگذارنده بود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جواهر الکلام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از مدارک فقه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تاکنون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فقه نوشته نشده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چاپ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کتاب در حدود چهل جلد نسبتا قطور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ساکن مصر بود ،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مجلدات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به نظر 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دانشگاه مصر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گفتم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مجلدات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دقت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نوشته است . آنان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فوق العاده تعجب کردند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 و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ما از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علم و فلسفه و عرفان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: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مرحوم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کتاب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جواهر الکلام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بود 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دانشمند بزرگ با مرگ و فقدان فرزند ارشد و دانشمند خود روبرو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مراسم غسل او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هوا روبه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. لذا قرار شد بدن او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بقعه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صحن مطهر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منان بگذارند و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مراسم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انبوه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عمل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مرحوم صاحب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جواهر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داغدار بود مع الوصف همان شب برنامه مطالعه و نوشتن خود را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نکرد . با کمال صبر و استقامت ، پس از خواندن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کلام اللّه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کنار بدن فرزند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خود به مطالعه و نوشتن صفحات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جواهر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پرداخت .</w:t>
      </w:r>
    </w:p>
    <w:p w:rsidR="009E514B" w:rsidRDefault="009E514B" w:rsidP="00BA74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مرجع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اسلام مرحوم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: </w:t>
      </w:r>
      <w:r w:rsidR="0094599D">
        <w:rPr>
          <w:rtl/>
          <w:lang w:bidi="fa-IR"/>
        </w:rPr>
        <w:t>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که درباره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مسائل علم اصول (ترتب )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نوشتم چنان سرگرم مطالعه و فکر و نوشتن بودم که رنج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ملتفت نبودم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صدا</w:t>
      </w:r>
      <w:r>
        <w:rPr>
          <w:rFonts w:hint="cs"/>
          <w:rtl/>
          <w:lang w:bidi="fa-IR"/>
        </w:rPr>
        <w:t>ی</w:t>
      </w:r>
      <w:r w:rsidR="00BA740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مؤ</w:t>
      </w:r>
      <w:r>
        <w:rPr>
          <w:rtl/>
          <w:lang w:bidi="fa-IR"/>
        </w:rPr>
        <w:t xml:space="preserve"> ذن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متوجه شدم که هوا دارد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من از آغاز تا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شب سرگرم کار بوده ام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BA74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افسانه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آمده است که در نقاط گوناگون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گنجهائ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گنج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اژ</w:t>
      </w:r>
      <w:r w:rsidR="00BA740C">
        <w:rPr>
          <w:rFonts w:hint="cs"/>
          <w:rtl/>
          <w:lang w:bidi="fa-IR"/>
        </w:rPr>
        <w:t>د</w:t>
      </w:r>
      <w:r>
        <w:rPr>
          <w:rtl/>
          <w:lang w:bidi="fa-IR"/>
        </w:rPr>
        <w:t>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تا بر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گنج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نخواهد شد 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افسانه پنداشته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ظاهر آن اکتفا کرده اند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تصور نموده اند که واقعا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گنجها و دف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قتا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گنج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جمله فوق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بر دارد و آن گنجها همان ذخائر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بشر گذارنده شده ، و موهبتهائ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بزرگ به ما داده است . آن مارها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مشکلات و مشقتهائ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بشر در راه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متحمل گردد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اختراعات من محلول تصادف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معتقد شدم فلان کار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بخش است خودم را به آن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بندم و تجربه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تجربه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تا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شوم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اگر من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براثر کار و کوشش است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کلانژ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اگر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احراز مقام استاد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رنجها برده ام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شگفت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هنرم متعجب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691D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قول بزرگمهر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لب فروبست و بازو گشود و کار کرد و دم نزد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 که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طلائ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 w:rsidR="00691DA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و کوشش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A07F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مردان روان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روح آنها بسان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 w:rsidR="00A07FB8">
        <w:rPr>
          <w:rtl/>
          <w:lang w:bidi="fa-IR"/>
        </w:rPr>
        <w:t xml:space="preserve"> قرار است</w:t>
      </w:r>
      <w:r>
        <w:rPr>
          <w:rtl/>
          <w:lang w:bidi="fa-IR"/>
        </w:rPr>
        <w:t xml:space="preserve"> حرارت و عشق و علاقه آنها به کار و هدف ، آنها را به جنبش و حرکت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لحظات سخت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 از کار و کوشش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مورخ</w:t>
      </w:r>
      <w:r>
        <w:rPr>
          <w:rtl/>
          <w:lang w:bidi="fa-IR"/>
        </w:rPr>
        <w:t xml:space="preserve"> بزرگ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ابن خلدون ، شاهکار 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خود به نام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مقدمه بر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 در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گاه نوشته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شرق ، خواجه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که مدتها در قلعه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الموت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از طرف فرقه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باز داشت بود کتاب بزرگ و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خود به نام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شرح اشارات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 در آن زندان نوشته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دانشمند</w:t>
      </w:r>
      <w:r>
        <w:rPr>
          <w:rtl/>
          <w:lang w:bidi="fa-IR"/>
        </w:rPr>
        <w:t xml:space="preserve"> بزرگ ما ، مرحوم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 ، اثر ارج</w:t>
      </w:r>
      <w:r w:rsidR="00A07FB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لمعه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 که متن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زندان دمشق نوشته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سروالترراله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 در زندان نوشته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رابن</w:t>
      </w:r>
      <w:r>
        <w:rPr>
          <w:rtl/>
          <w:lang w:bidi="fa-IR"/>
        </w:rPr>
        <w:t xml:space="preserve"> کرمو شاهکار ادب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انگلستان را در زندان به وجود آورده است .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اندازه اکتفا کرده و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خوانندگان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A07F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دستش آماس کرده بود . دست او را بلند کرد و فرمود : (آتش دوزخ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 آن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. هر کس از دسترنج خود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 با نظر رحمت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.)</w:t>
      </w:r>
      <w:r w:rsidRPr="00A07FB8">
        <w:rPr>
          <w:rStyle w:val="libFootnotenumChar"/>
          <w:rtl/>
        </w:rPr>
        <w:t>(1)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755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به عرض حضرتش رساندند</w:t>
      </w:r>
      <w:r w:rsidR="007558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او تمام سال را با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 و مخارج عائله او را برادرش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 : (برادر او که متکفل مخارج عائله اوست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نزد خدا مقربتر و از او عابدتر است .)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A07F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</w:t>
      </w:r>
      <w:r>
        <w:rPr>
          <w:rtl/>
          <w:lang w:bidi="fa-IR"/>
        </w:rPr>
        <w:t xml:space="preserve"> منان در مسجد کوفه به دسته ا</w:t>
      </w:r>
      <w:r w:rsidR="00A07FB8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کرد که در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بودند . از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آنها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عرض کردند : (رجال الحق) هستند و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بدهد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والا صبر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فرمود : (سگان بازار </w:t>
      </w:r>
      <w:r>
        <w:rPr>
          <w:rtl/>
          <w:lang w:bidi="fa-IR"/>
        </w:rPr>
        <w:lastRenderedPageBreak/>
        <w:t>کوفه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. اگر استخوان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گرنه صبر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.) سپس دستور داد که حلقه (رجال الحق) پراکنده شود و هر کدام دنبال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سعادت</w:t>
      </w:r>
      <w:r>
        <w:rPr>
          <w:rtl/>
          <w:lang w:bidi="fa-IR"/>
        </w:rPr>
        <w:t xml:space="preserve"> و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که ساع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کوشا باشد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جهان را تکان داده اند ، از نظر مواهب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فوق العاده نبوده اند ؛ بلکه شالوده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ها را کار و کوشش و بعدا ثبات و استقامت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 .</w:t>
      </w:r>
    </w:p>
    <w:p w:rsidR="009E514B" w:rsidRDefault="009E514B" w:rsidP="00A07F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بزرگان</w:t>
      </w:r>
      <w:r>
        <w:rPr>
          <w:rtl/>
          <w:lang w:bidi="fa-IR"/>
        </w:rPr>
        <w:t xml:space="preserve"> جهان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پروائ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 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حضرت امام صادق </w:t>
      </w:r>
      <w:r w:rsidR="00A07FB8" w:rsidRPr="00A07FB8">
        <w:rPr>
          <w:rStyle w:val="libAlaemChar"/>
          <w:rtl/>
        </w:rPr>
        <w:t>عليه‌السلام</w:t>
      </w:r>
      <w:r>
        <w:rPr>
          <w:rtl/>
          <w:lang w:bidi="fa-IR"/>
        </w:rPr>
        <w:t>روغن فروش ، کفش دوز ، شتردار ، و</w:t>
      </w:r>
      <w:r w:rsidR="00A07FB8">
        <w:rPr>
          <w:rFonts w:hint="cs"/>
          <w:rtl/>
          <w:lang w:bidi="fa-IR"/>
        </w:rPr>
        <w:t xml:space="preserve">       </w:t>
      </w:r>
      <w:r>
        <w:rPr>
          <w:rtl/>
          <w:lang w:bidi="fa-IR"/>
        </w:rPr>
        <w:t>بودند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افلاطون</w:t>
      </w:r>
      <w:r>
        <w:rPr>
          <w:rtl/>
          <w:lang w:bidi="fa-IR"/>
        </w:rPr>
        <w:t xml:space="preserve"> هنگام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احت</w:t>
      </w:r>
      <w:r>
        <w:rPr>
          <w:rtl/>
          <w:lang w:bidi="fa-IR"/>
        </w:rPr>
        <w:t xml:space="preserve"> در مصر مخارج سفر خود را از روغن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شناس معروف کفش دوز بود .</w:t>
      </w:r>
    </w:p>
    <w:p w:rsidR="009E514B" w:rsidRDefault="009E514B" w:rsidP="00A07F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بدبختانه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فحشها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رجال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مقام مذمت افراد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حمال !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A07F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باربر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شغل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باربران اسکله دست به اعتصاب بزنند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باربران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شهر دست از کار بکشند 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9E514B" w:rsidP="00A07F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جهان انسان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مومنان </w:t>
      </w:r>
      <w:r w:rsidR="00A07FB8" w:rsidRPr="00A07FB8">
        <w:rPr>
          <w:rStyle w:val="libAlaemChar"/>
          <w:rFonts w:eastAsiaTheme="minorHAnsi"/>
          <w:rtl/>
        </w:rPr>
        <w:t>عليه‌السلام</w:t>
      </w:r>
      <w:r w:rsidR="00A07FB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با دست خود باغها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احداث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و بعدا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واگذار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. با قدرت بازوان خود </w:t>
      </w:r>
      <w:r>
        <w:rPr>
          <w:rtl/>
          <w:lang w:bidi="fa-IR"/>
        </w:rPr>
        <w:lastRenderedPageBreak/>
        <w:t>قناتها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گوشه و کنار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بوجود آورد و از عرق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کار هرگز واهمه نداشت .</w:t>
      </w:r>
    </w:p>
    <w:p w:rsidR="00A07FB8" w:rsidRDefault="009E514B" w:rsidP="00A07F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سربا</w:t>
      </w:r>
      <w:r w:rsidR="00A07FB8">
        <w:rPr>
          <w:rFonts w:hint="cs"/>
          <w:rtl/>
          <w:lang w:bidi="fa-IR"/>
        </w:rPr>
        <w:t>ر</w:t>
      </w:r>
      <w:r>
        <w:rPr>
          <w:rtl/>
          <w:lang w:bidi="fa-IR"/>
        </w:rPr>
        <w:t xml:space="preserve"> اجتماع باشد لعن نموده و او را از رحمت خدا دور دانسته است . </w:t>
      </w:r>
      <w:r w:rsidRPr="00A07FB8">
        <w:rPr>
          <w:rStyle w:val="libFootnotenumChar"/>
          <w:rtl/>
        </w:rPr>
        <w:t>(2)</w:t>
      </w:r>
    </w:p>
    <w:p w:rsidR="009E514B" w:rsidRDefault="009E514B" w:rsidP="00755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 w:rsidR="00A07FB8"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پنجم ما حضرت امام باقر </w:t>
      </w:r>
      <w:r w:rsidR="00A07FB8" w:rsidRPr="00A07FB8">
        <w:rPr>
          <w:rStyle w:val="libAlaemChar"/>
          <w:rtl/>
        </w:rPr>
        <w:t>عليه‌السلام</w:t>
      </w:r>
      <w:r>
        <w:rPr>
          <w:rtl/>
          <w:lang w:bidi="fa-IR"/>
        </w:rPr>
        <w:t>در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به مزرعه و باغ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عرق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، دستورات لازم به متصد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شخصا کارها را روبه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اعتراض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خود محمد منکدر قرار گرفت و او تصور ک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کار کردن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امام باقر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امام در پاسخ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(کار و کسب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عبادت است . من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خود و خانواده ام را از تو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سازم . ) </w:t>
      </w:r>
      <w:r w:rsidRPr="00755848">
        <w:rPr>
          <w:rStyle w:val="libFootnotenumChar"/>
          <w:rtl/>
        </w:rPr>
        <w:t>(3)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755848">
      <w:pPr>
        <w:pStyle w:val="Heading2"/>
        <w:rPr>
          <w:rtl/>
          <w:lang w:bidi="fa-IR"/>
        </w:rPr>
      </w:pPr>
      <w:bookmarkStart w:id="4" w:name="_Toc1032478"/>
      <w:r>
        <w:rPr>
          <w:rtl/>
          <w:lang w:bidi="fa-IR"/>
        </w:rPr>
        <w:t>3 -</w:t>
      </w:r>
      <w:r w:rsidR="0075584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هدف</w:t>
      </w:r>
      <w:bookmarkEnd w:id="4"/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0"/>
        <w:gridCol w:w="269"/>
        <w:gridCol w:w="3323"/>
      </w:tblGrid>
      <w:tr w:rsidR="00755848" w:rsidTr="00755848">
        <w:trPr>
          <w:trHeight w:val="350"/>
        </w:trPr>
        <w:tc>
          <w:tcPr>
            <w:tcW w:w="3920" w:type="dxa"/>
            <w:shd w:val="clear" w:color="auto" w:fill="auto"/>
          </w:tcPr>
          <w:p w:rsidR="00755848" w:rsidRDefault="00755848" w:rsidP="00755848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نشان</w:t>
            </w:r>
            <w:r>
              <w:rPr>
                <w:rtl/>
                <w:lang w:bidi="fa-IR"/>
              </w:rPr>
              <w:t xml:space="preserve"> مرد مومن با تو 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5848" w:rsidRDefault="00755848" w:rsidP="0075584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5848" w:rsidRDefault="00755848" w:rsidP="00755848">
            <w:pPr>
              <w:pStyle w:val="libPoem"/>
            </w:pPr>
            <w:r>
              <w:rPr>
                <w:rtl/>
                <w:lang w:bidi="fa-IR"/>
              </w:rPr>
              <w:t>اگر مرگش رسد خندان بم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755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هدف محرک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خواه ناخواه انسان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 . از آنجا که حب ذات در انسان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آن هرگز گسستن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هر گاه انسان مطمئن</w:t>
      </w:r>
      <w:r w:rsidR="007558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که سعادت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گرو فلان کار است ، خواه ناخواه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.</w:t>
      </w:r>
    </w:p>
    <w:p w:rsidR="009E514B" w:rsidRDefault="009E514B" w:rsidP="00755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صحت و تندرست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علاقه دارد 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755848">
        <w:rPr>
          <w:rtl/>
          <w:lang w:bidi="fa-IR"/>
        </w:rPr>
        <w:t>و</w:t>
      </w:r>
      <w:r>
        <w:rPr>
          <w:rtl/>
          <w:lang w:bidi="fa-IR"/>
        </w:rPr>
        <w:t>د دارو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تلخ را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چاقو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جراحان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 چرا ؟ !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بهداشت و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در گرو دارو خوردن ،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شدن عضوها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فاسد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غواص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دارد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جواهرات گرانبهائ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با عشق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کام امواج آن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اعتقاد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و غواص سلب شود ، دست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گذارده ، نه دارو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، و نه در امواج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پرتو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، انسان که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هدف را در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پروراند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مرارتها را آسان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شمارد و با خار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همبستر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نالد 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به هدف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با چهره باز به استقبال مرگ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با نشاط فراوان در راه هدف جان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سپارد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0"/>
        <w:gridCol w:w="269"/>
        <w:gridCol w:w="3323"/>
      </w:tblGrid>
      <w:tr w:rsidR="00755848" w:rsidTr="00755848">
        <w:trPr>
          <w:trHeight w:val="350"/>
        </w:trPr>
        <w:tc>
          <w:tcPr>
            <w:tcW w:w="3920" w:type="dxa"/>
            <w:shd w:val="clear" w:color="auto" w:fill="auto"/>
          </w:tcPr>
          <w:p w:rsidR="00755848" w:rsidRDefault="00755848" w:rsidP="00755848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نشان</w:t>
            </w:r>
            <w:r>
              <w:rPr>
                <w:rtl/>
                <w:lang w:bidi="fa-IR"/>
              </w:rPr>
              <w:t xml:space="preserve"> مرد مومن با تو 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5848" w:rsidRDefault="00755848" w:rsidP="00755848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5848" w:rsidRDefault="00755848" w:rsidP="00755848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اگر</w:t>
            </w:r>
            <w:r>
              <w:rPr>
                <w:rtl/>
                <w:lang w:bidi="fa-IR"/>
              </w:rPr>
              <w:t xml:space="preserve"> مرگش رسد خندان بم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755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عشق و علاقه و اعتقاد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هدف است که فضانوردان را تا آستانه مرگ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گشودن طلسم آسمانها و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کرات سماو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به تلاش همه جانبه وادار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755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چهارده</w:t>
      </w:r>
      <w:r>
        <w:rPr>
          <w:rtl/>
          <w:lang w:bidi="fa-IR"/>
        </w:rPr>
        <w:t xml:space="preserve"> قرن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بدر ، مسلمانان که شماره آنها از 313 نفر تجاوز</w:t>
      </w:r>
      <w:r w:rsidR="007558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، و از نظر ابزار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دفاع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 . با ارتش مجهز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روبرو شدند .</w:t>
      </w:r>
    </w:p>
    <w:p w:rsidR="009E514B" w:rsidRDefault="009E514B" w:rsidP="00755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احتمال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از نظر محاسبه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کارشناس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 و هرگز تصور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سازمان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ارتش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را درهم کوبند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برخلاف پندارها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کارشناسان ماده پرست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</w:t>
      </w:r>
      <w:r w:rsidR="00755848">
        <w:rPr>
          <w:rFonts w:hint="cs"/>
          <w:rtl/>
          <w:lang w:bidi="fa-IR"/>
        </w:rPr>
        <w:t>ای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هدف ، در ظرف چند ساعت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ارتش مجهز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علت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هدف بود که مرگ و شهادت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آسان کرد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خود دشمن به آن اعتراف کرد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نبرد قهرمان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سپاه دشمن مامور شد که قدرت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سپاه مسلمانان را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گزارش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به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قوا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او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گزارش داد :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مسلمانان</w:t>
      </w:r>
      <w:r>
        <w:rPr>
          <w:rtl/>
          <w:lang w:bidi="fa-IR"/>
        </w:rPr>
        <w:t xml:space="preserve"> اگر چه از نظر شماره در اقل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هستند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توانائ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استقامت در راه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ممتازند . آنان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جز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پناهگاه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. تا هر نفر از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شما را نکشد کشته نخواهد شد . هر گاه به تعداد خودشان از شما کشت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داشت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سرباز</w:t>
      </w:r>
      <w:r>
        <w:rPr>
          <w:rtl/>
          <w:lang w:bidi="fa-IR"/>
        </w:rPr>
        <w:t xml:space="preserve"> مومن به هدف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جانباز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نبرد با حجله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فرق ندارد 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وجود دارد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7558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گردان</w:t>
      </w:r>
      <w:r>
        <w:rPr>
          <w:rFonts w:hint="cs"/>
          <w:rtl/>
          <w:lang w:bidi="fa-IR"/>
        </w:rPr>
        <w:t>ی</w:t>
      </w:r>
      <w:r w:rsidR="007558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ارتش اسلام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روم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دادگاه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همه به اعدام محکوم شدند . به فرمانده گردان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شد که اگر به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بگرود ، دادگاه راء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پس خواهد گرفت . فرمانده مسلمان که هدف را بالاتر از جان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پنداشت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اگر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ظا</w:t>
      </w: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دست از </w:t>
      </w:r>
      <w:r>
        <w:rPr>
          <w:rtl/>
          <w:lang w:bidi="fa-IR"/>
        </w:rPr>
        <w:lastRenderedPageBreak/>
        <w:t>اسلام بردارد ، و به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بگرود ،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که آن را بالاتر از جان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اهانت کرده ، سبب خواهد شد که سائر سربازان اسلام که در همان زمان در جبهه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با کمال مردانگ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، شهامت خود را از دست بدهند و روح تسل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م بر آنها حکومت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C2F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لذا</w:t>
      </w:r>
      <w:r>
        <w:rPr>
          <w:rtl/>
          <w:lang w:bidi="fa-IR"/>
        </w:rPr>
        <w:t xml:space="preserve"> با صراحت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دادگاه را رد کرد . دادگاه به فرمانده که نامش حذافه بود وعده داد که اگر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 w:rsidR="00A07FB8" w:rsidRPr="00A07FB8">
        <w:rPr>
          <w:rStyle w:val="libAlaemChar"/>
          <w:rtl/>
        </w:rPr>
        <w:t>عليه‌السلام</w:t>
      </w:r>
      <w:r>
        <w:rPr>
          <w:rtl/>
          <w:lang w:bidi="fa-IR"/>
        </w:rPr>
        <w:t>را انتخاب کند ، با دختر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</w:t>
      </w:r>
      <w:r>
        <w:rPr>
          <w:rtl/>
          <w:lang w:bidi="fa-IR"/>
        </w:rPr>
        <w:t xml:space="preserve"> ازدواج خواهد کرد و به پست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گمارده خواهد شد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دادگاه را رد کرد .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</w:t>
      </w:r>
      <w:r>
        <w:rPr>
          <w:rtl/>
          <w:lang w:bidi="fa-IR"/>
        </w:rPr>
        <w:t xml:space="preserve"> که خود در دادگاه حاضر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دستور داد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سربازان اسلام را در د</w:t>
      </w:r>
      <w:r>
        <w:rPr>
          <w:rFonts w:hint="cs"/>
          <w:rtl/>
          <w:lang w:bidi="fa-IR"/>
        </w:rPr>
        <w:t>ی</w:t>
      </w:r>
      <w:r w:rsidR="009C2FEB">
        <w:rPr>
          <w:rFonts w:hint="cs"/>
          <w:rtl/>
          <w:lang w:bidi="fa-IR"/>
        </w:rPr>
        <w:t>گ</w:t>
      </w:r>
      <w:r>
        <w:rPr>
          <w:rtl/>
          <w:lang w:bidi="fa-IR"/>
        </w:rPr>
        <w:t xml:space="preserve"> داغ پر از روغن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ندازند</w:t>
      </w:r>
      <w:r>
        <w:rPr>
          <w:rtl/>
          <w:lang w:bidi="fa-IR"/>
        </w:rPr>
        <w:t xml:space="preserve"> تا حذافه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حکم دادگاه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او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گوشتها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سرباز از استخوانها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جدا شده و جسدش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روغن بالا و پائ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حذاف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سخت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آنان تصور کردند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افتاده است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فورا رو به آنها کرد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C2F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 :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هرگز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سرنوشت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انتظارم است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.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ندارم تا آنرا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سازم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کاش</w:t>
      </w:r>
      <w:r>
        <w:rPr>
          <w:rtl/>
          <w:lang w:bidi="fa-IR"/>
        </w:rPr>
        <w:t xml:space="preserve"> به شماره موها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جان داشتم و آن را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ساختم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C2F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حضار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راسخ انگشت تعجب به دندان گرفتند و به بهانه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با هشتاد سرباز </w:t>
      </w:r>
      <w:r w:rsidR="009C2FEB">
        <w:rPr>
          <w:rFonts w:hint="cs"/>
          <w:rtl/>
          <w:lang w:bidi="fa-IR"/>
        </w:rPr>
        <w:t>آ</w:t>
      </w:r>
      <w:r>
        <w:rPr>
          <w:rtl/>
          <w:lang w:bidi="fa-IR"/>
        </w:rPr>
        <w:t xml:space="preserve">زاد ساختند . </w:t>
      </w:r>
      <w:r w:rsidRPr="009C2FEB">
        <w:rPr>
          <w:rStyle w:val="libFootnotenumChar"/>
          <w:rtl/>
        </w:rPr>
        <w:t>(4)</w:t>
      </w:r>
    </w:p>
    <w:p w:rsidR="009E514B" w:rsidRDefault="009E514B" w:rsidP="009C2F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تا</w:t>
      </w:r>
      <w:r>
        <w:rPr>
          <w:rtl/>
          <w:lang w:bidi="fa-IR"/>
        </w:rPr>
        <w:t xml:space="preserve"> چند</w:t>
      </w:r>
      <w:r w:rsidR="009C2FEB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جهان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مساله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tl/>
          <w:lang w:bidi="fa-IR"/>
        </w:rPr>
        <w:t xml:space="preserve"> وجود داشت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ملت پابرهنه و مسلح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کمان ، در پرتو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اعتقاد به هدف ، اقتصاد و ارتش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را به زانو در آورد و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دلار خرج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1965 ،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80000 تن بمب برفراز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tl/>
          <w:lang w:bidi="fa-IR"/>
        </w:rPr>
        <w:t xml:space="preserve"> جنوب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(مناطق تحت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کنگها)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tl/>
          <w:lang w:bidi="fa-IR"/>
        </w:rPr>
        <w:t xml:space="preserve"> شمال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است ،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15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و 800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دلار در سال 1966 خرج کرده است . </w:t>
      </w:r>
      <w:r w:rsidRPr="009C2FEB">
        <w:rPr>
          <w:rStyle w:val="libFootnotenumChar"/>
          <w:rtl/>
        </w:rPr>
        <w:t>(5)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گون</w:t>
      </w:r>
      <w:r>
        <w:rPr>
          <w:rtl/>
          <w:lang w:bidi="fa-IR"/>
        </w:rPr>
        <w:t xml:space="preserve"> خود را آتش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و بدون آنکه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لرزش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مشاهده شود ، مانند مشعل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سوزند و بودائ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اطرافشان سرود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معلوم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مبارزه شرق و غرب کرده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C2F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اراده افسران و سربازان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است هر ماه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هنر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 با مخارج گزاف براه افتند و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آنها با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محافل و مجالس رقص صفا</w:t>
      </w:r>
      <w:r>
        <w:rPr>
          <w:rFonts w:hint="cs"/>
          <w:rtl/>
          <w:lang w:bidi="fa-IR"/>
        </w:rPr>
        <w:t>ی</w:t>
      </w:r>
      <w:r w:rsidR="009C2F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سربازان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 مشخص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جنگند و هدف آنها خاتمه دادن به دوران استعمار و آزاد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است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سرباز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جنگد 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تنام</w:t>
      </w:r>
      <w:r>
        <w:rPr>
          <w:rtl/>
          <w:lang w:bidi="fa-IR"/>
        </w:rPr>
        <w:t xml:space="preserve"> هزاران فرسنگ فاصله دارد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هدف آثار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آثار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همان جانباز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شده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C2FEB">
      <w:pPr>
        <w:pStyle w:val="Heading2"/>
        <w:rPr>
          <w:rtl/>
          <w:lang w:bidi="fa-IR"/>
        </w:rPr>
      </w:pPr>
      <w:bookmarkStart w:id="5" w:name="_Toc1032479"/>
      <w:r>
        <w:rPr>
          <w:rtl/>
          <w:lang w:bidi="fa-IR"/>
        </w:rPr>
        <w:t>4</w:t>
      </w:r>
      <w:r w:rsidR="009C2FE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استقامت و پشکار</w:t>
      </w:r>
      <w:bookmarkEnd w:id="5"/>
    </w:p>
    <w:p w:rsidR="009C2FEB" w:rsidRDefault="009C2FEB" w:rsidP="009E514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6"/>
        <w:gridCol w:w="267"/>
        <w:gridCol w:w="3329"/>
      </w:tblGrid>
      <w:tr w:rsidR="009C2FEB" w:rsidTr="00ED3AD3">
        <w:trPr>
          <w:trHeight w:val="350"/>
        </w:trPr>
        <w:tc>
          <w:tcPr>
            <w:tcW w:w="3920" w:type="dxa"/>
            <w:shd w:val="clear" w:color="auto" w:fill="auto"/>
          </w:tcPr>
          <w:p w:rsidR="009C2FEB" w:rsidRDefault="009C2FEB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پافشار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استقامت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</w:t>
            </w:r>
            <w:r>
              <w:rPr>
                <w:rtl/>
                <w:lang w:bidi="fa-IR"/>
              </w:rPr>
              <w:t xml:space="preserve"> سزد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C2FEB" w:rsidRDefault="009C2FEB" w:rsidP="00ED3AD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C2FEB" w:rsidRDefault="009C2FEB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عبرت بشر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2FEB" w:rsidTr="00ED3AD3">
        <w:trPr>
          <w:trHeight w:val="350"/>
        </w:trPr>
        <w:tc>
          <w:tcPr>
            <w:tcW w:w="3920" w:type="dxa"/>
          </w:tcPr>
          <w:p w:rsidR="009C2FEB" w:rsidRDefault="009C2FEB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برسرش</w:t>
            </w:r>
            <w:r>
              <w:rPr>
                <w:rtl/>
                <w:lang w:bidi="fa-IR"/>
              </w:rPr>
              <w:t xml:space="preserve"> هر چه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شتر</w:t>
            </w:r>
            <w:r>
              <w:rPr>
                <w:rtl/>
                <w:lang w:bidi="fa-IR"/>
              </w:rPr>
              <w:t xml:space="preserve"> کوب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2FEB" w:rsidRDefault="009C2FEB" w:rsidP="00ED3AD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2FEB" w:rsidRDefault="009C2FEB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پافشار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شتر</w:t>
            </w:r>
            <w:r>
              <w:rPr>
                <w:rtl/>
                <w:lang w:bidi="fa-IR"/>
              </w:rPr>
              <w:t xml:space="preserve">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صبر</w:t>
      </w:r>
      <w:r>
        <w:rPr>
          <w:rtl/>
          <w:lang w:bidi="fa-IR"/>
        </w:rPr>
        <w:t xml:space="preserve"> و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استقامت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مردان بزرگ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جهان است . صبر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دست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گذاردن و تن به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قضا دادن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 هر گونه تعد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ستم رفتن اشتباه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در صو</w:t>
      </w:r>
      <w:r>
        <w:rPr>
          <w:rFonts w:hint="eastAsia"/>
          <w:rtl/>
          <w:lang w:bidi="fa-IR"/>
        </w:rPr>
        <w:t>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استقامت و پشتکار ، ضامن سعادت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بدفرجام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اکنون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حالت متضاد را با نقل مثالها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از هم جدا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C2FEB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9C2FE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باغبان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در داخل باغ چمن و گلستان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 که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گلها شامه وارد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معطر کند و الوان مختلف گلها چشمها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سازد و به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باغ 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. باغبان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آرزوئ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پروراند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تن به کار داده ، سوز گرما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سرما را بر</w:t>
      </w:r>
      <w:r w:rsidR="009C2F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هموار سازد .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خار همدم گردد و وقت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وقت</w:t>
      </w:r>
      <w:r>
        <w:rPr>
          <w:rtl/>
          <w:lang w:bidi="fa-IR"/>
        </w:rPr>
        <w:t xml:space="preserve"> به باغ سرکش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تحمل رنج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و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</w:t>
      </w:r>
      <w:r w:rsidR="009C2FE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طلب سود و بالا بردن سطح ثروت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رنج سفر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تحمل کند . دانشجوئ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نمره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قلوب ملت را متوجه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سازد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استقامت زائدالوصف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مقدمات کار و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را انجام دهد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حافظ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4"/>
        <w:gridCol w:w="268"/>
        <w:gridCol w:w="3290"/>
      </w:tblGrid>
      <w:tr w:rsidR="009C2FEB" w:rsidTr="00ED3AD3">
        <w:trPr>
          <w:trHeight w:val="350"/>
        </w:trPr>
        <w:tc>
          <w:tcPr>
            <w:tcW w:w="3920" w:type="dxa"/>
            <w:shd w:val="clear" w:color="auto" w:fill="auto"/>
          </w:tcPr>
          <w:p w:rsidR="009C2FEB" w:rsidRDefault="009C2FEB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صبر</w:t>
            </w:r>
            <w:r>
              <w:rPr>
                <w:rtl/>
                <w:lang w:bidi="fa-IR"/>
              </w:rPr>
              <w:t xml:space="preserve"> و ظفر هر دو دوستان قد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C2FEB" w:rsidRDefault="009C2FEB" w:rsidP="00ED3AD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C2FEB" w:rsidRDefault="009C2FEB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اثر صبر نوبت ظفر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تصور شود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استقامت پش</w:t>
      </w:r>
      <w:r w:rsidR="009C2FEB">
        <w:rPr>
          <w:rFonts w:hint="cs"/>
          <w:rtl/>
          <w:lang w:bidi="fa-IR"/>
        </w:rPr>
        <w:t>ت</w:t>
      </w:r>
      <w:r>
        <w:rPr>
          <w:rtl/>
          <w:lang w:bidi="fa-IR"/>
        </w:rPr>
        <w:t>کار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رمز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که به نام کار و کوشش گذشت ادغام گردد .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چه بسا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آغاز کار روح کار و کوشش دارند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شدائد و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فوق العاده ناتوان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 لذا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پشتوانه کار و کوشش شمرد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کار دانست .</w:t>
      </w:r>
    </w:p>
    <w:p w:rsidR="009E514B" w:rsidRDefault="009E514B" w:rsidP="009C2F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کنواخت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زود دارد ، هرگز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انتظار داشت در همه کارها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کنواخت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 w:rsidR="009C2F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موفق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وضع کارها با هم فرق دارد ، چه بسا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شرائط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. وانگه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استعداد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باشند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و درک آنها از نظر د</w:t>
      </w:r>
      <w:r>
        <w:rPr>
          <w:rFonts w:hint="eastAsia"/>
          <w:rtl/>
          <w:lang w:bidi="fa-IR"/>
        </w:rPr>
        <w:t>رجه</w:t>
      </w:r>
      <w:r>
        <w:rPr>
          <w:rtl/>
          <w:lang w:bidi="fa-IR"/>
        </w:rPr>
        <w:t xml:space="preserve"> و شدت و ضعف با هم فرق داشته باشد . چه بسا ممکن</w:t>
      </w:r>
      <w:r w:rsidR="009C2F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ظرف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 و مشکلات آن را در همان مدت برطرف سازد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آن را در همان مدت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اموزند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C2F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جرج استفن ، مهندس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معروف به (پدر راه آهنها)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در کسب دانش بکند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لکوموت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جهان به دست او ساخته شد و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قطار مسافربر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او در سال 1825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راه انداخت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دو نوع نبوغ وجود دارد : نبوغ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ررس</w:t>
      </w:r>
      <w:r>
        <w:rPr>
          <w:rtl/>
          <w:lang w:bidi="fa-IR"/>
        </w:rPr>
        <w:t xml:space="preserve"> و نبوغ زودرس . و صفحات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نوابغ جهان گواه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جور است :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،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. به علت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شدن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 از کار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محال و ممتنع دانست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4599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ابوجعرانه</w:t>
      </w:r>
      <w:r>
        <w:rPr>
          <w:rtl/>
          <w:lang w:bidi="fa-IR"/>
        </w:rPr>
        <w:t xml:space="preserve"> ، دانشمند و عالم بزرگ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به ثبات و استقامت معروف است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درس استقامت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حشره به نام جعرانه فرا گرفته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9E514B" w:rsidRDefault="009E514B" w:rsidP="0094599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مسجد جامع دمشق کنار ستون 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حشره قصد دارد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سنگ صاف بالا برود و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ستون کنار چراغ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من از اول شب تا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صبح در کنار آن ستون نشسته بودم و در بالا رفتن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جانور دقت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700 بار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ستون بالا رفت و در اثنا شکست خورده ،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 ستون صاف بود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رو</w:t>
      </w:r>
      <w:r>
        <w:rPr>
          <w:rFonts w:hint="cs"/>
          <w:rtl/>
          <w:lang w:bidi="fa-IR"/>
        </w:rPr>
        <w:t>ی</w:t>
      </w:r>
      <w:r w:rsidR="0094599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قرار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در وسط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لغز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اراده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حشره فوق العاده در تعجب فرو ماندم . برخ</w:t>
      </w:r>
      <w:r w:rsidR="0094599D">
        <w:rPr>
          <w:rFonts w:hint="cs"/>
          <w:rtl/>
          <w:lang w:bidi="fa-IR"/>
        </w:rPr>
        <w:t>و</w:t>
      </w:r>
      <w:r>
        <w:rPr>
          <w:rtl/>
          <w:lang w:bidi="fa-IR"/>
        </w:rPr>
        <w:t>استم وضو ساختم و نماز خواندم . بعد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حشره کردم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بر اثر استقامت شاهد مقصود را در آغوش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کنار آن چراغ نشسته است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6"/>
        <w:gridCol w:w="267"/>
        <w:gridCol w:w="3329"/>
      </w:tblGrid>
      <w:tr w:rsidR="0094599D" w:rsidTr="00ED3AD3">
        <w:trPr>
          <w:trHeight w:val="350"/>
        </w:trPr>
        <w:tc>
          <w:tcPr>
            <w:tcW w:w="3920" w:type="dxa"/>
            <w:shd w:val="clear" w:color="auto" w:fill="auto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پافشار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استقامت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4599D" w:rsidRDefault="0094599D" w:rsidP="00ED3AD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سزد</w:t>
            </w:r>
            <w:r>
              <w:rPr>
                <w:rtl/>
                <w:lang w:bidi="fa-IR"/>
              </w:rPr>
              <w:t xml:space="preserve"> ار عبرت بشر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599D" w:rsidTr="00ED3AD3">
        <w:trPr>
          <w:trHeight w:val="350"/>
        </w:trPr>
        <w:tc>
          <w:tcPr>
            <w:tcW w:w="3920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سرش هر چه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شتر</w:t>
            </w:r>
            <w:r>
              <w:rPr>
                <w:rtl/>
                <w:lang w:bidi="fa-IR"/>
              </w:rPr>
              <w:t xml:space="preserve"> کوب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4599D" w:rsidRDefault="0094599D" w:rsidP="00ED3AD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پافشار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شتر</w:t>
            </w:r>
            <w:r>
              <w:rPr>
                <w:rtl/>
                <w:lang w:bidi="fa-IR"/>
              </w:rPr>
              <w:t xml:space="preserve">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دموستن</w:t>
      </w:r>
      <w:r>
        <w:rPr>
          <w:rtl/>
          <w:lang w:bidi="fa-IR"/>
        </w:rPr>
        <w:t xml:space="preserve"> از سخنوران بزرگ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کاست</w:t>
      </w:r>
      <w:r>
        <w:rPr>
          <w:rtl/>
          <w:lang w:bidi="fa-IR"/>
        </w:rPr>
        <w:t xml:space="preserve"> . او در فن خطابه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شکست روبرو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زبانش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.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فن خطابه ،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به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.</w:t>
      </w:r>
    </w:p>
    <w:p w:rsidR="009E514B" w:rsidRDefault="009E514B" w:rsidP="0094599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نصف سرو صورت ،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خنده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،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مجبور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، ماهها در خانه بماند ، و مشغول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خطابه گردد </w:t>
      </w:r>
      <w:r>
        <w:rPr>
          <w:rFonts w:hint="eastAsia"/>
          <w:rtl/>
          <w:lang w:bidi="fa-IR"/>
        </w:rPr>
        <w:t>سرگذشت</w:t>
      </w:r>
      <w:r>
        <w:rPr>
          <w:rtl/>
          <w:lang w:bidi="fa-IR"/>
        </w:rPr>
        <w:t xml:space="preserve"> سکاک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 قرن هفتم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جالب است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آغاز نمود 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آموزگار او از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بود ، او با شور و پشتکار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4599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آموزگار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هوش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فهم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مساءله ساده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طرح کرد و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مساءله از فقه شافع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پوست سگ با دباغ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و استاد آن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مطرح ساخت : (پوست سگ با دباغ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) سکاک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تکرار کرد و با شور و شوق آماده درس پس دادن بود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معلم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انبوه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از سکاک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9E514B" w:rsidRDefault="009E514B" w:rsidP="0094599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مسئله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چه بود ؟ سکاک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ناگهان گفت : (سگ گفت پوست استاد با دباغ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)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شل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خنده شاگردان و معلم بلند شد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آن نوآموز سالمند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 بود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عدم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امتحان شکست نخورد و ده سال تمام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گام زد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علت بالا بودن سن ،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تبخش</w:t>
      </w:r>
      <w:r>
        <w:rPr>
          <w:rtl/>
          <w:lang w:bidi="fa-IR"/>
        </w:rPr>
        <w:t xml:space="preserve"> نبود .</w:t>
      </w:r>
    </w:p>
    <w:p w:rsidR="009E514B" w:rsidRDefault="009E514B" w:rsidP="0094599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درس به صحرا رفته و اثر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باران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صخره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کرد . او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پند گرفت 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هرگز دل و روح من </w:t>
      </w:r>
      <w:r>
        <w:rPr>
          <w:rtl/>
          <w:lang w:bidi="fa-IR"/>
        </w:rPr>
        <w:lastRenderedPageBreak/>
        <w:t>سختتر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اگر قطرات دانش بسان آب باران در دل من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کند ، به طور مسلم اثر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روان من خواهد گذارد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به شهر بازگشت و با شور زائدالوصف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 و بر اثر استقامت و پشتکار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نوابغ ادب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عرب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علوم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انتشار داد که مدتها محور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در دانشکده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. </w:t>
      </w:r>
      <w:r w:rsidRPr="0094599D">
        <w:rPr>
          <w:rStyle w:val="libFootnotenumChar"/>
          <w:rtl/>
        </w:rPr>
        <w:t>(6)</w:t>
      </w:r>
    </w:p>
    <w:p w:rsidR="009E514B" w:rsidRDefault="009E514B" w:rsidP="0094599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چشمه</w:t>
      </w:r>
      <w:r>
        <w:rPr>
          <w:rtl/>
          <w:lang w:bidi="fa-IR"/>
        </w:rPr>
        <w:t xml:space="preserve"> 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کوهساران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راه به صخره ها و موانع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که چه بسا ساعات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، و در برابر آن مقاومت سرسختانه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 آب با کند و کاو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هر لحظه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موانع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کاهد و با باز کردن منافذ 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مثل را که</w:t>
      </w:r>
      <w:r w:rsidR="0094599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قابل توجه ، مرحوم ملک الشعراء بهار بنظم در آورده است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8"/>
        <w:gridCol w:w="3314"/>
      </w:tblGrid>
      <w:tr w:rsidR="0094599D" w:rsidTr="0094599D">
        <w:trPr>
          <w:trHeight w:val="350"/>
        </w:trPr>
        <w:tc>
          <w:tcPr>
            <w:tcW w:w="3340" w:type="dxa"/>
            <w:shd w:val="clear" w:color="auto" w:fill="auto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جدا</w:t>
            </w:r>
            <w:r>
              <w:rPr>
                <w:rtl/>
                <w:lang w:bidi="fa-IR"/>
              </w:rPr>
              <w:t xml:space="preserve"> شد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چشمه از کوهسار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94599D" w:rsidRDefault="0094599D" w:rsidP="00ED3AD3">
            <w:pPr>
              <w:pStyle w:val="libPoem"/>
              <w:rPr>
                <w:rtl/>
              </w:rPr>
            </w:pPr>
          </w:p>
        </w:tc>
        <w:tc>
          <w:tcPr>
            <w:tcW w:w="3314" w:type="dxa"/>
            <w:shd w:val="clear" w:color="auto" w:fill="auto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بره</w:t>
            </w:r>
            <w:r>
              <w:rPr>
                <w:rtl/>
                <w:lang w:bidi="fa-IR"/>
              </w:rPr>
              <w:t xml:space="preserve"> گشت ناگه بسنگ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599D" w:rsidTr="0094599D">
        <w:trPr>
          <w:trHeight w:val="350"/>
        </w:trPr>
        <w:tc>
          <w:tcPr>
            <w:tcW w:w="3340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نرم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گفت با سنگ سخت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4599D" w:rsidRDefault="0094599D" w:rsidP="00ED3AD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کرم</w:t>
            </w:r>
            <w:r>
              <w:rPr>
                <w:rtl/>
                <w:lang w:bidi="fa-IR"/>
              </w:rPr>
              <w:t xml:space="preserve"> کرده راه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کبخت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599D" w:rsidTr="0094599D">
        <w:trPr>
          <w:trHeight w:val="350"/>
        </w:trPr>
        <w:tc>
          <w:tcPr>
            <w:tcW w:w="3340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سنگ چون خو گران بود 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4599D" w:rsidRDefault="0094599D" w:rsidP="00ED3AD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زدش</w:t>
            </w:r>
            <w:r>
              <w:rPr>
                <w:rtl/>
                <w:lang w:bidi="fa-IR"/>
              </w:rPr>
              <w:t xml:space="preserve">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گفت دور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599D" w:rsidTr="0094599D">
        <w:trPr>
          <w:trHeight w:val="350"/>
        </w:trPr>
        <w:tc>
          <w:tcPr>
            <w:tcW w:w="3340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نجنب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</w:t>
            </w:r>
            <w:r>
              <w:rPr>
                <w:rtl/>
                <w:lang w:bidi="fa-IR"/>
              </w:rPr>
              <w:t xml:space="preserve"> از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گرا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4599D" w:rsidRDefault="0094599D" w:rsidP="00ED3AD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که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، که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تو جنبم زجا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599D" w:rsidTr="0094599D">
        <w:tblPrEx>
          <w:tblLook w:val="04A0"/>
        </w:tblPrEx>
        <w:trPr>
          <w:trHeight w:val="350"/>
        </w:trPr>
        <w:tc>
          <w:tcPr>
            <w:tcW w:w="3340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نشد</w:t>
            </w:r>
            <w:r>
              <w:rPr>
                <w:rtl/>
                <w:lang w:bidi="fa-IR"/>
              </w:rPr>
              <w:t xml:space="preserve"> چشمه از پاسخ سنگ سرد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4599D" w:rsidRDefault="0094599D" w:rsidP="00ED3AD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کندن در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ستاد</w:t>
            </w:r>
            <w:r>
              <w:rPr>
                <w:rtl/>
                <w:lang w:bidi="fa-IR"/>
              </w:rPr>
              <w:t xml:space="preserve"> و ابرام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599D" w:rsidTr="0094599D">
        <w:tblPrEx>
          <w:tblLook w:val="04A0"/>
        </w:tblPrEx>
        <w:trPr>
          <w:trHeight w:val="350"/>
        </w:trPr>
        <w:tc>
          <w:tcPr>
            <w:tcW w:w="3340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کند و کار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و کوشش نمود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4599D" w:rsidRDefault="0094599D" w:rsidP="00ED3AD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سنگ خارا ره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برگشود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599D" w:rsidTr="0094599D">
        <w:tblPrEx>
          <w:tblLook w:val="04A0"/>
        </w:tblPrEx>
        <w:trPr>
          <w:trHeight w:val="350"/>
        </w:trPr>
        <w:tc>
          <w:tcPr>
            <w:tcW w:w="3340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کوشش به هر 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خواه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4599D" w:rsidRDefault="0094599D" w:rsidP="00ED3AD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94599D" w:rsidRDefault="0094599D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هر 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خواه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کماه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4599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صبر و حوصله و ثبات و استقامت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ازمندند</w:t>
      </w:r>
      <w:r>
        <w:rPr>
          <w:rtl/>
          <w:lang w:bidi="fa-IR"/>
        </w:rPr>
        <w:t xml:space="preserve"> و بدون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هرگز 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نخواهند برد .</w:t>
      </w:r>
      <w:r w:rsidR="0094599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فلاسفه انگلستان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داشت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در انجام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ناتوان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اسب سوار ماهر همسفر شد . در اثناء راه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. سوارکار ماهر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ضربه بر اسب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مزبور خواست همان کار را انجام دهد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 نشد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از اسب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 .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برخ</w:t>
      </w:r>
      <w:r w:rsidR="0094599D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دومرتبه اسب را زد تا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به آن سوبپرد لکن باز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اسب افتاد . بار سوم بر اثر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ثبات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دست آورد .</w:t>
      </w:r>
    </w:p>
    <w:p w:rsidR="009E514B" w:rsidRDefault="009E514B" w:rsidP="008D27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اودوبون</w:t>
      </w:r>
      <w:r>
        <w:rPr>
          <w:rtl/>
          <w:lang w:bidi="fa-IR"/>
        </w:rPr>
        <w:t xml:space="preserve"> 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شناس معروف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،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پرندگان گوناگون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کاغذ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کرده و هنگام مسافرت همه را در صندوق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گذارده بود .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اوراق طعمه موشها شده بود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8D27A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صندوق را باز کرد ، زحمات خود را بردباد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متاءثر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پرتو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استقامت همه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از نو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 .</w:t>
      </w:r>
    </w:p>
    <w:p w:rsidR="009E514B" w:rsidRDefault="009E514B" w:rsidP="008D27A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کارلا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جلد اول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فرانسه را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گرفت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نسخه منحصر بفرد در خانه . دوست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براثر اشتباه خدمتگزار خانه طعمه آتش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 صبر و استقامت کامل تمام کتاب را از نو نوشت .</w:t>
      </w:r>
    </w:p>
    <w:p w:rsidR="009E514B" w:rsidRDefault="009E514B" w:rsidP="008D27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کاشف گردش خون در بدن ، هشت سال مشغول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 تا به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. سپس آن را با دلائل ساده اب</w:t>
      </w:r>
      <w:r w:rsidR="008D27A4">
        <w:rPr>
          <w:rFonts w:hint="cs"/>
          <w:rtl/>
          <w:lang w:bidi="fa-IR"/>
        </w:rPr>
        <w:t>راز</w:t>
      </w:r>
      <w:r>
        <w:rPr>
          <w:rtl/>
          <w:lang w:bidi="fa-IR"/>
        </w:rPr>
        <w:t xml:space="preserve"> نمود 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مخالفت از هر طرف بلند شد 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مجنون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خواندند و دوستانش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ترک کردند . او با کمال ثبات و استوار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دفاع از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پرداخت و اکنون کشف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مسلمات علوم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9E514B" w:rsidRDefault="008D27A4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8D27A4">
      <w:pPr>
        <w:pStyle w:val="Heading2"/>
        <w:rPr>
          <w:rtl/>
          <w:lang w:bidi="fa-IR"/>
        </w:rPr>
      </w:pPr>
      <w:bookmarkStart w:id="6" w:name="_Toc1032480"/>
      <w:r>
        <w:rPr>
          <w:rtl/>
          <w:lang w:bidi="fa-IR"/>
        </w:rPr>
        <w:t>5</w:t>
      </w:r>
      <w:r w:rsidR="008D27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تمرکز فکر</w:t>
      </w:r>
      <w:bookmarkEnd w:id="6"/>
    </w:p>
    <w:p w:rsidR="009E514B" w:rsidRDefault="009E514B" w:rsidP="008D27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قطرات</w:t>
      </w:r>
      <w:r>
        <w:rPr>
          <w:rtl/>
          <w:lang w:bidi="fa-IR"/>
        </w:rPr>
        <w:t xml:space="preserve"> باران اگر در نقطه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اگر پراکنده شود ، در دل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بدن</w:t>
      </w:r>
      <w:r>
        <w:rPr>
          <w:rFonts w:hint="cs"/>
          <w:rtl/>
          <w:lang w:bidi="fa-IR"/>
        </w:rPr>
        <w:t>ی</w:t>
      </w:r>
      <w:r w:rsidR="008D27A4">
        <w:rPr>
          <w:rtl/>
          <w:lang w:bidi="fa-IR"/>
        </w:rPr>
        <w:t xml:space="preserve"> ما</w:t>
      </w:r>
      <w:r w:rsidR="008D27A4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تمرکز</w:t>
      </w:r>
      <w:r>
        <w:rPr>
          <w:rtl/>
          <w:lang w:bidi="fa-IR"/>
        </w:rPr>
        <w:t xml:space="preserve"> فکر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تمرکز دادن فکر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نقطه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فشار فکر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نقطه متوجه گردد و هرگونه مانع سرسخت از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 برداشته شود . نقش تمرکز فکر در کار ، همان نقش اهرم در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. کار اهرم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tl/>
          <w:lang w:bidi="fa-IR"/>
        </w:rPr>
        <w:t xml:space="preserve"> را در نقطه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متمرکز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فشار متناسب ، جسم</w:t>
      </w:r>
      <w:r w:rsidR="008D27A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لذا با تمرکز فکر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نقطه 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مشکلات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برداشته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بسان قطرات باران است که اگر در نقطه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پراکنده شود ، در دل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آوازه نابغه شرق 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علوم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توانائ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درخشان خاور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ارزنده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گذارده است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 دانشمندان نامدار که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فنون بودند و در رشته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کار کرده ، و در هر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آورده بودند ، وارد بحث و مذاکره شدم و بر همه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گشتم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موقع با متخصص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تمام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رشته به کار برده بود ،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بحث پرداختم سخت </w:t>
      </w:r>
      <w:r>
        <w:rPr>
          <w:rtl/>
          <w:lang w:bidi="fa-IR"/>
        </w:rPr>
        <w:lastRenderedPageBreak/>
        <w:t>مغلوب شدم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 اثر متناه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زوا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هر علم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بود .</w:t>
      </w:r>
    </w:p>
    <w:p w:rsidR="009E514B" w:rsidRDefault="009E514B" w:rsidP="008D27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حل مشکلات بسان اشعه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که اگر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ذره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نقطه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متمرکز نشود 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مقابل آن قرار گرفته است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سوزاند . و اشعه فکر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به نقطه واحد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نتابد موانع را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</w:t>
      </w:r>
      <w:r w:rsidR="008D27A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جوانب موضوع را روشن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8D27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معلمان</w:t>
      </w:r>
      <w:r>
        <w:rPr>
          <w:rtl/>
          <w:lang w:bidi="fa-IR"/>
        </w:rPr>
        <w:t xml:space="preserve"> مجرب ه</w:t>
      </w:r>
      <w:r w:rsidR="008D27A4">
        <w:rPr>
          <w:rFonts w:hint="cs"/>
          <w:rtl/>
          <w:lang w:bidi="fa-IR"/>
        </w:rPr>
        <w:t>م</w:t>
      </w:r>
      <w:r>
        <w:rPr>
          <w:rtl/>
          <w:lang w:bidi="fa-IR"/>
        </w:rPr>
        <w:t>واره شاگردان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در هر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دقت خود را به کار اندازند دقت جز متمرکز ساختن قوا در نقطه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 w:rsidR="008D27A4">
        <w:rPr>
          <w:rFonts w:hint="cs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همه اکتشافات معلول و اثر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دقت کاشف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موضوع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اصلا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نقشه و هدف ندارند وبسان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قطب نما ، سرگردانند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براثر تصادم با کوهها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هنگام عبور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آن سقوط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براثر تصادم با کوه حوادث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آمده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دره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سقوط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</w:t>
      </w:r>
    </w:p>
    <w:p w:rsidR="009E514B" w:rsidRDefault="009E514B" w:rsidP="008D27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نقشه دارند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 w:rsidR="008D27A4">
        <w:rPr>
          <w:rFonts w:hint="cs"/>
          <w:rtl/>
          <w:lang w:bidi="fa-IR"/>
        </w:rPr>
        <w:t>ز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هدف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راه عقب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. مرد موفق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تا به هدف نرسد دست از آن برندارد و به کارد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اشتغال نورزد 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راه هرقدر دور باشد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مودن</w:t>
      </w:r>
      <w:r>
        <w:rPr>
          <w:rtl/>
          <w:lang w:bidi="fa-IR"/>
        </w:rPr>
        <w:t xml:space="preserve"> متوال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وسائل عقب ماندگ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مستعد و آماده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بنا به عوامل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تلون مزاج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شاخه به آن شاخه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پرند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در قلمروها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نهند ؛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نداده ، دست به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همه کاره شو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سرانجام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کاره اند .</w:t>
      </w:r>
    </w:p>
    <w:p w:rsidR="009E514B" w:rsidRDefault="009E514B" w:rsidP="00ED3A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جهان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به</w:t>
      </w:r>
      <w:r w:rsidR="008D27A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خوب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آموزد : اگر نهال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چندبار جابه جا کنند ، سرانجام پژمرده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نهال</w:t>
      </w:r>
      <w:r w:rsidR="00ED3AD3">
        <w:rPr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ثابت و پابرجا همواره خرم و شاداب جلوه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 جابه جا کردن نهال و اصول فکر موجب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فکر را از رشد و نمو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علائم نوابغ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افکار خود را در نقطه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متمرکز سازند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کاره بودن علاوه بر ضررها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لطمه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 چه بسا اقتصاد و فرهنگ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کشور را فلج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هرج و مرج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که اصلاح آن بسخت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بوفون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و موهبت فقط عبارت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انسان هوش خود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نقطه متوجه سازد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چطور موفق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اکتشافات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داد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با تاءمل مستمر در آنها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او درباره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موضوع آنقدر فکر و تاءمل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مانند روز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تمدن کنون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دادن استادان متخصص است ؛ تنوع و کثرت رشته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علوم موضوع تخصص را به صورت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امر اجتناب 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آورده است و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برود ، کاروان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حد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توقف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ED3AD3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ED3AD3">
      <w:pPr>
        <w:pStyle w:val="Heading2"/>
        <w:rPr>
          <w:rtl/>
          <w:lang w:bidi="fa-IR"/>
        </w:rPr>
      </w:pPr>
      <w:bookmarkStart w:id="7" w:name="_Toc1032481"/>
      <w:r>
        <w:rPr>
          <w:rtl/>
          <w:lang w:bidi="fa-IR"/>
        </w:rPr>
        <w:t>6</w:t>
      </w:r>
      <w:r w:rsidR="00ED3AD3">
        <w:rPr>
          <w:lang w:bidi="fa-IR"/>
        </w:rPr>
        <w:t xml:space="preserve"> </w:t>
      </w:r>
      <w:r>
        <w:rPr>
          <w:rtl/>
          <w:lang w:bidi="fa-IR"/>
        </w:rPr>
        <w:t>- نظم و انضباط</w:t>
      </w:r>
      <w:bookmarkEnd w:id="7"/>
    </w:p>
    <w:p w:rsidR="009E514B" w:rsidRDefault="0094599D" w:rsidP="00ED3AD3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9E514B">
        <w:rPr>
          <w:rtl/>
          <w:lang w:bidi="fa-IR"/>
        </w:rPr>
        <w:t>من شما فرزندانم را به پ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رو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از دستورات خدا و نظم و انضباط در زندگ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توص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ه</w:t>
      </w:r>
      <w:r w:rsidR="009E514B">
        <w:rPr>
          <w:rtl/>
          <w:lang w:bidi="fa-IR"/>
        </w:rPr>
        <w:t xml:space="preserve"> م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کنم . </w:t>
      </w:r>
      <w:r>
        <w:rPr>
          <w:rtl/>
          <w:lang w:bidi="fa-IR"/>
        </w:rPr>
        <w:t>)</w:t>
      </w:r>
      <w:r w:rsidR="009E514B">
        <w:rPr>
          <w:rtl/>
          <w:lang w:bidi="fa-IR"/>
        </w:rPr>
        <w:t xml:space="preserve"> امام عل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</w:t>
      </w:r>
      <w:r w:rsidR="00ED3AD3" w:rsidRPr="00ED3AD3">
        <w:rPr>
          <w:rStyle w:val="libAlaemChar"/>
          <w:rFonts w:eastAsiaTheme="minorHAnsi"/>
          <w:rtl/>
        </w:rPr>
        <w:t>عليه‌السلام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ED3A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نظم</w:t>
      </w:r>
      <w:r>
        <w:rPr>
          <w:rtl/>
          <w:lang w:bidi="fa-IR"/>
        </w:rPr>
        <w:t xml:space="preserve"> و انضباط نه تنها از رازها</w:t>
      </w:r>
      <w:r>
        <w:rPr>
          <w:rFonts w:hint="cs"/>
          <w:rtl/>
          <w:lang w:bidi="fa-IR"/>
        </w:rPr>
        <w:t>ی</w:t>
      </w:r>
      <w:r w:rsidR="00ED3AD3">
        <w:rPr>
          <w:lang w:bidi="fa-IR"/>
        </w:rPr>
        <w:t xml:space="preserve"> 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، بلکه کاخ بلند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استوار شده است . اگر منظومه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برقرار است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دور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و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قرون در آن رخ نداده است ؛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 است که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آن را نظم و محاسبه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ED3AD3">
        <w:rPr>
          <w:rtl/>
          <w:lang w:bidi="fa-IR"/>
        </w:rPr>
        <w:t xml:space="preserve"> داده است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تمام مظاهر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از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موجودات تا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اتم ، نظم و دقت به کار رفته است . نظم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منظومه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حکومت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بر اتم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حکمفرماست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اتم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هسته مرکز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پروتون است و الکترونها مانند اقمار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با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دور هسته مرکز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8"/>
        <w:gridCol w:w="3313"/>
      </w:tblGrid>
      <w:tr w:rsidR="00ED3AD3" w:rsidTr="00ED3AD3">
        <w:trPr>
          <w:trHeight w:val="350"/>
        </w:trPr>
        <w:tc>
          <w:tcPr>
            <w:tcW w:w="3920" w:type="dxa"/>
            <w:shd w:val="clear" w:color="auto" w:fill="auto"/>
          </w:tcPr>
          <w:p w:rsidR="00ED3AD3" w:rsidRDefault="00ED3AD3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هر ذره را که بشکاف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D3AD3" w:rsidRDefault="00ED3AD3" w:rsidP="00ED3AD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D3AD3" w:rsidRDefault="00ED3AD3" w:rsidP="00ED3AD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آفتاب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در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جهان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راهنماست . نقشه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دوام ، ثبات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رمز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آموخت . آن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رمز بقاء و استوار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دگارم</w:t>
      </w:r>
      <w:r>
        <w:rPr>
          <w:rtl/>
          <w:lang w:bidi="fa-IR"/>
        </w:rPr>
        <w:t xml:space="preserve"> در من نهاده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مراکز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هرج و مرج حکمفرما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اگر از دستگاه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کشور نظم و حساب رخت بربست و توازن عرضه و تقاضا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 و اگر در </w:t>
      </w:r>
      <w:r>
        <w:rPr>
          <w:rtl/>
          <w:lang w:bidi="fa-IR"/>
        </w:rPr>
        <w:lastRenderedPageBreak/>
        <w:t>دستگاه انتظام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مملکت انضباط سرباز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خود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فاتحه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آن کشور خواند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4E05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</w:t>
      </w:r>
      <w:r>
        <w:rPr>
          <w:rtl/>
          <w:lang w:bidi="fa-IR"/>
        </w:rPr>
        <w:t xml:space="preserve"> منان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بستر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،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سفارش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فرزندان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 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بتقو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و نظم امرکم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شما را به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 w:rsidR="004E05B8">
        <w:rPr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نظم و انضباط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  <w:r w:rsidRPr="004E05B8">
        <w:rPr>
          <w:rStyle w:val="libFootnotenumChar"/>
          <w:rtl/>
        </w:rPr>
        <w:t>(7)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اوقات شبانه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نظم است ، محکمتر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کشنده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برباد دهنده هرگونه استعداد است ،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مسلمان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اوقات شبانه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سه بخش کند :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پرستش خدا ،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معاش و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عمر نظم و انضباط حکمفرما نگرد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در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عمر از آن استفاده کرد ؟ به طور مسلم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دورانها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گانه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مانند طبقات مختلف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فشار دادن دگمه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قسمت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، و اگر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طبقات آن لطمه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شد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آن قسمت را از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 ساخت ، مرد موفق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خرد قطعات مختلف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هم جدا سازد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کدام حساب جداگانه باز کند 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>
        <w:rPr>
          <w:rtl/>
          <w:lang w:bidi="fa-IR"/>
        </w:rPr>
        <w:lastRenderedPageBreak/>
        <w:t>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از امکانات موجود ، وقت خود را در ت</w:t>
      </w:r>
      <w:r>
        <w:rPr>
          <w:rFonts w:hint="eastAsia"/>
          <w:rtl/>
          <w:lang w:bidi="fa-IR"/>
        </w:rPr>
        <w:t>اءسف</w:t>
      </w:r>
      <w:r>
        <w:rPr>
          <w:rtl/>
          <w:lang w:bidi="fa-IR"/>
        </w:rPr>
        <w:t xml:space="preserve"> بر گذشته تلف کند و از به کار بردن نظم در قسمت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غفلت ورزد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4E05B8" w:rsidRDefault="009E514B" w:rsidP="004E05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همکارها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طور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4E05B8">
        <w:rPr>
          <w:lang w:bidi="fa-IR"/>
        </w:rPr>
        <w:t xml:space="preserve"> 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چطور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آنچه را امروز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بکنم به فردا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اندازم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تاءخ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روا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. </w:t>
      </w:r>
      <w:r w:rsidR="0094599D">
        <w:rPr>
          <w:rtl/>
          <w:lang w:bidi="fa-IR"/>
        </w:rPr>
        <w:t>)</w:t>
      </w:r>
      <w:r w:rsidR="004E05B8"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تابلوهائ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آژانسها و کارگاه ها نصب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در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وقت طلاست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 شگفت هستم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ارزش وقت بمراتب بالاتر از طلاست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موجود گرانبها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طلا بالاتر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که نظم و انضباط در اوقات انسان برقرار باشد و هر ک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موقع خود انجام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</w:t>
      </w:r>
    </w:p>
    <w:p w:rsidR="009E514B" w:rsidRDefault="004E05B8" w:rsidP="004E05B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4E05B8">
      <w:pPr>
        <w:pStyle w:val="Heading2"/>
        <w:rPr>
          <w:rtl/>
          <w:lang w:bidi="fa-IR"/>
        </w:rPr>
      </w:pPr>
      <w:bookmarkStart w:id="8" w:name="_Toc1032482"/>
      <w:r>
        <w:rPr>
          <w:rtl/>
          <w:lang w:bidi="fa-IR"/>
        </w:rPr>
        <w:t>7</w:t>
      </w:r>
      <w:r w:rsidR="004E05B8">
        <w:rPr>
          <w:lang w:bidi="fa-IR"/>
        </w:rPr>
        <w:t xml:space="preserve"> </w:t>
      </w:r>
      <w:r>
        <w:rPr>
          <w:rtl/>
          <w:lang w:bidi="fa-IR"/>
        </w:rPr>
        <w:t>- کار را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شروع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bookmarkEnd w:id="8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همت و نقشه بزرگ وارد کار شد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را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آغاز نمود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مقصود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کار را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آغاز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همانجا درجا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همت کوچک وارد کار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هدف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با نقشه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همت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را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اما همه نقشه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کجا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ننمائ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بلکه خرده خرده به مقصود بزرگ خود جامه عمل بپوشان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افکار بلند و مغز بزرگ دارند 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همت خود را در دائره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محصور سازند و همواره پس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مقصود ، خود را در آستانه مقصد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آغاز کار ، نقشه را بزرگ گرفت .</w:t>
      </w:r>
    </w:p>
    <w:p w:rsidR="009E514B" w:rsidRDefault="009E514B" w:rsidP="004E05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نظر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مطلب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. تا انسان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 بزرگ آماده نسازد 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هدف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. کوته نظران همواره به</w:t>
      </w:r>
      <w:r w:rsidR="004E05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وضع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، و خواهان دوام وضع موجود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بلند نظر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همواره در فکر بهتر کردن وضع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.</w:t>
      </w:r>
      <w:r w:rsidR="004E05B8">
        <w:rPr>
          <w:rtl/>
          <w:lang w:bidi="fa-IR"/>
        </w:rPr>
        <w:t xml:space="preserve"> </w:t>
      </w:r>
    </w:p>
    <w:p w:rsidR="009E514B" w:rsidRDefault="009E514B" w:rsidP="004E05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سعدالد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تفتازان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گذاران فن بلاغت در اسلام است 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از اندازه همت فرزند خود آگاه شود . به او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پسرم ! هدف تو از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پسر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تمام همت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نظر معلومات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 برسم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پدر از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فرزند متاءثر شد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 لحن تاءسف آور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اگر همت تو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هرگز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مراتب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افق فکر تو فوق العاده کوتاه است . من که پدر تو هستم آوازه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صادق را </w:t>
      </w:r>
      <w:r>
        <w:rPr>
          <w:rtl/>
          <w:lang w:bidi="fa-IR"/>
        </w:rPr>
        <w:lastRenderedPageBreak/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از مراتب دانشش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مانده بود آگاه مانده بود آگ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بودم و در آغاز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، تمام همت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بزرگ جهان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برسم . من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همت بلند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درجه از علم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که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هرگز قابل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با مقام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E05B8">
        <w:rPr>
          <w:rFonts w:hint="cs"/>
          <w:rtl/>
          <w:lang w:bidi="fa-IR"/>
        </w:rPr>
        <w:t>آ</w:t>
      </w:r>
      <w:r>
        <w:rPr>
          <w:rtl/>
          <w:lang w:bidi="fa-IR"/>
        </w:rPr>
        <w:t>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. تو که اکنون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شوق و شورت در نازلتر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درجات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خواهد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دست از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لذا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کوشش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در خود همتها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بوجود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4E05B8" w:rsidTr="004E05B8">
        <w:trPr>
          <w:trHeight w:val="350"/>
        </w:trPr>
        <w:tc>
          <w:tcPr>
            <w:tcW w:w="3344" w:type="dxa"/>
            <w:shd w:val="clear" w:color="auto" w:fill="auto"/>
          </w:tcPr>
          <w:p w:rsidR="004E05B8" w:rsidRDefault="004E05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همت</w:t>
            </w:r>
            <w:r>
              <w:rPr>
                <w:rtl/>
                <w:lang w:bidi="fa-IR"/>
              </w:rPr>
              <w:t xml:space="preserve"> بلند دار که مردان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4E05B8" w:rsidRDefault="004E05B8" w:rsidP="00897C24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4E05B8" w:rsidRDefault="004E05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همت بلند بجائ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مولو</w:t>
      </w:r>
      <w:r>
        <w:rPr>
          <w:rFonts w:hint="cs"/>
          <w:rtl/>
          <w:lang w:bidi="fa-IR"/>
        </w:rPr>
        <w:t>ی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4E05B8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4E05B8" w:rsidRDefault="004E05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آب</w:t>
            </w:r>
            <w:r>
              <w:rPr>
                <w:rtl/>
                <w:lang w:bidi="fa-IR"/>
              </w:rPr>
              <w:t xml:space="preserve"> کم جو تشنگ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آور بدست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E05B8" w:rsidRDefault="004E05B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E05B8" w:rsidRDefault="004E05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که جوشد آب از بالا و پست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آغاز</w:t>
      </w:r>
      <w:r>
        <w:rPr>
          <w:rtl/>
          <w:lang w:bidi="fa-IR"/>
        </w:rPr>
        <w:t xml:space="preserve"> کار مرحله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هنوز سود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 معلوم و روشن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سر راه مقصد باشد که مانع از وصول به مقصود گردد و زمان لازم دارد که از سر راه برداشته شود . چه بسا ممکن است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انتخاب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راهه</w:t>
      </w:r>
      <w:r>
        <w:rPr>
          <w:rtl/>
          <w:lang w:bidi="fa-IR"/>
        </w:rPr>
        <w:t xml:space="preserve"> باشد و در نقشه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طرح کار ا</w:t>
      </w:r>
      <w:r>
        <w:rPr>
          <w:rFonts w:hint="eastAsia"/>
          <w:rtl/>
          <w:lang w:bidi="fa-IR"/>
        </w:rPr>
        <w:t>شتباهات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لذا اگر کار را به صورت بزرگ آغاز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بازگشت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راهه</w:t>
      </w:r>
      <w:r>
        <w:rPr>
          <w:rtl/>
          <w:lang w:bidi="fa-IR"/>
        </w:rPr>
        <w:t xml:space="preserve"> به راه 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مشکل خواهد بود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کار را با سر و صدا و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آغاز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چه بسا با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روبرو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راه بازگشت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پس از اتلاف عمر و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با سر شکست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شکست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خود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ناصرالد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مسافرت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اروپا کرد ، در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از لندن ، با ملکه انگلستان تماس گرفت و علت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بانک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از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بانک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شعبه باز کرد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حسابدار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شخدمت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نداشت و با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کوچک مشغول کار شد . چطور در اندک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دست آورد و سود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داد ؟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762C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ملکه</w:t>
      </w:r>
      <w:r>
        <w:rPr>
          <w:rtl/>
          <w:lang w:bidi="fa-IR"/>
        </w:rPr>
        <w:t xml:space="preserve"> پاسخ داد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ملت انگلستان هرگز اسرار و رازها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به ملل</w:t>
      </w:r>
      <w:r w:rsidR="00762C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پاس احترام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نکته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متذکر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.</w:t>
      </w:r>
    </w:p>
    <w:p w:rsidR="009E514B" w:rsidRDefault="009E514B" w:rsidP="00762C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مردم مغرب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خصوصا مردم انگلستان ، همواره کار را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اگر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راه بازگشت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باز باشد و با دادن ضرر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نقشه را دگرگون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؛ و اگر سود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فورا وضع موجود را توسعه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صه</w:t>
      </w:r>
      <w:r>
        <w:rPr>
          <w:rtl/>
          <w:lang w:bidi="fa-IR"/>
        </w:rPr>
        <w:t xml:space="preserve"> با شما شرق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نقطه مخالف قرار گرفته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 w:rsidR="00762C15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بر اثر عدم مراعات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تمام شئون ، دچار و ورشکستگ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شده و در بحرانها و بن بست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گرفتند .</w:t>
      </w:r>
    </w:p>
    <w:p w:rsidR="009E514B" w:rsidRDefault="009E514B" w:rsidP="00762C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نظر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سابقه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اکنون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مسلمان افتخار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دارند .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نخست دعو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جز چند نفر انگشت شمار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.</w:t>
      </w:r>
      <w:r w:rsidR="00762C15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برنامه</w:t>
      </w:r>
      <w:r>
        <w:rPr>
          <w:rtl/>
          <w:lang w:bidi="fa-IR"/>
        </w:rPr>
        <w:t xml:space="preserve"> او آنچنان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است که در تمام شئون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نظر قاطع داده ، و او را از هر گونه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ساخته است .</w:t>
      </w:r>
      <w:r w:rsidR="00762C15">
        <w:rPr>
          <w:rtl/>
          <w:lang w:bidi="fa-IR"/>
        </w:rPr>
        <w:t xml:space="preserve"> 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روز نخست از مردم جز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(شهادت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رسالت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و برنامه بزرگ او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آغاز شد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کم با آماده کردن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، تمام برنامه خود را در تمام شئون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کرد و مردم جهان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برنامه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</w:t>
      </w:r>
      <w:r>
        <w:rPr>
          <w:rFonts w:hint="eastAsia"/>
          <w:rtl/>
          <w:lang w:bidi="fa-IR"/>
        </w:rPr>
        <w:t>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دگرگون ساخت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762C15">
      <w:pPr>
        <w:pStyle w:val="Heading2"/>
        <w:rPr>
          <w:rtl/>
          <w:lang w:bidi="fa-IR"/>
        </w:rPr>
      </w:pPr>
      <w:bookmarkStart w:id="9" w:name="_Toc1032483"/>
      <w:r>
        <w:rPr>
          <w:rtl/>
          <w:lang w:bidi="fa-IR"/>
        </w:rPr>
        <w:t>8</w:t>
      </w:r>
      <w:r w:rsidR="00762C1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bookmarkEnd w:id="9"/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3"/>
        <w:gridCol w:w="268"/>
        <w:gridCol w:w="3331"/>
      </w:tblGrid>
      <w:tr w:rsidR="00762C15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762C15" w:rsidRDefault="00762C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خلق</w:t>
            </w:r>
            <w:r>
              <w:rPr>
                <w:rtl/>
                <w:lang w:bidi="fa-IR"/>
              </w:rPr>
              <w:t xml:space="preserve"> را تقل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شان بر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باد</w:t>
            </w:r>
            <w:r>
              <w:rPr>
                <w:rtl/>
                <w:lang w:bidi="fa-IR"/>
              </w:rPr>
              <w:t xml:space="preserve"> 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62C15" w:rsidRDefault="00762C15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62C15" w:rsidRDefault="00762C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دو صد لعنت بر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تقل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2C15" w:rsidTr="00897C24">
        <w:trPr>
          <w:trHeight w:val="350"/>
        </w:trPr>
        <w:tc>
          <w:tcPr>
            <w:tcW w:w="3920" w:type="dxa"/>
          </w:tcPr>
          <w:p w:rsidR="00762C15" w:rsidRDefault="00762C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زتل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 جهد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گوسفند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62C15" w:rsidRDefault="00762C15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62C15" w:rsidRDefault="00762C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گله</w:t>
            </w:r>
            <w:r>
              <w:rPr>
                <w:rtl/>
                <w:lang w:bidi="fa-IR"/>
              </w:rPr>
              <w:t xml:space="preserve"> گله گوسفندان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سازمان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اعلان جنگ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در قلمرو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وارد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همرنگ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طور مطلق باعث شکست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کمبود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با شکست و محروم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روبرو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بدون 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استعداد خود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گام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.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فقدان و کمبود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غرور</w:t>
      </w:r>
      <w:r>
        <w:rPr>
          <w:rtl/>
          <w:lang w:bidi="fa-IR"/>
        </w:rPr>
        <w:t xml:space="preserve"> و حسد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وادار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کند ، بدون آن که در آغاز و سرانجام کار به تفکر بپردازد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را به سه دسته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: دانشمندان ، دانشجو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دنبال هر ندائ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سوم بسان پشه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 از هر سو باد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آنسو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چرخند</w:t>
      </w:r>
      <w:r w:rsidRPr="00762C15">
        <w:rPr>
          <w:rStyle w:val="libFootnotenumChar"/>
          <w:rtl/>
        </w:rPr>
        <w:t xml:space="preserve">(8) </w:t>
      </w:r>
      <w:r>
        <w:rPr>
          <w:rtl/>
          <w:lang w:bidi="fa-IR"/>
        </w:rPr>
        <w:t>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کوشش کنند تا غنچه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استعداد آنها شکوفا شود و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آن همه جا را فرا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، سرپوش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گذارده و آن را به پژمردگ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. چشم 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پرتگاه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بپرند .</w:t>
      </w:r>
    </w:p>
    <w:p w:rsidR="009E514B" w:rsidRDefault="009E514B" w:rsidP="00762C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غافلند که در جهان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هرگز دو نفر که از هر نظر مساو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 اند و</w:t>
      </w:r>
      <w:r w:rsidR="00762C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علاوه بر چهره و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خطوط کف دست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و برابر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چرا خود را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فکر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منابع سرشار استعداد نهفته خود بهره مند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مردان</w:t>
      </w:r>
      <w:r>
        <w:rPr>
          <w:rtl/>
          <w:lang w:bidi="fa-IR"/>
        </w:rPr>
        <w:t xml:space="preserve"> بزرگ همواره گام</w:t>
      </w:r>
      <w:r w:rsidR="00762C1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زن راه نو بودند و از جاده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نگذاشته بود . آنان ارمغانها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به جامعه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و در طول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فکر ، علوم و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بودند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دکارت در صحنه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معلومات و معتقدات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علوم و فلسفه به دور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تمام مسائل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صورت شک در آورد . او در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شک کرد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 ؟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، موفق شد تحول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eastAsia"/>
          <w:rtl/>
          <w:lang w:bidi="fa-IR"/>
        </w:rPr>
        <w:t>تمام</w:t>
      </w:r>
      <w:r>
        <w:rPr>
          <w:rtl/>
          <w:lang w:bidi="fa-IR"/>
        </w:rPr>
        <w:t xml:space="preserve"> شئون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آورد . اگر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دنبال فلسفه اسکولاست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، هرگز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. </w:t>
      </w:r>
      <w:r w:rsidRPr="00762C15">
        <w:rPr>
          <w:rStyle w:val="libFootnotenumChar"/>
          <w:rtl/>
        </w:rPr>
        <w:t>(9)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مردان</w:t>
      </w:r>
      <w:r>
        <w:rPr>
          <w:rtl/>
          <w:lang w:bidi="fa-IR"/>
        </w:rPr>
        <w:t xml:space="preserve"> بزرگ آزادانه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، رهائ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بند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طلائ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امور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انتحار و خودکش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9E514B" w:rsidRDefault="009E514B" w:rsidP="00762C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گذشته گرمابه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پور</w:t>
      </w:r>
      <w:r>
        <w:rPr>
          <w:rtl/>
          <w:lang w:bidi="fa-IR"/>
        </w:rPr>
        <w:t xml:space="preserve"> و بوق مجهز بود . گرمابه داران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آگاه ساختن مردم از باز شدن گرمابه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طلوع صبح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پور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 . اتفاقا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شهرها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پور</w:t>
      </w:r>
      <w:r>
        <w:rPr>
          <w:rtl/>
          <w:lang w:bidi="fa-IR"/>
        </w:rPr>
        <w:t xml:space="preserve"> حمام 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خراب شد . گرمابه</w:t>
      </w:r>
      <w:r w:rsidR="00762C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زحمت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 کار خود را انجام داد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تازه وارد آن شهر شده بود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خوشحال شد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آنجا جنس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فروخت . فورا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که تعداد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پور</w:t>
      </w:r>
      <w:r>
        <w:rPr>
          <w:rtl/>
          <w:lang w:bidi="fa-IR"/>
        </w:rPr>
        <w:t xml:space="preserve"> بخرد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 حمل کند تا ده برابر سود کند . مال التجاره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وارد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بزرگ آن شهر ک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انتظار داشت در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پورها</w:t>
      </w:r>
      <w:r>
        <w:rPr>
          <w:rtl/>
          <w:lang w:bidi="fa-IR"/>
        </w:rPr>
        <w:t xml:space="preserve"> سر و دست بشکنند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هر چه توقف کرد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احوال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بازرگان</w:t>
      </w:r>
      <w:r>
        <w:rPr>
          <w:rtl/>
          <w:lang w:bidi="fa-IR"/>
        </w:rPr>
        <w:t xml:space="preserve"> ثروتمند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عصا به دست از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علت نقل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بوق را از آن مرد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سرگذشت خود را به او بازگو کرد . بازرگان خردمند از حماقت و ابله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شگفت فروماند 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تو آخرفکر نکرد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دو حمام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پور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بفروش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؟ ! مرد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چه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!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بازرگان جواب داد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به تو مربوط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اندازه بدان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مقلد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فکرند و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 ضعف آنها به نفع تو استفاده خواهم کرد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. سپس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دانه بوق به اما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از او گرفت و به دست نوکرش سپرد تا به خانه او برساند .</w:t>
      </w:r>
    </w:p>
    <w:p w:rsidR="009E514B" w:rsidRDefault="009E514B" w:rsidP="008C429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بامدادان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سرشناس و ثروتمند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عصا بوق را به دست گرفت و</w:t>
      </w:r>
      <w:r w:rsidR="008C429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زنان بر بوق ، راه تجارتخانه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بازرگان توجه مردم را جلب کرد و با خود گفتند لابد رمز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.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 را تا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کردند و غلغله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مقلدها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راه افتاد . مردم مشغول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بوق شدند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تمام </w:t>
      </w:r>
      <w:r>
        <w:rPr>
          <w:rtl/>
          <w:lang w:bidi="fa-IR"/>
        </w:rPr>
        <w:lastRenderedPageBreak/>
        <w:t>بوقها بفروش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بازرگان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وضع نقشه خود ، تماس مجدد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مرد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گرفت و مطلع شد که همه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پورها</w:t>
      </w:r>
      <w:r w:rsidR="008C4298">
        <w:rPr>
          <w:rtl/>
          <w:lang w:bidi="fa-IR"/>
        </w:rPr>
        <w:t xml:space="preserve"> بفروش رفته است</w:t>
      </w:r>
      <w:r>
        <w:rPr>
          <w:rtl/>
          <w:lang w:bidi="fa-IR"/>
        </w:rPr>
        <w:t xml:space="preserve"> سپس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داد که هر چه زودتر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نقشه دگرگون خواهد 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بازرگان قد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،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بوق ، عصا به دست گرفت و به حجره رفت . مردم از کار و کرده خود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شدند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کورکورانه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خورده اند . نه عصا رمز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 ، و نه بوق ، بقول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80"/>
        <w:gridCol w:w="268"/>
        <w:gridCol w:w="3274"/>
      </w:tblGrid>
      <w:tr w:rsidR="008C4298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خلق</w:t>
            </w:r>
            <w:r>
              <w:rPr>
                <w:rtl/>
                <w:lang w:bidi="fa-IR"/>
              </w:rPr>
              <w:t xml:space="preserve"> را تقل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دشان</w:t>
            </w:r>
            <w:r>
              <w:rPr>
                <w:rtl/>
                <w:lang w:bidi="fa-IR"/>
              </w:rPr>
              <w:t xml:space="preserve"> بر باد 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دو صد لعنت بر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تقل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8C429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همچنان</w:t>
      </w:r>
      <w:r>
        <w:rPr>
          <w:rtl/>
          <w:lang w:bidi="fa-IR"/>
        </w:rPr>
        <w:t xml:space="preserve"> که فرد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خلاق و نقشه کش باشد و جوهر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، اجتماع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تا روح 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خود احراز نکند و دنباله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کنار نگذارد ، هرگز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نخواهد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8C429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جوانان سرخورده اجتماع ما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غلط و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و مکارانه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تصور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راز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 ، در گسستن علا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8C429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و علت تفوق آنها بر مشوق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داشتن مجالس رقص و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بودن زنان آنهاست .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براثر حقارت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خود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حقارت فورا از روح همرنگ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استمداد گرفته ، به شکل کلاه و لباس و حرکات و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. غافل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رو</w:t>
      </w:r>
      <w:r w:rsidR="008C429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تمدن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ملت صنعت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تفوق آنها علم و فکر آنهاست . اساس تمدن آنها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استعمار را از هم </w:t>
      </w:r>
      <w:r>
        <w:rPr>
          <w:rtl/>
          <w:lang w:bidi="fa-IR"/>
        </w:rPr>
        <w:lastRenderedPageBreak/>
        <w:t xml:space="preserve">گسسته و بسان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ملت مستقل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به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هستند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افکار بلند و بزرگ دانشمند پاکستان محمد اقبال افتاده و به پاس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خدمات ارزنده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اشعار او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8"/>
        <w:gridCol w:w="3314"/>
      </w:tblGrid>
      <w:tr w:rsidR="008C4298" w:rsidTr="008C4298">
        <w:trPr>
          <w:trHeight w:val="350"/>
        </w:trPr>
        <w:tc>
          <w:tcPr>
            <w:tcW w:w="3340" w:type="dxa"/>
            <w:shd w:val="clear" w:color="auto" w:fill="auto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شرق</w:t>
            </w:r>
            <w:r>
              <w:rPr>
                <w:rtl/>
                <w:lang w:bidi="fa-IR"/>
              </w:rPr>
              <w:t xml:space="preserve"> را از خود برد تقل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غرب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314" w:type="dxa"/>
            <w:shd w:val="clear" w:color="auto" w:fill="auto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اقوام را تنق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غرب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C4298">
        <w:trPr>
          <w:trHeight w:val="350"/>
        </w:trPr>
        <w:tc>
          <w:tcPr>
            <w:tcW w:w="3340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قوت</w:t>
            </w:r>
            <w:r>
              <w:rPr>
                <w:rtl/>
                <w:lang w:bidi="fa-IR"/>
              </w:rPr>
              <w:t xml:space="preserve"> مغرب نه از چنگ و رباب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رقص دختران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حجاب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C4298">
        <w:trPr>
          <w:trHeight w:val="350"/>
        </w:trPr>
        <w:tc>
          <w:tcPr>
            <w:tcW w:w="3340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سحر دختران لاله رو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عر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ساق و ،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قطع مو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C4298">
        <w:trPr>
          <w:trHeight w:val="350"/>
        </w:trPr>
        <w:tc>
          <w:tcPr>
            <w:tcW w:w="3340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محکم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او را نه از (لاد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)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فروغش از خط (لاد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)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C4298">
        <w:tblPrEx>
          <w:tblLook w:val="04A0"/>
        </w:tblPrEx>
        <w:trPr>
          <w:trHeight w:val="350"/>
        </w:trPr>
        <w:tc>
          <w:tcPr>
            <w:tcW w:w="3340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قوت</w:t>
            </w:r>
            <w:r>
              <w:rPr>
                <w:rtl/>
                <w:lang w:bidi="fa-IR"/>
              </w:rPr>
              <w:t xml:space="preserve"> از طرز کلاه و جامه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مانع</w:t>
            </w:r>
            <w:r>
              <w:rPr>
                <w:rtl/>
                <w:lang w:bidi="fa-IR"/>
              </w:rPr>
              <w:t xml:space="preserve"> از علم و ادب عمامه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C4298">
        <w:tblPrEx>
          <w:tblLook w:val="04A0"/>
        </w:tblPrEx>
        <w:trPr>
          <w:trHeight w:val="350"/>
        </w:trPr>
        <w:tc>
          <w:tcPr>
            <w:tcW w:w="3340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قوت</w:t>
            </w:r>
            <w:r>
              <w:rPr>
                <w:rtl/>
                <w:lang w:bidi="fa-IR"/>
              </w:rPr>
              <w:t xml:space="preserve"> افرنگ از علم و فن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آتش چراغش روشن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C4298">
        <w:tblPrEx>
          <w:tblLook w:val="04A0"/>
        </w:tblPrEx>
        <w:trPr>
          <w:trHeight w:val="350"/>
        </w:trPr>
        <w:tc>
          <w:tcPr>
            <w:tcW w:w="3340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علم</w:t>
            </w:r>
            <w:r>
              <w:rPr>
                <w:rtl/>
                <w:lang w:bidi="fa-IR"/>
              </w:rPr>
              <w:t xml:space="preserve"> و فن را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جوان شوخ و شنگ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علم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نه ملبوس فرنگ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C4298">
        <w:tblPrEx>
          <w:tblLook w:val="04A0"/>
        </w:tblPrEx>
        <w:trPr>
          <w:trHeight w:val="350"/>
        </w:trPr>
        <w:tc>
          <w:tcPr>
            <w:tcW w:w="3340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اندر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ره جزنگه مطلوب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کله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آن کله مطلوب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C4298">
        <w:tblPrEx>
          <w:tblLook w:val="04A0"/>
        </w:tblPrEx>
        <w:trPr>
          <w:trHeight w:val="350"/>
        </w:trPr>
        <w:tc>
          <w:tcPr>
            <w:tcW w:w="3340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فکر</w:t>
            </w:r>
            <w:r>
              <w:rPr>
                <w:rtl/>
                <w:lang w:bidi="fa-IR"/>
              </w:rPr>
              <w:t xml:space="preserve"> چالاک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اگر دار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بس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طبع</w:t>
            </w:r>
            <w:r>
              <w:rPr>
                <w:rtl/>
                <w:lang w:bidi="fa-IR"/>
              </w:rPr>
              <w:t xml:space="preserve"> ادراک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، اگر دار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بس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8C429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ملت</w:t>
      </w:r>
      <w:r>
        <w:rPr>
          <w:rtl/>
          <w:lang w:bidi="fa-IR"/>
        </w:rPr>
        <w:t xml:space="preserve"> غرب زده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،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مغزها را</w:t>
      </w:r>
      <w:r w:rsidR="008C429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تکان</w:t>
      </w:r>
      <w:r>
        <w:rPr>
          <w:rtl/>
          <w:lang w:bidi="fa-IR"/>
        </w:rPr>
        <w:t xml:space="preserve"> دهند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استعمار را قطع کنند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چراغ دانش و خرد روشن سازند ، به پوست و کلاه غرب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ملت سازمان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مستقل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نکند ، 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داشت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از سال 1268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دارالفنون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مؤ سسه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همت بلند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رادمرد بزرگ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به وجود آمد . و استعمار احساس کرد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گامزن راه نو شده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جاده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بگذارد ؛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دژخ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استبداد مقدمات مرگ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حمام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کاشان فراهم آوردند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شاعر زبردست زمان ، شعله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خود را درباره فرهنگ دوره خود ، در قالب اشعار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5"/>
        <w:gridCol w:w="268"/>
        <w:gridCol w:w="3299"/>
      </w:tblGrid>
      <w:tr w:rsidR="008C4298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فرهنگ</w:t>
            </w:r>
            <w:r>
              <w:rPr>
                <w:rtl/>
                <w:lang w:bidi="fa-IR"/>
              </w:rPr>
              <w:t xml:space="preserve"> ما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جهالت فرزودن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ماءمور</w:t>
            </w:r>
            <w:r>
              <w:rPr>
                <w:rtl/>
                <w:lang w:bidi="fa-IR"/>
              </w:rPr>
              <w:t xml:space="preserve"> زشت بودن ، و 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نمودن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97C24">
        <w:trPr>
          <w:trHeight w:val="350"/>
        </w:trPr>
        <w:tc>
          <w:tcPr>
            <w:tcW w:w="3920" w:type="dxa"/>
          </w:tcPr>
          <w:p w:rsidR="008C4298" w:rsidRDefault="008C4298" w:rsidP="00897C24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درس زندگ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جوانان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طوط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مثال ، قصه مهمل سرودن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97C24">
        <w:trPr>
          <w:trHeight w:val="350"/>
        </w:trPr>
        <w:tc>
          <w:tcPr>
            <w:tcW w:w="3920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بسته باد ، مدرسه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 که قصد 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4298" w:rsidRDefault="008C429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ملت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در ذلت گشودن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97C24">
        <w:trPr>
          <w:trHeight w:val="350"/>
        </w:trPr>
        <w:tc>
          <w:tcPr>
            <w:tcW w:w="3920" w:type="dxa"/>
          </w:tcPr>
          <w:p w:rsidR="008C429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دار</w:t>
            </w:r>
            <w:r>
              <w:rPr>
                <w:rtl/>
                <w:lang w:bidi="fa-IR"/>
              </w:rPr>
              <w:t xml:space="preserve"> شو که نغمه طنبور اجنب</w:t>
            </w:r>
            <w:r>
              <w:rPr>
                <w:rFonts w:hint="cs"/>
                <w:rtl/>
                <w:lang w:bidi="fa-IR"/>
              </w:rPr>
              <w:t>ی</w:t>
            </w:r>
            <w:r w:rsidR="008C42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429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لالائ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، از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غنودن است</w:t>
            </w:r>
            <w:r w:rsidR="008C42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298" w:rsidTr="00897C24">
        <w:trPr>
          <w:trHeight w:val="350"/>
        </w:trPr>
        <w:tc>
          <w:tcPr>
            <w:tcW w:w="3920" w:type="dxa"/>
          </w:tcPr>
          <w:p w:rsidR="008C429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دارالفنون</w:t>
            </w:r>
            <w:r>
              <w:rPr>
                <w:rtl/>
                <w:lang w:bidi="fa-IR"/>
              </w:rPr>
              <w:t xml:space="preserve"> که سر گل عمرت دهد بباد</w:t>
            </w:r>
            <w:r w:rsidR="008C42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4298" w:rsidRDefault="008C429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429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شش</w:t>
            </w:r>
            <w:r>
              <w:rPr>
                <w:rtl/>
                <w:lang w:bidi="fa-IR"/>
              </w:rPr>
              <w:t xml:space="preserve"> سال تازه از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ذوق آزمودن است </w:t>
            </w:r>
            <w:r w:rsidRPr="009632B8">
              <w:rPr>
                <w:rStyle w:val="libFootnotenumChar"/>
                <w:rtl/>
              </w:rPr>
              <w:t>(10)</w:t>
            </w:r>
            <w:r w:rsidR="008C429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دانشگاه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پلمه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البته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. </w:t>
      </w:r>
      <w:r w:rsidR="0094599D">
        <w:rPr>
          <w:rtl/>
          <w:lang w:bidi="fa-IR"/>
        </w:rPr>
        <w:t>)</w:t>
      </w:r>
      <w:r w:rsidRPr="009632B8">
        <w:rPr>
          <w:rStyle w:val="libFootnotenumChar"/>
          <w:rtl/>
        </w:rPr>
        <w:t>(11)</w:t>
      </w:r>
    </w:p>
    <w:p w:rsidR="009E514B" w:rsidRDefault="009E514B" w:rsidP="009632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ملت</w:t>
      </w:r>
      <w:r>
        <w:rPr>
          <w:rtl/>
          <w:lang w:bidi="fa-IR"/>
        </w:rPr>
        <w:t xml:space="preserve"> دنباله رو که از تفکر استقلال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tl/>
          <w:lang w:bidi="fa-IR"/>
        </w:rPr>
        <w:t xml:space="preserve"> است و همواره دنبال تفکر اتکال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، بسان</w:t>
      </w:r>
      <w:r w:rsidR="009632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گله</w:t>
      </w:r>
      <w:r>
        <w:rPr>
          <w:rtl/>
          <w:lang w:bidi="fa-IR"/>
        </w:rPr>
        <w:t xml:space="preserve"> گوسفند است که 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اگر در برابر آن بز چوب قرار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بپرد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در تمام گوسفندان دنباله رو ، اثر بارز دارد ؛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چوب را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زبان بسته ها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آنجا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،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بز انجام داده ، ا</w:t>
      </w:r>
      <w:r>
        <w:rPr>
          <w:rFonts w:hint="eastAsia"/>
          <w:rtl/>
          <w:lang w:bidi="fa-IR"/>
        </w:rPr>
        <w:t>نجام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فچ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جاده کوهستان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پشت سرش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آنجا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. اتفاقا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خورد و تمام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پشت سر او بودند فورا همان عمل را انجام دادند ، جز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غلط ناراحت شد 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او را به ب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انتقاد گرفتند که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مگر تو از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بهتر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</w:t>
      </w:r>
      <w:r w:rsidR="0094599D">
        <w:rPr>
          <w:rtl/>
          <w:lang w:bidi="fa-IR"/>
        </w:rPr>
        <w:t>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3"/>
        <w:gridCol w:w="268"/>
        <w:gridCol w:w="3331"/>
      </w:tblGrid>
      <w:tr w:rsidR="009632B8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9632B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ز تل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 جهد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گوسفند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632B8" w:rsidRDefault="009632B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632B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گله</w:t>
            </w:r>
            <w:r>
              <w:rPr>
                <w:rtl/>
                <w:lang w:bidi="fa-IR"/>
              </w:rPr>
              <w:t xml:space="preserve"> گله گوسفندان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632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دنباله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که سرچشمه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فکر اتکال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انتقاد شده است . فرزندان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قهرمان مبارزه با بت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آن که مدتها پر چمدار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بودند ، بر اثر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ئنباله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غلط ، صدها سال گرفتار بتها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فلز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؛ و خانه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خانه بت لات و 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دوران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خود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خارج از حجاز کرد و وضع اقوام بت پرست مورد اعجاب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 . 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همراه خود آورد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ملت</w:t>
      </w:r>
      <w:r w:rsidR="009632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موحد</w:t>
      </w:r>
      <w:r>
        <w:rPr>
          <w:rtl/>
          <w:lang w:bidi="fa-IR"/>
        </w:rPr>
        <w:t xml:space="preserve"> را بر اثر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کور کورانه آلوده به شرک ساخت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منظور از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 همان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والا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نادان به دانا ،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وارد به افراد خبره و دانشمند رجوع کند ، هرگز مذموم و بد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بلکه اساس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جامعه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متمدن بشمار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همواره </w:t>
      </w:r>
      <w:r>
        <w:rPr>
          <w:rtl/>
          <w:lang w:bidi="fa-IR"/>
        </w:rPr>
        <w:lastRenderedPageBreak/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به پزشک و کارفرما به مهندس مراجع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نموده و نظر آنها را بدون چون و چرا محترم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خانقاه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دهها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. از قضا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مسافرت بازگشت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کسره</w:t>
      </w:r>
      <w:r>
        <w:rPr>
          <w:rtl/>
          <w:lang w:bidi="fa-IR"/>
        </w:rPr>
        <w:t xml:space="preserve"> به خانقاه رفت و الاغ خود را به فراش خانقاه سپرد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در مراسم بزم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شرکت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گرسنه مقدم او را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شمرده و سران خانقاه با هم خلوت کرده ، به هم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خانقاه با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بانند</w:t>
      </w:r>
      <w:r>
        <w:rPr>
          <w:rtl/>
          <w:lang w:bidi="fa-IR"/>
        </w:rPr>
        <w:t xml:space="preserve"> .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خوردن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گرسنه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شمرده شده ، پس فروختن خرک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خانقاه مباح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خواهد بود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، خرک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جا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به فروش رفت و عموم صوف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خانقاه به برکت خرک شکم از عزا در آورده و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خوردند . پس ار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غذا ، مراسم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سماع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صاحب الاغ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جزء آنها بود آغاز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مطرب آن شب را با جمله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خربرفت . .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آغاز کرد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2"/>
        <w:gridCol w:w="268"/>
        <w:gridCol w:w="3322"/>
      </w:tblGrid>
      <w:tr w:rsidR="009632B8" w:rsidTr="009632B8">
        <w:trPr>
          <w:trHeight w:val="350"/>
        </w:trPr>
        <w:tc>
          <w:tcPr>
            <w:tcW w:w="3332" w:type="dxa"/>
            <w:shd w:val="clear" w:color="auto" w:fill="auto"/>
          </w:tcPr>
          <w:p w:rsidR="009632B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سماع آمد ز اول تا کران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9632B8" w:rsidRDefault="009632B8" w:rsidP="00897C24">
            <w:pPr>
              <w:pStyle w:val="libPoem"/>
              <w:rPr>
                <w:rtl/>
              </w:rPr>
            </w:pPr>
          </w:p>
        </w:tc>
        <w:tc>
          <w:tcPr>
            <w:tcW w:w="3322" w:type="dxa"/>
            <w:shd w:val="clear" w:color="auto" w:fill="auto"/>
          </w:tcPr>
          <w:p w:rsidR="009632B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مطرب</w:t>
            </w:r>
            <w:r>
              <w:rPr>
                <w:rtl/>
                <w:lang w:bidi="fa-IR"/>
              </w:rPr>
              <w:t xml:space="preserve"> آغاز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ضرب</w:t>
            </w:r>
            <w:r>
              <w:rPr>
                <w:rFonts w:hint="eastAsia"/>
                <w:rtl/>
                <w:lang w:bidi="fa-IR"/>
              </w:rPr>
              <w:t xml:space="preserve"> گران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32B8" w:rsidTr="009632B8">
        <w:tblPrEx>
          <w:tblLook w:val="04A0"/>
        </w:tblPrEx>
        <w:trPr>
          <w:trHeight w:val="350"/>
        </w:trPr>
        <w:tc>
          <w:tcPr>
            <w:tcW w:w="3332" w:type="dxa"/>
          </w:tcPr>
          <w:p w:rsidR="009632B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خر</w:t>
            </w:r>
            <w:r>
              <w:rPr>
                <w:rtl/>
                <w:lang w:bidi="fa-IR"/>
              </w:rPr>
              <w:t xml:space="preserve"> برفت و ، خر برفت آغاز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632B8" w:rsidRDefault="009632B8" w:rsidP="00897C24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9632B8" w:rsidRDefault="009632B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حرارت جمله را انبار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32B8" w:rsidTr="009632B8">
        <w:tblPrEx>
          <w:tblLook w:val="04A0"/>
        </w:tblPrEx>
        <w:trPr>
          <w:trHeight w:val="350"/>
        </w:trPr>
        <w:tc>
          <w:tcPr>
            <w:tcW w:w="3332" w:type="dxa"/>
          </w:tcPr>
          <w:p w:rsidR="009632B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حرارت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کوبان</w:t>
            </w:r>
            <w:r>
              <w:rPr>
                <w:rtl/>
                <w:lang w:bidi="fa-IR"/>
              </w:rPr>
              <w:t xml:space="preserve"> تا سحر</w:t>
            </w:r>
            <w:r w:rsidR="009632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632B8" w:rsidRDefault="009632B8" w:rsidP="00897C24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9632B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کف</w:t>
            </w:r>
            <w:r>
              <w:rPr>
                <w:rtl/>
                <w:lang w:bidi="fa-IR"/>
              </w:rPr>
              <w:t xml:space="preserve"> زنان ، خر رفت ، خر رفت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پسر</w:t>
            </w:r>
            <w:r w:rsidR="009632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32B8" w:rsidTr="009632B8">
        <w:tblPrEx>
          <w:tblLook w:val="04A0"/>
        </w:tblPrEx>
        <w:trPr>
          <w:trHeight w:val="350"/>
        </w:trPr>
        <w:tc>
          <w:tcPr>
            <w:tcW w:w="3332" w:type="dxa"/>
          </w:tcPr>
          <w:p w:rsidR="009632B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ره تقل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آن صوف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="009632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632B8" w:rsidRDefault="009632B8" w:rsidP="00897C24">
            <w:pPr>
              <w:pStyle w:val="libPoem"/>
              <w:rPr>
                <w:rtl/>
              </w:rPr>
            </w:pPr>
          </w:p>
        </w:tc>
        <w:tc>
          <w:tcPr>
            <w:tcW w:w="3322" w:type="dxa"/>
          </w:tcPr>
          <w:p w:rsidR="009632B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خر</w:t>
            </w:r>
            <w:r>
              <w:rPr>
                <w:rtl/>
                <w:lang w:bidi="fa-IR"/>
              </w:rPr>
              <w:t xml:space="preserve"> برفت آغاز کرد ، اندر چن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="009632B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F156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ذکر</w:t>
      </w:r>
      <w:r>
        <w:rPr>
          <w:rtl/>
          <w:lang w:bidi="fa-IR"/>
        </w:rPr>
        <w:t xml:space="preserve"> ورد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خر برفت </w:t>
      </w:r>
      <w:r w:rsidR="00F156A8">
        <w:rPr>
          <w:rFonts w:hint="cs"/>
          <w:rtl/>
          <w:lang w:bidi="fa-IR"/>
        </w:rPr>
        <w:t xml:space="preserve">    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تا آغاز طل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فجر ادامه داشت و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صاحب الاغ از همه جا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با آنها دم گرفته و همان ورد را با صد شوق به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بامدادان</w:t>
      </w:r>
      <w:r>
        <w:rPr>
          <w:rtl/>
          <w:lang w:bidi="fa-IR"/>
        </w:rPr>
        <w:t xml:space="preserve"> ،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، خانقاه را خلوت کردند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خانه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 .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صاحب الاغ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و الاغ خود را از فراش خانقاه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او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صوف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گرسنه دوش الاغ شما را فروخته ، سفره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را به راه انداختند و خود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مراسم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شرکت داش</w:t>
      </w:r>
      <w:r>
        <w:rPr>
          <w:rFonts w:hint="eastAsia"/>
          <w:rtl/>
          <w:lang w:bidi="fa-IR"/>
        </w:rPr>
        <w:t>تند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F156A8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</w:t>
            </w:r>
            <w:r>
              <w:rPr>
                <w:rtl/>
                <w:lang w:bidi="fa-IR"/>
              </w:rPr>
              <w:t xml:space="preserve"> من مغلوب بودم صوف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حمله</w:t>
            </w:r>
            <w:r>
              <w:rPr>
                <w:rtl/>
                <w:lang w:bidi="fa-IR"/>
              </w:rPr>
              <w:t xml:space="preserve"> آوردند و بودم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56A8" w:rsidTr="00897C24">
        <w:trPr>
          <w:trHeight w:val="350"/>
        </w:trPr>
        <w:tc>
          <w:tcPr>
            <w:tcW w:w="3920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جگر بند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گربگان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اندر</w:t>
            </w:r>
            <w:r>
              <w:rPr>
                <w:rtl/>
                <w:lang w:bidi="fa-IR"/>
              </w:rPr>
              <w:t xml:space="preserve"> ، انداز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جوئ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زان نشان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56A8" w:rsidTr="00897C24">
        <w:trPr>
          <w:trHeight w:val="350"/>
        </w:trPr>
        <w:tc>
          <w:tcPr>
            <w:tcW w:w="3920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صد گرسنه گربه ا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صد سگ گربه پژمرده ا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چرا مرا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آگاه نساخت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؟ ! و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ببرم ؟ ! </w:t>
      </w:r>
      <w:r w:rsidR="0094599D">
        <w:rPr>
          <w:rtl/>
          <w:lang w:bidi="fa-IR"/>
        </w:rPr>
        <w:t>)</w:t>
      </w:r>
    </w:p>
    <w:p w:rsidR="009E514B" w:rsidRDefault="009E514B" w:rsidP="00F156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فراش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 به خدا سوگند من خواستم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ترا آگاه سازم 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خانقاه شدم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بلکه با شوق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را به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خربرفت ، خربرفت . .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من گفتم لابد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از اوضاع خر آگاه است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اند</w:t>
      </w:r>
      <w:r w:rsidR="00F156A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بلائ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 خر آمده است ؛ و گرنه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عارف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نفهمد که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05"/>
        <w:gridCol w:w="268"/>
        <w:gridCol w:w="3349"/>
      </w:tblGrid>
      <w:tr w:rsidR="00F156A8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</w:t>
            </w:r>
            <w:r>
              <w:rPr>
                <w:rtl/>
                <w:lang w:bidi="fa-IR"/>
              </w:rPr>
              <w:t xml:space="preserve"> والله آمدم من بارها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ترا واقف کنم 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کارها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56A8" w:rsidTr="00897C24">
        <w:trPr>
          <w:trHeight w:val="350"/>
        </w:trPr>
        <w:tc>
          <w:tcPr>
            <w:tcW w:w="3920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گفت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خر رفت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همه 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ندگان</w:t>
            </w:r>
            <w:r>
              <w:rPr>
                <w:rtl/>
                <w:lang w:bidi="fa-IR"/>
              </w:rPr>
              <w:t xml:space="preserve"> با ذوق 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56A8" w:rsidTr="00897C24">
        <w:trPr>
          <w:trHeight w:val="350"/>
        </w:trPr>
        <w:tc>
          <w:tcPr>
            <w:tcW w:w="3920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باز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گفتم که او خود واقف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قضا راض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مرد عارف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؛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خوشم آمد و گفتم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بلا که متوجه من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کار و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از حلقه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 . </w:t>
      </w:r>
      <w:r w:rsidR="0094599D">
        <w:rPr>
          <w:rtl/>
          <w:lang w:bidi="fa-IR"/>
        </w:rPr>
        <w:t>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8"/>
        <w:gridCol w:w="268"/>
        <w:gridCol w:w="3286"/>
      </w:tblGrid>
      <w:tr w:rsidR="00F156A8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</w:t>
            </w:r>
            <w:r>
              <w:rPr>
                <w:rtl/>
                <w:lang w:bidi="fa-IR"/>
              </w:rPr>
              <w:t xml:space="preserve"> آن را جمله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گفتند خوش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</w:t>
            </w:r>
            <w:r>
              <w:rPr>
                <w:rtl/>
                <w:lang w:bidi="fa-IR"/>
              </w:rPr>
              <w:t xml:space="preserve"> ، مرا هم ذوق آمد گفتنش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56A8" w:rsidTr="00897C24">
        <w:trPr>
          <w:trHeight w:val="350"/>
        </w:trPr>
        <w:tc>
          <w:tcPr>
            <w:tcW w:w="3920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خلق</w:t>
            </w:r>
            <w:r>
              <w:rPr>
                <w:rtl/>
                <w:lang w:bidi="fa-IR"/>
              </w:rPr>
              <w:t xml:space="preserve"> را تقل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دشان</w:t>
            </w:r>
            <w:r>
              <w:rPr>
                <w:rtl/>
                <w:lang w:bidi="fa-IR"/>
              </w:rPr>
              <w:t xml:space="preserve"> بر باد 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دو صد لعنت بر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تقل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56A8" w:rsidTr="00897C24">
        <w:trPr>
          <w:trHeight w:val="350"/>
        </w:trPr>
        <w:tc>
          <w:tcPr>
            <w:tcW w:w="3920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خاصه</w:t>
            </w:r>
            <w:r>
              <w:rPr>
                <w:rtl/>
                <w:lang w:bidi="fa-IR"/>
              </w:rPr>
              <w:t xml:space="preserve"> تقل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چن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حاصلان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کآبرو</w:t>
            </w:r>
            <w:r>
              <w:rPr>
                <w:rtl/>
                <w:lang w:bidi="fa-IR"/>
              </w:rPr>
              <w:t xml:space="preserve"> را 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ختند</w:t>
            </w:r>
            <w:r>
              <w:rPr>
                <w:rtl/>
                <w:lang w:bidi="fa-IR"/>
              </w:rPr>
              <w:t xml:space="preserve"> از بهر 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از انقلاب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ملت غرب زده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زرق و برق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غرب شده بودند آنچنان اصالت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از دست دادند که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وارث آن همه آثار و سنن ، و آن همه علوم و تمدن نبودند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مزه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آن هم در لباس و مراسم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 افتاده ، آن چنان سرو و دست مس شکستند که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به آن بسته بود</w:t>
      </w:r>
    </w:p>
    <w:p w:rsidR="00F156A8" w:rsidRDefault="00F156A8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د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F156A8" w:rsidTr="00F156A8">
        <w:trPr>
          <w:trHeight w:val="350"/>
        </w:trPr>
        <w:tc>
          <w:tcPr>
            <w:tcW w:w="3344" w:type="dxa"/>
            <w:shd w:val="clear" w:color="auto" w:fill="auto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علم</w:t>
            </w:r>
            <w:r>
              <w:rPr>
                <w:rtl/>
                <w:lang w:bidi="fa-IR"/>
              </w:rPr>
              <w:t xml:space="preserve"> و عقل و دانش و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، در درون جامه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کلاه مولو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و عمامه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56A8" w:rsidTr="00F156A8">
        <w:trPr>
          <w:trHeight w:val="350"/>
        </w:trPr>
        <w:tc>
          <w:tcPr>
            <w:tcW w:w="3344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حق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قت</w:t>
            </w:r>
            <w:r>
              <w:rPr>
                <w:rtl/>
                <w:lang w:bidi="fa-IR"/>
              </w:rPr>
              <w:t xml:space="preserve"> آدم از علم و عمل علامه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156A8" w:rsidRDefault="00F156A8" w:rsidP="00897C2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156A8" w:rsidRDefault="00F156A8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ورنه</w:t>
            </w:r>
            <w:r>
              <w:rPr>
                <w:rtl/>
                <w:lang w:bidi="fa-IR"/>
              </w:rPr>
              <w:t xml:space="preserve"> شخص از رخت کوتاه و بلند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علامه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156A8" w:rsidRDefault="00F156A8" w:rsidP="009E514B">
      <w:pPr>
        <w:pStyle w:val="libNormal"/>
        <w:rPr>
          <w:rtl/>
          <w:lang w:bidi="fa-IR"/>
        </w:rPr>
      </w:pPr>
    </w:p>
    <w:p w:rsidR="009E514B" w:rsidRDefault="00F156A8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F156A8">
      <w:pPr>
        <w:pStyle w:val="Heading2"/>
        <w:rPr>
          <w:rtl/>
          <w:lang w:bidi="fa-IR"/>
        </w:rPr>
      </w:pPr>
      <w:bookmarkStart w:id="10" w:name="_Toc1032484"/>
      <w:r>
        <w:rPr>
          <w:rtl/>
          <w:lang w:bidi="fa-IR"/>
        </w:rPr>
        <w:t>9</w:t>
      </w:r>
      <w:r w:rsidR="00F156A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شور و مشورت</w:t>
      </w:r>
      <w:bookmarkEnd w:id="10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اصطکاک دو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مثبت و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جهد ؛ تقابل دو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اصطکاک دو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مثبت و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جهد ؛ تقابل و مشاوره دو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</w:t>
      </w:r>
      <w:r>
        <w:rPr>
          <w:rtl/>
          <w:lang w:bidi="fa-IR"/>
        </w:rPr>
        <w:t xml:space="preserve"> افق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منور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مشورت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انسان خود را دربست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بگذارد ؛ بلکه مقصود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مشکلات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چاره 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و راهنمائ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پس از تدبر و دقت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بکار گمارد .</w:t>
      </w:r>
    </w:p>
    <w:p w:rsidR="009E514B" w:rsidRDefault="009E514B" w:rsidP="00F156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جنگ احزاب ، سپاه عرب بسان مور و ملخ به قصد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شهر هجوم آوردند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شورا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افسر آزموده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کرد که در نقاط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شهر به پهنا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قدم و به عمق دو قدم خندق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 در داخل خندق ، هر صد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سنگر و پاسگاه و برجها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مراقبت به وجود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 سربازان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را وادار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حفاظت خندق را به عهده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از عبور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 سپاه عرب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عمل آورند ، و متجاوزان را با پرتاب سنگ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عقب برانند .</w:t>
      </w:r>
    </w:p>
    <w:p w:rsidR="009E514B" w:rsidRDefault="009E514B" w:rsidP="00F156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پسند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اعضاء شورا قرار گرفت و پس از 25 روز تلاش ، کار خندق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. سپاه عرب در برابر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فن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 تعجب به دندان گرفتند و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معطل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با دادن</w:t>
      </w:r>
      <w:r w:rsidR="00F156A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کشته باز گشتند . </w:t>
      </w:r>
      <w:r w:rsidRPr="00F156A8">
        <w:rPr>
          <w:rStyle w:val="libFootnotenumChar"/>
          <w:rtl/>
        </w:rPr>
        <w:t>(12)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ممالک توسعه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، حکومتها براساس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شورا و سنا استوار است .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ملت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وغ</w:t>
      </w:r>
      <w:r>
        <w:rPr>
          <w:rtl/>
          <w:lang w:bidi="fa-IR"/>
        </w:rPr>
        <w:t xml:space="preserve"> استبداد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سرنوشت کشور را به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سپارند .</w:t>
      </w:r>
    </w:p>
    <w:p w:rsidR="009E514B" w:rsidRDefault="009E514B" w:rsidP="003F2C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مشاوره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است .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</w:t>
      </w:r>
      <w:r w:rsidR="003F2C82" w:rsidRPr="003F2C82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="003F2C82" w:rsidRPr="003F2C82">
        <w:rPr>
          <w:rStyle w:val="libAlaemChar"/>
          <w:rFonts w:hint="cs"/>
          <w:rtl/>
        </w:rPr>
        <w:t>(</w:t>
      </w:r>
      <w:r w:rsidR="003F2C82" w:rsidRPr="003F2C82">
        <w:rPr>
          <w:rStyle w:val="libAieChar"/>
          <w:rFonts w:hint="cs"/>
          <w:rtl/>
        </w:rPr>
        <w:t>وَشَاوِرْهُمْ فِي الْأَمْرِ</w:t>
      </w:r>
      <w:r w:rsidR="003F2C82" w:rsidRPr="003F2C82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در امور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دوستان خود مشاوره بنما .</w:t>
      </w:r>
    </w:p>
    <w:p w:rsidR="009E514B" w:rsidRDefault="009E514B" w:rsidP="003F2C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سوزان بدر که دشمن با نفرات چند برابر و سلاح کوبنده خود ،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را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فنا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، شورا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 و رو به مردم کرد و فرمود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نظر و 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درباره نبرد با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ابراز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صلاح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دشمن روبرو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باز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افسر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بنام مقداد برخ</w:t>
      </w:r>
      <w:r w:rsidR="003F2C82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است 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قلوب ما با توست . ما هرگز سخن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دعوت به جهاد کرد 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جوابش دادند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تو و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نبرد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نشسته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محمد تو و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جهاد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شما همراه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افسر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افسران انصار به نام سعد معاذ برخ</w:t>
      </w:r>
      <w:r w:rsidR="003F2C82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است و اشاره به بحر احمر کرد 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قائد اعظم ، هرگاه تو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پشت سر شما</w:t>
      </w:r>
      <w:r w:rsidR="003F2C8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وارد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ما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سرباز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. ما هرگز از رو به رو شدن با دشمن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چشم شما را روشن گرداند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افسر مورد تا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 کرده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قرار گرفت . شور و شعف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انجمن افسران و سربازان به وجود آمد .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به </w:t>
      </w:r>
      <w:r>
        <w:rPr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. او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شورا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افسران و قدرت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سربازان خود را به دست آورد و فورا دستور حرکت صادر نمود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مورد ، بلکه در موارد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مانند جنگ احد ،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مشورت پرداخت حرکت صادر نمود . </w:t>
      </w:r>
      <w:r w:rsidRPr="003F2C82">
        <w:rPr>
          <w:rStyle w:val="libFootnotenumChar"/>
          <w:rtl/>
        </w:rPr>
        <w:t>(13)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نه تنها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مورد ، بلکه در موارد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مانند جنگ احد ،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مشورت پرداخت ، و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عائد او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جوانان</w:t>
      </w:r>
      <w:r>
        <w:rPr>
          <w:rtl/>
          <w:lang w:bidi="fa-IR"/>
        </w:rPr>
        <w:t xml:space="preserve"> کم تجربه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مردان مجرب که سرد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را 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بهره مند گردند . ممکن است بر اثر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، ما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را ببن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درون آن آگاه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فتوحات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دوره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دوم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مسلمانان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 مشاوره بود .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وقت مشکلات خود را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مومنان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و رموز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فتح در جنگها را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آموخت .</w:t>
      </w:r>
    </w:p>
    <w:p w:rsidR="009E514B" w:rsidRDefault="009E514B" w:rsidP="003F2C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درباره نبرد با دولت ساسان 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F2C82" w:rsidRPr="003F2C82">
        <w:rPr>
          <w:rStyle w:val="libAlaemChar"/>
          <w:rFonts w:eastAsiaTheme="minorHAnsi"/>
          <w:rtl/>
        </w:rPr>
        <w:t>عليه‌السلام</w:t>
      </w:r>
      <w:r w:rsidR="003F2C8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مشورت کرد و گفت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اگر اصلاح باشد ، خودم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 شرکت کنم.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مومنان در پاسخ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اگر مسلمانان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نبرد شکست بخورند وشما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پناهگاه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بود ، و آنان با شکست روبرو شوند ،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کمک بفرست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پن</w:t>
      </w:r>
      <w:r>
        <w:rPr>
          <w:rFonts w:hint="eastAsia"/>
          <w:rtl/>
          <w:lang w:bidi="fa-IR"/>
        </w:rPr>
        <w:t>اهگاه</w:t>
      </w:r>
      <w:r>
        <w:rPr>
          <w:rtl/>
          <w:lang w:bidi="fa-IR"/>
        </w:rPr>
        <w:t xml:space="preserve"> استفاده کنند . </w:t>
      </w:r>
      <w:r w:rsidR="0094599D">
        <w:rPr>
          <w:rtl/>
          <w:lang w:bidi="fa-IR"/>
        </w:rPr>
        <w:t>)</w:t>
      </w:r>
      <w:r w:rsidRPr="003F2C82">
        <w:rPr>
          <w:rStyle w:val="libFootnotenumChar"/>
          <w:rtl/>
        </w:rPr>
        <w:t>(14)</w:t>
      </w:r>
    </w:p>
    <w:p w:rsidR="009E514B" w:rsidRDefault="003F2C82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3F2C82">
      <w:pPr>
        <w:pStyle w:val="Heading2"/>
        <w:rPr>
          <w:rtl/>
          <w:lang w:bidi="fa-IR"/>
        </w:rPr>
      </w:pPr>
      <w:bookmarkStart w:id="11" w:name="_Toc1032485"/>
      <w:r>
        <w:rPr>
          <w:rtl/>
          <w:lang w:bidi="fa-IR"/>
        </w:rPr>
        <w:t>10 -</w:t>
      </w:r>
      <w:r w:rsidR="003F2C8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بزرگ زندگ</w:t>
      </w:r>
      <w:r>
        <w:rPr>
          <w:rFonts w:hint="cs"/>
          <w:rtl/>
          <w:lang w:bidi="fa-IR"/>
        </w:rPr>
        <w:t>ی</w:t>
      </w:r>
      <w:bookmarkEnd w:id="11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تمام 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ملل گذشته است . در آن علل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نافرجام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کامران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ملتها منعکس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قدم به صفحه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ستارگان شاهد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ونها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اند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نشاطها و غمها ، روشن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هاو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، عشقها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 ، جنگها و ص</w:t>
      </w:r>
      <w:r>
        <w:rPr>
          <w:rFonts w:hint="eastAsia"/>
          <w:rtl/>
          <w:lang w:bidi="fa-IR"/>
        </w:rPr>
        <w:t>لح</w:t>
      </w:r>
      <w:r>
        <w:rPr>
          <w:rtl/>
          <w:lang w:bidi="fa-IR"/>
        </w:rPr>
        <w:t xml:space="preserve"> ها ، هزاران صحنه مختلف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اند .</w:t>
      </w:r>
    </w:p>
    <w:p w:rsidR="009E514B" w:rsidRDefault="009E514B" w:rsidP="003F2C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گرچه</w:t>
      </w:r>
      <w:r>
        <w:rPr>
          <w:rtl/>
          <w:lang w:bidi="fa-IR"/>
        </w:rPr>
        <w:t xml:space="preserve"> آنان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اسرار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خود به خاک برده اند و همراه وجودشان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شده است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قسمتها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توجه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طبقه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ظاهر ساکت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حفظ کرده ،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پ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از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ساخته اند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مطالعه</w:t>
      </w:r>
      <w:r>
        <w:rPr>
          <w:rtl/>
          <w:lang w:bidi="fa-IR"/>
        </w:rPr>
        <w:t xml:space="preserve"> صفحات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لابه 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طبقات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دقت در آثار پرشکوه و عبرت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آموزنده است و عمر ما را به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قابل ملاحظه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3F2C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مگر</w:t>
      </w:r>
      <w:r>
        <w:rPr>
          <w:rtl/>
          <w:lang w:bidi="fa-IR"/>
        </w:rPr>
        <w:t xml:space="preserve">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</w:t>
      </w:r>
      <w:r w:rsidR="003F2C8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حاصل</w:t>
      </w:r>
      <w:r>
        <w:rPr>
          <w:rtl/>
          <w:lang w:bidi="fa-IR"/>
        </w:rPr>
        <w:t xml:space="preserve"> عمر جز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مشت تجربه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؟ ! مگر نه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تمام 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ملل گذشته است و در آن علل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نافرجام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کامران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ملتها منعکس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؟ !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اقوام گذشته 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درس عبرت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  <w:r w:rsidRPr="0000675B">
        <w:rPr>
          <w:rStyle w:val="libFootnotenumChar"/>
          <w:rtl/>
        </w:rPr>
        <w:t>(15)</w:t>
      </w:r>
    </w:p>
    <w:p w:rsidR="009E514B" w:rsidRDefault="009E514B" w:rsidP="000067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</w:t>
      </w:r>
      <w:r>
        <w:rPr>
          <w:rtl/>
          <w:lang w:bidi="fa-IR"/>
        </w:rPr>
        <w:t xml:space="preserve"> منان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675B" w:rsidRPr="0000675B">
        <w:rPr>
          <w:rStyle w:val="libAlaemChar"/>
          <w:rFonts w:eastAsiaTheme="minorHAnsi"/>
          <w:rtl/>
        </w:rPr>
        <w:t>عليه‌السلام</w:t>
      </w:r>
      <w:r w:rsidR="0000675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فرزندم اگر چه من باملل گذشته همزمان نبودم ، اما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آنها را با دقت خوانده ام و به پست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بلند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 w:rsidR="0000675B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و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ملل واقف شده ام . من آنچنان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آنها را خوانده و بر آن مسلطم که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آنها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ام و در حوادث </w:t>
      </w:r>
      <w:r>
        <w:rPr>
          <w:rFonts w:hint="eastAsia"/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آنها همقدم بوده ام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نسل حاضر است و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آن بمراتب از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 مسائل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فرمول دارد . اگر استاد بر فرمولها مسلط باشد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از عهده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اما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غور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اصطلاح اجتهاد و قضاوت </w:t>
      </w:r>
      <w:r>
        <w:rPr>
          <w:rFonts w:hint="eastAsia"/>
          <w:rtl/>
          <w:lang w:bidi="fa-IR"/>
        </w:rPr>
        <w:t>لازم</w:t>
      </w:r>
      <w:r>
        <w:rPr>
          <w:rtl/>
          <w:lang w:bidi="fa-IR"/>
        </w:rPr>
        <w:t xml:space="preserve"> دارد . معلمان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قوه را در خود احساس نکنند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از عهده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هر شخص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دان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مورخ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7"/>
        <w:gridCol w:w="268"/>
        <w:gridCol w:w="3297"/>
      </w:tblGrid>
      <w:tr w:rsidR="0000675B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هزار</w:t>
            </w:r>
            <w:r>
              <w:rPr>
                <w:rtl/>
                <w:lang w:bidi="fa-IR"/>
              </w:rPr>
              <w:t xml:space="preserve"> نکته بار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کتر</w:t>
            </w:r>
            <w:r>
              <w:rPr>
                <w:rtl/>
                <w:lang w:bidi="fa-IR"/>
              </w:rPr>
              <w:t xml:space="preserve"> ز مو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نجاست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675B" w:rsidRDefault="0000675B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هر که سر نتراشد قلندر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0067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کوشش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رموز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بفهم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والا سرودن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. رموز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همان داروها</w:t>
      </w:r>
      <w:r>
        <w:rPr>
          <w:rFonts w:hint="cs"/>
          <w:rtl/>
          <w:lang w:bidi="fa-IR"/>
        </w:rPr>
        <w:t>ی</w:t>
      </w:r>
      <w:r w:rsidR="000067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تلخ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است که انسان پس از دقت کامل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 w:rsidR="0000675B">
        <w:rPr>
          <w:rtl/>
          <w:lang w:bidi="fa-IR"/>
        </w:rPr>
        <w:t xml:space="preserve"> را معالجه کند 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خوب</w:t>
      </w:r>
      <w:r>
        <w:rPr>
          <w:rtl/>
          <w:lang w:bidi="fa-IR"/>
        </w:rPr>
        <w:t xml:space="preserve"> است هر فرد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خصوصا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زماندار مردم و مصدر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انگلستان 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انقلاب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فرانسه ، بالاخص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 و سرگذشت سقوط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انقلاب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را بدقت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علل سقوط آنهائ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 بر مردم حکومت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به دس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0067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اصولا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کوشش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روح مطالعه و خواندن کتاب را در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مطالعه سطح فکر را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دماغ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امروزه</w:t>
      </w:r>
      <w:r>
        <w:rPr>
          <w:rtl/>
          <w:lang w:bidi="fa-IR"/>
        </w:rPr>
        <w:t xml:space="preserve"> مقدار مصرف کاغذ در هر کشور ،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تمدن و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که مهد تمدن است ، از تمام ممالک جهان نسبت به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کاغذ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تعداد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راژ</w:t>
      </w:r>
      <w:r>
        <w:rPr>
          <w:rtl/>
          <w:lang w:bidi="fa-IR"/>
        </w:rPr>
        <w:t xml:space="preserve"> کتابهائ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کشور چاپ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آمار مراجعه کنندگان به کتابخانه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ضبط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هر سال نسبت به سنوات قبل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بسنجند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اسرار</w:t>
      </w:r>
      <w:r>
        <w:rPr>
          <w:rtl/>
          <w:lang w:bidi="fa-IR"/>
        </w:rPr>
        <w:t xml:space="preserve"> مؤ لفان و رازها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نهفته آنان در لابه 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پنهان است 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ارسطو خواست کتاب خود را منتشر کند ، اسکندر مقدون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افکار بلند استاد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.</w:t>
      </w:r>
    </w:p>
    <w:p w:rsidR="009E514B" w:rsidRDefault="009E514B" w:rsidP="000067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پاپها</w:t>
      </w:r>
      <w:r>
        <w:rPr>
          <w:rtl/>
          <w:lang w:bidi="fa-IR"/>
        </w:rPr>
        <w:t xml:space="preserve"> 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قرون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وسط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آوردن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شرکت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 w:rsidR="000067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خواندن کتاب ممنوع ساختند تا از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جهالت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استفاده کنند و بهتر بر آنها حکومت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خوب ، سازنده اخلاق و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کننده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. کتاب رموز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خواندن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پوچ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کتابها از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دماغ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کاهد . به قول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بگو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؟ !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tl/>
          <w:lang w:bidi="fa-IR"/>
        </w:rPr>
        <w:t xml:space="preserve"> به قول شو پنهاور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عمر گرانبهاتر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انسان آنرا در خواندن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پوچ بکار ببرد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همواره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هر شبانه روز 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مطالعه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سودمند و آموزنده اختصاص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کتاب را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دوست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00675B" w:rsidTr="0000675B">
        <w:trPr>
          <w:trHeight w:val="350"/>
        </w:trPr>
        <w:tc>
          <w:tcPr>
            <w:tcW w:w="3344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خوشتر</w:t>
            </w:r>
            <w:r>
              <w:rPr>
                <w:rtl/>
                <w:lang w:bidi="fa-IR"/>
              </w:rPr>
              <w:t xml:space="preserve"> از کتاب در جهان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00675B" w:rsidRDefault="0000675B" w:rsidP="00897C24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غمکده زمانه غمخوار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675B" w:rsidTr="0000675B">
        <w:trPr>
          <w:trHeight w:val="350"/>
        </w:trPr>
        <w:tc>
          <w:tcPr>
            <w:tcW w:w="3344" w:type="dxa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لحظه از او بگوشه تنهائ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00675B" w:rsidRDefault="0000675B" w:rsidP="00897C2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</w:t>
            </w:r>
            <w:r>
              <w:rPr>
                <w:rtl/>
                <w:lang w:bidi="fa-IR"/>
              </w:rPr>
              <w:t xml:space="preserve"> راحت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هرگز آزاد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0675B" w:rsidRDefault="0000675B" w:rsidP="009E514B">
      <w:pPr>
        <w:pStyle w:val="libNormal"/>
        <w:rPr>
          <w:rtl/>
          <w:lang w:bidi="fa-IR"/>
        </w:rPr>
      </w:pPr>
    </w:p>
    <w:p w:rsidR="009E514B" w:rsidRDefault="0000675B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00675B">
      <w:pPr>
        <w:pStyle w:val="Heading2"/>
        <w:rPr>
          <w:rtl/>
          <w:lang w:bidi="fa-IR"/>
        </w:rPr>
      </w:pPr>
      <w:bookmarkStart w:id="12" w:name="_Toc1032486"/>
      <w:r>
        <w:rPr>
          <w:rtl/>
          <w:lang w:bidi="fa-IR"/>
        </w:rPr>
        <w:t>11</w:t>
      </w:r>
      <w:r w:rsidR="000067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استفاده از فرصت</w:t>
      </w:r>
      <w:bookmarkEnd w:id="12"/>
    </w:p>
    <w:p w:rsidR="0000675B" w:rsidRDefault="0000675B" w:rsidP="009E514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00675B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سعد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رفت ، فردا همچنان موجود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675B" w:rsidRDefault="0000675B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و آن فرصت شمار امروز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افراد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، اما از آن جا که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کار امروز به فردا انداختن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 دارند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فرصتها را که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راز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نه تنها کار امروز را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فردا انداخت بلکه اگر امکان دارد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 </w:t>
      </w: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را هم امروز انجام داد .</w:t>
      </w:r>
    </w:p>
    <w:p w:rsidR="009E514B" w:rsidRDefault="009E514B" w:rsidP="000067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ابومسلم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راز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چه بوده است ؟ !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هرگز کار امروز را به فردا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فکندم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چه بسا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تاءخ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انداختن</w:t>
      </w:r>
      <w:r w:rsidR="0000675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خود آن کار کاف</w:t>
      </w:r>
      <w:r>
        <w:rPr>
          <w:rFonts w:hint="cs"/>
          <w:rtl/>
          <w:lang w:bidi="fa-IR"/>
        </w:rPr>
        <w:t>ی</w:t>
      </w:r>
      <w:r w:rsidR="0000675B">
        <w:rPr>
          <w:rtl/>
          <w:lang w:bidi="fa-IR"/>
        </w:rPr>
        <w:t xml:space="preserve"> باشد </w:t>
      </w: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 آموزان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امتحان خرداد ماه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ماه امتحان بدهند ، از فرصت حداکثر استفاده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 اوهام و افسوس خوردن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وقت را با آه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00675B">
        <w:rPr>
          <w:rtl/>
          <w:lang w:bidi="fa-IR"/>
        </w:rPr>
        <w:t xml:space="preserve"> رسانند </w:t>
      </w:r>
    </w:p>
    <w:p w:rsidR="009E514B" w:rsidRDefault="009E514B" w:rsidP="000067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هستند که غالبا عارف منش و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مآبند ؛ کارشان اش</w:t>
      </w:r>
      <w:r w:rsidR="0000675B">
        <w:rPr>
          <w:rFonts w:hint="cs"/>
          <w:rtl/>
          <w:lang w:bidi="fa-IR"/>
        </w:rPr>
        <w:t xml:space="preserve">ک </w:t>
      </w:r>
      <w:r>
        <w:rPr>
          <w:rtl/>
          <w:lang w:bidi="fa-IR"/>
        </w:rPr>
        <w:t>فشان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گذشته است و مرتبا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اگر ما فلان باغ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سود کلان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و اگر در فلان دانشگاه ثبت نام کرده و ادامه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اکنون از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کشور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م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تمام وقت خود را با افسوس خوردن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قبر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 تلف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 بکوشند ممکن است به همه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برسند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00675B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وقت</w:t>
            </w:r>
            <w:r>
              <w:rPr>
                <w:rtl/>
                <w:lang w:bidi="fa-IR"/>
              </w:rPr>
              <w:t xml:space="preserve"> گ</w:t>
            </w:r>
            <w:r>
              <w:rPr>
                <w:rFonts w:hint="cs"/>
                <w:rtl/>
                <w:lang w:bidi="fa-IR"/>
              </w:rPr>
              <w:t>ذ</w:t>
            </w:r>
            <w:r>
              <w:rPr>
                <w:rtl/>
                <w:lang w:bidi="fa-IR"/>
              </w:rPr>
              <w:t>شته را نتوان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باز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675B" w:rsidRDefault="0000675B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مفروش</w:t>
            </w:r>
            <w:r>
              <w:rPr>
                <w:rtl/>
                <w:lang w:bidi="fa-IR"/>
              </w:rPr>
              <w:t xml:space="preserve">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ره</w:t>
            </w:r>
            <w:r>
              <w:rPr>
                <w:rtl/>
                <w:lang w:bidi="fa-IR"/>
              </w:rPr>
              <w:t xml:space="preserve"> کا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گهر پاک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lastRenderedPageBreak/>
              <w:t>بهاست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نقطه مقابل آنها هستند . اضطراب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آنها را از کار در آن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دست دارند ،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 دانش آموزان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مرتبا دم از رفوزه شدن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؛ مرتبا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مبادا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مبادا قبول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اضطراب آنان را از مطالعه و کار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فرصت را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 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سروده آن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تاز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9"/>
        <w:gridCol w:w="268"/>
        <w:gridCol w:w="3295"/>
      </w:tblGrid>
      <w:tr w:rsidR="0000675B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tl/>
                <w:lang w:bidi="fa-IR"/>
              </w:rPr>
              <w:t>مافات مض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ما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اءت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فا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675B" w:rsidRDefault="0000675B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675B" w:rsidRDefault="0000675B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فاغتنم</w:t>
            </w:r>
            <w:r>
              <w:rPr>
                <w:rtl/>
                <w:lang w:bidi="fa-IR"/>
              </w:rPr>
              <w:t xml:space="preserve"> الفرصه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العدم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آنچه را از دست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گذشته است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هنوز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(ب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 xml:space="preserve"> غصه آنرا مخور) هم اکنون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را که از هر دو طرف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،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بشمار .</w:t>
      </w:r>
    </w:p>
    <w:p w:rsidR="005E1883" w:rsidRDefault="005E1883" w:rsidP="005E18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زبان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5E1883" w:rsidRDefault="005E1883" w:rsidP="009E514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5E1883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5E1883" w:rsidRDefault="005E1883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سعد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رفت و فردا همچنان موجود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E1883" w:rsidRDefault="005E1883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E1883" w:rsidRDefault="005E1883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و آن فرصت شمار امروز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کردن ، دانش آموختن و ثروت اندوختن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بلندتر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دوران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عشق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نشاط جوان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فعاله و خلاقه او سرشار است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قدرتها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به کاهش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و اعصاب قدرت و استحکام خ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را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 چشم کم نور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خلاقه ناتوان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انسان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ارزش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که آنها را از دست داده باشد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سفارشها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بزرگ خود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ذر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فرا رسد ، ارزش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بدان . </w:t>
      </w:r>
      <w:r w:rsidR="0094599D">
        <w:rPr>
          <w:rtl/>
          <w:lang w:bidi="fa-IR"/>
        </w:rPr>
        <w:t>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827277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827277" w:rsidRDefault="0082727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نت</w:t>
            </w:r>
            <w:r>
              <w:rPr>
                <w:rtl/>
                <w:lang w:bidi="fa-IR"/>
              </w:rPr>
              <w:t xml:space="preserve"> باغ است درخت جوان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27277" w:rsidRDefault="00827277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27277" w:rsidRDefault="0082727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شود بر کندش باغبان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277" w:rsidTr="00897C24">
        <w:trPr>
          <w:trHeight w:val="350"/>
        </w:trPr>
        <w:tc>
          <w:tcPr>
            <w:tcW w:w="3920" w:type="dxa"/>
          </w:tcPr>
          <w:p w:rsidR="00827277" w:rsidRDefault="0082727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شاخ</w:t>
            </w:r>
            <w:r>
              <w:rPr>
                <w:rtl/>
                <w:lang w:bidi="fa-IR"/>
              </w:rPr>
              <w:t xml:space="preserve"> جوان به هر گل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نوبر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277" w:rsidRDefault="00827277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277" w:rsidRDefault="0082727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شاخه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، از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خاکستر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مردان</w:t>
      </w:r>
      <w:r>
        <w:rPr>
          <w:rtl/>
          <w:lang w:bidi="fa-IR"/>
        </w:rPr>
        <w:t xml:space="preserve"> بزرگ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همواره بر گذشته افسوس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خوردند و اضطراب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آنها را از کار در 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.</w:t>
      </w:r>
    </w:p>
    <w:p w:rsidR="009E514B" w:rsidRDefault="009E514B" w:rsidP="0082727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دستگاه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در انسان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عقل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که در تمام افراد با بالا رفتن سن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در کنار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عقل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عقل اکتساب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پرتو علم و تجارب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دست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مکمل و پرورش دهنده آن عقل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مردان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از فرصتها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مراحل بالاتر خوب استفاده کردند و عقل فطر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عقل اکتساب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دادند .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دوران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9E514B" w:rsidRDefault="009E514B" w:rsidP="008552B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فرمود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فرصت بسان ابر بهار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کشاورز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آن بهره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ارزش وقت و عمر خود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برده اند ، اوقات گرانبها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مصرف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خود را در مواقع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اند که اکثر مردم به اتلاف آن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مثلا</w:t>
      </w:r>
      <w:r>
        <w:rPr>
          <w:rtl/>
          <w:lang w:bidi="fa-IR"/>
        </w:rPr>
        <w:t xml:space="preserve"> دکتر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ماردن کود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خود را در ضمن رفتن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نوشته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4599D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9E514B">
        <w:rPr>
          <w:rtl/>
          <w:lang w:bidi="fa-IR"/>
        </w:rPr>
        <w:t>دکتر بورن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</w:t>
      </w:r>
      <w:r>
        <w:rPr>
          <w:rtl/>
          <w:lang w:bidi="fa-IR"/>
        </w:rPr>
        <w:t>)</w:t>
      </w:r>
      <w:r w:rsidR="009E514B">
        <w:rPr>
          <w:rtl/>
          <w:lang w:bidi="fa-IR"/>
        </w:rPr>
        <w:t xml:space="preserve"> زبان فرانسو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و ا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تال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ائ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را در ط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رفتن به اداره و بازگشت از آن 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اد</w:t>
      </w:r>
      <w:r w:rsidR="009E514B">
        <w:rPr>
          <w:rtl/>
          <w:lang w:bidi="fa-IR"/>
        </w:rPr>
        <w:t xml:space="preserve"> گرفت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علم و ادب مرحوم مدرس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گرانبها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مترادفات زبان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موقع صرف صبحانه نوشته است . </w:t>
      </w:r>
      <w:r w:rsidRPr="008552BC">
        <w:rPr>
          <w:rStyle w:val="libFootnotenumChar"/>
          <w:rtl/>
        </w:rPr>
        <w:t>(16)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ناپلئون</w:t>
      </w:r>
      <w:r>
        <w:rPr>
          <w:rtl/>
          <w:lang w:bidi="fa-IR"/>
        </w:rPr>
        <w:t xml:space="preserve"> در واقعه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ارکولا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با 25 سوار بر دشمن غلبه کرد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دشمن خسته بود و او فرصت را مغتنم شمرد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عده کم بر دشمن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8552B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آنچنان عمر خود را تلف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وقت</w:t>
      </w:r>
      <w:r w:rsidR="008552B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عمر خود هستند . امروز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سرگرم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آنچه جنبه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 ، قاتل و کشنده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اعصاب خسته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هرگز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آنچه را که جنبه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به حساب اتلاف وقت نهاد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گردش و تنفس ، ملاحظه مناظر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شرکت در مجالس انس و نشاط ، اعصاب ما را از فرسودگ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، و چرخ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روغن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هرگونه کار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و کشنده وقت و تلف کننده عمر گرانبها را به حساب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تفرج گذارد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جوانان</w:t>
      </w:r>
      <w:r>
        <w:rPr>
          <w:rtl/>
          <w:lang w:bidi="fa-IR"/>
        </w:rPr>
        <w:t xml:space="preserve"> امروز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استراحت ، به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</w:t>
      </w:r>
      <w:r>
        <w:rPr>
          <w:rtl/>
          <w:lang w:bidi="fa-IR"/>
        </w:rPr>
        <w:t xml:space="preserve"> و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و مطالعه مجلات و روزنامه و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هفته و سال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بدانند هر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هر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نشاط بخش و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نخواهد بود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8552B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ضررها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غنچه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قبل از آنکه شکوفا شود پژمرده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</w:t>
      </w:r>
    </w:p>
    <w:p w:rsidR="009E514B" w:rsidRDefault="008552BC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8552BC">
      <w:pPr>
        <w:pStyle w:val="Heading2"/>
        <w:rPr>
          <w:rtl/>
          <w:lang w:bidi="fa-IR"/>
        </w:rPr>
      </w:pPr>
      <w:bookmarkStart w:id="13" w:name="_Toc1032487"/>
      <w:r>
        <w:rPr>
          <w:rtl/>
          <w:lang w:bidi="fa-IR"/>
        </w:rPr>
        <w:t>12</w:t>
      </w:r>
      <w:r w:rsidR="008552B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bookmarkEnd w:id="13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خطوط</w:t>
      </w:r>
      <w:r>
        <w:rPr>
          <w:rtl/>
          <w:lang w:bidi="fa-IR"/>
        </w:rPr>
        <w:t xml:space="preserve"> صورت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مردان بزرگ حاک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اراده و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آنهاست و برندگ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و رفتار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انسان</w:t>
      </w:r>
      <w:r>
        <w:rPr>
          <w:rtl/>
          <w:lang w:bidi="fa-IR"/>
        </w:rPr>
        <w:t xml:space="preserve"> بسان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اراده است . لگام اراده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اما اراده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دست عقل و خرد باشد .</w:t>
      </w:r>
    </w:p>
    <w:p w:rsidR="009E514B" w:rsidRDefault="009E514B" w:rsidP="008552B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فصل درباره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لگام اراده را به دست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هوس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</w:t>
      </w:r>
      <w:r w:rsidR="008552B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مطابق</w:t>
      </w:r>
      <w:r>
        <w:rPr>
          <w:rtl/>
          <w:lang w:bidi="fa-IR"/>
        </w:rPr>
        <w:t xml:space="preserve"> غرائز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، نخواه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 ، و در لب پرتگاه سقوط قرار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بلکه</w:t>
      </w:r>
      <w:r>
        <w:rPr>
          <w:rtl/>
          <w:lang w:bidi="fa-IR"/>
        </w:rPr>
        <w:t xml:space="preserve"> مقصود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پس از دقت و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، بعد از آنکه سود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 را 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عقل و خرد آن را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هر چه محکمتر هدف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اندازه مشکلات و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، اراده راسخ تر و تواناتر لازم دارد . رمز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داشتن اراده تواناست که مشکلات را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بردارد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خطوط</w:t>
      </w:r>
      <w:r>
        <w:rPr>
          <w:rtl/>
          <w:lang w:bidi="fa-IR"/>
        </w:rPr>
        <w:t xml:space="preserve">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مردان بزرگ حاک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اراده و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آنهاست و برندگ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و رفتار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الاراده همواره مورد احترام مردم هستند و از تعرض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مصونند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اشخاص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الاراده مورد تعرض سوء استفاده کنندگان واقع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نشانه بارز ضعف اخلاق است و ضربه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هوش و نبوغ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. اسکندر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رموز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،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اجراء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 و از دودل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tl/>
          <w:lang w:bidi="fa-IR"/>
        </w:rPr>
        <w:t xml:space="preserve"> بودم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مور</w:t>
      </w:r>
      <w:r>
        <w:rPr>
          <w:rtl/>
          <w:lang w:bidi="fa-IR"/>
        </w:rPr>
        <w:t xml:space="preserve"> لنگ ، ناپلئون و نادر که از نوابغ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 ، لکن از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8552B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مصمم مانند سرباز آماده به خدمت است که به او دستور آماده باش داده شده ؛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شباز</w:t>
      </w:r>
      <w:r>
        <w:rPr>
          <w:rtl/>
          <w:lang w:bidi="fa-IR"/>
        </w:rPr>
        <w:t xml:space="preserve"> حوادث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. مشکلات او را از هدف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تلخ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هدف ، ممکنات را در نظر او به صورت محال جلوه</w:t>
      </w:r>
      <w:r w:rsidR="008552B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مرد با اراده ، جهان را مطابق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عوض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رستم</w:t>
      </w:r>
      <w:r>
        <w:rPr>
          <w:rtl/>
          <w:lang w:bidi="fa-IR"/>
        </w:rPr>
        <w:t xml:space="preserve"> فرخ زاد ، فرمانده کل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در قادس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از فرمانده کل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. سعد</w:t>
      </w:r>
      <w:r w:rsidR="008552B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و قاص فرمانده کل قوا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ربع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عامر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 فرستاد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بارگاه رستم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رستم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 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نشسته است و دربارگاه او فرشها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گسترده شده و متکاها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زربافت نهاده اند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مظاهر فر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ذره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استحکام اراده او نکاست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بساط رستم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 ، اسب خود را نه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زد و با اسب وارد خرگاه رستم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ماءمور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خواستند از ورود او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 او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شما از </w:t>
      </w:r>
      <w:r>
        <w:rPr>
          <w:rtl/>
          <w:lang w:bidi="fa-IR"/>
        </w:rPr>
        <w:lastRenderedPageBreak/>
        <w:t>ما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خواسته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من به عنوان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مسلما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آمده ام ؛ اگر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با کمال وقار و طماءن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قدمها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کوچک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، تا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تخت رستم آمد ، فرشها را عقب زد 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نشست 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ورها</w:t>
      </w:r>
      <w:r>
        <w:rPr>
          <w:rtl/>
          <w:lang w:bidi="fa-IR"/>
        </w:rPr>
        <w:t xml:space="preserve"> عادت نکرده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مترجم</w:t>
      </w:r>
      <w:r>
        <w:rPr>
          <w:rtl/>
          <w:lang w:bidi="fa-IR"/>
        </w:rPr>
        <w:t xml:space="preserve"> رستم از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مسلمانان از علت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ورش</w:t>
      </w:r>
      <w:r>
        <w:rPr>
          <w:rtl/>
          <w:lang w:bidi="fa-IR"/>
        </w:rPr>
        <w:t xml:space="preserve"> آنها و سپاه اسلام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در پاسخ گفت :</w:t>
      </w:r>
    </w:p>
    <w:p w:rsidR="009E514B" w:rsidRDefault="009E514B" w:rsidP="008552B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ما را مبعوث کرده تا بندگان خدا را از ظلم و فشار برهان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آنها را به اسلام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اگر آنها سخن ما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 xml:space="preserve"> ، با آنها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؛ والا با آنها نبرد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اگر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کشته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به بهشت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صلابت</w:t>
      </w:r>
      <w:r>
        <w:rPr>
          <w:rtl/>
          <w:lang w:bidi="fa-IR"/>
        </w:rPr>
        <w:t xml:space="preserve"> و رسوخ اراده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رستم را مبهوت ساخت 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به ما مهلت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با بزرگان خود مکاتبه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مشورت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اسلام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سه روز مهلت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تاءخ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درست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رستم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تو فرمانده کل قوا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ما قرار بگذار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نه ،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هستم . همه مسلمانان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و اعضاء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بدنند و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امان داد ،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لازم است امان او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 w:rsidRPr="008552BC">
        <w:rPr>
          <w:rStyle w:val="libFootnotenumChar"/>
          <w:rtl/>
        </w:rPr>
        <w:t>(17)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8552B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جنگ جمل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552BC" w:rsidRPr="008552BC">
        <w:rPr>
          <w:rStyle w:val="libAlaemChar"/>
          <w:rFonts w:eastAsiaTheme="minorHAnsi"/>
          <w:rtl/>
        </w:rPr>
        <w:t>عليه‌السلام</w:t>
      </w:r>
      <w:r w:rsidR="008552B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مانشکنان</w:t>
      </w:r>
      <w:r>
        <w:rPr>
          <w:rtl/>
          <w:lang w:bidi="fa-IR"/>
        </w:rPr>
        <w:t xml:space="preserve"> در گرفت 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 منان پرچم حمله را به دست فرزند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خود ، محمد حنف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داد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اراده فرزندش جمله 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.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 :</w:t>
      </w:r>
    </w:p>
    <w:p w:rsidR="009E514B" w:rsidRDefault="009E514B" w:rsidP="008552B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کوهها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 بصره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کنده شوند ، تو هرگز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تکان نخور و پا به فرار و عقب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مگذار . دندانها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بگذار و فشار ده ، تا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اراده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داخل وجود تو سخت بجوشد . کاسه سر را در راه خدا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ده .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ت ، حرکات دشمن را در تمام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در نظر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 و چشم خود را از هرگونه ناگوار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بپوشان و با قدرت اراده و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مخصوص ، همه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. بدان 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خداست و ما موظف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نشان</w:t>
      </w:r>
      <w:r w:rsidR="008552B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داده</w:t>
      </w:r>
      <w:r>
        <w:rPr>
          <w:rtl/>
          <w:lang w:bidi="fa-IR"/>
        </w:rPr>
        <w:t xml:space="preserve"> است وارد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  <w:r w:rsidRPr="008552BC">
        <w:rPr>
          <w:rStyle w:val="libFootnotenumChar"/>
          <w:rtl/>
        </w:rPr>
        <w:t>(18)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</w:t>
      </w:r>
      <w:r>
        <w:rPr>
          <w:rtl/>
          <w:lang w:bidi="fa-IR"/>
        </w:rPr>
        <w:t xml:space="preserve"> منان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سرداران خود را در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مردم مصر ، محل ماءمور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سردار ، نوشت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: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8552B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مصر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بندگان خدا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فرستادم که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 به خواب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از دشمنان در اوقات ترس و هراس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ترسد . بر بدکاران از آتش سوزان سختتر است</w:t>
      </w:r>
      <w:r w:rsidR="008552BC">
        <w:rPr>
          <w:rFonts w:hint="cs"/>
          <w:rtl/>
          <w:lang w:bidi="fa-IR"/>
        </w:rPr>
        <w:t xml:space="preserve">      </w:t>
      </w:r>
      <w:r>
        <w:rPr>
          <w:rtl/>
          <w:lang w:bidi="fa-IR"/>
        </w:rPr>
        <w:t>او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که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ضربت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. </w:t>
      </w:r>
      <w:r w:rsidRPr="008F0715">
        <w:rPr>
          <w:rStyle w:val="libFootnotenumChar"/>
          <w:rtl/>
        </w:rPr>
        <w:t>(19)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مظاهر بزرگ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قوت اراده بود . او در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فرمانداران نوشته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به خدا سوگند ، اگر همه عرب برضد من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شوند ، من هرگز به آنها پشت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. </w:t>
      </w:r>
      <w:r w:rsidR="0094599D">
        <w:rPr>
          <w:rtl/>
          <w:lang w:bidi="fa-IR"/>
        </w:rPr>
        <w:t>)</w:t>
      </w:r>
      <w:r w:rsidRPr="008F0715">
        <w:rPr>
          <w:rStyle w:val="libFootnotenumChar"/>
          <w:rtl/>
        </w:rPr>
        <w:t>(20)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تمام مواهب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هوش و ذکاوت و منابع تحت الارض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اراده مغلوب نشدن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مند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انسان در پرتو اراده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از آنها بهره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اعتماد</w:t>
      </w:r>
      <w:r>
        <w:rPr>
          <w:rtl/>
          <w:lang w:bidi="fa-IR"/>
        </w:rPr>
        <w:t xml:space="preserve"> به نفس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انسان به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 و خرد در پرتو قدرت اراده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جزم و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کار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کند و خود را بر انجام آن عمل توانا و قادر بشمرد و از تلق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سست کننده اراده جدا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.</w:t>
      </w:r>
    </w:p>
    <w:p w:rsidR="009E514B" w:rsidRDefault="009E514B" w:rsidP="008F07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جهانگردان</w:t>
      </w:r>
      <w:r>
        <w:rPr>
          <w:rtl/>
          <w:lang w:bidi="fa-IR"/>
        </w:rPr>
        <w:t xml:space="preserve"> و مردان مثبت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گذاران علوم و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واژه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</w:t>
      </w:r>
      <w:r w:rsidR="008F07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قاموس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حذف کرده بودند و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 از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. مرد منف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باف و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الاراده نه تنها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از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استفاده کند ، بلکه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مزاحم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بوده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مانع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 تشد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اراده ، عشق و شوق به کار و هدف است . نخست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بکوشد تا به هدف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. در خواب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صورت و رؤ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؛ بطور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فکر او بدون توجه 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مقصد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اهرام</w:t>
      </w:r>
      <w:r>
        <w:rPr>
          <w:rtl/>
          <w:lang w:bidi="fa-IR"/>
        </w:rPr>
        <w:t xml:space="preserve"> مصر ، کاخ کسر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باشکوه و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صد جلد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اراده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مغلوب نشدن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اشخاص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اراده مانند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شط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نداشته باشند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مصمم بسان شناوران </w:t>
      </w:r>
      <w:r>
        <w:rPr>
          <w:rtl/>
          <w:lang w:bidi="fa-IR"/>
        </w:rPr>
        <w:lastRenderedPageBreak/>
        <w:t>ماهر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در پرتو اراده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به هر سو بخواهند ، آب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شکافند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ناپلئون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کلمه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از قاموس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لغت محو گردد . او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واژه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دلتنگ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بخواه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.</w:t>
      </w:r>
    </w:p>
    <w:p w:rsidR="009E514B" w:rsidRDefault="009E514B" w:rsidP="008F07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اراده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معالجه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حل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مشکلات در پرتو قدرت اراده گشوده</w:t>
      </w:r>
      <w:r w:rsidR="008F07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به قول حافظ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83"/>
        <w:gridCol w:w="268"/>
        <w:gridCol w:w="3271"/>
      </w:tblGrid>
      <w:tr w:rsidR="008F0715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8F0715" w:rsidRDefault="008F07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ره منزل 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خطرهاست بس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F0715" w:rsidRDefault="008F0715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F0715" w:rsidRDefault="008F07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شرط</w:t>
            </w:r>
            <w:r>
              <w:rPr>
                <w:rtl/>
                <w:lang w:bidi="fa-IR"/>
              </w:rPr>
              <w:t xml:space="preserve"> اول قدم آنست که مجنون باش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F0715" w:rsidRDefault="008F0715" w:rsidP="009E514B">
      <w:pPr>
        <w:pStyle w:val="libNormal"/>
        <w:rPr>
          <w:rtl/>
          <w:lang w:bidi="fa-IR"/>
        </w:rPr>
      </w:pPr>
    </w:p>
    <w:p w:rsidR="009E514B" w:rsidRDefault="008F0715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8F0715">
      <w:pPr>
        <w:pStyle w:val="Heading2"/>
        <w:rPr>
          <w:rtl/>
          <w:lang w:bidi="fa-IR"/>
        </w:rPr>
      </w:pPr>
      <w:bookmarkStart w:id="14" w:name="_Toc1032488"/>
      <w:r>
        <w:rPr>
          <w:rtl/>
          <w:lang w:bidi="fa-IR"/>
        </w:rPr>
        <w:t>13</w:t>
      </w:r>
      <w:r w:rsidR="008F071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آشنائ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اوضاع زمان</w:t>
      </w:r>
      <w:bookmarkEnd w:id="14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اوضاع و شرائط زمان خود آشنا گردد ، مورد هجوم امور ناگهان واقع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قبل از هر کار اوضاع زمان و مقتض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روزگار را بدقت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؛ سپس مطابق شرائط زمان نقشه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با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گرفتن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شرط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رنجها و کارها به ثمر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.</w:t>
      </w:r>
    </w:p>
    <w:p w:rsidR="009E514B" w:rsidRDefault="009E514B" w:rsidP="008F07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از امام ششم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امام صادق </w:t>
      </w:r>
      <w:r w:rsidR="008F0715" w:rsidRPr="008F0715">
        <w:rPr>
          <w:rStyle w:val="libAlaemChar"/>
          <w:rFonts w:eastAsiaTheme="minorHAnsi"/>
          <w:rtl/>
        </w:rPr>
        <w:t>عليه‌السلام</w:t>
      </w:r>
      <w:r w:rsidR="008F071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فرمود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 العالم بزمانه لا تهجم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اللوابس </w:t>
      </w:r>
      <w:r w:rsidRPr="008F0715">
        <w:rPr>
          <w:rStyle w:val="libFootnotenumChar"/>
          <w:rtl/>
        </w:rPr>
        <w:t>(21)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اوضاع زمان و روزگار خود آشنا باشد ، هرگز مورد هجوم امور ناگهان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جهان ارزش دارد ؛ و اگر مسلمانان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ملل عقب مانده جهان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و کشوردار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، هرگز مغلوب ملل فاتح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گشتند 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به علت غفلت از اوضاع و تبدلات شگرف و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ملل فاتح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از آن غافلند .</w:t>
      </w:r>
    </w:p>
    <w:p w:rsidR="009E514B" w:rsidRDefault="009E514B" w:rsidP="008F07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تمدن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قدرت 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نبوغ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در علوم و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فنون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تحول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روم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. آنها بقدر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تحولات جهان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بودند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سربازان اسلام قسطنطن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محاصره کرده بودند ، دانشمندان آنها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مساءله خراف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سوزن</w:t>
      </w:r>
      <w:r w:rsidR="008F07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فرشته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رکود و خمود درباره مسلمانان پس از آنکه به اوج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رخ داد . رهبران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شرق و بالاخص ممالک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از تحولات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باختر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،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غافل بودند . آنها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شدند که اروپا علوم و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بود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شکستها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ملل اروپا ، 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نکرد . سران حکومت در حالت غفلت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آنها به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که فضا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شکافت افتاد ،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گمان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، کار بشر باشد ؛ بلکه تصور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مربوط به فرشته و پر</w:t>
      </w:r>
      <w:r>
        <w:rPr>
          <w:rFonts w:hint="cs"/>
          <w:rtl/>
          <w:lang w:bidi="fa-IR"/>
        </w:rPr>
        <w:t>ی</w:t>
      </w:r>
      <w:r w:rsidR="008F07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هاست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قرن</w:t>
      </w:r>
      <w:r>
        <w:rPr>
          <w:rtl/>
          <w:lang w:bidi="fa-IR"/>
        </w:rPr>
        <w:t xml:space="preserve"> نوزده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قرن طلائ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اختراعات بود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آن دوران گرفتار کشمشها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زد و خوردها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ملوک الطوا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. زمانداران بقدر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خواب خرگوش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 رفته بودند که از آن صفحه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بودند . بد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عنوان نمونه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را بشنو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9E514B" w:rsidRDefault="009E514B" w:rsidP="008F07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دوران زماندار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فتحعل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شاه</w:t>
      </w:r>
      <w:r>
        <w:rPr>
          <w:rtl/>
          <w:lang w:bidi="fa-IR"/>
        </w:rPr>
        <w:t xml:space="preserve"> ، ناپلئون که در صدد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هند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آن کشور زرخ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از چنگال کمپان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کشد ،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جلب قلوب دولت و ملت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به شاه قاجار نوشت . در تمام دربار شاه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نشد نامه ناپلئون را ترجمه کند و از دادن </w:t>
      </w:r>
      <w:r>
        <w:rPr>
          <w:rFonts w:hint="eastAsia"/>
          <w:rtl/>
          <w:lang w:bidi="fa-IR"/>
        </w:rPr>
        <w:t>نامه</w:t>
      </w:r>
      <w:r>
        <w:rPr>
          <w:rtl/>
          <w:lang w:bidi="fa-IR"/>
        </w:rPr>
        <w:t xml:space="preserve"> به کنسولگر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8F071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اعضاء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نامه را به کنسولگر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در بغداد فرستادند تا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اعضاء آن که به زبان فرانسه آشنائ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، آنرا ترجمه کنند .</w:t>
      </w:r>
      <w:r w:rsidRPr="008F0715">
        <w:rPr>
          <w:rStyle w:val="libFootnotenumChar"/>
          <w:rtl/>
        </w:rPr>
        <w:t xml:space="preserve"> (22)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ملت خواب آلود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استقلال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حفظ کند و همواره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وابسته به ملل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شاعر توانا و سخن ساز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شعله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غم و اندوه خود را در قالب شعر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4"/>
        <w:gridCol w:w="267"/>
        <w:gridCol w:w="3331"/>
      </w:tblGrid>
      <w:tr w:rsidR="008F0715" w:rsidTr="00E90A47">
        <w:trPr>
          <w:trHeight w:val="350"/>
        </w:trPr>
        <w:tc>
          <w:tcPr>
            <w:tcW w:w="3324" w:type="dxa"/>
            <w:shd w:val="clear" w:color="auto" w:fill="auto"/>
          </w:tcPr>
          <w:p w:rsidR="008F0715" w:rsidRDefault="008F07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که از پادشهان باج گرفت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8F0715" w:rsidRDefault="008F0715" w:rsidP="00897C24">
            <w:pPr>
              <w:pStyle w:val="libPoem"/>
              <w:rPr>
                <w:rtl/>
              </w:rPr>
            </w:pPr>
          </w:p>
        </w:tc>
        <w:tc>
          <w:tcPr>
            <w:tcW w:w="3331" w:type="dxa"/>
            <w:shd w:val="clear" w:color="auto" w:fill="auto"/>
          </w:tcPr>
          <w:p w:rsidR="008F0715" w:rsidRDefault="008F07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آن پس که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شان</w:t>
            </w:r>
            <w:r>
              <w:rPr>
                <w:rtl/>
                <w:lang w:bidi="fa-IR"/>
              </w:rPr>
              <w:t xml:space="preserve"> کمر و تاج گرفت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715" w:rsidTr="00E90A47">
        <w:trPr>
          <w:trHeight w:val="350"/>
        </w:trPr>
        <w:tc>
          <w:tcPr>
            <w:tcW w:w="3324" w:type="dxa"/>
          </w:tcPr>
          <w:p w:rsidR="008F0715" w:rsidRDefault="008F07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و سر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از گهر و عاج گرفت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8F0715" w:rsidRDefault="008F0715" w:rsidP="00897C24">
            <w:pPr>
              <w:pStyle w:val="libPoem"/>
              <w:rPr>
                <w:rtl/>
              </w:rPr>
            </w:pPr>
          </w:p>
        </w:tc>
        <w:tc>
          <w:tcPr>
            <w:tcW w:w="3331" w:type="dxa"/>
          </w:tcPr>
          <w:p w:rsidR="008F0715" w:rsidRDefault="008F07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اموال</w:t>
            </w:r>
            <w:r>
              <w:rPr>
                <w:rtl/>
                <w:lang w:bidi="fa-IR"/>
              </w:rPr>
              <w:t xml:space="preserve"> و ذخا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رشان</w:t>
            </w:r>
            <w:r>
              <w:rPr>
                <w:rtl/>
                <w:lang w:bidi="fa-IR"/>
              </w:rPr>
              <w:t xml:space="preserve"> تاراج گرفت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715" w:rsidTr="00E90A47">
        <w:trPr>
          <w:trHeight w:val="350"/>
        </w:trPr>
        <w:tc>
          <w:tcPr>
            <w:tcW w:w="3324" w:type="dxa"/>
          </w:tcPr>
          <w:p w:rsidR="008F0715" w:rsidRDefault="008F07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اند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شه</w:t>
            </w:r>
            <w:r>
              <w:rPr>
                <w:rtl/>
                <w:lang w:bidi="fa-IR"/>
              </w:rPr>
              <w:t xml:space="preserve"> نکرد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ز طوفان و زت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8F0715" w:rsidRDefault="008F0715" w:rsidP="00897C24">
            <w:pPr>
              <w:pStyle w:val="libPoem"/>
              <w:rPr>
                <w:rtl/>
              </w:rPr>
            </w:pPr>
          </w:p>
        </w:tc>
        <w:tc>
          <w:tcPr>
            <w:tcW w:w="3331" w:type="dxa"/>
          </w:tcPr>
          <w:p w:rsidR="008F0715" w:rsidRDefault="008F0715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و ختن و لوله از 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بت</w:t>
            </w:r>
            <w:r>
              <w:rPr>
                <w:rtl/>
                <w:lang w:bidi="fa-IR"/>
              </w:rPr>
              <w:t xml:space="preserve"> ما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715" w:rsidTr="00E90A47">
        <w:trPr>
          <w:trHeight w:val="350"/>
        </w:trPr>
        <w:tc>
          <w:tcPr>
            <w:tcW w:w="3324" w:type="dxa"/>
          </w:tcPr>
          <w:p w:rsidR="008F0715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مصر و عدن غلغله از شوکت ما بود</w:t>
            </w:r>
            <w:r w:rsidR="008F07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8F0715" w:rsidRDefault="008F0715" w:rsidP="00897C24">
            <w:pPr>
              <w:pStyle w:val="libPoem"/>
              <w:rPr>
                <w:rtl/>
              </w:rPr>
            </w:pPr>
          </w:p>
        </w:tc>
        <w:tc>
          <w:tcPr>
            <w:tcW w:w="3331" w:type="dxa"/>
          </w:tcPr>
          <w:p w:rsidR="008F0715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اندلس و روم 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قدرت ما بود</w:t>
            </w:r>
            <w:r w:rsidR="008F07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A47" w:rsidTr="00E90A47">
        <w:tblPrEx>
          <w:tblLook w:val="04A0"/>
        </w:tblPrEx>
        <w:trPr>
          <w:trHeight w:val="350"/>
        </w:trPr>
        <w:tc>
          <w:tcPr>
            <w:tcW w:w="3324" w:type="dxa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غرناطه</w:t>
            </w:r>
            <w:r>
              <w:rPr>
                <w:rtl/>
                <w:lang w:bidi="fa-IR"/>
              </w:rPr>
              <w:t xml:space="preserve"> و اشب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در طاعت ما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E90A47" w:rsidRDefault="00E90A47" w:rsidP="00897C24">
            <w:pPr>
              <w:pStyle w:val="libPoem"/>
              <w:rPr>
                <w:rtl/>
              </w:rPr>
            </w:pPr>
          </w:p>
        </w:tc>
        <w:tc>
          <w:tcPr>
            <w:tcW w:w="3331" w:type="dxa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صقل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نهان در کنف 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ما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A47" w:rsidTr="00E90A47">
        <w:tblPrEx>
          <w:tblLook w:val="04A0"/>
        </w:tblPrEx>
        <w:trPr>
          <w:trHeight w:val="350"/>
        </w:trPr>
        <w:tc>
          <w:tcPr>
            <w:tcW w:w="3324" w:type="dxa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فرمان</w:t>
            </w:r>
            <w:r>
              <w:rPr>
                <w:rtl/>
                <w:lang w:bidi="fa-IR"/>
              </w:rPr>
              <w:t xml:space="preserve"> هما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ون</w:t>
            </w:r>
            <w:r>
              <w:rPr>
                <w:rtl/>
                <w:lang w:bidi="fa-IR"/>
              </w:rPr>
              <w:t xml:space="preserve"> قضا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ما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E90A47" w:rsidRDefault="00E90A47" w:rsidP="00897C24">
            <w:pPr>
              <w:pStyle w:val="libPoem"/>
              <w:rPr>
                <w:rtl/>
              </w:rPr>
            </w:pPr>
          </w:p>
        </w:tc>
        <w:tc>
          <w:tcPr>
            <w:tcW w:w="3331" w:type="dxa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زم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و فلک و ثابت و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مضون</w:t>
      </w:r>
      <w:r>
        <w:rPr>
          <w:rtl/>
          <w:lang w:bidi="fa-IR"/>
        </w:rPr>
        <w:t xml:space="preserve"> اشعار مربوط به دوره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مسلمان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 فعال بودند و به عبارت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تر مربوط به گذشته پرافتخار جهان شرق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اکنون وضع چگونه است ؟ از زبان همان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E90A47" w:rsidTr="00E90A47">
        <w:trPr>
          <w:trHeight w:val="350"/>
        </w:trPr>
        <w:tc>
          <w:tcPr>
            <w:tcW w:w="3344" w:type="dxa"/>
            <w:shd w:val="clear" w:color="auto" w:fill="auto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افسوس</w:t>
            </w:r>
            <w:r>
              <w:rPr>
                <w:rtl/>
                <w:lang w:bidi="fa-IR"/>
              </w:rPr>
              <w:t xml:space="preserve"> که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مرزعه را آب گرفته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E90A47" w:rsidRDefault="00E90A47" w:rsidP="00897C24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دهقان</w:t>
            </w:r>
            <w:r>
              <w:rPr>
                <w:rtl/>
                <w:lang w:bidi="fa-IR"/>
              </w:rPr>
              <w:t xml:space="preserve"> مص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بت</w:t>
            </w:r>
            <w:r>
              <w:rPr>
                <w:rtl/>
                <w:lang w:bidi="fa-IR"/>
              </w:rPr>
              <w:t xml:space="preserve"> زده را خواب گرفته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A47" w:rsidTr="00E90A47">
        <w:trPr>
          <w:trHeight w:val="350"/>
        </w:trPr>
        <w:tc>
          <w:tcPr>
            <w:tcW w:w="3344" w:type="dxa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خون</w:t>
            </w:r>
            <w:r>
              <w:rPr>
                <w:rtl/>
                <w:lang w:bidi="fa-IR"/>
              </w:rPr>
              <w:t xml:space="preserve"> دل ما رنگ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ناب گرفته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E90A47" w:rsidRDefault="00E90A47" w:rsidP="00897C2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ز سوزش تب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کر</w:t>
            </w:r>
            <w:r>
              <w:rPr>
                <w:rtl/>
                <w:lang w:bidi="fa-IR"/>
              </w:rPr>
              <w:t xml:space="preserve"> ما تاب گرفته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0A47" w:rsidTr="00E90A47">
        <w:trPr>
          <w:trHeight w:val="350"/>
        </w:trPr>
        <w:tc>
          <w:tcPr>
            <w:tcW w:w="3344" w:type="dxa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رخسار</w:t>
            </w:r>
            <w:r>
              <w:rPr>
                <w:rtl/>
                <w:lang w:bidi="fa-IR"/>
              </w:rPr>
              <w:t xml:space="preserve"> هنر ، گونه مهتاب گرفته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E90A47" w:rsidRDefault="00E90A47" w:rsidP="00897C2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E90A47" w:rsidRDefault="00E90A47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چشمان</w:t>
            </w:r>
            <w:r>
              <w:rPr>
                <w:rtl/>
                <w:lang w:bidi="fa-IR"/>
              </w:rPr>
              <w:t xml:space="preserve"> خرد ، پرده ز خوناب </w:t>
            </w:r>
            <w:r>
              <w:rPr>
                <w:rtl/>
                <w:lang w:bidi="fa-IR"/>
              </w:rPr>
              <w:lastRenderedPageBreak/>
              <w:t>گرفته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ثروت</w:t>
      </w:r>
      <w:r>
        <w:rPr>
          <w:rtl/>
          <w:lang w:bidi="fa-IR"/>
        </w:rPr>
        <w:t xml:space="preserve"> شده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صحت شده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دستگاه</w:t>
      </w:r>
      <w:r>
        <w:rPr>
          <w:rtl/>
          <w:lang w:bidi="fa-IR"/>
        </w:rPr>
        <w:t xml:space="preserve"> بزرگ پاپ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حکومت ظالمانه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درهم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با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دادن دائره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خواست قدرت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حفظ کند ، اما سخت در اشتباه بود . او از تحولات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دل توده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به وجود آمده بود و هر لحظه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افکار پوشال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پاپها را به صورت توده خاکستر درآورد غافل بود و آنها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تصور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زجر و کشتن و جبر و عنف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جلو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دگرگون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بود و اگر در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لحظات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خود ، نقشه 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خود را با وضع زمان تطب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، اکنون از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در جهان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 آلود خود را پاک کرد و با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با تاس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دبستان و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رستان</w:t>
      </w:r>
      <w:r>
        <w:rPr>
          <w:rtl/>
          <w:lang w:bidi="fa-IR"/>
        </w:rPr>
        <w:t xml:space="preserve"> و دانشگاه ، با خدمات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بارد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قرن نوزده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متوجه تحولات غرب شد و شرائط زمان را درک کرده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دوران جنگ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کمان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، و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نحوه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دگرگون ساخته است .</w:t>
      </w:r>
    </w:p>
    <w:p w:rsidR="009E514B" w:rsidRDefault="009E514B" w:rsidP="00E90A4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آشنائ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اوضاع جهان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علل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عقب افتاده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اقتصاد وابسته به غرب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کشورها را به صورت بازار کالاها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 درآورده و اروپا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کننده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کشورها مصرف کننده کالاها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شده اند .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وابستگ</w:t>
      </w:r>
      <w:r>
        <w:rPr>
          <w:rFonts w:hint="cs"/>
          <w:rtl/>
          <w:lang w:bidi="fa-IR"/>
        </w:rPr>
        <w:t>ی</w:t>
      </w:r>
      <w:r w:rsidR="00E90A4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عبارت بهتر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سبب شده است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استعداد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لذا</w:t>
      </w:r>
      <w:r>
        <w:rPr>
          <w:rtl/>
          <w:lang w:bidi="fa-IR"/>
        </w:rPr>
        <w:t xml:space="preserve"> در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سال 1266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مطابق با 1849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دارالفنون را آغاز کرد و ساختمان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در اواخر 1267 بپا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مورد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خود را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فرستاد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معلم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نظام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معلم توپخانه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معلم سواره نظام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معلم هندسه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استاد معدن شناس ، دو نفر معدتچ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معلم طب و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lang w:bidi="fa-IR"/>
        </w:rPr>
        <w:t>ʙà</w:t>
      </w:r>
      <w:r>
        <w:rPr>
          <w:rtl/>
          <w:lang w:bidi="fa-IR"/>
        </w:rPr>
        <w:t>نفر داروساز از کشور 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حقوق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 هزار تومان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مدت پنج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شش سال است</w:t>
      </w:r>
      <w:r>
        <w:rPr>
          <w:lang w:bidi="fa-IR"/>
        </w:rPr>
        <w:t>ΘϘǙŠ</w:t>
      </w:r>
      <w:r>
        <w:rPr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منظور بسط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اهل فن گذاشت و در 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کارخانه شکر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در تهران کارخانه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سمان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چلوار باف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در کاشان کارخانه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اصفهان و تهران کارخانه سماور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کالسکه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تاءس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کرد . و به نساجان اصفهان و کاشا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نمود و استاد کاران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منسوجات و مصنوعات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اختراع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،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 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محصولات صنعت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در ارک تهران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متاءسفانه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خاموش کردن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مشعل فروزان ملت ، دسته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خائن به راه افتادند و در اوائل افتتاح دارالفنون در سال 1268 دژخ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قاجار او را کشتند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BA6A3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راه شوسه و خودرو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رواج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، بازار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اسب و الاغ و کجاوه رونق خود را از</w:t>
      </w:r>
      <w:r w:rsidR="00BA6A3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داد و کجاوه داران </w:t>
      </w:r>
      <w:r w:rsidR="00BA6A38">
        <w:rPr>
          <w:rFonts w:hint="cs"/>
          <w:rtl/>
          <w:lang w:bidi="fa-IR"/>
        </w:rPr>
        <w:t>به</w:t>
      </w:r>
      <w:r>
        <w:rPr>
          <w:rtl/>
          <w:lang w:bidi="fa-IR"/>
        </w:rPr>
        <w:t xml:space="preserve"> ناله و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پرداخته </w:t>
      </w:r>
      <w:r>
        <w:rPr>
          <w:rtl/>
          <w:lang w:bidi="fa-IR"/>
        </w:rPr>
        <w:lastRenderedPageBreak/>
        <w:t>و از حکومت وقت خواستند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رانندگان خودروها پروانه کسب صادر نکند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افکار ، محصول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تحولات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بسا بازرگانان ما دست به کارهائ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که جهان امروز آن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پسندد ؛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عمل آنها مبازره با تحول و تکامل است و بالنت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با شکست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ما به ارزش گفتار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بزرگ خود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فرمود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 لا تعادوا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فتعاد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،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با زمانه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گرنه با شما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خواهد نمود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موفق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روح زمان را درک کند و وجود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دشمن را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دانشمندان</w:t>
      </w:r>
      <w:r>
        <w:rPr>
          <w:rtl/>
          <w:lang w:bidi="fa-IR"/>
        </w:rPr>
        <w:t xml:space="preserve"> ، دشمن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شمارند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دشمن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ما را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قلم خود منعکس سازد و ما را از نخوت و غرور پائ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آورده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بروز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نهفته کمک کند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شرق و غرب معلول رقابتهاست . اگر رقابت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برود ، استعدادها ، مثل گل شکفته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BA6A38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BA6A38">
      <w:pPr>
        <w:pStyle w:val="Heading2"/>
        <w:rPr>
          <w:rtl/>
          <w:lang w:bidi="fa-IR"/>
        </w:rPr>
      </w:pPr>
      <w:bookmarkStart w:id="15" w:name="_Toc1032489"/>
      <w:r>
        <w:rPr>
          <w:rtl/>
          <w:lang w:bidi="fa-IR"/>
        </w:rPr>
        <w:t>14</w:t>
      </w:r>
      <w:r w:rsidR="00BA6A3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تجربه اندوز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شکستها</w:t>
      </w:r>
      <w:bookmarkEnd w:id="15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آنقدر</w:t>
      </w:r>
      <w:r>
        <w:rPr>
          <w:rtl/>
          <w:lang w:bidi="fa-IR"/>
        </w:rPr>
        <w:t xml:space="preserve"> شکست خوردم که راه شکست دادن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گرفتم .</w:t>
      </w:r>
    </w:p>
    <w:p w:rsidR="009E514B" w:rsidRDefault="009E514B" w:rsidP="00BA6A3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BA6A38">
        <w:rPr>
          <w:rFonts w:hint="cs"/>
          <w:rtl/>
          <w:lang w:bidi="fa-IR"/>
        </w:rPr>
        <w:t>ز</w:t>
      </w:r>
      <w:r>
        <w:rPr>
          <w:rtl/>
          <w:lang w:bidi="fa-IR"/>
        </w:rPr>
        <w:t xml:space="preserve"> رموز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شکست نهراس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شکست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نواقص و اش</w:t>
      </w:r>
      <w:r w:rsidR="00BA6A38">
        <w:rPr>
          <w:rFonts w:hint="cs"/>
          <w:rtl/>
          <w:lang w:bidi="fa-IR"/>
        </w:rPr>
        <w:t>ت</w:t>
      </w:r>
      <w:r>
        <w:rPr>
          <w:rtl/>
          <w:lang w:bidi="fa-IR"/>
        </w:rPr>
        <w:t>باهات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 مردان بزرگ شکست را پل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و کوشش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علل و</w:t>
      </w:r>
      <w:r w:rsidR="00BA6A3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موجبات</w:t>
      </w:r>
      <w:r>
        <w:rPr>
          <w:rtl/>
          <w:lang w:bidi="fa-IR"/>
        </w:rPr>
        <w:t xml:space="preserve"> آن تکرار نشود 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شکست خوردن را شکست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؛ بلکه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ترسند از شکست ، شکست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بخورند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صفحات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پس از شکست به دست آمده است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شکست خورده ها با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زنده و اراده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قاطع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، و خود را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در آستانه قرار داده اند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شکست</w:t>
      </w:r>
      <w:r>
        <w:rPr>
          <w:rtl/>
          <w:lang w:bidi="fa-IR"/>
        </w:rPr>
        <w:t xml:space="preserve"> خوردگان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خود را در هنگام شکست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بازند و افتان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به 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بالاخره به مقصد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.</w:t>
      </w:r>
    </w:p>
    <w:p w:rsidR="009E514B" w:rsidRDefault="009E514B" w:rsidP="00BA6A3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جنگ احد بر اثر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شکست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مجاهدان اسلام وارد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شکست بقدر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بود که آن همه فتوحات را بدنبال آورد </w:t>
      </w:r>
      <w:r>
        <w:rPr>
          <w:rFonts w:hint="eastAsia"/>
          <w:rtl/>
          <w:lang w:bidi="fa-IR"/>
        </w:rPr>
        <w:t>ناپلئون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آنقدر شکست خوردم که راه شکست دادن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گرفتم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به قول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شکست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ناتوانها زهر کشنده ،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 پلکان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BA6A3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 ، نوم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اثر بارز شکست است ، گناه بزرگ شمرده شده ، و از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گفته اند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گفته اند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در نامراد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مراد است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در نوم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. </w:t>
      </w:r>
      <w:r w:rsidR="0094599D">
        <w:rPr>
          <w:rtl/>
          <w:lang w:bidi="fa-IR"/>
        </w:rPr>
        <w:t>)</w:t>
      </w:r>
    </w:p>
    <w:p w:rsidR="009E514B" w:rsidRDefault="009E514B" w:rsidP="00BA6A3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نابغه</w:t>
      </w:r>
      <w:r>
        <w:rPr>
          <w:rtl/>
          <w:lang w:bidi="fa-IR"/>
        </w:rPr>
        <w:t xml:space="preserve">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، نائب السطنه ، نادر پس از آن که باختران را از دست ترکان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، متوجه فتح بغداد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سامرا ، کربلا ، نجف و چند شهر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عراق را اشغال نمود . سپس بغداد را محاصره کرد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توپال پاشا با هشتاد هزار تن از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سربازان ترک به کمک محاصره شدگان شتافت 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توپها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مجهز بود و از لحاظ تعداد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. در اثناء جنگ ، اسب نادر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در غلط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سربازان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نادر کشته شده ، دچار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. نادر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فرمان عقب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 30000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20000 ترک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نابود شدند و کله توپخانه و تمام ساز و برگ نادر به دست عثمان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افتاد . نادر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سربازان او کفش بپا نداشتند با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روبه من</w:t>
      </w:r>
      <w:r w:rsidR="00BA6A38">
        <w:rPr>
          <w:rFonts w:hint="cs"/>
          <w:rtl/>
          <w:lang w:bidi="fa-IR"/>
        </w:rPr>
        <w:t>ز</w:t>
      </w:r>
      <w:r>
        <w:rPr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شکست در افراد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نقطه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نادر را نجات داد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شکست را برخود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از شکست ، شکست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نخورد و پس از بازگشت به همدان ، توده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سراسر کشور را فرا خواند و در ظرف دو ماه ارتش منظم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شماره آنها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هزار نفر کمتر نبود و ترکان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سخت شکست داد . او بغداد را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محاصره کرد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 w:rsidR="00BA6A38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زانو در آورد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دولت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متعهد شد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ظرف ده سال به تصرف در آورده بود به ملت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بار گرداند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BA6A3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بهرام</w:t>
      </w:r>
      <w:r>
        <w:rPr>
          <w:rtl/>
          <w:lang w:bidi="fa-IR"/>
        </w:rPr>
        <w:t xml:space="preserve"> ، سردار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شکار داشت و از اوضاع 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آنها حکومت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بود . او فقط رژه</w:t>
      </w:r>
      <w:r w:rsidR="00BA6A3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منظم ارتش و خضوع و تملق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اوضاع ملت و زندان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گناه</w:t>
      </w:r>
      <w:r>
        <w:rPr>
          <w:rtl/>
          <w:lang w:bidi="fa-IR"/>
        </w:rPr>
        <w:t xml:space="preserve"> اطلاع نداشت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شرائط ن</w:t>
      </w:r>
      <w:r w:rsidR="00BA6A3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در مرزها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کشور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A6A38">
        <w:rPr>
          <w:rFonts w:hint="cs"/>
          <w:rtl/>
          <w:lang w:bidi="fa-IR"/>
        </w:rPr>
        <w:t>ر</w:t>
      </w:r>
      <w:r>
        <w:rPr>
          <w:rtl/>
          <w:lang w:bidi="fa-IR"/>
        </w:rPr>
        <w:t>خ داد و او مجبور شد از مردم استمداد بطلبد تا با او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دعوت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سرد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مساعدت لازم را انجام ندادند . او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فوق العاده متاءثر گشت و در فکر چاره بر آمد تا علت شکست خود را به دست آورد 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اشکالات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دستگاهها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مملکت وجود دارد که از چشم او پنهان است و موجب بدب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دلسرد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نسبت به حکومت وقت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.</w:t>
      </w:r>
    </w:p>
    <w:p w:rsidR="009E514B" w:rsidRDefault="009E514B" w:rsidP="00BA6A3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مبدل از شهر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پوست سگ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برابر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خود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کرده است . سردار جلو رفت و سلام کرد و علت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کردن پوست سگ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پس از اصرار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، آن مرد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پاسخ داد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معاش من گوسفندان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مراتع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؛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سگ حراست و حفاظت گوسفندان را به عهده داشت . من و چوپان گله ، با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آسوده ، در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توسعه کار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چوپان گفت امروز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راءس از گوسفندان طعمه گرگ شده . فردا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تکرار شد و پس فردا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 . . من به سگ بد گمان شدم و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همراه چوپان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سگ را تحت مراقبت قرار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سگ نر با چند</w:t>
      </w:r>
      <w:r w:rsidR="00BA6A3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گرگ</w:t>
      </w:r>
      <w:r>
        <w:rPr>
          <w:rtl/>
          <w:lang w:bidi="fa-IR"/>
        </w:rPr>
        <w:t xml:space="preserve"> ماده دوست شده و آنها را در ربودن و کشتن گوسفندان آزاد گذارده است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اعتماد ما به سگ موجب ضرر ما شده بود . لذا من سگ را سربر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،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</w:t>
      </w:r>
      <w:r>
        <w:rPr>
          <w:rtl/>
          <w:lang w:bidi="fa-IR"/>
        </w:rPr>
        <w:lastRenderedPageBreak/>
        <w:t>در آوردم تا مردم بدانند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خود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ورزد ، 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. </w:t>
      </w:r>
      <w:r w:rsidR="0094599D">
        <w:rPr>
          <w:rtl/>
          <w:lang w:bidi="fa-IR"/>
        </w:rPr>
        <w:t>)</w:t>
      </w:r>
    </w:p>
    <w:p w:rsidR="009E514B" w:rsidRDefault="009E514B" w:rsidP="00BA6A3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زماندار را بفکر انداخت و با خود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شکست من معلول اعتماد فزونتر از حد من به حواش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 بدون اطلاع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با طبقات مختلف مردم تماس گرفت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 حبس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افراد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، به جرم نپردا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نامشروع روانه زندانها شده اند 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امور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 ، متجاوزان را مجازات ک</w:t>
      </w:r>
      <w:r w:rsidR="00BA6A38">
        <w:rPr>
          <w:rFonts w:hint="cs"/>
          <w:rtl/>
          <w:lang w:bidi="fa-IR"/>
        </w:rPr>
        <w:t>ر</w:t>
      </w:r>
      <w:r>
        <w:rPr>
          <w:rtl/>
          <w:lang w:bidi="fa-IR"/>
        </w:rPr>
        <w:t>د و موجبات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ملت را فراهم ساخت .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موج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عواطف مردم متوجه او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BA6A38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BA6A38">
      <w:pPr>
        <w:pStyle w:val="Heading2"/>
        <w:rPr>
          <w:rtl/>
          <w:lang w:bidi="fa-IR"/>
        </w:rPr>
      </w:pPr>
      <w:bookmarkStart w:id="16" w:name="_Toc1032490"/>
      <w:r>
        <w:rPr>
          <w:rtl/>
          <w:lang w:bidi="fa-IR"/>
        </w:rPr>
        <w:t>15</w:t>
      </w:r>
      <w:r w:rsidR="00BA6A3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شهامت و شجاعت</w:t>
      </w:r>
      <w:bookmarkEnd w:id="16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هر نقطه عطف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آلام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. هرگونه اصلاح و تحول با رنج و زحمت تواءم است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پرتو شهامت و شجاعت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برتمام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مشکلات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آمد .</w:t>
      </w:r>
    </w:p>
    <w:p w:rsidR="009E514B" w:rsidRDefault="009E514B" w:rsidP="00843D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شهامت</w:t>
      </w:r>
      <w:r>
        <w:rPr>
          <w:rtl/>
          <w:lang w:bidi="fa-IR"/>
        </w:rPr>
        <w:t xml:space="preserve"> و شجاعت نشانه مردانگ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کارها پل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اصطلاحات و انقلابات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بدون شهامت و شجاعت صورت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 افراد زبون و ترسو که بسان مرغان کز کرده در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و از ترس مردم ، ملت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دشمن دست به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 w:rsidR="00843D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، هرگز مبداء آثار و تحولات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 اگر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 کنند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کوشند وضع موجود را حفظ کنند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با شهامت و شجاعت با در نظر گرفتن ارزش هدف ، پس از طرح نقشه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جوانب کار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سود اقدام ، بدون پروا دست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تهور و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جنون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شهامت و شجاعت فاصله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. افراد متهور نسنج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وارد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سود اق</w:t>
      </w:r>
      <w:r>
        <w:rPr>
          <w:rFonts w:hint="eastAsia"/>
          <w:rtl/>
          <w:lang w:bidi="fa-IR"/>
        </w:rPr>
        <w:t>دام</w:t>
      </w:r>
      <w:r>
        <w:rPr>
          <w:rtl/>
          <w:lang w:bidi="fa-IR"/>
        </w:rPr>
        <w:t xml:space="preserve"> را در نظر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اگر نقشه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 ، نقشه آنها مورد پسند خردمندان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 آنها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زور بازو را خورده و مغرور قدرت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فوق را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قطعه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843D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رحلت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لمه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نبوت نمود . سربازان اسلام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عازم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. سپاه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لمه</w:t>
      </w:r>
      <w:r>
        <w:rPr>
          <w:rtl/>
          <w:lang w:bidi="fa-IR"/>
        </w:rPr>
        <w:t xml:space="preserve"> تار و مار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در باغ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قطعه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</w:t>
      </w:r>
      <w:r>
        <w:rPr>
          <w:rtl/>
          <w:lang w:bidi="fa-IR"/>
        </w:rPr>
        <w:lastRenderedPageBreak/>
        <w:t>گرفته بود پناهنده شد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قلعه ، وسائ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هر نظر تا چند ماه فراهم بود ؛ مسلمانان چند روز در اطراف قطعه ماندند لکن نتوانستند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ببرند . شورا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ابودجانه که افسر نامور اسلام بود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در مرحله نخست ،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هدف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 : اگر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لمه</w:t>
      </w:r>
      <w:r>
        <w:rPr>
          <w:rtl/>
          <w:lang w:bidi="fa-IR"/>
        </w:rPr>
        <w:t xml:space="preserve">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نشود ، پس از رفع محاصره ، باز با نقشه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گرد</w:t>
      </w:r>
      <w:r w:rsidR="00843D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آورده</w:t>
      </w:r>
      <w:r>
        <w:rPr>
          <w:rtl/>
          <w:lang w:bidi="fa-IR"/>
        </w:rPr>
        <w:t xml:space="preserve"> به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خواهد پرداخت و ز</w:t>
      </w:r>
      <w:r w:rsidR="00843D02">
        <w:rPr>
          <w:rFonts w:hint="cs"/>
          <w:rtl/>
          <w:lang w:bidi="fa-IR"/>
        </w:rPr>
        <w:t>ی</w:t>
      </w:r>
      <w:r>
        <w:rPr>
          <w:rtl/>
          <w:lang w:bidi="fa-IR"/>
        </w:rPr>
        <w:t>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ببار خواهد آورد ؛ پس اگر در راه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نفر کشته شوند ، ارزش خواهد داشت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نقشه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گفتگو قرار گرفت و ابودجانه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ده نفر از خود گذشته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که جان خود را در 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هدف از دست بدهند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؛ بلافاصله ده نفر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اعلام کردند . بعدا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ده نفر که من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آنها هستم جدا جدا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سربازان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سپر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دست او به لب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برسد ؛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ده نفر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بام قرار گرفتند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طناب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اندازند و وارد باغ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 نخست من طناب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اندازم ، وارد باغ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و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. اگر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من ک</w:t>
      </w:r>
      <w:r>
        <w:rPr>
          <w:rFonts w:hint="eastAsia"/>
          <w:rtl/>
          <w:lang w:bidi="fa-IR"/>
        </w:rPr>
        <w:t>شته</w:t>
      </w:r>
      <w:r>
        <w:rPr>
          <w:rtl/>
          <w:lang w:bidi="fa-IR"/>
        </w:rPr>
        <w:t xml:space="preserve"> شدم ، دوم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شود .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جلوتر رود ؛ اگر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سرنوشت من دچار شد ، سوم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باغ شود ؛ بالاخره بر اثر جانباز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نفرات ،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نفر خود را به درب باغ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خواهد توانست درب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سربازان اسلام باز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اتفاقا</w:t>
      </w:r>
      <w:r>
        <w:rPr>
          <w:rtl/>
          <w:lang w:bidi="fa-IR"/>
        </w:rPr>
        <w:t xml:space="preserve"> ابودجانه به تنهائ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کرد و شخصا طناب انداخت و وارد باغ شد و پس از نبرد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 شد درب باغ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سربازان اسلام باز کند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لانه فساد را با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کشتن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لمه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843D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افسر</w:t>
      </w:r>
      <w:r w:rsidR="00843D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شهامت نبود هرگز امکان نداشت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سنگر گرفته شود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تخس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اسپان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،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فرمانده کل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جبهه 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، به فکر فتح و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اروپا افتاد و غلام خود ، طارق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، را به عنوان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اکتشاف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روانه سمت اسپان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کرد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طارق به محل مامور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دشمن را از هر نظر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داد 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حمله آماده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خود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اگر بخواهد گزارشها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فرمانده کل بفرستد و منتظر دستور شود جه بسا ممکن است دشمن متوجه گردد ؛ لذا دستور داد تمام کشت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آنها از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عبور کرده بودند آتش بزنند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شعله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از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 برخ</w:t>
      </w:r>
      <w:r w:rsidR="00843D02">
        <w:rPr>
          <w:rFonts w:hint="cs"/>
          <w:rtl/>
          <w:lang w:bidi="fa-IR"/>
        </w:rPr>
        <w:t>و</w:t>
      </w:r>
      <w:r>
        <w:rPr>
          <w:rtl/>
          <w:lang w:bidi="fa-IR"/>
        </w:rPr>
        <w:t>است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اعتراض کردند و گفتند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توبا سوزاندن کشت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، ما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دستمان را از خانه و منزلمان کوتاه نمود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طارق گفت :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4599D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9E514B">
        <w:rPr>
          <w:rtl/>
          <w:lang w:bidi="fa-IR"/>
        </w:rPr>
        <w:t>مرد مسلمان مانند مرغ ن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ست</w:t>
      </w:r>
      <w:r w:rsidR="009E514B">
        <w:rPr>
          <w:rtl/>
          <w:lang w:bidi="fa-IR"/>
        </w:rPr>
        <w:t xml:space="preserve"> که آش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انه</w:t>
      </w:r>
      <w:r w:rsidR="009E514B">
        <w:rPr>
          <w:rtl/>
          <w:lang w:bidi="fa-IR"/>
        </w:rPr>
        <w:t xml:space="preserve"> مخصوص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داشته باشد . </w:t>
      </w:r>
      <w:r>
        <w:rPr>
          <w:rtl/>
          <w:lang w:bidi="fa-IR"/>
        </w:rPr>
        <w:t>)</w:t>
      </w:r>
    </w:p>
    <w:p w:rsidR="009E514B" w:rsidRDefault="009E514B" w:rsidP="00843D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در دامنه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امروز آن را جبل الطارق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، در برابر امواج خو</w:t>
      </w:r>
      <w:r w:rsidR="00843D02">
        <w:rPr>
          <w:rFonts w:hint="cs"/>
          <w:rtl/>
          <w:lang w:bidi="fa-IR"/>
        </w:rPr>
        <w:t>ر</w:t>
      </w:r>
      <w:r>
        <w:rPr>
          <w:rtl/>
          <w:lang w:bidi="fa-IR"/>
        </w:rPr>
        <w:t>شان و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، خطابه آتش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که غوغا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امواج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در گوشها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اثر ساخت .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 :</w:t>
      </w:r>
    </w:p>
    <w:p w:rsidR="009E514B" w:rsidRDefault="009E514B" w:rsidP="00843D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متلاطم در پشت سر ، و سپاه دشمن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شماست . دشمنان شما انبارها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آذوقه و اسلحه دارند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دسترس شما قوت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آ</w:t>
      </w:r>
      <w:r w:rsidR="00843D02">
        <w:rPr>
          <w:rFonts w:hint="cs"/>
          <w:rtl/>
          <w:lang w:bidi="fa-IR"/>
        </w:rPr>
        <w:t>ن</w:t>
      </w:r>
      <w:r>
        <w:rPr>
          <w:rtl/>
          <w:lang w:bidi="fa-IR"/>
        </w:rPr>
        <w:t>چه با پنجه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خود از دست دشمن در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سلاح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آن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 w:rsidR="00843D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بر کمر بسته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گفتار پرشور آنچنان خون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سربازان اسلام را در عروق آنها به گردش در آورد ، که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 شهامت کامل و در مدت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دشمن را به زانو درآوردند و اسپان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فتح کردند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شهامت مارت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لوتر در اصلاح مذهب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توجه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9E514B" w:rsidRDefault="009E514B" w:rsidP="00843D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رعب</w:t>
      </w:r>
      <w:r>
        <w:rPr>
          <w:rtl/>
          <w:lang w:bidi="fa-IR"/>
        </w:rPr>
        <w:t xml:space="preserve"> و هراس اربابان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نفسها را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 حبس کرده بود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جرات نداشت که از روش پاپ و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انتقاد 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مارت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لوتر در سال 1510 به روم رفت و در آنجا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مقامات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انجام شعائر و وظائف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 هستند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عزم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اصلاحات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سخ</w:t>
      </w:r>
      <w:r w:rsidR="00843D02">
        <w:rPr>
          <w:rFonts w:hint="cs"/>
          <w:rtl/>
          <w:lang w:bidi="fa-IR"/>
        </w:rPr>
        <w:t>ت</w:t>
      </w:r>
      <w:r>
        <w:rPr>
          <w:rtl/>
          <w:lang w:bidi="fa-IR"/>
        </w:rPr>
        <w:t>تر نمود . سرانجام در سال 1517 اعلان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چسبان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عموم اطلاع داد که نکته 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آنها را با مردم صاحبنظر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بگذارد . لوتر در تمام نکته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روش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شها</w:t>
      </w:r>
      <w:r>
        <w:rPr>
          <w:rtl/>
          <w:lang w:bidi="fa-IR"/>
        </w:rPr>
        <w:t xml:space="preserve"> که با اخذ احترامات از مرد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مدع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گناهان آنها را بخشوده اند سخت حمله برد و آن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سوء استفاده از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دانست . انتقاد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خصومت بزرگان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</w:t>
      </w:r>
      <w:r>
        <w:rPr>
          <w:rtl/>
          <w:lang w:bidi="fa-IR"/>
        </w:rPr>
        <w:t xml:space="preserve"> را سخت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به او اخطار کردند که از گفتار ناهنجار خود دست بردارد . او به اخطار آنها اعتنا نکرد و در محافل و مجالس به احتج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و استدلال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پرداخت . وات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ناچار شد حکم تکف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را صادر کند و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ملاء عام فرمان پاپ را آتش زد و نزد</w:t>
      </w:r>
      <w:r w:rsidR="00843D02"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فردر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سوم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به کار خود ادامه داد . او توانست با شهامت خود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ننگ و رسوائ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، جدا سازد و فرقه پروتستان ،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شاخه منشعب 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، را به وجود آورد . </w:t>
      </w:r>
      <w:r w:rsidRPr="00843D02">
        <w:rPr>
          <w:rStyle w:val="libFootnotenumChar"/>
          <w:rtl/>
        </w:rPr>
        <w:t>(23)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نمونه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مربوط به شهامت در امور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مثالها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شهامت در امور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صفحات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دماغ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پروراند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حکم ضرورت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اذعان داشته باشد که هر نوع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کشاورز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شهامت صورت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اگر امروز در جامعه ما اصلاحات بکند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 است که شالوده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محافظه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داده و افراد شجاع و با شهامت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انگشت شمارند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شهامت همواره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وضع موجود خود ، دست و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و هرگز در کار و کسب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اصلاح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. و اگر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نقطه عطف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 ، هرگز درصدد استفاده از آن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با شهامت امکان تحول رخ داد ، فورا از آن امکانات با تحمل مشتقات و شدائد استفاده کرده و مصائب تحول را متحمل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.</w:t>
      </w:r>
    </w:p>
    <w:p w:rsidR="009E514B" w:rsidRDefault="009E514B" w:rsidP="00843D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دانست که در هر اصلاح و تحول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رنج و زحمت وجود دارد و در هر نقطه عطف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آلام و ناراحت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هائ</w:t>
      </w:r>
      <w:r>
        <w:rPr>
          <w:rFonts w:hint="cs"/>
          <w:rtl/>
          <w:lang w:bidi="fa-IR"/>
        </w:rPr>
        <w:t>ی</w:t>
      </w:r>
      <w:r w:rsidR="00843D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نهفته</w:t>
      </w:r>
      <w:r>
        <w:rPr>
          <w:rtl/>
          <w:lang w:bidi="fa-IR"/>
        </w:rPr>
        <w:t xml:space="preserve"> است .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از جهان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گام بگذارد و نقطه عطف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آورد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گذرگاه تنگ بسخت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بگذرد با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افق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عتر</w:t>
      </w:r>
      <w:r>
        <w:rPr>
          <w:rtl/>
          <w:lang w:bidi="fa-IR"/>
        </w:rPr>
        <w:t xml:space="preserve"> بساط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پهن کند .</w:t>
      </w:r>
    </w:p>
    <w:p w:rsidR="00843D02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مردان</w:t>
      </w:r>
      <w:r>
        <w:rPr>
          <w:rtl/>
          <w:lang w:bidi="fa-IR"/>
        </w:rPr>
        <w:t xml:space="preserve"> با شهامت هرگونه مصائب را با چهره باز تحمل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که از وضع کسب و کار خود ناراض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اثر نبودن شهامت ،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تحول و اصلاح آنان را از هرگونه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روش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کمال دلتنگ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گذرانند .</w:t>
      </w:r>
    </w:p>
    <w:p w:rsidR="009E514B" w:rsidRDefault="00843D02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843D02">
      <w:pPr>
        <w:pStyle w:val="Heading2"/>
        <w:rPr>
          <w:rtl/>
          <w:lang w:bidi="fa-IR"/>
        </w:rPr>
      </w:pPr>
      <w:bookmarkStart w:id="17" w:name="_Toc1032491"/>
      <w:r>
        <w:rPr>
          <w:rtl/>
          <w:lang w:bidi="fa-IR"/>
        </w:rPr>
        <w:t>16</w:t>
      </w:r>
      <w:r w:rsidR="00843D0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خود گذشتگ</w:t>
      </w:r>
      <w:r>
        <w:rPr>
          <w:rFonts w:hint="cs"/>
          <w:rtl/>
          <w:lang w:bidi="fa-IR"/>
        </w:rPr>
        <w:t>ی</w:t>
      </w:r>
      <w:bookmarkEnd w:id="17"/>
    </w:p>
    <w:p w:rsidR="009E514B" w:rsidRDefault="009E514B" w:rsidP="00234EB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اهداف و آرمانها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ارزش آن بالاتر از تن و جان است ، رمز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راه آن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جان گذشتگ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دهد . 0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اهداف و آرمانها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ارزش آن در نظر خردمندان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تن و جان و مناصب و مقامات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از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راه هدف ،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موهوم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بگذرد تا به هدف خود جامه عمل بپوشاند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هدف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و جسم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رتقاء</w:t>
      </w:r>
      <w:r>
        <w:rPr>
          <w:rtl/>
          <w:lang w:bidi="fa-IR"/>
        </w:rPr>
        <w:t xml:space="preserve"> به مناصب و مقامات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،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شستن و پا زدن بر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</w:t>
      </w:r>
      <w:r w:rsidR="00234EB0">
        <w:rPr>
          <w:rFonts w:hint="cs"/>
          <w:rtl/>
          <w:lang w:bidi="fa-IR"/>
        </w:rPr>
        <w:t>ت</w:t>
      </w:r>
      <w:r>
        <w:rPr>
          <w:rtl/>
          <w:lang w:bidi="fa-IR"/>
        </w:rPr>
        <w:t>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جنون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خواهد بود 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بقدر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هدف عشق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ورزد که آن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تن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دست دادن جان و مال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اولاد و عش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اعتبار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رمز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خواهد بود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صحنه پهناور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نگرند و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ماده و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رادمردان بزرگ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استمداران</w:t>
      </w:r>
      <w:r>
        <w:rPr>
          <w:rtl/>
          <w:lang w:bidi="fa-IR"/>
        </w:rPr>
        <w:t xml:space="preserve"> دلسوز و دارندگان آرمانها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مکتبها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درست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بسا آنها را افسانه پندارند و اگر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بنگرند 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جانبازان را به جنون و صرع متهم سازند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ارزش هدف و آرمان خود را بالاتر از ماده و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، آرامش و لذت خود را در تحقق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آرمان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او با چهره باز و علاقه فراوان ، خود را در کام حوادث خطرناک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234EB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 w:rsidR="00234EB0" w:rsidRPr="00234EB0">
        <w:rPr>
          <w:rStyle w:val="libAlaemChar"/>
          <w:rFonts w:eastAsiaTheme="minorHAnsi"/>
          <w:rtl/>
        </w:rPr>
        <w:t>عليه‌السلام</w:t>
      </w:r>
      <w:r w:rsidR="00234EB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با آن همه شدائد روبرو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مورد تکف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لعن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هودان</w:t>
      </w:r>
      <w:r>
        <w:rPr>
          <w:rtl/>
          <w:lang w:bidi="fa-IR"/>
        </w:rPr>
        <w:t xml:space="preserve"> واقع شد 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 مقدس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آن را بالاتر از تن و جسم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خواستند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در خوابگاهش به قتل برسانند 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</w:t>
      </w:r>
      <w:r>
        <w:rPr>
          <w:rtl/>
          <w:lang w:bidi="fa-IR"/>
        </w:rPr>
        <w:t xml:space="preserve"> منان در همان شب در رختخواب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زنده بماند ولو او کشته شود 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علاقه او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.</w:t>
      </w:r>
    </w:p>
    <w:p w:rsidR="009E514B" w:rsidRDefault="009E514B" w:rsidP="00234EB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و سرور آزاد مردان با خون خود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باوفا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کربلا را رنگ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 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و علاقه به هدف بود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مرگ با افتخار و شرافتمندانه در نظر و</w:t>
      </w:r>
      <w:r>
        <w:rPr>
          <w:rFonts w:hint="cs"/>
          <w:rtl/>
          <w:lang w:bidi="fa-IR"/>
        </w:rPr>
        <w:t>ی</w:t>
      </w:r>
      <w:r w:rsidR="00234EB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بالاتر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و منطق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که مرگ سرخ به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نبرد نهروان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کمال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قرآن را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 منان گرفت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برد و آنان را به کتاب خدا دعوت کرد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با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افتاد 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بر باطل بود .</w:t>
      </w:r>
    </w:p>
    <w:p w:rsidR="009E514B" w:rsidRDefault="009E514B" w:rsidP="00234EB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کلمبوس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را کشف کرد ، رو</w:t>
      </w:r>
      <w:r w:rsidR="00234EB0">
        <w:rPr>
          <w:rFonts w:hint="cs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در او وجود داشت . او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انورد</w:t>
      </w:r>
      <w:r>
        <w:rPr>
          <w:rtl/>
          <w:lang w:bidi="fa-IR"/>
        </w:rPr>
        <w:t xml:space="preserve"> ماهر و پرطاقت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در 14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ترانه</w:t>
      </w:r>
      <w:r>
        <w:rPr>
          <w:rtl/>
          <w:lang w:bidi="fa-IR"/>
        </w:rPr>
        <w:t xml:space="preserve"> به مسافرت پرداخته بود . کلمبوس در سوم اوت 1942 با سه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</w:t>
      </w:r>
      <w:r w:rsidR="0094599D">
        <w:rPr>
          <w:rtl/>
          <w:lang w:bidi="fa-IR"/>
        </w:rPr>
        <w:lastRenderedPageBreak/>
        <w:t>(</w:t>
      </w:r>
      <w:r>
        <w:rPr>
          <w:rtl/>
          <w:lang w:bidi="fa-IR"/>
        </w:rPr>
        <w:t>سانتا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 و پس از تحمل شدائد و مشقات فراوان با وجود طوفهانها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هولناک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کارکنان کشت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، سرانجام در 12 اکتبر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نجات دهنده فرود آمد . </w:t>
      </w:r>
      <w:r w:rsidRPr="00234EB0">
        <w:rPr>
          <w:rStyle w:val="libFootnotenumChar"/>
          <w:rtl/>
        </w:rPr>
        <w:t>(24)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ششم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1909 ناخدا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به قطب شمال رفت ، در پرتو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از خود نشان داد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انورد</w:t>
      </w:r>
      <w:r>
        <w:rPr>
          <w:rtl/>
          <w:lang w:bidi="fa-IR"/>
        </w:rPr>
        <w:t xml:space="preserve">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اتفاق پنج نفر از همراهان خود پس از تحمل رنج و مشقت طاقت فرسا ، به مقصد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. ناخدا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پس از آنکه به محاسبه پرداخت و مح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قطب را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استراحت کرد . انگشتان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سرما برده بود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استراحت ، چهار انگشت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قطع کردند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t>. هر پنج انگشت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هم در موقع مراجعت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 . </w:t>
      </w:r>
      <w:r w:rsidRPr="00234EB0">
        <w:rPr>
          <w:rStyle w:val="libFootnotenumChar"/>
          <w:rtl/>
        </w:rPr>
        <w:t>(25)</w:t>
      </w:r>
    </w:p>
    <w:p w:rsidR="009E514B" w:rsidRDefault="00234EB0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234EB0">
      <w:pPr>
        <w:pStyle w:val="Heading2"/>
        <w:rPr>
          <w:rtl/>
          <w:lang w:bidi="fa-IR"/>
        </w:rPr>
      </w:pPr>
      <w:bookmarkStart w:id="18" w:name="_Toc1032492"/>
      <w:r>
        <w:rPr>
          <w:rtl/>
          <w:lang w:bidi="fa-IR"/>
        </w:rPr>
        <w:t>17</w:t>
      </w:r>
      <w:r w:rsidR="00234EB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مشکلات و مصائب</w:t>
      </w:r>
      <w:bookmarkEnd w:id="18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آلام</w:t>
      </w:r>
      <w:r>
        <w:rPr>
          <w:rtl/>
          <w:lang w:bidi="fa-IR"/>
        </w:rPr>
        <w:t xml:space="preserve"> و شدائد هوش انسان را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طوفانها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حوادث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انسان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خروشان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طوفانها و موجها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 آسا همراه است . امواج سهمگ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حوادث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مردان بزرگ ،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عقل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حوادث را بشکافند و با کمک دانش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با مشکلات مبارزه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استقامت است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درباره آن گفتگو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234EB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قابل 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وجود مشکلات از عوامل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تا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هضم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آنان توجه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، خواهند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همانطور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آتش آهن را 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، مشکلات و مصائب هم فکر انسان را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پخته تر کرده و به او درس زند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آموزد </w:t>
      </w: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در گهواره رنج پرورش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 .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در برابر طوفانها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مصائب مقاومت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مهد عزت و نعمت ، پرورش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سرد ، پژمرده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07FB8" w:rsidRPr="00A07FB8">
        <w:rPr>
          <w:rStyle w:val="libAlaemChar"/>
          <w:rtl/>
        </w:rPr>
        <w:t>عليه‌السلام</w:t>
      </w:r>
      <w:r>
        <w:rPr>
          <w:rtl/>
          <w:lang w:bidi="fa-IR"/>
        </w:rPr>
        <w:t>که به قوت بازو و عظمت روح و ثبات در برابر حوادث معروف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اگر</w:t>
      </w:r>
      <w:r>
        <w:rPr>
          <w:rtl/>
          <w:lang w:bidi="fa-IR"/>
        </w:rPr>
        <w:t xml:space="preserve"> از من بپرسند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شجاعت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قدرت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معلول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t>!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روزانه شما نان جو و نمک و سرکه است ، من در پاسخ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 درختان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سنگلاخها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آفتاب سوزان و با صد عوامل تلخ دست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بانند</w:t>
      </w:r>
      <w:r>
        <w:rPr>
          <w:rtl/>
          <w:lang w:bidi="fa-IR"/>
        </w:rPr>
        <w:t xml:space="preserve"> ، از درختان و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لب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پرورش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 ، محکمتر و با دوامترند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درختان</w:t>
      </w:r>
      <w:r>
        <w:rPr>
          <w:rtl/>
          <w:lang w:bidi="fa-IR"/>
        </w:rPr>
        <w:t xml:space="preserve"> لب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که در مهد نعمت و در آغوش نوازش باغبان پرورش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 ، با مشکلات و مصائب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نگرفته اند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آغوش مشکلات بزرگ شده اند ؛ فرزند مصائب اند و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 ، آفتاب داغ ، کم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</w:t>
      </w:r>
      <w:r w:rsidRPr="00234EB0">
        <w:rPr>
          <w:rStyle w:val="libFootnotenumChar"/>
          <w:rtl/>
        </w:rPr>
        <w:t>(26)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دامنه کوهها پرورش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، از ملل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دشت و دمن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شهر و بخش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، 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رومندتر</w:t>
      </w:r>
      <w:r>
        <w:rPr>
          <w:rtl/>
          <w:lang w:bidi="fa-IR"/>
        </w:rPr>
        <w:t xml:space="preserve"> هستند . دسته نخست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فاقد وسائل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دسته دوم در برابر سرما و گرما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234EB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انسان</w:t>
      </w:r>
      <w:r>
        <w:rPr>
          <w:rtl/>
          <w:lang w:bidi="fa-IR"/>
        </w:rPr>
        <w:t xml:space="preserve"> در پرتو مصائب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دماغ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 و نقشه ابتکار را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، مشکلات مشوق و محرک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چاره 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نردبان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صنعت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طول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محروم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 دست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بوده اند </w:t>
      </w:r>
      <w:r>
        <w:rPr>
          <w:rFonts w:hint="eastAsia"/>
          <w:rtl/>
          <w:lang w:bidi="fa-IR"/>
        </w:rPr>
        <w:t>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لحاظ ناپلئون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شدائد و آلام ، هوش انسان را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tl/>
          <w:lang w:bidi="fa-IR"/>
        </w:rPr>
        <w:t xml:space="preserve"> و محصول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897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طوفانها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حوادث ، اخلاق و</w:t>
      </w:r>
      <w:r w:rsidR="00897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و مادران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مراقبند آنها در کشمکش حوادث و مصائب واقع نشوند ، و آنها را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لوس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ننر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، سخت در اشتباهند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بچه ها در طوفان حوادث بسان درخت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لب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به هر 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لرزند و در گردباد حوادث مانند پر کاه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به سو پرتاب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افراد</w:t>
      </w:r>
      <w:r>
        <w:rPr>
          <w:rtl/>
          <w:lang w:bidi="fa-IR"/>
        </w:rPr>
        <w:t xml:space="preserve"> بلاد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زجر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مانند صخره ها و کوهها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انفجار آن را ندارد 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نرم اثر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 دل آن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و سنگلاخ ، اثر شوم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حوادث روزگار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درباره افراد خشن و سخت و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اثر است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ناتوان را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مصائب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اندوخته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و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بر اثر تجارب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مشکلات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، همواره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به نفع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آنجا که کوه مصائب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گذارده ،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مشکلات مانع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هرگاه مصائب مانند تگرگ ببارد ، آنها را با آغوش باز استقبال نموده و بر چهره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خندد .</w:t>
      </w:r>
    </w:p>
    <w:p w:rsidR="009E514B" w:rsidRDefault="009E514B" w:rsidP="00897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ترا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که رنج و آشفتگ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آرزو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، به تو رحم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چون ترا</w:t>
      </w:r>
      <w:r w:rsidR="00897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؟ !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آرزو دارم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خفته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گردد تا در شدائد روزگار با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مسلح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قول ناصر خسرو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3"/>
        <w:gridCol w:w="269"/>
        <w:gridCol w:w="3300"/>
      </w:tblGrid>
      <w:tr w:rsidR="00897C24" w:rsidTr="00897C24">
        <w:trPr>
          <w:trHeight w:val="350"/>
        </w:trPr>
        <w:tc>
          <w:tcPr>
            <w:tcW w:w="3920" w:type="dxa"/>
            <w:shd w:val="clear" w:color="auto" w:fill="auto"/>
          </w:tcPr>
          <w:p w:rsidR="00897C24" w:rsidRDefault="00897C24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نب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>
              <w:rPr>
                <w:rtl/>
                <w:lang w:bidi="fa-IR"/>
              </w:rPr>
              <w:t xml:space="preserve"> رنج و سخت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مرد ،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گردد تمام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97C24" w:rsidRDefault="00897C24" w:rsidP="00897C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97C24" w:rsidRDefault="00897C24" w:rsidP="00897C2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باد و باران ، گل کجا بو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رنج و مشقت است ، سخن به گزاف نگفته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اگر بگوئ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پولاد در پرتو آتش سختتر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چاقو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سوهان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مثال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قهرمان</w:t>
      </w:r>
      <w:r>
        <w:rPr>
          <w:rtl/>
          <w:lang w:bidi="fa-IR"/>
        </w:rPr>
        <w:t xml:space="preserve">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، نادر که در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نوابغ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بود ، رشادت و کاردان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حماسه اش در صفحات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مضبوط است . او در سختتر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شرائط ، زمام کار را به دست گرفت و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آمد که افغانها ملت کهن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از پا در آورده و ترکان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شمال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جزء متصرفات خود قرار بودند و هلند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سها</w:t>
      </w:r>
      <w:r>
        <w:rPr>
          <w:rtl/>
          <w:lang w:bidi="fa-IR"/>
        </w:rPr>
        <w:t xml:space="preserve"> در جنوب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فارس سلطه مطلقه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جنوب کشور را هند 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دهند .</w:t>
      </w:r>
    </w:p>
    <w:p w:rsidR="009E514B" w:rsidRDefault="009E514B" w:rsidP="00897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زمامدار سابق بر اثر خوگ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تواءم با ناز و نعمت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طرب 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اقت</w:t>
      </w:r>
      <w:r>
        <w:rPr>
          <w:rtl/>
          <w:lang w:bidi="fa-IR"/>
        </w:rPr>
        <w:t xml:space="preserve"> اداره کشور را از دست داده بود ، نادر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آفتاب سوزان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گداخته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ابانها</w:t>
      </w:r>
      <w:r>
        <w:rPr>
          <w:rtl/>
          <w:lang w:bidi="fa-IR"/>
        </w:rPr>
        <w:t xml:space="preserve"> پرورش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با طوفانها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رزم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 گرفته بود و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پولاد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 ، برخ</w:t>
      </w:r>
      <w:r w:rsidR="00897C24">
        <w:rPr>
          <w:rFonts w:hint="cs"/>
          <w:rtl/>
          <w:lang w:bidi="fa-IR"/>
        </w:rPr>
        <w:t>و</w:t>
      </w:r>
      <w:r>
        <w:rPr>
          <w:rtl/>
          <w:lang w:bidi="fa-IR"/>
        </w:rPr>
        <w:t>است . شرائط سخت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اوضاع</w:t>
      </w:r>
      <w:r w:rsidR="00897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احوال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، جسم و روح او را همانند جسم و روح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ملت خشمناک گداخته و آب</w:t>
      </w:r>
      <w:r w:rsidR="00897C2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ساخته بود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بر اثر داشتن روح آتش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اراده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، کشور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از لوث دشمن پاک ساخت و نام خود را در دفتر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جهان ثبت نمود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مشکلات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پرور است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دماغ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موانع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دانشمندان معتقدند که بازبا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دماغ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کودک در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مشکلات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که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آنها را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لذا تا مشکلا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قدرتها و استعدادها شکفته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مصائب معلم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سختگ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دارد .</w:t>
      </w:r>
    </w:p>
    <w:p w:rsidR="009E514B" w:rsidRDefault="009E514B" w:rsidP="00897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 چرا خداوند رؤوف و مهربان بشر را در آغوش بلا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؟ ! و فلسفه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نهمه</w:t>
      </w:r>
      <w:r>
        <w:rPr>
          <w:rtl/>
          <w:lang w:bidi="fa-IR"/>
        </w:rPr>
        <w:t xml:space="preserve"> بلاها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؟ !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 چگونه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بلاها و مصائب و گرفتار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با عدل و رحمت و راءفت خدائ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که خداپرستان بدان معتقدند ، سازگار است ؟</w:t>
      </w:r>
    </w:p>
    <w:p w:rsidR="009E514B" w:rsidRDefault="009E514B" w:rsidP="00897C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نقطه غافلند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نگونه</w:t>
      </w:r>
      <w:r>
        <w:rPr>
          <w:rtl/>
          <w:lang w:bidi="fa-IR"/>
        </w:rPr>
        <w:t xml:space="preserve"> بلاها و حوادث علاوه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اسرار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علماء با سر پنجه دانش ، پرده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برداشته اند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. و آن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در درجه اول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انسان تا با ناملا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</w:t>
      </w:r>
      <w:r>
        <w:rPr>
          <w:rtl/>
          <w:lang w:bidi="fa-IR"/>
        </w:rPr>
        <w:t xml:space="preserve"> روبرو نشود ، ارزش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نخواهد دانست ؛ و در درجه دوم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</w:t>
      </w:r>
      <w:r w:rsidR="00897C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، که بدبختانه در جامعه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است ،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بلاها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بشر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توسعه 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زنگ خطر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مبرم دارد تا از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ستمها دست نگهدارد وگرنه بشر خودخواه و مغرور اگر تمام مقتض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مطابق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قائل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لذا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آفات و بلاها زنگ قلوب را شسته و بر دلها صفا و محبت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چگاه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بدون مشکلات به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هدف نائل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گذاران علوم با مشکلات و نبودن وسائل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به دست آورده اند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مثلا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فرگوسن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کارد کوچک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کرد .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وتن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قطعه کاغذ ، نور را تجزبه کرد و به اصول الوان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کارگاه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وستون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، عالم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فقط چند عدد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ساعت و چند ورق کاغذ و گرماسنج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وجود داشت .</w:t>
      </w:r>
    </w:p>
    <w:p w:rsidR="009E514B" w:rsidRDefault="00897C24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 w:rsidR="009E514B">
        <w:rPr>
          <w:rtl/>
          <w:lang w:bidi="fa-IR"/>
        </w:rPr>
        <w:t xml:space="preserve">فرگوسن </w:t>
      </w:r>
      <w:r w:rsidR="0094599D">
        <w:rPr>
          <w:rtl/>
          <w:lang w:bidi="fa-IR"/>
        </w:rPr>
        <w:t>)</w:t>
      </w:r>
      <w:r w:rsidR="009E514B">
        <w:rPr>
          <w:rtl/>
          <w:lang w:bidi="fa-IR"/>
        </w:rPr>
        <w:t xml:space="preserve"> شبها از شهر ب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رون</w:t>
      </w:r>
      <w:r w:rsidR="009E514B">
        <w:rPr>
          <w:rtl/>
          <w:lang w:bidi="fa-IR"/>
        </w:rPr>
        <w:t xml:space="preserve"> م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رفت و بر پشت م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خواب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د</w:t>
      </w:r>
      <w:r w:rsidR="009E514B">
        <w:rPr>
          <w:rtl/>
          <w:lang w:bidi="fa-IR"/>
        </w:rPr>
        <w:t xml:space="preserve"> و فواصل ستارگان را با 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ک</w:t>
      </w:r>
      <w:r w:rsidR="009E514B">
        <w:rPr>
          <w:rtl/>
          <w:lang w:bidi="fa-IR"/>
        </w:rPr>
        <w:t xml:space="preserve"> تسب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ه</w:t>
      </w:r>
      <w:r w:rsidR="009E514B">
        <w:rPr>
          <w:rtl/>
          <w:lang w:bidi="fa-IR"/>
        </w:rPr>
        <w:t xml:space="preserve"> اندازه م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گرفت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4599D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9E514B">
        <w:rPr>
          <w:rtl/>
          <w:lang w:bidi="fa-IR"/>
        </w:rPr>
        <w:t xml:space="preserve">وتنهوس </w:t>
      </w:r>
      <w:r>
        <w:rPr>
          <w:rtl/>
          <w:lang w:bidi="fa-IR"/>
        </w:rPr>
        <w:t>)</w:t>
      </w:r>
      <w:r w:rsidR="009E514B">
        <w:rPr>
          <w:rtl/>
          <w:lang w:bidi="fa-IR"/>
        </w:rPr>
        <w:t xml:space="preserve"> ، ستاره شناس معروف ، خسوف و کسوف را رو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دسته خ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ش</w:t>
      </w:r>
      <w:r w:rsidR="009E514B">
        <w:rPr>
          <w:rtl/>
          <w:lang w:bidi="fa-IR"/>
        </w:rPr>
        <w:t xml:space="preserve"> زراع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حساب م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نمود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انسان را به صفات مردانگ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 در جهان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تمام مناصب و مقامات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گرو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مشکلات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صائب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سرودن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طولائ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0D0309" w:rsidTr="00C05EBA">
        <w:trPr>
          <w:trHeight w:val="350"/>
        </w:trPr>
        <w:tc>
          <w:tcPr>
            <w:tcW w:w="3920" w:type="dxa"/>
            <w:shd w:val="clear" w:color="auto" w:fill="auto"/>
          </w:tcPr>
          <w:p w:rsidR="000D0309" w:rsidRDefault="000D0309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مالش</w:t>
            </w:r>
            <w:r>
              <w:rPr>
                <w:rtl/>
                <w:lang w:bidi="fa-IR"/>
              </w:rPr>
              <w:t xml:space="preserve"> ص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قل</w:t>
            </w:r>
            <w:r>
              <w:rPr>
                <w:rtl/>
                <w:lang w:bidi="fa-IR"/>
              </w:rPr>
              <w:t xml:space="preserve"> نشد آئ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را نقص 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D0309" w:rsidRDefault="000D0309" w:rsidP="00C05EB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D0309" w:rsidRDefault="000D0309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پشت</w:t>
            </w:r>
            <w:r>
              <w:rPr>
                <w:rtl/>
                <w:lang w:bidi="fa-IR"/>
              </w:rPr>
              <w:t xml:space="preserve"> پا هرکس خورد ، در کار خود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>
              <w:rPr>
                <w:rtl/>
                <w:lang w:bidi="fa-IR"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.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آغاز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همواره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بوده و با مصائب روزگار دست و پنجه نرم نکرده اند 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است .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شکست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آغاز کند 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آغاز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مبارزه با مشکلات را آ</w:t>
      </w:r>
      <w:r>
        <w:rPr>
          <w:rFonts w:hint="eastAsia"/>
          <w:rtl/>
          <w:lang w:bidi="fa-IR"/>
        </w:rPr>
        <w:t>موخته</w:t>
      </w:r>
      <w:r>
        <w:rPr>
          <w:rtl/>
          <w:lang w:bidi="fa-IR"/>
        </w:rPr>
        <w:t xml:space="preserve">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0D0309">
      <w:pPr>
        <w:pStyle w:val="Heading2"/>
        <w:rPr>
          <w:rtl/>
          <w:lang w:bidi="fa-IR"/>
        </w:rPr>
      </w:pPr>
      <w:bookmarkStart w:id="19" w:name="_Toc1032493"/>
      <w:r>
        <w:rPr>
          <w:rtl/>
          <w:lang w:bidi="fa-IR"/>
        </w:rPr>
        <w:t>18</w:t>
      </w:r>
      <w:r w:rsidR="000D030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آنچنان که هست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bookmarkEnd w:id="19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آنچنان که هست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نه آنطور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نفع ما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بکوشد تا به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آنچنان که هست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ببرد ، و درخور توانائ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واقع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بچشم بزند و حوادث و اوضاع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و کاست نظاره کند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تبهکاران</w:t>
      </w:r>
      <w:r>
        <w:rPr>
          <w:rtl/>
          <w:lang w:bidi="fa-IR"/>
        </w:rPr>
        <w:t xml:space="preserve"> اجتماع همواره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ارضاء وجدان خود ،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 به نفع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آن چنان خود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که واقعا باور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آنچه را درک کرده اند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است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درک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دادن وجدان و کور ساختن دل است .</w:t>
      </w:r>
    </w:p>
    <w:p w:rsidR="009E514B" w:rsidRDefault="009E514B" w:rsidP="000D030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ششم اوت 1945 ،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بمب اتم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جهان 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 ژاپن انداخته شد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باعث شد که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کوچک ژاپن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جاودان بماند . در آن روز بر اثر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و پنجاه هزار نفر از ساکن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کشور کشته شدند ، سپس به فاصله</w:t>
      </w:r>
      <w:r w:rsidR="000D030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روز بمب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ناکازاک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انداخته شد . ژاپن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سکوت ،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شدند . کشتن هزاران کودک معصوم زنان و مردان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، موج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تنفر در سراسر جهان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وحش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که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سابقه است ، به وجود آورد </w:t>
      </w:r>
      <w:r>
        <w:rPr>
          <w:rtl/>
          <w:lang w:bidi="fa-IR"/>
        </w:rPr>
        <w:lastRenderedPageBreak/>
        <w:t>. دستور بمباران کردن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</w:t>
      </w:r>
      <w:r>
        <w:rPr>
          <w:rFonts w:hint="eastAsia"/>
          <w:rtl/>
          <w:lang w:bidi="fa-IR"/>
        </w:rPr>
        <w:t>شهر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به فرمان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جمهور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به نام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ترومن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در کشمکش وجدان و سرزنش عموم صلح</w:t>
      </w:r>
      <w:r w:rsidR="000D030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دوستان و بشر خواهان قرار گرفت و تنفر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متزلزل ساخت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ملتها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آدمکش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ترومن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چگونه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را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؟ ! چگونه وجدان خود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تلخ را که از زهر افع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کام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تلختر است ، به سود خود و سود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فرمان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صدها هزار نفر سرباز و ملوان و خلبان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صادر نمودم .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بمبها به کار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سواحل ژاپن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استحکامات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سرسختانه از آنها دفاع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، حمله ببرند 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تلفات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تحمل</w:t>
      </w:r>
      <w:r>
        <w:rPr>
          <w:rtl/>
          <w:lang w:bidi="fa-IR"/>
        </w:rPr>
        <w:t xml:space="preserve"> کنند .</w:t>
      </w:r>
      <w:r w:rsidRPr="000D0309">
        <w:rPr>
          <w:rStyle w:val="libFootnotenumChar"/>
          <w:rtl/>
        </w:rPr>
        <w:t xml:space="preserve"> (27)</w:t>
      </w:r>
    </w:p>
    <w:p w:rsidR="009E514B" w:rsidRDefault="009E514B" w:rsidP="000D030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ذکاوت و باهوش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ترومن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سفسطه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خود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دهد ،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نداده و نخواسته است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آنچنان که هست درک</w:t>
      </w:r>
      <w:r w:rsidR="000D030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 او به دنبال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اشتباه تصور کرده محبوب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همچنان در دل جامعه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زنده ،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ضرر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عکس العمل مردم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 جهان او را از صحنه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عقب زد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لکه به طور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بردامن او نشست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بازرگانان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استمداران</w:t>
      </w:r>
      <w:r>
        <w:rPr>
          <w:rtl/>
          <w:lang w:bidi="fa-IR"/>
        </w:rPr>
        <w:t xml:space="preserve"> و اصناف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در صحنه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شوند که در اوضاع و حوادث مربوط به خود ، نظر واقع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نانه</w:t>
      </w:r>
      <w:r>
        <w:rPr>
          <w:rtl/>
          <w:lang w:bidi="fa-IR"/>
        </w:rPr>
        <w:t xml:space="preserve"> داشته باشند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بازرگان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اعتراض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طرز کار و معامله ،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نامرغوب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جنس او دارد . گوش فرا دهد و با تداب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وضع خود را عوض کند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استمدار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اعتراضات و جنب وجوشها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،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کات</w:t>
      </w:r>
      <w:r>
        <w:rPr>
          <w:rtl/>
          <w:lang w:bidi="fa-IR"/>
        </w:rPr>
        <w:t xml:space="preserve"> مغرضانه نخواند و به عناو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گوناگون مانند عناصر اخلالگر ، آنها را سرکوب نسازد و اذعان داشته باشد که واقع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شرط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ترق</w:t>
      </w:r>
      <w:r>
        <w:rPr>
          <w:rFonts w:hint="cs"/>
          <w:rtl/>
          <w:lang w:bidi="fa-IR"/>
        </w:rPr>
        <w:t>ی</w:t>
      </w:r>
      <w:r w:rsidR="000D030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خواه</w:t>
      </w:r>
      <w:r>
        <w:rPr>
          <w:rtl/>
          <w:lang w:bidi="fa-IR"/>
        </w:rPr>
        <w:t xml:space="preserve"> از سرزنش استاد استقبال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نمره را گواه بر مغرض بودن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؛ خود ، و نحوه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را وارس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چه بسا درک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اوست ، پلکان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شود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0D030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اسلام در نبردها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 مشرکان و بت پرستان ، قبلا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را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قدرت و توانائ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جنگ ،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دشمن به</w:t>
      </w:r>
      <w:r w:rsidR="000D030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قدرت و عظمت دشمن را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 . هرگز خود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افسران اسلام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حمله ، دشمن را تار و 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جنگ بدر ، گروه اکتشاف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بر سر چاه بدر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سربازان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به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آوردند ؛ از آنجا که تعداد دشمن معلوم نبود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شتر نحر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؟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او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9 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10شتر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تعد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دشمن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نهصد و هزار 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شتر معمولا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 نفر است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نبرد</w:t>
      </w:r>
      <w:r>
        <w:rPr>
          <w:rtl/>
          <w:lang w:bidi="fa-IR"/>
        </w:rPr>
        <w:t xml:space="preserve"> اعراب و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6 ژوئن 1967 به شکست اعراب 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علل شکست که متاءسفانه براثر تلخ بودن کمتر به آن اعتراف شد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</w:t>
      </w:r>
      <w:r>
        <w:rPr>
          <w:rtl/>
          <w:lang w:bidi="fa-IR"/>
        </w:rPr>
        <w:lastRenderedPageBreak/>
        <w:t>رهبران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که در مصاف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پشت سر آنها قرار گرفته بودند ، درست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حماسه و سرود پرداخته بودند . اگر آنها با واقع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کار شده بودند ، دچار شکست فاحش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کم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و با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مسلمان ارتباط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 پله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. اگر انسان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نکند و درباره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دل نشود ، هرگز دنبال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اعتراض</w:t>
      </w:r>
      <w:r>
        <w:rPr>
          <w:rtl/>
          <w:lang w:bidi="fa-IR"/>
        </w:rPr>
        <w:t xml:space="preserve"> و انتقاد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مقدمه تکامل است ؛ مرد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انتقاد مردم گوش فرا دهد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انتقاد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مغرضانه ناظران را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دهد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افکار آنان ،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نواقص کار به طور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منعکس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05"/>
        <w:gridCol w:w="267"/>
        <w:gridCol w:w="3350"/>
      </w:tblGrid>
      <w:tr w:rsidR="000D0309" w:rsidTr="00C05EBA">
        <w:trPr>
          <w:trHeight w:val="350"/>
        </w:trPr>
        <w:tc>
          <w:tcPr>
            <w:tcW w:w="3920" w:type="dxa"/>
            <w:shd w:val="clear" w:color="auto" w:fill="auto"/>
          </w:tcPr>
          <w:p w:rsidR="000D0309" w:rsidRDefault="000D0309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جمش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ساخت جام جهان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از آن سبب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D0309" w:rsidRDefault="000D0309" w:rsidP="00C05EB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D0309" w:rsidRDefault="000D0309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کاگه</w:t>
            </w:r>
            <w:r>
              <w:rPr>
                <w:rtl/>
                <w:lang w:bidi="fa-IR"/>
              </w:rPr>
              <w:t xml:space="preserve"> نبود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که جهان ، جام خودنماست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715A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فراموش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امام صادق </w:t>
      </w:r>
      <w:r w:rsidR="00715A6B" w:rsidRPr="00715A6B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فرموده است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 احب اخوان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برادرانم آن کس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دارم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نقص مرا به عنوان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امروز در جهان آزاد انتقاد اساس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کشورها از افراد مطلع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سازمانها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تا اوضاع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از آنها انتقاد کنند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انتقاد ناراحت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آنچنان که هست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تمام 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اوضاع خود که افکار مردم است سخت ناراحت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گفت :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شکن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شکستن خطاست .</w:t>
      </w:r>
    </w:p>
    <w:p w:rsidR="009E514B" w:rsidRDefault="00715A6B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715A6B">
      <w:pPr>
        <w:pStyle w:val="Heading2"/>
        <w:rPr>
          <w:rtl/>
          <w:lang w:bidi="fa-IR"/>
        </w:rPr>
      </w:pPr>
      <w:bookmarkStart w:id="20" w:name="_Toc1032494"/>
      <w:r>
        <w:rPr>
          <w:rtl/>
          <w:lang w:bidi="fa-IR"/>
        </w:rPr>
        <w:t>19</w:t>
      </w:r>
      <w:r w:rsidR="00715A6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حوادث</w:t>
      </w:r>
      <w:bookmarkEnd w:id="20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tl/>
          <w:lang w:bidi="fa-IR"/>
        </w:rPr>
        <w:t xml:space="preserve"> و درختان سرسبز در برابر طوفان و بادها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با انعطاف خاص ، وجود و بقاء خود را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درختان خشک بر اثر عدم انعطاف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</w:t>
      </w:r>
    </w:p>
    <w:p w:rsidR="009E514B" w:rsidRDefault="009E514B" w:rsidP="00715A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انعطاف</w:t>
      </w:r>
      <w:r>
        <w:rPr>
          <w:rtl/>
          <w:lang w:bidi="fa-IR"/>
        </w:rPr>
        <w:t xml:space="preserve"> با تملق و چاپلوس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ابن الوقت بودن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شاخه به آن شاخه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، فرق روشن دارد . ابن الوقت و متملق هدف مشخص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به اصول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؛ به هر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ماسکها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در صحنه</w:t>
      </w:r>
      <w:r w:rsidR="00715A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سود 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ارضاء شهوات خود ، همه اصول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تا آنجا که به اصول و هدف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وارد نشود ، با مردم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کنار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اصول و مبان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منافع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و به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جواب مثبت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715A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حوادث</w:t>
      </w:r>
      <w:r>
        <w:rPr>
          <w:rtl/>
          <w:lang w:bidi="fa-IR"/>
        </w:rPr>
        <w:t xml:space="preserve"> جهان مانند طوفان سهمگ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 است . طوفان از نقطه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به اشجار و مزارع و گلها و درختان سرسبز با خم شدن و انعطاف خاص ، طوفان را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پس از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خود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و قامت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را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درختان خشک و سرسخت در برابر بادها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سپر کرده و از جهت انعطاف 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معلول صلابت و خشک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آنهاست ،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آمده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بن کنده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ما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،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4599D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9E514B">
        <w:rPr>
          <w:rtl/>
          <w:lang w:bidi="fa-IR"/>
        </w:rPr>
        <w:t xml:space="preserve"> مثل المؤ من مثل السنبله تحرکها الر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ح</w:t>
      </w:r>
      <w:r w:rsidR="009E514B">
        <w:rPr>
          <w:rtl/>
          <w:lang w:bidi="fa-IR"/>
        </w:rPr>
        <w:t xml:space="preserve"> فتقوم مره و تقع اخر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، و مثل الکافر مثل الازره لا تزال قائمه حت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تنقلع . </w:t>
      </w:r>
      <w:r>
        <w:rPr>
          <w:rtl/>
          <w:lang w:bidi="fa-IR"/>
        </w:rPr>
        <w:t>)</w:t>
      </w:r>
      <w:r w:rsidR="009E514B">
        <w:rPr>
          <w:rtl/>
          <w:lang w:bidi="fa-IR"/>
        </w:rPr>
        <w:t xml:space="preserve"> </w:t>
      </w:r>
      <w:r w:rsidR="009E514B" w:rsidRPr="00715A6B">
        <w:rPr>
          <w:rStyle w:val="libFootnotenumChar"/>
          <w:rtl/>
        </w:rPr>
        <w:t>(28)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مؤ من مانند سنبل است که هنگام طوفان انعطاف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در برابر باد مقاومت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 بسان درخت خشک مقاومت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9E514B" w:rsidP="00715A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 w:rsidR="00715A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ابزار خشونت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عقب ماندگ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انسان را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مقامات بزرگ و اهداف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لذا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شخص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به طور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انعطاف داشته باشد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متن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در سال هشتم هجرت با ملت بت پرست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بست ملاحظه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از انعطاف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سخت تعجب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انعطاف آن روز مورد اعتراض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خبران واقع شد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زمان ثابت کرد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انعطاف دهل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مانع</w:t>
      </w:r>
      <w:r>
        <w:rPr>
          <w:rtl/>
          <w:lang w:bidi="fa-IR"/>
        </w:rPr>
        <w:t xml:space="preserve"> مهم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اسلام ملت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آنان با حملات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همه گونه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سلب کرده بودند . وگرنه منطق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آنچنان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بود که در مدت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با اعزام مبلغ و انتشار قرآن ، شبه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عربستان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آورد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لجوج با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کات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وقت فرصت را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گرفته بودند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ابلاغ رسالت خود بپزدازد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بست و در آن انعطاف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نشان داد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نمونه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ا</w:t>
      </w:r>
      <w:r>
        <w:rPr>
          <w:rFonts w:hint="eastAsia"/>
          <w:rtl/>
          <w:lang w:bidi="fa-IR"/>
        </w:rPr>
        <w:t>شاره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715A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</w:t>
      </w:r>
      <w:r>
        <w:rPr>
          <w:rtl/>
          <w:lang w:bidi="fa-IR"/>
        </w:rPr>
        <w:t xml:space="preserve"> نان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15A6B" w:rsidRPr="00715A6B">
        <w:rPr>
          <w:rStyle w:val="libAlaemChar"/>
          <w:rFonts w:eastAsiaTheme="minorHAnsi"/>
          <w:rtl/>
        </w:rPr>
        <w:t>عليه‌السلام</w:t>
      </w:r>
      <w:r w:rsidR="00715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در آغاز صفحه نوشت : 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ما عربها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 پرست با لفظ رحمان و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آشنائ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رسم عرب</w:t>
      </w:r>
      <w:r w:rsidR="00715A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نوشته</w:t>
      </w:r>
      <w:r>
        <w:rPr>
          <w:rtl/>
          <w:lang w:bidi="fa-IR"/>
        </w:rPr>
        <w:t xml:space="preserve"> شود ، بسمک اللهم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جمله بسمک اللهم را نوشت .</w:t>
      </w:r>
    </w:p>
    <w:p w:rsidR="009E514B" w:rsidRDefault="009E514B" w:rsidP="00715A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نوشت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صلح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محمد ، رسول خدا ، با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برقرار نمود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فورا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هرگز ما محمد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هرگز با او از در جنگ وارد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داد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15A6B" w:rsidRPr="00715A6B">
        <w:rPr>
          <w:rStyle w:val="libAlaemChar"/>
          <w:rFonts w:eastAsiaTheme="minorHAnsi"/>
          <w:rtl/>
        </w:rPr>
        <w:t>عليه‌السلام</w:t>
      </w:r>
      <w:r w:rsidR="00715A6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Fonts w:hint="eastAsia"/>
          <w:rtl/>
          <w:lang w:bidi="fa-IR"/>
        </w:rPr>
        <w:t>لفظ</w:t>
      </w: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رسول خدا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را پاک کند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اگر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مکه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، مرکز اسلام ،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دولت اسلام او را به مقامات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مکه پناهنده شود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را ملزم به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دادن فرار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. </w:t>
      </w:r>
      <w:r w:rsidRPr="00715A6B">
        <w:rPr>
          <w:rStyle w:val="libFootnotenumChar"/>
          <w:rtl/>
        </w:rPr>
        <w:t>(29)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ماده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فکر او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روانش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آسوده شود تا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برسد ،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.</w:t>
      </w:r>
    </w:p>
    <w:p w:rsidR="009E514B" w:rsidRDefault="00715A6B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715A6B">
      <w:pPr>
        <w:pStyle w:val="Heading2"/>
        <w:rPr>
          <w:rtl/>
          <w:lang w:bidi="fa-IR"/>
        </w:rPr>
      </w:pPr>
      <w:bookmarkStart w:id="21" w:name="_Toc1032495"/>
      <w:r>
        <w:rPr>
          <w:rtl/>
          <w:lang w:bidi="fa-IR"/>
        </w:rPr>
        <w:t>20</w:t>
      </w:r>
      <w:r w:rsidR="00715A6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اتقاق در کار و عمل</w:t>
      </w:r>
      <w:bookmarkEnd w:id="21"/>
    </w:p>
    <w:p w:rsidR="009E514B" w:rsidRDefault="0094599D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9E514B">
        <w:rPr>
          <w:rtl/>
          <w:lang w:bidi="fa-IR"/>
        </w:rPr>
        <w:t>خدا رحمت کند کس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را که در موقع عمل ، محکم کار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نما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د</w:t>
      </w:r>
      <w:r w:rsidR="009E514B">
        <w:rPr>
          <w:rtl/>
          <w:lang w:bidi="fa-IR"/>
        </w:rPr>
        <w:t xml:space="preserve"> . </w:t>
      </w:r>
      <w:r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کارشناسان امور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مؤ سسات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راندمان کار و</w:t>
      </w:r>
      <w:r w:rsidR="00715A6B"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آمد آنها در سال قبل و بعد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باشد ، براثر در جا زدن عقب گرد کرده و در آستانه ور شکست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گرفته اند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715A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دانشمندان ، در جازدن و توقف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وضع و حالت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عقب گرد است 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 مربوط به مؤ سسات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715A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قانون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تمام طبقات را در هر صنف و شغل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؟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بزرگ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 روز آنها از نظر شئون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باشد ،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مغبون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اند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بزرگترن</w:t>
      </w:r>
      <w:r>
        <w:rPr>
          <w:rtl/>
          <w:lang w:bidi="fa-IR"/>
        </w:rPr>
        <w:t xml:space="preserve">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عمر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پر ارزش بتدر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اگر از آن خوب استفاده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بسان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از دست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متاع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اصولا</w:t>
      </w:r>
      <w:r>
        <w:rPr>
          <w:rtl/>
          <w:lang w:bidi="fa-IR"/>
        </w:rPr>
        <w:t xml:space="preserve"> نوخواه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تجددطلب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انسان است . انسان از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کنواخت</w:t>
      </w:r>
      <w:r>
        <w:rPr>
          <w:rtl/>
          <w:lang w:bidi="fa-IR"/>
        </w:rPr>
        <w:t xml:space="preserve"> خسته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غذاها اگر به طور مداوم مصرف شود ، لذت خود را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 مغازه داران و صاحبان فروشگاهها و مهانخانه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کنواخت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هر سال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کوشند وض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مغازه و فروشگاه و مهمانخانه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دهند .</w:t>
      </w:r>
    </w:p>
    <w:p w:rsidR="009E514B" w:rsidRDefault="009E514B" w:rsidP="00715A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15A6B">
        <w:rPr>
          <w:rFonts w:hint="cs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 نوع نوخواه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نشانه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تکامل است ؟ ! هر چند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که از صورت کامل به صورت ناقص</w:t>
      </w:r>
      <w:r w:rsidR="00715A6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 تنزل کند ؟ به طور مسلم نه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کارشناسان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درجا زدن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عقب 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تحول از صورت کاملتر به صورت ناقصتر ، قطعا انتحار و سقوط خواهد بود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لذا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نوع تحول و تبدل با اتقان و تکامل در کار و عمل تواءم باشد و اگر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تنها به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اکتفا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؛ بلکه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مغز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A912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بزرگ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 سسات</w:t>
      </w:r>
      <w:r w:rsidR="00A9121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تا مردم از اجناس آنها استقبال به عمل آوردند 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دست به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و ماده آنها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. و اگر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بخواهند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دهند ، از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اتقان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کاهند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از نظم و اتقان و خوب انجام دادن کار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جنازه سعد معاذ را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نمود ، هنگام خاکر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ملاحظه کرد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خاکها را به طور نامنظم در قبر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، آنرا پرکردند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که فاقد اتقان بود نار</w:t>
      </w:r>
      <w:r>
        <w:rPr>
          <w:rFonts w:hint="eastAsia"/>
          <w:rtl/>
          <w:lang w:bidi="fa-IR"/>
        </w:rPr>
        <w:t>احت</w:t>
      </w:r>
      <w:r>
        <w:rPr>
          <w:rtl/>
          <w:lang w:bidi="fa-IR"/>
        </w:rPr>
        <w:t xml:space="preserve"> شد و در کنار قبر آن افسر نشسته ، خاکها را با دست خود صاف و مرتب نمود . سپس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قبر 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و فرسوده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به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، آنرا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کامل انجام دهد . </w:t>
      </w:r>
      <w:r w:rsidR="0094599D">
        <w:rPr>
          <w:rtl/>
          <w:lang w:bidi="fa-IR"/>
        </w:rPr>
        <w:t>)</w:t>
      </w:r>
      <w:r w:rsidRPr="00A91217">
        <w:rPr>
          <w:rStyle w:val="libFootnotenumChar"/>
          <w:rtl/>
        </w:rPr>
        <w:t>(30)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مراحل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لذا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پس از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اثرش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خواهد رفت به وضع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کار و کوشش او در امور کوچک و بزرگ ، از شاگرد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مغازه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شخدمت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ادارات تا مناصب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شغلها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، مورد رغبت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اتقان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بهتر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کار کردن را وجهه نظر خود قرار</w:t>
      </w:r>
      <w:r w:rsidR="00A91217">
        <w:rPr>
          <w:rFonts w:hint="cs"/>
          <w:rtl/>
          <w:lang w:bidi="fa-IR"/>
        </w:rPr>
        <w:t>دهد</w:t>
      </w:r>
    </w:p>
    <w:p w:rsidR="009E514B" w:rsidRDefault="00A91217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A91217">
      <w:pPr>
        <w:pStyle w:val="Heading1"/>
        <w:rPr>
          <w:rtl/>
          <w:lang w:bidi="fa-IR"/>
        </w:rPr>
      </w:pPr>
      <w:bookmarkStart w:id="22" w:name="_Toc1032496"/>
      <w:r>
        <w:rPr>
          <w:rFonts w:hint="eastAsia"/>
          <w:rtl/>
          <w:lang w:bidi="fa-IR"/>
        </w:rPr>
        <w:t>عوامل</w:t>
      </w:r>
      <w:r>
        <w:rPr>
          <w:rtl/>
          <w:lang w:bidi="fa-IR"/>
        </w:rPr>
        <w:t xml:space="preserve"> موهوم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bookmarkEnd w:id="22"/>
    </w:p>
    <w:p w:rsidR="00A91217" w:rsidRDefault="00A91217" w:rsidP="009E514B">
      <w:pPr>
        <w:pStyle w:val="libNormal"/>
        <w:rPr>
          <w:rtl/>
          <w:lang w:bidi="fa-IR"/>
        </w:rPr>
      </w:pPr>
    </w:p>
    <w:p w:rsidR="009E514B" w:rsidRDefault="009E514B" w:rsidP="00A91217">
      <w:pPr>
        <w:pStyle w:val="Heading2"/>
        <w:rPr>
          <w:rtl/>
          <w:lang w:bidi="fa-IR"/>
        </w:rPr>
      </w:pPr>
      <w:bookmarkStart w:id="23" w:name="_Toc1032497"/>
      <w:r>
        <w:rPr>
          <w:rFonts w:hint="eastAsia"/>
          <w:rtl/>
          <w:lang w:bidi="fa-IR"/>
        </w:rPr>
        <w:t>مقدمه</w:t>
      </w:r>
      <w:bookmarkEnd w:id="23"/>
    </w:p>
    <w:p w:rsidR="009E514B" w:rsidRDefault="009E514B" w:rsidP="00A912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</w:t>
      </w:r>
      <w:r w:rsidR="00A9121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جوانان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از عوامل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بخش نخست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درباره آنها گفتگو شد ، به دنبال عوامل موهوم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. لذا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عوامل موهوم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A91217">
      <w:pPr>
        <w:pStyle w:val="Heading2"/>
        <w:rPr>
          <w:rtl/>
          <w:lang w:bidi="fa-IR"/>
        </w:rPr>
      </w:pPr>
      <w:bookmarkStart w:id="24" w:name="_Toc1032498"/>
      <w:r>
        <w:rPr>
          <w:rtl/>
          <w:lang w:bidi="fa-IR"/>
        </w:rPr>
        <w:t>1</w:t>
      </w:r>
      <w:r w:rsidR="00A9121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بخت و اقبال</w:t>
      </w:r>
      <w:bookmarkEnd w:id="24"/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A91217" w:rsidTr="00A91217">
        <w:trPr>
          <w:trHeight w:val="350"/>
        </w:trPr>
        <w:tc>
          <w:tcPr>
            <w:tcW w:w="3344" w:type="dxa"/>
            <w:shd w:val="clear" w:color="auto" w:fill="auto"/>
          </w:tcPr>
          <w:p w:rsidR="00A91217" w:rsidRDefault="00A9121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کوکب</w:t>
            </w:r>
            <w:r>
              <w:rPr>
                <w:rtl/>
                <w:lang w:bidi="fa-IR"/>
              </w:rPr>
              <w:t xml:space="preserve"> بخت مرا 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tl/>
                <w:lang w:bidi="fa-IR"/>
              </w:rPr>
              <w:t xml:space="preserve"> منجم نشناخت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A91217" w:rsidRDefault="00A91217" w:rsidP="00C05EBA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A91217" w:rsidRDefault="00A91217" w:rsidP="00C05EBA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ارب</w:t>
            </w:r>
            <w:r>
              <w:rPr>
                <w:rtl/>
                <w:lang w:bidi="fa-IR"/>
              </w:rPr>
              <w:t xml:space="preserve"> از مادر 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چه طالع زادم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1217" w:rsidTr="00A91217">
        <w:trPr>
          <w:trHeight w:val="350"/>
        </w:trPr>
        <w:tc>
          <w:tcPr>
            <w:tcW w:w="3344" w:type="dxa"/>
          </w:tcPr>
          <w:p w:rsidR="00A91217" w:rsidRDefault="00A9121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خود گر کن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اختر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را 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91217" w:rsidRDefault="00A91217" w:rsidP="00C05EBA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91217" w:rsidRDefault="00A9121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مدار</w:t>
            </w:r>
            <w:r>
              <w:rPr>
                <w:rtl/>
                <w:lang w:bidi="fa-IR"/>
              </w:rPr>
              <w:t xml:space="preserve"> از فلک چشم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اختر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A912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کاخ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جهان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براساس قانون علت و معلول استوار شده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حادثه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شکن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tl/>
          <w:lang w:bidi="fa-IR"/>
        </w:rPr>
        <w:t xml:space="preserve"> 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برگها ،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برف و باران ، اختلاف خطوط دست و صورت ،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انحطاط ملل و اقوام ،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ها و خلاصه آنچه در جهان سهم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، همه و همه علت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روشن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پنهان است </w:t>
      </w:r>
      <w:r>
        <w:rPr>
          <w:rFonts w:hint="eastAsia"/>
          <w:rtl/>
          <w:lang w:bidi="fa-IR"/>
        </w:rPr>
        <w:t>لذا</w:t>
      </w:r>
      <w:r>
        <w:rPr>
          <w:rtl/>
          <w:lang w:bidi="fa-IR"/>
        </w:rPr>
        <w:t xml:space="preserve"> بخت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مفهوم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با فلسفه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تطب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مفهوم ، اعتماد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عامل موهوم و دور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است . افراد نادان سعادت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شقاوت خود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خراف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وابسته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بخت</w:t>
      </w:r>
      <w:r>
        <w:rPr>
          <w:rtl/>
          <w:lang w:bidi="fa-IR"/>
        </w:rPr>
        <w:t xml:space="preserve"> و اتفاق و اقبال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عنوا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از مغز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علل حوادث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به دست آورند . لذا ناچار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 وجدان سرزنش کننده خود ، آنها را به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عوامل نامرئ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بسپارند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A9121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بناست به بخت معتقد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 کار</w:t>
      </w:r>
      <w:r w:rsidR="00A9121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کوشش ، جد و جهد ،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اساس بخت را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عامل نامرئ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بخت در دل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نهفته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رکود و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خراب کردن ذهن و مغز ، اعتقاد به بخت واقبال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شکست خوردگان داروئ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 به عبارت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تر 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بزهکاران و مقصران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وجدان سرزنش کننده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قهرمان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مسابقات شکست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به رفقاء دوستانش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شانس و اقبال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، بلند بود ،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او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و من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بخت و بداقبال بودم که با شکست روبرو شدم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متاءسفانه او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علت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شکست را کشف کند ، دست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عوامل موهوم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با فلسفه و روش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سازش ندارد 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خود را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از مسؤ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شکست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تبرئه کند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اصولا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روش غلط در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هست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خانواده و کسب و کار ،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براساس بخت استوار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پدر و مادر ،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بازرگانان صحنه 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که مردم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شکست خود را معلول بخت بدانند .</w:t>
      </w:r>
    </w:p>
    <w:p w:rsidR="009E514B" w:rsidRDefault="009E514B" w:rsidP="00DE0A8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بزرگ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، قرآن ،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کوتاه و پرمغز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افکار مرهوم خط قرمز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 w:rsidRPr="00A91217">
        <w:rPr>
          <w:rStyle w:val="libAlaemChar"/>
          <w:rtl/>
        </w:rPr>
        <w:t>(</w:t>
      </w:r>
      <w:r w:rsidR="00A91217" w:rsidRPr="00A91217">
        <w:rPr>
          <w:rStyle w:val="libAieChar"/>
          <w:rFonts w:hint="cs"/>
          <w:rtl/>
        </w:rPr>
        <w:t>وَأَن لَّيْسَ لِلْإِنسَانِ إِلَّا مَا سَعَى</w:t>
      </w:r>
      <w:r w:rsidR="00A91217">
        <w:rPr>
          <w:rFonts w:cs="KFGQPC Uthman Taha Naskh" w:hint="cs"/>
          <w:sz w:val="27"/>
          <w:szCs w:val="27"/>
          <w:shd w:val="clear" w:color="auto" w:fill="C4ECBD"/>
          <w:rtl/>
        </w:rPr>
        <w:t>ٰ</w:t>
      </w:r>
      <w:r w:rsidR="0094599D" w:rsidRPr="00DE0A88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انسان در گرو کار و کوشش خود</w:t>
      </w:r>
      <w:r w:rsidR="00DE0A8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ضرر قمار و انواع بخت آزمائ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جوانان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عوامل موهوم معتقد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 روح کار و کوشش را در آنها تضع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جوانان توانا و مستعد را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کار انداختن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صاحب مقام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ثروت شوند در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مردان</w:t>
      </w:r>
      <w:r>
        <w:rPr>
          <w:rtl/>
          <w:lang w:bidi="fa-IR"/>
        </w:rPr>
        <w:t xml:space="preserve"> و زنان موفق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قاموس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واژه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طالع ، فال ، ستاره ، کف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بخت را حذف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اعتقاد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بسان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دست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آستانه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تکامل است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دانشجو ،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مخترع و تفوق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ملت معلول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لمس کرده و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علل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راءس آن کار و کوشش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استقامت و نظم است ، وارد شده اند 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ستاره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طلمس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آنها مؤ ثر نبوده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ما که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کشور آلمان آمده بود ، درباره نحوه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ملت آلمان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ملت در اندک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جنگ را محو نموده اند . جز چند نقطه که آن را به عنوان نمونه نگاه</w:t>
      </w:r>
      <w:r w:rsidR="00DE0A8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داشته اند . انگار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آن مملکت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 بمبها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را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روح</w:t>
      </w:r>
      <w:r>
        <w:rPr>
          <w:rtl/>
          <w:lang w:bidi="fa-IR"/>
        </w:rPr>
        <w:t xml:space="preserve"> زنده و مغز با نشاط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ملت موجب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گاه آنان اقبال نبوده است . آنها بر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دماغ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که اگر بخت وجود داشته باشد ، در دل آنهاست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دستش به حقائق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، به موهومات و خرافات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.</w:t>
      </w:r>
    </w:p>
    <w:p w:rsidR="009E514B" w:rsidRDefault="009E514B" w:rsidP="00DE0A8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بازرگانان</w:t>
      </w:r>
      <w:r>
        <w:rPr>
          <w:rtl/>
          <w:lang w:bidi="fa-IR"/>
        </w:rPr>
        <w:t xml:space="preserve"> ورشکسته خود را با خوابها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حاک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وضع آنهاست ، خوشحال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. زنان نازا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پزشک حاذق مراجعه کنند ، به طلسم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پردازند .</w:t>
      </w:r>
    </w:p>
    <w:p w:rsidR="009E514B" w:rsidRDefault="009E514B" w:rsidP="00DE0A8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مردان</w:t>
      </w:r>
      <w:r>
        <w:rPr>
          <w:rtl/>
          <w:lang w:bidi="fa-IR"/>
        </w:rPr>
        <w:t xml:space="preserve"> نادان و زنان افسانه پرست مغز فرزندان خود را با مهملات و خرافات پر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مراسم چهارشنبه سور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مراسم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نوروز را پل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. روز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دست فرزندان خود را گرفته به صحرا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به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علفها را گره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حوائج شما </w:t>
      </w:r>
      <w:r>
        <w:rPr>
          <w:rFonts w:hint="eastAsia"/>
          <w:rtl/>
          <w:lang w:bidi="fa-IR"/>
        </w:rPr>
        <w:t>برآورده</w:t>
      </w:r>
      <w:r>
        <w:rPr>
          <w:rtl/>
          <w:lang w:bidi="fa-IR"/>
        </w:rPr>
        <w:t xml:space="preserve"> شود و بخت شما باز گردد . </w:t>
      </w:r>
      <w:r w:rsidR="0094599D">
        <w:rPr>
          <w:rtl/>
          <w:lang w:bidi="fa-IR"/>
        </w:rPr>
        <w:t>)</w:t>
      </w:r>
      <w:r w:rsidR="00DE0A8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ما در تمام ادوار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هرگونه مظاهر خرافات سخت نبرد کرد 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همراه فرزندانش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گردش به صحرا فرستاد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حفاظت او مهره سبز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نخ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گردن او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. او در برابر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، مهره را از گردن خود در آورده 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مادر 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موهومات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من نگهبان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DE0A8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چهارشنبه سور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نوجوانان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پرند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طبق سنت آتش پرستان در برابر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DE0A8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نموده</w:t>
      </w:r>
      <w:r>
        <w:rPr>
          <w:rtl/>
          <w:lang w:bidi="fa-IR"/>
        </w:rPr>
        <w:t xml:space="preserve"> و در حالت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از تو ، سرخ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از من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که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 چهره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خون دارد که به صورت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مانند آن جلوه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DE0A8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راننده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ترمز و 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</w:t>
      </w:r>
      <w:r w:rsidR="00DE0A88">
        <w:rPr>
          <w:rFonts w:hint="cs"/>
          <w:rtl/>
          <w:lang w:bidi="fa-IR"/>
        </w:rPr>
        <w:t xml:space="preserve">     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دقت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ابزار فرسوده را به ابزار نو و محکم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کند ، به عامل موهوم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نعل اسب به عقب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کوبد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حافظ او باشد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دزد</w:t>
      </w:r>
      <w:r>
        <w:rPr>
          <w:rtl/>
          <w:lang w:bidi="fa-IR"/>
        </w:rPr>
        <w:t xml:space="preserve"> مسلح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ده سال زندان محکوم شده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گام در آستانه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زندان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، در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زندان را با شعر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امثال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70"/>
        <w:gridCol w:w="268"/>
        <w:gridCol w:w="3284"/>
      </w:tblGrid>
      <w:tr w:rsidR="00DE0A88" w:rsidTr="00C05EBA">
        <w:trPr>
          <w:trHeight w:val="350"/>
        </w:trPr>
        <w:tc>
          <w:tcPr>
            <w:tcW w:w="3920" w:type="dxa"/>
            <w:shd w:val="clear" w:color="auto" w:fill="auto"/>
          </w:tcPr>
          <w:p w:rsidR="00DE0A88" w:rsidRDefault="00DE0A88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کوکب</w:t>
            </w:r>
            <w:r>
              <w:rPr>
                <w:rtl/>
                <w:lang w:bidi="fa-IR"/>
              </w:rPr>
              <w:t xml:space="preserve"> بخت مرا 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tl/>
                <w:lang w:bidi="fa-IR"/>
              </w:rPr>
              <w:t xml:space="preserve"> منجم نشناخت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E0A88" w:rsidRDefault="00DE0A88" w:rsidP="00C05EB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E0A88" w:rsidRDefault="00DE0A88" w:rsidP="00C05EBA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ارب</w:t>
            </w:r>
            <w:r>
              <w:rPr>
                <w:rtl/>
                <w:lang w:bidi="fa-IR"/>
              </w:rPr>
              <w:t xml:space="preserve"> از مادر 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چه طالع زادم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غافل و به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بخت است که هنوز حاضر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درست بفهمد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 وجدان سرزنش کننده خود ، گناه را به گردن کوکب و طالع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شعر ، اشعار ناصر خسرو ، شاعر سخن ساز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،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3276E7" w:rsidTr="003276E7">
        <w:trPr>
          <w:trHeight w:val="350"/>
        </w:trPr>
        <w:tc>
          <w:tcPr>
            <w:tcW w:w="3344" w:type="dxa"/>
            <w:shd w:val="clear" w:color="auto" w:fill="auto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نکوهش</w:t>
            </w:r>
            <w:r>
              <w:rPr>
                <w:rtl/>
                <w:lang w:bidi="fa-IR"/>
              </w:rPr>
              <w:t xml:space="preserve"> مکن چرخ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لوفر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3276E7" w:rsidRDefault="003276E7" w:rsidP="00C05EBA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برون</w:t>
            </w:r>
            <w:r>
              <w:rPr>
                <w:rtl/>
                <w:lang w:bidi="fa-IR"/>
              </w:rPr>
              <w:t xml:space="preserve"> کن زسر باد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ره</w:t>
            </w:r>
            <w:r>
              <w:rPr>
                <w:rtl/>
                <w:lang w:bidi="fa-IR"/>
              </w:rPr>
              <w:t xml:space="preserve"> سر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6E7" w:rsidTr="003276E7">
        <w:trPr>
          <w:trHeight w:val="350"/>
        </w:trPr>
        <w:tc>
          <w:tcPr>
            <w:tcW w:w="3344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خود چون کن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اختر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را 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276E7" w:rsidRDefault="003276E7" w:rsidP="00C05EBA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مدارا</w:t>
            </w:r>
            <w:r>
              <w:rPr>
                <w:rtl/>
                <w:lang w:bidi="fa-IR"/>
              </w:rPr>
              <w:t xml:space="preserve"> از فلک چشم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اختر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6E7" w:rsidTr="003276E7">
        <w:trPr>
          <w:trHeight w:val="350"/>
        </w:trPr>
        <w:tc>
          <w:tcPr>
            <w:tcW w:w="3344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بسوزند</w:t>
            </w:r>
            <w:r>
              <w:rPr>
                <w:rtl/>
                <w:lang w:bidi="fa-IR"/>
              </w:rPr>
              <w:t xml:space="preserve"> چوب درختان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276E7" w:rsidRDefault="003276E7" w:rsidP="00C05EBA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سزا</w:t>
            </w:r>
            <w:r>
              <w:rPr>
                <w:rtl/>
                <w:lang w:bidi="fa-IR"/>
              </w:rPr>
              <w:t xml:space="preserve"> خود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است مرب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6E7" w:rsidTr="003276E7">
        <w:trPr>
          <w:trHeight w:val="350"/>
        </w:trPr>
        <w:tc>
          <w:tcPr>
            <w:tcW w:w="3344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درخت</w:t>
            </w:r>
            <w:r>
              <w:rPr>
                <w:rtl/>
                <w:lang w:bidi="fa-IR"/>
              </w:rPr>
              <w:t xml:space="preserve"> تو گر بار دانش بگ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276E7" w:rsidRDefault="003276E7" w:rsidP="00C05EBA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آورد چرخ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لوفر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327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گام در راه هدف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بگذارد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</w:t>
      </w:r>
      <w:r w:rsidR="003276E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هرگونه</w:t>
      </w:r>
      <w:r>
        <w:rPr>
          <w:rtl/>
          <w:lang w:bidi="fa-IR"/>
        </w:rPr>
        <w:t xml:space="preserve"> افسانه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327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3276E7" w:rsidRPr="003276E7">
        <w:rPr>
          <w:rFonts w:ascii="Traditional Arabic" w:eastAsiaTheme="minorHAnsi" w:hAnsi="Traditional Arabic" w:cs="Traditional Arabic"/>
          <w:rtl/>
        </w:rPr>
        <w:t xml:space="preserve"> </w:t>
      </w:r>
      <w:r w:rsidR="003276E7" w:rsidRPr="003276E7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مخصوصا کوشش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مردم را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الباف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موهوم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برهاند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،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فوت کرد ، آفتاب گرفت . افراد افسانه پرست آن زمان ، به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گفتند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شما بقدر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است که آفتاب هم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 فرزند شما گرفته شده است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در پاسخ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فرمود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مردم ! آفتاب و ماه بر مرگ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، بلکه خسوف ماه و کسوف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خداوند است .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به مرگ فرزند من وابسته کرد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غرب زدگان بقدر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موهوم پرستند که از اطاق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شماره پلاک آن 13 است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ترسند و لذا صاحبان مهمانخانه ها ناچارند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پلاک اطاق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 xml:space="preserve"> 1+12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عدد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را حذف کنند 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در سازمان ملل متحد آسانسور از طبقه 12 به طبقه 14 منتقل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</w:t>
      </w:r>
      <w:r>
        <w:rPr>
          <w:rFonts w:hint="eastAsia"/>
          <w:rtl/>
          <w:lang w:bidi="fa-IR"/>
        </w:rPr>
        <w:t>طبقه</w:t>
      </w:r>
      <w:r>
        <w:rPr>
          <w:rtl/>
          <w:lang w:bidi="fa-IR"/>
        </w:rPr>
        <w:t xml:space="preserve"> 13 اصلا وجود ندارد 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طبقه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طبقه چهارده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9E514B" w:rsidRDefault="009E514B" w:rsidP="00327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توجه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توجه کنند که اگر طبقه 13 خطرناک است و</w:t>
      </w:r>
      <w:r w:rsidR="003276E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نحوست</w:t>
      </w:r>
      <w:r>
        <w:rPr>
          <w:rtl/>
          <w:lang w:bidi="fa-IR"/>
        </w:rPr>
        <w:t xml:space="preserve"> دارد ، با عوض کردن اسم 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آن دگرگون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6"/>
        <w:gridCol w:w="268"/>
        <w:gridCol w:w="3288"/>
      </w:tblGrid>
      <w:tr w:rsidR="003276E7" w:rsidTr="003276E7">
        <w:trPr>
          <w:trHeight w:val="350"/>
        </w:trPr>
        <w:tc>
          <w:tcPr>
            <w:tcW w:w="3366" w:type="dxa"/>
            <w:shd w:val="clear" w:color="auto" w:fill="auto"/>
          </w:tcPr>
          <w:p w:rsidR="003276E7" w:rsidRDefault="003276E7" w:rsidP="00C05EBA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روستائ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سقط شد خرش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3276E7" w:rsidRDefault="003276E7" w:rsidP="00C05EBA">
            <w:pPr>
              <w:pStyle w:val="libPoem"/>
              <w:rPr>
                <w:rtl/>
              </w:rPr>
            </w:pPr>
          </w:p>
        </w:tc>
        <w:tc>
          <w:tcPr>
            <w:tcW w:w="3288" w:type="dxa"/>
            <w:shd w:val="clear" w:color="auto" w:fill="auto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علم</w:t>
            </w:r>
            <w:r>
              <w:rPr>
                <w:rtl/>
                <w:lang w:bidi="fa-IR"/>
              </w:rPr>
              <w:t xml:space="preserve"> کرد بر تاک بستان سرش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6E7" w:rsidTr="003276E7">
        <w:tblPrEx>
          <w:tblLook w:val="04A0"/>
        </w:tblPrEx>
        <w:trPr>
          <w:trHeight w:val="350"/>
        </w:trPr>
        <w:tc>
          <w:tcPr>
            <w:tcW w:w="3366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جهان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 او بر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76E7" w:rsidRDefault="003276E7" w:rsidP="00C05EBA">
            <w:pPr>
              <w:pStyle w:val="libPoem"/>
              <w:rPr>
                <w:rtl/>
              </w:rPr>
            </w:pPr>
          </w:p>
        </w:tc>
        <w:tc>
          <w:tcPr>
            <w:tcW w:w="3288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گفت خندان به ناطور 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6E7" w:rsidTr="003276E7">
        <w:tblPrEx>
          <w:tblLook w:val="04A0"/>
        </w:tblPrEx>
        <w:trPr>
          <w:trHeight w:val="350"/>
        </w:trPr>
        <w:tc>
          <w:tcPr>
            <w:tcW w:w="3366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مپندار</w:t>
            </w:r>
            <w:r>
              <w:rPr>
                <w:rtl/>
                <w:lang w:bidi="fa-IR"/>
              </w:rPr>
              <w:t xml:space="preserve"> جان پدر ،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حمار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76E7" w:rsidRDefault="003276E7" w:rsidP="00C05EBA">
            <w:pPr>
              <w:pStyle w:val="libPoem"/>
              <w:rPr>
                <w:rtl/>
              </w:rPr>
            </w:pPr>
          </w:p>
        </w:tc>
        <w:tc>
          <w:tcPr>
            <w:tcW w:w="3288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کند</w:t>
            </w:r>
            <w:r>
              <w:rPr>
                <w:rtl/>
                <w:lang w:bidi="fa-IR"/>
              </w:rPr>
              <w:t xml:space="preserve"> دفع چشم بد از کشتزار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6E7" w:rsidTr="003276E7">
        <w:tblPrEx>
          <w:tblLook w:val="04A0"/>
        </w:tblPrEx>
        <w:trPr>
          <w:trHeight w:val="350"/>
        </w:trPr>
        <w:tc>
          <w:tcPr>
            <w:tcW w:w="3366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که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دفع چوب از</w:t>
            </w:r>
            <w:r>
              <w:rPr>
                <w:rFonts w:hint="eastAsia"/>
                <w:rtl/>
                <w:lang w:bidi="fa-IR"/>
              </w:rPr>
              <w:t>سرو</w:t>
            </w:r>
            <w:r>
              <w:rPr>
                <w:rtl/>
                <w:lang w:bidi="fa-IR"/>
              </w:rPr>
              <w:t xml:space="preserve"> گوش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76E7" w:rsidRDefault="003276E7" w:rsidP="00C05EBA">
            <w:pPr>
              <w:pStyle w:val="libPoem"/>
              <w:rPr>
                <w:rtl/>
              </w:rPr>
            </w:pPr>
          </w:p>
        </w:tc>
        <w:tc>
          <w:tcPr>
            <w:tcW w:w="3288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نتاست</w:t>
            </w:r>
            <w:r>
              <w:rPr>
                <w:rtl/>
                <w:lang w:bidi="fa-IR"/>
              </w:rPr>
              <w:t xml:space="preserve"> تا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نوا</w:t>
            </w:r>
            <w:r>
              <w:rPr>
                <w:rtl/>
                <w:lang w:bidi="fa-IR"/>
              </w:rPr>
              <w:t xml:space="preserve"> مرد 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6E7" w:rsidTr="003276E7">
        <w:tblPrEx>
          <w:tblLook w:val="04A0"/>
        </w:tblPrEx>
        <w:trPr>
          <w:trHeight w:val="350"/>
        </w:trPr>
        <w:tc>
          <w:tcPr>
            <w:tcW w:w="3366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کنون</w:t>
            </w:r>
            <w:r>
              <w:rPr>
                <w:rtl/>
                <w:lang w:bidi="fa-IR"/>
              </w:rPr>
              <w:t xml:space="preserve"> دفع چشم بد از کشتزار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76E7" w:rsidRDefault="003276E7" w:rsidP="00C05EBA">
            <w:pPr>
              <w:pStyle w:val="libPoem"/>
              <w:rPr>
                <w:rtl/>
              </w:rPr>
            </w:pPr>
          </w:p>
        </w:tc>
        <w:tc>
          <w:tcPr>
            <w:tcW w:w="3288" w:type="dxa"/>
          </w:tcPr>
          <w:p w:rsidR="003276E7" w:rsidRDefault="003276E7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چگونه</w:t>
            </w:r>
            <w:r>
              <w:rPr>
                <w:rtl/>
                <w:lang w:bidi="fa-IR"/>
              </w:rPr>
              <w:t xml:space="preserve"> تواند ، توقع مدار 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رسوخ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عوامل موهوم را در روح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عوامل سقوط ملتها شمرد .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طالع معتقد 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من با طالع نحس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آمده ام و بقدر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طالع من نحس است که اگر کلاه دوز بودم مردم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معمولا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از چرخ و فلک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، و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حوادث بد را به گردن چرخ دون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باچه</w:t>
      </w:r>
      <w:r>
        <w:rPr>
          <w:rtl/>
          <w:lang w:bidi="fa-IR"/>
        </w:rPr>
        <w:t xml:space="preserve">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، از جور فلک ناله کرده و به نثر و نظم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.</w:t>
      </w:r>
    </w:p>
    <w:p w:rsidR="009E514B" w:rsidRDefault="009E514B" w:rsidP="00327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چرخ و فلک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 . آنچه هست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موجودات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خدمتگزار بشر ، و به فرمان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جهان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،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مهار شده اند .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اشعه 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جانداران را پرورش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ماه به فضا نور و صفا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و </w:t>
      </w:r>
      <w:r w:rsidR="003276E7">
        <w:rPr>
          <w:rFonts w:hint="cs"/>
          <w:rtl/>
          <w:lang w:bidi="fa-IR"/>
        </w:rPr>
        <w:t xml:space="preserve">    </w:t>
      </w:r>
      <w:r>
        <w:rPr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خدمتگزاران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بشر را جائر و ستمگر خواند .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هرگز در آنها نحوست و ستم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خداوند بزرگ در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آنها سوگند خورده و ما را به عظمت آنها متوجه ساخته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311E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توجه کرد که اگر در سخنان دانشمندان از چرخ و روزگار گله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 ، قطعا منظور گله و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311E3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مردم روزگار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اجرام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والا کواکب و آسمان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311E31">
      <w:pPr>
        <w:pStyle w:val="Heading2"/>
        <w:rPr>
          <w:rtl/>
          <w:lang w:bidi="fa-IR"/>
        </w:rPr>
      </w:pPr>
      <w:bookmarkStart w:id="25" w:name="_Toc1032499"/>
      <w:r>
        <w:rPr>
          <w:rtl/>
          <w:lang w:bidi="fa-IR"/>
        </w:rPr>
        <w:t>2</w:t>
      </w:r>
      <w:r w:rsidR="00311E3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در انتظار تصادفها</w:t>
      </w:r>
      <w:bookmarkEnd w:id="25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سقوط</w:t>
      </w:r>
      <w:r>
        <w:rPr>
          <w:rtl/>
          <w:lang w:bidi="fa-IR"/>
        </w:rPr>
        <w:t xml:space="preserve"> ناگهان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تصادف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وتن</w:t>
      </w:r>
      <w:r>
        <w:rPr>
          <w:rtl/>
          <w:lang w:bidi="fa-IR"/>
        </w:rPr>
        <w:t xml:space="preserve"> را متوجه جاذبه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 . چرا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که بارها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متوجه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 نشدند ؟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تصادفها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مترقب ، گره از کار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. در صفحات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نمونه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تصادفها وجود دارد ، که در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:</w:t>
      </w:r>
    </w:p>
    <w:p w:rsidR="009E514B" w:rsidRDefault="009E514B" w:rsidP="00311E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عمادالدوله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 و فارس را متصرف شد و حاکم شهر را که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بود از شهر راند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سربازانش به آخر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داشت که سربازان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به مال مردم دراز کنند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دار چشم عمادالدوله به سقف افتاد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از سوراخ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 و دوباره فرو برد 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چند دفعه تکرار شد . او دستور داد سقف عمارت را بردارند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مار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کنند . کارگران در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سوراخ ، به خمها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مملو از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برخوردند که حاکم سابق آنها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مبادا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کرده بود </w:t>
      </w:r>
      <w:r>
        <w:rPr>
          <w:rFonts w:hint="eastAsia"/>
          <w:rtl/>
          <w:lang w:bidi="fa-IR"/>
        </w:rPr>
        <w:t>شاه</w:t>
      </w:r>
      <w:r>
        <w:rPr>
          <w:rtl/>
          <w:lang w:bidi="fa-IR"/>
        </w:rPr>
        <w:t xml:space="preserve">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سامان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سرکوب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دچار کمبود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اموال مردم از دستبرد احتمال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مصون بماند ، سپاه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بدون در نظر گرفتن مقصد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خارج شهر کوچ داد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اثناء </w:t>
      </w:r>
      <w:r>
        <w:rPr>
          <w:rtl/>
          <w:lang w:bidi="fa-IR"/>
        </w:rPr>
        <w:lastRenderedPageBreak/>
        <w:t>زاغ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آنها در حرکت است و گردن</w:t>
      </w:r>
      <w:r w:rsidR="00311E3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منقار دارد . آنان به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زاغ پرداختند و زاغ گردن بند را در چاه افکند . چند تن به دستور شاه وارد چاه شدند و ناگهان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صندوق زر و جواهر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که غلامان عمرول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هنگام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در همان چاه پنهان کرده و بعدا موفق به در آوردن آنها نشد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مصلح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باب قناعت ،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مضمون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: شاهزاده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حلقه 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نقطه مرتفع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گذارده بود تا هر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بتواند وسط آن را هدف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قرار دهد ، مشمول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شود .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راندازان</w:t>
      </w:r>
      <w:r>
        <w:rPr>
          <w:rtl/>
          <w:lang w:bidi="fa-IR"/>
        </w:rPr>
        <w:t xml:space="preserve"> ماهر از هدف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عاجز گشتند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شکست روبرو شدند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اثناء پسر بچه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مهارت نداشت و بدون هدف به هر سو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پرتاب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، ناگهان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سوراخ حلقه عبور داد و برنده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زمام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دست تصادفها بسپارد 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که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مترقبه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در برابر آنهمه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که در پرتو دانائ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کار و کوشش و نقشه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عوامل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کم است .</w:t>
      </w:r>
    </w:p>
    <w:p w:rsidR="009E514B" w:rsidRDefault="009E514B" w:rsidP="00311E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گذشته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تصادفها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تلخ دارند ؛ افراد خردمند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هرگز در انتظار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آمدها و تصادفها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مترقب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با بودن اسباب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عوامل عقلان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دنبال عامل موهوم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</w:t>
      </w:r>
      <w:r>
        <w:rPr>
          <w:rFonts w:hint="eastAsia"/>
          <w:rtl/>
          <w:lang w:bidi="fa-IR"/>
        </w:rPr>
        <w:t>فرض</w:t>
      </w:r>
      <w:r w:rsidR="00311E3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نفر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؛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آسمان آن شهر به پرواز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دو سکه بهار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نثار کند ؛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سکه نشست و دست از کار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؟ ! </w:t>
      </w:r>
      <w:r>
        <w:rPr>
          <w:rtl/>
          <w:lang w:bidi="fa-IR"/>
        </w:rPr>
        <w:lastRenderedPageBreak/>
        <w:t>و اگر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قبلا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اندوخته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نان شب خود معطل بمان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؟ !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قدرت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متک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نباشد و به انتظار حوادث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چرخ حوادث به سود او بچرخد و مورد ترحم دولتها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جهان واقع گردد ، محکوم به فنا است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کردن و رنج بردن در انتظار تصادفها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مترقب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اثر آن ، نمره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،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پندار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گرفت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اسلام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فرموده که در نظر ارباب دانش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جهان ارزش دارد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من وجد ماء و ترابا ثم افتقر فابعده الله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. </w:t>
      </w:r>
      <w:r w:rsidRPr="00311E31">
        <w:rPr>
          <w:rStyle w:val="libFootnotenumChar"/>
          <w:rtl/>
        </w:rPr>
        <w:t xml:space="preserve">(31)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آب برخوردار باشد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خداداد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مند نگردد ، از رحمت خداوند دور خواهد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.</w:t>
      </w:r>
    </w:p>
    <w:p w:rsidR="009E514B" w:rsidRDefault="009E514B" w:rsidP="00311E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جهان پر غوغا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قد علم نکرد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صحنه حوادث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نگرد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اسباب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عوامل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راسخ قدم در راه هدف گذارد و در گرد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</w:t>
      </w:r>
      <w:r w:rsidR="00311E3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اگر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دهد ، ما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نگشت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قول شاعر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7"/>
        <w:gridCol w:w="268"/>
        <w:gridCol w:w="3327"/>
      </w:tblGrid>
      <w:tr w:rsidR="00311E31" w:rsidTr="00311E31">
        <w:trPr>
          <w:trHeight w:val="350"/>
        </w:trPr>
        <w:tc>
          <w:tcPr>
            <w:tcW w:w="3327" w:type="dxa"/>
            <w:shd w:val="clear" w:color="auto" w:fill="auto"/>
          </w:tcPr>
          <w:p w:rsidR="00311E31" w:rsidRDefault="00311E31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مرد</w:t>
            </w:r>
            <w:r>
              <w:rPr>
                <w:rtl/>
                <w:lang w:bidi="fa-IR"/>
              </w:rPr>
              <w:t xml:space="preserve"> بزرگ 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و عزم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بزرگتر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311E31" w:rsidRDefault="00311E31" w:rsidP="00C05EBA">
            <w:pPr>
              <w:pStyle w:val="libPoem"/>
              <w:rPr>
                <w:rtl/>
              </w:rPr>
            </w:pPr>
          </w:p>
        </w:tc>
        <w:tc>
          <w:tcPr>
            <w:tcW w:w="3327" w:type="dxa"/>
            <w:shd w:val="clear" w:color="auto" w:fill="auto"/>
          </w:tcPr>
          <w:p w:rsidR="00311E31" w:rsidRDefault="00311E31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حل مشکلات به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او کنند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1E31" w:rsidTr="00311E31">
        <w:trPr>
          <w:trHeight w:val="350"/>
        </w:trPr>
        <w:tc>
          <w:tcPr>
            <w:tcW w:w="3327" w:type="dxa"/>
          </w:tcPr>
          <w:p w:rsidR="00311E31" w:rsidRDefault="00311E31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آزادگ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قبضه شمش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بسته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1E31" w:rsidRDefault="00311E31" w:rsidP="00C05EBA">
            <w:pPr>
              <w:pStyle w:val="libPoem"/>
              <w:rPr>
                <w:rtl/>
              </w:rPr>
            </w:pPr>
          </w:p>
        </w:tc>
        <w:tc>
          <w:tcPr>
            <w:tcW w:w="3327" w:type="dxa"/>
          </w:tcPr>
          <w:p w:rsidR="00311E31" w:rsidRDefault="00311E31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مردان</w:t>
            </w:r>
            <w:r>
              <w:rPr>
                <w:rtl/>
                <w:lang w:bidi="fa-IR"/>
              </w:rPr>
              <w:t xml:space="preserve"> ،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شه</w:t>
            </w:r>
            <w:r>
              <w:rPr>
                <w:rtl/>
                <w:lang w:bidi="fa-IR"/>
              </w:rPr>
              <w:t xml:space="preserve"> تک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خود را بدو کنند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11E31" w:rsidTr="00311E31">
        <w:tblPrEx>
          <w:tblLook w:val="04A0"/>
        </w:tblPrEx>
        <w:trPr>
          <w:trHeight w:val="350"/>
        </w:trPr>
        <w:tc>
          <w:tcPr>
            <w:tcW w:w="3327" w:type="dxa"/>
          </w:tcPr>
          <w:p w:rsidR="00311E31" w:rsidRDefault="00311E31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قانون</w:t>
            </w:r>
            <w:r>
              <w:rPr>
                <w:rtl/>
                <w:lang w:bidi="fa-IR"/>
              </w:rPr>
              <w:t xml:space="preserve"> خلقت است که 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شود </w:t>
            </w:r>
            <w:r>
              <w:rPr>
                <w:rtl/>
                <w:lang w:bidi="fa-IR"/>
              </w:rPr>
              <w:lastRenderedPageBreak/>
              <w:t>ضع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11E31" w:rsidRDefault="00311E31" w:rsidP="00C05EBA">
            <w:pPr>
              <w:pStyle w:val="libPoem"/>
              <w:rPr>
                <w:rtl/>
              </w:rPr>
            </w:pPr>
          </w:p>
        </w:tc>
        <w:tc>
          <w:tcPr>
            <w:tcW w:w="3327" w:type="dxa"/>
          </w:tcPr>
          <w:p w:rsidR="00311E31" w:rsidRDefault="00311E31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ملت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به راحت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خو </w:t>
            </w:r>
            <w:r>
              <w:rPr>
                <w:rtl/>
                <w:lang w:bidi="fa-IR"/>
              </w:rPr>
              <w:lastRenderedPageBreak/>
              <w:t>کنند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ممکن</w:t>
      </w:r>
      <w:r>
        <w:rPr>
          <w:rtl/>
          <w:lang w:bidi="fa-IR"/>
        </w:rPr>
        <w:t xml:space="preserve"> 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اثر تصادف به سعادت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مولود تصادف است مانند درآمد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قمار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و کاملا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قول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دانمشندان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سخت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ها و خطرناکتر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، راه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. راه دور اگر وقت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تلف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مطمئن تر است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چه بسا انسان در پرتو تصادف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مقصد برسد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انتظار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باشد 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و</w:t>
      </w:r>
      <w:r>
        <w:rPr>
          <w:rFonts w:hint="eastAsia"/>
          <w:rtl/>
          <w:lang w:bidi="fa-IR"/>
        </w:rPr>
        <w:t>صول</w:t>
      </w:r>
      <w:r>
        <w:rPr>
          <w:rtl/>
          <w:lang w:bidi="fa-IR"/>
        </w:rPr>
        <w:t xml:space="preserve"> به مقصد ، راه مرگ و فنا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بخواهد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راه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عرق نکند و فقط از پلکان موهوم و سست تصادف بالا رود ، قبل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مقصد ،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خواهد خورد .</w:t>
      </w:r>
    </w:p>
    <w:p w:rsidR="009E514B" w:rsidRDefault="009E514B" w:rsidP="00311E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سقوط</w:t>
      </w:r>
      <w:r>
        <w:rPr>
          <w:rtl/>
          <w:lang w:bidi="fa-IR"/>
        </w:rPr>
        <w:t xml:space="preserve"> ناگهان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تصادف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وتن</w:t>
      </w:r>
      <w:r>
        <w:rPr>
          <w:rtl/>
          <w:lang w:bidi="fa-IR"/>
        </w:rPr>
        <w:t xml:space="preserve"> را متوجه جاذبه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 . چرا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که بارها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متوجه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 نشدند 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تمام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 مقتض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کشف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لحظه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وتن</w:t>
      </w:r>
      <w:r>
        <w:rPr>
          <w:rtl/>
          <w:lang w:bidi="fa-IR"/>
        </w:rPr>
        <w:t xml:space="preserve"> وجود داشت ؟ و</w:t>
      </w:r>
      <w:r w:rsidR="00311E3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به عنوان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کننده آن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به وجود آمد ؟ آن مرد متفکر همواره غرق مطالعه و بحث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علل و معال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تمام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کار انداخته ، در هر حادثه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قطعا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کشف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وفق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حبابها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صابون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کشف و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نور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، نه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تصادف بود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حبابها در برابر رختشو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هر روز مجسم است </w:t>
      </w:r>
      <w:r>
        <w:rPr>
          <w:rtl/>
          <w:lang w:bidi="fa-IR"/>
        </w:rPr>
        <w:lastRenderedPageBreak/>
        <w:t>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درک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. او تمام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کشف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 را به وجود آورده بود و براثر تدبر در حوادث موفق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311E31">
      <w:pPr>
        <w:pStyle w:val="Heading2"/>
        <w:rPr>
          <w:rtl/>
          <w:lang w:bidi="fa-IR"/>
        </w:rPr>
      </w:pPr>
      <w:bookmarkStart w:id="26" w:name="_Toc1032500"/>
      <w:r>
        <w:rPr>
          <w:rtl/>
          <w:lang w:bidi="fa-IR"/>
        </w:rPr>
        <w:t>3</w:t>
      </w:r>
      <w:r w:rsidR="00311E3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سرنوشت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غلط</w:t>
      </w:r>
      <w:bookmarkEnd w:id="26"/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8"/>
        <w:gridCol w:w="3313"/>
      </w:tblGrid>
      <w:tr w:rsidR="00311E31" w:rsidTr="00C05EBA">
        <w:trPr>
          <w:trHeight w:val="350"/>
        </w:trPr>
        <w:tc>
          <w:tcPr>
            <w:tcW w:w="3920" w:type="dxa"/>
            <w:shd w:val="clear" w:color="auto" w:fill="auto"/>
          </w:tcPr>
          <w:p w:rsidR="00311E31" w:rsidRDefault="00311E31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، قصه تقد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و بخت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11E31" w:rsidRDefault="00311E31" w:rsidP="00C05EB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11E31" w:rsidRDefault="00311E31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بام سرنگون شدن و گفتن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قضا 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سرنوشت را از عوامل موهوم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عوامل انحطاط و شقاوت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آن معنائ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قرآن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تحک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بلکه به آن معنائ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ساده دلان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ما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سرنوشت خود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سازنده سرنوش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 . </w:t>
      </w:r>
      <w:r w:rsidR="0094599D">
        <w:rPr>
          <w:rtl/>
          <w:lang w:bidi="fa-IR"/>
        </w:rPr>
        <w:t>)</w:t>
      </w:r>
    </w:p>
    <w:p w:rsidR="009E514B" w:rsidRDefault="009E514B" w:rsidP="00311E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خواه خداپرست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خواه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خواه معتقد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سازمان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بزرگ و عقل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اداره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تصادف ، اتمها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شمار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و نگار را در صحنه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آورده است ، بالاخره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انکار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</w:t>
      </w:r>
      <w:r w:rsidR="00311E3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خوارگ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، اساس سرنوشت بد خود را با دست خود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؛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کبد متورم در گوشه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خواهد افتاد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سکته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پاره شدن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بدرود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بادم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پلنگ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آن هم بدون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مهارت در رام کردن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، پس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طعمه درندگان خواهد شد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طور مسلم جوان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عار و قمار باز خود را به سرنوشت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 او خود سازنده سرنوشت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 نه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گفته پرو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اعتصام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C45AF0" w:rsidTr="00C45AF0">
        <w:trPr>
          <w:trHeight w:val="350"/>
        </w:trPr>
        <w:tc>
          <w:tcPr>
            <w:tcW w:w="3344" w:type="dxa"/>
            <w:shd w:val="clear" w:color="auto" w:fill="auto"/>
          </w:tcPr>
          <w:p w:rsidR="00C45AF0" w:rsidRDefault="00C45AF0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، قصه تقد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و بخت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C45AF0" w:rsidRDefault="00C45AF0" w:rsidP="00C05EBA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C45AF0" w:rsidRDefault="00C45AF0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بام سرنگون شدن و گفتن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قضاست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5AF0" w:rsidTr="00C45AF0">
        <w:trPr>
          <w:trHeight w:val="350"/>
        </w:trPr>
        <w:tc>
          <w:tcPr>
            <w:tcW w:w="3344" w:type="dxa"/>
          </w:tcPr>
          <w:p w:rsidR="00C45AF0" w:rsidRDefault="00C45AF0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آسمان علم ، عمل بهتر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پر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45AF0" w:rsidRDefault="00C45AF0" w:rsidP="00C05EBA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45AF0" w:rsidRDefault="00C45AF0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کشور وجود ، هنر بهتر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غناست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5AF0" w:rsidTr="00C45AF0">
        <w:trPr>
          <w:trHeight w:val="350"/>
        </w:trPr>
        <w:tc>
          <w:tcPr>
            <w:tcW w:w="3344" w:type="dxa"/>
          </w:tcPr>
          <w:p w:rsidR="00C45AF0" w:rsidRDefault="00C45AF0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کوش</w:t>
            </w:r>
            <w:r>
              <w:rPr>
                <w:rtl/>
                <w:lang w:bidi="fa-IR"/>
              </w:rPr>
              <w:t xml:space="preserve"> گرچه عزم تو ز اند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شه</w:t>
            </w:r>
            <w:r>
              <w:rPr>
                <w:rtl/>
                <w:lang w:bidi="fa-IR"/>
              </w:rPr>
              <w:t xml:space="preserve"> برتر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C45AF0" w:rsidRDefault="00C45AF0" w:rsidP="00C05EBA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C45AF0" w:rsidRDefault="00C45AF0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پو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گرچه راه تو در کام اژدهاست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شب و روز خود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با علاقه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فرا گرفتن علم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، از همان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 به درب دانشگاه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، سرنوشت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</w:t>
      </w:r>
    </w:p>
    <w:p w:rsidR="009E514B" w:rsidRDefault="009E514B" w:rsidP="00C45A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، اعمال امروز ما سازنده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ماست ؛ و حوداث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حلقه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آنچنان به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است که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حلقه از وسط آن گسسته شود ، تمام نظام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9E514B" w:rsidP="00C45A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حلقه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حلقات علت حلقه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نظام حوادث در</w:t>
      </w:r>
      <w:r w:rsidR="00C45AF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دستگاهها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علتها و معلولهاست . مثلا حوادث امروز علت حوادث فرداست .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با قلم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حوادث </w:t>
      </w:r>
      <w:r>
        <w:rPr>
          <w:rtl/>
          <w:lang w:bidi="fa-IR"/>
        </w:rPr>
        <w:lastRenderedPageBreak/>
        <w:t>امروز نوشته شده است و شرائط و اوضاع و علل و مقتض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زبان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امروز آبستن حوادث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فردا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روابط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رشته از حوادث آن چنان منظم و تخلف 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،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رموز و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علل خلاقه 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را به طور واضع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انسان در چهار چوبه سرنوشت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 و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قبلا در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مضبوط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 </w:t>
      </w:r>
      <w:r w:rsidR="0094599D">
        <w:rPr>
          <w:rtl/>
          <w:lang w:bidi="fa-IR"/>
        </w:rPr>
        <w:t>)</w:t>
      </w:r>
      <w:r w:rsidRPr="00526710">
        <w:rPr>
          <w:rStyle w:val="libFootnotenumChar"/>
          <w:rtl/>
        </w:rPr>
        <w:t>(32)</w:t>
      </w:r>
      <w:r>
        <w:rPr>
          <w:rtl/>
          <w:lang w:bidi="fa-IR"/>
        </w:rPr>
        <w:t xml:space="preserve"> منظور از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ما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سرنوشت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قبلا آن را به طور جبر نوشته اند ، بلکه مقصود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دانا که بر تمام حوادث گذشته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احاطه ، و از تمام آنها اطلاع کامل دارد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چه کارهائ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خواهند داد و در اثر آنها به سعادت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شقاوت خواهند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5267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از خط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آن شخص آن را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کرده است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دارد و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خطوط در جهان بالا منعکس است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در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نقشه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کاملا آزادند . و هرگونه که</w:t>
      </w:r>
      <w:r w:rsidR="0052671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بخواهند</w:t>
      </w:r>
      <w:r>
        <w:rPr>
          <w:rtl/>
          <w:lang w:bidi="fa-IR"/>
        </w:rPr>
        <w:t xml:space="preserve"> سرنوشت خود را خواهند ساخت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وجدان خود را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که عقل و وجدان بر آن گواه است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 به قول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9"/>
        <w:gridCol w:w="3318"/>
      </w:tblGrid>
      <w:tr w:rsidR="00526710" w:rsidTr="00C05EBA">
        <w:trPr>
          <w:trHeight w:val="350"/>
        </w:trPr>
        <w:tc>
          <w:tcPr>
            <w:tcW w:w="3920" w:type="dxa"/>
            <w:shd w:val="clear" w:color="auto" w:fill="auto"/>
          </w:tcPr>
          <w:p w:rsidR="00526710" w:rsidRDefault="00526710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که گوئ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کنم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آن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26710" w:rsidRDefault="00526710" w:rsidP="00C05EB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26710" w:rsidRDefault="00526710" w:rsidP="00C05EB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اخت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است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صنم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موضوع</w:t>
      </w:r>
      <w:r>
        <w:rPr>
          <w:rtl/>
          <w:lang w:bidi="fa-IR"/>
        </w:rPr>
        <w:t xml:space="preserve"> جبر حوادث و جبر اعمال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 و تصور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در گردونه حوادث ،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ندارند و مانند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از </w:t>
      </w:r>
      <w:r>
        <w:rPr>
          <w:rtl/>
          <w:lang w:bidi="fa-IR"/>
        </w:rPr>
        <w:lastRenderedPageBreak/>
        <w:t>بالا رها گردد و تحت عوامل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ندارد ؛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کنواخت</w:t>
      </w:r>
      <w:r>
        <w:rPr>
          <w:rtl/>
          <w:lang w:bidi="fa-IR"/>
        </w:rPr>
        <w:t xml:space="preserve"> تحت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 و نمو کنند . در ص</w:t>
      </w:r>
      <w:r>
        <w:rPr>
          <w:rFonts w:hint="eastAsia"/>
          <w:rtl/>
          <w:lang w:bidi="fa-IR"/>
        </w:rPr>
        <w:t>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کاملا مخالف با وجدان و سرشت پاک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هر فرد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او در تمام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آزاد مختار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 اوست که خود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فرجام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بد فرجام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گذشته افراد مجرم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عقب مانده و شکست خورده ، گناهان و اثرات شوم اعمال خود را بر گردن قضا و قدر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انداختند و خود را از هر نوع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تبرئه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، اکنون هم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عامل مزبور ، عبارت جبر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اعمال خود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اثر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جبر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همان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دارد که قضا قدر (به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نادرست آن ) در گذشته داشت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C05E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موضوع جبر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خود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عذر</w:t>
      </w:r>
      <w:r>
        <w:rPr>
          <w:rFonts w:hint="cs"/>
          <w:rtl/>
          <w:lang w:bidi="fa-IR"/>
        </w:rPr>
        <w:t>ی</w:t>
      </w:r>
      <w:r w:rsidR="00C05EBA">
        <w:rPr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و سرپوش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C05E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جبر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که در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امروز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تکامل</w:t>
      </w:r>
      <w:r>
        <w:rPr>
          <w:rtl/>
          <w:lang w:bidi="fa-IR"/>
        </w:rPr>
        <w:t xml:space="preserve"> و بهبود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از نظر اقتصاد و فرهنگ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کندکه انسان طبق مقتض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زمان 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دل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اجتماع متکامل براساس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تکامل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استوار سازد .</w:t>
      </w:r>
    </w:p>
    <w:p w:rsidR="009E514B" w:rsidRDefault="009E514B" w:rsidP="00C05E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مثلا</w:t>
      </w:r>
      <w:r>
        <w:rPr>
          <w:rtl/>
          <w:lang w:bidi="fa-IR"/>
        </w:rPr>
        <w:t xml:space="preserve"> امروز بهره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مسافرت با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استراحت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برق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آموزش و پرورش همه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جبر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م</w:t>
      </w:r>
      <w:r>
        <w:rPr>
          <w:rFonts w:hint="cs"/>
          <w:rtl/>
          <w:lang w:bidi="fa-IR"/>
        </w:rPr>
        <w:t>ی</w:t>
      </w:r>
      <w:r w:rsidR="00C05EBA">
        <w:rPr>
          <w:rtl/>
          <w:lang w:bidi="fa-IR"/>
        </w:rPr>
        <w:t xml:space="preserve"> باشد</w:t>
      </w:r>
      <w:r>
        <w:rPr>
          <w:rtl/>
          <w:lang w:bidi="fa-IR"/>
        </w:rPr>
        <w:t xml:space="preserve"> از آنجا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در پرتو کوششها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فرسا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دانشمندان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تکامل قرار گرفته است 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جامعه</w:t>
      </w:r>
      <w:r>
        <w:rPr>
          <w:rtl/>
          <w:lang w:bidi="fa-IR"/>
        </w:rPr>
        <w:t xml:space="preserve"> انسان را </w:t>
      </w:r>
      <w:r>
        <w:rPr>
          <w:rtl/>
          <w:lang w:bidi="fa-IR"/>
        </w:rPr>
        <w:lastRenderedPageBreak/>
        <w:t>مجبور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خود را همگام جامعه سازد و بسان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عوامل استفاده کند 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؛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جبر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سوء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همه نوع لجام 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تمرد و 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کنند . مثلا هر موقع با آنان درباره سقوط نسل جوان در منجلاب فساد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در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جوانان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ندارند .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جبر تا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است . از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فکر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مانند آلت بدون اراده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جبر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او را به هر طرف بخواهد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C05E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C05EBA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با اصول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هرگز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اعمال بد ما را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 . اعمال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همه آنها را با کمال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در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سرنوشت خود ، نه به آن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او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اصلا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ندارد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بدون استمداد از قدر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پرورگار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پرپ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 خم را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 را نه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، و نه با اصول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سازگار است . بشر هر اندازه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باشد ، چون مصنوع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جهان است و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هزاران عامل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دارد ، همواره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قدرت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نامتناه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استمداد کند تا او را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C05E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مانند نور افکنهائ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مبداء مولد برق ارتباط دارد و هر لحظه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منبع ، کسب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کند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کاملا آزاد است .</w:t>
      </w:r>
      <w:r w:rsidR="00C05E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احساس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لحظه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نامتناه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پرودگار </w:t>
      </w:r>
      <w:r>
        <w:rPr>
          <w:rtl/>
          <w:lang w:bidi="fa-IR"/>
        </w:rPr>
        <w:lastRenderedPageBreak/>
        <w:t>کمک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، نه تنها او را افسرده و سست نخواهد ساخت ، بلکه نشاط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خواهد نمود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مرموز و فوق العاده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پشت سر او هست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او را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کند و در صحنه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</w:t>
      </w:r>
    </w:p>
    <w:p w:rsidR="009E514B" w:rsidRDefault="009E514B" w:rsidP="00C05E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سربازان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مقابل دشمن و صف مقدم جبهه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،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</w:t>
      </w:r>
      <w:r w:rsidR="00C05E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شور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بجنگند که مطمئن باشند از پشت سر 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کمک خواهند کرد و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را باخته و دست از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C05E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اسلام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</w:t>
      </w:r>
      <w:r>
        <w:rPr>
          <w:rtl/>
          <w:lang w:bidi="fa-IR"/>
        </w:rPr>
        <w:t xml:space="preserve"> منان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05EBA" w:rsidRPr="00C05EBA">
        <w:rPr>
          <w:rStyle w:val="libAlaemChar"/>
          <w:rFonts w:eastAsiaTheme="minorHAnsi"/>
          <w:rtl/>
        </w:rPr>
        <w:t>عليه‌السلام</w:t>
      </w:r>
      <w:r w:rsidR="00C05EB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نبرد پس از آنکه به فرزند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دستورات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ضامن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صحنه نبرد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،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گفتار خود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 و اعلم ان النصر من عنداللّه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فرزندم ! بدان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خداست .</w:t>
      </w:r>
    </w:p>
    <w:p w:rsidR="009E514B" w:rsidRDefault="00C05EBA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C05EBA">
      <w:pPr>
        <w:pStyle w:val="Heading2"/>
        <w:rPr>
          <w:rtl/>
          <w:lang w:bidi="fa-IR"/>
        </w:rPr>
      </w:pPr>
      <w:bookmarkStart w:id="27" w:name="_Toc1032501"/>
      <w:r>
        <w:rPr>
          <w:rtl/>
          <w:lang w:bidi="fa-IR"/>
        </w:rPr>
        <w:t>4</w:t>
      </w:r>
      <w:r w:rsidR="00C05EB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بزرگ زادگ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ثروت موروث</w:t>
      </w:r>
      <w:r>
        <w:rPr>
          <w:rFonts w:hint="cs"/>
          <w:rtl/>
          <w:lang w:bidi="fa-IR"/>
        </w:rPr>
        <w:t>ی</w:t>
      </w:r>
      <w:bookmarkEnd w:id="27"/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خانواده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ثروتمند نبوده اند و اکثر مردان بزرگ از کلبه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محقر پا به اجتماع گذارده اند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دانشمندم درباره بزرگ زادگان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مهد نعمت و عزت ، چشم به جهان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آبرو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ثت</w:t>
      </w:r>
      <w:r>
        <w:rPr>
          <w:rtl/>
          <w:lang w:bidi="fa-IR"/>
        </w:rPr>
        <w:t xml:space="preserve"> خانوداگ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مقامات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خوشبخت از مادر متولد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خوشبخت بدن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آمده است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سعادت و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پناه ثروت پدر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ثت</w:t>
      </w:r>
      <w:r>
        <w:rPr>
          <w:rtl/>
          <w:lang w:bidi="fa-IR"/>
        </w:rPr>
        <w:t xml:space="preserve">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ثروت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کودک را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انظار ،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از اضطراب و کار و کوشش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9E514B" w:rsidRDefault="009E514B" w:rsidP="00C05E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را از آن دوست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طور و</w:t>
      </w:r>
      <w:r w:rsidR="00C05EB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دربست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درست است که شرافت و نجابت پدر و مادر و ثروت و مکنت خانواده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</w:t>
      </w:r>
      <w:r w:rsidR="00C05E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تکامل انسان را آسانتر سازد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انسان کمک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نکته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غفلت کرد ،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اگر احساسات و عواطف و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مهد عزت همچون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، درست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نشود ، به مراتب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کلبه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به جهان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،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E31E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ثروت</w:t>
      </w:r>
      <w:r>
        <w:rPr>
          <w:rtl/>
          <w:lang w:bidi="fa-IR"/>
        </w:rPr>
        <w:t xml:space="preserve"> پدر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ثت</w:t>
      </w:r>
      <w:r>
        <w:rPr>
          <w:rtl/>
          <w:lang w:bidi="fa-IR"/>
        </w:rPr>
        <w:t xml:space="preserve">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انسان را به سعادت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آغوش سازد که عوامل نخوت و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انحراف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نشود . متاءسفانه کمتر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مواهب خداداد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کار افتد و غالبا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عوامل براثر عدم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،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نامطلوب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خانواده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</w:t>
      </w:r>
      <w:r w:rsidR="00E31E8D">
        <w:rPr>
          <w:rFonts w:hint="cs"/>
          <w:rtl/>
          <w:lang w:bidi="fa-IR"/>
        </w:rPr>
        <w:t>ت</w:t>
      </w:r>
      <w:r>
        <w:rPr>
          <w:rtl/>
          <w:lang w:bidi="fa-IR"/>
        </w:rPr>
        <w:t>مند نبوده اند و اکثر مردان بزرگ از کلبه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محقر پا به اجتماع گذارده اند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اند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فقر در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خاص گاهواره نبوغ است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تجربه آن را تاء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است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ابوتمام</w:t>
      </w:r>
      <w:r>
        <w:rPr>
          <w:rtl/>
          <w:lang w:bidi="fa-IR"/>
        </w:rPr>
        <w:t xml:space="preserve"> ، خاتم الشعراء مؤ لف کتاب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حماسه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و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نغز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، در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چشم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گشود و مدتها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سقائ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.</w:t>
      </w:r>
    </w:p>
    <w:p w:rsidR="009E514B" w:rsidRDefault="009E514B" w:rsidP="00E31E8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حمو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کتاب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 xml:space="preserve">معجم البلدان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جغراف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که در قرن ششم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نگاشته شده و در ده جلد بزرگ به چاپ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هم اکنون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منبع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 اوضاع شهرها در ادوار گذشته</w:t>
      </w:r>
      <w:r w:rsidR="00E31E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، برده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نبود .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و تجارت به شهرها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 . او در مسافرتها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اوضاع جغراف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شهرها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، و در آخر ، همه آنها را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نموده به صورت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آورد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آشپززداه بود . او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توده 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E31E8D">
        <w:rPr>
          <w:rFonts w:hint="cs"/>
          <w:rtl/>
          <w:lang w:bidi="fa-IR"/>
        </w:rPr>
        <w:t>و</w:t>
      </w:r>
      <w:r>
        <w:rPr>
          <w:rtl/>
          <w:lang w:bidi="fa-IR"/>
        </w:rPr>
        <w:t>استه بود که رنج و محنت و فشار استبداد حکام زمان خود را بخوب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تجارب و مشاهدات تلخ بود که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متک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نفس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.</w:t>
      </w:r>
    </w:p>
    <w:p w:rsidR="009E514B" w:rsidRDefault="00E31E8D" w:rsidP="009E514B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94599D">
        <w:rPr>
          <w:rtl/>
          <w:lang w:bidi="fa-IR"/>
        </w:rPr>
        <w:t>(</w:t>
      </w:r>
      <w:r w:rsidR="009E514B">
        <w:rPr>
          <w:rtl/>
          <w:lang w:bidi="fa-IR"/>
        </w:rPr>
        <w:t xml:space="preserve">سرتوماس لارنس </w:t>
      </w:r>
      <w:r w:rsidR="0094599D">
        <w:rPr>
          <w:rtl/>
          <w:lang w:bidi="fa-IR"/>
        </w:rPr>
        <w:t>)</w:t>
      </w:r>
      <w:r w:rsidR="009E514B">
        <w:rPr>
          <w:rtl/>
          <w:lang w:bidi="fa-IR"/>
        </w:rPr>
        <w:t xml:space="preserve"> پسر 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ک</w:t>
      </w:r>
      <w:r w:rsidR="009E514B">
        <w:rPr>
          <w:rtl/>
          <w:lang w:bidi="fa-IR"/>
        </w:rPr>
        <w:t xml:space="preserve"> مرد ب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کاره</w:t>
      </w:r>
      <w:r w:rsidR="009E514B">
        <w:rPr>
          <w:rtl/>
          <w:lang w:bidi="fa-IR"/>
        </w:rPr>
        <w:t xml:space="preserve"> بود . او هوش و استعداد سرشار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داشت و در پنج سالگ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به آسان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شعر حفظ م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کرد و در 16 سالگ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تابلو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ع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د</w:t>
      </w:r>
      <w:r w:rsidR="009E514B">
        <w:rPr>
          <w:rtl/>
          <w:lang w:bidi="fa-IR"/>
        </w:rPr>
        <w:t xml:space="preserve"> تجل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را نقاش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کرد و برنده جا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زه</w:t>
      </w:r>
      <w:r w:rsidR="009E514B">
        <w:rPr>
          <w:rtl/>
          <w:lang w:bidi="fa-IR"/>
        </w:rPr>
        <w:t xml:space="preserve"> انجمن هنرها</w:t>
      </w:r>
      <w:r w:rsidR="009E514B">
        <w:rPr>
          <w:rFonts w:hint="cs"/>
          <w:rtl/>
          <w:lang w:bidi="fa-IR"/>
        </w:rPr>
        <w:t>ی</w:t>
      </w:r>
      <w:r w:rsidR="009E514B">
        <w:rPr>
          <w:rtl/>
          <w:lang w:bidi="fa-IR"/>
        </w:rPr>
        <w:t xml:space="preserve"> ز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با</w:t>
      </w:r>
      <w:r w:rsidR="009E514B">
        <w:rPr>
          <w:rtl/>
          <w:lang w:bidi="fa-IR"/>
        </w:rPr>
        <w:t xml:space="preserve"> گرد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د</w:t>
      </w:r>
      <w:r w:rsidR="009E514B">
        <w:rPr>
          <w:rtl/>
          <w:lang w:bidi="fa-IR"/>
        </w:rPr>
        <w:t xml:space="preserve">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ناپلئون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ثروت در دست جوان مانند سلاح و حربه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آن نفس و اهل خود را هلاک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که شاعر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E31E8D" w:rsidTr="009B317C">
        <w:trPr>
          <w:trHeight w:val="350"/>
        </w:trPr>
        <w:tc>
          <w:tcPr>
            <w:tcW w:w="3920" w:type="dxa"/>
            <w:shd w:val="clear" w:color="auto" w:fill="auto"/>
          </w:tcPr>
          <w:p w:rsidR="00E31E8D" w:rsidRDefault="00E31E8D" w:rsidP="009B317C">
            <w:pPr>
              <w:pStyle w:val="libPoem"/>
            </w:pPr>
            <w:r>
              <w:rPr>
                <w:rtl/>
                <w:lang w:bidi="fa-IR"/>
              </w:rPr>
              <w:t>ان الشباب و الفراغ والجده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31E8D" w:rsidRDefault="00E31E8D" w:rsidP="009B317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31E8D" w:rsidRDefault="00E31E8D" w:rsidP="009B31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مفسده</w:t>
            </w:r>
            <w:r>
              <w:rPr>
                <w:rtl/>
                <w:lang w:bidi="fa-IR"/>
              </w:rPr>
              <w:t xml:space="preserve"> للمرء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مفسده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ثروت ،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است و چه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همانطور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گفته شد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مواهب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درست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نشود به ضرر انسان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آنچه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.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E31E8D" w:rsidTr="00E31E8D">
        <w:trPr>
          <w:trHeight w:val="350"/>
        </w:trPr>
        <w:tc>
          <w:tcPr>
            <w:tcW w:w="3344" w:type="dxa"/>
            <w:shd w:val="clear" w:color="auto" w:fill="auto"/>
          </w:tcPr>
          <w:p w:rsidR="00E31E8D" w:rsidRDefault="00E31E8D" w:rsidP="009B31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وقت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افتاد فتنه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در 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E31E8D" w:rsidRDefault="00E31E8D" w:rsidP="009B317C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E31E8D" w:rsidRDefault="00E31E8D" w:rsidP="009B31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از گوشه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فرا رفتند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1E8D" w:rsidTr="00E31E8D">
        <w:trPr>
          <w:trHeight w:val="350"/>
        </w:trPr>
        <w:tc>
          <w:tcPr>
            <w:tcW w:w="3344" w:type="dxa"/>
          </w:tcPr>
          <w:p w:rsidR="00E31E8D" w:rsidRDefault="00E31E8D" w:rsidP="009B31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پسران</w:t>
            </w:r>
            <w:r>
              <w:rPr>
                <w:rtl/>
                <w:lang w:bidi="fa-IR"/>
              </w:rPr>
              <w:t xml:space="preserve"> وز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ناقص عقل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E31E8D" w:rsidRDefault="00E31E8D" w:rsidP="009B317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E31E8D" w:rsidRDefault="00E31E8D" w:rsidP="009B31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گدائ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روستا رفتند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1E8D" w:rsidTr="00E31E8D">
        <w:trPr>
          <w:trHeight w:val="350"/>
        </w:trPr>
        <w:tc>
          <w:tcPr>
            <w:tcW w:w="3344" w:type="dxa"/>
          </w:tcPr>
          <w:p w:rsidR="00E31E8D" w:rsidRDefault="00E31E8D" w:rsidP="009B31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روستا</w:t>
            </w:r>
            <w:r>
              <w:rPr>
                <w:rtl/>
                <w:lang w:bidi="fa-IR"/>
              </w:rPr>
              <w:t xml:space="preserve"> زادگان دانشمند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E31E8D" w:rsidRDefault="00E31E8D" w:rsidP="009B317C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E31E8D" w:rsidRDefault="00E31E8D" w:rsidP="009B317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وز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پادشا رفتند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E514B" w:rsidP="00E31E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فقر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 در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است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تا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کالاها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باختر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کشور ژاپن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ملت فاقد همه گونه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بودند . 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دروازه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کشور خود بستند و نخست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آنها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تا ملت ژاپن به دست خود کفش ندوزند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پابرهنه بگردند . 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ه</w:t>
      </w:r>
      <w:r>
        <w:rPr>
          <w:rFonts w:hint="eastAsia"/>
          <w:rtl/>
          <w:lang w:bidi="fa-IR"/>
        </w:rPr>
        <w:t>وش</w:t>
      </w:r>
      <w:r>
        <w:rPr>
          <w:rtl/>
          <w:lang w:bidi="fa-IR"/>
        </w:rPr>
        <w:t xml:space="preserve"> و فکر و کار و کوشش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فرهنگ ملت ژاپن به کار افتاد و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حداکثر استفاده را کردند و از زندان اقتصاد وابسته و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محصول واحد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مواد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گانگان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اصل</w:t>
      </w:r>
      <w:r>
        <w:rPr>
          <w:rtl/>
          <w:lang w:bidi="fa-IR"/>
        </w:rPr>
        <w:t xml:space="preserve"> و نسب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شکسپ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94599D">
        <w:rPr>
          <w:rtl/>
          <w:lang w:bidi="fa-IR"/>
        </w:rPr>
        <w:t>)</w:t>
      </w:r>
      <w:r>
        <w:rPr>
          <w:rtl/>
          <w:lang w:bidi="fa-IR"/>
        </w:rPr>
        <w:t xml:space="preserve"> بدرست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اما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پدرش قصاب بوده و در طفول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پشم شانه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زده است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مدارس مستخدم بوده و بعد منش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نابغه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بشر جمع شده بود ؛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حرفه ها را داشته و مدتها در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آنها کار کرده است . هوش و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سرشار و سرعت انتقال و مطالعه و تجرب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، او را به نوشتن قطعات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 ساخت که جزء شاهکار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ادب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 </w:t>
      </w:r>
      <w:r w:rsidRPr="00E31E8D">
        <w:rPr>
          <w:rStyle w:val="libFootnotenumChar"/>
          <w:rtl/>
        </w:rPr>
        <w:t>(33)</w:t>
      </w:r>
    </w:p>
    <w:p w:rsidR="009E514B" w:rsidRDefault="009E514B" w:rsidP="009E514B">
      <w:pPr>
        <w:pStyle w:val="libNormal"/>
        <w:rPr>
          <w:rtl/>
          <w:lang w:bidi="fa-IR"/>
        </w:rPr>
      </w:pPr>
    </w:p>
    <w:p w:rsidR="009E514B" w:rsidRDefault="0094599D" w:rsidP="00E31E8D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9E514B">
        <w:rPr>
          <w:rtl/>
          <w:lang w:bidi="fa-IR"/>
        </w:rPr>
        <w:t xml:space="preserve">آندروجکسن </w:t>
      </w:r>
      <w:r>
        <w:rPr>
          <w:rtl/>
          <w:lang w:bidi="fa-IR"/>
        </w:rPr>
        <w:t>)</w:t>
      </w:r>
      <w:r w:rsidR="009E514B">
        <w:rPr>
          <w:rtl/>
          <w:lang w:bidi="fa-IR"/>
        </w:rPr>
        <w:t xml:space="preserve"> رئ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س</w:t>
      </w:r>
      <w:r w:rsidR="009E514B">
        <w:rPr>
          <w:rtl/>
          <w:lang w:bidi="fa-IR"/>
        </w:rPr>
        <w:t xml:space="preserve"> جمهور سابق امر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کا</w:t>
      </w:r>
      <w:r w:rsidR="009E514B">
        <w:rPr>
          <w:rtl/>
          <w:lang w:bidi="fa-IR"/>
        </w:rPr>
        <w:t xml:space="preserve"> به عقل و تدب</w:t>
      </w:r>
      <w:r w:rsidR="009E514B">
        <w:rPr>
          <w:rFonts w:hint="cs"/>
          <w:rtl/>
          <w:lang w:bidi="fa-IR"/>
        </w:rPr>
        <w:t>ی</w:t>
      </w:r>
      <w:r w:rsidR="009E514B">
        <w:rPr>
          <w:rFonts w:hint="eastAsia"/>
          <w:rtl/>
          <w:lang w:bidi="fa-IR"/>
        </w:rPr>
        <w:t>ر</w:t>
      </w:r>
      <w:r w:rsidR="009E514B">
        <w:rPr>
          <w:rtl/>
          <w:lang w:bidi="fa-IR"/>
        </w:rPr>
        <w:t xml:space="preserve"> معروف است .</w:t>
      </w:r>
    </w:p>
    <w:p w:rsidR="009E514B" w:rsidRDefault="009E514B" w:rsidP="00E31E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نطق مفصل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واشنگتن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کرد ، مراحل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جمهور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 و همه را به تعجب آورد . او گفت : </w:t>
      </w:r>
      <w:r w:rsidR="0094599D">
        <w:rPr>
          <w:rtl/>
          <w:lang w:bidi="fa-IR"/>
        </w:rPr>
        <w:t>(</w:t>
      </w:r>
      <w:r>
        <w:rPr>
          <w:rtl/>
          <w:lang w:bidi="fa-IR"/>
        </w:rPr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بوده ام 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ننگ و عار</w:t>
      </w:r>
      <w:r w:rsidR="00E31E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بودم ، در امانت و مهارت ضرب المثل بودم .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سروقت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و همه آنها در برش و دوخت ، از من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. </w:t>
      </w:r>
      <w:r w:rsidR="0094599D">
        <w:rPr>
          <w:rtl/>
          <w:lang w:bidi="fa-IR"/>
        </w:rPr>
        <w:t>)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 خلال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، بزرگ زادگان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براثر عدم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نامرئ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استفاده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و به روزگار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دچار شده اند .</w:t>
      </w:r>
    </w:p>
    <w:p w:rsidR="009E514B" w:rsidRDefault="009E514B" w:rsidP="009E51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برعکس جوانان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عوامل و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به دست خودشان درست شده ، از نردبان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رفته و به مناصب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نائل آمده اند .</w:t>
      </w:r>
    </w:p>
    <w:p w:rsidR="00E31E8D" w:rsidRDefault="009E514B" w:rsidP="00E31E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مردان</w:t>
      </w:r>
      <w:r>
        <w:rPr>
          <w:rtl/>
          <w:lang w:bidi="fa-IR"/>
        </w:rPr>
        <w:t xml:space="preserve"> خود ساخته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معارف ، اخلاق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و صنعت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در پرتو کاردان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اقت</w:t>
      </w:r>
      <w:r>
        <w:rPr>
          <w:rtl/>
          <w:lang w:bidi="fa-IR"/>
        </w:rPr>
        <w:t xml:space="preserve"> فطر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زحمات فراوان ،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که </w:t>
      </w:r>
      <w:r>
        <w:rPr>
          <w:rtl/>
          <w:lang w:bidi="fa-IR"/>
        </w:rPr>
        <w:lastRenderedPageBreak/>
        <w:t>مرد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ساخته شده اند .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عامل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کسب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مقام آنان مؤ ثر نبوده و جز از باطن خود از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استمد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نکرده اند </w:t>
      </w:r>
    </w:p>
    <w:p w:rsidR="00E31E8D" w:rsidRDefault="00E31E8D" w:rsidP="00E31E8D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E514B" w:rsidRDefault="009E514B" w:rsidP="00E31E8D">
      <w:pPr>
        <w:pStyle w:val="Heading1"/>
        <w:rPr>
          <w:rtl/>
          <w:lang w:bidi="fa-IR"/>
        </w:rPr>
      </w:pPr>
      <w:bookmarkStart w:id="28" w:name="_Toc1032502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نوشتها</w:t>
      </w:r>
      <w:bookmarkEnd w:id="28"/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1- امال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1، ص 26.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2- فروع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1، ص 347.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3-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2، ص 521.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4- اسد الغابه 3، ص 143.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5- روزنامه اطلاعات ، شماره 11947.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6- روضات الجنات ، ص 747، نقل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المجالس 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7- نهج البلاغه ، نامه 47.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8- نهج البلاغه ، باب حکم ، شماره 147.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9- دائره المعارف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1، ماده اله 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10-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ص 335.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11- روزنامه اطلاعات ، شماره 9703.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12-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کامل ابن 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2، ص 122 123.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13- 1 ابن هشام ، ج 2، ص 253.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14- نهج البلاغه ، خطبه 130.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15-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سوره</w:t>
      </w:r>
      <w:r>
        <w:rPr>
          <w:rtl/>
          <w:lang w:bidi="fa-IR"/>
        </w:rPr>
        <w:t xml:space="preserve"> روم 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9.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16- مرحوم مدرس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درخشنده علم و ادب در عصر حاضر بود،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گرانبهائ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علوم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ادب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گذارده است ، و حقوق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ذمه نگارنده دارد.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17- کامل ابن 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2، ص 220.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18- نهج البلاغه ، خطبه 10.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19- نهج البلاغه ، نامه 38.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20- نهج البلاغه ، نامه 45.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21- تحف العقول ، ص 365، چاپ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22- گوشه و کنار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23- حوادث بزرگ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، ص 82.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24- حوادث بزرگ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، ص 78.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25- حوادث بزرگ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، ص 238.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26- نهج البلاغه ، نامه 45.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27- حوادث بزرگ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، ص 249.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28-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روح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سوره منافقون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29-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ابن هشام ، ج 2.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30-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البحار، ج 2، ص 278.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31- بحارالانوار، ج 23، ص 19.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32- سوره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22.</w:t>
      </w:r>
    </w:p>
    <w:p w:rsidR="009E514B" w:rsidRDefault="009E514B" w:rsidP="00E31E8D">
      <w:pPr>
        <w:pStyle w:val="libFootnote0"/>
        <w:rPr>
          <w:rtl/>
          <w:lang w:bidi="fa-IR"/>
        </w:rPr>
      </w:pPr>
    </w:p>
    <w:p w:rsidR="009E514B" w:rsidRDefault="009E514B" w:rsidP="00E31E8D">
      <w:pPr>
        <w:pStyle w:val="libFootnote0"/>
        <w:rPr>
          <w:rtl/>
          <w:lang w:bidi="fa-IR"/>
        </w:rPr>
      </w:pPr>
      <w:r>
        <w:rPr>
          <w:rtl/>
          <w:lang w:bidi="fa-IR"/>
        </w:rPr>
        <w:t>33- اعتماد بنفس ، ص 21.</w:t>
      </w:r>
    </w:p>
    <w:p w:rsidR="008F24C2" w:rsidRDefault="00E31E8D" w:rsidP="00E31E8D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29" w:name="_Toc1032503"/>
      <w:r>
        <w:rPr>
          <w:rFonts w:hint="cs"/>
          <w:rtl/>
          <w:lang w:bidi="fa-IR"/>
        </w:rPr>
        <w:lastRenderedPageBreak/>
        <w:t>فهرست مطالب</w:t>
      </w:r>
      <w:bookmarkEnd w:id="29"/>
    </w:p>
    <w:sdt>
      <w:sdtPr>
        <w:id w:val="120820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A94649" w:rsidRDefault="00A94649" w:rsidP="00A94649">
          <w:pPr>
            <w:pStyle w:val="TOCHeading"/>
          </w:pPr>
        </w:p>
        <w:p w:rsidR="00A94649" w:rsidRDefault="00A946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2474" w:history="1">
            <w:r w:rsidRPr="00D64734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032475" w:history="1">
            <w:r w:rsidRPr="00D64734">
              <w:rPr>
                <w:rStyle w:val="Hyperlink"/>
                <w:noProof/>
                <w:rtl/>
                <w:lang w:bidi="fa-IR"/>
              </w:rPr>
              <w:t>عوامل حق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ق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کام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اب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76" w:history="1">
            <w:r w:rsidRPr="00D64734">
              <w:rPr>
                <w:rStyle w:val="Hyperlink"/>
                <w:noProof/>
                <w:rtl/>
                <w:lang w:bidi="fa-IR"/>
              </w:rPr>
              <w:t>1 - کار در خور ذوق و استعداد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77" w:history="1">
            <w:r w:rsidRPr="00D64734">
              <w:rPr>
                <w:rStyle w:val="Hyperlink"/>
                <w:noProof/>
                <w:rtl/>
                <w:lang w:bidi="fa-IR"/>
              </w:rPr>
              <w:t>2 - کار و کوشش و فعال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78" w:history="1">
            <w:r w:rsidRPr="00D64734">
              <w:rPr>
                <w:rStyle w:val="Hyperlink"/>
                <w:noProof/>
                <w:rtl/>
                <w:lang w:bidi="fa-IR"/>
              </w:rPr>
              <w:t>3 - ا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مان به هدف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79" w:history="1">
            <w:r w:rsidRPr="00D64734">
              <w:rPr>
                <w:rStyle w:val="Hyperlink"/>
                <w:noProof/>
                <w:rtl/>
                <w:lang w:bidi="fa-IR"/>
              </w:rPr>
              <w:t>4 - استقامت و پشکار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0" w:history="1">
            <w:r w:rsidRPr="00D64734">
              <w:rPr>
                <w:rStyle w:val="Hyperlink"/>
                <w:noProof/>
                <w:rtl/>
                <w:lang w:bidi="fa-IR"/>
              </w:rPr>
              <w:t>5 - تمرکز فکر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1" w:history="1">
            <w:r w:rsidRPr="00D64734">
              <w:rPr>
                <w:rStyle w:val="Hyperlink"/>
                <w:noProof/>
                <w:rtl/>
                <w:lang w:bidi="fa-IR"/>
              </w:rPr>
              <w:t>6</w:t>
            </w:r>
            <w:r w:rsidRPr="00D64734">
              <w:rPr>
                <w:rStyle w:val="Hyperlink"/>
                <w:noProof/>
                <w:lang w:bidi="fa-IR"/>
              </w:rPr>
              <w:t xml:space="preserve"> </w:t>
            </w:r>
            <w:r w:rsidRPr="00D64734">
              <w:rPr>
                <w:rStyle w:val="Hyperlink"/>
                <w:noProof/>
                <w:rtl/>
                <w:lang w:bidi="fa-IR"/>
              </w:rPr>
              <w:t>- نظم و انضباط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2" w:history="1">
            <w:r w:rsidRPr="00D64734">
              <w:rPr>
                <w:rStyle w:val="Hyperlink"/>
                <w:noProof/>
                <w:rtl/>
                <w:lang w:bidi="fa-IR"/>
              </w:rPr>
              <w:t>7</w:t>
            </w:r>
            <w:r w:rsidRPr="00D64734">
              <w:rPr>
                <w:rStyle w:val="Hyperlink"/>
                <w:noProof/>
                <w:lang w:bidi="fa-IR"/>
              </w:rPr>
              <w:t xml:space="preserve"> </w:t>
            </w:r>
            <w:r w:rsidRPr="00D64734">
              <w:rPr>
                <w:rStyle w:val="Hyperlink"/>
                <w:noProof/>
                <w:rtl/>
                <w:lang w:bidi="fa-IR"/>
              </w:rPr>
              <w:t>- کار را از جا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کوچک شروع کن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3" w:history="1">
            <w:r w:rsidRPr="00D64734">
              <w:rPr>
                <w:rStyle w:val="Hyperlink"/>
                <w:noProof/>
                <w:rtl/>
                <w:lang w:bidi="fa-IR"/>
              </w:rPr>
              <w:t>8 - از پ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رو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ها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نسنج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ده بپره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ز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4" w:history="1">
            <w:r w:rsidRPr="00D64734">
              <w:rPr>
                <w:rStyle w:val="Hyperlink"/>
                <w:noProof/>
                <w:rtl/>
                <w:lang w:bidi="fa-IR"/>
              </w:rPr>
              <w:t>9 - شور و مشورت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5" w:history="1">
            <w:r w:rsidRPr="00D64734">
              <w:rPr>
                <w:rStyle w:val="Hyperlink"/>
                <w:noProof/>
                <w:rtl/>
                <w:lang w:bidi="fa-IR"/>
              </w:rPr>
              <w:t>10 - تار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خ 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ا آزما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شگاه بزرگ زندگ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6" w:history="1">
            <w:r w:rsidRPr="00D64734">
              <w:rPr>
                <w:rStyle w:val="Hyperlink"/>
                <w:noProof/>
                <w:rtl/>
                <w:lang w:bidi="fa-IR"/>
              </w:rPr>
              <w:t>11 - استفاده از فرصت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7" w:history="1">
            <w:r w:rsidRPr="00D64734">
              <w:rPr>
                <w:rStyle w:val="Hyperlink"/>
                <w:noProof/>
                <w:rtl/>
                <w:lang w:bidi="fa-IR"/>
              </w:rPr>
              <w:t>12 - قاطع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ت و تصم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8" w:history="1">
            <w:r w:rsidRPr="00D64734">
              <w:rPr>
                <w:rStyle w:val="Hyperlink"/>
                <w:noProof/>
                <w:rtl/>
                <w:lang w:bidi="fa-IR"/>
              </w:rPr>
              <w:t>13 - آشنائ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به اوضاع 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89" w:history="1">
            <w:r w:rsidRPr="00D64734">
              <w:rPr>
                <w:rStyle w:val="Hyperlink"/>
                <w:noProof/>
                <w:rtl/>
                <w:lang w:bidi="fa-IR"/>
              </w:rPr>
              <w:t>14 - تجربه اندوز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از شکستها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90" w:history="1">
            <w:r w:rsidRPr="00D64734">
              <w:rPr>
                <w:rStyle w:val="Hyperlink"/>
                <w:noProof/>
                <w:rtl/>
                <w:lang w:bidi="fa-IR"/>
              </w:rPr>
              <w:t>15 - شهامت و شجاعت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91" w:history="1">
            <w:r w:rsidRPr="00D64734">
              <w:rPr>
                <w:rStyle w:val="Hyperlink"/>
                <w:noProof/>
                <w:rtl/>
                <w:lang w:bidi="fa-IR"/>
              </w:rPr>
              <w:t>16 - فداکار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و از خود گذشتگ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92" w:history="1">
            <w:r w:rsidRPr="00D64734">
              <w:rPr>
                <w:rStyle w:val="Hyperlink"/>
                <w:noProof/>
                <w:rtl/>
                <w:lang w:bidi="fa-IR"/>
              </w:rPr>
              <w:t>17 - مشکلات و مصائب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93" w:history="1">
            <w:r w:rsidRPr="00D64734">
              <w:rPr>
                <w:rStyle w:val="Hyperlink"/>
                <w:noProof/>
                <w:rtl/>
                <w:lang w:bidi="fa-IR"/>
              </w:rPr>
              <w:t>18 - واقع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ات را آنچنان که هست بشناس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94" w:history="1">
            <w:r w:rsidRPr="00D64734">
              <w:rPr>
                <w:rStyle w:val="Hyperlink"/>
                <w:noProof/>
                <w:rtl/>
                <w:lang w:bidi="fa-IR"/>
              </w:rPr>
              <w:t>19 - انعطاف پذ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ر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در برابر حوادث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95" w:history="1">
            <w:r w:rsidRPr="00D64734">
              <w:rPr>
                <w:rStyle w:val="Hyperlink"/>
                <w:noProof/>
                <w:rtl/>
                <w:lang w:bidi="fa-IR"/>
              </w:rPr>
              <w:t>20 - اتقاق در کار و 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032496" w:history="1">
            <w:r w:rsidRPr="00D64734">
              <w:rPr>
                <w:rStyle w:val="Hyperlink"/>
                <w:noProof/>
                <w:rtl/>
                <w:lang w:bidi="fa-IR"/>
              </w:rPr>
              <w:t>عوامل موهوم پ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>روز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97" w:history="1">
            <w:r w:rsidRPr="00D64734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98" w:history="1">
            <w:r w:rsidRPr="00D64734">
              <w:rPr>
                <w:rStyle w:val="Hyperlink"/>
                <w:noProof/>
                <w:rtl/>
                <w:lang w:bidi="fa-IR"/>
              </w:rPr>
              <w:t>1 - بخت و اقبال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499" w:history="1">
            <w:r w:rsidRPr="00D64734">
              <w:rPr>
                <w:rStyle w:val="Hyperlink"/>
                <w:noProof/>
                <w:rtl/>
                <w:lang w:bidi="fa-IR"/>
              </w:rPr>
              <w:t>2 - در انتظار تصادفها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500" w:history="1">
            <w:r w:rsidRPr="00D64734">
              <w:rPr>
                <w:rStyle w:val="Hyperlink"/>
                <w:noProof/>
                <w:rtl/>
                <w:lang w:bidi="fa-IR"/>
              </w:rPr>
              <w:t>3 - سرنوشت به معنا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غلط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1032501" w:history="1">
            <w:r w:rsidRPr="00D64734">
              <w:rPr>
                <w:rStyle w:val="Hyperlink"/>
                <w:noProof/>
                <w:rtl/>
                <w:lang w:bidi="fa-IR"/>
              </w:rPr>
              <w:t>4 - بزرگ زادگ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و ثروت موروث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032502" w:history="1">
            <w:r w:rsidRPr="00D64734">
              <w:rPr>
                <w:rStyle w:val="Hyperlink"/>
                <w:noProof/>
                <w:rtl/>
                <w:lang w:bidi="fa-IR"/>
              </w:rPr>
              <w:t>پ</w:t>
            </w:r>
            <w:r w:rsidRPr="00D6473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64734">
              <w:rPr>
                <w:rStyle w:val="Hyperlink"/>
                <w:noProof/>
                <w:rtl/>
                <w:lang w:bidi="fa-IR"/>
              </w:rPr>
              <w:t xml:space="preserve"> نوشتها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1032503" w:history="1">
            <w:r w:rsidRPr="00D64734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Toc1032503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94649" w:rsidRDefault="00A94649">
          <w:r>
            <w:fldChar w:fldCharType="end"/>
          </w:r>
        </w:p>
      </w:sdtContent>
    </w:sdt>
    <w:p w:rsidR="00E31E8D" w:rsidRPr="00B300E7" w:rsidRDefault="00E31E8D" w:rsidP="00E31E8D">
      <w:pPr>
        <w:pStyle w:val="libNormal"/>
        <w:rPr>
          <w:lang w:bidi="fa-IR"/>
        </w:rPr>
      </w:pPr>
    </w:p>
    <w:sectPr w:rsidR="00E31E8D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582" w:rsidRDefault="00105582">
      <w:r>
        <w:separator/>
      </w:r>
    </w:p>
  </w:endnote>
  <w:endnote w:type="continuationSeparator" w:id="0">
    <w:p w:rsidR="00105582" w:rsidRDefault="00105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EBA" w:rsidRDefault="00C05EBA">
    <w:pPr>
      <w:pStyle w:val="Footer"/>
    </w:pPr>
    <w:fldSimple w:instr=" PAGE   \* MERGEFORMAT ">
      <w:r w:rsidR="00A94649">
        <w:rPr>
          <w:noProof/>
          <w:rtl/>
        </w:rPr>
        <w:t>128</w:t>
      </w:r>
    </w:fldSimple>
  </w:p>
  <w:p w:rsidR="00C05EBA" w:rsidRDefault="00C05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EBA" w:rsidRDefault="00C05EBA">
    <w:pPr>
      <w:pStyle w:val="Footer"/>
    </w:pPr>
    <w:fldSimple w:instr=" PAGE   \* MERGEFORMAT ">
      <w:r w:rsidR="00A94649">
        <w:rPr>
          <w:noProof/>
          <w:rtl/>
        </w:rPr>
        <w:t>127</w:t>
      </w:r>
    </w:fldSimple>
  </w:p>
  <w:p w:rsidR="00C05EBA" w:rsidRDefault="00C05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EBA" w:rsidRDefault="00C05EBA">
    <w:pPr>
      <w:pStyle w:val="Footer"/>
    </w:pPr>
    <w:fldSimple w:instr=" PAGE   \* MERGEFORMAT ">
      <w:r w:rsidR="00A94649">
        <w:rPr>
          <w:noProof/>
          <w:rtl/>
        </w:rPr>
        <w:t>1</w:t>
      </w:r>
    </w:fldSimple>
  </w:p>
  <w:p w:rsidR="00C05EBA" w:rsidRDefault="00C05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582" w:rsidRDefault="00105582">
      <w:r>
        <w:separator/>
      </w:r>
    </w:p>
  </w:footnote>
  <w:footnote w:type="continuationSeparator" w:id="0">
    <w:p w:rsidR="00105582" w:rsidRDefault="001055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F40"/>
    <w:rsid w:val="00005A19"/>
    <w:rsid w:val="0000675B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0444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309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5582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48EE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D7D13"/>
    <w:rsid w:val="001E25DC"/>
    <w:rsid w:val="001E4B5F"/>
    <w:rsid w:val="001F0713"/>
    <w:rsid w:val="001F160F"/>
    <w:rsid w:val="001F32E9"/>
    <w:rsid w:val="00202C7B"/>
    <w:rsid w:val="00203047"/>
    <w:rsid w:val="002054C5"/>
    <w:rsid w:val="00213662"/>
    <w:rsid w:val="002139CB"/>
    <w:rsid w:val="00214801"/>
    <w:rsid w:val="00224964"/>
    <w:rsid w:val="002267C7"/>
    <w:rsid w:val="00227FEE"/>
    <w:rsid w:val="00234EB0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5F40"/>
    <w:rsid w:val="002E6022"/>
    <w:rsid w:val="002F3626"/>
    <w:rsid w:val="00301EBF"/>
    <w:rsid w:val="00307056"/>
    <w:rsid w:val="00307C3A"/>
    <w:rsid w:val="00310D1D"/>
    <w:rsid w:val="00311E31"/>
    <w:rsid w:val="00317E22"/>
    <w:rsid w:val="00322466"/>
    <w:rsid w:val="00324B78"/>
    <w:rsid w:val="00325A62"/>
    <w:rsid w:val="003276E7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2A3C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2C82"/>
    <w:rsid w:val="003F33DE"/>
    <w:rsid w:val="003F52A9"/>
    <w:rsid w:val="00402C65"/>
    <w:rsid w:val="004035D1"/>
    <w:rsid w:val="00404EB7"/>
    <w:rsid w:val="00407D56"/>
    <w:rsid w:val="00416E2B"/>
    <w:rsid w:val="00417649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05B8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10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1883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581E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A8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4F9C"/>
    <w:rsid w:val="006F7CE8"/>
    <w:rsid w:val="007000EB"/>
    <w:rsid w:val="00700595"/>
    <w:rsid w:val="00701353"/>
    <w:rsid w:val="0070524C"/>
    <w:rsid w:val="00710619"/>
    <w:rsid w:val="00713634"/>
    <w:rsid w:val="00713B2B"/>
    <w:rsid w:val="00715A6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5848"/>
    <w:rsid w:val="007571E2"/>
    <w:rsid w:val="00757A95"/>
    <w:rsid w:val="00760354"/>
    <w:rsid w:val="00762C15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277"/>
    <w:rsid w:val="008273AA"/>
    <w:rsid w:val="00827AB8"/>
    <w:rsid w:val="00831B8F"/>
    <w:rsid w:val="00837259"/>
    <w:rsid w:val="0084238B"/>
    <w:rsid w:val="0084318E"/>
    <w:rsid w:val="00843D02"/>
    <w:rsid w:val="0084496F"/>
    <w:rsid w:val="00850983"/>
    <w:rsid w:val="008541F2"/>
    <w:rsid w:val="008552BC"/>
    <w:rsid w:val="00856941"/>
    <w:rsid w:val="0085698F"/>
    <w:rsid w:val="00857A7C"/>
    <w:rsid w:val="0086345B"/>
    <w:rsid w:val="0086375A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97C24"/>
    <w:rsid w:val="008A225D"/>
    <w:rsid w:val="008A4630"/>
    <w:rsid w:val="008A756D"/>
    <w:rsid w:val="008B5AE2"/>
    <w:rsid w:val="008B5B7E"/>
    <w:rsid w:val="008C0DB1"/>
    <w:rsid w:val="008C3327"/>
    <w:rsid w:val="008C4298"/>
    <w:rsid w:val="008D1B93"/>
    <w:rsid w:val="008D27A4"/>
    <w:rsid w:val="008D5FE6"/>
    <w:rsid w:val="008D6657"/>
    <w:rsid w:val="008E1FA7"/>
    <w:rsid w:val="008E4D2E"/>
    <w:rsid w:val="008F0715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99D"/>
    <w:rsid w:val="00945D11"/>
    <w:rsid w:val="009503E2"/>
    <w:rsid w:val="009523FD"/>
    <w:rsid w:val="00952FD2"/>
    <w:rsid w:val="0095736F"/>
    <w:rsid w:val="00960F67"/>
    <w:rsid w:val="00961CD2"/>
    <w:rsid w:val="00962B76"/>
    <w:rsid w:val="009632B8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C2FEB"/>
    <w:rsid w:val="009D3969"/>
    <w:rsid w:val="009D6CB0"/>
    <w:rsid w:val="009E03BE"/>
    <w:rsid w:val="009E07BB"/>
    <w:rsid w:val="009E4824"/>
    <w:rsid w:val="009E514B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7FB8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217"/>
    <w:rsid w:val="00A91F7E"/>
    <w:rsid w:val="00A9330B"/>
    <w:rsid w:val="00A93392"/>
    <w:rsid w:val="00A94649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A6A38"/>
    <w:rsid w:val="00BA740C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5EBA"/>
    <w:rsid w:val="00C07E02"/>
    <w:rsid w:val="00C121B4"/>
    <w:rsid w:val="00C13F58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AF0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E715F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0A88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31E8D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0A47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AD3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56A8"/>
    <w:rsid w:val="00F16678"/>
    <w:rsid w:val="00F16834"/>
    <w:rsid w:val="00F245E8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1E8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33D35-0732-46DA-AF32-0B6CBDF3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396</TotalTime>
  <Pages>128</Pages>
  <Words>20406</Words>
  <Characters>116318</Characters>
  <Application>Microsoft Office Word</Application>
  <DocSecurity>0</DocSecurity>
  <Lines>969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14</cp:revision>
  <cp:lastPrinted>1601-01-01T00:00:00Z</cp:lastPrinted>
  <dcterms:created xsi:type="dcterms:W3CDTF">2019-02-07T10:47:00Z</dcterms:created>
  <dcterms:modified xsi:type="dcterms:W3CDTF">2019-02-14T06:57:00Z</dcterms:modified>
</cp:coreProperties>
</file>