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17" w:rsidRDefault="00717B17" w:rsidP="00717B17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717B17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717B17" w:rsidRDefault="00717B17" w:rsidP="00717B17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lang w:bidi="fa-IR"/>
        </w:rPr>
        <w:t>.</w:t>
      </w:r>
      <w:r>
        <w:rPr>
          <w:lang w:bidi="fa-IR"/>
        </w:rPr>
        <w:br w:type="page"/>
      </w:r>
    </w:p>
    <w:p w:rsidR="00717B17" w:rsidRDefault="00717B17" w:rsidP="00717B17">
      <w:pPr>
        <w:pStyle w:val="libCenterBold1"/>
        <w:rPr>
          <w:lang w:bidi="fa-IR"/>
        </w:rPr>
      </w:pPr>
      <w:r>
        <w:rPr>
          <w:rtl/>
          <w:lang w:bidi="fa-IR"/>
        </w:rPr>
        <w:t xml:space="preserve"> داستانها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آثار و برکات علماء</w:t>
      </w:r>
    </w:p>
    <w:p w:rsidR="00717B17" w:rsidRDefault="00717B17" w:rsidP="00717B17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رخلف</w:t>
      </w:r>
      <w:r>
        <w:rPr>
          <w:rtl/>
          <w:lang w:bidi="fa-IR"/>
        </w:rPr>
        <w:t xml:space="preserve"> زاده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717B17">
      <w:pPr>
        <w:pStyle w:val="Heading1"/>
        <w:rPr>
          <w:rtl/>
          <w:lang w:bidi="fa-IR"/>
        </w:rPr>
      </w:pPr>
      <w:bookmarkStart w:id="0" w:name="_Toc3368971"/>
      <w:r>
        <w:rPr>
          <w:rFonts w:hint="eastAsia"/>
          <w:rtl/>
          <w:lang w:bidi="fa-IR"/>
        </w:rPr>
        <w:t>مقدمه</w:t>
      </w:r>
      <w:bookmarkEnd w:id="0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لله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والعاقبه لاهل التقو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الصلوه والسلام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اشرف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والمرسل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اله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القاسم محمد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وآله المعصوم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اذهب الله عنهم الرجس وطهرهم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ناموس الدّهر وول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وارواح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له الفدا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عالم با عمل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وبرکات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که ما چند نمونه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رابط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خالق ومخلوق و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واسط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گنهکاران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بخشنده ومهربان هستند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عشق و علاقه به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اهلب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وطهارت </w:t>
      </w:r>
      <w:r w:rsidRPr="00717B17">
        <w:rPr>
          <w:rStyle w:val="libAlaemChar"/>
          <w:rFonts w:eastAsiaTheme="minorHAnsi"/>
          <w:rtl/>
        </w:rPr>
        <w:t>عليهم‌السلام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در دل بندگان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عشق بندگان را در دل خدا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در قلب بندگان . . . وآنها را از جهل وگمراه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چنانچه حضرت رسول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خداوند اطاعت کرده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علم ، و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وآخرت با علم است و شر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آخرت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جهل است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خبر ندهم شما را از جماعت وگروه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از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ائند</w:t>
      </w:r>
      <w:r>
        <w:rPr>
          <w:rtl/>
          <w:lang w:bidi="fa-IR"/>
        </w:rPr>
        <w:t xml:space="preserve"> و نه از شهداء ؟ ! وهمه مردم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غبطه مقام و منزلت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 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؟ !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کرد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؟ ! حضرت فرمود : آنها بنده 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محبوب وخدا را نزد بندگان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کردند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 را محبوب بنده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چگونه بندگان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محبوب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؟ ! فرمودند :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آنها را به آنچه خدا امر فرموده ودوست دارد . ونه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از آنچه خدا منع فرموده ومکروه دارد . وچون آنها خدا را اطاعت کردند ، خدا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واز</w:t>
      </w:r>
      <w:r>
        <w:rPr>
          <w:rtl/>
          <w:lang w:bidi="fa-IR"/>
        </w:rPr>
        <w:t xml:space="preserve"> برکات وآثار وجود علما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نست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: نماز با عالم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مسجد جامع مقابل با هزار رکعت است ودر مسجد جامع مقابل با صد هزار رکعت . . . صدقه بر عالم به ازا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هفت هزار است . .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صادق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مؤ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نزد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مگر آنکه پروردگارش او را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قسم به عزت وجلالم تو را با او در بهشت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Fonts w:eastAsiaTheme="minorHAnsi"/>
          <w:rtl/>
        </w:rPr>
        <w:t>عليه‌السلام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است که فرمودند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نزد علماء نشستن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محبوبتر است از هزار سال عبادت کردن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نظر به صورت عالم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درب خانه عالم را نگاه کردن نزد خدا از شصت سال عبادت کردن محبوبتر وبهتر 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هر کس قدرت ندارد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قبور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علماء وصلحا و برادران ما بروند . و به واسطه وجود علماء عذاب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از همه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در متن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آثار و برکات وجود علماء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، انشاء الله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آثار و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برکات علماء مورد قبول پروردگار متعال باشد وهد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به ساحت مقدس قطب عالم امکان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( عج ) وثواب آن نثار ارواح علماء وفضلا وخدمتگذاران به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ومملکت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برادر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خلف زاده نائل گردد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المقدسه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رخلف</w:t>
      </w:r>
      <w:r>
        <w:rPr>
          <w:rtl/>
          <w:lang w:bidi="fa-IR"/>
        </w:rPr>
        <w:t xml:space="preserve"> زاده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717B17">
      <w:pPr>
        <w:pStyle w:val="Heading1"/>
        <w:rPr>
          <w:rtl/>
          <w:lang w:bidi="fa-IR"/>
        </w:rPr>
      </w:pPr>
      <w:bookmarkStart w:id="1" w:name="_Toc3368972"/>
      <w:r>
        <w:rPr>
          <w:rFonts w:hint="eastAsia"/>
          <w:rtl/>
          <w:lang w:bidi="fa-IR"/>
        </w:rPr>
        <w:t>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آثار و برکات علماء</w:t>
      </w:r>
      <w:bookmarkEnd w:id="1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اللّه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</w:t>
      </w:r>
      <w:r w:rsidR="008E5999" w:rsidRPr="008E5999">
        <w:rPr>
          <w:rStyle w:val="libAlaemChar"/>
          <w:rtl/>
        </w:rPr>
        <w:t xml:space="preserve"> </w:t>
      </w:r>
      <w:r w:rsidR="008E5999"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: (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اهل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شرف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است ) </w:t>
      </w:r>
      <w:r w:rsidRPr="00717B17">
        <w:rPr>
          <w:rStyle w:val="libFootnotenumChar"/>
          <w:rtl/>
          <w:lang w:bidi="fa-IR"/>
        </w:rPr>
        <w:t>. ( 1 )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( نشستن نزد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 اعتماد دارم که عالم است از عبادت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بخش تر است ) . </w:t>
      </w:r>
      <w:r w:rsidRPr="00717B17">
        <w:rPr>
          <w:rStyle w:val="libFootnotenumChar"/>
          <w:rtl/>
          <w:lang w:bidi="fa-IR"/>
        </w:rPr>
        <w:t>( 2 )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ابوجارود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امام باقر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خدا رحمت کند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علم را زنده کند . عرض کردم : زنده کردن علم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فرمود : (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اهل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اهل ورع مذاکره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(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عالم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خدا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پرستش شود و اطاعت عالم موجب به دست آمدن حسنات و محو گناهان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F4145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پس از مرگ موجب ذکر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) </w:t>
      </w:r>
      <w:r w:rsidRPr="00F4145F">
        <w:rPr>
          <w:rStyle w:val="libFootnotenumChar"/>
          <w:rtl/>
        </w:rPr>
        <w:t>( 3 )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(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کس ،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شنونده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حفظ کند و آنچه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حفظ کرده بکار ببندد و عمل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 w:rsidRPr="007C5BC3">
        <w:rPr>
          <w:rStyle w:val="libFootnotenumChar"/>
          <w:rtl/>
        </w:rPr>
        <w:t>( 4 )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) اگر در 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امام زمان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علما نبودند مردم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فرموده است : ( حوار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به آن حضرت عرض کردند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اللّه ما با چه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معاشرت و مجالست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 : با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آنها شما را متوجه خدا کند و سخنانشان بر علم و </w:t>
      </w: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عمل و کردارشان شما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C5BC3">
      <w:pPr>
        <w:pStyle w:val="Heading1"/>
        <w:rPr>
          <w:rtl/>
          <w:lang w:bidi="fa-IR"/>
        </w:rPr>
      </w:pPr>
      <w:bookmarkStart w:id="2" w:name="_Toc3368973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منطقه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مسلمان کرد</w:t>
      </w:r>
      <w:bookmarkEnd w:id="2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( مجالس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است که ( بوهره )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 منان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سرشتند که در احمد آباد گجرات ( در هندوستان ) هستند .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سال قبل به ارشاد وهدا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عالم بنام ( ملا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به اسلام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</w:t>
      </w:r>
    </w:p>
    <w:p w:rsidR="00717B17" w:rsidRDefault="00717B17" w:rsidP="007C5B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گبر بوده که به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معتقد 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بوده اند . ملا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که اول</w:t>
      </w:r>
      <w:r w:rsidR="007C5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مسلمان کند آنگاه به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بپردازد .</w:t>
      </w:r>
    </w:p>
    <w:p w:rsidR="00717B17" w:rsidRDefault="00717B17" w:rsidP="00F414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چند سال در خدمت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روزگار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زبان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گرفته و کتب آنها را مطالعه نمود و بر علوم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بتدر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و حقان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آنرا به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روشن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ظاهر ساخت و او را مسلمان نمود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هم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متابعت او مسلمان شدند 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بخدمت آن عالم با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اسلام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</w:t>
      </w:r>
      <w:r w:rsidR="007C5BC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اسلام خود را از شاه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بالا</w:t>
      </w:r>
      <w:r>
        <w:rPr>
          <w:rtl/>
          <w:lang w:bidi="fa-IR"/>
        </w:rPr>
        <w:t xml:space="preserve"> خره خبر اسلام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پادشاه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پادشاه در مقام استعلام حال او برآمد ، تا آنکه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وارد خانه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حال رکوع نماز بود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او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چون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موجب حضور پادشاه را دانست و 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خود بحال رک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لطف خدا شامل حال او گشته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الحال به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من بسبب مشاهده 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خانه ظاهر گشته بود افتان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بودم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دفع آن بودم .</w:t>
      </w:r>
    </w:p>
    <w:p w:rsidR="00717B17" w:rsidRDefault="00717B17" w:rsidP="00F414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اتفاقاً</w:t>
      </w:r>
      <w:r>
        <w:rPr>
          <w:rtl/>
          <w:lang w:bidi="fa-IR"/>
        </w:rPr>
        <w:t xml:space="preserve"> تا پادشاه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زاو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خانه نظر انداخت باذن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نظر او آمد عذر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مقبول افتاد و سوءظنّ پادشاه رفع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آخر پادشاه هم در اثر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عالم کامل مسلمان شد و بالا خره از برکت وجود آن مرد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شاه ووز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عالم</w:t>
      </w:r>
      <w:r>
        <w:rPr>
          <w:rtl/>
          <w:lang w:bidi="fa-IR"/>
        </w:rPr>
        <w:t xml:space="preserve"> و 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مقدّس اسلام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</w:t>
      </w:r>
      <w:r w:rsidRPr="00F4145F">
        <w:rPr>
          <w:rStyle w:val="libFootnotenumChar"/>
          <w:rtl/>
        </w:rPr>
        <w:t xml:space="preserve">( 5 ) </w:t>
      </w:r>
      <w:r>
        <w:rPr>
          <w:rtl/>
          <w:lang w:bidi="fa-IR"/>
        </w:rPr>
        <w:t>.</w:t>
      </w:r>
    </w:p>
    <w:p w:rsidR="00717B17" w:rsidRDefault="00F4145F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F4145F">
      <w:pPr>
        <w:pStyle w:val="Heading1"/>
        <w:rPr>
          <w:rtl/>
          <w:lang w:bidi="fa-IR"/>
        </w:rPr>
      </w:pPr>
      <w:bookmarkStart w:id="3" w:name="_Toc3368974"/>
      <w:r>
        <w:rPr>
          <w:rFonts w:hint="eastAsia"/>
          <w:rtl/>
          <w:lang w:bidi="fa-IR"/>
        </w:rPr>
        <w:t>ارشاد</w:t>
      </w:r>
      <w:r>
        <w:rPr>
          <w:rtl/>
          <w:lang w:bidi="fa-IR"/>
        </w:rPr>
        <w:t xml:space="preserve"> سردسته اشرار</w:t>
      </w:r>
      <w:bookmarkEnd w:id="3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اوائل حال ( آخوند ملاّ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که هنوز شهرت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آخوند ارادت داشت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آن جناب عرض نمود : مرا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از دست او به تنگ آمده ام شبها فسّاق و اشرار را به خانه خودش جمع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مشغول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عشرت و شرابخوار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ساز و رقص بشوند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باب راه علاج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 : امشب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کن من هم در آن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. پس آن مرد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دعوت کرد .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اشرار گفت : چه طور شد که تو هم به جرگه ما در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افتاد . اشرار همه خوشحال شدند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افرادشان اضافه شده . شب ، آخوند قبل از همه وارد منزل شد و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ناگاه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اشرار با دار و دسته اش از در وارد شدند و نشستند ، چون آخوند را در مجلس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ناگوار آمد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آخوند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جنس آنها بود و بسبب وجود او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منغض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. پس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خواست که آخوند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کرده باشد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آخوند کرده و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شما در دست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آخوند</w:t>
      </w:r>
      <w:r>
        <w:rPr>
          <w:rtl/>
          <w:lang w:bidi="fa-IR"/>
        </w:rPr>
        <w:t xml:space="preserve"> گفت :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خواص و لوازم کار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آنوقت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کدام بهتر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414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منصفانه است . آنوقت گفت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اوصاف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نست</w:t>
      </w:r>
      <w:r>
        <w:rPr>
          <w:rtl/>
          <w:lang w:bidi="fa-IR"/>
        </w:rPr>
        <w:t xml:space="preserve"> که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نمک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شما را من قبول ندارم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ما مسلّم 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گفت :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شما نمک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نمکدانش را شکسته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 : نمک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خورده ام و نمکدانش را شکسته ام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گفت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هرگز شما نمک خداوند عالم را نخورده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! چون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تاءمّل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حرکت کرده و رفت و تابعان او همه رفتند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خانه به آخوند گفت : کار بدتر شد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قهر و غضب رفتند . آخوند گفت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کار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بعدها چه خواهد شد ، چون صبح شد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دزدها به در خانه آخوند آمده عرض کرد : کلام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شما بر من اثر کرد اکنون توبه کرده غسل نموده ام که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بمن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بسبب 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نفس آخوند ملاّمحمد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از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افتگان</w:t>
      </w:r>
      <w:r>
        <w:rPr>
          <w:rtl/>
          <w:lang w:bidi="fa-IR"/>
        </w:rPr>
        <w:t xml:space="preserve"> شد . </w:t>
      </w:r>
      <w:r w:rsidRPr="00F4145F">
        <w:rPr>
          <w:rStyle w:val="libFootnotenumChar"/>
          <w:rtl/>
        </w:rPr>
        <w:t>( 6 )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4145F">
      <w:pPr>
        <w:pStyle w:val="Heading1"/>
        <w:rPr>
          <w:rtl/>
          <w:lang w:bidi="fa-IR"/>
        </w:rPr>
      </w:pPr>
      <w:bookmarkStart w:id="4" w:name="_Toc3368975"/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bookmarkEnd w:id="4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( ملا آقا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کتاب ( سعادت ناصر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) نقل کرده که : ( عمر پاشا ) حاکم بغداد در حدود حکمران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تعدّ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ظلم م</w:t>
      </w:r>
      <w:r>
        <w:rPr>
          <w:rFonts w:hint="cs"/>
          <w:rtl/>
          <w:lang w:bidi="fa-IR"/>
        </w:rPr>
        <w:t>ی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در آن زمان (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افند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حاکم ( هند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) بود ، او که در باطن از امام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 از آخوند در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خواهش کرد که حاکم بغداد را موعظه و </w:t>
      </w:r>
      <w:r>
        <w:rPr>
          <w:rFonts w:hint="eastAsia"/>
          <w:rtl/>
          <w:lang w:bidi="fa-IR"/>
        </w:rPr>
        <w:t>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کند که از ستم و اذ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زوّار دست بردارد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414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 w:rsidR="00F414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حاکم خودش نبود و دفتردار افند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خود قرار داده بود ، من به ملاقات او رفتم ، و ب</w:t>
      </w:r>
      <w:r w:rsidR="00F4145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او گفتم : خواستم تحف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همه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بهتر و اشرف باشد نزد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آن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گفتم از فضائل ( آل محمّد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خصوصاً (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دالموحّد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) . آن وقت گفتم اشرف کتب اخبار در نزد شما کدام است ؟ گفت جامعه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امام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پس من از احوال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اطلاع او 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علوم در </w:t>
      </w:r>
      <w:r>
        <w:rPr>
          <w:rFonts w:hint="eastAsia"/>
          <w:rtl/>
          <w:lang w:bidi="fa-IR"/>
        </w:rPr>
        <w:t>سن</w:t>
      </w:r>
      <w:r>
        <w:rPr>
          <w:rtl/>
          <w:lang w:bidi="fa-IR"/>
        </w:rPr>
        <w:t xml:space="preserve"> ده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مسافرت او به مکّه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حجاز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بلاد مغرب و شامات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اخذ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هفتصد </w:t>
      </w:r>
      <w:r>
        <w:rPr>
          <w:rtl/>
          <w:lang w:bidi="fa-IR"/>
        </w:rPr>
        <w:lastRenderedPageBreak/>
        <w:t>هزار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حفظ بود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او در بغداد گفتم ، و چند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از کتاب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او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(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کردم . دفتر دار با ادب تمام نشست و خود را </w:t>
      </w:r>
      <w:r w:rsidR="00B5459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ب</w:t>
      </w: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فرو برد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گفتم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( فضائل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)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بشنو ، گفت 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 گفتم : اولاً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که ( رسول خدا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) فرمود : ضَرْبَهُ عَلِ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الْخَنْدَقِ اَفْضَلُ مِنْ عِبادَهِ الثَقَلَ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ضربت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خندق که به ( عمرو بن ع</w:t>
      </w:r>
      <w:r>
        <w:rPr>
          <w:rFonts w:hint="eastAsia"/>
          <w:rtl/>
          <w:lang w:bidi="fa-IR"/>
        </w:rPr>
        <w:t>بدود</w:t>
      </w:r>
      <w:r>
        <w:rPr>
          <w:rtl/>
          <w:lang w:bidi="fa-IR"/>
        </w:rPr>
        <w:t xml:space="preserve"> ) زد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ثوابش افضل از عبادت جنّ وانس است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علماء اهل سنّت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حدث هست ؟ گفت : نه . گفتم : پس عبادت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داخل در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ضربت از عبادت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جز (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)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 افضل است . 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درجه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ضربت بواسطه اطاعت امر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اوست .</w:t>
      </w: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گفتم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هرگز اغراق و دروغ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گفت : نه ، بجهت آنکه : </w:t>
      </w:r>
      <w:r w:rsidR="00B54591" w:rsidRPr="00B54591">
        <w:rPr>
          <w:rStyle w:val="libAlaemChar"/>
          <w:rFonts w:hint="cs"/>
          <w:rtl/>
        </w:rPr>
        <w:t>(</w:t>
      </w:r>
      <w:r w:rsidRPr="00B54591">
        <w:rPr>
          <w:rStyle w:val="libAieChar"/>
          <w:rtl/>
        </w:rPr>
        <w:t xml:space="preserve">وَما </w:t>
      </w:r>
      <w:r w:rsidRPr="00B54591">
        <w:rPr>
          <w:rStyle w:val="libAieChar"/>
          <w:rFonts w:hint="cs"/>
          <w:rtl/>
        </w:rPr>
        <w:t>یَ</w:t>
      </w:r>
      <w:r w:rsidRPr="00B54591">
        <w:rPr>
          <w:rStyle w:val="libAieChar"/>
          <w:rFonts w:hint="eastAsia"/>
          <w:rtl/>
        </w:rPr>
        <w:t>نْطَقُ</w:t>
      </w:r>
      <w:r w:rsidRPr="00B54591">
        <w:rPr>
          <w:rStyle w:val="libAieChar"/>
          <w:rtl/>
        </w:rPr>
        <w:t xml:space="preserve"> عَنِ الْهَو</w:t>
      </w:r>
      <w:r w:rsidRPr="00B54591">
        <w:rPr>
          <w:rStyle w:val="libAieChar"/>
          <w:rFonts w:hint="cs"/>
          <w:rtl/>
        </w:rPr>
        <w:t>ی</w:t>
      </w:r>
      <w:r w:rsidRPr="00B54591">
        <w:rPr>
          <w:rStyle w:val="libAieChar"/>
          <w:rtl/>
        </w:rPr>
        <w:t xml:space="preserve"> اِنْ هُوَ اِلاّ وَحْ</w:t>
      </w:r>
      <w:r w:rsidRPr="00B54591">
        <w:rPr>
          <w:rStyle w:val="libAieChar"/>
          <w:rFonts w:hint="cs"/>
          <w:rtl/>
        </w:rPr>
        <w:t>یٌ</w:t>
      </w:r>
      <w:r w:rsidRPr="00B54591">
        <w:rPr>
          <w:rStyle w:val="libAieChar"/>
          <w:rtl/>
        </w:rPr>
        <w:t xml:space="preserve"> </w:t>
      </w:r>
      <w:r w:rsidRPr="00B54591">
        <w:rPr>
          <w:rStyle w:val="libAieChar"/>
          <w:rFonts w:hint="cs"/>
          <w:rtl/>
        </w:rPr>
        <w:t>یُ</w:t>
      </w:r>
      <w:r w:rsidRPr="00B54591">
        <w:rPr>
          <w:rStyle w:val="libAieChar"/>
          <w:rFonts w:hint="eastAsia"/>
          <w:rtl/>
        </w:rPr>
        <w:t>وح</w:t>
      </w:r>
      <w:r w:rsidRPr="00B54591">
        <w:rPr>
          <w:rStyle w:val="libAieChar"/>
          <w:rFonts w:hint="cs"/>
          <w:rtl/>
        </w:rPr>
        <w:t>ی</w:t>
      </w:r>
      <w:r>
        <w:rPr>
          <w:rtl/>
          <w:lang w:bidi="fa-IR"/>
        </w:rPr>
        <w:t xml:space="preserve"> </w:t>
      </w:r>
      <w:r w:rsidR="00B54591" w:rsidRPr="00B54591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گفتم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ثواب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بالاتر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ثواب ضربت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در خندق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دفتردار</w:t>
      </w:r>
      <w:r>
        <w:rPr>
          <w:rtl/>
          <w:lang w:bidi="fa-IR"/>
        </w:rPr>
        <w:t xml:space="preserve"> سکوت کرد . گفتم :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حج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افضل است ، بدل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آنکه قبلاً ذکر شد . آنوقت گفتم در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نوبت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آمد و آهسته آهسته راه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او را در آغوش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 چقدر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پسرت را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فرمود : مگر تو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پاره جگر من است ؟ پس آن حضرت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علّت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سؤ ال کرد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: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هاست که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بوسم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عرض کرد : مگر او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کشند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B545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لب تشنه ، پس فرمود : خوشا بحال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شهادت او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 که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مرا ب</w:t>
      </w:r>
      <w:r w:rsidR="00B5459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آن کس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تعجّب سؤ ال کرد : بقدر ثواب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تو ؟ فرمود : بلکه ثواب دو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حج</w:t>
      </w:r>
      <w:r>
        <w:rPr>
          <w:rtl/>
          <w:lang w:bidi="fa-IR"/>
        </w:rPr>
        <w:t xml:space="preserve"> من 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دو حج تو ؟ فرمود : چهار حج . پس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هر چه تعجب کرد و سؤ ال نمود حضرت بالاترش را فرمود ، تا آنکه فرمود : بلکه به قدر ثواب نود حج وعمره من خداوند اجر وثواب به زائر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سکوت نمود 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آن دفتر دار گفت :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من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اغراق و کذب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در برابر سؤ ال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چرا اول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را فرمود و بعد بتدر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حرفش را عوض کرد و بالاتر گفت تا به نود حج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جوابش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مراتب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معرفت به امام و قرب و بعد مسافت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کثرت و قلّت حمت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،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دفتر دار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مسرور شد و گفت خداوند به تو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خود را بپا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انداخته ومکررّاً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گفتم : واللّه مؤ اخذه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. پس رنگش متغ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 و گفت : چرا ؟ گفتم : به زوّار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مزاحم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واموالشان را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54591">
        <w:rPr>
          <w:rFonts w:hint="cs"/>
          <w:rtl/>
          <w:lang w:bidi="fa-IR"/>
        </w:rPr>
        <w:t>ه د</w:t>
      </w:r>
      <w:r>
        <w:rPr>
          <w:rtl/>
          <w:lang w:bidi="fa-IR"/>
        </w:rPr>
        <w:t>ادشان نم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 دفتر دار گفت : حکم م</w:t>
      </w:r>
      <w:r>
        <w:rPr>
          <w:rFonts w:hint="cs"/>
          <w:rtl/>
          <w:lang w:bidi="fa-IR"/>
        </w:rPr>
        <w:t>ی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اذ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نکنند . </w:t>
      </w:r>
      <w:r w:rsidRPr="00B54591">
        <w:rPr>
          <w:rStyle w:val="libFootnotenumChar"/>
          <w:rtl/>
        </w:rPr>
        <w:t>( 7 )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B54591">
      <w:pPr>
        <w:pStyle w:val="Heading1"/>
        <w:rPr>
          <w:rtl/>
          <w:lang w:bidi="fa-IR"/>
        </w:rPr>
      </w:pPr>
      <w:bookmarkStart w:id="5" w:name="_Toc3368976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عالم</w:t>
      </w:r>
      <w:bookmarkEnd w:id="5"/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محدّث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نفوذ کلمه بود که چون سخنان و گفتارش از دل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B54591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خود به آنها معتقد بود و قبل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شنوندگان و مخاطب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داشت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که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و مواعظ سودمند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گفته اند : ( سخنان آن مرحوم چنان بود که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انسان را از تمام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و پندارها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ناروا و گناهان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به خدا و عبادت متوجّه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) .</w:t>
      </w: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خصلتها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آن مرحوم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 شب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قرائت قرآن و تلاوت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واوراد و اذکار ماءثوره از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54591" w:rsidRPr="00B54591">
        <w:rPr>
          <w:rStyle w:val="libAlaemChar"/>
          <w:rFonts w:eastAsiaTheme="minorHAnsi"/>
          <w:rtl/>
        </w:rPr>
        <w:t>عليهم‌السلام</w:t>
      </w:r>
      <w:r w:rsidR="00B545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فرزند بزرگش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( تا آنجا که من خاطر دارم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شب از آن مرحوم فوت نشد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سفرها . ) 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در عمل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که فرمود : اکرموا اولاد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. . ( فرزندانم را اکرام و احترام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. . )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 و آنان ( سادات ) را اکرام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. </w:t>
      </w:r>
      <w:r w:rsidRPr="00B54591">
        <w:rPr>
          <w:rStyle w:val="libFootnotenumChar"/>
          <w:rtl/>
        </w:rPr>
        <w:t>( 8 )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فرمود : اعمالتان را خالص واسلام را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عرض کردند چگونه اسلام را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فرمود : با حضور در نزد علما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علم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دانش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و</w:t>
      </w:r>
      <w:r w:rsidR="00B545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جواب اهل هوا را بدهد در بحث با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 ثواب عبادت 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جن و انس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اکار</w:t>
      </w:r>
      <w:r>
        <w:rPr>
          <w:rtl/>
          <w:lang w:bidi="fa-IR"/>
        </w:rPr>
        <w:t xml:space="preserve"> هم از عملش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؟ فرمود 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فقط خالصاً لوجه اللّه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عزت</w:t>
      </w:r>
      <w:r w:rsidR="00B545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ثواب اهل مکه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شده 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قصدش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نباشد (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) خدا آتش جهنم را بر او حرام کرده است .</w:t>
      </w:r>
    </w:p>
    <w:p w:rsidR="00717B17" w:rsidRDefault="00B54591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B54591">
      <w:pPr>
        <w:pStyle w:val="Heading1"/>
        <w:rPr>
          <w:rtl/>
          <w:lang w:bidi="fa-IR"/>
        </w:rPr>
      </w:pPr>
      <w:bookmarkStart w:id="6" w:name="_Toc3368977"/>
      <w:r>
        <w:rPr>
          <w:rFonts w:hint="eastAsia"/>
          <w:rtl/>
          <w:lang w:bidi="fa-IR"/>
        </w:rPr>
        <w:t>چهل</w:t>
      </w:r>
      <w:r>
        <w:rPr>
          <w:rtl/>
          <w:lang w:bidi="fa-IR"/>
        </w:rPr>
        <w:t xml:space="preserve"> مؤ من شهادت دادند</w:t>
      </w:r>
      <w:bookmarkEnd w:id="6"/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tl/>
          <w:lang w:bidi="fa-IR"/>
        </w:rPr>
        <w:t>( آخوند ملا محمد باقر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را بر اسلام ومسلم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، چه انتشار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برکت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آن بزرگوار است ، ( معروف است که چون کتاب ( حق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او انتشار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، تا به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اطراف و توابع شامات هفتاد هزار نفر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شدند ترجمه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اخبار و قصص و معجزات حضرات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54591" w:rsidRPr="00B54591">
        <w:rPr>
          <w:rStyle w:val="libAlaemChar"/>
          <w:rFonts w:eastAsiaTheme="minorHAnsi"/>
          <w:rtl/>
        </w:rPr>
        <w:t>عليهم‌السلام</w:t>
      </w:r>
      <w:r w:rsidR="00B545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توسّط آنجناب باعث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محکم شدن عقائد مسلمانان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و قبل از او جماعت صوف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کثر و غلوّ بودند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اصول آن شجره را قلع و قمع نمود و در امر ب</w:t>
      </w:r>
      <w:r w:rsidR="00B5459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وترو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علم و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تاءل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اهل زمان بود و امام جمعه و جماعت اصفهان بود ، شاه سلطان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آخوند ملا محمد باقر تا زنده بود به واسطه وجود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او مملکت برقرار و منظم بود و چون آخوند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قندهار از دست سلطان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ورخنه در مملکت افتاد تا آنکه از افغان به اصفهان آمدند و سلطان را کشتند . )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او از زمان ولادت تا زمان وفات 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سطر است که هر 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پنجاه حرف باشد و</w:t>
      </w:r>
      <w:r w:rsidR="00B545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ممکن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به تاء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تاءل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او کتاب گران قدر بحار الانوار است که مانندش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نشده 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ولادت آن بزرگوار را حساب کرده اند مطابق شده با جمله : ( جامع کتاب بحار الا نوار ) </w:t>
      </w:r>
      <w:r w:rsidRPr="00B54591">
        <w:rPr>
          <w:rStyle w:val="libFootnotenumChar"/>
          <w:rtl/>
        </w:rPr>
        <w:t>( 9 )</w:t>
      </w:r>
    </w:p>
    <w:p w:rsidR="00717B17" w:rsidRDefault="00B54591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B54591">
      <w:pPr>
        <w:pStyle w:val="Heading1"/>
        <w:rPr>
          <w:rtl/>
          <w:lang w:bidi="fa-IR"/>
        </w:rPr>
      </w:pPr>
      <w:bookmarkStart w:id="7" w:name="_Toc3368978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عامل</w:t>
      </w:r>
      <w:bookmarkEnd w:id="7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محمد حسن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بحر العلوم 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بود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 اصفهان با جناب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اخلاص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فرمود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حاکم معزول شد جناب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نوشت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9"/>
        <w:gridCol w:w="3315"/>
      </w:tblGrid>
      <w:tr w:rsidR="00B54591" w:rsidTr="00F12880">
        <w:trPr>
          <w:trHeight w:val="350"/>
        </w:trPr>
        <w:tc>
          <w:tcPr>
            <w:tcW w:w="3920" w:type="dxa"/>
            <w:shd w:val="clear" w:color="auto" w:fill="auto"/>
          </w:tcPr>
          <w:p w:rsidR="00B54591" w:rsidRDefault="00B54591" w:rsidP="00F1288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خون ناحق پروانه شمع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4591" w:rsidRDefault="00B54591" w:rsidP="00F1288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4591" w:rsidRDefault="00B54591" w:rsidP="00F1288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چندان</w:t>
            </w:r>
            <w:r>
              <w:rPr>
                <w:rtl/>
                <w:lang w:bidi="fa-IR"/>
              </w:rPr>
              <w:t xml:space="preserve"> امان نداد که شب را سحر کند </w:t>
            </w:r>
            <w:r w:rsidRPr="00B54591">
              <w:rPr>
                <w:rStyle w:val="libFootnotenumChar"/>
                <w:rtl/>
              </w:rPr>
              <w:t>( 10 )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54591" w:rsidRDefault="00B54591" w:rsidP="00717B17">
      <w:pPr>
        <w:pStyle w:val="libNormal"/>
        <w:rPr>
          <w:rtl/>
          <w:lang w:bidi="fa-IR"/>
        </w:rPr>
      </w:pPr>
    </w:p>
    <w:p w:rsidR="00717B17" w:rsidRDefault="00B54591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B54591">
      <w:pPr>
        <w:pStyle w:val="Heading1"/>
        <w:rPr>
          <w:rtl/>
          <w:lang w:bidi="fa-IR"/>
        </w:rPr>
      </w:pPr>
      <w:bookmarkStart w:id="8" w:name="_Toc3368979"/>
      <w:r>
        <w:rPr>
          <w:rFonts w:hint="eastAsia"/>
          <w:rtl/>
          <w:lang w:bidi="fa-IR"/>
        </w:rPr>
        <w:t>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را از کشتار مغول</w:t>
      </w:r>
      <w:bookmarkEnd w:id="8"/>
    </w:p>
    <w:p w:rsidR="00717B17" w:rsidRDefault="00717B17" w:rsidP="00B54591">
      <w:pPr>
        <w:pStyle w:val="libNormal"/>
        <w:rPr>
          <w:rtl/>
          <w:lang w:bidi="fa-IR"/>
        </w:rPr>
      </w:pPr>
      <w:r>
        <w:rPr>
          <w:rtl/>
          <w:lang w:bidi="fa-IR"/>
        </w:rPr>
        <w:t>( علامه 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B54591" w:rsidRPr="00B54591">
        <w:rPr>
          <w:rStyle w:val="libAlaemChar"/>
          <w:rtl/>
        </w:rPr>
        <w:t>رضي‌الله‌عنه</w:t>
      </w:r>
      <w:r w:rsidR="00B54591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از پدرش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فتنه مغول اهل کوفه و کربلا و نجف قتل عام نشدند و از هجوم سربازان ( هلاکو ) مصون ماندند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هلاکو به خارج بغداد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هنوز شهر را فتح نکرده بود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اهل حله از ترس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ترک گفتند و به ( بطا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)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 xml:space="preserve"> و جمع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ماندند از آن جمله پدرم و (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طاووس )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العزّ ) بودند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CB789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به هلاکو نامه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و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حاً</w:t>
      </w:r>
      <w:r>
        <w:rPr>
          <w:rtl/>
          <w:lang w:bidi="fa-IR"/>
        </w:rPr>
        <w:t xml:space="preserve"> اطاعت خود را نسبت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دارند . نامه نوشتند و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عرب فرستادند .</w:t>
      </w:r>
      <w:r w:rsidR="00B5459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هلاکو</w:t>
      </w:r>
      <w:r>
        <w:rPr>
          <w:rtl/>
          <w:lang w:bidi="fa-IR"/>
        </w:rPr>
        <w:t xml:space="preserve"> پس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نامه 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صادر کرد . و</w:t>
      </w:r>
      <w:r w:rsidR="00B545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دونفر فرستاد و به آن دو سفارش کرد به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نامه نوشته اند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نامه را از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قلب نوشته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 نوشته شما مطابق است نزد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فرستاد</w:t>
      </w:r>
      <w:r>
        <w:rPr>
          <w:rtl/>
          <w:lang w:bidi="fa-IR"/>
        </w:rPr>
        <w:t xml:space="preserve"> گان هلاکو به حلّه آمدند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هلاکو را به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ابلاغ کردند .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ملاقات با</w:t>
      </w:r>
      <w:r w:rsidR="00CB789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هلاکو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مناک</w:t>
      </w:r>
      <w:r>
        <w:rPr>
          <w:rtl/>
          <w:lang w:bidi="fa-IR"/>
        </w:rPr>
        <w:t xml:space="preserve"> بودند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چه خواهد شد .</w:t>
      </w: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به آن دو نفر گفت : اگر من تنها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؟ گفتند 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او به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دو نفر حرکت کرد . در آن موقع هنوز بغداد فتح نشده بود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نکشته بودند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به حضور هلاکو رفت به او گفت : چطور با من به مکاتبه پرداخت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چگونه به ملاقات من آ</w:t>
      </w:r>
      <w:r>
        <w:rPr>
          <w:rFonts w:hint="eastAsia"/>
          <w:rtl/>
          <w:lang w:bidi="fa-IR"/>
        </w:rPr>
        <w:t>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من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؟ ، از کجا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کار من وخل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به صلح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انجامد</w:t>
      </w:r>
      <w:r>
        <w:rPr>
          <w:rtl/>
          <w:lang w:bidi="fa-IR"/>
        </w:rPr>
        <w:t xml:space="preserve"> و من از او 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گذرم ؟ پدرم در جواب گفت : اقدام ما </w:t>
      </w:r>
      <w:r>
        <w:rPr>
          <w:rtl/>
          <w:lang w:bidi="fa-IR"/>
        </w:rPr>
        <w:lastRenderedPageBreak/>
        <w:t>بنوشتن نامه و آمدن من به حضور شما بر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به 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: قال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خطبهٍ : الزوراء و ما 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 الزّوراء ارض ذات اثل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شتدّ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تکثر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السّکان . . . والو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والعَو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لاَهْلِ الزَّوْراءِ مِنْ سَطَواتِ التُّرْکِ وَهُمْ قَوْمٌ صِغارُ الْحَدَقِ وُجُوهُهُمْ کَالْمِجانِّ الْمُط</w:t>
      </w:r>
      <w:r>
        <w:rPr>
          <w:rFonts w:hint="eastAsia"/>
          <w:rtl/>
          <w:lang w:bidi="fa-IR"/>
        </w:rPr>
        <w:t>وقِدِ</w:t>
      </w:r>
      <w:r>
        <w:rPr>
          <w:rtl/>
          <w:lang w:bidi="fa-IR"/>
        </w:rPr>
        <w:t xml:space="preserve"> لباسهم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جرد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قدمهم</w:t>
      </w:r>
      <w:r>
        <w:rPr>
          <w:rtl/>
          <w:lang w:bidi="fa-IR"/>
        </w:rPr>
        <w:t xml:space="preserve"> ملک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بداء ملکهم جهور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الصّوت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الصّوله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الهمه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</w:t>
      </w:r>
      <w:r>
        <w:rPr>
          <w:rtl/>
          <w:lang w:bidi="fa-IR"/>
        </w:rPr>
        <w:t xml:space="preserve"> بمد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الافتحها ولا ترفع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الانکسها الو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لمن ناواه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کذلک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ظفر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در خطبه زوراء فرموده است : 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زورا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: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آن بناها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مردم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مسکن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، رؤ سا و ثروت اندوزان در آن اقامت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آنجا را مقرّ خود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ثروتها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</w:t>
      </w:r>
    </w:p>
    <w:p w:rsidR="00717B17" w:rsidRDefault="00F12880" w:rsidP="00F1288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717B17">
        <w:rPr>
          <w:rFonts w:hint="eastAsia"/>
          <w:rtl/>
          <w:lang w:bidi="fa-IR"/>
        </w:rPr>
        <w:t>زوراء</w:t>
      </w:r>
      <w:r w:rsidR="00717B17">
        <w:rPr>
          <w:rtl/>
          <w:lang w:bidi="fa-IR"/>
        </w:rPr>
        <w:t xml:space="preserve"> برا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بن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العباس خانه باز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ولهواست . آنجا مرکز ستم ستمکاران و کانون ترس ها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دهشت زا است . جا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پ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شوا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ان</w:t>
      </w:r>
      <w:r w:rsidR="00717B17">
        <w:rPr>
          <w:rtl/>
          <w:lang w:bidi="fa-IR"/>
        </w:rPr>
        <w:t xml:space="preserve"> گناهکار وامراء فاسق و فرمان روا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ان</w:t>
      </w:r>
      <w:r w:rsidR="00717B17">
        <w:rPr>
          <w:rtl/>
          <w:lang w:bidi="fa-IR"/>
        </w:rPr>
        <w:t xml:space="preserve"> خائن است و جمع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از فرزندان فارس و روم آنان را خدمت 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کنند ، در چن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</w:t>
      </w:r>
      <w:r w:rsidR="00717B17">
        <w:rPr>
          <w:rtl/>
          <w:lang w:bidi="fa-IR"/>
        </w:rPr>
        <w:t xml:space="preserve"> مح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ط</w:t>
      </w:r>
      <w:r w:rsidR="00717B17">
        <w:rPr>
          <w:rtl/>
          <w:lang w:bidi="fa-IR"/>
        </w:rPr>
        <w:t xml:space="preserve"> ت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ره</w:t>
      </w:r>
      <w:r w:rsidR="00717B17">
        <w:rPr>
          <w:rtl/>
          <w:lang w:bidi="fa-IR"/>
        </w:rPr>
        <w:t xml:space="preserve"> و گناه آلوده و در آن شرائط ننگ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</w:t>
      </w:r>
      <w:r w:rsidR="00717B17">
        <w:rPr>
          <w:rtl/>
          <w:lang w:bidi="fa-IR"/>
        </w:rPr>
        <w:t xml:space="preserve"> و شرم آور ، اندوه عموم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و گر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ه</w:t>
      </w:r>
      <w:r w:rsidR="00717B17">
        <w:rPr>
          <w:rtl/>
          <w:lang w:bidi="fa-IR"/>
        </w:rPr>
        <w:t xml:space="preserve"> ها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طولان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وشرور و بدبخت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دامنگ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</w:t>
      </w:r>
      <w:r w:rsidR="00717B17">
        <w:rPr>
          <w:rtl/>
          <w:lang w:bidi="fa-IR"/>
        </w:rPr>
        <w:t xml:space="preserve"> مردم زوراء 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شود و گرفتار هجوم اجانب 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رومند</w:t>
      </w:r>
      <w:r w:rsidR="00717B17">
        <w:rPr>
          <w:rtl/>
          <w:lang w:bidi="fa-IR"/>
        </w:rPr>
        <w:t xml:space="preserve"> 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گردند ا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نان</w:t>
      </w:r>
      <w:r w:rsidR="00717B17">
        <w:rPr>
          <w:rtl/>
          <w:lang w:bidi="fa-IR"/>
        </w:rPr>
        <w:t xml:space="preserve"> ملّت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هستند که حدقه چشمان آنها کوچک است صورتها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آنان مانند سپر طوق شده ولباسشان زره آهن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</w:t>
      </w:r>
      <w:r w:rsidR="00717B17">
        <w:rPr>
          <w:rtl/>
          <w:lang w:bidi="fa-IR"/>
        </w:rPr>
        <w:t xml:space="preserve"> است . س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ما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جوان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دارند و پ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شاپ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ش</w:t>
      </w:r>
      <w:r w:rsidR="00717B17">
        <w:rPr>
          <w:rtl/>
          <w:lang w:bidi="fa-IR"/>
        </w:rPr>
        <w:t xml:space="preserve"> آنها فر</w:t>
      </w:r>
      <w:r w:rsidR="00717B17">
        <w:rPr>
          <w:rFonts w:hint="eastAsia"/>
          <w:rtl/>
          <w:lang w:bidi="fa-IR"/>
        </w:rPr>
        <w:t>مانروائ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است که از سرزم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</w:t>
      </w:r>
      <w:r w:rsidR="00717B17">
        <w:rPr>
          <w:rtl/>
          <w:lang w:bidi="fa-IR"/>
        </w:rPr>
        <w:t xml:space="preserve"> اصل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خود آماده است . او صدائ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بلند وسطوت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رومند</w:t>
      </w:r>
      <w:r w:rsidR="00717B17">
        <w:rPr>
          <w:rtl/>
          <w:lang w:bidi="fa-IR"/>
        </w:rPr>
        <w:t xml:space="preserve"> و همت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عال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دارد . به ه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چ</w:t>
      </w:r>
      <w:r w:rsidR="00717B17">
        <w:rPr>
          <w:rtl/>
          <w:lang w:bidi="fa-IR"/>
        </w:rPr>
        <w:t xml:space="preserve"> شهر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نم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گذرد مگر پس از فتح آن وه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چ</w:t>
      </w:r>
      <w:r w:rsidR="00717B17">
        <w:rPr>
          <w:rtl/>
          <w:lang w:bidi="fa-IR"/>
        </w:rPr>
        <w:t xml:space="preserve"> پرچم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در مقابلش بر </w:t>
      </w:r>
      <w:r w:rsidR="00717B17">
        <w:rPr>
          <w:rtl/>
          <w:lang w:bidi="fa-IR"/>
        </w:rPr>
        <w:lastRenderedPageBreak/>
        <w:t>افراشته نم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شود مگر آنکه سرنگونش م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سازد . بلا و عذاب بزرگ برا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کس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است که به مخالفتش برخ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زد</w:t>
      </w:r>
      <w:r w:rsidR="00717B17">
        <w:rPr>
          <w:rtl/>
          <w:lang w:bidi="fa-IR"/>
        </w:rPr>
        <w:t xml:space="preserve"> . او ه</w:t>
      </w:r>
      <w:r w:rsidR="00717B17">
        <w:rPr>
          <w:rFonts w:hint="eastAsia"/>
          <w:rtl/>
          <w:lang w:bidi="fa-IR"/>
        </w:rPr>
        <w:t>مچن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ن</w:t>
      </w:r>
      <w:r w:rsidR="00717B17">
        <w:rPr>
          <w:rtl/>
          <w:lang w:bidi="fa-IR"/>
        </w:rPr>
        <w:t xml:space="preserve"> صاحب قدرت و ن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رو</w:t>
      </w:r>
      <w:r w:rsidR="00717B17">
        <w:rPr>
          <w:rtl/>
          <w:lang w:bidi="fa-IR"/>
        </w:rPr>
        <w:t xml:space="preserve"> است تا پ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روز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نهائ</w:t>
      </w:r>
      <w:r w:rsidR="00717B17">
        <w:rPr>
          <w:rFonts w:hint="cs"/>
          <w:rtl/>
          <w:lang w:bidi="fa-IR"/>
        </w:rPr>
        <w:t>ی</w:t>
      </w:r>
      <w:r w:rsidR="00717B17">
        <w:rPr>
          <w:rtl/>
          <w:lang w:bidi="fa-IR"/>
        </w:rPr>
        <w:t xml:space="preserve"> نص</w:t>
      </w:r>
      <w:r w:rsidR="00717B17">
        <w:rPr>
          <w:rFonts w:hint="cs"/>
          <w:rtl/>
          <w:lang w:bidi="fa-IR"/>
        </w:rPr>
        <w:t>ی</w:t>
      </w:r>
      <w:r w:rsidR="00717B17">
        <w:rPr>
          <w:rFonts w:hint="eastAsia"/>
          <w:rtl/>
          <w:lang w:bidi="fa-IR"/>
        </w:rPr>
        <w:t>بش</w:t>
      </w:r>
      <w:r w:rsidR="00717B17">
        <w:rPr>
          <w:rtl/>
          <w:lang w:bidi="fa-IR"/>
        </w:rPr>
        <w:t xml:space="preserve"> گردد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علامه پس از قرائت خطبه به هلاکو گفت : امام ما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اوصاف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خطبه ذکر کرده که ما همه آن اوصاف را در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نامه 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من به حضور شما آمدم . هلاکو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فکر آنان را به حسن قبول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پدر علامّه نوشت</w:t>
      </w:r>
      <w:r w:rsidR="00F1288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 آن فرمان مردم حلّه را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مخصوص خود قرار داد .</w:t>
      </w: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هلاکو بغداد را فتح کرد و ( معتصم )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قتل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دائره المعارف 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نموده در آن حادثه متجاوز از دو م</w:t>
      </w:r>
      <w:r w:rsidR="00F12880">
        <w:rPr>
          <w:rFonts w:hint="cs"/>
          <w:rtl/>
          <w:lang w:bidi="fa-IR"/>
        </w:rPr>
        <w:t>ی</w:t>
      </w:r>
      <w:r>
        <w:rPr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هلاک شدند ، اموال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غارت رفت و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طعمه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شد ، و سرانجام آشکار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علماء حلّه خطبه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را 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با هلاکو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نموده بودند </w:t>
      </w:r>
      <w:r>
        <w:rPr>
          <w:rFonts w:hint="eastAsia"/>
          <w:rtl/>
          <w:lang w:bidi="fa-IR"/>
        </w:rPr>
        <w:t>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اقدام بموقع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جان مردم حله و کوفه و نجف و کربلا را از مرگ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داد و از کشتار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</w:t>
      </w:r>
    </w:p>
    <w:p w:rsidR="00717B17" w:rsidRDefault="00F12880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F12880">
      <w:pPr>
        <w:pStyle w:val="Heading1"/>
        <w:rPr>
          <w:rtl/>
          <w:lang w:bidi="fa-IR"/>
        </w:rPr>
      </w:pPr>
      <w:bookmarkStart w:id="9" w:name="_Toc3368980"/>
      <w:r>
        <w:rPr>
          <w:rFonts w:hint="eastAsia"/>
          <w:rtl/>
          <w:lang w:bidi="fa-IR"/>
        </w:rPr>
        <w:t>محکوم</w:t>
      </w:r>
      <w:r>
        <w:rPr>
          <w:rtl/>
          <w:lang w:bidi="fa-IR"/>
        </w:rPr>
        <w:t xml:space="preserve"> شدن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</w:t>
      </w:r>
      <w:bookmarkEnd w:id="9"/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لقب (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) ( ابن شهر آشوب ) </w:t>
      </w:r>
      <w:r w:rsidR="00F12880" w:rsidRPr="00F12880">
        <w:rPr>
          <w:rStyle w:val="libAlaemChar"/>
          <w:rtl/>
        </w:rPr>
        <w:t>رحمه‌الله</w:t>
      </w:r>
      <w:r w:rsidR="00F12880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در ( معالم العلماء ) در ترجمه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گفته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 را ( صاحب الامر )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داد چنانچه (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(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) فرموده : در توق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(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)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مرقوم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: ( للش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السّد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والمول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بنابرآنچه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مشهور است و چنانچه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سرائر ) و ( مجالس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نوشته اند (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عبدالجبار معتزل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بغداد در مجلس درس نشسته بود و ائمه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همه حاضر بودند 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مجتهد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 و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او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در</w:t>
      </w:r>
      <w:r w:rsidR="00F1288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درس حاضر شد و در محلّ کفش کن مجلس نشست و بعد از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خطاب به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: اگر اجازه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علماء سؤ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گفت : آن خبر که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درباره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فرموده : ( من کنت مولاه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مولاه )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آن را ساخته است ؟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خبر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 :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خلافها وخصومت 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خلافت ابابکر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. آدم عاقل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دوباره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درباره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است که فرمود : (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حربک حرب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سلمک 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تو جنگ با من است و صلح با تو صلح با من است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آنها که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بعداً توبه کردند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توبه کردن آنان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. و به قول شما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مقابل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اعتبار ندارد .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جواب بدهد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 بعد گفت : تو که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 : من محمد بن محمد بن نعمان حارث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هستم .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F12880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دست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گرفت و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نشاند و گفت : ( انت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F1288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حقّاً</w:t>
      </w:r>
      <w:r>
        <w:rPr>
          <w:rtl/>
          <w:lang w:bidi="fa-IR"/>
        </w:rPr>
        <w:t xml:space="preserve"> ) علماء را خوش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.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مرا الزام کرد ، اگر شما جواب او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همه ساکت ماندند . </w:t>
      </w:r>
      <w:r w:rsidRPr="00F12880">
        <w:rPr>
          <w:rStyle w:val="libFootnotenumChar"/>
          <w:rtl/>
        </w:rPr>
        <w:t>( 11 )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ازدواج کردند</w:t>
      </w:r>
    </w:p>
    <w:p w:rsidR="00717B17" w:rsidRDefault="00717B17" w:rsidP="00F128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(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12880" w:rsidRPr="00F12880">
        <w:rPr>
          <w:rStyle w:val="libAlaemChar"/>
          <w:rtl/>
        </w:rPr>
        <w:t>رحمه‌الله</w:t>
      </w:r>
      <w:r>
        <w:rPr>
          <w:rtl/>
          <w:lang w:bidi="fa-IR"/>
        </w:rPr>
        <w:t>)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از تمام جهات و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 کشور سؤ 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دوردست به حضور او آمدند آن مرحوم از اقتصاد آن کشور و آن شهر سؤ ال نمودند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گفت : ( ما آن قدر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!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گفت : چه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!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مرد باز کلامش را تکرار نمود که : ما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هر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شده فرمود :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 حق ندا</w:t>
      </w:r>
      <w:r w:rsidR="00F12880">
        <w:rPr>
          <w:rFonts w:hint="cs"/>
          <w:rtl/>
          <w:lang w:bidi="fa-IR"/>
        </w:rPr>
        <w:t>ر</w:t>
      </w:r>
      <w:r>
        <w:rPr>
          <w:rtl/>
          <w:lang w:bidi="fa-IR"/>
        </w:rPr>
        <w:t>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شوهر داشته باشد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فرمود : مگر در شهر شما عالم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دستور داد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در شهر سامراء بمانند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ادگرفتن</w:t>
      </w:r>
      <w:r>
        <w:rPr>
          <w:rtl/>
          <w:lang w:bidi="fa-IR"/>
        </w:rPr>
        <w:t xml:space="preserve"> احکام حلال و حرام . و فرمود : هر کدام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من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تاءم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) هم اکنون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آن شهر در نجف و کربلا و قم مشغول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</w:t>
      </w:r>
      <w:r w:rsidRPr="001C3C2E">
        <w:rPr>
          <w:rStyle w:val="libFootnotenumChar"/>
          <w:rtl/>
        </w:rPr>
        <w:t>. ( 12 )</w:t>
      </w:r>
    </w:p>
    <w:p w:rsidR="00717B17" w:rsidRDefault="001C3C2E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1C3C2E">
      <w:pPr>
        <w:pStyle w:val="Heading1"/>
        <w:rPr>
          <w:rtl/>
          <w:lang w:bidi="fa-IR"/>
        </w:rPr>
      </w:pPr>
      <w:bookmarkStart w:id="10" w:name="_Toc3368981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برکت آن عالم فرج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</w:t>
      </w:r>
      <w:bookmarkEnd w:id="10"/>
    </w:p>
    <w:p w:rsidR="00717B17" w:rsidRDefault="00717B17" w:rsidP="001C3C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(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از ( حضرت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از ( حضرت رسول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 : (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) در وقت رحلت خود به اهلب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تذکر</w:t>
      </w:r>
      <w:r w:rsidR="001C3C2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که ( بعد از من شما مبتلا به ظلم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زنان آبستن شما را شکم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وفَرَجِ شما به دست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گندم گون و بلند بالا واز اولاد ( لاو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است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مردم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مبتلا به ظلم فرعون گشتند که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شکم زنان آبستن را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آنها به ظلم او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ظلم فرعون بر آنها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نتوانستند تحمل کنند ، به خدمت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کوه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از ظلم فرعون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عالم آنها را امر به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آنها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صدا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 نمودند و گفتند : در حدود چهارصد سال است که ما مبتلا به ظلم و شکنجه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 وقت حضور تو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امر به صبر و مژده آن که خداوند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ما را از ظلم نجات خو</w:t>
      </w:r>
      <w:r>
        <w:rPr>
          <w:rFonts w:hint="eastAsia"/>
          <w:rtl/>
          <w:lang w:bidi="fa-IR"/>
        </w:rPr>
        <w:t>اهد</w:t>
      </w:r>
      <w:r>
        <w:rPr>
          <w:rtl/>
          <w:lang w:bidi="fa-IR"/>
        </w:rPr>
        <w:t xml:space="preserve">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، از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هنوز وقت آن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خداوند به فضل خود ما را از ظلم نجات دهد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انتظار او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ما برساند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1C3C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عالم هم به حال آنها متاءثر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حق آنها دعا کرد و از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فرج خواست ، ناگاه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</w:t>
      </w:r>
      <w:r w:rsidR="001C3C2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عالم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که من چهل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فرج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 ، آن عالم خبر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به آنها دادم آنها حمد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جا آوردند و از خداوند تشکر نمودند به آن عالم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اثر آن که بندگان من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مژده فرج خوشنود شدند و حمد مرا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من ده سال فر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آنها را جلو انداختم و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،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فرج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مژده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خدا را شکر کردند و حمد او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. خطاب شد : به آنها بگو : من فرج را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قرار دادم ، آنها باز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مژده حمد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جا آوردند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خطاب</w:t>
      </w:r>
      <w:r>
        <w:rPr>
          <w:rtl/>
          <w:lang w:bidi="fa-IR"/>
        </w:rPr>
        <w:t xml:space="preserve"> شد : به آنها بگو : من فرج شما را در ده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مقرر داشتم ، آنها باز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مژده حمد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، خطاب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به بندگان من بگو از جا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فرج آنها را بدست او قرار داده ام استقبال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مژده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خرسند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حمد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واز جا برخ</w:t>
      </w:r>
      <w:r w:rsidR="001C3C2E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از دور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چون شب مهتاب بود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حمار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 است و تمام صفات او مثل همان است که آن عالم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نموده بود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1C3C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لذا</w:t>
      </w:r>
      <w:r>
        <w:rPr>
          <w:rtl/>
          <w:lang w:bidi="fa-IR"/>
        </w:rPr>
        <w:t xml:space="preserve"> به استقبال او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آن عالم از نام او سؤ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 : فرمودند : (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عمران ) 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اجداد خود را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( لاو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عالم فرمود : (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 ج شما در دست او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) . پس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 و آنها را امر به صبر کرد و فرمود : من از طرف خدا ماءمور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که به (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بروم و پس از چهل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( مصر ) شما را </w:t>
      </w:r>
      <w:r>
        <w:rPr>
          <w:rFonts w:hint="eastAsia"/>
          <w:rtl/>
          <w:lang w:bidi="fa-IR"/>
        </w:rPr>
        <w:t>ملاقات</w:t>
      </w:r>
      <w:r>
        <w:rPr>
          <w:rtl/>
          <w:lang w:bidi="fa-IR"/>
        </w:rPr>
        <w:t xml:space="preserve"> خواهم کرد و فرج شما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چهل سال خواهد بود . آنها عرض کردند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چهل سال صبر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خلاف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ما باشد از ما صادر نخواهد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مذاکرات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واقع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آنها غائب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پس از چهل سال از طرف خدا ماءمور به دعوت فرعون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آخر الامر او را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غرق نمود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بر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تخت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1C3C2E">
        <w:rPr>
          <w:rStyle w:val="libFootnotenumChar"/>
          <w:rtl/>
        </w:rPr>
        <w:t>. ( 13 )</w:t>
      </w:r>
    </w:p>
    <w:p w:rsidR="00717B17" w:rsidRDefault="001C3C2E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1C3C2E">
      <w:pPr>
        <w:pStyle w:val="Heading1"/>
        <w:rPr>
          <w:rtl/>
          <w:lang w:bidi="fa-IR"/>
        </w:rPr>
      </w:pPr>
      <w:bookmarkStart w:id="11" w:name="_Toc3368982"/>
      <w:r>
        <w:rPr>
          <w:rFonts w:hint="eastAsia"/>
          <w:rtl/>
          <w:lang w:bidi="fa-IR"/>
        </w:rPr>
        <w:t>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علما</w:t>
      </w:r>
      <w:bookmarkEnd w:id="11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( روضه الانوار ) است به ( سلطان ملکشاه ) گفتند : ( خواجه نظام الملک ) در هر سال از خزانه نهصد هزار خلعت به علما وزهاد و عابدان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از آنها به شما نفع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به آن مبلغ ، لشکر جرار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فراهم نمود .</w:t>
      </w:r>
    </w:p>
    <w:p w:rsidR="00717B17" w:rsidRDefault="00717B17" w:rsidP="001C3C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سلطان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به خواجه گفت :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مبلغ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داده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دشمنان را با</w:t>
      </w:r>
      <w:r w:rsidR="001C3C2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رفتنش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ذرع است دفع کنند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خواجه</w:t>
      </w:r>
      <w:r>
        <w:rPr>
          <w:rtl/>
          <w:lang w:bidi="fa-IR"/>
        </w:rPr>
        <w:t xml:space="preserve"> گفت : (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دهم که از اول شب تا صبح دستها را به دعا بلند کنند به درگاه خداوند که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همت به ابر برسانند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دعا از هفت آسمان گذرانند و لشکر ، و من و تو در پناه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، سلطان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او را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 . </w:t>
      </w:r>
      <w:r w:rsidRPr="001C3C2E">
        <w:rPr>
          <w:rStyle w:val="libFootnotenumChar"/>
          <w:rtl/>
        </w:rPr>
        <w:t>( 14 )</w:t>
      </w:r>
    </w:p>
    <w:p w:rsidR="00717B17" w:rsidRDefault="001C3C2E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1C3C2E">
      <w:pPr>
        <w:pStyle w:val="Heading1"/>
        <w:rPr>
          <w:rtl/>
          <w:lang w:bidi="fa-IR"/>
        </w:rPr>
      </w:pPr>
      <w:bookmarkStart w:id="12" w:name="_Toc3368983"/>
      <w:r>
        <w:rPr>
          <w:rFonts w:hint="eastAsia"/>
          <w:rtl/>
          <w:lang w:bidi="fa-IR"/>
        </w:rPr>
        <w:t>چهار</w:t>
      </w:r>
      <w:r>
        <w:rPr>
          <w:rtl/>
          <w:lang w:bidi="fa-IR"/>
        </w:rPr>
        <w:t xml:space="preserve"> درهم</w:t>
      </w:r>
      <w:bookmarkEnd w:id="12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منصور بن عمار ) از معروف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وعاظ بود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بود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</w:t>
      </w:r>
      <w:r w:rsidR="001C3C2E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گفت 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مرا چهار درهم احسان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واعظ مزبور گفت : هر کس چهار درهم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بدهد من چهار دعا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جلو آمد و چهار درهم را دا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واعظ و گفت :</w:t>
      </w:r>
    </w:p>
    <w:p w:rsidR="00717B17" w:rsidRDefault="00717B17" w:rsidP="001C3C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</w:t>
      </w:r>
      <w:r>
        <w:rPr>
          <w:rtl/>
          <w:lang w:bidi="fa-IR"/>
        </w:rPr>
        <w:t xml:space="preserve"> دعا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بکن . اول : آن که خدا مرا آزاد کند . دوم : آن که مرا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سوم : آن که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</w:t>
      </w:r>
      <w:r>
        <w:rPr>
          <w:rtl/>
          <w:lang w:bidi="fa-IR"/>
        </w:rPr>
        <w:t xml:space="preserve"> . چهارم : آن که اسلام را به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) . و آن عالم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چهارگانه را در حق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 به نزد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چرا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در مجلس وعظ منصور بن عمار بودم چهار درهم در آن مجلس تصدق دادم و ( چهار دعا خواستم . اول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را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انت حر ، تو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: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CE5E0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چهار هزار درهم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، گفت :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سوم : اسلام ترا خواستم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اشهد ان لا اله الا اللّه واشهد ان محمد رسول اللّه ) . غلام گفت :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چهارم آمرزش ترا و خودم را خواستم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قدرت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شب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( انت </w:t>
      </w:r>
      <w:r>
        <w:rPr>
          <w:rFonts w:hint="eastAsia"/>
          <w:rtl/>
          <w:lang w:bidi="fa-IR"/>
        </w:rPr>
        <w:t>فعلت</w:t>
      </w:r>
      <w:r>
        <w:rPr>
          <w:rtl/>
          <w:lang w:bidi="fa-IR"/>
        </w:rPr>
        <w:t xml:space="preserve">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قدرتک و انا افعل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غفرت لک و للعبد وللواعظ و للحاضر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تو آنچه را که در قدرتت بود انجام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ومن هم آنچه در قدرتم هست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ومن تو وغلامت وواعظ وهمه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. ) </w:t>
      </w:r>
      <w:r w:rsidRPr="00CE5E0A">
        <w:rPr>
          <w:rStyle w:val="libFootnotenumChar"/>
          <w:rtl/>
        </w:rPr>
        <w:t>( 15 )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CE5E0A">
      <w:pPr>
        <w:pStyle w:val="Heading1"/>
        <w:rPr>
          <w:rtl/>
          <w:lang w:bidi="fa-IR"/>
        </w:rPr>
      </w:pPr>
      <w:bookmarkStart w:id="13" w:name="_Toc3368984"/>
      <w:r>
        <w:rPr>
          <w:rFonts w:hint="eastAsia"/>
          <w:rtl/>
          <w:lang w:bidi="fa-IR"/>
        </w:rPr>
        <w:t>مجتهد</w:t>
      </w:r>
      <w:r>
        <w:rPr>
          <w:rtl/>
          <w:lang w:bidi="fa-IR"/>
        </w:rPr>
        <w:t xml:space="preserve"> وفرمان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bookmarkEnd w:id="13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خدمات مهم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اجتماع حفظ استقلال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سد دفاع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برابر اجانب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ارتش مجهز از انجام آن عاجز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وجه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به عنوان </w:t>
      </w:r>
      <w:r>
        <w:rPr>
          <w:rFonts w:hint="eastAsia"/>
          <w:rtl/>
          <w:lang w:bidi="fa-IR"/>
        </w:rPr>
        <w:t>نمونه</w:t>
      </w:r>
      <w:r>
        <w:rPr>
          <w:rtl/>
          <w:lang w:bidi="fa-IR"/>
        </w:rPr>
        <w:t xml:space="preserve"> :</w:t>
      </w:r>
    </w:p>
    <w:p w:rsidR="00717B17" w:rsidRDefault="00717B17" w:rsidP="00CE5E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اروپا که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به انگلستان رفته بود ملکه آن روز (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زابت</w:t>
      </w:r>
      <w:r>
        <w:rPr>
          <w:rtl/>
          <w:lang w:bidi="fa-IR"/>
        </w:rPr>
        <w:t xml:space="preserve"> ) دستور داد تا ارتش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در روز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حضور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رژه بروند تا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ارتش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مرعوب آن واقع شود . ارتش انگل</w:t>
      </w:r>
      <w:r>
        <w:rPr>
          <w:rFonts w:hint="eastAsia"/>
          <w:rtl/>
          <w:lang w:bidi="fa-IR"/>
        </w:rPr>
        <w:t>ستان</w:t>
      </w:r>
      <w:r>
        <w:rPr>
          <w:rtl/>
          <w:lang w:bidi="fa-IR"/>
        </w:rPr>
        <w:t xml:space="preserve">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طرف ملکه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بود با تمام ساز و برگ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حضور ملکه انگلستان و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رژه رفت</w:t>
      </w:r>
      <w:r w:rsidR="00CE5E0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رژه ملکه (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زابت</w:t>
      </w:r>
      <w:r>
        <w:rPr>
          <w:rtl/>
          <w:lang w:bidi="fa-IR"/>
        </w:rPr>
        <w:t xml:space="preserve"> 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بداند قدرت ارتش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تا چه حد در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مؤ ثر واقع شده از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ما چگونه بود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جواب داد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و مجهز بود . سپس ملکه با پوزخند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ارتش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چگونه است و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چه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اتابک اعظم ) که در حضور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ملکه (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زابت</w:t>
      </w:r>
      <w:r>
        <w:rPr>
          <w:rtl/>
          <w:lang w:bidi="fa-IR"/>
        </w:rPr>
        <w:t xml:space="preserve"> 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من خود فکر کردم که 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پاسخ ملکه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چه خواهد گفت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امر را اظهار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ودر برابر ملکه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به خطر خواهد افتاد ، چ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ارتش ما در برابر ارتش </w:t>
      </w:r>
      <w:r>
        <w:rPr>
          <w:rtl/>
          <w:lang w:bidi="fa-IR"/>
        </w:rPr>
        <w:lastRenderedPageBreak/>
        <w:t>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و اگر در پاسخ خلاف واقع سخن گفته و به دروغ لاف بزند آنها از تمام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کشور ما مطلع و آگاه هستند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پاسخ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ملکه انگلستان واطراف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را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انداخت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جواب ملکه گفت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tl/>
          <w:lang w:bidi="fa-IR"/>
        </w:rPr>
        <w:t>(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عدد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ارتش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فقط به منظور حفظ انتظامات داخله کشور است ، اما اگر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مملکت ما مورد تهاجم و تجاوز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واقع شود در آن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دفاع از مملکت را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صادر گردد تمام افراد کشور از زن و مرد و بزرگ و کوچک</w:t>
      </w:r>
      <w:r w:rsidR="004359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باز و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از کشور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روز من که پادشاه کشورم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سربازان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حکم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جبهه جنگ به دفاع مشغول گردم . )</w:t>
      </w:r>
    </w:p>
    <w:p w:rsidR="00435981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پاسخ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آنچنان اثر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ملکه انگلستان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ناچار آنها را واداشت تا با تمام قوا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درهم شکستن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قدرت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مبارزه کرده و آن را نابود سازد؛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وجود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خارق العاده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مقاصد شوم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با دست عمال خود درباره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تمام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ثروتها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خداداد مردم مسلمان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غما</w:t>
      </w:r>
      <w:r>
        <w:rPr>
          <w:rtl/>
          <w:lang w:bidi="fa-IR"/>
        </w:rPr>
        <w:t xml:space="preserve"> ببرند ، مخصوصاً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در مورد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تنباکو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مرحوم (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) امتحان کردند .</w:t>
      </w:r>
    </w:p>
    <w:p w:rsidR="00717B17" w:rsidRDefault="00435981" w:rsidP="0043598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435981">
      <w:pPr>
        <w:pStyle w:val="Heading1"/>
        <w:rPr>
          <w:rtl/>
          <w:lang w:bidi="fa-IR"/>
        </w:rPr>
      </w:pPr>
      <w:bookmarkStart w:id="14" w:name="_Toc3368985"/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ملا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توبه داد</w:t>
      </w:r>
      <w:bookmarkEnd w:id="14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(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نوشته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درباره استاد بزرگوارش مرحوم آخوند ( ملا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اعجوبه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: (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آمد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مرحوم آخوند و مرحوم آخوند او را توبه داد . چهل و هشت ساعت بعد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ما او را نشناخت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آن چنان عوض شده بود ، از نظر چهره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که ما باور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آدم چهل و هشت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. ) </w:t>
      </w:r>
      <w:r w:rsidRPr="00435981">
        <w:rPr>
          <w:rStyle w:val="libFootnotenumChar"/>
          <w:rtl/>
        </w:rPr>
        <w:t>( 16 )</w:t>
      </w:r>
    </w:p>
    <w:p w:rsidR="00717B17" w:rsidRDefault="00435981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435981">
      <w:pPr>
        <w:pStyle w:val="Heading1"/>
        <w:rPr>
          <w:rtl/>
          <w:lang w:bidi="fa-IR"/>
        </w:rPr>
      </w:pPr>
      <w:bookmarkStart w:id="15" w:name="_Toc3368986"/>
      <w:r>
        <w:rPr>
          <w:rFonts w:hint="eastAsia"/>
          <w:rtl/>
          <w:lang w:bidi="fa-IR"/>
        </w:rPr>
        <w:t>جوان</w:t>
      </w:r>
      <w:r>
        <w:rPr>
          <w:rtl/>
          <w:lang w:bidi="fa-IR"/>
        </w:rPr>
        <w:t xml:space="preserve"> لامذهب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صاحب مقام شد</w:t>
      </w:r>
      <w:bookmarkEnd w:id="15"/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tl/>
          <w:lang w:bidi="fa-IR"/>
        </w:rPr>
        <w:t>(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) </w:t>
      </w:r>
      <w:r w:rsidR="00435981" w:rsidRPr="00435981">
        <w:rPr>
          <w:rStyle w:val="libAlaemChar"/>
          <w:rtl/>
        </w:rPr>
        <w:t>رحمه‌الله</w:t>
      </w:r>
      <w:r w:rsidR="00435981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 که در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سفر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فرنگ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مآب نشسته بود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او رد و بدل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به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 شد 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تعجب کردم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؛ سبب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( اگر به شما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مهندس راه و ساختمان هستم از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لامذهب بار آمده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مبداء و معاد را قبول نداشتم فقط در دل خود محبت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خواه مسلمان باشند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محفل دوستان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بودند حاضر شدم و تا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به لهو و لعب و رقص و مانند آنها اشتغال داشتم پس</w:t>
      </w:r>
      <w:r w:rsidR="004359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گذشت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احساس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نادم بودم و بدم آمد . ناچار از اطاق خارج شده به طبقه بالا رفتم و در آنجا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ناچار از اطاق خارج شده به طبقه بالا رفتم و در آنجا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گفتم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اگر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 آن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!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آمدم شب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از هم جدا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اتفاقاً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قطار و چند نفر از بزرگان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عازم مسافرت به مقصد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ناگهان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دور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آمده </w:t>
      </w:r>
      <w:r>
        <w:rPr>
          <w:rtl/>
          <w:lang w:bidi="fa-IR"/>
        </w:rPr>
        <w:lastRenderedPageBreak/>
        <w:t>به من سلام کرد و فرمود : با شما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، وعده کردم فردا بعد از ظهر با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کنم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اتفاقاً</w:t>
      </w:r>
      <w:r>
        <w:rPr>
          <w:rtl/>
          <w:lang w:bidi="fa-IR"/>
        </w:rPr>
        <w:t xml:space="preserve"> پس از رفتن او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است چرا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جواب سلام او را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چون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سلام کرد گمان کردم او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آمده است .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تصادف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قطار فرمان داد که فردا بعد از ظهر که کاملا تطب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ق با همان وقت معهود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فلان مکان بوده و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کنم .</w:t>
      </w:r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 خود گفتم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فردا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زمان کار محوله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قطار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خود احساس کسالت کردم کم کم دچار تب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پزشک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آوردند و طبعاً از</w:t>
      </w:r>
      <w:r w:rsidR="004359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به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معذور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پس از آن که فرستاده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قطار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تب فرو نشست و حالم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خود را کاملاً خوب و سرحال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، دانستم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برخ</w:t>
      </w:r>
      <w:r w:rsidR="00435981">
        <w:rPr>
          <w:rFonts w:hint="cs"/>
          <w:rtl/>
          <w:lang w:bidi="fa-IR"/>
        </w:rPr>
        <w:t>و</w:t>
      </w:r>
      <w:r>
        <w:rPr>
          <w:rtl/>
          <w:lang w:bidi="fa-IR"/>
        </w:rPr>
        <w:t>استه به منزل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رفتم به مجرد آن که نزد او نشستم فوراً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دوره اصول اعتقا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برهان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آوردم ، سپس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داده فرمود : فردا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ا؛</w:t>
      </w:r>
      <w:r>
        <w:rPr>
          <w:rtl/>
          <w:lang w:bidi="fa-IR"/>
        </w:rPr>
        <w:t xml:space="preserve">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همچنان نزد او رفتم 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هر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رخ داده بود بدون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و از افکار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من بر آنها اطلاع نداشت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تا آن که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دوستان شرکت کردم و مجبور شدم قمار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، فردا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خدمت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فوراً فرمود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را مرتکب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ندامت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من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گفتم : غلط کردم ، توبه کردم ، فرمود : غسل کن و توبه کن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مده . سپس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فرمود خلاصه ،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رشته کارم را عوض کرد و برنامه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داد؛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زنجان اتفاق افتاد و</w:t>
      </w:r>
      <w:r w:rsidR="0043598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بعداً خو</w:t>
      </w:r>
      <w:r>
        <w:rPr>
          <w:rFonts w:hint="eastAsia"/>
          <w:rtl/>
          <w:lang w:bidi="fa-IR"/>
        </w:rPr>
        <w:t>استم</w:t>
      </w:r>
      <w:r>
        <w:rPr>
          <w:rtl/>
          <w:lang w:bidi="fa-IR"/>
        </w:rPr>
        <w:t xml:space="preserve"> به تهران حرکت کنم . امر فرمود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 را در تهران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کنم و بالاخره ماءمور شدم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اعتاب</w:t>
      </w:r>
      <w:r w:rsidR="004359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مسافرت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امر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ما گفت :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 دوباره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ناگهان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 شد ، سبب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، گفت : الان وارد خاک عراق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چون حضرت ابا عبداللّه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به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مقدم فرمودند ) . </w:t>
      </w:r>
      <w:r w:rsidRPr="00435981">
        <w:rPr>
          <w:rStyle w:val="libFootnotenumChar"/>
          <w:rtl/>
        </w:rPr>
        <w:t>( 17 )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منظور</w:t>
      </w:r>
      <w:r>
        <w:rPr>
          <w:rtl/>
          <w:lang w:bidi="fa-IR"/>
        </w:rPr>
        <w:t xml:space="preserve"> آن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واقعاً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 و صفا قدم در راه نهد واز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دل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از خداوند طلب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موفق به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شد اگر چه در امر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شک داشته باشد .</w:t>
      </w:r>
    </w:p>
    <w:p w:rsidR="00717B17" w:rsidRDefault="00435981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435981">
      <w:pPr>
        <w:pStyle w:val="Heading1"/>
        <w:rPr>
          <w:rtl/>
          <w:lang w:bidi="fa-IR"/>
        </w:rPr>
      </w:pPr>
      <w:bookmarkStart w:id="16" w:name="_Toc3368987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نوازندگ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برگشت</w:t>
      </w:r>
      <w:bookmarkEnd w:id="16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به همراه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وعاظ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وعاظ به راننده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پرخاش کرد ، اما راننده جوان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عکس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نداد و به سکوت مؤ دبانه گذراند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واعظم از راننده عذ</w:t>
      </w:r>
      <w:r>
        <w:rPr>
          <w:rFonts w:hint="eastAsia"/>
          <w:rtl/>
          <w:lang w:bidi="fa-IR"/>
        </w:rPr>
        <w:t>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، راننده گفت : من با خودم عهد کرده ام به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 مخصوصاً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کنم هر چند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، آنگاه سرگذشت خود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کرد؛</w:t>
      </w:r>
    </w:p>
    <w:p w:rsidR="00717B17" w:rsidRDefault="00717B17" w:rsidP="004359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نوازنده ومطرب بودم و مرتکب هر گونه گناه و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اصلا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نماز و روزه رابطه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( عاشورا ) و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شب ( تاسوعا ) خانواده من همه به مسجد رفتند من در خانه تنها بودم حوصله ام سر آمد بلند شدم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طرف</w:t>
      </w:r>
      <w:r w:rsidR="004359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آمدم ،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نشستم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دادم حرفها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مرا منقلب کرد مخصوصاً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حضرت ابوالفضل العباس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شعر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زبان حضرت نقل کرد در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راست آن بزرگوار را قطع کردند فرمود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3"/>
        <w:gridCol w:w="268"/>
        <w:gridCol w:w="3301"/>
      </w:tblGrid>
      <w:tr w:rsidR="00E90238" w:rsidTr="001D609C">
        <w:trPr>
          <w:trHeight w:val="350"/>
        </w:trPr>
        <w:tc>
          <w:tcPr>
            <w:tcW w:w="3920" w:type="dxa"/>
            <w:shd w:val="clear" w:color="auto" w:fill="auto"/>
          </w:tcPr>
          <w:p w:rsidR="00E90238" w:rsidRDefault="00E90238" w:rsidP="001D609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واللّه</w:t>
            </w:r>
            <w:r>
              <w:rPr>
                <w:rtl/>
                <w:lang w:bidi="fa-IR"/>
              </w:rPr>
              <w:t xml:space="preserve"> ان قطعتموا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0238" w:rsidRDefault="00E90238" w:rsidP="001D609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0238" w:rsidRDefault="00E90238" w:rsidP="001D609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احام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ابداً عن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به خداوند قسم اگر چه قطع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راست مرا من تا ابد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خودم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دست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مرا تکان داد و منقلب شدم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کردم با خود گفتم : ابوالفضل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آن قدر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که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چه کرده ام 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را علاقه مند به ابوالفضل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،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کرده ام ! ؟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به خود آمده در همان مجلس توبه کردم آمدم منزل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وسائل و آلات و اسباب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هر چه داشتم خُرد کرده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، رفتم به دنبال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خداوند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وضع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است اگر با آن شغل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مسلمانان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آبرو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اکنون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برادران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و عزت بوده و به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برکت ارشاد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گفتار آن عالم است من نوکر همه شما هستم . </w:t>
      </w:r>
      <w:r w:rsidRPr="00E90238">
        <w:rPr>
          <w:rStyle w:val="libFootnotenumChar"/>
          <w:rtl/>
        </w:rPr>
        <w:t>( 18 )</w:t>
      </w:r>
    </w:p>
    <w:p w:rsidR="00717B17" w:rsidRDefault="00E90238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90238">
      <w:pPr>
        <w:pStyle w:val="Heading1"/>
        <w:rPr>
          <w:rtl/>
          <w:lang w:bidi="fa-IR"/>
        </w:rPr>
      </w:pPr>
      <w:bookmarkStart w:id="17" w:name="_Toc3368988"/>
      <w:r>
        <w:rPr>
          <w:rFonts w:hint="eastAsia"/>
          <w:rtl/>
          <w:lang w:bidi="fa-IR"/>
        </w:rPr>
        <w:t>مسلمان</w:t>
      </w:r>
      <w:r>
        <w:rPr>
          <w:rtl/>
          <w:lang w:bidi="fa-IR"/>
        </w:rPr>
        <w:t xml:space="preserve"> شدن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بودا</w:t>
      </w:r>
      <w:r>
        <w:rPr>
          <w:rFonts w:hint="cs"/>
          <w:rtl/>
          <w:lang w:bidi="fa-IR"/>
        </w:rPr>
        <w:t>یی</w:t>
      </w:r>
      <w:bookmarkEnd w:id="17"/>
    </w:p>
    <w:p w:rsidR="00717B17" w:rsidRDefault="00717B17" w:rsidP="00E9023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تجار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که اکنون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 است به نام ( محمد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E902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برنامه 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هر سال دهه ( عاشورا ) به طور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و برگزار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عزاداران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(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: (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وارد شدم که واعظ و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 نداشت من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کردم ، اهل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tl/>
          <w:lang w:bidi="fa-IR"/>
        </w:rPr>
        <w:t xml:space="preserve"> نماز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 هر چه گوش دادم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بعد به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پوش بود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عزاداران موج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وارد شدم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مجلس گفتم : چرا در محل شما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داد اذان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گفتم : اذان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نماز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شما چه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داد ما بودائ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پس چرا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گفتند : ما از گذشتگان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آنها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.</w:t>
      </w:r>
    </w:p>
    <w:p w:rsidR="00717B17" w:rsidRDefault="00717B17" w:rsidP="00E902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من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رفتم و گفتم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آمده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 w:rsidR="00E90238">
        <w:rPr>
          <w:rFonts w:hint="cs"/>
          <w:rtl/>
          <w:lang w:bidi="fa-IR"/>
        </w:rPr>
        <w:t>سی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 ، 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را واسطه قرار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جدّ او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از آن روز مشغول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احکام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حقه اسلام و هدف مقدس </w:t>
      </w: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شدم واسلام را به آنها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، هنوز دهه عاشورا تمام نشده</w:t>
      </w:r>
      <w:r w:rsidR="00E902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که همه اهل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کوچک و بزرگ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شدند . ) </w:t>
      </w:r>
      <w:r w:rsidRPr="00E90238">
        <w:rPr>
          <w:rStyle w:val="libFootnotenumChar"/>
          <w:rtl/>
        </w:rPr>
        <w:t>( 19 )</w:t>
      </w:r>
    </w:p>
    <w:p w:rsidR="00717B17" w:rsidRDefault="00E90238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90238">
      <w:pPr>
        <w:pStyle w:val="Heading1"/>
        <w:rPr>
          <w:rtl/>
          <w:lang w:bidi="fa-IR"/>
        </w:rPr>
      </w:pPr>
      <w:bookmarkStart w:id="18" w:name="_Toc3368989"/>
      <w:r>
        <w:rPr>
          <w:rFonts w:hint="eastAsia"/>
          <w:rtl/>
          <w:lang w:bidi="fa-IR"/>
        </w:rPr>
        <w:t>احمد</w:t>
      </w:r>
      <w:r>
        <w:rPr>
          <w:rtl/>
          <w:lang w:bidi="fa-IR"/>
        </w:rPr>
        <w:t xml:space="preserve"> بن داوود در دربار مأمون</w:t>
      </w:r>
      <w:bookmarkEnd w:id="18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احمد بن داوود ) در علم ( فقه ) و ( کلام ) و (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) سرآمد دانا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وعلماء عصر خود بود چون در سال 204 ه ق ( ماءموران ) به بغداد آمد ، به (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اکثم )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چند تن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معاصر را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انتخاب کن که مصاحب و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باشند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تن</w:t>
      </w:r>
      <w:r>
        <w:rPr>
          <w:rtl/>
          <w:lang w:bidi="fa-IR"/>
        </w:rPr>
        <w:t xml:space="preserve"> را در نظر گرفت ؛ که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هم از آنها بود . ماءمون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ده تن از آنها را انتخاب کرد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ماءمون</w:t>
      </w:r>
      <w:r>
        <w:rPr>
          <w:rtl/>
          <w:lang w:bidi="fa-IR"/>
        </w:rPr>
        <w:t xml:space="preserve"> گفت : پنج تن را انتخاب کن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ده تن از آنها را انتخاب کرد که ابن داود از آنها بود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پس از آنکه به مراتب عقل و فضل و علم احمد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، به برادرش ( معتصم )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که پس از من احمد را از دست مده و از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و باطن خود سر 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معتصم در زمان خود او را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القضات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معزول نمود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احمد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 معتصم نفوذ داشت و 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و محرم بود که بارها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قانون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اوامر و احکام ناروا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معتصم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ابن خلکان 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معتصم آوردند نخست او را عتاب کرد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امر کرد سفره خون ( نطع ) را گسترده تا سر او را ببرند احمد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گفت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! حجت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کشتن او شتاب مکن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مظلوم است . معتصم تاءمل کرد .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در آن </w:t>
      </w:r>
      <w:r>
        <w:rPr>
          <w:rtl/>
          <w:lang w:bidi="fa-IR"/>
        </w:rPr>
        <w:lastRenderedPageBreak/>
        <w:t>حال من از نگاهدار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بول در زحمت و فشار بودم ، 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اگر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 کنم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را خواهند کشت . ناچار حرکت نکردم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جمع کردم و خود را از آن زحمت و رنج خلاص دادم و آن مرد از خطر مرگ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سفره را برچ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 برخواستم که بروم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گفت : مگر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نشسته بو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 شده ؟ !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ماجرا</w:t>
      </w:r>
      <w:r>
        <w:rPr>
          <w:rtl/>
          <w:lang w:bidi="fa-IR"/>
        </w:rPr>
        <w:t xml:space="preserve"> را گفتم معتصم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گفت : احسنت بارک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؛ سپس خلعت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صد هزار درهم به من انعام کرد </w:t>
      </w:r>
      <w:r w:rsidRPr="00E90238">
        <w:rPr>
          <w:rStyle w:val="libFootnotenumChar"/>
          <w:rtl/>
        </w:rPr>
        <w:t>( 20 )</w:t>
      </w:r>
    </w:p>
    <w:p w:rsidR="00717B17" w:rsidRDefault="00E90238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90238">
      <w:pPr>
        <w:pStyle w:val="Heading1"/>
        <w:rPr>
          <w:rtl/>
          <w:lang w:bidi="fa-IR"/>
        </w:rPr>
      </w:pPr>
      <w:bookmarkStart w:id="19" w:name="_Toc3368990"/>
      <w:r>
        <w:rPr>
          <w:rFonts w:hint="eastAsia"/>
          <w:rtl/>
          <w:lang w:bidi="fa-IR"/>
        </w:rPr>
        <w:t>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مردم را گرفت</w:t>
      </w:r>
      <w:bookmarkEnd w:id="19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با اتوبوس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تهران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تصادفاً با جوان 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گول</w:t>
      </w:r>
      <w:r>
        <w:rPr>
          <w:rtl/>
          <w:lang w:bidi="fa-IR"/>
        </w:rPr>
        <w:t xml:space="preserve"> به ظاهر آراسته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که در همان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عالم به آنجا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ساکن بود و شغل او هم تجارت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بود )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 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آن جوان از آن عالم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( خدمات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جامعه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E902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عالم در پاسخ او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در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باربند اتوبوس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جعبه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بودند و متعلق</w:t>
      </w:r>
      <w:r w:rsidR="00E902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آن جوان بود که از تهران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 به محل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اتوبوس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افتادند ؛ البته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تمام جعبه ها شکسته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در وسط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پراکنده شده است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اتوبوس</w:t>
      </w:r>
      <w:r>
        <w:rPr>
          <w:rtl/>
          <w:lang w:bidi="fa-IR"/>
        </w:rPr>
        <w:t xml:space="preserve"> توقف نمود آن جوان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که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خود را باخته بود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تمام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کارش همان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بوده ، فوراً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را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که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پراکنده شده بود حداقل نصف روز وقت لازم دارد که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بت</w:t>
      </w:r>
      <w:r>
        <w:rPr>
          <w:rFonts w:hint="eastAsia"/>
          <w:rtl/>
          <w:lang w:bidi="fa-IR"/>
        </w:rPr>
        <w:t>واند</w:t>
      </w:r>
      <w:r>
        <w:rPr>
          <w:rtl/>
          <w:lang w:bidi="fa-IR"/>
        </w:rPr>
        <w:t xml:space="preserve"> آنها را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اما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آنچه که آن جوان را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متاءثر کرده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اتوبوس از زن ومرد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مثل ملخها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هجوم آوردند و آنچه آن جوان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 که بر من ترحم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تمام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است ، ابداً در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نکرد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عالم و دانشمند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 و با عجله خود را به جلو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 ، رو به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زد؛ مردم شما مسلمان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حرام است با خوردن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را از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ساقط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شرم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روز </w:t>
      </w:r>
      <w:r>
        <w:rPr>
          <w:rFonts w:hint="eastAsia"/>
          <w:rtl/>
          <w:lang w:bidi="fa-IR"/>
        </w:rPr>
        <w:t>حساب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163F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مرد عالم پس از آنکه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شوم خوردن مال حرام را از نظر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آن عمل منصرف کرد و</w:t>
      </w:r>
      <w:r w:rsidR="00163F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کمال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عقب برگشتند ، آن مرد عالم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 مردم خدمت به مسلمان نزد خداوند اجر و ثواب دارد ، که کمتر عمل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ارزش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پراکنده او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تمام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کمال مراقبت مشغول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پراکنده شدند و پس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تمام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جعبه ها پر شد و در جعبه ها را بستند و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اتوبوس قرار دادند سپس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کس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گرفته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مودن</w:t>
      </w:r>
      <w:r>
        <w:rPr>
          <w:rtl/>
          <w:lang w:bidi="fa-IR"/>
        </w:rPr>
        <w:t xml:space="preserve"> آن عالم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صاحب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بود و در کنار همان عالم نشسته بود ، رو کرد و گفت : (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قسمت از خدمات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اجتماع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الان مشاهده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تنها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خوردن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منصرف کردم بلکه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واداشتم تا در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 به شما کمک کنند ) ، آن جوان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سؤ ال و پرسش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 واز عمل آن مرد عالم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تشکر کرد . </w:t>
      </w:r>
      <w:r w:rsidRPr="00163F67">
        <w:rPr>
          <w:rStyle w:val="libFootnotenumChar"/>
          <w:rtl/>
        </w:rPr>
        <w:t>( 21 )</w:t>
      </w:r>
    </w:p>
    <w:p w:rsidR="00717B17" w:rsidRDefault="00163F6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163F67">
      <w:pPr>
        <w:pStyle w:val="Heading1"/>
        <w:rPr>
          <w:rtl/>
          <w:lang w:bidi="fa-IR"/>
        </w:rPr>
      </w:pPr>
      <w:bookmarkStart w:id="20" w:name="_Toc3368991"/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و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bookmarkEnd w:id="20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نفر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طرح دعوا وحل اختلاف نزد 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آمدند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داده و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فروخته است که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فاقد مو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ومن</w:t>
      </w:r>
      <w:r>
        <w:rPr>
          <w:rtl/>
          <w:lang w:bidi="fa-IR"/>
        </w:rPr>
        <w:t xml:space="preserve">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از روز اول بدن او مو نداشته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مرا نگران کرده است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و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بخاطر آن معامله را فسخ کنم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که تا آن موقع با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مساءله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 نشده بود و حکم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بهانه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گفت :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مردم معمولا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نظافت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وجود ندارد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احتمال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حکم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مساءله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است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طفره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، گفت : من کار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حرفها ندارم بالاخره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 ؟ و اگر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، بفرمائ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وگرنه مرخص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گذارده گفت : فعلا دچار درد شدم اجازه بفرمائ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 . بلافاصله از جا حرکت نمود از </w:t>
      </w:r>
      <w:r>
        <w:rPr>
          <w:rtl/>
          <w:lang w:bidi="fa-IR"/>
        </w:rPr>
        <w:lastRenderedPageBreak/>
        <w:t>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و خود را به عالم بزرگوار ( محمد بن مسلم ) رساند و گفت :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درباره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مساءله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163F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گفت 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مساءله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باقر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 : (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)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 است .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درنگ به محکمه برگشت وبه 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اعلام کرد که اگر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معامله را به</w:t>
      </w:r>
      <w:r w:rsidR="00163F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واسطه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فسخ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 w:rsidRPr="00163F67">
        <w:rPr>
          <w:rStyle w:val="libFootnotenumChar"/>
          <w:rtl/>
        </w:rPr>
        <w:t>( 22 )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با توجه به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ارزنده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 ، فوق العاده مورد توجه و علاقه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ششم بود و همواره از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آن امام بزرگ برخوردار بود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صادق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گزارش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قضائ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محمد بن مسلم را رد نموده است و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است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گران آمد و سخت ناراحت شد ( ابوکهمش 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به محضر امام صادق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 ، فرمود :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محمد ابن مسلم نزد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داده واو شهادت محمد بن مسلم را رد کرده است ؟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فرمود 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کوفه 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 و بگو سه مساءله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پرسم پاسخ آنها را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شرط آن که جواب مساءله را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نقل از قول فقها و محدثان 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آنگاه سه مساءله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از او بپرس 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پاسخ</w:t>
      </w:r>
      <w:r>
        <w:rPr>
          <w:rtl/>
          <w:lang w:bidi="fa-IR"/>
        </w:rPr>
        <w:t xml:space="preserve"> مسائل عاجز ماند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 :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جعفر</w:t>
      </w:r>
      <w:r>
        <w:rPr>
          <w:rtl/>
          <w:lang w:bidi="fa-IR"/>
        </w:rPr>
        <w:t xml:space="preserve"> بن محمد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( به چه علت شهادت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احکام خدا و روش و دستور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از تو داناتر وعالم است رد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163F67">
      <w:pPr>
        <w:pStyle w:val="libNormal"/>
        <w:rPr>
          <w:rtl/>
          <w:lang w:bidi="fa-IR"/>
        </w:rPr>
      </w:pPr>
      <w:r>
        <w:rPr>
          <w:rtl/>
          <w:lang w:bidi="fa-IR"/>
        </w:rPr>
        <w:t>( ابوکهمش 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کوفه شدم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خانه ام بروم نزد 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رفتم و</w:t>
      </w:r>
      <w:r w:rsidR="00163F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او رد و بدل شد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سه سؤ ال از تو دارم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پاسخ مرا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زبان فقها و محدثانند 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نظر خود را بگو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</w:t>
      </w:r>
      <w:r>
        <w:rPr>
          <w:rtl/>
          <w:lang w:bidi="fa-IR"/>
        </w:rPr>
        <w:t xml:space="preserve"> ال اول : بگو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درباره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 رکعت اول نماز واجب شک کرده است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به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 آنگاه سر بلند کرده گفت :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فقها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گفتم از اول با تو شرط کردم که پاسخ مرا از قول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نقل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من خودم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پاسخ سؤ ال دوم را بگو؛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لباسش با بول نجس شده ، لباس و بدن خود را چگونه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فرو رفت و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برداشت و گفت : فقها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فرموده اند . .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 xml:space="preserve"> : من با شما شرط کردم قول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نقل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 و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من شخصاً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سؤ ال سوم را پاسخ بده ؛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( 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جمره )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سنگ شش سنگ زده و سنگ هفتم به هدف اصابت نکرده است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163F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به فکر فرو رفت آنگاه سر برداشت و خواست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. . . گفتم : شرط خود را فراموش مکن . گفت متاءسفانه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. من که</w:t>
      </w:r>
      <w:r w:rsidR="00163F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منتظر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اعتراف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گفتم : ( جعفر بن محمد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من به تو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داده که شهادت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احکام خدا و روش و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تو داناتر و آگاه تر و عالم تر است چرا رد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) گفت : کدام شخص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محمد بن مسلم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شما را به خدا سوگند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جعفر بن محمد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: به خدا سوگند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جعفر بن محمد </w:t>
      </w:r>
      <w:r w:rsidRPr="00717B1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سراغ محمد بن مسلم فرستاد و</w:t>
      </w:r>
      <w:r w:rsidR="00163F6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او را به دادگاه دعوت کرد و پس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مجدد شهادت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. </w:t>
      </w:r>
      <w:r w:rsidRPr="00163F67">
        <w:rPr>
          <w:rStyle w:val="libFootnotenumChar"/>
          <w:rtl/>
        </w:rPr>
        <w:t>( 23 )</w:t>
      </w:r>
    </w:p>
    <w:p w:rsidR="00717B17" w:rsidRDefault="00163F6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163F67">
      <w:pPr>
        <w:pStyle w:val="Heading1"/>
        <w:rPr>
          <w:rtl/>
          <w:lang w:bidi="fa-IR"/>
        </w:rPr>
      </w:pPr>
      <w:bookmarkStart w:id="21" w:name="_Toc3368992"/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مهم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مجلس</w:t>
      </w:r>
      <w:r>
        <w:rPr>
          <w:rFonts w:hint="cs"/>
          <w:rtl/>
          <w:lang w:bidi="fa-IR"/>
        </w:rPr>
        <w:t>ی</w:t>
      </w:r>
      <w:bookmarkEnd w:id="21"/>
    </w:p>
    <w:p w:rsidR="00717B17" w:rsidRDefault="00717B17" w:rsidP="00163F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خوانندگان محترم را به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 w:rsidR="00163F67">
        <w:rPr>
          <w:rtl/>
          <w:lang w:bidi="fa-IR"/>
        </w:rPr>
        <w:t xml:space="preserve"> مهم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جلب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: ( در امور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 و چند سال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زمان ماست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 از مقامات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اند و به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eastAsia"/>
          <w:rtl/>
          <w:lang w:bidi="fa-IR"/>
        </w:rPr>
        <w:t>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متصل شده اند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مردم با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مخالفند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مذهب به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متصل شدند و آنان را به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</w:t>
      </w:r>
      <w:r w:rsidR="00163F67">
        <w:rPr>
          <w:rFonts w:hint="cs"/>
          <w:rtl/>
          <w:lang w:bidi="fa-IR"/>
        </w:rPr>
        <w:t>ذ</w:t>
      </w:r>
      <w:r>
        <w:rPr>
          <w:rtl/>
          <w:lang w:bidi="fa-IR"/>
        </w:rPr>
        <w:t>هب تش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وادار کردند . آنها آخوند دربار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ما ( اشاره به دکتر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اهداف</w:t>
      </w:r>
      <w:r w:rsidR="00163F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، اغراض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. به محض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گوش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مرحوم (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163F67" w:rsidRPr="00163F67">
        <w:rPr>
          <w:rStyle w:val="libAlaemChar"/>
          <w:rtl/>
        </w:rPr>
        <w:t>رضي‌الله‌عنه</w:t>
      </w:r>
      <w:r w:rsidR="00163F6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( محقق کرک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163F67" w:rsidRPr="00163F67">
        <w:rPr>
          <w:rStyle w:val="libAlaemChar"/>
          <w:rtl/>
        </w:rPr>
        <w:t>رضي‌الله‌عنه</w:t>
      </w:r>
      <w:r w:rsidR="00163F6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163F67" w:rsidRPr="00163F67">
        <w:rPr>
          <w:rStyle w:val="libAlaemChar"/>
          <w:rtl/>
        </w:rPr>
        <w:t>رضي‌الله‌عنه</w:t>
      </w:r>
      <w:r w:rsidR="00163F6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با آنها رابطه داشتند به سراغ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جاه و عزت 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اج به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تا سلطان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شاه عباس به آنها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حرفها در کار نبوده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گذشت کرده اند مجاهده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به دست آنان مذهب را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سب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بلاد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تا شش ماه مهلت خواستند که سب بکنند ،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سب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بوده واز مذهب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مجاهده خودشان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مردم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در آن عصر به آنان اشکال داشتند البته از باب نفهم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در زمان ائمه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هم بوده اند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متصل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به </w:t>
      </w:r>
      <w:r>
        <w:rPr>
          <w:rtl/>
          <w:lang w:bidi="fa-IR"/>
        </w:rPr>
        <w:lastRenderedPageBreak/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مقامات ، مانند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آدم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 w:rsidRPr="00A21F79">
        <w:rPr>
          <w:rStyle w:val="libFootnotenumChar"/>
          <w:rtl/>
        </w:rPr>
        <w:t>( 24 )</w:t>
      </w:r>
      <w:r>
        <w:rPr>
          <w:rtl/>
          <w:lang w:bidi="fa-IR"/>
        </w:rPr>
        <w:t xml:space="preserve">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باقر</w:t>
      </w:r>
      <w:r w:rsidR="00A21F79" w:rsidRPr="00A21F79">
        <w:rPr>
          <w:rFonts w:ascii="Traditional Arabic" w:eastAsiaTheme="minorHAnsi" w:hAnsi="Traditional Arabic" w:cs="Traditional Arabic"/>
          <w:rtl/>
        </w:rPr>
        <w:t xml:space="preserve"> </w:t>
      </w:r>
      <w:r w:rsidR="00A21F79" w:rsidRPr="00A21F79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: من 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سلطان جائر فامره بتقو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ووعظه وخوفه کان له مثل اجر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الجن والانس و مثل اجورهم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A21F79">
      <w:pPr>
        <w:pStyle w:val="libNormal"/>
        <w:rPr>
          <w:rtl/>
          <w:lang w:bidi="fa-IR"/>
        </w:rPr>
      </w:pPr>
      <w:r>
        <w:rPr>
          <w:rtl/>
          <w:lang w:bidi="fa-IR"/>
        </w:rPr>
        <w:t>(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سلطان ظالم رفته و او را دعوت به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موعظه کند و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بترساند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پاداش</w:t>
      </w:r>
      <w:r w:rsidR="00A21F7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جن</w:t>
      </w:r>
      <w:r>
        <w:rPr>
          <w:rtl/>
          <w:lang w:bidi="fa-IR"/>
        </w:rPr>
        <w:t xml:space="preserve"> و انس خواهد بود </w:t>
      </w:r>
      <w:r w:rsidRPr="00A21F79">
        <w:rPr>
          <w:rStyle w:val="libFootnotenumChar"/>
          <w:rtl/>
        </w:rPr>
        <w:t>( 25 )</w:t>
      </w:r>
      <w:r>
        <w:rPr>
          <w:rtl/>
          <w:lang w:bidi="fa-IR"/>
        </w:rPr>
        <w:t xml:space="preserve"> )</w:t>
      </w:r>
    </w:p>
    <w:p w:rsidR="00717B17" w:rsidRDefault="00A21F79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90A93">
      <w:pPr>
        <w:pStyle w:val="Heading1"/>
        <w:rPr>
          <w:rtl/>
          <w:lang w:bidi="fa-IR"/>
        </w:rPr>
      </w:pPr>
      <w:bookmarkStart w:id="22" w:name="_Toc3368993"/>
      <w:r>
        <w:rPr>
          <w:rFonts w:hint="eastAsia"/>
          <w:rtl/>
          <w:lang w:bidi="fa-IR"/>
        </w:rPr>
        <w:t>خواجه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A21F79" w:rsidRPr="00A21F79">
        <w:rPr>
          <w:rStyle w:val="libAlaemChar"/>
          <w:rtl/>
        </w:rPr>
        <w:t>رحمه‌الله</w:t>
      </w:r>
      <w:r>
        <w:rPr>
          <w:rtl/>
          <w:lang w:bidi="fa-IR"/>
        </w:rPr>
        <w:t>ومجلس</w:t>
      </w:r>
      <w:r>
        <w:rPr>
          <w:rFonts w:hint="cs"/>
          <w:rtl/>
          <w:lang w:bidi="fa-IR"/>
        </w:rPr>
        <w:t>ی</w:t>
      </w:r>
      <w:bookmarkEnd w:id="22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خواجه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) وامثال (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)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دستگاهها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وزارت کنند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آنها را آدم کنند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که تحت نفوذ آنها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آنها را مهار کنند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خواجه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دنبال ( هلاکو ) رفت خدمت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چرا که شرکت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مهار کردن ( هلاکو )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قدرت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به عالم اسلام بود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امثال</w:t>
      </w:r>
      <w:r>
        <w:rPr>
          <w:rtl/>
          <w:lang w:bidi="fa-IR"/>
        </w:rPr>
        <w:t xml:space="preserve"> او مانند مرحوم (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که در دستگاه صفو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رفتند صفو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مدرسه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دانش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تا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توانستند کار کردند مقصود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درست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جنگ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اما سربازان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اگر کشته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نفع ماست واگر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نفع ماست . </w:t>
      </w:r>
      <w:r w:rsidRPr="00A21F79">
        <w:rPr>
          <w:rStyle w:val="libFootnotenumChar"/>
          <w:rtl/>
        </w:rPr>
        <w:t>( 26 )</w:t>
      </w:r>
      <w:r>
        <w:rPr>
          <w:rtl/>
          <w:lang w:bidi="fa-IR"/>
        </w:rPr>
        <w:t xml:space="preserve"> )</w:t>
      </w:r>
    </w:p>
    <w:p w:rsidR="00717B17" w:rsidRDefault="00A21F79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A21F79">
      <w:pPr>
        <w:pStyle w:val="Heading1"/>
        <w:rPr>
          <w:rtl/>
          <w:lang w:bidi="fa-IR"/>
        </w:rPr>
      </w:pPr>
      <w:bookmarkStart w:id="23" w:name="_Toc3368994"/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من</w:t>
      </w:r>
      <w:r>
        <w:rPr>
          <w:rFonts w:hint="cs"/>
          <w:rtl/>
          <w:lang w:bidi="fa-IR"/>
        </w:rPr>
        <w:t>ی</w:t>
      </w:r>
      <w:bookmarkEnd w:id="23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t>(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مرحوم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شاه طهماسب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نوشت و او را در آن نامه بردار خطاب کرد ، شاه دستور داد نامه را بعد از مرگش در کفنش بگذارند که در موقع سؤ ال با نک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منکر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احتجاج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خاطر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ترس عقوبت شاه عباس به حرم مطهر (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) پناه برده بود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شاه عباس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نوشت (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عباس بداند اگر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اول ظالم بوده اکنون مظلوم م</w:t>
      </w:r>
      <w:r>
        <w:rPr>
          <w:rFonts w:hint="cs"/>
          <w:rtl/>
          <w:lang w:bidi="fa-IR"/>
        </w:rPr>
        <w:t>ی</w:t>
      </w:r>
      <w:r w:rsidR="00A21F7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چنانچه</w:t>
      </w:r>
      <w:r>
        <w:rPr>
          <w:rtl/>
          <w:lang w:bidi="fa-IR"/>
        </w:rPr>
        <w:t xml:space="preserve"> از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بگذر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تو بگذرد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کتبه</w:t>
      </w:r>
      <w:r>
        <w:rPr>
          <w:rtl/>
          <w:lang w:bidi="fa-IR"/>
        </w:rPr>
        <w:t xml:space="preserve"> بنده شاه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احمد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شاه : به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عباس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فرموده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جان منت داشته به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محب را از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فراموش نکنند . </w:t>
      </w:r>
      <w:r w:rsidRPr="00A21F79">
        <w:rPr>
          <w:rStyle w:val="libFootnotenumChar"/>
          <w:rtl/>
        </w:rPr>
        <w:t>( 27 )</w:t>
      </w:r>
    </w:p>
    <w:p w:rsidR="00717B17" w:rsidRDefault="00A21F79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A21F79">
      <w:pPr>
        <w:pStyle w:val="Heading1"/>
        <w:rPr>
          <w:rtl/>
          <w:lang w:bidi="fa-IR"/>
        </w:rPr>
      </w:pPr>
      <w:bookmarkStart w:id="24" w:name="_Toc3368995"/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کلب آستان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</w:t>
      </w:r>
      <w:bookmarkEnd w:id="24"/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اثر توازن علم وعمل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درجات مراتب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برد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: من علم و عمل بما علم ورثه اللّه علم ما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A21F79">
      <w:pPr>
        <w:pStyle w:val="Heading1"/>
        <w:rPr>
          <w:rtl/>
          <w:lang w:bidi="fa-IR"/>
        </w:rPr>
      </w:pPr>
      <w:bookmarkStart w:id="25" w:name="_Toc3368996"/>
      <w:r>
        <w:rPr>
          <w:rFonts w:hint="eastAsia"/>
          <w:rtl/>
          <w:lang w:bidi="fa-IR"/>
        </w:rPr>
        <w:t>مناظره</w:t>
      </w:r>
      <w:r>
        <w:rPr>
          <w:rtl/>
          <w:lang w:bidi="fa-IR"/>
        </w:rPr>
        <w:t xml:space="preserve"> ابن فهد 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اهل سنت</w:t>
      </w:r>
      <w:bookmarkEnd w:id="25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</w:t>
      </w:r>
      <w:r>
        <w:rPr>
          <w:rtl/>
          <w:lang w:bidi="fa-IR"/>
        </w:rPr>
        <w:t xml:space="preserve"> لف کتاب ( روضات الجنات ) گفته است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مصنفات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معاصر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که نوشته بود : ( احمد بن فهد 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مناظره و مباحثه کرد با اهل سنت و جماعت در زمان حکومت (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اسنبد ترکمان ) در عراق عرب و چون ابن فهد در مناظره غلبه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بدست آورد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اقامه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برهان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بطلان مذهب اهل سنت ،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 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از مذهب تسنن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داده و مذهب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 و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فرزندان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حضرت صلوات اللّه و سلامه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خواند . </w:t>
      </w:r>
      <w:r w:rsidRPr="00A21F79">
        <w:rPr>
          <w:rStyle w:val="libFootnotenumChar"/>
          <w:rtl/>
        </w:rPr>
        <w:t>( 28 )</w:t>
      </w:r>
    </w:p>
    <w:p w:rsidR="00717B17" w:rsidRDefault="00A21F79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A21F79">
      <w:pPr>
        <w:pStyle w:val="Heading1"/>
        <w:rPr>
          <w:rtl/>
          <w:lang w:bidi="fa-IR"/>
        </w:rPr>
      </w:pPr>
      <w:bookmarkStart w:id="26" w:name="_Toc3368997"/>
      <w:r>
        <w:rPr>
          <w:rFonts w:hint="eastAsia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عبدالملک</w:t>
      </w:r>
      <w:bookmarkEnd w:id="26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آورده</w:t>
      </w:r>
      <w:r>
        <w:rPr>
          <w:rtl/>
          <w:lang w:bidi="fa-IR"/>
        </w:rPr>
        <w:t xml:space="preserve"> اند که ( هشام بن عبدالملک 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مناسک حج روانه مکه شد امر کرد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صحابه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گفتند : از صحابه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نمانده 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از تابع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آنها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( طاوس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را خبر کردند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طاووس به حضور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کفش خود را در کنار بساط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کند و به امارت به او سلام نکرد ، و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القاب او را خطاب نکرد و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نشست و بطور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هشام حالت چطور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هشام</w:t>
      </w:r>
      <w:r>
        <w:rPr>
          <w:rtl/>
          <w:lang w:bidi="fa-IR"/>
        </w:rPr>
        <w:t xml:space="preserve"> از رفتار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خشمناک شد و گفت : به چه جراءت با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طاووس گفت : مگر چه کردم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هشام</w:t>
      </w:r>
      <w:r>
        <w:rPr>
          <w:rtl/>
          <w:lang w:bidi="fa-IR"/>
        </w:rPr>
        <w:t xml:space="preserve"> گفت : کفشت را در کنار بساط من 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نگفت</w:t>
      </w:r>
      <w:r>
        <w:rPr>
          <w:rFonts w:hint="cs"/>
          <w:rtl/>
          <w:lang w:bidi="fa-IR"/>
        </w:rPr>
        <w:t>ی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خطاب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بطور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نشسته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A21F7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طاووس</w:t>
      </w:r>
      <w:r>
        <w:rPr>
          <w:rtl/>
          <w:lang w:bidi="fa-IR"/>
        </w:rPr>
        <w:t xml:space="preserve"> گفت : در هر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مرتبه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کفش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من خشم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اما ترا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خطاب نکردم چون نخواستم دروغ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همه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بودن تو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که من تو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اما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 بردن ،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خداوند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قرآن دوستانش را با نام خوانده چون داود ،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محمد . .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دشمنش را با </w:t>
      </w:r>
      <w:r>
        <w:rPr>
          <w:rtl/>
          <w:lang w:bidi="fa-IR"/>
        </w:rPr>
        <w:lastRenderedPageBreak/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 برده چون </w:t>
      </w:r>
      <w:r w:rsidRPr="00A21F79">
        <w:rPr>
          <w:rStyle w:val="libAlaemChar"/>
          <w:rtl/>
        </w:rPr>
        <w:t>(</w:t>
      </w:r>
      <w:r w:rsidR="00A21F79" w:rsidRPr="00A21F79">
        <w:rPr>
          <w:rStyle w:val="libAieChar"/>
          <w:rtl/>
        </w:rPr>
        <w:t>تَبَّتْ يَدَا أَبِي لَهَبٍ</w:t>
      </w:r>
      <w:r w:rsidRPr="00A21F79">
        <w:rPr>
          <w:rStyle w:val="libAlaemChar"/>
          <w:rtl/>
        </w:rPr>
        <w:t>)</w:t>
      </w:r>
      <w:r>
        <w:rPr>
          <w:rtl/>
          <w:lang w:bidi="fa-IR"/>
        </w:rPr>
        <w:t xml:space="preserve">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در مقابل تو نشستم و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چون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که : هرگاه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دوزخ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انند</w:t>
      </w:r>
      <w:r>
        <w:rPr>
          <w:rtl/>
          <w:lang w:bidi="fa-IR"/>
        </w:rPr>
        <w:t xml:space="preserve"> نگاه کن به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نشسته اند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اطراف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هشام</w:t>
      </w:r>
      <w:r>
        <w:rPr>
          <w:rtl/>
          <w:lang w:bidi="fa-IR"/>
        </w:rPr>
        <w:t xml:space="preserve"> گفت : مرا موعظه کن . گفت : در دوزخ مارها و عقربهائ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 xml:space="preserve"> مانند کوه 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عدالت رفتار نکند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طاووس</w:t>
      </w:r>
      <w:r>
        <w:rPr>
          <w:rtl/>
          <w:lang w:bidi="fa-IR"/>
        </w:rPr>
        <w:t xml:space="preserve">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پندآم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</w:t>
      </w:r>
      <w:r w:rsidR="00A21F79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 و رفت . </w:t>
      </w:r>
      <w:r w:rsidRPr="00A21F79">
        <w:rPr>
          <w:rStyle w:val="libFootnotenumChar"/>
          <w:rtl/>
        </w:rPr>
        <w:t>( 29 )</w:t>
      </w:r>
    </w:p>
    <w:p w:rsidR="00717B17" w:rsidRDefault="00A21F79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A21F79">
      <w:pPr>
        <w:pStyle w:val="Heading1"/>
        <w:rPr>
          <w:rtl/>
          <w:lang w:bidi="fa-IR"/>
        </w:rPr>
      </w:pPr>
      <w:bookmarkStart w:id="27" w:name="_Toc3368998"/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ابوالحسن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شراب معتضد را شکست</w:t>
      </w:r>
      <w:bookmarkEnd w:id="27"/>
    </w:p>
    <w:p w:rsidR="00717B17" w:rsidRDefault="00717B17" w:rsidP="00A21F79">
      <w:pPr>
        <w:pStyle w:val="libNormal"/>
        <w:rPr>
          <w:rtl/>
          <w:lang w:bidi="fa-IR"/>
        </w:rPr>
      </w:pPr>
      <w:r>
        <w:rPr>
          <w:rtl/>
          <w:lang w:bidi="fa-IR"/>
        </w:rPr>
        <w:t>( محقق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حالات 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ابوالحسن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گفته است : او منزو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گوشه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اگر منکر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اگر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کشتن در آن باشد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و طهارت کنار دجله رفت زورق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آن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 سر به مهر بود که به آنها نوشته</w:t>
      </w:r>
      <w:r w:rsidR="00A21F7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لطف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تعجب کرد از ملاح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خمها چه باشد ؟ ملاح گفت : فضول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خمها شراب است که به جهت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مجلس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آورده اند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زورق بود برداشت و همه آن خمها را شکست . ملاح به داد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آمد و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خبر کرد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گرفتند و نزد ( معتضد ) که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A21F7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سخنش بود بردند ، مردم بغداد از بردن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غمناک شدند . معتضد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بانگ زد : ( تو به چه جراءت و به امر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گستاخ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 : ( من به امر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کردم و به امر آنکه ترا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اعمال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وادار به ارتکاب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منکرات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گناه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حساب تو نوشته شود و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صلاح و فساد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تو هستند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به تو و هم به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دل</w:t>
      </w:r>
      <w:r>
        <w:rPr>
          <w:rFonts w:hint="eastAsia"/>
          <w:rtl/>
          <w:lang w:bidi="fa-IR"/>
        </w:rPr>
        <w:t>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غرض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نداشتم )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5F506C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معتضد</w:t>
      </w:r>
      <w:r>
        <w:rPr>
          <w:rtl/>
          <w:lang w:bidi="fa-IR"/>
        </w:rPr>
        <w:t xml:space="preserve"> از سخنان او خوشحال شده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آمد و گفت : تو سزاوار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5F506C">
        <w:rPr>
          <w:rStyle w:val="libFootnotenumChar"/>
          <w:rtl/>
        </w:rPr>
        <w:t xml:space="preserve">( 30 ) </w:t>
      </w:r>
      <w:r>
        <w:rPr>
          <w:rtl/>
          <w:lang w:bidi="fa-IR"/>
        </w:rPr>
        <w:t>.</w:t>
      </w:r>
    </w:p>
    <w:p w:rsidR="00717B17" w:rsidRDefault="005F506C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F506C">
      <w:pPr>
        <w:pStyle w:val="Heading1"/>
        <w:rPr>
          <w:rtl/>
          <w:lang w:bidi="fa-IR"/>
        </w:rPr>
      </w:pPr>
      <w:bookmarkStart w:id="28" w:name="_Toc3368999"/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بهلول به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28"/>
    </w:p>
    <w:p w:rsidR="00717B17" w:rsidRDefault="00717B17" w:rsidP="005F506C">
      <w:pPr>
        <w:pStyle w:val="libNormal"/>
        <w:rPr>
          <w:rtl/>
          <w:lang w:bidi="fa-IR"/>
        </w:rPr>
      </w:pPr>
      <w:r>
        <w:rPr>
          <w:rtl/>
          <w:lang w:bidi="fa-IR"/>
        </w:rPr>
        <w:t>( بهلول ابن عمر )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( ابوذهب ) بود ، از اخبار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او عالم و فاضل و عاقل و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المذهب بوده و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: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او خواست که قضاوت بغداد</w:t>
      </w:r>
      <w:r w:rsidR="005F50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قبول کند و چون او نخواست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دولت و حکومت هارون قبول کند ، به جهت 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بست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چنانچه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هارون گفتند : بهلول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 ، هارون گفت :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بلکه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برداشته و فرار کرده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 بهلول کلمات و سخنان پرفائده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 به بهلول گفت :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بهلول گفت : نه به جهت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مرگ سه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مرگ دو بهلول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هارون از حج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الحرام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سه مرتبه بهلول او را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به اسم صدا زد و گفت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هارون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هارون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هارون . هارون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گفتند : بهلول است ، هارون برگشت و خطاب به بهلول کرده گفت 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؟ بهل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گفت 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تو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در مشرق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 و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باشد و تو </w:t>
      </w:r>
      <w:r>
        <w:rPr>
          <w:rtl/>
          <w:lang w:bidi="fa-IR"/>
        </w:rPr>
        <w:lastRenderedPageBreak/>
        <w:t>در مغرب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خداوند از تو مؤ اخذه و سؤ ال خواهد کرد و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برآورم ، بهلول گفت 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گناهان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مرا وارد بهشت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هارون گفت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را ادا کنم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بهلول</w:t>
      </w:r>
      <w:r>
        <w:rPr>
          <w:rtl/>
          <w:lang w:bidi="fa-IR"/>
        </w:rPr>
        <w:t xml:space="preserve"> گفت 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ادا نگردد تو آنچه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مردم است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تو به من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بهلول وارد قصر هارون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کسره</w:t>
      </w:r>
      <w:r>
        <w:rPr>
          <w:rtl/>
          <w:lang w:bidi="fa-IR"/>
        </w:rPr>
        <w:t xml:space="preserve"> رفت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مسند و متکائ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مخصوص هارون بود نشست غلامها و خدمتگزاران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به او حمله کرده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از آن مکان خارج نمودند ، چون هارون از اندرون خارج شده و به قصر وارد شد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بهلول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چون علت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گفتند : چون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نشسته بود ما او را از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هارون</w:t>
      </w:r>
      <w:r>
        <w:rPr>
          <w:rtl/>
          <w:lang w:bidi="fa-IR"/>
        </w:rPr>
        <w:t xml:space="preserve"> خطاب به بهلول کرده و گفت :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مکن ، بهلول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 من به حال خود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مرا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بلکه به حال تو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نشستم در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مورد غضب و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گرفته ام پس تو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که </w:t>
      </w:r>
      <w:r>
        <w:rPr>
          <w:rtl/>
          <w:lang w:bidi="fa-IR"/>
        </w:rPr>
        <w:lastRenderedPageBreak/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حق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عدل و انصاف با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رفتار کنند و حق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بالسو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کنند که تو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با تو چه خواهند کرد در روز دادخواه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روز حساب .</w:t>
      </w:r>
      <w:r w:rsidRPr="005F506C">
        <w:rPr>
          <w:rStyle w:val="libFootnotenumChar"/>
          <w:rtl/>
        </w:rPr>
        <w:t xml:space="preserve"> ( 31 )</w:t>
      </w:r>
    </w:p>
    <w:p w:rsidR="00717B17" w:rsidRDefault="005F506C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F506C">
      <w:pPr>
        <w:pStyle w:val="Heading1"/>
        <w:rPr>
          <w:rtl/>
          <w:lang w:bidi="fa-IR"/>
        </w:rPr>
      </w:pPr>
      <w:bookmarkStart w:id="29" w:name="_Toc3369000"/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عبد اللّه صفوان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موصل</w:t>
      </w:r>
      <w:bookmarkEnd w:id="29"/>
    </w:p>
    <w:p w:rsidR="00717B17" w:rsidRDefault="00717B17" w:rsidP="005F506C">
      <w:pPr>
        <w:pStyle w:val="libNormal"/>
        <w:rPr>
          <w:rtl/>
          <w:lang w:bidi="fa-IR"/>
        </w:rPr>
      </w:pPr>
      <w:r>
        <w:rPr>
          <w:rtl/>
          <w:lang w:bidi="fa-IR"/>
        </w:rPr>
        <w:t>( محمد بن احمد بن عبداللّه بن قضاعه ) مکن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5F506C">
        <w:rPr>
          <w:rtl/>
          <w:lang w:bidi="fa-IR"/>
        </w:rPr>
        <w:t xml:space="preserve"> </w:t>
      </w:r>
      <w:r>
        <w:rPr>
          <w:rtl/>
          <w:lang w:bidi="fa-IR"/>
        </w:rPr>
        <w:t>( ابو عبداللّه ) صفوان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از اولاد ( صفوان بن مهران جمال ) از اصحاب ( امام صادق )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از حُفّاظ بزرگ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آور بود 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او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 ، او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حفظ املا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از جمله کتب او کتاب الک</w:t>
      </w:r>
      <w:r>
        <w:rPr>
          <w:rFonts w:hint="eastAsia"/>
          <w:rtl/>
          <w:lang w:bidi="fa-IR"/>
        </w:rPr>
        <w:t>شف</w:t>
      </w:r>
      <w:r>
        <w:rPr>
          <w:rtl/>
          <w:lang w:bidi="fa-IR"/>
        </w:rPr>
        <w:t xml:space="preserve"> والحجه وکتاب انس العالم ، وکتاب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. . 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است او در نزد سلطان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داشته است علت آن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موصل در حضور ابن حمدان (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الدوله حمدان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حکمران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موصل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امامت مناظره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کار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حاضر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من درباره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مباهله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مهلت فردا را داد و چون فردا حضور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دست خود را در دست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مباهله کردند و برخ</w:t>
      </w:r>
      <w:r w:rsidR="005F506C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استند و رفتند ،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روز در دربار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الدوله حضور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الدوله گفت :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شده که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 ؟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5F506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فرستاده</w:t>
      </w:r>
      <w:r>
        <w:rPr>
          <w:rtl/>
          <w:lang w:bidi="fa-IR"/>
        </w:rPr>
        <w:t xml:space="preserve"> رفت و برگشت و گفت : از همان لحظه که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برخ</w:t>
      </w:r>
      <w:r w:rsidR="005F506C">
        <w:rPr>
          <w:rFonts w:hint="cs"/>
          <w:rtl/>
          <w:lang w:bidi="fa-IR"/>
        </w:rPr>
        <w:t>و</w:t>
      </w:r>
      <w:r>
        <w:rPr>
          <w:rtl/>
          <w:lang w:bidi="fa-IR"/>
        </w:rPr>
        <w:t>استه است تب کرده و همان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با صفوان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دراز کرده ورم کرده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 ، و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در گذشته است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باعث شد که ابوعبداللّه صفوان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 پادشاه عصر مقام و منزلت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. </w:t>
      </w:r>
      <w:r w:rsidRPr="005F506C">
        <w:rPr>
          <w:rStyle w:val="libFootnotenumChar"/>
          <w:rtl/>
        </w:rPr>
        <w:t>( 32 )</w:t>
      </w:r>
    </w:p>
    <w:p w:rsidR="00717B17" w:rsidRDefault="005F506C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F506C">
      <w:pPr>
        <w:pStyle w:val="Heading1"/>
        <w:rPr>
          <w:rtl/>
          <w:lang w:bidi="fa-IR"/>
        </w:rPr>
      </w:pPr>
      <w:bookmarkStart w:id="30" w:name="_Toc3369001"/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ملا احمد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حاکم ظالم</w:t>
      </w:r>
      <w:bookmarkEnd w:id="30"/>
    </w:p>
    <w:p w:rsidR="00717B17" w:rsidRDefault="00717B17" w:rsidP="005F506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 w:rsidR="005F506C">
        <w:rPr>
          <w:rtl/>
          <w:lang w:bidi="fa-IR"/>
        </w:rPr>
        <w:t xml:space="preserve"> </w:t>
      </w:r>
      <w:r>
        <w:rPr>
          <w:rtl/>
          <w:lang w:bidi="fa-IR"/>
        </w:rPr>
        <w:t>( حاج ملا احمد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5F506C" w:rsidRPr="005F506C">
        <w:rPr>
          <w:rStyle w:val="libAlaemChar"/>
          <w:rtl/>
        </w:rPr>
        <w:t>رحمه‌الله</w:t>
      </w:r>
      <w:r w:rsidR="005F506C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حاکم ظالم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کاشان اخراج کرد که قبلاً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حاکم ظالم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کرده بود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سلطان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احضار نمود و در مجلس با او 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 و گفت : شما در اوضاع سلطنت اخلال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حاکم را اخراج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. .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ملا احمد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 زده و هر دو دست به آسمان بلند کرد و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 از اشک شد ، عرض کرد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سلطان ظالم حاکم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ظالم را بر مردم قرار داد و من رفع ستم نمودم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ظالم بر من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و چون خواست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(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)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EC7DDF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گرفت و به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 و معذرت خواست و او را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خواست او حاکم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کاشان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ساخت </w:t>
      </w:r>
      <w:r w:rsidRPr="00EC7DDF">
        <w:rPr>
          <w:rStyle w:val="libFootnotenumChar"/>
          <w:rtl/>
        </w:rPr>
        <w:t>. ( 33 )</w:t>
      </w:r>
    </w:p>
    <w:p w:rsidR="00717B17" w:rsidRDefault="00EC7DDF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C7DDF">
      <w:pPr>
        <w:pStyle w:val="Heading1"/>
        <w:rPr>
          <w:rtl/>
          <w:lang w:bidi="fa-IR"/>
        </w:rPr>
      </w:pPr>
      <w:bookmarkStart w:id="31" w:name="_Toc3369002"/>
      <w:r>
        <w:rPr>
          <w:rFonts w:hint="eastAsia"/>
          <w:rtl/>
          <w:lang w:bidi="fa-IR"/>
        </w:rPr>
        <w:t>گزارش</w:t>
      </w:r>
      <w:r>
        <w:rPr>
          <w:rtl/>
          <w:lang w:bidi="fa-IR"/>
        </w:rPr>
        <w:t xml:space="preserve"> سرجان ملکم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bookmarkEnd w:id="31"/>
    </w:p>
    <w:p w:rsidR="00717B17" w:rsidRDefault="00717B17" w:rsidP="00EC7DDF">
      <w:pPr>
        <w:pStyle w:val="libNormal"/>
        <w:rPr>
          <w:rtl/>
          <w:lang w:bidi="fa-IR"/>
        </w:rPr>
      </w:pPr>
      <w:r>
        <w:rPr>
          <w:rtl/>
          <w:lang w:bidi="fa-IR"/>
        </w:rPr>
        <w:t>( سرجان ملکم )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است در کتاب خود نوشته است :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 که عبارت از قضات و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مرجع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پا و حام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 و ضعفا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چارگانند</w:t>
      </w:r>
      <w:r>
        <w:rPr>
          <w:rtl/>
          <w:lang w:bidi="fa-IR"/>
        </w:rPr>
        <w:t xml:space="preserve"> اعاظم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محترمند که از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دارند و ه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وقت مخالف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عدالت حادث شود خلق رجوع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احکام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احکام عموماً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وضع مملکت اقتضا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آلات حرب نکند </w:t>
      </w:r>
      <w:r>
        <w:rPr>
          <w:rFonts w:hint="eastAsia"/>
          <w:rtl/>
          <w:lang w:bidi="fa-IR"/>
        </w:rPr>
        <w:t>ملکم</w:t>
      </w:r>
      <w:r>
        <w:rPr>
          <w:rtl/>
          <w:lang w:bidi="fa-IR"/>
        </w:rPr>
        <w:t xml:space="preserve"> با اشاره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بعد از نادرشاه علما نه منصب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نه آن را</w:t>
      </w:r>
      <w:r w:rsidR="00EC7D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: اما به جهت فرط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وزهد و 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شهر که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سکن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بالطبع و الاتفاق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رجوع کرده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نجات و حام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ظلم بغات و طغات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چنان در تعظ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مبالغه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جبارتر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مجبور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متابعت خلق را نموده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تکلّف مجتهد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احترام کند . </w:t>
      </w:r>
      <w:r w:rsidRPr="00EC7DDF">
        <w:rPr>
          <w:rStyle w:val="libFootnotenumChar"/>
          <w:rtl/>
        </w:rPr>
        <w:t>( 34 )</w:t>
      </w:r>
      <w:r>
        <w:rPr>
          <w:rtl/>
          <w:lang w:bidi="fa-IR"/>
        </w:rPr>
        <w:t xml:space="preserve"> و در ادامه سخنانش با اشاره به احترام شاهان نسبت به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: لکن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گاهگاه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احکام عدالت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استعانت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بلکه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را اعتبار است به سبب 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نفس امنا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شرعست و پادشاه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ردّ احکام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کنند . . .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پناهگاه مظلومان است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واسطه وجود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طبقه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معاف داشته اند . </w:t>
      </w:r>
      <w:r w:rsidRPr="00EC7DDF">
        <w:rPr>
          <w:rStyle w:val="libFootnotenumChar"/>
          <w:rtl/>
        </w:rPr>
        <w:t>( 35 )</w:t>
      </w:r>
    </w:p>
    <w:p w:rsidR="00717B17" w:rsidRDefault="00EC7DDF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C7DDF">
      <w:pPr>
        <w:pStyle w:val="Heading1"/>
        <w:rPr>
          <w:rtl/>
          <w:lang w:bidi="fa-IR"/>
        </w:rPr>
      </w:pPr>
      <w:bookmarkStart w:id="32" w:name="_Toc3369003"/>
      <w:r>
        <w:rPr>
          <w:rFonts w:hint="eastAsia"/>
          <w:rtl/>
          <w:lang w:bidi="fa-IR"/>
        </w:rPr>
        <w:t>محقق</w:t>
      </w:r>
      <w:r>
        <w:rPr>
          <w:rtl/>
          <w:lang w:bidi="fa-IR"/>
        </w:rPr>
        <w:t xml:space="preserve"> کرک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فرمانروائ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</w:t>
      </w:r>
      <w:bookmarkEnd w:id="32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مروج</w:t>
      </w:r>
      <w:r>
        <w:rPr>
          <w:rtl/>
          <w:lang w:bidi="fa-IR"/>
        </w:rPr>
        <w:t xml:space="preserve"> المذهب مح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مراسم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(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ابوالحسن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عبدالعال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معروف به ( محقق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از علما قرن دهم که مراتب فضل او و آثار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خارج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رساله است و فقط اشاره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خدمات او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و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17B17" w:rsidRDefault="00717B17" w:rsidP="00EC7D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فکر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اسلام بود به فکر افتاد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سفر کند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شاه طهماسب صفو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به</w:t>
      </w:r>
      <w:r w:rsidR="00EC7D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مقصد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نائل گردد پس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حرکت کرده و شروع کرد به افاضه علم و دعوت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احکام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رالمرسل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شاه را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مخلص خود نمود که مورخ هم عصر او حسن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روملو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خود نوشته که خلاصه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: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خواجه (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به مرتبه محقق کرک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جهت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حقه و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قلع و قمع کردن مخالف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متهتک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از مفاسد و فجا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فجور و برطرف کردن بدعتها و منکرات و اقامه فرائض و س</w:t>
      </w:r>
      <w:r>
        <w:rPr>
          <w:rFonts w:hint="eastAsia"/>
          <w:rtl/>
          <w:lang w:bidi="fa-IR"/>
        </w:rPr>
        <w:t>نن</w:t>
      </w:r>
      <w:r>
        <w:rPr>
          <w:rtl/>
          <w:lang w:bidi="fa-IR"/>
        </w:rPr>
        <w:t xml:space="preserve"> و محافظت جمعه و جماعات و پرسش از احوال علما و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مؤ ذن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( لؤ لؤ ه البحر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محقق کرک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شاه طهماسب صفو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که شاه امور مملکت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واگذار نمود و به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ممالک نوشت که اوامر و دستورات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امتثال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آنکه اصل حکومت حق اوست چون که او نائب امام زمان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است ، پس محقق به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شهرها درباره خراج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امور 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نامه نوشت و دستورهائ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صادر فرمود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EC7D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( 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الئال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گفته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به اصفهان و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 ، شاه به او گفت : تو سزاوارتر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به حکومت کردن چون تو نائب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عمّال تو هستم که اوامر تو را اجرا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ممالک دستور</w:t>
      </w:r>
      <w:r w:rsidR="00EC7D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صادر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،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متضمن قسط و عدل و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احکام اسلام بود و امر کرد به آنکه در هر شهر و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امام جماعت وجمعه باشند که اقامه نماز نموده 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احکام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شاه به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عمال خود نوشت که به دستور و اوامر و نواه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همه عمل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(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) ، صورت حکم صادره از شاه طهماسب </w:t>
      </w:r>
      <w:r w:rsidR="00EC7DDF" w:rsidRPr="00EC7DDF">
        <w:rPr>
          <w:rStyle w:val="libAlaemChar"/>
          <w:rtl/>
        </w:rPr>
        <w:t>رحمه‌الله</w:t>
      </w:r>
      <w:r w:rsidR="00EC7DDF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را نوشته اند که در آن فوائد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717B17" w:rsidRDefault="00EC7DDF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EC7DDF">
      <w:pPr>
        <w:pStyle w:val="Heading1"/>
        <w:rPr>
          <w:rtl/>
          <w:lang w:bidi="fa-IR"/>
        </w:rPr>
      </w:pPr>
      <w:bookmarkStart w:id="33" w:name="_Toc3369004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علما در نهضت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سربداران</w:t>
      </w:r>
      <w:bookmarkEnd w:id="33"/>
    </w:p>
    <w:p w:rsidR="00717B17" w:rsidRDefault="00717B17" w:rsidP="00EC7D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سربداران در سبزوار به سال 7 </w:t>
      </w:r>
      <w:r w:rsidR="00EC7D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7 منطقه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 کنون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قلمرو خراسان را تصرف نمودند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دولت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سلطه مغول بر سر کار آوردند . علت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سربداران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: پنج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مغول در خانه دو برادر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حمزه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حمزه از مردم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سبزوار نزول کردند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شراب و شاهد خواستند و لجاج کردند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EC7DD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برادر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شراب آورد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مست شدند شاهد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کار فضاحت را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 که عورات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خواستند . دو برادر گفتند 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تحمل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ننگ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. بگذار سر ما به دار رود . پس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هر پنج تن مغول را کشتند و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رفتند و گفتند : ما سر به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آغاز شد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آن زمان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، کشتن</w:t>
      </w:r>
      <w:r w:rsidR="00EC7D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پنج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مغول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داشت که چه بسا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قلمرو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آن دو برادر جانباز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رتمند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کردند و باعث بر سر کار آمدن امرا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سربداران شدند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 نهضت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سربداران 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پاکدل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 . پس از شهادت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بدخواهان که نفوذ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مانند او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مذهب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شاگرد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به نام 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که اهل ( جور ) محله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بود ، ر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او را دنبال کرد تا </w:t>
      </w:r>
      <w:r>
        <w:rPr>
          <w:rtl/>
          <w:lang w:bidi="fa-IR"/>
        </w:rPr>
        <w:lastRenderedPageBreak/>
        <w:t>کار سربداران نضج گرفت 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گرماگرم جنگ با دشمن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( خواجه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)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سربداران 17 سال بر سر کار بود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سربداران حکومت کرد ، او در سال 766 ه به حکومت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دو سال بعد 788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گفته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789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ده سال بعد از شهادت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به امر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مور</w:t>
      </w:r>
      <w:r>
        <w:rPr>
          <w:rtl/>
          <w:lang w:bidi="fa-IR"/>
        </w:rPr>
        <w:t xml:space="preserve"> لنگ که همه جا او را به همراه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به قتل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.</w:t>
      </w:r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اسلاف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مذهب تعصب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، به دستور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دوازده امام سکه زدند ، سادات و علما مورد احترام خاص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جامه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سفره او خاص و عام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هر سال نو خانه خود را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تاراج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شبها در محلات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زنان را طعام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 . . </w:t>
      </w:r>
      <w:r w:rsidRPr="00F661AA">
        <w:rPr>
          <w:rStyle w:val="libFootnotenumChar"/>
          <w:rtl/>
        </w:rPr>
        <w:t>( 36 )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سربداران خواجه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اخذ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رسم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دادن و گسترش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داخله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متوسل به اعلم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آن بزرگوار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.</w:t>
      </w:r>
    </w:p>
    <w:p w:rsidR="00717B17" w:rsidRDefault="00F661AA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F661AA">
      <w:pPr>
        <w:pStyle w:val="Heading1"/>
        <w:rPr>
          <w:rtl/>
          <w:lang w:bidi="fa-IR"/>
        </w:rPr>
      </w:pPr>
      <w:bookmarkStart w:id="34" w:name="_Toc3369005"/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خطبا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bookmarkEnd w:id="34"/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( دارالتقر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) علامه (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( احمد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مشهور ، سابقاً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بود که در آن نسبت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اظهار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آن را مسلک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خوانده بود و اضافه کرده بود که 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اصل از آداب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زرتشت گرفته شده و نظر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تاءس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آن محو اسلام است </w:t>
      </w:r>
      <w:r>
        <w:rPr>
          <w:rFonts w:hint="eastAsia"/>
          <w:rtl/>
          <w:lang w:bidi="fa-IR"/>
        </w:rPr>
        <w:t>بعدها</w:t>
      </w:r>
      <w:r>
        <w:rPr>
          <w:rtl/>
          <w:lang w:bidi="fa-IR"/>
        </w:rPr>
        <w:t xml:space="preserve"> او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 و در سلک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مجله ( رساله الاسلام ) قرار گرفت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کرد که بعد از انتشار آن کتاب از طرف وزارت فرهنگ در راءس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عراق دعوت شدم تا به فرهنگ آنجا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عراق رفتم در آنجا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اهو</w:t>
      </w:r>
      <w:r>
        <w:rPr>
          <w:rtl/>
          <w:lang w:bidi="fa-IR"/>
        </w:rPr>
        <w:t xml:space="preserve"> و جنجال مواجه شدم 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چون بر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کتاب نوشته ام ممکن است بر ضد من اقدام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 مسجد دعوت کردند ، در آنجا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معروف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منبر رفت و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که من در راءس آن قرار داشتم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مقدم گفت و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خود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: آر</w:t>
      </w:r>
      <w:r>
        <w:rPr>
          <w:rFonts w:hint="cs"/>
          <w:rtl/>
          <w:lang w:bidi="fa-IR"/>
        </w:rPr>
        <w:t>ی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را مخلوط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زرتشت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آن را ساخته دست ملحد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شمارد . به من اشاره کرد . . . ناگهان مردم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هجوم آوردند و جان من به خطر افتاد . .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مردم را ساکت کرده و گفت : چرا بلند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بحث و علم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حرفها را ندار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مهمان ما هستند و نسبت به مهمان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. آنگاه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ما پرداخت و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محقق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پرارجند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محقق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است و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. قلم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به علم است نه شهرت و مسلماً ک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 بلند شدند و به طرف ما هجوم آوردند و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کدفعه</w:t>
      </w:r>
      <w:r>
        <w:rPr>
          <w:rtl/>
          <w:lang w:bidi="fa-IR"/>
        </w:rPr>
        <w:t xml:space="preserve"> نعره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 و گفت : مقصود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شما بلند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برگرد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همه برگشتند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نشستند ، و باز شروع به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که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جزء مفاخر و محقق عرب است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و اکنون آمده تا به فرهنگ و معارف ما خدمت کند و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افتخار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مسلمانان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ما را از مستشاران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. مردم کاملاً آرام شدند و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در ادامه گفتار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داشت :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لطمه ا</w:t>
      </w:r>
      <w:r>
        <w:rPr>
          <w:rFonts w:hint="cs"/>
          <w:rtl/>
          <w:lang w:bidi="fa-IR"/>
        </w:rPr>
        <w:t>ی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او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وارد کرده لطمه قابل جبران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شما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نسبت به هر مذهب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بود آنها چه معامله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؟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چه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ما بدهد 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منسوب به اهلب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فرقه الحاد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نوبت مردم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از دفعات قبل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جستند و به من حمله ور شدند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خطر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چه شد که مردم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نشاند و گفت : حالا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 صحبت خودمان . .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راجع به قدرت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خطبا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قدرت خطابه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مشاهده کردم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معلوم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حالت لرزه و ارتعاش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نمودار بود . </w:t>
      </w:r>
      <w:r w:rsidRPr="00F661AA">
        <w:rPr>
          <w:rStyle w:val="libFootnotenumChar"/>
          <w:rtl/>
        </w:rPr>
        <w:t>( 37 )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661AA">
      <w:pPr>
        <w:pStyle w:val="Heading1"/>
        <w:rPr>
          <w:rtl/>
          <w:lang w:bidi="fa-IR"/>
        </w:rPr>
      </w:pPr>
      <w:bookmarkStart w:id="35" w:name="_Toc3369006"/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را دارد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</w:t>
      </w:r>
      <w:bookmarkEnd w:id="35"/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اند : (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صفار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( مؤ سس سلسله صفار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شد اطباء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اش جمع شدند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چکس</w:t>
      </w:r>
      <w:r>
        <w:rPr>
          <w:rtl/>
          <w:lang w:bidi="fa-IR"/>
        </w:rPr>
        <w:t xml:space="preserve"> از عهده برن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گفت : اگر در گوشه و کنار ، مرد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سراغ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آبرو داشته باشد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: ( سهل بن عبداللّه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زاهد مشهور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، دنبال سهل رفتند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بالاخره به هر خواهش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تمنائ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او را آوردند ، سهل کنار بستر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نشست و گفت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ترا شفا دهد ؟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چقدر آه و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ناله</w:t>
      </w:r>
      <w:r>
        <w:rPr>
          <w:rtl/>
          <w:lang w:bidi="fa-IR"/>
        </w:rPr>
        <w:t xml:space="preserve"> مظلومان پشت سرت بلند است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گفت : چه کنم ؟ سهل پاسخ داد محبوس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آزاد کن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دستور داد زندان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آزاد کنند ، سهل گفت : تو به بندگان خدا ظلم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آنوقت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ترا ببخشد و شفا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از گذشته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توبه کن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را به توبه و استغفار واداشت آنوقت دست را به دعا بلند کرد و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را از ذلت گناه نجات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نجات بده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نوشته</w:t>
      </w:r>
      <w:r>
        <w:rPr>
          <w:rtl/>
          <w:lang w:bidi="fa-IR"/>
        </w:rPr>
        <w:t xml:space="preserve"> 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در همان مجلس از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F661AA">
        <w:rPr>
          <w:rFonts w:hint="cs"/>
          <w:rtl/>
          <w:lang w:bidi="fa-IR"/>
        </w:rPr>
        <w:t>و</w:t>
      </w:r>
      <w:r>
        <w:rPr>
          <w:rtl/>
          <w:lang w:bidi="fa-IR"/>
        </w:rPr>
        <w:t>است ، امر کرد طبق زر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سهل بن عبداللّه آوردند ، سهل گفت 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که خدا را نداشته باشد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را دارد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. </w:t>
      </w:r>
      <w:r w:rsidRPr="00F661AA">
        <w:rPr>
          <w:rStyle w:val="libFootnotenumChar"/>
          <w:rtl/>
        </w:rPr>
        <w:t>( 38 )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F661AA">
      <w:pPr>
        <w:pStyle w:val="Heading1"/>
        <w:rPr>
          <w:rtl/>
          <w:lang w:bidi="fa-IR"/>
        </w:rPr>
      </w:pPr>
      <w:bookmarkStart w:id="36" w:name="_Toc3369007"/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شرف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دشتک</w:t>
      </w:r>
      <w:r>
        <w:rPr>
          <w:rFonts w:hint="cs"/>
          <w:rtl/>
          <w:lang w:bidi="fa-IR"/>
        </w:rPr>
        <w:t>ی</w:t>
      </w:r>
      <w:bookmarkEnd w:id="36"/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الاعظم والواعظ المعظم (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شرف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صدر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الدشتک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در کتاب فارسنامه ( ناصر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ترجمه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از کتاب مزارات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نقل کرده و او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اوصاف ستوده :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فاضل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کوکردار</w:t>
      </w:r>
      <w:r>
        <w:rPr>
          <w:rtl/>
          <w:lang w:bidi="fa-IR"/>
        </w:rPr>
        <w:t xml:space="preserve"> ،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کامل و خوش گفتار . . . تا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مدرسه 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مستطاب و دعوات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مستجاب خلق را موعظه و مردم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نموده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باران به صحرا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 جناب نماز باران را به جماعت گذارده آنگاه مردم را مخاطب ساخته و آنها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موعظه فرموده که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برادران با صفا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با وفا ، ظلم را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حق را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 کم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کناره عقبا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چون سخن آن جناب به آنجا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خلق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و همه آغاز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و آثار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و هنوز مر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منزلها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که باران رحمت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گرفت و بر بندگان نازل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 آن جناب در ماه صفر سال 888 ه به رحمت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 xml:space="preserve"> و در محله دشتک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مدفون شد . </w:t>
      </w:r>
      <w:r w:rsidRPr="00F661AA">
        <w:rPr>
          <w:rStyle w:val="libFootnotenumChar"/>
          <w:rtl/>
        </w:rPr>
        <w:t>( 39 )</w:t>
      </w:r>
    </w:p>
    <w:p w:rsidR="00717B17" w:rsidRDefault="00F661AA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F661AA">
      <w:pPr>
        <w:pStyle w:val="Heading1"/>
        <w:rPr>
          <w:rtl/>
          <w:lang w:bidi="fa-IR"/>
        </w:rPr>
      </w:pPr>
      <w:bookmarkStart w:id="37" w:name="_Toc3369008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bookmarkEnd w:id="37"/>
    </w:p>
    <w:p w:rsidR="00717B17" w:rsidRDefault="00717B17" w:rsidP="00F661A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معبر همه مانده بودند که چه کنند و چگونه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خاردار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عبور کنند که ناگاه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برادران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ارشاد شاگردان را داشت و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آنها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گفت : بچه ها ، شما را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به خدا که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خاردارها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خوابم شما به سرعت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بعد منتظر جواب نمانده و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خاردارها انداخت وفشار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به بدن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بچه ها ابتدا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حداقل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را قس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وقت را تلف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تعارف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من عبور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بچه ها بسرعت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هر کس حداقل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سه قدم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 w:rsidR="00F661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فداکار بگذارد و پس از قدم آخر خود را به آن طرف مانع پرت کند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شصت و هشت نفر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گذشتند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ادامه دادند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کسب و تصرف مواضع دشمن و انهدام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خورده بع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بچه ها پشت آن مانع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غالب آنان مورد اصابت گلوله و محصور آتش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.</w:t>
      </w: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گذشتند و به هدف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جان خود گذشت و به هدف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که وصال محبوب بود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جوار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شتافت و سعادت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خود ساخت .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پاک </w:t>
      </w:r>
      <w:r>
        <w:rPr>
          <w:rtl/>
          <w:lang w:bidi="fa-IR"/>
        </w:rPr>
        <w:lastRenderedPageBreak/>
        <w:t>غرقه به خون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برادر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تابش آفتاب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فتح الفت</w:t>
      </w:r>
      <w:r>
        <w:rPr>
          <w:rFonts w:hint="eastAsia"/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منطقه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غلامعل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590A93">
        <w:rPr>
          <w:rStyle w:val="libFootnotenumChar"/>
          <w:rtl/>
        </w:rPr>
        <w:t>. ( 40 )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590A93">
      <w:pPr>
        <w:pStyle w:val="Heading1"/>
        <w:rPr>
          <w:rtl/>
          <w:lang w:bidi="fa-IR"/>
        </w:rPr>
      </w:pPr>
      <w:bookmarkStart w:id="38" w:name="_Toc3369009"/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bookmarkEnd w:id="38"/>
    </w:p>
    <w:p w:rsidR="00717B17" w:rsidRDefault="00717B17" w:rsidP="00590A9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(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درس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محبوبم در هر پنجشنبه و جمعه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درس معارف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بود مرا سرمست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اغراق و مبالغه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 مرا آنچنان به وجد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تا دوشنبه و سه شنبه هفته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خودم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تحت 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، بخش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آن درسها و سپس درسها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12 سال از آن استاد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انعقاد</w:t>
      </w:r>
      <w:r w:rsidR="00590A9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همواره خود را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او دانسته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روح قدس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 </w:t>
      </w:r>
      <w:r w:rsidRPr="00590A93">
        <w:rPr>
          <w:rStyle w:val="libFootnotenumChar"/>
          <w:rtl/>
        </w:rPr>
        <w:t>( 41 )</w:t>
      </w:r>
    </w:p>
    <w:p w:rsidR="00717B17" w:rsidRDefault="00590A93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90A93">
      <w:pPr>
        <w:pStyle w:val="Heading1"/>
        <w:rPr>
          <w:rtl/>
          <w:lang w:bidi="fa-IR"/>
        </w:rPr>
      </w:pPr>
      <w:bookmarkStart w:id="39" w:name="_Toc3369010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نهضتها</w:t>
      </w:r>
      <w:bookmarkEnd w:id="39"/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ظاهراً مسلمان شده به نام ( حامد آلکار )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به نام ( نقش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tl/>
          <w:lang w:bidi="fa-IR"/>
        </w:rPr>
        <w:t xml:space="preserve"> در نهضت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)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ترجمه شده . .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شده است که در طول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پنجاه سال دوره قاجار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همواره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مبارزه با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کار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نهضتها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ضد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اند . . . وبخوب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را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همواره در کنار مردم بوده و به سود مردم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717B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نهضت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نفت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که شاهد آن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خوانسار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و (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چه نقش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اگر قدرت و نفوذ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نبود محال بود که نفت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Pr="00590A93" w:rsidRDefault="00717B17" w:rsidP="00717B17">
      <w:pPr>
        <w:pStyle w:val="libNormal"/>
        <w:rPr>
          <w:rStyle w:val="libFootnotenumChar"/>
          <w:rtl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نهضت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پانزده خرداد آغاز شد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شتاز</w:t>
      </w:r>
      <w:r>
        <w:rPr>
          <w:rtl/>
          <w:lang w:bidi="fa-IR"/>
        </w:rPr>
        <w:t xml:space="preserve"> بود ،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وارد عمل شد که توانست اصل فساد را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بکند . </w:t>
      </w:r>
      <w:r w:rsidRPr="00590A93">
        <w:rPr>
          <w:rStyle w:val="libFootnotenumChar"/>
          <w:rtl/>
        </w:rPr>
        <w:t>( 42 )</w:t>
      </w:r>
    </w:p>
    <w:p w:rsidR="00717B17" w:rsidRDefault="00717B17" w:rsidP="00590A9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انقلاب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اگر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بخواهد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برسد و همچنان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روزمندانه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 هم پرچم انقلاب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قرار داشته باشد ،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گرفته شود و به دست به اصطلاح روشنفکران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قرن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نسل که بگذرد ا</w:t>
      </w: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مسخ</w:t>
      </w:r>
      <w:r w:rsidR="00590A9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حامل فرهنگ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باز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متعهد هستند 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لازم است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اصلاح کرد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آنها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 ،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آفت زده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آفتها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مبارزه کرد </w:t>
      </w:r>
      <w:r w:rsidRPr="00590A93">
        <w:rPr>
          <w:rStyle w:val="libFootnotenumChar"/>
          <w:rtl/>
        </w:rPr>
        <w:t>( 43 )</w:t>
      </w:r>
      <w:r>
        <w:rPr>
          <w:rtl/>
          <w:lang w:bidi="fa-IR"/>
        </w:rPr>
        <w:t xml:space="preserve"> . . .</w:t>
      </w:r>
    </w:p>
    <w:p w:rsidR="00717B17" w:rsidRDefault="00717B17" w:rsidP="00717B17">
      <w:pPr>
        <w:pStyle w:val="libNormal"/>
        <w:rPr>
          <w:rtl/>
          <w:lang w:bidi="fa-IR"/>
        </w:rPr>
      </w:pPr>
    </w:p>
    <w:p w:rsidR="00717B17" w:rsidRDefault="00717B17" w:rsidP="00590A93">
      <w:pPr>
        <w:pStyle w:val="Heading1"/>
        <w:rPr>
          <w:rtl/>
          <w:lang w:bidi="fa-IR"/>
        </w:rPr>
      </w:pPr>
      <w:bookmarkStart w:id="40" w:name="_Toc3369011"/>
      <w:r>
        <w:rPr>
          <w:rFonts w:hint="eastAsia"/>
          <w:rtl/>
          <w:lang w:bidi="fa-IR"/>
        </w:rPr>
        <w:t>گزارش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روس راجع به 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کلام علما</w:t>
      </w:r>
      <w:bookmarkEnd w:id="40"/>
    </w:p>
    <w:p w:rsidR="00717B17" w:rsidRDefault="00717B17" w:rsidP="00590A9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(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="00590A93" w:rsidRPr="00590A93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فرمودند : در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سفر مرحوم (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 w:rsidRPr="00717B17">
        <w:rPr>
          <w:rStyle w:val="libAlaemChar"/>
          <w:rtl/>
        </w:rPr>
        <w:t>عليه‌السلام</w:t>
      </w:r>
      <w:r>
        <w:rPr>
          <w:rtl/>
          <w:lang w:bidi="fa-IR"/>
        </w:rPr>
        <w:t>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وارد تهران شدند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از جمله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کشور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ملاقاتش رفتند . مردم از آن مرحوم خواستند آنه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موعظه و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کند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بنا به درخواست مردم سرش را برداشته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در همه جا حاضر است و مطلب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نفرمود ، لکن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تکان دهنده اثر خودش 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اشکها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قلبها در هم طپ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حالت مردم به شکل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دگرگون شد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گذشت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کولا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روس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 : ( تا مادام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قشر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هستند و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جمله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انقلاب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بوجود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دستورات و فتاوا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صادره چه خواهد کرد ؟ )</w:t>
      </w:r>
    </w:p>
    <w:p w:rsidR="00717B17" w:rsidRDefault="00590A93" w:rsidP="00717B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7B17" w:rsidRDefault="00717B17" w:rsidP="00590A93">
      <w:pPr>
        <w:pStyle w:val="Heading1"/>
        <w:rPr>
          <w:rtl/>
          <w:lang w:bidi="fa-IR"/>
        </w:rPr>
      </w:pPr>
      <w:bookmarkStart w:id="41" w:name="_Toc3369012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نوشتها</w:t>
      </w:r>
      <w:bookmarkEnd w:id="41"/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 . اصول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1 ، ص 48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 . اصول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 . اصول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مترجم . ج 1 ، ص 267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4 . اصول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، ص 40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5 .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الجواهر ، ص 577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6 . قصص العلماء . ص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2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7 . قصص العلماء . ص 111 با مختصر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8 . مجلّه نور علم . دوره دوّم شماره 2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9 . قصص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العلماء</w:t>
      </w:r>
      <w:r>
        <w:rPr>
          <w:rtl/>
          <w:lang w:bidi="fa-IR"/>
        </w:rPr>
        <w:t xml:space="preserve"> ص 210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10 .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11 .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 2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6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12 . پندها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رفتار علماء 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 6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13 . سوغات سفر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11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14 . منتخب الدعاء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51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15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16 . فلسفه اخلاق ،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 211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17 . رساله لب اللباب ، ص 92 .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 محمود زنجان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امام جمعه آن زمان زنجان بوده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رک : به مهر تابان ، ص 141 به نقل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 ، ص 95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بکو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منه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راه قدم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من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نمودم صد اهتمام و نشد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18 . مرحوم شرف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از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مکتب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19 .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مکتب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20 . احمد در سال 240 فوت کرد ( مرات الاعتبار ، ص 69 ،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صفوت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. شعب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عمرو بن هب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چند تن محبوس شفاعت کرد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شفاعت او را قبول نکرد . شعب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!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، حق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آنها را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و اگر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بجا و بحق بوده ، کار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آنها در مقابل عفو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تو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عمرو به حسن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ماءخوذ شد و زندان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خلاص کرد . ( مرات الاعتبار ، ص 9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)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21 . دکتور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نژاد ، ص 2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4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22 .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12 ، ص 410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23 . رجال 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 147 به نقل از کتاب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tl/>
          <w:lang w:bidi="fa-IR"/>
        </w:rPr>
        <w:t xml:space="preserve">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مذهب ،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115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24 .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مناسبت شهادت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10/8/56 در نجف اشرف ، نقل از مجله پاسدار اسلام ، شماره 17 سال 62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25 . اختصاص ،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ص 261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26 .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tl/>
          <w:lang w:bidi="fa-IR"/>
        </w:rPr>
        <w:t xml:space="preserve"> ، شنبه 26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58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1 ، ص 4 ، ستون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27 . مقدمه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28 . رجال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97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29 . بهار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</w:t>
      </w:r>
      <w:r>
        <w:rPr>
          <w:rtl/>
          <w:lang w:bidi="fa-IR"/>
        </w:rPr>
        <w:t xml:space="preserve"> نوشته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عبدالرحمن ناصرالاسلام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15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30 . بهار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</w:t>
      </w:r>
      <w:r>
        <w:rPr>
          <w:rtl/>
          <w:lang w:bidi="fa-IR"/>
        </w:rPr>
        <w:t xml:space="preserve"> نوشته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عبدالرحمن ناصر الاسلام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17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31 .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50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32 . رجال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279 ، مفاخر اسلام ج 2 ص 405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33 . قصص العلماء ص 0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1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34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ج 2 ص 546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35 . همان مدرک به نقل از مجله نور علم دوره چهارم ، شماره دوم ، 8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ص 118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36 . مفاخر اسلام ، به قلم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4 ص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4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44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37 . اسلام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ترجمه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 27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38 . کتاب نبوت نوشته مرحوم دستغ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ص 169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39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اسلام ج 1 ص 101 ، نوشته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40 . مجله پاسدار اسلام 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66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1 شماره 64 ص 5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السلام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41 . علل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8 9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42 .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علامه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42 .</w:t>
      </w:r>
    </w:p>
    <w:p w:rsidR="00717B17" w:rsidRDefault="00717B17" w:rsidP="00590A93">
      <w:pPr>
        <w:pStyle w:val="libFootnote0"/>
        <w:rPr>
          <w:rtl/>
          <w:lang w:bidi="fa-IR"/>
        </w:rPr>
      </w:pPr>
    </w:p>
    <w:p w:rsidR="00717B17" w:rsidRDefault="00717B17" w:rsidP="00590A93">
      <w:pPr>
        <w:pStyle w:val="libFootnote0"/>
        <w:rPr>
          <w:rtl/>
          <w:lang w:bidi="fa-IR"/>
        </w:rPr>
      </w:pPr>
      <w:r>
        <w:rPr>
          <w:rtl/>
          <w:lang w:bidi="fa-IR"/>
        </w:rPr>
        <w:t>43 . همان مدرک ص 58 .</w:t>
      </w:r>
    </w:p>
    <w:p w:rsidR="008F24C2" w:rsidRDefault="00590A93" w:rsidP="00590A93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2" w:name="_Toc3369013"/>
      <w:r>
        <w:rPr>
          <w:rFonts w:hint="cs"/>
          <w:rtl/>
          <w:lang w:bidi="fa-IR"/>
        </w:rPr>
        <w:lastRenderedPageBreak/>
        <w:t>فهرست مطالب</w:t>
      </w:r>
      <w:bookmarkEnd w:id="42"/>
    </w:p>
    <w:sdt>
      <w:sdtPr>
        <w:id w:val="17297192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90A93" w:rsidRDefault="00590A93" w:rsidP="00590A93">
          <w:pPr>
            <w:pStyle w:val="TOCHeading"/>
          </w:pPr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68971" w:history="1">
            <w:r w:rsidRPr="00863909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2" w:history="1">
            <w:r w:rsidRPr="00863909">
              <w:rPr>
                <w:rStyle w:val="Hyperlink"/>
                <w:noProof/>
                <w:rtl/>
                <w:lang w:bidi="fa-IR"/>
              </w:rPr>
              <w:t>احاد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ث آثار و برکات علماء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3" w:history="1"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ک عالم 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ک منطقه 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را مسلمان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4" w:history="1">
            <w:r w:rsidRPr="00863909">
              <w:rPr>
                <w:rStyle w:val="Hyperlink"/>
                <w:noProof/>
                <w:rtl/>
                <w:lang w:bidi="fa-IR"/>
              </w:rPr>
              <w:t>ارشاد سردسته اشرار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5" w:history="1">
            <w:r w:rsidRPr="00863909">
              <w:rPr>
                <w:rStyle w:val="Hyperlink"/>
                <w:noProof/>
                <w:rtl/>
                <w:lang w:bidi="fa-IR"/>
              </w:rPr>
              <w:t>بهتر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ن هدا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6" w:history="1">
            <w:r w:rsidRPr="00863909">
              <w:rPr>
                <w:rStyle w:val="Hyperlink"/>
                <w:noProof/>
                <w:rtl/>
                <w:lang w:bidi="fa-IR"/>
              </w:rPr>
              <w:t>اثر عالم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7" w:history="1">
            <w:r w:rsidRPr="00863909">
              <w:rPr>
                <w:rStyle w:val="Hyperlink"/>
                <w:noProof/>
                <w:rtl/>
                <w:lang w:bidi="fa-IR"/>
              </w:rPr>
              <w:t>چهل مؤ من شهادت دادند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8" w:history="1">
            <w:r w:rsidRPr="00863909">
              <w:rPr>
                <w:rStyle w:val="Hyperlink"/>
                <w:noProof/>
                <w:rtl/>
                <w:lang w:bidi="fa-IR"/>
              </w:rPr>
              <w:t>اثر دعا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عالم عامل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79" w:history="1">
            <w:r w:rsidRPr="00863909">
              <w:rPr>
                <w:rStyle w:val="Hyperlink"/>
                <w:noProof/>
                <w:rtl/>
                <w:lang w:bidi="fa-IR"/>
              </w:rPr>
              <w:t>تدب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که مردم را از کشتار مغول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0" w:history="1">
            <w:r w:rsidRPr="00863909">
              <w:rPr>
                <w:rStyle w:val="Hyperlink"/>
                <w:noProof/>
                <w:rtl/>
                <w:lang w:bidi="fa-IR"/>
              </w:rPr>
              <w:t>محکوم شدن قاض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1" w:history="1">
            <w:r w:rsidRPr="00863909">
              <w:rPr>
                <w:rStyle w:val="Hyperlink"/>
                <w:noProof/>
                <w:rtl/>
                <w:lang w:bidi="fa-IR"/>
              </w:rPr>
              <w:t>از برکت آن عالم فرج نزد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ک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2" w:history="1">
            <w:r w:rsidRPr="00863909">
              <w:rPr>
                <w:rStyle w:val="Hyperlink"/>
                <w:noProof/>
                <w:rtl/>
                <w:lang w:bidi="fa-IR"/>
              </w:rPr>
              <w:t>تأث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 دعا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3" w:history="1">
            <w:r w:rsidRPr="00863909">
              <w:rPr>
                <w:rStyle w:val="Hyperlink"/>
                <w:noProof/>
                <w:rtl/>
                <w:lang w:bidi="fa-IR"/>
              </w:rPr>
              <w:t>چهار درهم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4" w:history="1">
            <w:r w:rsidRPr="00863909">
              <w:rPr>
                <w:rStyle w:val="Hyperlink"/>
                <w:noProof/>
                <w:rtl/>
                <w:lang w:bidi="fa-IR"/>
              </w:rPr>
              <w:t>مجتهد وفرمان بس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5" w:history="1">
            <w:r w:rsidRPr="00863909">
              <w:rPr>
                <w:rStyle w:val="Hyperlink"/>
                <w:noProof/>
                <w:rtl/>
                <w:lang w:bidi="fa-IR"/>
              </w:rPr>
              <w:t>آخوند ملا حس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ن قل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مرد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را توبه 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6" w:history="1">
            <w:r w:rsidRPr="00863909">
              <w:rPr>
                <w:rStyle w:val="Hyperlink"/>
                <w:noProof/>
                <w:rtl/>
                <w:lang w:bidi="fa-IR"/>
              </w:rPr>
              <w:t>جوان لامذهب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متد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ن و صاحب مقام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7" w:history="1">
            <w:r w:rsidRPr="00863909">
              <w:rPr>
                <w:rStyle w:val="Hyperlink"/>
                <w:noProof/>
                <w:rtl/>
                <w:lang w:bidi="fa-IR"/>
              </w:rPr>
              <w:t>از نوازندگ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به بندگ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خدا برگشت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8" w:history="1">
            <w:r w:rsidRPr="00863909">
              <w:rPr>
                <w:rStyle w:val="Hyperlink"/>
                <w:noProof/>
                <w:rtl/>
                <w:lang w:bidi="fa-IR"/>
              </w:rPr>
              <w:t xml:space="preserve">مسلمان شدن 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ک قر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ه بودا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89" w:history="1">
            <w:r w:rsidRPr="00863909">
              <w:rPr>
                <w:rStyle w:val="Hyperlink"/>
                <w:noProof/>
                <w:rtl/>
                <w:lang w:bidi="fa-IR"/>
              </w:rPr>
              <w:t>احمد بن داوود در دربار مأمون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0" w:history="1">
            <w:r w:rsidRPr="00863909">
              <w:rPr>
                <w:rStyle w:val="Hyperlink"/>
                <w:noProof/>
                <w:rtl/>
                <w:lang w:bidi="fa-IR"/>
              </w:rPr>
              <w:t>عالم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مال مردم را گرفت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1" w:history="1">
            <w:r w:rsidRPr="00863909">
              <w:rPr>
                <w:rStyle w:val="Hyperlink"/>
                <w:noProof/>
                <w:rtl/>
                <w:lang w:bidi="fa-IR"/>
              </w:rPr>
              <w:t>محمد بن مسلم و قاض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ابن اب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2" w:history="1">
            <w:r w:rsidRPr="00863909">
              <w:rPr>
                <w:rStyle w:val="Hyperlink"/>
                <w:noProof/>
                <w:rtl/>
                <w:lang w:bidi="fa-IR"/>
              </w:rPr>
              <w:t>سخنان مهم امام خم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درباره مجلس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3" w:history="1">
            <w:r w:rsidRPr="00863909">
              <w:rPr>
                <w:rStyle w:val="Hyperlink"/>
                <w:noProof/>
                <w:rtl/>
                <w:lang w:bidi="fa-IR"/>
              </w:rPr>
              <w:t>خواجه نص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</w:t>
            </w:r>
            <w:r w:rsidRPr="00863909">
              <w:rPr>
                <w:rStyle w:val="Hyperlink"/>
                <w:rFonts w:cs="Rafed Alaem"/>
                <w:noProof/>
                <w:rtl/>
              </w:rPr>
              <w:t>رحمه‌الله</w:t>
            </w:r>
            <w:r w:rsidRPr="00863909">
              <w:rPr>
                <w:rStyle w:val="Hyperlink"/>
                <w:noProof/>
                <w:rtl/>
                <w:lang w:bidi="fa-IR"/>
              </w:rPr>
              <w:t>ومجلس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4" w:history="1">
            <w:r w:rsidRPr="00863909">
              <w:rPr>
                <w:rStyle w:val="Hyperlink"/>
                <w:noProof/>
                <w:rtl/>
                <w:lang w:bidi="fa-IR"/>
              </w:rPr>
              <w:t>درباره خلاص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مؤ من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5" w:history="1">
            <w:r w:rsidRPr="00863909">
              <w:rPr>
                <w:rStyle w:val="Hyperlink"/>
                <w:noProof/>
                <w:rtl/>
                <w:lang w:bidi="fa-IR"/>
              </w:rPr>
              <w:t>کتب کلب آستان عل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عباس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6" w:history="1">
            <w:r w:rsidRPr="00863909">
              <w:rPr>
                <w:rStyle w:val="Hyperlink"/>
                <w:noProof/>
                <w:rtl/>
                <w:lang w:bidi="fa-IR"/>
              </w:rPr>
              <w:t>مناظره ابن فهد حل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با اهل 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7" w:history="1">
            <w:r w:rsidRPr="00863909">
              <w:rPr>
                <w:rStyle w:val="Hyperlink"/>
                <w:noProof/>
                <w:rtl/>
                <w:lang w:bidi="fa-IR"/>
              </w:rPr>
              <w:t xml:space="preserve">طاوس 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مان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با عبدالملک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8" w:history="1">
            <w:r w:rsidRPr="00863909">
              <w:rPr>
                <w:rStyle w:val="Hyperlink"/>
                <w:noProof/>
                <w:rtl/>
                <w:lang w:bidi="fa-IR"/>
              </w:rPr>
              <w:t>ش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خ ابوالحسن نور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خمها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شراب معتضد را شکست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8999" w:history="1">
            <w:r w:rsidRPr="00863909">
              <w:rPr>
                <w:rStyle w:val="Hyperlink"/>
                <w:noProof/>
                <w:rtl/>
                <w:lang w:bidi="fa-IR"/>
              </w:rPr>
              <w:t>سخنان بهلول به هارون الرش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Toc3368999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0" w:history="1">
            <w:r w:rsidRPr="00863909">
              <w:rPr>
                <w:rStyle w:val="Hyperlink"/>
                <w:noProof/>
                <w:rtl/>
                <w:lang w:bidi="fa-IR"/>
              </w:rPr>
              <w:t>ابو عبد اللّه صفوان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قاض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موصل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1" w:history="1">
            <w:r w:rsidRPr="00863909">
              <w:rPr>
                <w:rStyle w:val="Hyperlink"/>
                <w:noProof/>
                <w:rtl/>
                <w:lang w:bidi="fa-IR"/>
              </w:rPr>
              <w:t>حاج ملا احمد نراق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و حاکم 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2" w:history="1">
            <w:r w:rsidRPr="00863909">
              <w:rPr>
                <w:rStyle w:val="Hyperlink"/>
                <w:noProof/>
                <w:rtl/>
                <w:lang w:bidi="fa-IR"/>
              </w:rPr>
              <w:t>گزارش سرجان ملکم انگل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3" w:history="1">
            <w:r w:rsidRPr="00863909">
              <w:rPr>
                <w:rStyle w:val="Hyperlink"/>
                <w:noProof/>
                <w:rtl/>
                <w:lang w:bidi="fa-IR"/>
              </w:rPr>
              <w:t>محقق کرک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و فرمانروائ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4" w:history="1">
            <w:r w:rsidRPr="00863909">
              <w:rPr>
                <w:rStyle w:val="Hyperlink"/>
                <w:noProof/>
                <w:rtl/>
                <w:lang w:bidi="fa-IR"/>
              </w:rPr>
              <w:t>نقش علما در نهضت و ق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ام سربداران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5" w:history="1">
            <w:r w:rsidRPr="00863909">
              <w:rPr>
                <w:rStyle w:val="Hyperlink"/>
                <w:noProof/>
                <w:rtl/>
                <w:lang w:bidi="fa-IR"/>
              </w:rPr>
              <w:t>قدرت ب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ان خطبا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6" w:history="1">
            <w:r w:rsidRPr="00863909">
              <w:rPr>
                <w:rStyle w:val="Hyperlink"/>
                <w:noProof/>
                <w:rtl/>
                <w:lang w:bidi="fa-IR"/>
              </w:rPr>
              <w:t>کس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که خدا را دارد همه 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ز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7" w:history="1">
            <w:r w:rsidRPr="00863909">
              <w:rPr>
                <w:rStyle w:val="Hyperlink"/>
                <w:noProof/>
                <w:rtl/>
                <w:lang w:bidi="fa-IR"/>
              </w:rPr>
              <w:t>دعا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ام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 شرف الد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ن دشتک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8" w:history="1">
            <w:r w:rsidRPr="00863909">
              <w:rPr>
                <w:rStyle w:val="Hyperlink"/>
                <w:noProof/>
                <w:rtl/>
                <w:lang w:bidi="fa-IR"/>
              </w:rPr>
              <w:t>ا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ثارگر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ک روحان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09" w:history="1">
            <w:r w:rsidRPr="00863909">
              <w:rPr>
                <w:rStyle w:val="Hyperlink"/>
                <w:noProof/>
                <w:rtl/>
                <w:lang w:bidi="fa-IR"/>
              </w:rPr>
              <w:t>استاد اله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10" w:history="1">
            <w:r w:rsidRPr="00863909">
              <w:rPr>
                <w:rStyle w:val="Hyperlink"/>
                <w:noProof/>
                <w:rtl/>
                <w:lang w:bidi="fa-IR"/>
              </w:rPr>
              <w:t>نقش روحان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ت ش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عه در نهضتها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11" w:history="1">
            <w:r w:rsidRPr="00863909">
              <w:rPr>
                <w:rStyle w:val="Hyperlink"/>
                <w:noProof/>
                <w:rtl/>
                <w:lang w:bidi="fa-IR"/>
              </w:rPr>
              <w:t>گزارش سف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 روس راجع به تاءث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>ر کلام 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12" w:history="1">
            <w:r w:rsidRPr="00863909">
              <w:rPr>
                <w:rStyle w:val="Hyperlink"/>
                <w:noProof/>
                <w:rtl/>
                <w:lang w:bidi="fa-IR"/>
              </w:rPr>
              <w:t>پ</w:t>
            </w:r>
            <w:r w:rsidRPr="0086390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63909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369013" w:history="1">
            <w:r w:rsidRPr="00863909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Toc3369013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0A93" w:rsidRDefault="00590A93">
          <w:r>
            <w:fldChar w:fldCharType="end"/>
          </w:r>
        </w:p>
      </w:sdtContent>
    </w:sdt>
    <w:p w:rsidR="00590A93" w:rsidRPr="00B300E7" w:rsidRDefault="00590A93" w:rsidP="00590A93">
      <w:pPr>
        <w:pStyle w:val="libNormal"/>
        <w:rPr>
          <w:lang w:bidi="fa-IR"/>
        </w:rPr>
      </w:pPr>
    </w:p>
    <w:sectPr w:rsidR="00590A93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5FC" w:rsidRDefault="009C55FC">
      <w:r>
        <w:separator/>
      </w:r>
    </w:p>
  </w:endnote>
  <w:endnote w:type="continuationSeparator" w:id="0">
    <w:p w:rsidR="009C55FC" w:rsidRDefault="009C5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80" w:rsidRDefault="00F12880">
    <w:pPr>
      <w:pStyle w:val="Footer"/>
    </w:pPr>
    <w:fldSimple w:instr=" PAGE   \* MERGEFORMAT ">
      <w:r w:rsidR="00590A93">
        <w:rPr>
          <w:noProof/>
          <w:rtl/>
        </w:rPr>
        <w:t>78</w:t>
      </w:r>
    </w:fldSimple>
  </w:p>
  <w:p w:rsidR="00F12880" w:rsidRDefault="00F128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80" w:rsidRDefault="00F12880">
    <w:pPr>
      <w:pStyle w:val="Footer"/>
    </w:pPr>
    <w:fldSimple w:instr=" PAGE   \* MERGEFORMAT ">
      <w:r w:rsidR="00590A93">
        <w:rPr>
          <w:noProof/>
          <w:rtl/>
        </w:rPr>
        <w:t>79</w:t>
      </w:r>
    </w:fldSimple>
  </w:p>
  <w:p w:rsidR="00F12880" w:rsidRDefault="00F128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80" w:rsidRDefault="00F12880">
    <w:pPr>
      <w:pStyle w:val="Footer"/>
    </w:pPr>
    <w:fldSimple w:instr=" PAGE   \* MERGEFORMAT ">
      <w:r w:rsidR="00590A93">
        <w:rPr>
          <w:noProof/>
          <w:rtl/>
        </w:rPr>
        <w:t>1</w:t>
      </w:r>
    </w:fldSimple>
  </w:p>
  <w:p w:rsidR="00F12880" w:rsidRDefault="00F128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5FC" w:rsidRDefault="009C55FC">
      <w:r>
        <w:separator/>
      </w:r>
    </w:p>
  </w:footnote>
  <w:footnote w:type="continuationSeparator" w:id="0">
    <w:p w:rsidR="009C55FC" w:rsidRDefault="009C5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BC3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3F67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3C2E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5981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0A93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5F506C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B17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27A5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C5BC3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E5999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55FC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1F79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54591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50A7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B7893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E5E0A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238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C7DDF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2880"/>
    <w:rsid w:val="00F1517E"/>
    <w:rsid w:val="00F16678"/>
    <w:rsid w:val="00F16834"/>
    <w:rsid w:val="00F26388"/>
    <w:rsid w:val="00F3089C"/>
    <w:rsid w:val="00F31BE3"/>
    <w:rsid w:val="00F34B21"/>
    <w:rsid w:val="00F34CA5"/>
    <w:rsid w:val="00F4145F"/>
    <w:rsid w:val="00F41E90"/>
    <w:rsid w:val="00F436BF"/>
    <w:rsid w:val="00F515B7"/>
    <w:rsid w:val="00F51E87"/>
    <w:rsid w:val="00F53507"/>
    <w:rsid w:val="00F571FE"/>
    <w:rsid w:val="00F638A5"/>
    <w:rsid w:val="00F65587"/>
    <w:rsid w:val="00F661AA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  <w:rsid w:val="00FF4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023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styleId="Emphasis">
    <w:name w:val="Emphasis"/>
    <w:basedOn w:val="DefaultParagraphFont"/>
    <w:uiPriority w:val="20"/>
    <w:qFormat/>
    <w:rsid w:val="00A21F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%201440\M-rgab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3D80-B40D-4782-8D32-FEC0B8F1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183</TotalTime>
  <Pages>80</Pages>
  <Words>11099</Words>
  <Characters>63269</Characters>
  <Application>Microsoft Office Word</Application>
  <DocSecurity>0</DocSecurity>
  <Lines>527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1601-01-01T00:00:00Z</cp:lastPrinted>
  <dcterms:created xsi:type="dcterms:W3CDTF">2019-03-11T08:46:00Z</dcterms:created>
  <dcterms:modified xsi:type="dcterms:W3CDTF">2019-03-13T07:59:00Z</dcterms:modified>
</cp:coreProperties>
</file>