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8D" w:rsidRDefault="00BE408D" w:rsidP="00BE408D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BE408D" w:rsidRDefault="00BE408D" w:rsidP="00BE408D">
      <w:pPr>
        <w:pStyle w:val="libNotice"/>
        <w:rPr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BE408D" w:rsidRDefault="00BE408D" w:rsidP="004033D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BE408D">
      <w:pPr>
        <w:pStyle w:val="libCenterBold1"/>
        <w:rPr>
          <w:rtl/>
          <w:lang w:bidi="fa-IR"/>
        </w:rPr>
      </w:pPr>
      <w:r>
        <w:rPr>
          <w:rtl/>
          <w:lang w:bidi="fa-IR"/>
        </w:rPr>
        <w:t>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4033DA" w:rsidRDefault="00BE408D" w:rsidP="00BE408D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="004033DA">
        <w:rPr>
          <w:rFonts w:hint="eastAsia"/>
          <w:rtl/>
          <w:lang w:bidi="fa-IR"/>
        </w:rPr>
        <w:t>عبدالحم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ناصر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>.</w:t>
      </w:r>
    </w:p>
    <w:p w:rsidR="004033DA" w:rsidRDefault="00BE408D" w:rsidP="00BE408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534017844"/>
      <w:bookmarkStart w:id="1" w:name="_Toc534017934"/>
      <w:r w:rsidR="004033DA">
        <w:rPr>
          <w:rFonts w:hint="eastAsia"/>
          <w:rtl/>
          <w:lang w:bidi="fa-IR"/>
        </w:rPr>
        <w:lastRenderedPageBreak/>
        <w:t>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باچه</w:t>
      </w:r>
      <w:bookmarkEnd w:id="0"/>
      <w:bookmarkEnd w:id="1"/>
    </w:p>
    <w:p w:rsidR="004033DA" w:rsidRDefault="004033DA" w:rsidP="00BE40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کمال</w:t>
      </w:r>
      <w:r>
        <w:rPr>
          <w:rtl/>
          <w:lang w:bidi="fa-IR"/>
        </w:rPr>
        <w:t xml:space="preserve"> 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انسان فره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خردمند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و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کمال شناخت الگو و راهنما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فراز و فرودها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روزگار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و امتحان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سعاد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بهروز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راهنما و 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باشد. پس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امامان معصوم </w:t>
      </w:r>
      <w:r w:rsidR="00BE408D" w:rsidRPr="00BE408D">
        <w:rPr>
          <w:rStyle w:val="libAlaemChar"/>
          <w:rtl/>
        </w:rPr>
        <w:t>عليهم‌السلام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اصحاب خاص آن بزرگواران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اسوه اند. آنان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رکاب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باکانه از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آنان دفاع کرده اند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آزارها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را به جان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BE40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BE408D" w:rsidRPr="00BE408D">
        <w:rPr>
          <w:rStyle w:val="libAlaemChar"/>
          <w:rFonts w:eastAsiaTheme="minorHAnsi"/>
          <w:rtl/>
        </w:rPr>
        <w:t>صلى‌الله‌عليه‌وآله‌وسلم</w:t>
      </w:r>
      <w:r w:rsidR="00BE408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از برجستگ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برخوردارند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بزرگان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مقداد، سلمان، عمار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و ابوذر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درخشند. ابوذر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مانند سلمان در شمار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قرار گرفت و م</w:t>
      </w:r>
      <w:r>
        <w:rPr>
          <w:rFonts w:hint="eastAsia"/>
          <w:rtl/>
          <w:lang w:bidi="fa-IR"/>
        </w:rPr>
        <w:t>ورد</w:t>
      </w:r>
      <w:r>
        <w:rPr>
          <w:rtl/>
          <w:lang w:bidi="fa-IR"/>
        </w:rPr>
        <w:t xml:space="preserve">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حضرت و امامان معصوم بود.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از نوادر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گونه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اوست بازخوان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نشده و چهره اش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خواص مسلمانان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مانده است. او دلباخته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عاشق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او شجاع،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صادق، زاهد و پرخاشگر بود. او نسبت به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زمانه را تحمل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باکانه لب به اعتراض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گشود و صاحب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منصبان</w:t>
      </w:r>
      <w:r>
        <w:rPr>
          <w:rtl/>
          <w:lang w:bidi="fa-IR"/>
        </w:rPr>
        <w:t xml:space="preserve"> را به عدالت، زهد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آنجا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به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شدنش 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پژوهش در واقع درآمد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هرچه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عاشق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 از پژوهشگر ارجمند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نگارش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تشکر و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مورد توجه و استفاده اصحاب رسانه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انّه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اداره</w:t>
      </w:r>
      <w:r>
        <w:rPr>
          <w:rtl/>
          <w:lang w:bidi="fa-IR"/>
        </w:rPr>
        <w:t xml:space="preserve"> کل پژوهش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مرکز</w:t>
      </w:r>
      <w:r>
        <w:rPr>
          <w:rtl/>
          <w:lang w:bidi="fa-IR"/>
        </w:rPr>
        <w:t xml:space="preserve"> پژوهش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</w:p>
    <w:p w:rsidR="004033DA" w:rsidRDefault="00BE408D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BE408D">
      <w:pPr>
        <w:pStyle w:val="Heading1"/>
        <w:rPr>
          <w:rtl/>
          <w:lang w:bidi="fa-IR"/>
        </w:rPr>
      </w:pPr>
      <w:bookmarkStart w:id="2" w:name="_Toc534017845"/>
      <w:bookmarkStart w:id="3" w:name="_Toc534017935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گفتار</w:t>
      </w:r>
      <w:bookmarkEnd w:id="2"/>
      <w:bookmarkEnd w:id="3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برجسته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اصحاب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است. ابوذر،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و امامان معصوم </w:t>
      </w:r>
      <w:r w:rsidR="00BE408D" w:rsidRPr="00BE408D">
        <w:rPr>
          <w:rStyle w:val="libAlaemChar"/>
          <w:rtl/>
        </w:rPr>
        <w:t>عليهم‌السلام</w:t>
      </w:r>
      <w:r>
        <w:rPr>
          <w:rtl/>
          <w:lang w:bidi="fa-IR"/>
        </w:rPr>
        <w:t>بارها او را ستودند و همانند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مدال «منّا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ت»</w:t>
      </w:r>
      <w:r>
        <w:rPr>
          <w:rtl/>
          <w:lang w:bidi="fa-IR"/>
        </w:rPr>
        <w:t xml:space="preserve"> گرفت.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سترگ و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 آوازه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دارد و کمتر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نامش را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سوگمندانه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که چهره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خدا و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مخاطب آشنا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بعثت آن گونه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عظمتش است، شناخته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او در شمار افراد و </w:t>
      </w: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چهره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در نقاب و حجاب آوازه و شهرت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مانده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عارف، زاهد، شجاع،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با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صادق و عاشق رسالت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که کمتر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از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برخوردار است.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نه تنها عوام، بلکه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خواص، ابوذر را به زهد و پرخاشگر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شناسند،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افکنده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روزها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غرّان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اسلام بود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شب، ستاره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درخشان در آسمان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ابتهال.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زهد و عبادت او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خطا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فاحش.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ابوذر، نه تنها بهانه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نبود که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پشتوانه اش بود در ا</w:t>
      </w:r>
      <w:r>
        <w:rPr>
          <w:rFonts w:hint="eastAsia"/>
          <w:rtl/>
          <w:lang w:bidi="fa-IR"/>
        </w:rPr>
        <w:t>نجام</w:t>
      </w:r>
      <w:r>
        <w:rPr>
          <w:rtl/>
          <w:lang w:bidi="fa-IR"/>
        </w:rPr>
        <w:t xml:space="preserve"> تعهدها و </w:t>
      </w:r>
      <w:r>
        <w:rPr>
          <w:rtl/>
          <w:lang w:bidi="fa-IR"/>
        </w:rPr>
        <w:lastRenderedPageBreak/>
        <w:t>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آنچه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پژوهش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فشرده بر زوا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ره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سنّت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033DA" w:rsidRDefault="00BE408D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BE408D">
      <w:pPr>
        <w:pStyle w:val="Heading1"/>
        <w:rPr>
          <w:rtl/>
          <w:lang w:bidi="fa-IR"/>
        </w:rPr>
      </w:pPr>
      <w:bookmarkStart w:id="4" w:name="_Toc534017846"/>
      <w:bookmarkStart w:id="5" w:name="_Toc534017936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اول: ابوذر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bookmarkEnd w:id="4"/>
      <w:bookmarkEnd w:id="5"/>
    </w:p>
    <w:p w:rsidR="004033DA" w:rsidRDefault="004033DA" w:rsidP="00572774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572774" w:rsidRDefault="00572774" w:rsidP="004033DA">
      <w:pPr>
        <w:pStyle w:val="libNormal"/>
        <w:rPr>
          <w:rtl/>
          <w:lang w:bidi="fa-IR"/>
        </w:rPr>
      </w:pPr>
    </w:p>
    <w:p w:rsidR="004033DA" w:rsidRDefault="004033DA" w:rsidP="00572774">
      <w:pPr>
        <w:pStyle w:val="Heading2"/>
        <w:rPr>
          <w:rtl/>
          <w:lang w:bidi="fa-IR"/>
        </w:rPr>
      </w:pPr>
      <w:bookmarkStart w:id="6" w:name="_Toc534017847"/>
      <w:bookmarkStart w:id="7" w:name="_Toc534017937"/>
      <w:r>
        <w:rPr>
          <w:rFonts w:hint="eastAsia"/>
          <w:rtl/>
          <w:lang w:bidi="fa-IR"/>
        </w:rPr>
        <w:t>خاندان</w:t>
      </w:r>
      <w:bookmarkEnd w:id="6"/>
      <w:bookmarkEnd w:id="7"/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جندب</w:t>
      </w:r>
      <w:r>
        <w:rPr>
          <w:rtl/>
          <w:lang w:bidi="fa-IR"/>
        </w:rPr>
        <w:t xml:space="preserve"> بن جناده معروف به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غفار است.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هرچند مختصر درباره دودمان، زادگاه و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اش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غفار که از آن به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اثرگذار عرب قبل از اسلام است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منابع که اعراب را به دو دسته «عاربه» (اص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) و «مستعربه» (غ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)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کرده است،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را از دسته اول دانسته و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کرده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از زمان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منطقه نجد ساکن بودند.</w:t>
      </w:r>
      <w:r w:rsidRPr="00572774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سرود</w:t>
      </w:r>
      <w:r>
        <w:rPr>
          <w:rtl/>
          <w:lang w:bidi="fa-IR"/>
        </w:rPr>
        <w:t xml:space="preserve"> «حداء»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سرودها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عرب صحرانورد و مخصوص راندن شتر است،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نسبت داده شده است. پس از ابداع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سرود به دست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غفار، اقوام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رفتند،</w:t>
      </w:r>
      <w:r>
        <w:rPr>
          <w:rtl/>
          <w:lang w:bidi="fa-IR"/>
        </w:rPr>
        <w:t xml:space="preserve">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صبغه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 w:rsidRPr="00572774">
        <w:rPr>
          <w:rStyle w:val="libFootnotenumChar"/>
          <w:rtl/>
        </w:rPr>
        <w:t xml:space="preserve">(2) </w:t>
      </w:r>
      <w:r>
        <w:rPr>
          <w:rtl/>
          <w:lang w:bidi="fa-IR"/>
        </w:rPr>
        <w:t>و مشهور شد.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طوا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عرب، بت پرست بودند، هرچند ابوذر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استثنا بود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اسلام، در جامعه شرک، از بقا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پاسدار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بت مخصوص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«منات»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بت را در خانه کعبه نگه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از 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مشهور </w:t>
      </w:r>
      <w:r>
        <w:rPr>
          <w:rFonts w:hint="eastAsia"/>
          <w:rtl/>
          <w:lang w:bidi="fa-IR"/>
        </w:rPr>
        <w:t>دوران</w:t>
      </w:r>
      <w:r>
        <w:rPr>
          <w:rtl/>
          <w:lang w:bidi="fa-IR"/>
        </w:rPr>
        <w:t xml:space="preserve">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  <w:r w:rsidRPr="00572774">
        <w:rPr>
          <w:rStyle w:val="libFootnotenumChar"/>
          <w:rtl/>
        </w:rPr>
        <w:t>(3)</w:t>
      </w:r>
    </w:p>
    <w:p w:rsidR="004033DA" w:rsidRPr="00572774" w:rsidRDefault="00572774" w:rsidP="0057277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4033DA" w:rsidRDefault="004033DA" w:rsidP="00572774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مفصل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العرب قبل الاسلام، ج 1، ص 295؛ ج 5، ص 116.</w:t>
      </w:r>
    </w:p>
    <w:p w:rsidR="004033DA" w:rsidRDefault="004033DA" w:rsidP="00572774">
      <w:pPr>
        <w:pStyle w:val="libFootnote0"/>
        <w:rPr>
          <w:rtl/>
          <w:lang w:bidi="fa-IR"/>
        </w:rPr>
      </w:pPr>
      <w:r>
        <w:rPr>
          <w:rtl/>
          <w:lang w:bidi="fa-IR"/>
        </w:rPr>
        <w:t>2- مفصل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العرب قبل الاسلام، ج 1، ص 295</w:t>
      </w:r>
    </w:p>
    <w:p w:rsidR="004033DA" w:rsidRDefault="004033DA" w:rsidP="00572774">
      <w:pPr>
        <w:pStyle w:val="libFootnote0"/>
        <w:rPr>
          <w:rtl/>
          <w:lang w:bidi="fa-IR"/>
        </w:rPr>
      </w:pPr>
      <w:r>
        <w:rPr>
          <w:rtl/>
          <w:lang w:bidi="fa-IR"/>
        </w:rPr>
        <w:t>3- مفصل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العرب قبل الاسلام، ج 1، ص 295</w:t>
      </w:r>
    </w:p>
    <w:p w:rsidR="004033DA" w:rsidRDefault="0057277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موقع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ت</w:t>
      </w:r>
      <w:r w:rsidR="004033DA">
        <w:rPr>
          <w:rtl/>
          <w:lang w:bidi="fa-IR"/>
        </w:rPr>
        <w:t xml:space="preserve"> جغراف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</w:t>
      </w:r>
      <w:r w:rsidR="004033DA">
        <w:rPr>
          <w:rFonts w:hint="cs"/>
          <w:rtl/>
          <w:lang w:bidi="fa-IR"/>
        </w:rPr>
        <w:t>یی</w:t>
      </w:r>
      <w:r w:rsidR="004033DA">
        <w:rPr>
          <w:rtl/>
          <w:lang w:bidi="fa-IR"/>
        </w:rPr>
        <w:t xml:space="preserve"> بن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غفار بر اهم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ت</w:t>
      </w:r>
      <w:r w:rsidR="004033DA">
        <w:rPr>
          <w:rtl/>
          <w:lang w:bidi="fa-IR"/>
        </w:rPr>
        <w:t xml:space="preserve"> تجار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قب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له</w:t>
      </w:r>
      <w:r w:rsidR="004033DA">
        <w:rPr>
          <w:rtl/>
          <w:lang w:bidi="fa-IR"/>
        </w:rPr>
        <w:t xml:space="preserve"> افزوده و آن را مورد توجه قر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ش</w:t>
      </w:r>
      <w:r w:rsidR="004033DA">
        <w:rPr>
          <w:rtl/>
          <w:lang w:bidi="fa-IR"/>
        </w:rPr>
        <w:t xml:space="preserve"> ساخته بود.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طا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فه</w:t>
      </w:r>
      <w:r w:rsidR="004033DA">
        <w:rPr>
          <w:rtl/>
          <w:lang w:bidi="fa-IR"/>
        </w:rPr>
        <w:t xml:space="preserve"> در مس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ر</w:t>
      </w:r>
      <w:r w:rsidR="004033DA">
        <w:rPr>
          <w:rtl/>
          <w:lang w:bidi="fa-IR"/>
        </w:rPr>
        <w:t xml:space="preserve"> قد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</w:t>
      </w:r>
      <w:r w:rsidR="004033DA">
        <w:rPr>
          <w:rtl/>
          <w:lang w:bidi="fa-IR"/>
        </w:rPr>
        <w:t xml:space="preserve"> تجار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مکه و شام ساکن بودند. از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رو، قر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ش</w:t>
      </w:r>
      <w:r w:rsidR="004033DA">
        <w:rPr>
          <w:rtl/>
          <w:lang w:bidi="fa-IR"/>
        </w:rPr>
        <w:t xml:space="preserve"> و 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گر</w:t>
      </w:r>
      <w:r w:rsidR="004033DA">
        <w:rPr>
          <w:rtl/>
          <w:lang w:bidi="fa-IR"/>
        </w:rPr>
        <w:t xml:space="preserve"> بازرگانان مکه و شام تداوم توف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ق</w:t>
      </w:r>
      <w:r w:rsidR="004033DA">
        <w:rPr>
          <w:rtl/>
          <w:lang w:bidi="fa-IR"/>
        </w:rPr>
        <w:t xml:space="preserve"> تجار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خو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ش</w:t>
      </w:r>
      <w:r w:rsidR="004033DA">
        <w:rPr>
          <w:rtl/>
          <w:lang w:bidi="fa-IR"/>
        </w:rPr>
        <w:t xml:space="preserve"> را مرهون روابط سالم با آنان و حفظ امن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ت</w:t>
      </w:r>
      <w:r w:rsidR="004033DA">
        <w:rPr>
          <w:rtl/>
          <w:lang w:bidi="fa-IR"/>
        </w:rPr>
        <w:t xml:space="preserve">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مس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>ر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دانستند.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سکونت 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با نام «سرزم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هرچند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منابع، از آن با نام «غصفان»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است.</w:t>
      </w:r>
      <w:r w:rsidRPr="00572774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گونه که هاشم، 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عاص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سران طوا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مهم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رفتند. غفار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جد اعلا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در منطقه نجدِ حجاز بود. ابوذر در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حدود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اسلام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جهان گشود. پدر او، جناده با پ</w:t>
      </w:r>
      <w:r>
        <w:rPr>
          <w:rFonts w:hint="eastAsia"/>
          <w:rtl/>
          <w:lang w:bidi="fa-IR"/>
        </w:rPr>
        <w:t>نج</w:t>
      </w:r>
      <w:r>
        <w:rPr>
          <w:rtl/>
          <w:lang w:bidi="fa-IR"/>
        </w:rPr>
        <w:t xml:space="preserve"> واسطه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غفار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572774">
        <w:rPr>
          <w:rStyle w:val="libFootnotenumChar"/>
          <w:rtl/>
        </w:rPr>
        <w:t xml:space="preserve">(2) </w:t>
      </w:r>
      <w:r>
        <w:rPr>
          <w:rtl/>
          <w:lang w:bidi="fa-IR"/>
        </w:rPr>
        <w:t>بنا بر مشهور، مادرش، رمله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که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دودمان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داشت.</w:t>
      </w:r>
      <w:r w:rsidRPr="00572774">
        <w:rPr>
          <w:rStyle w:val="libFootnotenumChar"/>
          <w:rtl/>
        </w:rPr>
        <w:t>(3)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</w:t>
      </w:r>
      <w:r>
        <w:rPr>
          <w:rtl/>
          <w:lang w:bidi="fa-IR"/>
        </w:rPr>
        <w:t xml:space="preserve"> بر نقل مصادر مشهور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ابوذر دو برادر داشت.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عمر بن عتبه السلم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است که مادر ابوذر او را از شوهر نخست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آورده بود.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گرش،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بن جنان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شاعران صدر اسلام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572774">
        <w:rPr>
          <w:rStyle w:val="libFootnotenumChar"/>
          <w:rtl/>
        </w:rPr>
        <w:t>(4)</w:t>
      </w:r>
    </w:p>
    <w:p w:rsidR="004033DA" w:rsidRPr="00572774" w:rsidRDefault="00572774" w:rsidP="00572774">
      <w:pPr>
        <w:pStyle w:val="libLine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____________________________________</w:t>
      </w:r>
    </w:p>
    <w:p w:rsidR="004033DA" w:rsidRDefault="004033DA" w:rsidP="00572774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مفصل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العرب قبل الاسلام، ج 1، ص 458؛ ج 7، ص 351؛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3، ص 210؛ معجم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العرب، ج 3، ص 890.</w:t>
      </w:r>
    </w:p>
    <w:p w:rsidR="004033DA" w:rsidRDefault="004033DA" w:rsidP="00572774">
      <w:pPr>
        <w:pStyle w:val="libFootnote0"/>
        <w:rPr>
          <w:rtl/>
          <w:lang w:bidi="fa-IR"/>
        </w:rPr>
      </w:pPr>
      <w:r>
        <w:rPr>
          <w:rtl/>
          <w:lang w:bidi="fa-IR"/>
        </w:rPr>
        <w:t>2-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اسماء الرجال، ج 33، ص 294؛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النبلاء، ج 2، ص 46؛ جمهره انساب العرب، ج 1، ص 186.</w:t>
      </w:r>
    </w:p>
    <w:p w:rsidR="004033DA" w:rsidRDefault="004033DA" w:rsidP="00572774">
      <w:pPr>
        <w:pStyle w:val="libFootnote0"/>
        <w:rPr>
          <w:rtl/>
          <w:lang w:bidi="fa-IR"/>
        </w:rPr>
      </w:pPr>
      <w:r>
        <w:rPr>
          <w:rtl/>
          <w:lang w:bidi="fa-IR"/>
        </w:rPr>
        <w:t>3-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اسماء الرجال، ج 33، ص 294</w:t>
      </w:r>
    </w:p>
    <w:p w:rsidR="004033DA" w:rsidRDefault="004033DA" w:rsidP="00572774">
      <w:pPr>
        <w:pStyle w:val="libFootnote0"/>
        <w:rPr>
          <w:rtl/>
          <w:lang w:bidi="fa-IR"/>
        </w:rPr>
      </w:pPr>
      <w:r>
        <w:rPr>
          <w:rtl/>
          <w:lang w:bidi="fa-IR"/>
        </w:rPr>
        <w:t>4-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اسماء الرجال، ج 33، ص 294</w:t>
      </w:r>
    </w:p>
    <w:p w:rsidR="00572774" w:rsidRDefault="0057277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572774" w:rsidP="00572774">
      <w:pPr>
        <w:pStyle w:val="Heading2"/>
        <w:rPr>
          <w:rtl/>
          <w:lang w:bidi="fa-IR"/>
        </w:rPr>
      </w:pPr>
      <w:bookmarkStart w:id="8" w:name="_Toc534017848"/>
      <w:bookmarkStart w:id="9" w:name="_Toc534017938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عصر بت پرست</w:t>
      </w:r>
      <w:r>
        <w:rPr>
          <w:rFonts w:hint="cs"/>
          <w:rtl/>
          <w:lang w:bidi="fa-IR"/>
        </w:rPr>
        <w:t>ی</w:t>
      </w:r>
      <w:bookmarkEnd w:id="8"/>
      <w:bookmarkEnd w:id="9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دوران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اسلام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هرچند در آغاز،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اغراق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صداقت مثال زدن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گزارش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در منابع گوناگون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ما را بر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تا با درنگ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باره، گزارش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از مآخذ مستند نقل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ابن سعد در طبقات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آورده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برادر! من سه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ملاقات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خواندم.» 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«به کدام سو؟»، گفت: «به هر جانب که خداوند مرا جهت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از شامگاه تا پگاه در ورد و نماز بودم. آن گاه همانند تکه پارچه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افتادم تا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طلوع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کرد...».</w:t>
      </w:r>
      <w:r w:rsidRPr="00572774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5727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گزارش را آورده است و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آن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اند. معلوم است که ابوذر نه تنها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سنّت شکن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نشان داد، بلکه از تعقل و ژرف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فراوان کرد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آگاهانه قدم برداشت.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ابوذر به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داشت، بقا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572774" w:rsidRPr="00572774">
        <w:rPr>
          <w:rStyle w:val="libAlaemChar"/>
          <w:rFonts w:eastAsiaTheme="minorHAnsi"/>
          <w:rtl/>
        </w:rPr>
        <w:t>عليه‌السلام</w:t>
      </w:r>
      <w:r w:rsidR="0057277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بود. تعداد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العرب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تا ظهور اسلام و بعثت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خاتم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حفظ کردند و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ماندند.</w:t>
      </w:r>
    </w:p>
    <w:p w:rsidR="004033DA" w:rsidRDefault="00572774" w:rsidP="005727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572774">
      <w:pPr>
        <w:pStyle w:val="Heading2"/>
        <w:rPr>
          <w:rtl/>
          <w:lang w:bidi="fa-IR"/>
        </w:rPr>
      </w:pPr>
      <w:bookmarkStart w:id="10" w:name="_Toc534017849"/>
      <w:bookmarkStart w:id="11" w:name="_Toc534017939"/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سپار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القر</w:t>
      </w:r>
      <w:r>
        <w:rPr>
          <w:rFonts w:hint="cs"/>
          <w:rtl/>
          <w:lang w:bidi="fa-IR"/>
        </w:rPr>
        <w:t>ی</w:t>
      </w:r>
      <w:bookmarkEnd w:id="10"/>
      <w:bookmarkEnd w:id="11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در منطقه مهم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مکه و شام سکونت داشتند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کاروان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اهل مکه از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مناطق،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طوا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عرب از تحولات دو منطقه مهم شام و حجاز و مناطق اطراف آگاه بودند. آنان به کمک تاجران و زائ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از اخبار گوناگون دور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</w:p>
    <w:p w:rsidR="004033DA" w:rsidRPr="00572774" w:rsidRDefault="00572774" w:rsidP="0057277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4033DA" w:rsidRDefault="004033DA" w:rsidP="00572774">
      <w:pPr>
        <w:pStyle w:val="libFootnote0"/>
        <w:rPr>
          <w:rtl/>
          <w:lang w:bidi="fa-IR"/>
        </w:rPr>
      </w:pPr>
      <w:r>
        <w:rPr>
          <w:rtl/>
          <w:lang w:bidi="fa-IR"/>
        </w:rPr>
        <w:t>1- ابن سعد، الطبقات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220؛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3، ص 47؛ اسد الغابه، ج 1، ص 301؛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طبقات الاصف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ج 1، ص 157.</w:t>
      </w:r>
    </w:p>
    <w:p w:rsidR="004033DA" w:rsidRDefault="0057277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باخبر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ژرف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شجاعت زبانزد مردم بود، خبر بعثت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درباره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برادرش را ره سپار مکه کرد و گفت: «به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ره سپار شو 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خبر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و پس از کسب اطلاعات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سخنان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بازگرد».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شد و به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شتافت؛ سخنان او را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به وطنش بازگشت و به ابوذر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گزارش کرد: «او را چنان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که به اخلاق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ارزش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سخنانش چنان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که شعر از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است».</w:t>
      </w:r>
    </w:p>
    <w:p w:rsidR="004033DA" w:rsidRDefault="004033DA" w:rsidP="009303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گزارش مختصر تنها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ابوذر را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مطمئن سازد،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خاتم،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گزارش مفصل، بلکه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بود. او با خبر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تنها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 خبر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حس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 و ره سپار مکه گشت. ابوذر به مکه آمد و وارد مسجدالحرام شد. با آنکه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شناخت،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او نپرس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شب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مردم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از اطراف او پراکنده شدند و به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رفتند. ابوذر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و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فرو رفت.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Fonts w:eastAsiaTheme="minorHAnsi"/>
          <w:rtl/>
        </w:rPr>
        <w:t>عليه‌السلام</w:t>
      </w:r>
      <w:r w:rsidR="0093031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Fonts w:hint="eastAsia"/>
          <w:rtl/>
          <w:lang w:bidi="fa-IR"/>
        </w:rPr>
        <w:t>نزد</w:t>
      </w:r>
      <w:r>
        <w:rPr>
          <w:rtl/>
          <w:lang w:bidi="fa-IR"/>
        </w:rPr>
        <w:t xml:space="preserve"> او آمد و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کرد تا شام مهمانش باشد. ابوذر به دنبال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راه افتاد. آن شب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ابوذر مقصد </w:t>
      </w:r>
      <w:r>
        <w:rPr>
          <w:rtl/>
          <w:lang w:bidi="fa-IR"/>
        </w:rPr>
        <w:lastRenderedPageBreak/>
        <w:t>خود را به او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سراغ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ابن سعد در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930310">
      <w:pPr>
        <w:pStyle w:val="libNormal"/>
        <w:rPr>
          <w:rtl/>
          <w:lang w:bidi="fa-IR"/>
        </w:rPr>
      </w:pPr>
      <w:r>
        <w:rPr>
          <w:rtl/>
          <w:lang w:bidi="fa-IR"/>
        </w:rPr>
        <w:t>... ابوذر بامدادان از خانه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روانه مسجد شد و چشم انتظار جمال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نبوت نشست تا شب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وقت آن فرا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آقا منزلش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ابد؟»</w:t>
      </w:r>
      <w:r>
        <w:rPr>
          <w:rtl/>
          <w:lang w:bidi="fa-IR"/>
        </w:rPr>
        <w:t xml:space="preserve"> و او را به منزلش برد و شب دوم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مثل شب اول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ابوذر روز سوم را مانن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در</w:t>
      </w:r>
      <w:r w:rsidR="0093031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مسجد</w:t>
      </w:r>
      <w:r>
        <w:rPr>
          <w:rtl/>
          <w:lang w:bidi="fa-IR"/>
        </w:rPr>
        <w:t>[الحرام] و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آفتاب رسالت گذراند. شب از راه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«ممکن است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ابوذر گفت: «اگر عهد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هدفم مرا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مقصودم را به تو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او را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داد، هدف او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تا او را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ببرد</w:t>
      </w:r>
      <w:r w:rsidRPr="00930310">
        <w:rPr>
          <w:rStyle w:val="libFootnotenumChar"/>
          <w:rtl/>
        </w:rPr>
        <w:t>.(1)</w:t>
      </w:r>
    </w:p>
    <w:p w:rsidR="004033DA" w:rsidRDefault="009303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930310">
      <w:pPr>
        <w:pStyle w:val="Heading2"/>
        <w:rPr>
          <w:rtl/>
          <w:lang w:bidi="fa-IR"/>
        </w:rPr>
      </w:pPr>
      <w:bookmarkStart w:id="12" w:name="_Toc534017850"/>
      <w:bookmarkStart w:id="13" w:name="_Toc534017940"/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آوردن ابوذر</w:t>
      </w:r>
      <w:bookmarkEnd w:id="12"/>
      <w:bookmarkEnd w:id="13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آن شب را با شور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دل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انتظار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بامدادان با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شتافت. چون به خانه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وارد شد، بر آن حضرت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سلام کرد: «السلام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اللّه »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مهربان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سلام او را پاسخ گفت و از موطن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علت سفرش را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شد. آن گاه کلمه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بر زبان او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خواند.</w:t>
      </w:r>
      <w:r w:rsidRPr="00930310">
        <w:rPr>
          <w:rStyle w:val="libFootnotenumChar"/>
          <w:rtl/>
        </w:rPr>
        <w:t>(2)</w:t>
      </w:r>
    </w:p>
    <w:p w:rsidR="004033DA" w:rsidRPr="00930310" w:rsidRDefault="00930310" w:rsidP="009303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4033DA" w:rsidRDefault="004033DA" w:rsidP="00930310">
      <w:pPr>
        <w:pStyle w:val="libFootnote0"/>
        <w:rPr>
          <w:rtl/>
          <w:lang w:bidi="fa-IR"/>
        </w:rPr>
      </w:pPr>
      <w:r>
        <w:rPr>
          <w:rtl/>
          <w:lang w:bidi="fa-IR"/>
        </w:rPr>
        <w:t>1- طبقات ابن سعد، ج 4، ص 165؛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4، ص 266.</w:t>
      </w:r>
    </w:p>
    <w:p w:rsidR="004033DA" w:rsidRDefault="004033DA" w:rsidP="00930310">
      <w:pPr>
        <w:pStyle w:val="libFootnote0"/>
        <w:rPr>
          <w:rtl/>
          <w:lang w:bidi="fa-IR"/>
        </w:rPr>
      </w:pPr>
      <w:r>
        <w:rPr>
          <w:rtl/>
          <w:lang w:bidi="fa-IR"/>
        </w:rPr>
        <w:t>2- طبقات ابن سعد، ج 4، ص 165.</w:t>
      </w:r>
    </w:p>
    <w:p w:rsidR="004033DA" w:rsidRDefault="009303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930310">
      <w:pPr>
        <w:pStyle w:val="Heading1"/>
        <w:rPr>
          <w:rtl/>
          <w:lang w:bidi="fa-IR"/>
        </w:rPr>
      </w:pPr>
      <w:bookmarkStart w:id="14" w:name="_Toc534017851"/>
      <w:bookmarkStart w:id="15" w:name="_Toc534017941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دوم: ابوذر مسلمان</w:t>
      </w:r>
      <w:bookmarkEnd w:id="14"/>
      <w:bookmarkEnd w:id="15"/>
    </w:p>
    <w:p w:rsidR="004033DA" w:rsidRDefault="004033DA" w:rsidP="00930310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از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مسلمانان صدر اسلام شمرده شده است.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متعدد، او را چهارم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 دانسته اند که به دست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و با کمک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مسلمان شد.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مصادر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 «وَ قَدْ رُوِ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عَنْهُ اَنَّهُ قالَ: اَنا رابِعُ ال</w:t>
      </w:r>
      <w:r>
        <w:rPr>
          <w:rFonts w:hint="eastAsia"/>
          <w:rtl/>
          <w:lang w:bidi="fa-IR"/>
        </w:rPr>
        <w:t>اِسلامِ؛</w:t>
      </w:r>
      <w:r>
        <w:rPr>
          <w:rtl/>
          <w:lang w:bidi="fa-IR"/>
        </w:rPr>
        <w:t xml:space="preserve"> از ابوذر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 که گفت: من چهارم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مسلمانم».</w:t>
      </w:r>
      <w:r w:rsidRPr="00930310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آمده است:</w:t>
      </w:r>
    </w:p>
    <w:p w:rsidR="004033DA" w:rsidRDefault="004033DA" w:rsidP="009303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چهارم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 هستم.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من سه نفر اسلام آورده اند و من چهارم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بودم. نزد رسول خدا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رفتم و گفتم: 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اللّه </w:t>
      </w:r>
      <w:r w:rsidR="00BE408D" w:rsidRPr="00BE408D">
        <w:rPr>
          <w:rStyle w:val="libAlaemChar"/>
          <w:rtl/>
        </w:rPr>
        <w:t>صلى‌الله‌عليه‌وآله‌وسلم</w:t>
      </w:r>
      <w:r w:rsidR="00930310">
        <w:rPr>
          <w:rtl/>
          <w:lang w:bidi="fa-IR"/>
        </w:rPr>
        <w:t xml:space="preserve"> </w:t>
      </w:r>
      <w:r>
        <w:rPr>
          <w:rtl/>
          <w:lang w:bidi="fa-IR"/>
        </w:rPr>
        <w:t xml:space="preserve">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 زبان آوردم و آثار شادمان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چهره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  <w:r w:rsidRPr="00930310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است.</w:t>
      </w:r>
      <w:r w:rsidRPr="00930310">
        <w:rPr>
          <w:rStyle w:val="libFootnotenumChar"/>
          <w:rtl/>
        </w:rPr>
        <w:t>(3)</w:t>
      </w:r>
      <w:r>
        <w:rPr>
          <w:rtl/>
          <w:lang w:bidi="fa-IR"/>
        </w:rPr>
        <w:t xml:space="preserve"> البته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منابع، بر اساس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«واقد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نسبت داده اند، ابوذر پنجم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 شمرده شده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پژوهشگران معاصر با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قبول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افزوده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9303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من پنجم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آورنده بودم. چنانچه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ذکر شده که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آورنده،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دوم،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، سوم، جعفر 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چهارم،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حارثه و پنجم،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روزگار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</w:p>
    <w:p w:rsidR="004033DA" w:rsidRPr="00930310" w:rsidRDefault="00930310" w:rsidP="009303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4033DA" w:rsidRDefault="004033DA" w:rsidP="00930310">
      <w:pPr>
        <w:pStyle w:val="libFootnote0"/>
        <w:rPr>
          <w:rtl/>
          <w:lang w:bidi="fa-IR"/>
        </w:rPr>
      </w:pPr>
      <w:r>
        <w:rPr>
          <w:rtl/>
          <w:lang w:bidi="fa-IR"/>
        </w:rPr>
        <w:t>1-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الصحابه، ج 1، ص 248؛ الکامل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ج 1، ص 486؛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اسماء الرجال، ج 33، ص 294.</w:t>
      </w:r>
    </w:p>
    <w:p w:rsidR="004033DA" w:rsidRDefault="004033DA" w:rsidP="00930310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3، ص 45؛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النبلاء، ج 2، ص 55.</w:t>
      </w:r>
    </w:p>
    <w:p w:rsidR="004033DA" w:rsidRDefault="004033DA" w:rsidP="00930310">
      <w:pPr>
        <w:pStyle w:val="libFootnote0"/>
        <w:rPr>
          <w:rtl/>
          <w:lang w:bidi="fa-IR"/>
        </w:rPr>
      </w:pPr>
      <w:r>
        <w:rPr>
          <w:rtl/>
          <w:lang w:bidi="fa-IR"/>
        </w:rPr>
        <w:t>3-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ج 1، ص 157.</w:t>
      </w:r>
    </w:p>
    <w:p w:rsidR="004033DA" w:rsidRDefault="009303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غربت</w:t>
      </w:r>
      <w:r w:rsidR="004033DA">
        <w:rPr>
          <w:rtl/>
          <w:lang w:bidi="fa-IR"/>
        </w:rPr>
        <w:t xml:space="preserve"> اسلام آورد و در آن شرا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ط</w:t>
      </w:r>
      <w:r w:rsidR="004033DA">
        <w:rPr>
          <w:rtl/>
          <w:lang w:bidi="fa-IR"/>
        </w:rPr>
        <w:t xml:space="preserve"> خطرناک و وحشت زا به نب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عظ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</w:t>
      </w:r>
      <w:r w:rsidR="004033DA">
        <w:rPr>
          <w:rtl/>
          <w:lang w:bidi="fa-IR"/>
        </w:rPr>
        <w:t xml:space="preserve"> الشأن دست 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داد.</w:t>
      </w:r>
      <w:r w:rsidR="004033DA" w:rsidRPr="00930310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گم شده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وجود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روح بزرگ و جان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شور و عشق سرشار شد. ابوذر پس از مسلمان شدن،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را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توجه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غفار و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مناسب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جغراف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محل سکونت آنان، به ابوذر فرمود: «نزد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ات برگرد و منتظر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من باش».</w:t>
      </w:r>
      <w:r w:rsidRPr="00930310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که در صراحت لهجه، صداقت،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حق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معروف بود،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اجازه خواست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بازگشت به زادگاهش، اسلام آوردن خود را در مکه اعلام کند و طلسم دهشت مشرکان متعصب را بشکند. او با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مسجدالحرام شتافت و با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رسا اسلام آوردن خود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اظهار داشت و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جاهل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باطل دانست. جاهلان با خشم و هلهله بر سر او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</w:t>
      </w:r>
      <w:r>
        <w:rPr>
          <w:rtl/>
          <w:lang w:bidi="fa-IR"/>
        </w:rPr>
        <w:t>. ابوذر از شدت آزار مشرکان، مجروح و کوفته شده بود. عباس،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راه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مشرکان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>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را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او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است که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تجارت شما است. از او دست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سبب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به قصد انتقام، راه بر شما ببندد».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دادن کمال اعتقاد خود روز دوم و سوم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کارش را تکرار کرد و</w:t>
      </w:r>
    </w:p>
    <w:p w:rsidR="004033DA" w:rsidRPr="00930310" w:rsidRDefault="00930310" w:rsidP="009303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4033DA" w:rsidRDefault="004033DA" w:rsidP="00930310">
      <w:pPr>
        <w:pStyle w:val="libFootnote0"/>
        <w:rPr>
          <w:rtl/>
          <w:lang w:bidi="fa-IR"/>
        </w:rPr>
      </w:pPr>
      <w:r>
        <w:rPr>
          <w:rtl/>
          <w:lang w:bidi="fa-IR"/>
        </w:rPr>
        <w:t>1-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نام برده سوم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دانسته شده است که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اسلام آورد.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است ابوذر پس از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حارثه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درآمد.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499؛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38، به نقل از: مناقب، ج 4، ص 4.</w:t>
      </w:r>
    </w:p>
    <w:p w:rsidR="00930310" w:rsidRDefault="004033DA" w:rsidP="00930310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3، ص 46؛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طبقات الاصف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ج 1، ص 158.</w:t>
      </w:r>
    </w:p>
    <w:p w:rsidR="004033DA" w:rsidRDefault="00930310" w:rsidP="0093031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مانند روز اول او را از دست کافران رهان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930310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آن گاه نزد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بازگشت. ماجرا را بازگو کرد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تکرار کرد. او ابوذر با همه نامرد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وداع گفت و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زادگاه خود شد تا با تمام وجود،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گوش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برساند.</w:t>
      </w:r>
    </w:p>
    <w:p w:rsidR="004033DA" w:rsidRDefault="009303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26E10">
      <w:pPr>
        <w:pStyle w:val="Heading2"/>
        <w:rPr>
          <w:rtl/>
          <w:lang w:bidi="fa-IR"/>
        </w:rPr>
      </w:pPr>
      <w:bookmarkStart w:id="16" w:name="_Toc534017852"/>
      <w:bookmarkStart w:id="17" w:name="_Toc534017942"/>
      <w:r>
        <w:rPr>
          <w:rFonts w:hint="eastAsia"/>
          <w:rtl/>
          <w:lang w:bidi="fa-IR"/>
        </w:rPr>
        <w:t>نشر</w:t>
      </w:r>
      <w:r>
        <w:rPr>
          <w:rtl/>
          <w:lang w:bidi="fa-IR"/>
        </w:rPr>
        <w:t xml:space="preserve"> اسلام به دست ابوذر</w:t>
      </w:r>
      <w:bookmarkEnd w:id="16"/>
      <w:bookmarkEnd w:id="17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پرداختن به تلاش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اسلام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ابوذر پس از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بازگشت او به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غفار، حدود شانزده سال در زادگاه خود به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پرداخت. او پس از جنگ احد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هجرت کرد و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همراه شد.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در رو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مهاجرت او به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به حبشه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شرکت او در جنگ بدر و احد است،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روا داشت.</w:t>
      </w:r>
      <w:r w:rsidRPr="00930310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اسلام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مردم روش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گرفت. او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را با استفاده از روش «دعوت مسالمت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ز»</w:t>
      </w:r>
      <w:r>
        <w:rPr>
          <w:rtl/>
          <w:lang w:bidi="fa-IR"/>
        </w:rPr>
        <w:t xml:space="preserve"> به اسلام فرا خواند و با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 صداقت، زهد و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توانست در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به دست آورد و افراد آن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اسلام آشنا سازد. ابوذر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تا حدود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اش را مسلمان کند، چنان که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منابع آمده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که رهبر و بزرگشان، «خفاف بن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بن رخصه الغفار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بود، به دست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آوردند.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آنان گفتند: «هرگاه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هجرت کرد،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وارد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</w:p>
    <w:p w:rsidR="004033DA" w:rsidRPr="00930310" w:rsidRDefault="00930310" w:rsidP="009303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4033DA" w:rsidRDefault="004033DA" w:rsidP="00930310">
      <w:pPr>
        <w:pStyle w:val="libFootnote0"/>
        <w:rPr>
          <w:rtl/>
          <w:lang w:bidi="fa-IR"/>
        </w:rPr>
      </w:pPr>
      <w:r>
        <w:rPr>
          <w:rtl/>
          <w:lang w:bidi="fa-IR"/>
        </w:rPr>
        <w:t>1- 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225؛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النبلاء، ج 2، ص 54؛ مجمع الزوائد و منبع الفوائد، ج 9، ص 328.</w:t>
      </w:r>
    </w:p>
    <w:p w:rsidR="004033DA" w:rsidRDefault="004033DA" w:rsidP="00930310">
      <w:pPr>
        <w:pStyle w:val="libFootnote0"/>
        <w:rPr>
          <w:rtl/>
          <w:lang w:bidi="fa-IR"/>
        </w:rPr>
      </w:pPr>
      <w:r>
        <w:rPr>
          <w:rtl/>
          <w:lang w:bidi="fa-IR"/>
        </w:rPr>
        <w:t>2- علل الشرا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باب 130،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2.</w:t>
      </w:r>
    </w:p>
    <w:p w:rsidR="004033DA" w:rsidRDefault="009303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شد،</w:t>
      </w:r>
      <w:r>
        <w:rPr>
          <w:rtl/>
          <w:lang w:bidi="fa-IR"/>
        </w:rPr>
        <w:t xml:space="preserve">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اسلام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کردند.</w:t>
      </w:r>
      <w:r w:rsidRPr="00930310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معتقدند ابوذر علاوه بر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غفار،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اسلم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مسلمان کرد.</w:t>
      </w:r>
      <w:r w:rsidRPr="00AA1414">
        <w:rPr>
          <w:rStyle w:val="libFootnotenumChar"/>
          <w:rtl/>
        </w:rPr>
        <w:t>(2)</w:t>
      </w:r>
      <w:r>
        <w:rPr>
          <w:rtl/>
          <w:lang w:bidi="fa-IR"/>
        </w:rPr>
        <w:t xml:space="preserve"> ابن سعد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اسلام آوردن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غفار،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اسلم نزد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آمدند و گفتند: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برادران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«خداوند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غفار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امرزد</w:t>
      </w:r>
      <w:r>
        <w:rPr>
          <w:rtl/>
          <w:lang w:bidi="fa-IR"/>
        </w:rPr>
        <w:t xml:space="preserve"> و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اسلم را سالم بدارد».</w:t>
      </w:r>
      <w:r w:rsidRPr="00AA1414">
        <w:rPr>
          <w:rStyle w:val="libFootnotenumChar"/>
          <w:rtl/>
        </w:rPr>
        <w:t>(3)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دهنده مجاورت و ارتباط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اسلم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هجرت، به دست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شده اند.</w:t>
      </w:r>
      <w:r w:rsidRPr="00AA1414">
        <w:rPr>
          <w:rStyle w:val="libFootnotenumChar"/>
          <w:rtl/>
        </w:rPr>
        <w:t>(4)</w:t>
      </w:r>
    </w:p>
    <w:p w:rsidR="004033DA" w:rsidRDefault="00AA141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AA1414">
      <w:pPr>
        <w:pStyle w:val="Heading2"/>
        <w:rPr>
          <w:rtl/>
          <w:lang w:bidi="fa-IR"/>
        </w:rPr>
      </w:pPr>
      <w:bookmarkStart w:id="18" w:name="_Toc534017853"/>
      <w:bookmarkStart w:id="19" w:name="_Toc534017943"/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آوردن مردم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</w:t>
      </w:r>
      <w:bookmarkEnd w:id="18"/>
      <w:bookmarkEnd w:id="19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اسلام آوردن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اوس و خزرج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مسلمانان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شادمان شد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</w:t>
      </w:r>
      <w:r>
        <w:rPr>
          <w:rtl/>
          <w:lang w:bidi="fa-IR"/>
        </w:rPr>
        <w:t xml:space="preserve"> شد.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به ابوذر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منابع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برادر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گفت: «قبا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اوس و خزرج، مسلمان شده اند و اسلام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</w:t>
      </w:r>
      <w:r>
        <w:rPr>
          <w:rtl/>
          <w:lang w:bidi="fa-IR"/>
        </w:rPr>
        <w:t xml:space="preserve"> 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است.» ابوذر گفت: «پس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آنجا مهاجرت خواهد کرد.»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شگفت زده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گفت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آن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خواهد رفت؟» ابوذر گفت: «روز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به من فرمود: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نخل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قامت خواهم رفت.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مقصود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</w:t>
      </w:r>
      <w:r>
        <w:rPr>
          <w:rtl/>
          <w:lang w:bidi="fa-IR"/>
        </w:rPr>
        <w:t xml:space="preserve"> بوده است...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</w:p>
    <w:p w:rsidR="004033DA" w:rsidRPr="007D3655" w:rsidRDefault="007D3655" w:rsidP="007D365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3، ص 48؛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النبلاء، ج 2، ص 53.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2- دراسات و بحوث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والاسلام، ص 107.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3- 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صص 221 و 222.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4- 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صص 221 و 222.</w:t>
      </w:r>
    </w:p>
    <w:p w:rsidR="004033DA" w:rsidRDefault="007D3655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راست</w:t>
      </w:r>
      <w:r w:rsidR="004033DA">
        <w:rPr>
          <w:rtl/>
          <w:lang w:bidi="fa-IR"/>
        </w:rPr>
        <w:t xml:space="preserve"> گفت.» ان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س</w:t>
      </w:r>
      <w:r w:rsidR="004033DA">
        <w:rPr>
          <w:rtl/>
          <w:lang w:bidi="fa-IR"/>
        </w:rPr>
        <w:t xml:space="preserve"> پرس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>: «آ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</w:t>
      </w:r>
      <w:r w:rsidR="004033DA">
        <w:rPr>
          <w:rtl/>
          <w:lang w:bidi="fa-IR"/>
        </w:rPr>
        <w:t xml:space="preserve"> قومش مانع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کار نخواهند شد تا او مسلمانان را بر ضد آنان بشوراند؟» ابوذر گفت: «جلوگ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آنان تأث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ندارد.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</w:t>
      </w:r>
      <w:r w:rsidR="004033DA">
        <w:rPr>
          <w:rtl/>
          <w:lang w:bidi="fa-IR"/>
        </w:rPr>
        <w:t xml:space="preserve"> به 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ثرب</w:t>
      </w:r>
      <w:r w:rsidR="004033DA">
        <w:rPr>
          <w:rtl/>
          <w:lang w:bidi="fa-IR"/>
        </w:rPr>
        <w:t xml:space="preserve"> خواهد رفت، ول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زمان و چگونگ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آن با خداست و ما نم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دان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م»</w:t>
      </w:r>
      <w:r w:rsidR="004033DA"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پس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ثرب،</w:t>
      </w:r>
      <w:r>
        <w:rPr>
          <w:rtl/>
          <w:lang w:bidi="fa-IR"/>
        </w:rPr>
        <w:t xml:space="preserve"> به مسجد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رفت. از گوشه و کنار مسجد، زمزمه تلاوت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هر کس سراغ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را گرفت. مردم، او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رافع بن مالک زرق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کردند. ابوذر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خود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ابوذر پس از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</w:t>
      </w:r>
      <w:r>
        <w:rPr>
          <w:rFonts w:hint="eastAsia"/>
          <w:rtl/>
          <w:lang w:bidi="fa-IR"/>
        </w:rPr>
        <w:t>وردن</w:t>
      </w:r>
      <w:r>
        <w:rPr>
          <w:rtl/>
          <w:lang w:bidi="fa-IR"/>
        </w:rPr>
        <w:t xml:space="preserve"> مردم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</w:t>
      </w:r>
      <w:r>
        <w:rPr>
          <w:rtl/>
          <w:lang w:bidi="fa-IR"/>
        </w:rPr>
        <w:t xml:space="preserve">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اخبار تازه درباره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هجرت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ثرب،</w:t>
      </w:r>
      <w:r>
        <w:rPr>
          <w:rtl/>
          <w:lang w:bidi="fa-IR"/>
        </w:rPr>
        <w:t xml:space="preserve">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به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بازگشت و آنان را از ماجرا آگاه کرد.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 آمده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راه هجرت از مکه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ثرب،</w:t>
      </w:r>
      <w:r>
        <w:rPr>
          <w:rtl/>
          <w:lang w:bidi="fa-IR"/>
        </w:rPr>
        <w:t xml:space="preserve"> در جمع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حاضر شد و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دوباره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کردند و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آمده است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دار،</w:t>
      </w:r>
      <w:r>
        <w:rPr>
          <w:rtl/>
          <w:lang w:bidi="fa-IR"/>
        </w:rPr>
        <w:t xml:space="preserve">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از کافران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و اسلم، مسلمان شدند.</w:t>
      </w:r>
    </w:p>
    <w:p w:rsidR="004033DA" w:rsidRDefault="007D3655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7D3655">
      <w:pPr>
        <w:pStyle w:val="Heading2"/>
        <w:rPr>
          <w:rtl/>
          <w:lang w:bidi="fa-IR"/>
        </w:rPr>
      </w:pPr>
      <w:bookmarkStart w:id="20" w:name="_Toc534017854"/>
      <w:bookmarkStart w:id="21" w:name="_Toc534017944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</w:t>
      </w:r>
      <w:bookmarkEnd w:id="20"/>
      <w:bookmarkEnd w:id="21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هجرت ابوذر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</w:t>
      </w:r>
      <w:r>
        <w:rPr>
          <w:rtl/>
          <w:lang w:bidi="fa-IR"/>
        </w:rPr>
        <w:t xml:space="preserve"> معلوم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منابع، او را از جمله مهاجران حبشه دانسته اند. لازمه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قول، هجرت ابوذر به مکه و حضور درکنار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از آغاز بعثت است. منابع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بازگشت ابوذر به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خود و کوشش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نشر اسلام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اس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قول را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که ابوذر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جنگ بدر و در آغاز هجرت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پس از جنگ احد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احزاب، نظرها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هست. گزارش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حضور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جلسه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با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ناظر به حضور او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سال اول ه</w:t>
      </w:r>
      <w:r>
        <w:rPr>
          <w:rFonts w:hint="eastAsia"/>
          <w:rtl/>
          <w:lang w:bidi="fa-IR"/>
        </w:rPr>
        <w:t>جرت</w:t>
      </w:r>
      <w:r>
        <w:rPr>
          <w:rtl/>
          <w:lang w:bidi="fa-IR"/>
        </w:rPr>
        <w:t xml:space="preserve"> است.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 کهن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قول مخالفت کرده اند.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7D365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اسحاق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گزارش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به نقل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راو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ابوذر پس از جنگ خندق</w:t>
      </w:r>
      <w:r w:rsidR="007D365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هجرت کرده است. ابن عبدالبر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Pr="007D3655">
        <w:rPr>
          <w:rStyle w:val="libFootnotenumChar"/>
          <w:rtl/>
        </w:rPr>
        <w:t>.(1)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پس از بازگو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آوردن ابوذر، بازگشت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را گزارش کرده است.</w:t>
      </w:r>
      <w:r w:rsidRPr="007D3655">
        <w:rPr>
          <w:rStyle w:val="libFootnotenumChar"/>
          <w:rtl/>
        </w:rPr>
        <w:t xml:space="preserve">(2) </w:t>
      </w:r>
      <w:r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منابع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ابوذر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 که گفت: من چهارم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آورنده هستم.... او پس از اسلام آوردن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بازگشت و در آنجا تا پس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بدر، احد و خندق اقامت جست. آن گاه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شتافت و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هم دم آن حضرت بود.</w:t>
      </w:r>
      <w:r w:rsidRPr="007D3655">
        <w:rPr>
          <w:rStyle w:val="libFootnotenumChar"/>
          <w:rtl/>
        </w:rPr>
        <w:t>(3)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قاطع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«فَاَسْلَم وَ رَجَعَ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بِلادِهِ... وَ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شْهَدْ</w:t>
      </w:r>
      <w:r>
        <w:rPr>
          <w:rtl/>
          <w:lang w:bidi="fa-IR"/>
        </w:rPr>
        <w:t xml:space="preserve"> بَدْرَا وَ لااُحُدا؛ پس اسلام آورد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قومش رفت... و در بدر و احد حاضر نبود»</w:t>
      </w:r>
      <w:r w:rsidRPr="007D3655">
        <w:rPr>
          <w:rStyle w:val="libFootnotenumChar"/>
          <w:rtl/>
        </w:rPr>
        <w:t>.(4)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ظاهر، ابوذر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هجرت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ازدواج کرده بود و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در هجرت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همسر و پسرش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را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پسر ابوذر در آن زمان، بالغ شده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سن بلوغ بود و پس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پدرش را در امور گوناگون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پس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خود را با تمام وجود در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اهداف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قرار داد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 و خطر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نهراس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با تفکر قدم برداشت، با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 و با شجاعت آن را اظهار کرد و در راه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اش ثابت قدم ماند.</w:t>
      </w:r>
    </w:p>
    <w:p w:rsidR="004033DA" w:rsidRPr="007D3655" w:rsidRDefault="007D3655" w:rsidP="007D365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4، ص 95.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2-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ترجمه: مهدو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دامغان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3- 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226.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4- بدء و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ج 5، ص 93؛ 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222؛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الاسلام، ج 1، ص 107.</w:t>
      </w:r>
    </w:p>
    <w:p w:rsidR="007D3655" w:rsidRDefault="007D3655" w:rsidP="007D365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D3655" w:rsidRDefault="007D3655" w:rsidP="007D3655">
      <w:pPr>
        <w:pStyle w:val="Heading2"/>
        <w:rPr>
          <w:rtl/>
          <w:lang w:bidi="fa-IR"/>
        </w:rPr>
      </w:pPr>
      <w:bookmarkStart w:id="22" w:name="_Toc534017855"/>
      <w:bookmarkStart w:id="23" w:name="_Toc534017945"/>
      <w:r>
        <w:rPr>
          <w:rFonts w:hint="eastAsia"/>
          <w:rtl/>
          <w:lang w:bidi="fa-IR"/>
        </w:rPr>
        <w:t>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Pr="007D3655">
        <w:rPr>
          <w:rStyle w:val="libAlaemChar"/>
          <w:rtl/>
        </w:rPr>
        <w:t xml:space="preserve"> </w:t>
      </w:r>
      <w:r w:rsidRPr="00BE408D">
        <w:rPr>
          <w:rStyle w:val="libAlaemChar"/>
          <w:rtl/>
        </w:rPr>
        <w:t>صلى‌الله‌عليه‌وآله‌وسلم</w:t>
      </w:r>
      <w:bookmarkEnd w:id="22"/>
      <w:bookmarkEnd w:id="23"/>
      <w:r w:rsidRPr="00BE408D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 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در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از قدرت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نفوذ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بود.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تا هنگام ورود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در اداره اجتماع و حل و فصل مشکلات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نقش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هنگام رفتن به جنگ سرنوشت ساز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ابوذر را به عنوان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گماشت و اداره امور آن شهر را به او سپرد. بنا بر گزارش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نگاران، ابوذر در جنگ ذات الرقاع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عنوان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سرپرست مردم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شد.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آورده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7D365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پس از جنگ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ماه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 گاه به قصد جهاد با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محارب و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ثعلبه غطفان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نجد شد و ابوذر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اداره امور شهر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گماشت.</w:t>
      </w:r>
      <w:r w:rsidRPr="007D3655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شواهد</w:t>
      </w:r>
      <w:r>
        <w:rPr>
          <w:rtl/>
          <w:lang w:bidi="fa-IR"/>
        </w:rPr>
        <w:t xml:space="preserve"> اعتماد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صداقت و امانت ابوذر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نمونه ها منحصر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سال ششم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غزوه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مصطلق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ابوذر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مسئول اداره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شد، چنان که ابن هشام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کرده است.</w:t>
      </w:r>
      <w:r w:rsidRPr="007D3655">
        <w:rPr>
          <w:rStyle w:val="libFootnotenumChar"/>
          <w:rtl/>
        </w:rPr>
        <w:t>(2)</w:t>
      </w:r>
    </w:p>
    <w:p w:rsidR="004033DA" w:rsidRDefault="007D3655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7D3655">
      <w:pPr>
        <w:pStyle w:val="Heading2"/>
        <w:rPr>
          <w:rtl/>
          <w:lang w:bidi="fa-IR"/>
        </w:rPr>
      </w:pPr>
      <w:bookmarkStart w:id="24" w:name="_Toc534017856"/>
      <w:bookmarkStart w:id="25" w:name="_Toc534017946"/>
      <w:r>
        <w:rPr>
          <w:rFonts w:hint="eastAsia"/>
          <w:rtl/>
          <w:lang w:bidi="fa-IR"/>
        </w:rPr>
        <w:t>شرکت</w:t>
      </w:r>
      <w:r>
        <w:rPr>
          <w:rtl/>
          <w:lang w:bidi="fa-IR"/>
        </w:rPr>
        <w:t xml:space="preserve"> فعال در جهاد</w:t>
      </w:r>
      <w:bookmarkEnd w:id="24"/>
      <w:bookmarkEnd w:id="25"/>
    </w:p>
    <w:p w:rsidR="004033DA" w:rsidRDefault="004033DA" w:rsidP="007D365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شجاعت،</w:t>
      </w:r>
      <w:r>
        <w:rPr>
          <w:rtl/>
          <w:lang w:bidi="fa-IR"/>
        </w:rPr>
        <w:t xml:space="preserve"> برجسته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خصلت چنان در وجود او تبلور داشت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فقط به عنوان جنگجو و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او پس از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اسلام، هم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هم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خود، با وجود آزارها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باکا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نوظهور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در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فتح مکه که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بود، شرکت فعال داشت و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بر عهده او بود.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رکن کفر و الحاد؛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مات و مبهوت نظاره گر ورود لشکر اسلام به مکه بود، ابوذر به همراه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ارانش،</w:t>
      </w:r>
      <w:r>
        <w:rPr>
          <w:rtl/>
          <w:lang w:bidi="fa-IR"/>
        </w:rPr>
        <w:t xml:space="preserve"> شکوهمندانه از مقابل ابوسف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گذشت و چون در برابر</w:t>
      </w:r>
    </w:p>
    <w:p w:rsidR="004033DA" w:rsidRPr="007D3655" w:rsidRDefault="007D3655" w:rsidP="009F75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4، ص 95.</w:t>
      </w:r>
    </w:p>
    <w:p w:rsidR="004033DA" w:rsidRDefault="004033DA" w:rsidP="007D3655">
      <w:pPr>
        <w:pStyle w:val="libFootnote0"/>
        <w:rPr>
          <w:rtl/>
          <w:lang w:bidi="fa-IR"/>
        </w:rPr>
      </w:pPr>
      <w:r>
        <w:rPr>
          <w:rtl/>
          <w:lang w:bidi="fa-IR"/>
        </w:rPr>
        <w:t>2-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ابن هشام، ج 3، ص 289.</w:t>
      </w:r>
    </w:p>
    <w:p w:rsidR="004033DA" w:rsidRDefault="009F75F9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سردمدار</w:t>
      </w:r>
      <w:r w:rsidR="004033DA">
        <w:rPr>
          <w:rtl/>
          <w:lang w:bidi="fa-IR"/>
        </w:rPr>
        <w:t xml:space="preserve"> شرک قرار گرفت، با صدا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بلند ندا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توح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سر داد.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پس از ورود فاتحانه به مکه، به همه مردم شهر، جز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 شمار امان داد. ددمنش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مشرکان و ستم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شگان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چنان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باور نداشتند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آنان درگذرد.</w:t>
      </w:r>
    </w:p>
    <w:p w:rsidR="004033DA" w:rsidRDefault="004033DA" w:rsidP="009F75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بن عبدالعز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دسته بود. او که در نخلستان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سرآس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در حال فرار بود، به ابوذر برخورد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ابوذر گفت: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امان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!» 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طب</w:t>
      </w:r>
      <w:r>
        <w:rPr>
          <w:rtl/>
          <w:lang w:bidi="fa-IR"/>
        </w:rPr>
        <w:t xml:space="preserve"> برگشت و سلام کرد. ابوذر گفت: «تو در امان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اگر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و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خانه خود برو.» 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طب</w:t>
      </w:r>
      <w:r>
        <w:rPr>
          <w:rtl/>
          <w:lang w:bidi="fa-IR"/>
        </w:rPr>
        <w:t xml:space="preserve"> گفت: «مگر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به خانه خود بروم؟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به خانه ام برسم، کشته خواهم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خانه 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کشند.» ابوذر گفت: «من همراه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ابوذر او را به خانه اش رساند و بر در خانه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اعلام کرد 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طب</w:t>
      </w:r>
      <w:r>
        <w:rPr>
          <w:rtl/>
          <w:lang w:bidi="fa-IR"/>
        </w:rPr>
        <w:t xml:space="preserve"> در امان است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حمله شود. آن گاه نزد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آمد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ماجرا آگاه کرد.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«مگر ما همه مردم را امان نداده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جز 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که فرمان بر قتل آنها است؟»</w:t>
      </w:r>
      <w:r w:rsidRPr="009F75F9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در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 شرکت فعال داشت. در جنگ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فرمانده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بود. او علاوه بر آنکه فرزند 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را در راه اسلام از دست داد، در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شرکت داشت و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نشان داد.</w:t>
      </w:r>
      <w:r w:rsidRPr="009F75F9">
        <w:rPr>
          <w:rStyle w:val="libFootnotenumChar"/>
          <w:rtl/>
        </w:rPr>
        <w:t>(2)</w:t>
      </w:r>
    </w:p>
    <w:p w:rsidR="004033DA" w:rsidRDefault="009F75F9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9F75F9">
      <w:pPr>
        <w:pStyle w:val="Heading2"/>
        <w:rPr>
          <w:rtl/>
          <w:lang w:bidi="fa-IR"/>
        </w:rPr>
      </w:pPr>
      <w:bookmarkStart w:id="26" w:name="_Toc534017857"/>
      <w:bookmarkStart w:id="27" w:name="_Toc534017947"/>
      <w:r>
        <w:rPr>
          <w:rFonts w:hint="eastAsia"/>
          <w:rtl/>
          <w:lang w:bidi="fa-IR"/>
        </w:rPr>
        <w:t>جنگ</w:t>
      </w:r>
      <w:r>
        <w:rPr>
          <w:rtl/>
          <w:lang w:bidi="fa-IR"/>
        </w:rPr>
        <w:t xml:space="preserve"> تبوک</w:t>
      </w:r>
      <w:bookmarkEnd w:id="26"/>
      <w:bookmarkEnd w:id="27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جنگ</w:t>
      </w:r>
      <w:r>
        <w:rPr>
          <w:rtl/>
          <w:lang w:bidi="fa-IR"/>
        </w:rPr>
        <w:t xml:space="preserve"> تبوک،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زمان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</w:t>
      </w:r>
      <w:r w:rsidR="009F75F9" w:rsidRPr="009F75F9">
        <w:rPr>
          <w:rFonts w:ascii="Traditional Arabic" w:eastAsiaTheme="minorHAnsi" w:hAnsi="Traditional Arabic" w:cs="Traditional Arabic"/>
          <w:rtl/>
        </w:rPr>
        <w:t xml:space="preserve"> </w:t>
      </w:r>
      <w:r w:rsidR="009F75F9" w:rsidRPr="009F75F9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رخ داد.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 از غزوه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خاطره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ادماندن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جنگ، حوادث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که موجب شد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درباره ابوذر لب به سخن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مقام ارجمند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همگان آشکار کند.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کرده</w:t>
      </w:r>
    </w:p>
    <w:p w:rsidR="004033DA" w:rsidRPr="009F75F9" w:rsidRDefault="009F75F9" w:rsidP="009F75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4033DA" w:rsidRDefault="004033DA" w:rsidP="009F75F9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صص 649 _ 650.</w:t>
      </w:r>
    </w:p>
    <w:p w:rsidR="004033DA" w:rsidRDefault="004033DA" w:rsidP="009F75F9">
      <w:pPr>
        <w:pStyle w:val="libFootnote0"/>
        <w:rPr>
          <w:rtl/>
          <w:lang w:bidi="fa-IR"/>
        </w:rPr>
      </w:pPr>
      <w:r>
        <w:rPr>
          <w:rtl/>
          <w:lang w:bidi="fa-IR"/>
        </w:rPr>
        <w:t>2-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443.</w:t>
      </w:r>
    </w:p>
    <w:p w:rsidR="004033DA" w:rsidRDefault="009F75F9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است</w:t>
      </w:r>
      <w:r w:rsidR="004033DA">
        <w:rPr>
          <w:rtl/>
          <w:lang w:bidi="fa-IR"/>
        </w:rPr>
        <w:t>:</w:t>
      </w:r>
    </w:p>
    <w:p w:rsidR="004033DA" w:rsidRDefault="004033DA" w:rsidP="009F75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ثن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الوداع حرکت کرد،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عقب مانده و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بودند. مسلمانان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فلان کس عقب مانده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هنوز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است»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اگر در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خداوند، او را به شما خواهد رساند و اگر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باشد، خداوند، شم</w:t>
      </w:r>
      <w:r>
        <w:rPr>
          <w:rFonts w:hint="eastAsia"/>
          <w:rtl/>
          <w:lang w:bidi="fa-IR"/>
        </w:rPr>
        <w:t>ا</w:t>
      </w:r>
      <w:r w:rsidR="009F75F9">
        <w:rPr>
          <w:rtl/>
          <w:lang w:bidi="fa-IR"/>
        </w:rPr>
        <w:t xml:space="preserve"> را از دست او راحت کرده است».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منافقان هم فقط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همراه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آمده بودند. ابوذر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«من به خاطر شترم از جنگ تبوک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عقب ماندم؛ چون شترم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لاغر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بود.» گفتم: «چند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علوفه بدهم و بعد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خواهم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>.»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علف دادم و سپس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«ذ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المروه»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شترم از حرکت بازماند.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معطل او شدم و قدرت و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ناچار بار خود را برداشتم و به پشت گرفتم و در آن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راه افتادم تا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برسم. پس از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دور، چشمم به رسول </w:t>
      </w: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افتاد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هم تشنه بودم.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من شد و به رسول خدا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گفت: «مرد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در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ابوذر باشد» و چون مردم دقت کردند، گفتند: «آر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ابوذر است.»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برخ</w:t>
      </w:r>
      <w:r w:rsidR="009F75F9">
        <w:rPr>
          <w:rFonts w:hint="cs"/>
          <w:rtl/>
          <w:lang w:bidi="fa-IR"/>
        </w:rPr>
        <w:t>و</w:t>
      </w:r>
      <w:r>
        <w:rPr>
          <w:rtl/>
          <w:lang w:bidi="fa-IR"/>
        </w:rPr>
        <w:t>استه بود تا من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برسم و فرمود: «آفر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ابوذر! تنها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تنها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تنها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شود.» و فرمود: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تو شد؟» ابوذر موضوع شتر خود را به اطلاع آن حضرت رساند.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خانواده ام از من بازمانده و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خداوند در هرگ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برداشته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به من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 را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است».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بار خود را از پشت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برداشت و آب خواست.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ظرف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و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9F75F9">
        <w:rPr>
          <w:rStyle w:val="libFootnotenumChar"/>
          <w:rtl/>
        </w:rPr>
        <w:t>(1)</w:t>
      </w:r>
    </w:p>
    <w:p w:rsidR="004033DA" w:rsidRPr="009F75F9" w:rsidRDefault="009F75F9" w:rsidP="009F75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4033DA" w:rsidRDefault="004033DA" w:rsidP="009F75F9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صص 761 و 762.</w:t>
      </w:r>
    </w:p>
    <w:p w:rsidR="004033DA" w:rsidRDefault="009F75F9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9F75F9">
      <w:pPr>
        <w:pStyle w:val="Heading2"/>
        <w:rPr>
          <w:rtl/>
          <w:lang w:bidi="fa-IR"/>
        </w:rPr>
      </w:pPr>
      <w:bookmarkStart w:id="28" w:name="_Toc534017858"/>
      <w:bookmarkStart w:id="29" w:name="_Toc534017948"/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دم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رسالت</w:t>
      </w:r>
      <w:bookmarkEnd w:id="28"/>
      <w:bookmarkEnd w:id="29"/>
    </w:p>
    <w:p w:rsidR="004033DA" w:rsidRDefault="004033DA" w:rsidP="009F75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همدم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بود و پس از اقامت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اصحاب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ابوذر را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و چون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احساس دل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9F75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هرگاه ابوذر حضور داشت، کلام خود را با خطاب به ابوذر آغاز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اگر از محضرش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بود، احوال او را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  <w:r w:rsidRPr="009F75F9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اندرز خواست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«مَرْحَباً</w:t>
      </w:r>
      <w:r>
        <w:rPr>
          <w:rtl/>
          <w:lang w:bidi="fa-IR"/>
        </w:rPr>
        <w:t xml:space="preserve"> بِکَ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اباذَر اِنَّکَ مِنّا اَهْلَ الْبَ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تِ؛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ابوذر، تو از خاندان 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9F75F9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جابر</w:t>
      </w:r>
      <w:r>
        <w:rPr>
          <w:rtl/>
          <w:lang w:bidi="fa-IR"/>
        </w:rPr>
        <w:t xml:space="preserve"> بن عبدالله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درباره اصحاب از جمله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آن حضرت فرمود:</w:t>
      </w:r>
    </w:p>
    <w:p w:rsidR="004033DA" w:rsidRDefault="004033DA" w:rsidP="009F75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از ماست. خداوند، دشمن ابوذر را دشمن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به دوست او مهر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ورزد.... من با آنان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(سلمان، ابوذر، عمار، مقداد،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F75F9" w:rsidRPr="009F75F9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فاطمه </w:t>
      </w:r>
      <w:r w:rsidR="009F75F9" w:rsidRPr="009F75F9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)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دشمنم و با آنان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دوستم.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جاب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هرگاه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مستجاب شود، خداوند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ها بخوان که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ها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Pr="009F75F9">
        <w:rPr>
          <w:rStyle w:val="libFootnotenumChar"/>
          <w:rtl/>
        </w:rPr>
        <w:t>.(3)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ابوذر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خَدَمَ</w:t>
      </w:r>
      <w:r>
        <w:rPr>
          <w:rtl/>
          <w:lang w:bidi="fa-IR"/>
        </w:rPr>
        <w:t xml:space="preserve"> الْرَسُولَ وَ تَعَلَّمَ الاُصُولَ وَ نَبَذَ الْفُضُول.</w:t>
      </w:r>
      <w:r w:rsidRPr="009F75F9">
        <w:rPr>
          <w:rStyle w:val="libFootnotenumChar"/>
          <w:rtl/>
        </w:rPr>
        <w:t>(4)</w:t>
      </w:r>
    </w:p>
    <w:p w:rsidR="004033DA" w:rsidRPr="009F75F9" w:rsidRDefault="009F75F9" w:rsidP="009F75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4033DA" w:rsidRDefault="004033DA" w:rsidP="009F75F9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الاصابه، ج 4، ص 63؛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عاب،</w:t>
      </w:r>
      <w:r>
        <w:rPr>
          <w:rtl/>
          <w:lang w:bidi="fa-IR"/>
        </w:rPr>
        <w:t xml:space="preserve"> ص 64.</w:t>
      </w:r>
    </w:p>
    <w:p w:rsidR="004033DA" w:rsidRDefault="004033DA" w:rsidP="009F75F9">
      <w:pPr>
        <w:pStyle w:val="libFootnote0"/>
        <w:rPr>
          <w:rtl/>
          <w:lang w:bidi="fa-IR"/>
        </w:rPr>
      </w:pPr>
      <w:r>
        <w:rPr>
          <w:rtl/>
          <w:lang w:bidi="fa-IR"/>
        </w:rPr>
        <w:t>2-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الخواطر، ج 2، ص 300؛ امال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335؛ مکارم الاخلاق، ص 256.</w:t>
      </w:r>
    </w:p>
    <w:p w:rsidR="004033DA" w:rsidRDefault="004033DA" w:rsidP="009F75F9">
      <w:pPr>
        <w:pStyle w:val="libFootnote0"/>
        <w:rPr>
          <w:rtl/>
          <w:lang w:bidi="fa-IR"/>
        </w:rPr>
      </w:pPr>
      <w:r>
        <w:rPr>
          <w:rtl/>
          <w:lang w:bidi="fa-IR"/>
        </w:rPr>
        <w:t>3- اختصاص، ص 222؛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ج 18، ص 321، بحارالانوار، ج 22، ص 348.</w:t>
      </w:r>
    </w:p>
    <w:p w:rsidR="004033DA" w:rsidRDefault="004033DA" w:rsidP="009F75F9">
      <w:pPr>
        <w:pStyle w:val="libFootnote0"/>
        <w:rPr>
          <w:rtl/>
          <w:lang w:bidi="fa-IR"/>
        </w:rPr>
      </w:pPr>
      <w:r>
        <w:rPr>
          <w:rtl/>
          <w:lang w:bidi="fa-IR"/>
        </w:rPr>
        <w:t>4-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طبقات الاصف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ج 1، ص 156.</w:t>
      </w:r>
    </w:p>
    <w:p w:rsidR="004033DA" w:rsidRDefault="009F75F9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ابوذر</w:t>
      </w:r>
      <w:r w:rsidR="004033DA">
        <w:rPr>
          <w:rtl/>
          <w:lang w:bidi="fa-IR"/>
        </w:rPr>
        <w:t xml:space="preserve"> همواره در خدمت رسول خدا بود، اصول اسلام و اند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شه</w:t>
      </w:r>
      <w:r w:rsidR="004033DA">
        <w:rPr>
          <w:rtl/>
          <w:lang w:bidi="fa-IR"/>
        </w:rPr>
        <w:t xml:space="preserve"> خود را از آن حضرت فرا گرفت و از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رهگذر، فضا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ل</w:t>
      </w:r>
      <w:r w:rsidR="004033DA">
        <w:rPr>
          <w:rtl/>
          <w:lang w:bidi="fa-IR"/>
        </w:rPr>
        <w:t xml:space="preserve"> فراوان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کسب کرد.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منبع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با تجل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مقام بلند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اَحَدُ</w:t>
      </w:r>
      <w:r>
        <w:rPr>
          <w:rtl/>
          <w:lang w:bidi="fa-IR"/>
        </w:rPr>
        <w:t xml:space="preserve"> السّابِق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الاَوَل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مِنْ نُجَباءِ اَصْحابِ مُحَمَّد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</w:t>
      </w:r>
      <w:r w:rsidRPr="009F75F9">
        <w:rPr>
          <w:rStyle w:val="libFootnotenumChar"/>
          <w:rtl/>
        </w:rPr>
        <w:t>.(1)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9F75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گامان اسلام و از ارجمندان اصحاب محمد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است.</w:t>
      </w:r>
    </w:p>
    <w:p w:rsidR="004033DA" w:rsidRDefault="004033DA" w:rsidP="009F75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مطالب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و منابع متعدد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شدت علاقه ابوذر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و هم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حضرت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او پس از هجرت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همدم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بود. او دانش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حکمت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خود را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زهد مثال زدن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تقوا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کرد. مجموعه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از او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که پس از امامان معصوم </w:t>
      </w:r>
      <w:r w:rsidR="00BE408D" w:rsidRPr="00BE408D">
        <w:rPr>
          <w:rStyle w:val="libAlaemChar"/>
          <w:rtl/>
        </w:rPr>
        <w:t>عليهم‌السلام</w:t>
      </w:r>
      <w:r>
        <w:rPr>
          <w:rtl/>
          <w:lang w:bidi="fa-IR"/>
        </w:rPr>
        <w:t>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 کم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4033DA" w:rsidRPr="009F75F9" w:rsidRDefault="009F75F9" w:rsidP="009F75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4033DA" w:rsidRDefault="004033DA" w:rsidP="009F75F9">
      <w:pPr>
        <w:pStyle w:val="libFootnote0"/>
        <w:rPr>
          <w:rtl/>
          <w:lang w:bidi="fa-IR"/>
        </w:rPr>
      </w:pPr>
      <w:r>
        <w:rPr>
          <w:rtl/>
          <w:lang w:bidi="fa-IR"/>
        </w:rPr>
        <w:t>1-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رالاعلام</w:t>
      </w:r>
      <w:r>
        <w:rPr>
          <w:rtl/>
          <w:lang w:bidi="fa-IR"/>
        </w:rPr>
        <w:t xml:space="preserve"> و النبلاء، ج 2، ص 46.</w:t>
      </w:r>
    </w:p>
    <w:p w:rsidR="004033DA" w:rsidRDefault="009F75F9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9F75F9">
      <w:pPr>
        <w:pStyle w:val="Heading1"/>
        <w:rPr>
          <w:rtl/>
          <w:lang w:bidi="fa-IR"/>
        </w:rPr>
      </w:pPr>
      <w:bookmarkStart w:id="30" w:name="_Toc534017859"/>
      <w:bookmarkStart w:id="31" w:name="_Toc534017949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سوم: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bookmarkEnd w:id="30"/>
      <w:bookmarkEnd w:id="31"/>
    </w:p>
    <w:p w:rsidR="004033DA" w:rsidRDefault="004033DA" w:rsidP="009F75F9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اصحاب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اسلام،</w:t>
      </w:r>
      <w:r w:rsidR="009F75F9" w:rsidRPr="009F75F9">
        <w:rPr>
          <w:rFonts w:ascii="Traditional Arabic" w:eastAsiaTheme="minorHAnsi" w:hAnsi="Traditional Arabic" w:cs="Traditional Arabic"/>
          <w:rtl/>
        </w:rPr>
        <w:t xml:space="preserve"> </w:t>
      </w:r>
      <w:r w:rsidR="009F75F9" w:rsidRPr="009F75F9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کمتر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که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برسد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متعدد و چه بسا به ظاهر مختلف را با تفکر، آزاداند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مجاهدت نفس و سخت کوش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کرده باشد.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نادر صدر اسلام است که با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صفات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اسلام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بهتر شناخت.</w:t>
      </w:r>
    </w:p>
    <w:p w:rsidR="004033DA" w:rsidRDefault="009F75F9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9F75F9">
      <w:pPr>
        <w:pStyle w:val="Heading2"/>
        <w:rPr>
          <w:rtl/>
          <w:lang w:bidi="fa-IR"/>
        </w:rPr>
      </w:pPr>
      <w:bookmarkStart w:id="32" w:name="_Toc534017860"/>
      <w:bookmarkStart w:id="33" w:name="_Toc534017950"/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</w:t>
      </w:r>
      <w:bookmarkEnd w:id="32"/>
      <w:bookmarkEnd w:id="33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ابوذر را در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مبارکش در شام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پس از آن، در ربذه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اند، او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کرده اند: «دارا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قامت بلند، چهره گشاده، اندام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لاغر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رنگ مو و محاسن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گندم گون».</w:t>
      </w:r>
      <w:r w:rsidRPr="009F75F9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مانند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انرژ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تفکر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هرگاه لب به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گشود، با صراحت لهجه و متانت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جانب صداقت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فرو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</w:t>
      </w:r>
    </w:p>
    <w:p w:rsidR="004033DA" w:rsidRDefault="00416801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416801">
      <w:pPr>
        <w:pStyle w:val="Heading2"/>
        <w:rPr>
          <w:rtl/>
          <w:lang w:bidi="fa-IR"/>
        </w:rPr>
      </w:pPr>
      <w:bookmarkStart w:id="34" w:name="_Toc534017861"/>
      <w:bookmarkStart w:id="35" w:name="_Toc534017951"/>
      <w:r>
        <w:rPr>
          <w:rFonts w:hint="eastAsia"/>
          <w:rtl/>
          <w:lang w:bidi="fa-IR"/>
        </w:rPr>
        <w:t>راست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ابوذر</w:t>
      </w:r>
      <w:bookmarkEnd w:id="34"/>
      <w:bookmarkEnd w:id="35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صداقت</w:t>
      </w:r>
      <w:r>
        <w:rPr>
          <w:rtl/>
          <w:lang w:bidi="fa-IR"/>
        </w:rPr>
        <w:t xml:space="preserve"> از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منابع گوناگون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رجال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اتفاق نظر دارند و از زبان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او را 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شمرده اند.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«اَبُوذر صدِّ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هذه الاُمّهِ؛</w:t>
      </w:r>
      <w:r w:rsidRPr="00416801">
        <w:rPr>
          <w:rStyle w:val="libFootnotenumChar"/>
          <w:rtl/>
        </w:rPr>
        <w:t>(2)</w:t>
      </w:r>
      <w:r>
        <w:rPr>
          <w:rtl/>
          <w:lang w:bidi="fa-IR"/>
        </w:rPr>
        <w:t xml:space="preserve"> ابوذر راست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.» مقدس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لش</w:t>
      </w:r>
      <w:r>
        <w:rPr>
          <w:rtl/>
          <w:lang w:bidi="fa-IR"/>
        </w:rPr>
        <w:t xml:space="preserve">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4033DA" w:rsidRPr="00416801" w:rsidRDefault="00416801" w:rsidP="0041680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1-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الکمال، ج 33، ص 294؛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النبلاء، ج 2، ص 50.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2- بحارالانوار، ج 22، ص 405.</w:t>
      </w:r>
    </w:p>
    <w:p w:rsidR="004033DA" w:rsidRDefault="00416801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قال</w:t>
      </w:r>
      <w:r w:rsidR="004033DA">
        <w:rPr>
          <w:rtl/>
          <w:lang w:bidi="fa-IR"/>
        </w:rPr>
        <w:t>: ما اَقَلَّتْ الغَبْراءُ وَ لا اَظَلَّتْ الْخَضْراءُ، عَلَ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ذِ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لَهْجَهٍ اَصْدَقُ مِنْ اَب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ذَر</w:t>
      </w:r>
      <w:r w:rsidR="004033DA" w:rsidRPr="00416801">
        <w:rPr>
          <w:rStyle w:val="libFootnotenumChar"/>
          <w:rtl/>
        </w:rPr>
        <w:t>.(1)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خود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 آسمان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فکند</w:t>
      </w:r>
      <w:r>
        <w:rPr>
          <w:rtl/>
          <w:lang w:bidi="fa-IR"/>
        </w:rPr>
        <w:t xml:space="preserve"> بر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راست گوتر از ابوذر باشد».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با مقدمه، تکمله و شأن صدورها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 نقل شده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که ابوذر را راست گوتر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اصحاب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متواتر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  <w:r w:rsidRPr="00416801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علل الشرا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درباره شأن صدور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آمده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انس</w:t>
      </w:r>
      <w:r>
        <w:rPr>
          <w:rtl/>
          <w:lang w:bidi="fa-IR"/>
        </w:rPr>
        <w:t xml:space="preserve"> بن مالک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به مسجد رسول خدا آمد و گفت: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خواب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تاکنون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بودم!»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16801">
      <w:pPr>
        <w:pStyle w:val="libNormal"/>
        <w:rPr>
          <w:rtl/>
          <w:lang w:bidi="fa-IR"/>
        </w:rPr>
      </w:pPr>
      <w:r>
        <w:rPr>
          <w:rtl/>
          <w:lang w:bidi="fa-IR"/>
        </w:rPr>
        <w:t>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منزلش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را در دست داشت،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قبرستان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راه افتاد.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دنبال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مقابر مکه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حضرت بر سر مزار پدر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توقف کرد و دو رکعت نما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جا آورد. ناگهان قبر شکافت و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آمد. او نشست و گفت: «اَشْهَدُ اَنّ لا اِلهَ اِلاّ اللّهُ وَ اَشْهَدُ اَنَّ مُحَمَّداً عَبْدُهُ وَ رَسُوله.» سپس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او رو کرد و گفت: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پدر!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پسرم؟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است؛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وَ اَنَّ عَل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وَلَ</w:t>
      </w:r>
      <w:r>
        <w:rPr>
          <w:rFonts w:hint="cs"/>
          <w:rtl/>
          <w:lang w:bidi="fa-IR"/>
        </w:rPr>
        <w:t>یّی</w:t>
      </w:r>
      <w:r>
        <w:rPr>
          <w:rtl/>
          <w:lang w:bidi="fa-IR"/>
        </w:rPr>
        <w:t>.</w:t>
      </w:r>
    </w:p>
    <w:p w:rsidR="004033DA" w:rsidRPr="00416801" w:rsidRDefault="00416801" w:rsidP="0041680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البدء و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ج 5، ص 93.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2- ابن هلال ثقف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الغارات، ص 102؛ 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228؛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3؛ مجمع الزوا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9، ص 330؛ مجمع الرجال، ص 54؛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معرفه الرجال، ج 1، ص 118؛ قاموس الرجال، ج 2، ص 732؛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ج 5، ص 139؛ مواقف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2، ص 11؛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8، 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330؛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4، ص 228.</w:t>
      </w:r>
    </w:p>
    <w:p w:rsidR="004033DA" w:rsidRDefault="00416801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رسول</w:t>
      </w:r>
      <w:r w:rsidR="004033DA">
        <w:rPr>
          <w:rtl/>
          <w:lang w:bidi="fa-IR"/>
        </w:rPr>
        <w:t xml:space="preserve">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 w:rsidR="004033DA">
        <w:rPr>
          <w:rtl/>
          <w:lang w:bidi="fa-IR"/>
        </w:rPr>
        <w:t xml:space="preserve"> به او فرمود: «به جا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گاهت</w:t>
      </w:r>
      <w:r w:rsidR="004033DA">
        <w:rPr>
          <w:rtl/>
          <w:lang w:bidi="fa-IR"/>
        </w:rPr>
        <w:t xml:space="preserve"> برگرد. پس از آن به سو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مزار مادرش رفت و دو رکعت نماز را به جا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آورد. ناگهان قبر شکافته شد و زن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ب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رون</w:t>
      </w:r>
      <w:r w:rsidR="004033DA">
        <w:rPr>
          <w:rtl/>
          <w:lang w:bidi="fa-IR"/>
        </w:rPr>
        <w:t xml:space="preserve"> آمد و گفت: «اَشْهَدُ اَنّ لا اِلهَ اِلاّ اللّهُ وَ اَنَّک نَبِ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اللّهِ وَ رَسُولُهُ.»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</w:t>
      </w:r>
      <w:r w:rsidR="004033DA">
        <w:rPr>
          <w:rtl/>
          <w:lang w:bidi="fa-IR"/>
        </w:rPr>
        <w:t xml:space="preserve"> پرس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: </w:t>
      </w:r>
      <w:r w:rsidR="004033DA">
        <w:rPr>
          <w:rFonts w:hint="eastAsia"/>
          <w:rtl/>
          <w:lang w:bidi="fa-IR"/>
        </w:rPr>
        <w:t>«مادرم</w:t>
      </w:r>
      <w:r w:rsidR="004033DA">
        <w:rPr>
          <w:rtl/>
          <w:lang w:bidi="fa-IR"/>
        </w:rPr>
        <w:t>! ول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تو ک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ست؟»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فرزند!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است؟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شخص؛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َ اَنَّ عَل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اَ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«به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گاهت</w:t>
      </w:r>
      <w:r>
        <w:rPr>
          <w:rtl/>
          <w:lang w:bidi="fa-IR"/>
        </w:rPr>
        <w:t xml:space="preserve"> برگرد».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1680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ابوذر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رساند،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کردند. آنان نزد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رفتند و گفتند: «ابوذر امروز به شما دروغ بست».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«چه گفت؟» آنان آنچه از ابوذر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بودند، بازگو کردند. حضرت پس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سخنان آنان فرمود: «ما </w:t>
      </w:r>
      <w:r>
        <w:rPr>
          <w:rFonts w:hint="eastAsia"/>
          <w:rtl/>
          <w:lang w:bidi="fa-IR"/>
        </w:rPr>
        <w:t>اَظَلَّتِ</w:t>
      </w:r>
      <w:r>
        <w:rPr>
          <w:rtl/>
          <w:lang w:bidi="fa-IR"/>
        </w:rPr>
        <w:t xml:space="preserve"> الْخَضْراءُ وَ لا اَقَلَّتِ الغَبْراءُ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لَهْجَهٍ اَصْدَقُ مِنْ اَب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ذَر».</w:t>
      </w:r>
      <w:r w:rsidRPr="00416801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1680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صادق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درباره شأن صدور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آمده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1680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در جمع اصحاب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حضور داشت که از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گفت وگو شد. ابوذر در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 «افضل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است؛ او 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بهشت و دوزخ و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جداکننده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 و باطل و حجت خداوند ب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امت مسلمان است.» پس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کلام ابوذر، همگان از او رو گرداندند و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</w:t>
      </w:r>
      <w:r>
        <w:rPr>
          <w:rtl/>
          <w:lang w:bidi="fa-IR"/>
        </w:rPr>
        <w:t xml:space="preserve"> کردند. بوامامه باهل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جمع، درنگ را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ندانست و ره سپار محضر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شد. ماجرا را بازگو کرد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</w:t>
      </w:r>
    </w:p>
    <w:p w:rsidR="004033DA" w:rsidRPr="00416801" w:rsidRDefault="00416801" w:rsidP="0041680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1- علل الشرا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صص 176 و 177.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:28</w:t>
      </w:r>
    </w:p>
    <w:p w:rsidR="004033DA" w:rsidRDefault="00416801" w:rsidP="0041680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 xml:space="preserve">«ما اَظَلَّتِ الْخَضْراءُ وَ لا اَقَلَّتِ الغَبْراءُ وَ 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اَظَلَّتِ الخَضْراءُ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لَهْجَهٍ اَصْدَقُ مِنْ</w:t>
      </w:r>
      <w:r>
        <w:rPr>
          <w:rFonts w:hint="cs"/>
          <w:rtl/>
          <w:lang w:bidi="fa-IR"/>
        </w:rPr>
        <w:t xml:space="preserve"> </w:t>
      </w:r>
      <w:r w:rsidR="004033DA">
        <w:rPr>
          <w:rFonts w:hint="eastAsia"/>
          <w:rtl/>
          <w:lang w:bidi="fa-IR"/>
        </w:rPr>
        <w:t>اَب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ذَر»</w:t>
      </w:r>
      <w:r w:rsidR="004033DA" w:rsidRPr="00416801">
        <w:rPr>
          <w:rStyle w:val="libFootnotenumChar"/>
          <w:rtl/>
        </w:rPr>
        <w:t>.(1)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روشن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هرگونه گزاف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دور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ابوذر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گذشته و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E408D" w:rsidRPr="00BE408D">
        <w:rPr>
          <w:rStyle w:val="libAlaemChar"/>
          <w:rtl/>
        </w:rPr>
        <w:t>عليهم‌السلام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اصولاً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متواتر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پاسخ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هم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آمده و هم امام صادق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به طور مستقل به آن پرداخته است.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نقل ها آمده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«ما اَظَلَّتِ الْخَضْراءُ وَ لا اَقَلَّتِ الغَبْراءُ بَعْدَ النَّب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اَصْدَقُ مِنْ اَب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ذَر؛ پس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 راست گوتر از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ذر به خود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است».</w:t>
      </w:r>
      <w:r w:rsidRPr="00416801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نقل، کلمه «بعد النب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بر وضوح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افزوده است. گزارش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نقل ابن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الاخبار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1680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باور نکردند و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کردند. او دلتنگ شد.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رفت و عرض کرد: «مگر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نفرمود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  <w:r>
        <w:rPr>
          <w:rtl/>
          <w:lang w:bidi="fa-IR"/>
        </w:rPr>
        <w:t xml:space="preserve"> حضرت فرمود: «آر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!» آن گاه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معروف صداقت ابوذر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جمع آن دو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ادامه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با اشاره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فرمود: «الاّ هَذا الرَّجُل المُقْبِل فَاِنَّه الصِّد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قُ</w:t>
      </w:r>
      <w:r>
        <w:rPr>
          <w:rtl/>
          <w:lang w:bidi="fa-IR"/>
        </w:rPr>
        <w:t xml:space="preserve"> الاَکبَر وَ الفارُوقُ الاَعظَم»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همانا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اکبر و فاروق اعظم اوست.</w:t>
      </w:r>
      <w:r w:rsidRPr="00416801">
        <w:rPr>
          <w:rStyle w:val="libFootnotenumChar"/>
          <w:rtl/>
        </w:rPr>
        <w:t>(3)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در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درباره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نقل کرده که در آن،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«صد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اکبر» و «فاروق اعظم» خوانده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در قسمت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نمونه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مورد نظر</w:t>
      </w:r>
    </w:p>
    <w:p w:rsidR="004033DA" w:rsidRPr="00416801" w:rsidRDefault="00416801" w:rsidP="0041680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1-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الاخبار، ص 179؛ علل الشرا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صص 177 و 178.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8 ، ص 312.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3-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منهاج الصادق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3، ص 69؛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الاخبار، ص 179.</w:t>
      </w:r>
    </w:p>
    <w:p w:rsidR="004033DA" w:rsidRDefault="00416801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ب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ارتباط 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ست،</w:t>
      </w:r>
      <w:r w:rsidR="004033DA">
        <w:rPr>
          <w:rtl/>
          <w:lang w:bidi="fa-IR"/>
        </w:rPr>
        <w:t xml:space="preserve"> اشاره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کن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</w:t>
      </w:r>
      <w:r w:rsidR="004033DA"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عباد</w:t>
      </w:r>
      <w:r>
        <w:rPr>
          <w:rtl/>
          <w:lang w:bidi="fa-IR"/>
        </w:rPr>
        <w:t xml:space="preserve"> بن صه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امام صادق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عرض کردم: «ابوذر افضل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BE408D" w:rsidRPr="00BE408D">
        <w:rPr>
          <w:rStyle w:val="libAlaemChar"/>
          <w:rtl/>
        </w:rPr>
        <w:t>عليهم‌السلام</w:t>
      </w:r>
      <w:r>
        <w:rPr>
          <w:rtl/>
          <w:lang w:bidi="fa-IR"/>
        </w:rPr>
        <w:t>؟»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فرمود: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صه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! ماه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چند تاست؟»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دوازده تا.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چند 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ماه حرام است؟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چهارتا.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رمضان در شمار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 ماه است؟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رمضان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چهار ماه؟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رمضان.</w:t>
      </w:r>
    </w:p>
    <w:p w:rsidR="00416801" w:rsidRPr="00416801" w:rsidRDefault="004033DA" w:rsidP="004033DA">
      <w:pPr>
        <w:pStyle w:val="libNormal"/>
        <w:rPr>
          <w:rFonts w:eastAsia="B Badr"/>
          <w:rtl/>
        </w:rPr>
      </w:pPr>
      <w:r>
        <w:rPr>
          <w:rtl/>
          <w:lang w:bidi="fa-IR"/>
        </w:rPr>
        <w:t>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با ما قابل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 w:rsidRPr="00416801">
        <w:rPr>
          <w:rtl/>
        </w:rPr>
        <w:t>.</w:t>
      </w:r>
      <w:r w:rsidRPr="00416801">
        <w:rPr>
          <w:rStyle w:val="libFootnotenumChar"/>
          <w:rtl/>
        </w:rPr>
        <w:t>(1)</w:t>
      </w:r>
      <w:r w:rsidR="00416801">
        <w:rPr>
          <w:rFonts w:hint="cs"/>
          <w:rtl/>
        </w:rPr>
        <w:t xml:space="preserve"> </w:t>
      </w:r>
    </w:p>
    <w:p w:rsidR="004033DA" w:rsidRPr="00416801" w:rsidRDefault="00416801" w:rsidP="00416801">
      <w:pPr>
        <w:pStyle w:val="libNormal"/>
        <w:rPr>
          <w:rtl/>
        </w:rPr>
      </w:pPr>
      <w:r w:rsidRPr="00416801">
        <w:rPr>
          <w:rFonts w:eastAsia="B Badr"/>
          <w:rtl/>
        </w:rPr>
        <w:br w:type="page"/>
      </w:r>
    </w:p>
    <w:p w:rsidR="004033DA" w:rsidRDefault="004033DA" w:rsidP="00416801">
      <w:pPr>
        <w:pStyle w:val="Heading2"/>
        <w:rPr>
          <w:rtl/>
          <w:lang w:bidi="fa-IR"/>
        </w:rPr>
      </w:pPr>
      <w:bookmarkStart w:id="36" w:name="_Toc534017862"/>
      <w:bookmarkStart w:id="37" w:name="_Toc534017952"/>
      <w:r>
        <w:rPr>
          <w:rFonts w:hint="eastAsia"/>
          <w:rtl/>
          <w:lang w:bidi="fa-IR"/>
        </w:rPr>
        <w:t>دانش</w:t>
      </w:r>
      <w:r>
        <w:rPr>
          <w:rtl/>
          <w:lang w:bidi="fa-IR"/>
        </w:rPr>
        <w:t xml:space="preserve"> و حکمت ابوذر</w:t>
      </w:r>
      <w:bookmarkEnd w:id="36"/>
      <w:bookmarkEnd w:id="37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برجستگ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صداقت و مبارزه عدالت خواهانه ابوذر، کمتر مورد توجه قرار گرفته، دانش و حکمت اوست.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اشاره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ابوذر پس از هجرت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همدم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آوردن دانش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حکمت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شمرد.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فرموده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ذلِکَ</w:t>
      </w:r>
      <w:r>
        <w:rPr>
          <w:rtl/>
          <w:lang w:bidi="fa-IR"/>
        </w:rPr>
        <w:t xml:space="preserve"> رَجُلٌ وَعَ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عِلمَا عَجَزَ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النّاسُ ثُمَّ اَوْکَأ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فَلْمَ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خْرُجْ</w:t>
      </w:r>
      <w:r>
        <w:rPr>
          <w:rtl/>
          <w:lang w:bidi="fa-IR"/>
        </w:rPr>
        <w:t xml:space="preserve"> شِ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ئَا</w:t>
      </w:r>
      <w:r>
        <w:rPr>
          <w:rtl/>
          <w:lang w:bidi="fa-IR"/>
        </w:rPr>
        <w:t xml:space="preserve"> منه.</w:t>
      </w:r>
      <w:r w:rsidRPr="00416801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آن قدر دانش فرا گرفت که مردم از درک و کسب آن ناتوان شدند و در حفظ و ضبط دانش و حکمت خود چنان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ذره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نشد.</w:t>
      </w:r>
    </w:p>
    <w:p w:rsidR="004033DA" w:rsidRPr="00416801" w:rsidRDefault="00416801" w:rsidP="0041680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1-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الاخبار، ص 179؛ علل الشرا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ص 177.</w:t>
      </w:r>
    </w:p>
    <w:p w:rsidR="004033DA" w:rsidRDefault="004033DA" w:rsidP="00416801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الاصابه، ج 4، ص 64؛ اسدالغابه، ج 5، ص 187؛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عاب،</w:t>
      </w:r>
      <w:r>
        <w:rPr>
          <w:rtl/>
          <w:lang w:bidi="fa-IR"/>
        </w:rPr>
        <w:t xml:space="preserve"> ج 1، ص 82 ؛ تنق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المقال، ج 1، ص 235؛ قاموس الرجال، ج 2؛ 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232.</w:t>
      </w:r>
    </w:p>
    <w:p w:rsidR="004033DA" w:rsidRDefault="00D4011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حد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ث</w:t>
      </w:r>
      <w:r w:rsidR="004033DA">
        <w:rPr>
          <w:rtl/>
          <w:lang w:bidi="fa-IR"/>
        </w:rPr>
        <w:t xml:space="preserve"> به خوب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ب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انگر</w:t>
      </w:r>
      <w:r w:rsidR="004033DA">
        <w:rPr>
          <w:rtl/>
          <w:lang w:bidi="fa-IR"/>
        </w:rPr>
        <w:t xml:space="preserve"> استعداد ابوذر است و او را در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زم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نه</w:t>
      </w:r>
      <w:r w:rsidR="004033DA">
        <w:rPr>
          <w:rtl/>
          <w:lang w:bidi="fa-IR"/>
        </w:rPr>
        <w:t xml:space="preserve"> از 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گر</w:t>
      </w:r>
      <w:r w:rsidR="004033DA">
        <w:rPr>
          <w:rtl/>
          <w:lang w:bidi="fa-IR"/>
        </w:rPr>
        <w:t xml:space="preserve"> مردم و اصحاب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</w:t>
      </w:r>
      <w:r w:rsidR="004033DA">
        <w:rPr>
          <w:rtl/>
          <w:lang w:bidi="fa-IR"/>
        </w:rPr>
        <w:t xml:space="preserve"> ممتاز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کند. علاوه بر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ن،</w:t>
      </w:r>
      <w:r w:rsidR="004033DA">
        <w:rPr>
          <w:rtl/>
          <w:lang w:bidi="fa-IR"/>
        </w:rPr>
        <w:t xml:space="preserve"> و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ژگ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ها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ذوق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و سخت کوش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ابوذر در کسب دانش ها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گوناگون اسلام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موجب شد تا مورد توجه و تمج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عالم تر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فرد پس از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امبر؛</w:t>
      </w:r>
      <w:r w:rsidR="004033DA">
        <w:rPr>
          <w:rtl/>
          <w:lang w:bidi="fa-IR"/>
        </w:rPr>
        <w:t xml:space="preserve"> 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عن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عل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 w:rsidR="004033DA">
        <w:rPr>
          <w:rtl/>
          <w:lang w:bidi="fa-IR"/>
        </w:rPr>
        <w:t>قرار بگ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رد</w:t>
      </w:r>
      <w:r w:rsidR="004033DA"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ابوذر،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دانش است که دانش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پالا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داده و ذره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را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نکرده است.</w:t>
      </w:r>
      <w:r w:rsidRPr="00D4011E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ادامه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آمده است: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بود و در دانش و حکمت هم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ابن مسعود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D4011E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شمس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محمد 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در زهد، راست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دانش و عمل زبانزد و حق گو بود و در مورد احکام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قاطعانه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سرزنش ملامتگران توجه نداشت.</w:t>
      </w:r>
      <w:r w:rsidRPr="00D4011E">
        <w:rPr>
          <w:rStyle w:val="libFootnotenumChar"/>
          <w:rtl/>
        </w:rPr>
        <w:t>(3)</w:t>
      </w:r>
    </w:p>
    <w:p w:rsidR="00D4011E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شهر آشوب گزارش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اسلام کتاب 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کرد،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جمع،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کرد. سپس سلمان و بعد از او ابوذر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اصبغ بن نباته و عبدالله بن رافع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کردند. پس از آنان، امام سجاد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ص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سجاد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کرد.(4)</w:t>
      </w:r>
    </w:p>
    <w:p w:rsidR="004033DA" w:rsidRDefault="00D4011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4011E">
      <w:pPr>
        <w:pStyle w:val="Heading2"/>
        <w:rPr>
          <w:rtl/>
          <w:lang w:bidi="fa-IR"/>
        </w:rPr>
      </w:pPr>
      <w:bookmarkStart w:id="38" w:name="_Toc534017863"/>
      <w:bookmarkStart w:id="39" w:name="_Toc534017953"/>
      <w:r>
        <w:rPr>
          <w:rFonts w:hint="eastAsia"/>
          <w:rtl/>
          <w:lang w:bidi="fa-IR"/>
        </w:rPr>
        <w:t>پارسا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ابوذر</w:t>
      </w:r>
      <w:bookmarkEnd w:id="38"/>
      <w:bookmarkEnd w:id="39"/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قابل توجه است، استفاده حداقل از مال و منال</w:t>
      </w:r>
    </w:p>
    <w:p w:rsidR="004033DA" w:rsidRPr="00D4011E" w:rsidRDefault="00D4011E" w:rsidP="00D401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1-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اسماء الرجال، ج 33، ص 297.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2-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اسماء الرجال، ج 33، ص 297.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3-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النبلاء، ج 2، ص 47.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4- معالم العلماء، ص 50؛ الاوا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ص 291؛ الذر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15، ص 18.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:31</w:t>
      </w:r>
    </w:p>
    <w:p w:rsidR="004033DA" w:rsidRDefault="00D4011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 او نه تنها به اموال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چشم طمع نداشت و درصدد سوءاستفاده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مسلمانان و عطا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حاکمان برن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امد،</w:t>
      </w:r>
      <w:r>
        <w:rPr>
          <w:rtl/>
          <w:lang w:bidi="fa-IR"/>
        </w:rPr>
        <w:t xml:space="preserve"> بلکه از 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حداقل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در راه خدا و رفع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تنگ دستان انفاق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ابوذر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را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دوران تنگ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ادامه داد.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عثمان بن عفان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از اموال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دو غلامش داد و گفت: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نزد ابوذر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عثمان تو را سلام رساند و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نارها</w:t>
      </w:r>
      <w:r>
        <w:rPr>
          <w:rtl/>
          <w:lang w:bidi="fa-IR"/>
        </w:rPr>
        <w:t xml:space="preserve"> را بردار و خرج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 کن. ابوذر گفت: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عثمان، مسلمان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مثل من مشمول مرحمت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داده است؟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_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_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مسلمانانم. مرا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نواخته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مسلمانان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است؟»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_ عثمان گفته است: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از مال خودم است و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جز او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سوگند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حرام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من جز از مال حلال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نفرستادم».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_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تحفه ندارم. من هم اکنون از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هستم.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_ خداوند تو را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دهد. ما در خانه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بدان سر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_ داخل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پارچه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نان جو از چند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مانده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نارها</w:t>
      </w:r>
      <w:r>
        <w:rPr>
          <w:rtl/>
          <w:lang w:bidi="fa-IR"/>
        </w:rPr>
        <w:t xml:space="preserve"> ندارم. من با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و اولاد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اش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نارها</w:t>
      </w:r>
      <w:r>
        <w:rPr>
          <w:rtl/>
          <w:lang w:bidi="fa-IR"/>
        </w:rPr>
        <w:t xml:space="preserve"> را به عثمان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ابوذر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و به آنچه نزد اوست،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4033DA" w:rsidRDefault="004033DA" w:rsidP="00D401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مآخذ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رجال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مختصر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اشاره شده است.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منابع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است: «وَ کانَ رِزْقُ اَب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ذَرٍّ ارْبَعُ مِئَهَ 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نارٍ؛</w:t>
      </w:r>
      <w:r>
        <w:rPr>
          <w:rtl/>
          <w:lang w:bidi="fa-IR"/>
        </w:rPr>
        <w:t xml:space="preserve"> تمام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ابوذر</w:t>
      </w:r>
      <w:r w:rsidR="00D401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چهارصد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بود».</w:t>
      </w:r>
      <w:r w:rsidRPr="00D4011E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پس از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مرگ ابوذر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حقارت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چشم ابوذر، او را در نظرم بزرگ و دوست داشتن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او بنده شکم و در بند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نبود. اگر هم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تکاثر و بهره 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را در سکوت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گذراند... </w:t>
      </w:r>
      <w:r w:rsidRPr="00D4011E">
        <w:rPr>
          <w:rStyle w:val="libFootnotenumChar"/>
          <w:rtl/>
        </w:rPr>
        <w:t>.(2)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پژوهشگران معاصر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پول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موضع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شد و او قبول نکرد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به انواع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دچار شد.</w:t>
      </w:r>
      <w:r w:rsidRPr="00D4011E">
        <w:rPr>
          <w:rStyle w:val="libFootnotenumChar"/>
          <w:rtl/>
        </w:rPr>
        <w:t>(3)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است:</w:t>
      </w:r>
    </w:p>
    <w:p w:rsidR="00D4011E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مانند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اصحاب که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 فارق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انسانِ مکتب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انسان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است...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ابوذر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نه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جوانب، مواضع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تجسم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ست؛</w:t>
      </w:r>
      <w:r>
        <w:rPr>
          <w:rtl/>
          <w:lang w:bidi="fa-IR"/>
        </w:rPr>
        <w:t xml:space="preserve"> چ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او شاگرد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از مخلص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آن حضرت به حساب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آمد.(4)</w:t>
      </w:r>
    </w:p>
    <w:p w:rsidR="004033DA" w:rsidRDefault="00D4011E" w:rsidP="00D401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26E10">
      <w:pPr>
        <w:pStyle w:val="Heading2"/>
        <w:rPr>
          <w:rtl/>
          <w:lang w:bidi="fa-IR"/>
        </w:rPr>
      </w:pPr>
      <w:bookmarkStart w:id="40" w:name="_Toc534017864"/>
      <w:bookmarkStart w:id="41" w:name="_Toc534017954"/>
      <w:r>
        <w:rPr>
          <w:rFonts w:hint="eastAsia"/>
          <w:rtl/>
          <w:lang w:bidi="fa-IR"/>
        </w:rPr>
        <w:t>شجاعت</w:t>
      </w:r>
      <w:r>
        <w:rPr>
          <w:rtl/>
          <w:lang w:bidi="fa-IR"/>
        </w:rPr>
        <w:t xml:space="preserve"> ابوذر</w:t>
      </w:r>
      <w:bookmarkEnd w:id="40"/>
      <w:bookmarkEnd w:id="41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صفات مثال زدن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ابوذر، شجاعت اوست. ابوذر قبل از اسلام آوردن، به شجاعت و جنگ 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غفار معروف بود. پس از مسلمان شدن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</w:p>
    <w:p w:rsidR="004033DA" w:rsidRPr="00D4011E" w:rsidRDefault="00D4011E" w:rsidP="00D401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1-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الکمال، ج 33، ص 297.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2- ابوذر خود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گفت: «کانَ قُوت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عَهْدِ رَسُولِ اللّه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صاعَا مِن التَّمْرِفَلَسْتُ بزائدٍ عَل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حَتّ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اَلق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اللّه ُ عَزَّوجل؛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خوراک من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سرورم، رسول اللّه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صاع از خرما بود.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فزوده</w:t>
      </w:r>
      <w:r>
        <w:rPr>
          <w:rtl/>
          <w:lang w:bidi="fa-IR"/>
        </w:rPr>
        <w:t xml:space="preserve"> ام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منوال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گذرانم تا پروردگارم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کنم.»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عاب،</w:t>
      </w:r>
      <w:r>
        <w:rPr>
          <w:rtl/>
          <w:lang w:bidi="fa-IR"/>
        </w:rPr>
        <w:t xml:space="preserve"> ج 1، ص 254.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3- دراساتٌ و بحوثٌ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الاسلام، ج 1، ص 108.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4- ابوذر الغفار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صص 21 و 22.</w:t>
      </w:r>
    </w:p>
    <w:p w:rsidR="004033DA" w:rsidRDefault="00D4011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که</w:t>
      </w:r>
      <w:r w:rsidR="004033DA">
        <w:rPr>
          <w:rtl/>
          <w:lang w:bidi="fa-IR"/>
        </w:rPr>
        <w:t xml:space="preserve"> اسلام خود را اظهار کرد و به تبل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غ</w:t>
      </w:r>
      <w:r w:rsidR="004033DA">
        <w:rPr>
          <w:rtl/>
          <w:lang w:bidi="fa-IR"/>
        </w:rPr>
        <w:t xml:space="preserve"> علن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توح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پرداخت. همچن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شرکت فعال در جنگ ها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گوناگون حکا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ت</w:t>
      </w:r>
      <w:r w:rsidR="004033DA">
        <w:rPr>
          <w:rtl/>
          <w:lang w:bidi="fa-IR"/>
        </w:rPr>
        <w:t xml:space="preserve"> از شجاعت او دارد. ذهب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نو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سد</w:t>
      </w:r>
      <w:r w:rsidR="004033DA"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پرشور و شجاع بود که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مقابله با مخالفان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پرداخت. خداوند، او را به نور اسلام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کرد.</w:t>
      </w:r>
      <w:r w:rsidRPr="00D4011E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حفظ کرد. تا زمان رحلت رسول خدا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، ابوذر، شجاعانه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حاکم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اسلام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دوران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عمرش در راه حق و عدالت گذشت و از شکنجه، تطم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دوران </w:t>
      </w:r>
      <w:r>
        <w:rPr>
          <w:rFonts w:hint="eastAsia"/>
          <w:rtl/>
          <w:lang w:bidi="fa-IR"/>
        </w:rPr>
        <w:t>چنان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فرمان داده بود، دست به قبضه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نبرد،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بارها آن را آرزو کرد و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به دستمان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گشت!»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D4011E" w:rsidRDefault="00D4011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26E10">
      <w:pPr>
        <w:pStyle w:val="Heading2"/>
        <w:rPr>
          <w:rtl/>
          <w:lang w:bidi="fa-IR"/>
        </w:rPr>
      </w:pPr>
      <w:bookmarkStart w:id="42" w:name="_Toc534017865"/>
      <w:bookmarkStart w:id="43" w:name="_Toc534017955"/>
      <w:r>
        <w:rPr>
          <w:rFonts w:hint="eastAsia"/>
          <w:rtl/>
          <w:lang w:bidi="fa-IR"/>
        </w:rPr>
        <w:t>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</w:t>
      </w:r>
      <w:bookmarkEnd w:id="42"/>
      <w:bookmarkEnd w:id="43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چنان فروتن بود که بنا بر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ها،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او را به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وَ</w:t>
      </w:r>
      <w:r>
        <w:rPr>
          <w:rtl/>
          <w:lang w:bidi="fa-IR"/>
        </w:rPr>
        <w:t xml:space="preserve"> مَنْ سَرَّهُ اَنْ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نْظُرَ</w:t>
      </w:r>
      <w:r>
        <w:rPr>
          <w:rtl/>
          <w:lang w:bidi="fa-IR"/>
        </w:rPr>
        <w:t xml:space="preserve">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تَواضُع عِ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بنَ مَرْ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فَلْ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نظُرْ</w:t>
      </w:r>
      <w:r>
        <w:rPr>
          <w:rtl/>
          <w:lang w:bidi="fa-IR"/>
        </w:rPr>
        <w:t xml:space="preserve"> اِل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ذَر.</w:t>
      </w:r>
      <w:r w:rsidRPr="00D4011E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دوست دارد به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نظاره کند، به ابوذر بنگرد.</w:t>
      </w:r>
    </w:p>
    <w:p w:rsidR="004033DA" w:rsidRDefault="004033DA" w:rsidP="00D4011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نشانه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است،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روابط محبت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مزاح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ابوذر پرده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مزاح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ابوذر را به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 داس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پس از سال ها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از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ابوذر</w:t>
      </w:r>
    </w:p>
    <w:p w:rsidR="004033DA" w:rsidRPr="00D4011E" w:rsidRDefault="00D4011E" w:rsidP="00D401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1-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النبلاء، ج 2، ص 55.</w:t>
      </w:r>
    </w:p>
    <w:p w:rsidR="004033DA" w:rsidRDefault="004033DA" w:rsidP="00D4011E">
      <w:pPr>
        <w:pStyle w:val="libFootnote0"/>
        <w:rPr>
          <w:rtl/>
          <w:lang w:bidi="fa-IR"/>
        </w:rPr>
      </w:pPr>
      <w:r>
        <w:rPr>
          <w:rtl/>
          <w:lang w:bidi="fa-IR"/>
        </w:rPr>
        <w:t>2- مجمع الزوائد و منبع الفوائد، ج 9، ص 330؛ الطبقات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228،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النبلاء، ج 2، ص 59.</w:t>
      </w:r>
    </w:p>
    <w:p w:rsidR="004033DA" w:rsidRDefault="00D4011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به</w:t>
      </w:r>
      <w:r w:rsidR="004033DA">
        <w:rPr>
          <w:rtl/>
          <w:lang w:bidi="fa-IR"/>
        </w:rPr>
        <w:t xml:space="preserve"> مد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نه</w:t>
      </w:r>
      <w:r w:rsidR="004033DA">
        <w:rPr>
          <w:rtl/>
          <w:lang w:bidi="fa-IR"/>
        </w:rPr>
        <w:t xml:space="preserve"> هجرت کرد و نزد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</w:t>
      </w:r>
      <w:r w:rsidR="004033DA">
        <w:rPr>
          <w:rtl/>
          <w:lang w:bidi="fa-IR"/>
        </w:rPr>
        <w:t xml:space="preserve"> آمد.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</w:t>
      </w:r>
      <w:r w:rsidR="004033DA">
        <w:rPr>
          <w:rtl/>
          <w:lang w:bidi="fa-IR"/>
        </w:rPr>
        <w:t xml:space="preserve"> چون او را 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د،</w:t>
      </w:r>
      <w:r w:rsidR="004033DA">
        <w:rPr>
          <w:rtl/>
          <w:lang w:bidi="fa-IR"/>
        </w:rPr>
        <w:t xml:space="preserve"> با تبسم فرمود: «اَنْتَ اُبُونَمْلَه؟ تو بابا مورچه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؟»</w:t>
      </w:r>
      <w:r w:rsidR="004033DA">
        <w:rPr>
          <w:rtl/>
          <w:lang w:bidi="fa-IR"/>
        </w:rPr>
        <w:t xml:space="preserve"> ابوذر در جواب گفت: «اَنَا اَبُوذَرٍّ؛ من بابا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ذرّه ام.» حضرت فرمود: «آر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>! تو ابوذر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>.»</w:t>
      </w:r>
      <w:r w:rsidR="004033DA" w:rsidRPr="00D4011E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داستان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نشان دهنده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است، رخ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شارحان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اند و علامه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در کتاب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آورده است: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به بلال حبش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شدت علاقه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داشتند، گفت: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ابْنَ</w:t>
      </w:r>
      <w:r>
        <w:rPr>
          <w:rtl/>
          <w:lang w:bidi="fa-IR"/>
        </w:rPr>
        <w:t xml:space="preserve"> السَّودا!» بلال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افسرده شد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برد. ابوذر پس از آنکه از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بلال آگاه شد، خود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انداخت و گفت: «صورتم را از خاک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تا آنکه بلال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صورتم گذارد و عفو خود را نشان دهد 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شود».</w:t>
      </w:r>
      <w:r w:rsidRPr="00D4011E">
        <w:rPr>
          <w:rStyle w:val="libFootnotenumChar"/>
          <w:rtl/>
        </w:rPr>
        <w:t>(2)</w:t>
      </w:r>
    </w:p>
    <w:p w:rsidR="004033DA" w:rsidRDefault="00D4011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4011E">
      <w:pPr>
        <w:pStyle w:val="Heading2"/>
        <w:rPr>
          <w:rtl/>
          <w:lang w:bidi="fa-IR"/>
        </w:rPr>
      </w:pPr>
      <w:bookmarkStart w:id="44" w:name="_Toc534017866"/>
      <w:bookmarkStart w:id="45" w:name="_Toc534017956"/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ابوذر</w:t>
      </w:r>
      <w:bookmarkEnd w:id="44"/>
      <w:bookmarkEnd w:id="45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ابوذر در آنچه اشاره شد، خلاصه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که منابع گوناگون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نقل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اسوه زهد، جهاد، عرفان و دانش ناتوان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بسنده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کنند: «وَ مَناقِبُ اَب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ذَرٍّ کَث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ره»</w:t>
      </w:r>
      <w:r w:rsidRPr="00A46BB4">
        <w:rPr>
          <w:rStyle w:val="libFootnotenumChar"/>
          <w:rtl/>
        </w:rPr>
        <w:t>.(3)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است: «کانَ مِنْ کِبارِ الصَّحابَهِ قَد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مَ</w:t>
      </w:r>
      <w:r>
        <w:rPr>
          <w:rtl/>
          <w:lang w:bidi="fa-IR"/>
        </w:rPr>
        <w:t xml:space="preserve"> الاِسلام؛ او از بزرگان اصحاب و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آورندگان است.»</w:t>
      </w:r>
      <w:r w:rsidRPr="00A46BB4">
        <w:rPr>
          <w:rStyle w:val="libFootnotenumChar"/>
          <w:rtl/>
        </w:rPr>
        <w:t>(4)</w:t>
      </w:r>
      <w:r>
        <w:rPr>
          <w:rtl/>
          <w:lang w:bidi="fa-IR"/>
        </w:rPr>
        <w:t xml:space="preserve"> ابوذر سخاوتمند و عابد بود و با ستم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مشکلات روزگار،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بود و زبان به شکوه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گشود.</w:t>
      </w:r>
    </w:p>
    <w:p w:rsidR="004033DA" w:rsidRPr="00A46BB4" w:rsidRDefault="00A46BB4" w:rsidP="00A46BB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الاصابه، ج 4، ص 63.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tl/>
          <w:lang w:bidi="fa-IR"/>
        </w:rPr>
        <w:t>2- ابوذر الغفار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ص 20؛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ربذه، ص 39.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tl/>
          <w:lang w:bidi="fa-IR"/>
        </w:rPr>
        <w:t>3-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الکمال، ج 33، ص 297.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tl/>
          <w:lang w:bidi="fa-IR"/>
        </w:rPr>
        <w:t>4-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الکمال، ج 33، ص 297.</w:t>
      </w:r>
    </w:p>
    <w:p w:rsidR="004033DA" w:rsidRDefault="00A46BB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A46BB4">
      <w:pPr>
        <w:pStyle w:val="Heading2"/>
        <w:rPr>
          <w:rtl/>
          <w:lang w:bidi="fa-IR"/>
        </w:rPr>
      </w:pPr>
      <w:bookmarkStart w:id="46" w:name="_Toc534017867"/>
      <w:bookmarkStart w:id="47" w:name="_Toc534017957"/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bookmarkEnd w:id="46"/>
      <w:bookmarkEnd w:id="47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در زندان زمان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گنجد و به نسل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شأن نزول خاص دارد و با در نظر گرفتن مناسبت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افراد خاص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الشأن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صفات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ابوذر و دوستان او مانند سلمان، مقداد و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موجب شد تا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شأن آنان نازل شود و از عظمت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آنان پرده بردارد. از جمله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شأن ابوذر و همراهان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نازل 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A46BB4" w:rsidP="004033DA">
      <w:pPr>
        <w:pStyle w:val="libNormal"/>
        <w:rPr>
          <w:rtl/>
          <w:lang w:bidi="fa-IR"/>
        </w:rPr>
      </w:pPr>
      <w:r w:rsidRPr="00A46BB4">
        <w:rPr>
          <w:rStyle w:val="libAlaemChar"/>
          <w:rFonts w:eastAsia="KFGQPC Uthman Taha Naskh" w:hint="cs"/>
          <w:rtl/>
        </w:rPr>
        <w:t>(</w:t>
      </w:r>
      <w:r w:rsidR="004033DA" w:rsidRPr="00A46BB4">
        <w:rPr>
          <w:rStyle w:val="libAieChar"/>
          <w:rFonts w:hint="eastAsia"/>
          <w:rtl/>
        </w:rPr>
        <w:t>وَ</w:t>
      </w:r>
      <w:r w:rsidR="004033DA" w:rsidRPr="00A46BB4">
        <w:rPr>
          <w:rStyle w:val="libAieChar"/>
          <w:rtl/>
        </w:rPr>
        <w:t xml:space="preserve"> السّابِقُونَ اْلأَوَّلُونَ مِنَ الْمُهاجِر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وَ اْلأَنْصارِ وَ الَّذ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اتَّبَعُوهُمْ بِإِحْسانٍ رَضِ</w:t>
      </w:r>
      <w:r w:rsidR="004033DA" w:rsidRPr="00A46BB4">
        <w:rPr>
          <w:rStyle w:val="libAieChar"/>
          <w:rFonts w:hint="cs"/>
          <w:rtl/>
        </w:rPr>
        <w:t>یَ</w:t>
      </w:r>
      <w:r w:rsidR="004033DA" w:rsidRPr="00A46BB4">
        <w:rPr>
          <w:rStyle w:val="libAieChar"/>
          <w:rtl/>
        </w:rPr>
        <w:t xml:space="preserve"> اللّهُ عَنْهُمْ وَ رَضُوا عَنْهُ وَ أَعَدَّ لَهُمْ جَنّاتٍ تَجْر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tl/>
        </w:rPr>
        <w:t xml:space="preserve"> تَحْتَهَا اْلأَنْهارُ خالِد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ف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ها</w:t>
      </w:r>
      <w:r w:rsidR="004033DA" w:rsidRPr="00A46BB4">
        <w:rPr>
          <w:rStyle w:val="libAieChar"/>
          <w:rtl/>
        </w:rPr>
        <w:t xml:space="preserve"> أَبَدًا ذلِکَ الْفَوْزُ الْعَظ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مُ</w:t>
      </w:r>
      <w:r w:rsidR="004033DA" w:rsidRPr="00A46BB4">
        <w:rPr>
          <w:rStyle w:val="libAieChar"/>
          <w:rtl/>
        </w:rPr>
        <w:t>.</w:t>
      </w:r>
      <w:r w:rsidRPr="00A46BB4">
        <w:rPr>
          <w:rStyle w:val="libAlaemChar"/>
          <w:rFonts w:eastAsia="KFGQPC Uthman Taha Naskh" w:hint="cs"/>
          <w:rtl/>
        </w:rPr>
        <w:t>)</w:t>
      </w:r>
      <w:r w:rsidR="004033DA">
        <w:rPr>
          <w:rtl/>
          <w:lang w:bidi="fa-IR"/>
        </w:rPr>
        <w:t xml:space="preserve"> (توبه: 100)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صدر اسلام در قبول اسلام سبقت گرفتند از مهاجران و انصار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خداوند از آنان خشنود است و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خدا خشنودند.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فراهم ساخته است که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آنها نهرها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تا در آن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بمانند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eastAsia"/>
          <w:rtl/>
          <w:lang w:bidi="fa-IR"/>
        </w:rPr>
        <w:t>عادت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شأن نزول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آورده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منظور</w:t>
      </w:r>
      <w:r>
        <w:rPr>
          <w:rtl/>
          <w:lang w:bidi="fa-IR"/>
        </w:rPr>
        <w:t xml:space="preserve"> از قسمت اول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ابوذر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مقداد،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عمار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 که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آوردند و او را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کردند و بر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ثابت و استوار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ماندند.</w:t>
      </w:r>
      <w:r w:rsidRPr="00A46BB4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که به منزلت ابوذر و هم فکران او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A46BB4" w:rsidP="00A46BB4">
      <w:pPr>
        <w:pStyle w:val="libNormal"/>
        <w:rPr>
          <w:rtl/>
          <w:lang w:bidi="fa-IR"/>
        </w:rPr>
      </w:pPr>
      <w:r w:rsidRPr="00A46BB4">
        <w:rPr>
          <w:rStyle w:val="libAlaemChar"/>
          <w:rFonts w:eastAsia="KFGQPC Uthman Taha Naskh" w:hint="cs"/>
          <w:rtl/>
        </w:rPr>
        <w:t>(</w:t>
      </w:r>
      <w:r w:rsidR="004033DA" w:rsidRPr="00A46BB4">
        <w:rPr>
          <w:rStyle w:val="libAieChar"/>
          <w:rFonts w:hint="eastAsia"/>
          <w:rtl/>
        </w:rPr>
        <w:t>إِنَّ</w:t>
      </w:r>
      <w:r w:rsidR="004033DA" w:rsidRPr="00A46BB4">
        <w:rPr>
          <w:rStyle w:val="libAieChar"/>
          <w:rtl/>
        </w:rPr>
        <w:t xml:space="preserve"> الَّذ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آمَنُوا وَ عَمِلُوا الصّالِحاتِ کانَتْ لَهُمْ جَنّاتُ الْفِرْدَوْسِ نُزُلاً خالِد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ف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ها</w:t>
      </w:r>
      <w:r w:rsidR="004033DA" w:rsidRPr="00A46BB4">
        <w:rPr>
          <w:rStyle w:val="libAieChar"/>
          <w:rtl/>
        </w:rPr>
        <w:t xml:space="preserve"> لا </w:t>
      </w:r>
      <w:r w:rsidR="004033DA" w:rsidRPr="00A46BB4">
        <w:rPr>
          <w:rStyle w:val="libAieChar"/>
          <w:rFonts w:hint="cs"/>
          <w:rtl/>
        </w:rPr>
        <w:t>یَ</w:t>
      </w:r>
      <w:r w:rsidR="004033DA" w:rsidRPr="00A46BB4">
        <w:rPr>
          <w:rStyle w:val="libAieChar"/>
          <w:rFonts w:hint="eastAsia"/>
          <w:rtl/>
        </w:rPr>
        <w:t>بْغُونَ</w:t>
      </w:r>
      <w:r w:rsidR="004033DA" w:rsidRPr="00A46BB4">
        <w:rPr>
          <w:rStyle w:val="libAieChar"/>
          <w:rtl/>
        </w:rPr>
        <w:t xml:space="preserve"> عَنْها حِوَلاً</w:t>
      </w:r>
      <w:r w:rsidRPr="00A46BB4">
        <w:rPr>
          <w:rStyle w:val="libAlaemChar"/>
          <w:rFonts w:hint="cs"/>
          <w:rtl/>
        </w:rPr>
        <w:t>)</w:t>
      </w:r>
      <w:r w:rsidR="004033DA" w:rsidRPr="00A46BB4">
        <w:rPr>
          <w:rStyle w:val="libAlaemChar"/>
          <w:rtl/>
        </w:rPr>
        <w:t xml:space="preserve"> </w:t>
      </w:r>
      <w:r w:rsidR="004033DA">
        <w:rPr>
          <w:rtl/>
          <w:lang w:bidi="fa-IR"/>
        </w:rPr>
        <w:t>(کهف: 107 و 108)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آوردند و اعمال صالح انجام دادند، در جنات فردوس (بهتر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4033DA" w:rsidRPr="00A46BB4" w:rsidRDefault="00A46BB4" w:rsidP="00A46BB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tl/>
          <w:lang w:bidi="fa-IR"/>
        </w:rPr>
        <w:t>1- بحارالانوار، ج 22، ص 327.</w:t>
      </w:r>
    </w:p>
    <w:p w:rsidR="004033DA" w:rsidRDefault="00A46BB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بهشت</w:t>
      </w:r>
      <w:r w:rsidR="004033DA">
        <w:rPr>
          <w:rtl/>
          <w:lang w:bidi="fa-IR"/>
        </w:rPr>
        <w:t xml:space="preserve"> ها) همواره جا داشته اند و به جا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گر</w:t>
      </w:r>
      <w:r w:rsidR="004033DA">
        <w:rPr>
          <w:rtl/>
          <w:lang w:bidi="fa-IR"/>
        </w:rPr>
        <w:t xml:space="preserve"> منتقل نم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شوند.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A46BB4" w:rsidP="004033DA">
      <w:pPr>
        <w:pStyle w:val="libNormal"/>
        <w:rPr>
          <w:rtl/>
          <w:lang w:bidi="fa-IR"/>
        </w:rPr>
      </w:pPr>
      <w:r w:rsidRPr="00A46BB4">
        <w:rPr>
          <w:rStyle w:val="libAlaemChar"/>
          <w:rFonts w:eastAsia="KFGQPC Uthman Taha Naskh" w:hint="cs"/>
          <w:rtl/>
        </w:rPr>
        <w:t>(</w:t>
      </w:r>
      <w:r w:rsidR="004033DA" w:rsidRPr="00A46BB4">
        <w:rPr>
          <w:rStyle w:val="libAieChar"/>
          <w:rFonts w:hint="eastAsia"/>
          <w:rtl/>
        </w:rPr>
        <w:t>هذِهُ</w:t>
      </w:r>
      <w:r w:rsidR="004033DA" w:rsidRPr="00A46BB4">
        <w:rPr>
          <w:rStyle w:val="libAieChar"/>
          <w:rtl/>
        </w:rPr>
        <w:t xml:space="preserve"> نزِلَتْ فِ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tl/>
        </w:rPr>
        <w:t xml:space="preserve"> اَبُوذَرٍّ وَ الْمِقدادِ وَ سَلمانِ الفارِس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tl/>
        </w:rPr>
        <w:t xml:space="preserve"> وَ عَمّارِ بنِ 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اسِرٍ</w:t>
      </w:r>
      <w:r w:rsidR="004033DA" w:rsidRPr="00A46BB4">
        <w:rPr>
          <w:rStyle w:val="libAieChar"/>
          <w:rtl/>
        </w:rPr>
        <w:t xml:space="preserve"> جَعَلَ اللّه ُ لَهُم جَنّاتِ الْفِردُوس نُزُلاً اَ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tl/>
        </w:rPr>
        <w:t xml:space="preserve"> مَأوَ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tl/>
        </w:rPr>
        <w:t xml:space="preserve"> وَ مَنزِلاً</w:t>
      </w:r>
      <w:r w:rsidRPr="00A46BB4">
        <w:rPr>
          <w:rStyle w:val="libAlaemChar"/>
          <w:rFonts w:eastAsia="KFGQPC Uthman Taha Naskh" w:hint="cs"/>
          <w:rtl/>
        </w:rPr>
        <w:t>)</w:t>
      </w:r>
      <w:r w:rsidR="004033DA">
        <w:rPr>
          <w:rtl/>
          <w:lang w:bidi="fa-IR"/>
        </w:rPr>
        <w:t>.</w:t>
      </w:r>
      <w:r w:rsidR="004033DA" w:rsidRPr="00A46BB4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درباره ابوذر، مقداد،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نازل شده است خداوند باغ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فردوس را منزلگاهشان قرار داده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سوره محمد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A46BB4" w:rsidP="004033DA">
      <w:pPr>
        <w:pStyle w:val="libNormal"/>
        <w:rPr>
          <w:rtl/>
          <w:lang w:bidi="fa-IR"/>
        </w:rPr>
      </w:pPr>
      <w:r w:rsidRPr="00A46BB4">
        <w:rPr>
          <w:rStyle w:val="libAlaemChar"/>
          <w:rFonts w:eastAsia="KFGQPC Uthman Taha Naskh" w:hint="cs"/>
          <w:rtl/>
        </w:rPr>
        <w:t>(</w:t>
      </w:r>
      <w:r w:rsidR="004033DA" w:rsidRPr="00A46BB4">
        <w:rPr>
          <w:rStyle w:val="libAieChar"/>
          <w:rFonts w:hint="eastAsia"/>
          <w:rtl/>
        </w:rPr>
        <w:t>وَ</w:t>
      </w:r>
      <w:r w:rsidR="004033DA" w:rsidRPr="00A46BB4">
        <w:rPr>
          <w:rStyle w:val="libAieChar"/>
          <w:rtl/>
        </w:rPr>
        <w:t xml:space="preserve"> الَّذ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آمَنُوا وَ عَمِلُوا الصّالِحاتِ وَ آمَنُوا بِما نُزِّلَ عَل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tl/>
        </w:rPr>
        <w:t xml:space="preserve"> مُحَمَّدٍ وَ هُوَ الْحَقُّ مِنْ رَبِّهِمْ کَفَّرَ عَنْهُمْ سَ</w:t>
      </w:r>
      <w:r w:rsidR="004033DA" w:rsidRPr="00A46BB4">
        <w:rPr>
          <w:rStyle w:val="libAieChar"/>
          <w:rFonts w:hint="cs"/>
          <w:rtl/>
        </w:rPr>
        <w:t>یِّ</w:t>
      </w:r>
      <w:r w:rsidR="004033DA" w:rsidRPr="00A46BB4">
        <w:rPr>
          <w:rStyle w:val="libAieChar"/>
          <w:rFonts w:hint="eastAsia"/>
          <w:rtl/>
        </w:rPr>
        <w:t>ئاتِهِمْ</w:t>
      </w:r>
      <w:r w:rsidR="004033DA" w:rsidRPr="00A46BB4">
        <w:rPr>
          <w:rStyle w:val="libAieChar"/>
          <w:rtl/>
        </w:rPr>
        <w:t xml:space="preserve"> وَ أَصْلَحَ بالَهُمْ.</w:t>
      </w:r>
      <w:r w:rsidRPr="00A46BB4">
        <w:rPr>
          <w:rStyle w:val="libAlaemChar"/>
          <w:rFonts w:eastAsia="KFGQPC Uthman Taha Naskh" w:hint="cs"/>
          <w:rtl/>
        </w:rPr>
        <w:t>)</w:t>
      </w:r>
      <w:r w:rsidR="004033DA">
        <w:rPr>
          <w:rtl/>
          <w:lang w:bidi="fa-IR"/>
        </w:rPr>
        <w:t xml:space="preserve"> (محمد: 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A46BB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آوردند و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انجام دادند و به آنچه بر محمد نازل شد، مؤمن شدند و آن البته از جانب پروردگارشان بود خداوند از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در گذشت و امورشان را اصلاح فرمود.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A46BB4" w:rsidP="00A46BB4">
      <w:pPr>
        <w:pStyle w:val="libNormal"/>
        <w:rPr>
          <w:rtl/>
          <w:lang w:bidi="fa-IR"/>
        </w:rPr>
      </w:pPr>
      <w:r w:rsidRPr="00A46BB4">
        <w:rPr>
          <w:rStyle w:val="libAlaemChar"/>
          <w:rFonts w:hint="cs"/>
          <w:rtl/>
        </w:rPr>
        <w:t>(</w:t>
      </w:r>
      <w:r w:rsidR="004033DA" w:rsidRPr="00A46BB4">
        <w:rPr>
          <w:rStyle w:val="libAieChar"/>
          <w:rFonts w:hint="eastAsia"/>
          <w:rtl/>
        </w:rPr>
        <w:t>وَالَّذ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</w:t>
      </w:r>
      <w:r w:rsidR="004033DA" w:rsidRPr="00A46BB4">
        <w:rPr>
          <w:rStyle w:val="libAieChar"/>
          <w:rtl/>
        </w:rPr>
        <w:t xml:space="preserve"> امَنُوا وَ عَمِلُوا الصّالِحاتِ</w:t>
      </w:r>
      <w:r w:rsidRPr="00A46BB4">
        <w:rPr>
          <w:rStyle w:val="libAlaemChar"/>
          <w:rFonts w:hint="cs"/>
          <w:rtl/>
        </w:rPr>
        <w:t>)</w:t>
      </w:r>
      <w:r w:rsidR="004033DA">
        <w:rPr>
          <w:rtl/>
          <w:lang w:bidi="fa-IR"/>
        </w:rPr>
        <w:t xml:space="preserve"> درباره ابوذر و سلمان و عمار و مقداد نازل شده است که نقض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مان</w:t>
      </w:r>
      <w:r w:rsidR="004033DA">
        <w:rPr>
          <w:rtl/>
          <w:lang w:bidi="fa-IR"/>
        </w:rPr>
        <w:t xml:space="preserve"> نکردند و به آنچه بر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</w:t>
      </w:r>
      <w:r w:rsidR="004033DA">
        <w:rPr>
          <w:rtl/>
          <w:lang w:bidi="fa-IR"/>
        </w:rPr>
        <w:t xml:space="preserve"> نازل شد،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مان</w:t>
      </w:r>
      <w:r w:rsidR="004033DA">
        <w:rPr>
          <w:rtl/>
          <w:lang w:bidi="fa-IR"/>
        </w:rPr>
        <w:t xml:space="preserve"> </w:t>
      </w:r>
      <w:r w:rsidR="004033DA">
        <w:rPr>
          <w:rtl/>
          <w:lang w:bidi="fa-IR"/>
        </w:rPr>
        <w:lastRenderedPageBreak/>
        <w:t xml:space="preserve">آوردند؛ 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عن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بر ولا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ت</w:t>
      </w:r>
      <w:r w:rsidR="004033DA">
        <w:rPr>
          <w:rtl/>
          <w:lang w:bidi="fa-IR"/>
        </w:rPr>
        <w:t xml:space="preserve"> عل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 w:rsidR="004033DA">
        <w:rPr>
          <w:rtl/>
          <w:lang w:bidi="fa-IR"/>
        </w:rPr>
        <w:t>که خداوند آن را به حق فرو فرستاد، ثابت قدم ماندند</w:t>
      </w:r>
      <w:r w:rsidR="004033DA" w:rsidRPr="00A46BB4">
        <w:rPr>
          <w:rStyle w:val="libFootnotenumChar"/>
          <w:rtl/>
        </w:rPr>
        <w:t>.(2)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نظر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مقام ابوذر و دوستانش 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A46BB4" w:rsidP="00A46BB4">
      <w:pPr>
        <w:pStyle w:val="libNormal"/>
        <w:rPr>
          <w:rtl/>
          <w:lang w:bidi="fa-IR"/>
        </w:rPr>
      </w:pPr>
      <w:r w:rsidRPr="00A46BB4">
        <w:rPr>
          <w:rStyle w:val="libAlaemChar"/>
          <w:rFonts w:hint="cs"/>
          <w:rtl/>
        </w:rPr>
        <w:t>(</w:t>
      </w:r>
      <w:r w:rsidR="004033DA" w:rsidRPr="00A46BB4">
        <w:rPr>
          <w:rStyle w:val="libAieChar"/>
          <w:rFonts w:hint="eastAsia"/>
          <w:rtl/>
        </w:rPr>
        <w:t>إِنَّمَا</w:t>
      </w:r>
      <w:r w:rsidR="004033DA" w:rsidRPr="00A46BB4">
        <w:rPr>
          <w:rStyle w:val="libAieChar"/>
          <w:rtl/>
        </w:rPr>
        <w:t xml:space="preserve"> الْمُو</w:t>
      </w:r>
      <w:r w:rsidR="004033DA" w:rsidRPr="00A46BB4">
        <w:rPr>
          <w:rStyle w:val="libAieChar"/>
          <w:rFonts w:hint="cs"/>
          <w:rtl/>
        </w:rPr>
        <w:t>مِنُونَ الَّذی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إِذا ذُکِرَ اللّهُ وَجِلَتْ قُلُوبُهُمْ وَ إِذا تُلِ</w:t>
      </w:r>
      <w:r w:rsidR="004033DA" w:rsidRPr="00A46BB4">
        <w:rPr>
          <w:rStyle w:val="libAieChar"/>
          <w:rFonts w:hint="cs"/>
          <w:rtl/>
        </w:rPr>
        <w:t>یَ</w:t>
      </w:r>
      <w:r w:rsidR="004033DA" w:rsidRPr="00A46BB4">
        <w:rPr>
          <w:rStyle w:val="libAieChar"/>
          <w:rFonts w:hint="eastAsia"/>
          <w:rtl/>
        </w:rPr>
        <w:t>تْ</w:t>
      </w:r>
      <w:r w:rsidR="004033DA" w:rsidRPr="00A46BB4">
        <w:rPr>
          <w:rStyle w:val="libAieChar"/>
          <w:rtl/>
        </w:rPr>
        <w:t xml:space="preserve"> عَلَ</w:t>
      </w:r>
      <w:r w:rsidR="004033DA" w:rsidRPr="00A46BB4">
        <w:rPr>
          <w:rStyle w:val="libAieChar"/>
          <w:rFonts w:hint="cs"/>
          <w:rtl/>
        </w:rPr>
        <w:t>یْ</w:t>
      </w:r>
      <w:r w:rsidR="004033DA" w:rsidRPr="00A46BB4">
        <w:rPr>
          <w:rStyle w:val="libAieChar"/>
          <w:rFonts w:hint="eastAsia"/>
          <w:rtl/>
        </w:rPr>
        <w:t>هِمْ</w:t>
      </w:r>
      <w:r w:rsidR="004033DA" w:rsidRPr="00A46BB4">
        <w:rPr>
          <w:rStyle w:val="libAieChar"/>
          <w:rtl/>
        </w:rPr>
        <w:t xml:space="preserve"> آ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اتُهُ</w:t>
      </w:r>
      <w:r w:rsidR="004033DA" w:rsidRPr="00A46BB4">
        <w:rPr>
          <w:rStyle w:val="libAieChar"/>
          <w:rtl/>
        </w:rPr>
        <w:t xml:space="preserve"> زادَتْهُمْ إ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مانًا</w:t>
      </w:r>
      <w:r w:rsidR="004033DA" w:rsidRPr="00A46BB4">
        <w:rPr>
          <w:rStyle w:val="libAieChar"/>
          <w:rtl/>
        </w:rPr>
        <w:t xml:space="preserve"> وَ عَل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tl/>
        </w:rPr>
        <w:t xml:space="preserve"> رَبِّهِمْ </w:t>
      </w:r>
      <w:r w:rsidR="004033DA" w:rsidRPr="00A46BB4">
        <w:rPr>
          <w:rStyle w:val="libAieChar"/>
          <w:rFonts w:hint="cs"/>
          <w:rtl/>
        </w:rPr>
        <w:t>یَ</w:t>
      </w:r>
      <w:r w:rsidR="004033DA" w:rsidRPr="00A46BB4">
        <w:rPr>
          <w:rStyle w:val="libAieChar"/>
          <w:rFonts w:hint="eastAsia"/>
          <w:rtl/>
        </w:rPr>
        <w:t>تَوَکَّلُونَ</w:t>
      </w:r>
      <w:r w:rsidR="004033DA" w:rsidRPr="00A46BB4">
        <w:rPr>
          <w:rStyle w:val="libAieChar"/>
          <w:rtl/>
        </w:rPr>
        <w:t xml:space="preserve"> الَّذ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</w:t>
      </w:r>
      <w:r w:rsidR="004033DA" w:rsidRPr="00A46BB4">
        <w:rPr>
          <w:rStyle w:val="libAieChar"/>
          <w:rFonts w:hint="cs"/>
          <w:rtl/>
        </w:rPr>
        <w:t>یُ</w:t>
      </w:r>
      <w:r w:rsidR="004033DA" w:rsidRPr="00A46BB4">
        <w:rPr>
          <w:rStyle w:val="libAieChar"/>
          <w:rFonts w:hint="eastAsia"/>
          <w:rtl/>
        </w:rPr>
        <w:t>ق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مُونَ</w:t>
      </w:r>
      <w:r w:rsidR="004033DA" w:rsidRPr="00A46BB4">
        <w:rPr>
          <w:rStyle w:val="libAieChar"/>
          <w:rtl/>
        </w:rPr>
        <w:t xml:space="preserve"> الصَّلاهَ وَ مِمّا رَزَقْناهُمْ </w:t>
      </w:r>
      <w:r w:rsidR="004033DA" w:rsidRPr="00A46BB4">
        <w:rPr>
          <w:rStyle w:val="libAieChar"/>
          <w:rFonts w:hint="cs"/>
          <w:rtl/>
        </w:rPr>
        <w:t>یُ</w:t>
      </w:r>
      <w:r w:rsidR="004033DA" w:rsidRPr="00A46BB4">
        <w:rPr>
          <w:rStyle w:val="libAieChar"/>
          <w:rFonts w:hint="eastAsia"/>
          <w:rtl/>
        </w:rPr>
        <w:t>نْفِقُونَ</w:t>
      </w:r>
      <w:r w:rsidR="004033DA" w:rsidRPr="00A46BB4">
        <w:rPr>
          <w:rStyle w:val="libAieChar"/>
          <w:rtl/>
        </w:rPr>
        <w:t xml:space="preserve"> أُولئِکَ هُمُ الْمُو</w:t>
      </w:r>
      <w:r w:rsidR="004033DA" w:rsidRPr="00A46BB4">
        <w:rPr>
          <w:rStyle w:val="libAieChar"/>
          <w:rFonts w:hint="cs"/>
          <w:rtl/>
        </w:rPr>
        <w:t>ٔمِنُونَ حَق</w:t>
      </w:r>
      <w:r w:rsidR="004033DA" w:rsidRPr="00A46BB4">
        <w:rPr>
          <w:rStyle w:val="libAieChar"/>
          <w:rFonts w:hint="eastAsia"/>
          <w:rtl/>
        </w:rPr>
        <w:t>ًّا</w:t>
      </w:r>
      <w:r w:rsidR="004033DA" w:rsidRPr="00A46BB4">
        <w:rPr>
          <w:rStyle w:val="libAieChar"/>
          <w:rtl/>
        </w:rPr>
        <w:t xml:space="preserve"> لَهُمْ دَرَجاتٌ عِنْدَ رَبِّهِمْ وَ مَغْفِرَهٌ وَ رِزْقٌ کَر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مٌ</w:t>
      </w:r>
      <w:r w:rsidRPr="00A46BB4">
        <w:rPr>
          <w:rStyle w:val="libAlaemChar"/>
          <w:rFonts w:hint="cs"/>
          <w:rtl/>
        </w:rPr>
        <w:t>)</w:t>
      </w:r>
      <w:r w:rsidR="004033DA">
        <w:rPr>
          <w:rtl/>
          <w:lang w:bidi="fa-IR"/>
        </w:rPr>
        <w:t>.</w:t>
      </w:r>
    </w:p>
    <w:p w:rsidR="004033DA" w:rsidRPr="00A46BB4" w:rsidRDefault="00A46BB4" w:rsidP="00A46BB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tl/>
          <w:lang w:bidi="fa-IR"/>
        </w:rPr>
        <w:t>1-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46.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tl/>
          <w:lang w:bidi="fa-IR"/>
        </w:rPr>
        <w:t>2-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301؛ بحارالانوار، ج 22، ص 349.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:37</w:t>
      </w:r>
    </w:p>
    <w:p w:rsidR="004033DA" w:rsidRDefault="00A46BB4" w:rsidP="00A46BB4">
      <w:pPr>
        <w:pStyle w:val="libLine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4033DA">
        <w:rPr>
          <w:rtl/>
          <w:lang w:bidi="fa-IR"/>
        </w:rPr>
        <w:t>(انفال: 2 _ 4)</w:t>
      </w:r>
    </w:p>
    <w:p w:rsidR="004033DA" w:rsidRDefault="00A46BB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همانا</w:t>
      </w:r>
      <w:r>
        <w:rPr>
          <w:rtl/>
          <w:lang w:bidi="fa-IR"/>
        </w:rPr>
        <w:t xml:space="preserve"> مؤمنان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چون از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شود، دل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عظمت او بلرزد و هرگاه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تلاوت شود،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مانشان</w:t>
      </w:r>
      <w:r>
        <w:rPr>
          <w:rtl/>
          <w:lang w:bidi="fa-IR"/>
        </w:rPr>
        <w:t xml:space="preserve"> افزوده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همواره بر خداوند توکل دارند. آنان نماز را با حضور قلب بر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زکات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پردازند. آنان مؤمنان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ن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خداوند مراتب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آمرزش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دارند.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فَانِّها</w:t>
      </w:r>
      <w:r>
        <w:rPr>
          <w:rtl/>
          <w:lang w:bidi="fa-IR"/>
        </w:rPr>
        <w:t xml:space="preserve"> نُزِلَتْ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رالمُؤمِن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وَ اَب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ذَرٍّ وَ سَلمان وَ الْمِقْداد.</w:t>
      </w:r>
      <w:r w:rsidRPr="00A46BB4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درباره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ابوذر و سلمان نازل شده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شرکت ابوذر در جنگ تبوک، منزلت ابوذر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چنان ارزشمند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درباره آن نازل شد و مردم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مسلمانان را به نقش ابوذر توجه داد: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A46BB4" w:rsidP="004033DA">
      <w:pPr>
        <w:pStyle w:val="libNormal"/>
        <w:rPr>
          <w:rtl/>
          <w:lang w:bidi="fa-IR"/>
        </w:rPr>
      </w:pPr>
      <w:r w:rsidRPr="00A46BB4">
        <w:rPr>
          <w:rStyle w:val="libAlaemChar"/>
          <w:rFonts w:eastAsia="KFGQPC Uthman Taha Naskh" w:hint="cs"/>
          <w:rtl/>
        </w:rPr>
        <w:t>(</w:t>
      </w:r>
      <w:r w:rsidR="004033DA" w:rsidRPr="00A46BB4">
        <w:rPr>
          <w:rStyle w:val="libAieChar"/>
          <w:rFonts w:hint="eastAsia"/>
          <w:rtl/>
        </w:rPr>
        <w:t>لَقَدْ</w:t>
      </w:r>
      <w:r w:rsidR="004033DA" w:rsidRPr="00A46BB4">
        <w:rPr>
          <w:rStyle w:val="libAieChar"/>
          <w:rtl/>
        </w:rPr>
        <w:t xml:space="preserve"> تابَ اللّهُ عَلَ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tl/>
        </w:rPr>
        <w:t xml:space="preserve"> النَّبِ</w:t>
      </w:r>
      <w:r w:rsidR="004033DA" w:rsidRPr="00A46BB4">
        <w:rPr>
          <w:rStyle w:val="libAieChar"/>
          <w:rFonts w:hint="cs"/>
          <w:rtl/>
        </w:rPr>
        <w:t>یِّ</w:t>
      </w:r>
      <w:r w:rsidR="004033DA" w:rsidRPr="00A46BB4">
        <w:rPr>
          <w:rStyle w:val="libAieChar"/>
          <w:rtl/>
        </w:rPr>
        <w:t xml:space="preserve"> وَ الْمُهاجِر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وَ اْلأَنْصارِ الَّذ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اتَّبَعُوهُ ف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tl/>
        </w:rPr>
        <w:t xml:space="preserve"> ساعَهِ الْعُسْرَهِ.</w:t>
      </w:r>
      <w:r w:rsidR="004033DA">
        <w:rPr>
          <w:rtl/>
          <w:lang w:bidi="fa-IR"/>
        </w:rPr>
        <w:t xml:space="preserve"> </w:t>
      </w:r>
      <w:r w:rsidRPr="00A46BB4">
        <w:rPr>
          <w:rStyle w:val="libAlaemChar"/>
          <w:rFonts w:hint="cs"/>
          <w:rtl/>
        </w:rPr>
        <w:t>)</w:t>
      </w:r>
      <w:r w:rsidR="004033DA">
        <w:rPr>
          <w:rtl/>
          <w:lang w:bidi="fa-IR"/>
        </w:rPr>
        <w:t>(توبه: 117)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خدا به واسطه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 مهاجران و انصار که در آن ساعت دشوار از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ببخشود.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امام صادق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نقل شده است که منظور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فه،</w:t>
      </w:r>
      <w:r>
        <w:rPr>
          <w:rtl/>
          <w:lang w:bidi="fa-IR"/>
        </w:rPr>
        <w:t xml:space="preserve"> ابوذر، ابوح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ثمه</w:t>
      </w:r>
      <w:r>
        <w:rPr>
          <w:rtl/>
          <w:lang w:bidi="fa-IR"/>
        </w:rPr>
        <w:t xml:space="preserve"> و عمرو بن وهب هستند که در جنگ تبوک در سخت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ط،</w:t>
      </w:r>
      <w:r>
        <w:rPr>
          <w:rtl/>
          <w:lang w:bidi="fa-IR"/>
        </w:rPr>
        <w:t xml:space="preserve"> خود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رساندند تا در جبهه اسلام با کافران روم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کنند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لطف خداوند بود که شامل حال آنان شد و ت</w:t>
      </w:r>
      <w:r>
        <w:rPr>
          <w:rFonts w:hint="eastAsia"/>
          <w:rtl/>
          <w:lang w:bidi="fa-IR"/>
        </w:rPr>
        <w:t>وانستند</w:t>
      </w:r>
      <w:r>
        <w:rPr>
          <w:rtl/>
          <w:lang w:bidi="fa-IR"/>
        </w:rPr>
        <w:t xml:space="preserve"> به صف مسلمانان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وندند</w:t>
      </w:r>
      <w:r w:rsidRPr="00A46BB4">
        <w:rPr>
          <w:rStyle w:val="libFootnotenumChar"/>
          <w:rtl/>
        </w:rPr>
        <w:t>.(2)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منابع،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مصداق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دانسته اند:</w:t>
      </w:r>
    </w:p>
    <w:p w:rsidR="004033DA" w:rsidRPr="00A46BB4" w:rsidRDefault="00A46BB4" w:rsidP="00A46BB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tl/>
          <w:lang w:bidi="fa-IR"/>
        </w:rPr>
        <w:t>1-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255؛ بحارالانوار، ج 22، ص 322.</w:t>
      </w:r>
    </w:p>
    <w:p w:rsidR="004033DA" w:rsidRDefault="004033DA" w:rsidP="00A46BB4">
      <w:pPr>
        <w:pStyle w:val="libFootnote0"/>
        <w:rPr>
          <w:rtl/>
          <w:lang w:bidi="fa-IR"/>
        </w:rPr>
      </w:pPr>
      <w:r>
        <w:rPr>
          <w:rtl/>
          <w:lang w:bidi="fa-IR"/>
        </w:rPr>
        <w:t>2-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383.</w:t>
      </w:r>
    </w:p>
    <w:p w:rsidR="004033DA" w:rsidRDefault="00A46BB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A46BB4">
        <w:rPr>
          <w:rStyle w:val="libAlaemChar"/>
          <w:rFonts w:hint="cs"/>
          <w:rtl/>
        </w:rPr>
        <w:lastRenderedPageBreak/>
        <w:t>(</w:t>
      </w:r>
      <w:r w:rsidR="004033DA" w:rsidRPr="00A46BB4">
        <w:rPr>
          <w:rStyle w:val="libAieChar"/>
          <w:rFonts w:hint="eastAsia"/>
          <w:rtl/>
        </w:rPr>
        <w:t>وَ</w:t>
      </w:r>
      <w:r w:rsidR="004033DA" w:rsidRPr="00A46BB4">
        <w:rPr>
          <w:rStyle w:val="libAieChar"/>
          <w:rtl/>
        </w:rPr>
        <w:t xml:space="preserve"> مَنْ </w:t>
      </w:r>
      <w:r w:rsidR="004033DA" w:rsidRPr="00A46BB4">
        <w:rPr>
          <w:rStyle w:val="libAieChar"/>
          <w:rFonts w:hint="cs"/>
          <w:rtl/>
        </w:rPr>
        <w:t>یُ</w:t>
      </w:r>
      <w:r w:rsidR="004033DA" w:rsidRPr="00A46BB4">
        <w:rPr>
          <w:rStyle w:val="libAieChar"/>
          <w:rFonts w:hint="eastAsia"/>
          <w:rtl/>
        </w:rPr>
        <w:t>طِعِ</w:t>
      </w:r>
      <w:r w:rsidR="004033DA" w:rsidRPr="00A46BB4">
        <w:rPr>
          <w:rStyle w:val="libAieChar"/>
          <w:rtl/>
        </w:rPr>
        <w:t xml:space="preserve"> اللّهَ وَ الرَّسُولَ فَأُولئِکَ مَعَ الَّذ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أَنْعَمَ اللّهُ عَلَ</w:t>
      </w:r>
      <w:r w:rsidR="004033DA" w:rsidRPr="00A46BB4">
        <w:rPr>
          <w:rStyle w:val="libAieChar"/>
          <w:rFonts w:hint="cs"/>
          <w:rtl/>
        </w:rPr>
        <w:t>یْ</w:t>
      </w:r>
      <w:r w:rsidR="004033DA" w:rsidRPr="00A46BB4">
        <w:rPr>
          <w:rStyle w:val="libAieChar"/>
          <w:rFonts w:hint="eastAsia"/>
          <w:rtl/>
        </w:rPr>
        <w:t>هِمْ</w:t>
      </w:r>
      <w:r w:rsidR="004033DA" w:rsidRPr="00A46BB4">
        <w:rPr>
          <w:rStyle w:val="libAieChar"/>
          <w:rtl/>
        </w:rPr>
        <w:t xml:space="preserve"> مِنَ النَّبِ</w:t>
      </w:r>
      <w:r w:rsidR="004033DA" w:rsidRPr="00A46BB4">
        <w:rPr>
          <w:rStyle w:val="libAieChar"/>
          <w:rFonts w:hint="cs"/>
          <w:rtl/>
        </w:rPr>
        <w:t>یِّی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وَ الصِّدّ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ق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وَ الشُّهَداءِ وَ الصّالِح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نَ</w:t>
      </w:r>
      <w:r w:rsidR="004033DA" w:rsidRPr="00A46BB4">
        <w:rPr>
          <w:rStyle w:val="libAieChar"/>
          <w:rtl/>
        </w:rPr>
        <w:t xml:space="preserve"> وَ حَسُنَ أُولئِکَ رَف</w:t>
      </w:r>
      <w:r w:rsidR="004033DA" w:rsidRPr="00A46BB4">
        <w:rPr>
          <w:rStyle w:val="libAieChar"/>
          <w:rFonts w:hint="cs"/>
          <w:rtl/>
        </w:rPr>
        <w:t>ی</w:t>
      </w:r>
      <w:r w:rsidR="004033DA" w:rsidRPr="00A46BB4">
        <w:rPr>
          <w:rStyle w:val="libAieChar"/>
          <w:rFonts w:hint="eastAsia"/>
          <w:rtl/>
        </w:rPr>
        <w:t>قًا</w:t>
      </w:r>
      <w:r w:rsidR="004033DA">
        <w:rPr>
          <w:rtl/>
          <w:lang w:bidi="fa-IR"/>
        </w:rPr>
        <w:t>.</w:t>
      </w:r>
      <w:r w:rsidRPr="00A46BB4">
        <w:rPr>
          <w:rStyle w:val="libAlaemChar"/>
          <w:rFonts w:hint="cs"/>
          <w:rtl/>
        </w:rPr>
        <w:t>)</w:t>
      </w:r>
      <w:r w:rsidR="004033DA">
        <w:rPr>
          <w:rtl/>
          <w:lang w:bidi="fa-IR"/>
        </w:rPr>
        <w:t xml:space="preserve"> (نساء: 69)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خدا و رسول اطاعت کنند، در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نعمت داده است و آن کسان،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راست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و صالحانند. آنان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دمانند.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انس</w:t>
      </w:r>
      <w:r>
        <w:rPr>
          <w:rtl/>
          <w:lang w:bidi="fa-IR"/>
        </w:rPr>
        <w:t xml:space="preserve"> بن مالک از ابوصالح نقل کرده است که مراد از «شه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دان»،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جعفر، حمزه و امام حسن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E408D" w:rsidRPr="00BE408D">
        <w:rPr>
          <w:rStyle w:val="libAlaemChar"/>
          <w:rtl/>
        </w:rPr>
        <w:t>عليهم‌السلام</w:t>
      </w:r>
      <w:r>
        <w:rPr>
          <w:rtl/>
          <w:lang w:bidi="fa-IR"/>
        </w:rPr>
        <w:t>است و منظور از صالحان، سلمان، ابوذر، مقداد، عمار، بلال و خباب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A46BB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: </w:t>
      </w:r>
      <w:r w:rsidR="00A46BB4" w:rsidRPr="00A46BB4">
        <w:rPr>
          <w:rStyle w:val="libAlaemChar"/>
          <w:rFonts w:hint="cs"/>
          <w:rtl/>
        </w:rPr>
        <w:t>(</w:t>
      </w:r>
      <w:r w:rsidRPr="00A46BB4">
        <w:rPr>
          <w:rStyle w:val="libAieChar"/>
          <w:rtl/>
        </w:rPr>
        <w:t>إِلاَّ الَّذ</w:t>
      </w:r>
      <w:r w:rsidRPr="00A46BB4">
        <w:rPr>
          <w:rStyle w:val="libAieChar"/>
          <w:rFonts w:hint="cs"/>
          <w:rtl/>
        </w:rPr>
        <w:t>ی</w:t>
      </w:r>
      <w:r w:rsidRPr="00A46BB4">
        <w:rPr>
          <w:rStyle w:val="libAieChar"/>
          <w:rFonts w:hint="eastAsia"/>
          <w:rtl/>
        </w:rPr>
        <w:t>نَ</w:t>
      </w:r>
      <w:r w:rsidRPr="00A46BB4">
        <w:rPr>
          <w:rStyle w:val="libAieChar"/>
          <w:rtl/>
        </w:rPr>
        <w:t xml:space="preserve"> آمَنُوا وَ عَمِلُوا الصّالِحاتِ فَلَهُمْ أَجْرٌ غَ</w:t>
      </w:r>
      <w:r w:rsidRPr="00A46BB4">
        <w:rPr>
          <w:rStyle w:val="libAieChar"/>
          <w:rFonts w:hint="cs"/>
          <w:rtl/>
        </w:rPr>
        <w:t>یْ</w:t>
      </w:r>
      <w:r w:rsidRPr="00A46BB4">
        <w:rPr>
          <w:rStyle w:val="libAieChar"/>
          <w:rFonts w:hint="eastAsia"/>
          <w:rtl/>
        </w:rPr>
        <w:t>رُ</w:t>
      </w:r>
      <w:r w:rsidRPr="00A46BB4">
        <w:rPr>
          <w:rStyle w:val="libAieChar"/>
          <w:rtl/>
        </w:rPr>
        <w:t xml:space="preserve"> مَمْنُونٍ</w:t>
      </w:r>
      <w:r w:rsidR="00A46BB4" w:rsidRPr="00A46BB4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تنها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آوردند و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انجام دادند، پاداش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(ت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6)، فرموده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مورد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ابوذر، عمار، مقداد و سلمان هستند.</w:t>
      </w:r>
      <w:r w:rsidRPr="00A46BB4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عبادت تنها عمل صالح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شامل تقوا، عدالت 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انفاق مال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ابوذر هم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هم در عمل به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نظر اسلام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بود؛ چندان که پس از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عنوان اسوه قابل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 ظاهر شد و مسلم</w:t>
      </w:r>
      <w:r>
        <w:rPr>
          <w:rFonts w:hint="eastAsia"/>
          <w:rtl/>
          <w:lang w:bidi="fa-IR"/>
        </w:rPr>
        <w:t>انان</w:t>
      </w:r>
      <w:r>
        <w:rPr>
          <w:rtl/>
          <w:lang w:bidi="fa-IR"/>
        </w:rPr>
        <w:t xml:space="preserve"> را به سازندگ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ومجاهدت فرا خواند.</w:t>
      </w:r>
    </w:p>
    <w:p w:rsidR="004033DA" w:rsidRDefault="00A46BB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A46BB4">
      <w:pPr>
        <w:pStyle w:val="Heading2"/>
        <w:rPr>
          <w:rtl/>
          <w:lang w:bidi="fa-IR"/>
        </w:rPr>
      </w:pPr>
      <w:bookmarkStart w:id="48" w:name="_Toc534017868"/>
      <w:bookmarkStart w:id="49" w:name="_Toc534017958"/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از نظر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bookmarkEnd w:id="48"/>
      <w:bookmarkEnd w:id="49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از اشخاص نادر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درباره او سخن گفته است. امام صادق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بود که ابوذر وارد شد.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ابوذر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«او در آسمان ها شناخته تر است تا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از او در مورد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هر</w:t>
      </w:r>
    </w:p>
    <w:p w:rsidR="004033DA" w:rsidRPr="009B4A6E" w:rsidRDefault="009B4A6E" w:rsidP="009B4A6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____________________________________________</w:t>
      </w:r>
    </w:p>
    <w:p w:rsidR="004033DA" w:rsidRDefault="004033DA" w:rsidP="009B4A6E">
      <w:pPr>
        <w:pStyle w:val="libFootnote0"/>
        <w:rPr>
          <w:rtl/>
          <w:lang w:bidi="fa-IR"/>
        </w:rPr>
      </w:pPr>
      <w:r>
        <w:rPr>
          <w:rtl/>
          <w:lang w:bidi="fa-IR"/>
        </w:rPr>
        <w:t>1-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فرات، ص 215؛ بحارالانوار، ج 22، ص 345.</w:t>
      </w:r>
    </w:p>
    <w:p w:rsidR="004033DA" w:rsidRDefault="009B4A6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بپرس».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در هر صبح گاه چه کلمات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زبان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امبرخدا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خوانم: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ذات پاکت و باور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امبرت</w:t>
      </w:r>
      <w:r>
        <w:rPr>
          <w:rtl/>
          <w:lang w:bidi="fa-IR"/>
        </w:rPr>
        <w:t xml:space="preserve">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تمام 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سپاس بر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بد را مسئلت دارم».</w:t>
      </w:r>
      <w:r w:rsidRPr="009B4A6E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منابع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گفت وگو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درباره ابوذر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سوگند به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را به حق مبعوث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ابوذر در ملکوت آسمان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گانه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مشهورتر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«چگونه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است؟»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گفت: </w:t>
      </w:r>
      <w:r>
        <w:rPr>
          <w:rFonts w:hint="eastAsia"/>
          <w:rtl/>
          <w:lang w:bidi="fa-IR"/>
        </w:rPr>
        <w:t>«به</w:t>
      </w:r>
      <w:r>
        <w:rPr>
          <w:rtl/>
          <w:lang w:bidi="fa-IR"/>
        </w:rPr>
        <w:t xml:space="preserve"> زهد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9B4A6E">
        <w:rPr>
          <w:rStyle w:val="libFootnotenumChar"/>
          <w:rtl/>
        </w:rPr>
        <w:t>(2)</w:t>
      </w:r>
    </w:p>
    <w:p w:rsidR="004033DA" w:rsidRPr="009B4A6E" w:rsidRDefault="009B4A6E" w:rsidP="009B4A6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4033DA" w:rsidRDefault="004033DA" w:rsidP="009B4A6E">
      <w:pPr>
        <w:pStyle w:val="libFootnote0"/>
        <w:rPr>
          <w:rtl/>
          <w:lang w:bidi="fa-IR"/>
        </w:rPr>
      </w:pPr>
      <w:r>
        <w:rPr>
          <w:rtl/>
          <w:lang w:bidi="fa-IR"/>
        </w:rPr>
        <w:t>1- اصول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381؛ رجال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107 و 108؛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ج 5، ص 139.</w:t>
      </w:r>
    </w:p>
    <w:p w:rsidR="004033DA" w:rsidRDefault="004033DA" w:rsidP="009B4A6E">
      <w:pPr>
        <w:pStyle w:val="libFootnote0"/>
        <w:rPr>
          <w:rtl/>
          <w:lang w:bidi="fa-IR"/>
        </w:rPr>
      </w:pPr>
      <w:r>
        <w:rPr>
          <w:rtl/>
          <w:lang w:bidi="fa-IR"/>
        </w:rPr>
        <w:t>2- مستطرف، ج 1، ص 66؛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8، ص 316.</w:t>
      </w:r>
    </w:p>
    <w:p w:rsidR="004033DA" w:rsidRDefault="009B4A6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9B4A6E">
      <w:pPr>
        <w:pStyle w:val="Heading1"/>
        <w:rPr>
          <w:rtl/>
          <w:lang w:bidi="fa-IR"/>
        </w:rPr>
      </w:pPr>
      <w:bookmarkStart w:id="50" w:name="_Toc534017869"/>
      <w:bookmarkStart w:id="51" w:name="_Toc534017959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چهارم: ابوذر در کلام معصومان </w:t>
      </w:r>
      <w:r w:rsidR="00BE408D" w:rsidRPr="00BE408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bookmarkEnd w:id="50"/>
      <w:bookmarkEnd w:id="51"/>
    </w:p>
    <w:p w:rsidR="009B4A6E" w:rsidRDefault="009B4A6E" w:rsidP="004033DA">
      <w:pPr>
        <w:pStyle w:val="libNormal"/>
        <w:rPr>
          <w:rtl/>
          <w:lang w:bidi="fa-IR"/>
        </w:rPr>
      </w:pPr>
    </w:p>
    <w:p w:rsidR="004033DA" w:rsidRDefault="004033DA" w:rsidP="009B4A6E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9B4A6E" w:rsidRDefault="009B4A6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9B4A6E">
      <w:pPr>
        <w:pStyle w:val="Heading2"/>
        <w:rPr>
          <w:rtl/>
          <w:lang w:bidi="fa-IR"/>
        </w:rPr>
      </w:pPr>
      <w:bookmarkStart w:id="52" w:name="_Toc534017870"/>
      <w:bookmarkStart w:id="53" w:name="_Toc534017960"/>
      <w:r>
        <w:rPr>
          <w:rtl/>
          <w:lang w:bidi="fa-IR"/>
        </w:rPr>
        <w:t>1</w:t>
      </w:r>
      <w:r w:rsidR="009B4A6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معصومان </w:t>
      </w:r>
      <w:r w:rsidR="009B4A6E" w:rsidRPr="009B4A6E">
        <w:rPr>
          <w:rStyle w:val="libAlaemChar"/>
          <w:rFonts w:eastAsiaTheme="minorHAnsi"/>
          <w:rtl/>
        </w:rPr>
        <w:t>عليهم‌السلام</w:t>
      </w:r>
      <w:bookmarkEnd w:id="52"/>
      <w:bookmarkEnd w:id="53"/>
    </w:p>
    <w:p w:rsidR="009B4A6E" w:rsidRDefault="009B4A6E" w:rsidP="004033DA">
      <w:pPr>
        <w:pStyle w:val="libNormal"/>
        <w:rPr>
          <w:rtl/>
          <w:lang w:bidi="fa-IR"/>
        </w:rPr>
      </w:pPr>
    </w:p>
    <w:p w:rsidR="004033DA" w:rsidRDefault="004033DA" w:rsidP="009B4A6E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 گونه مورد تکر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محبت معصومان </w:t>
      </w:r>
      <w:r w:rsidR="00BE408D" w:rsidRPr="00BE408D">
        <w:rPr>
          <w:rStyle w:val="libAlaemChar"/>
          <w:rtl/>
        </w:rPr>
        <w:t>عليهم‌السلام</w:t>
      </w:r>
      <w:r>
        <w:rPr>
          <w:rtl/>
          <w:lang w:bidi="fa-IR"/>
        </w:rPr>
        <w:t>قرار گرفته است.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ابوذر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پس از درگذشت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مقام ارجمندش را ستوده و درباره او سخن محبت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گفته و از مشکلات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اظهار تأثر کرده اند.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معصومان </w:t>
      </w:r>
      <w:r w:rsidR="00BE408D" w:rsidRPr="00BE408D">
        <w:rPr>
          <w:rStyle w:val="libAlaemChar"/>
          <w:rtl/>
        </w:rPr>
        <w:t>عليهم‌السلام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زبان او نقل کرده 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مقام بلند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مردم، به ماجراها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اشاره کرده اند.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به نمونه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دوگونه تکر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4033DA" w:rsidRDefault="009B4A6E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A56774">
      <w:pPr>
        <w:pStyle w:val="Heading2"/>
        <w:rPr>
          <w:rtl/>
          <w:lang w:bidi="fa-IR"/>
        </w:rPr>
      </w:pPr>
      <w:bookmarkStart w:id="54" w:name="_Toc534017871"/>
      <w:bookmarkStart w:id="55" w:name="_Toc534017961"/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) ابوذر در نگاه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BE408D" w:rsidRPr="00BE408D">
        <w:rPr>
          <w:rStyle w:val="libAlaemChar"/>
          <w:rtl/>
        </w:rPr>
        <w:t>صلى‌الله‌عليه‌وآله‌</w:t>
      </w:r>
      <w:bookmarkEnd w:id="54"/>
      <w:bookmarkEnd w:id="55"/>
      <w:r w:rsidR="00BE408D" w:rsidRPr="00BE408D">
        <w:rPr>
          <w:rStyle w:val="libAlaemChar"/>
          <w:rtl/>
        </w:rPr>
        <w:t xml:space="preserve"> </w:t>
      </w:r>
    </w:p>
    <w:p w:rsidR="009B4A6E" w:rsidRDefault="009B4A6E" w:rsidP="004033DA">
      <w:pPr>
        <w:pStyle w:val="libNormal"/>
        <w:rPr>
          <w:rtl/>
          <w:lang w:bidi="fa-IR"/>
        </w:rPr>
      </w:pPr>
    </w:p>
    <w:p w:rsidR="004033DA" w:rsidRDefault="004033DA" w:rsidP="009B4A6E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گذشت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بزرگوار اسلام، ابوذر را صادق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امت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او را از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شمرد و در فراق هر چند اندک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او با عواطف و حالت خاص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بخش،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مناسبات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ابوذر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ابعاد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ابوذر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انده</w:t>
      </w:r>
      <w:r>
        <w:rPr>
          <w:rtl/>
          <w:lang w:bidi="fa-IR"/>
        </w:rPr>
        <w:t xml:space="preserve"> شود و به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مواضع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القدر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033DA" w:rsidRDefault="00A5677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26E10">
      <w:pPr>
        <w:pStyle w:val="Heading2"/>
        <w:rPr>
          <w:rtl/>
          <w:lang w:bidi="fa-IR"/>
        </w:rPr>
      </w:pPr>
      <w:bookmarkStart w:id="56" w:name="_Toc534017872"/>
      <w:bookmarkStart w:id="57" w:name="_Toc534017962"/>
      <w:r>
        <w:rPr>
          <w:rFonts w:hint="eastAsia"/>
          <w:rtl/>
          <w:lang w:bidi="fa-IR"/>
        </w:rPr>
        <w:t>وعده</w:t>
      </w:r>
      <w:r>
        <w:rPr>
          <w:rtl/>
          <w:lang w:bidi="fa-IR"/>
        </w:rPr>
        <w:t xml:space="preserve"> بهشت به ابوذر</w:t>
      </w:r>
      <w:bookmarkEnd w:id="56"/>
      <w:bookmarkEnd w:id="57"/>
    </w:p>
    <w:p w:rsidR="004033DA" w:rsidRDefault="004033DA" w:rsidP="00A567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با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در مسجد قُبا نشسته بودند. رسول اللّه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ابوذر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دارد که در آخرت از بهشت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اصحابش از مقام ابوذر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. پس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اشاره کرد و فرمود: «اول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از در وارد شود، از اهل بهشت است.»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اصحاب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برخ</w:t>
      </w:r>
      <w:r w:rsidR="00A56774">
        <w:rPr>
          <w:rFonts w:hint="cs"/>
          <w:rtl/>
          <w:lang w:bidi="fa-IR"/>
        </w:rPr>
        <w:t>و</w:t>
      </w:r>
      <w:r>
        <w:rPr>
          <w:rtl/>
          <w:lang w:bidi="fa-IR"/>
        </w:rPr>
        <w:t>استند تا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مشمول وعده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شوند. رسول اکرم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ادامه داد: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A567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هر کس از آنان که مرا به گذشتن آذر ماه بشارت دهد، از اهل بهشت است».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A567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در وارد شد.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به آنان فرمود: «ما در کدام ماه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م؟»</w:t>
      </w:r>
      <w:r>
        <w:rPr>
          <w:rtl/>
          <w:lang w:bidi="fa-IR"/>
        </w:rPr>
        <w:t xml:space="preserve"> ابوذر در جواب گفت: «ماه آذر گذشت.»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که تو از اهل بهشت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اصحابم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بدانند. چگونه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را بعد از من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حجت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تت</w:t>
      </w:r>
      <w:r>
        <w:rPr>
          <w:rtl/>
          <w:lang w:bidi="fa-IR"/>
        </w:rPr>
        <w:t xml:space="preserve">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از حرم من (مد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>)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آن گاه در شهر غربت تنها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جماعت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که تو را کفن و دفن کنند و آن جماعت همراهان من در بهشت هستند».</w:t>
      </w:r>
      <w:r w:rsidRPr="00A56774">
        <w:rPr>
          <w:rStyle w:val="libFootnotenumChar"/>
          <w:rtl/>
        </w:rPr>
        <w:t>(1)</w:t>
      </w:r>
    </w:p>
    <w:p w:rsidR="004033DA" w:rsidRDefault="00A5677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A56774">
      <w:pPr>
        <w:pStyle w:val="Heading2"/>
        <w:rPr>
          <w:rtl/>
          <w:lang w:bidi="fa-IR"/>
        </w:rPr>
      </w:pPr>
      <w:bookmarkStart w:id="58" w:name="_Toc534017873"/>
      <w:bookmarkStart w:id="59" w:name="_Toc534017963"/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بر سفره آسمان</w:t>
      </w:r>
      <w:r>
        <w:rPr>
          <w:rFonts w:hint="cs"/>
          <w:rtl/>
          <w:lang w:bidi="fa-IR"/>
        </w:rPr>
        <w:t>ی</w:t>
      </w:r>
      <w:bookmarkEnd w:id="58"/>
      <w:bookmarkEnd w:id="59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از حبشه وارد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شد، ظرف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غال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(عطر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اکرم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سوغات آورد. حضرت فرمود: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خدا و رسول، او را دوست دارد.» اصحاب متح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شدند و به مقام آن ش</w:t>
      </w:r>
      <w:r>
        <w:rPr>
          <w:rFonts w:hint="eastAsia"/>
          <w:rtl/>
          <w:lang w:bidi="fa-IR"/>
        </w:rPr>
        <w:t>خص</w:t>
      </w:r>
      <w:r>
        <w:rPr>
          <w:rtl/>
          <w:lang w:bidi="fa-IR"/>
        </w:rPr>
        <w:t xml:space="preserve"> غبطه خوردند.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حال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شد. عمار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با شتاب سراغ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گرفت و او را به محضر آن حضرت آورد.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به بازار برد، به هزار مثقال طلا فرو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تمام آن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مهاجر و انصار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را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نگذاشت تا به خانه ببرد.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 و فرمود: «از هزار مثقال طلا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امروز ما را مهمان کن.»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دست خود را خ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که نشانه لطف و محبت آن حضرت بود، رد نکرد و با شرم،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اصحاب را به خانه دعوت کرد.</w:t>
      </w:r>
    </w:p>
    <w:p w:rsidR="004033DA" w:rsidRDefault="004033DA" w:rsidP="00A567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خاص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نام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گزارش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من با چهار نفر از اصحاب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(سلمان، ابوذر، مقداد و عمار) به همراه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وارد خانه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56774" w:rsidRPr="00A56774">
        <w:rPr>
          <w:rStyle w:val="libAlaemChar"/>
          <w:rFonts w:eastAsiaTheme="minorHAnsi"/>
          <w:rtl/>
        </w:rPr>
        <w:t>عليه‌السلام</w:t>
      </w:r>
    </w:p>
    <w:p w:rsidR="004033DA" w:rsidRPr="00A56774" w:rsidRDefault="00A56774" w:rsidP="00A5677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4033DA" w:rsidRDefault="004033DA" w:rsidP="00A56774">
      <w:pPr>
        <w:pStyle w:val="libFootnote0"/>
        <w:rPr>
          <w:rtl/>
          <w:lang w:bidi="fa-IR"/>
        </w:rPr>
      </w:pPr>
      <w:r>
        <w:rPr>
          <w:rtl/>
          <w:lang w:bidi="fa-IR"/>
        </w:rPr>
        <w:t>1- علل الشرا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ص 176؛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الاخبار، ص 62؛ بحارالانوار، ج 22، ص 424.</w:t>
      </w:r>
    </w:p>
    <w:p w:rsidR="004033DA" w:rsidRDefault="00A56774" w:rsidP="00A567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شد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</w:t>
      </w:r>
      <w:r w:rsidR="004033DA">
        <w:rPr>
          <w:rtl/>
          <w:lang w:bidi="fa-IR"/>
        </w:rPr>
        <w:t>. عل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 w:rsidR="004033DA">
        <w:rPr>
          <w:rtl/>
          <w:lang w:bidi="fa-IR"/>
        </w:rPr>
        <w:t xml:space="preserve">به ما خوش آمد گفت و از همسرش، فاطمه زهرا </w:t>
      </w:r>
      <w:r w:rsidRPr="00A56774">
        <w:rPr>
          <w:rStyle w:val="libAlaemChar"/>
          <w:rFonts w:eastAsiaTheme="minorHAnsi"/>
          <w:rtl/>
        </w:rPr>
        <w:t>عليها‌السلام</w:t>
      </w:r>
      <w:r w:rsidR="004033DA">
        <w:rPr>
          <w:rtl/>
          <w:lang w:bidi="fa-IR"/>
        </w:rPr>
        <w:t xml:space="preserve"> خواست تا طعام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ته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ه</w:t>
      </w:r>
      <w:r w:rsidR="004033DA">
        <w:rPr>
          <w:rtl/>
          <w:lang w:bidi="fa-IR"/>
        </w:rPr>
        <w:t xml:space="preserve"> کند. م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ان</w:t>
      </w:r>
      <w:r w:rsidR="004033DA">
        <w:rPr>
          <w:rtl/>
          <w:lang w:bidi="fa-IR"/>
        </w:rPr>
        <w:t xml:space="preserve"> حجره، ظرف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پر از طعام 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که بخار از آن برم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و</w:t>
      </w:r>
      <w:r w:rsidR="004033DA">
        <w:rPr>
          <w:rtl/>
          <w:lang w:bidi="fa-IR"/>
        </w:rPr>
        <w:t>است. آن را برا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ما آورد. همگ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از آن طعام لذ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ذ</w:t>
      </w:r>
      <w:r w:rsidR="004033DA">
        <w:rPr>
          <w:rtl/>
          <w:lang w:bidi="fa-IR"/>
        </w:rPr>
        <w:t xml:space="preserve"> و گوارا خورد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</w:t>
      </w:r>
      <w:r w:rsidR="004033DA">
        <w:rPr>
          <w:rtl/>
          <w:lang w:bidi="fa-IR"/>
        </w:rPr>
        <w:t>. مقدار طعام به قدر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بود که نه کم شد و نه ز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اد</w:t>
      </w:r>
      <w:r w:rsidR="004033DA">
        <w:rPr>
          <w:rtl/>
          <w:lang w:bidi="fa-IR"/>
        </w:rPr>
        <w:t xml:space="preserve"> آمد. رسول خدا </w:t>
      </w:r>
      <w:r w:rsidR="00BE408D" w:rsidRPr="00BE408D">
        <w:rPr>
          <w:rStyle w:val="libAlaemChar"/>
          <w:rtl/>
        </w:rPr>
        <w:t>صلى‌الله‌عليه‌وآله‌وسلم</w:t>
      </w:r>
      <w:r w:rsidR="004033DA">
        <w:rPr>
          <w:rtl/>
          <w:lang w:bidi="fa-IR"/>
        </w:rPr>
        <w:t xml:space="preserve"> پس از صرف طعام نزد دخترش رفت و با او سخن گفت که ما صحبت ها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آنان را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شن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</w:t>
      </w:r>
      <w:r w:rsidR="004033DA">
        <w:rPr>
          <w:rtl/>
          <w:lang w:bidi="fa-IR"/>
        </w:rPr>
        <w:t>.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</w:t>
      </w:r>
      <w:r w:rsidR="004033DA">
        <w:rPr>
          <w:rtl/>
          <w:lang w:bidi="fa-IR"/>
        </w:rPr>
        <w:t xml:space="preserve"> پرس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>: «دخترم!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طعام را از کجا آورد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؟»</w:t>
      </w:r>
      <w:r w:rsidR="004033DA">
        <w:rPr>
          <w:rtl/>
          <w:lang w:bidi="fa-IR"/>
        </w:rPr>
        <w:t xml:space="preserve"> حضرت زهرا </w:t>
      </w:r>
      <w:r w:rsidRPr="00A56774">
        <w:rPr>
          <w:rStyle w:val="libAlaemChar"/>
          <w:rFonts w:eastAsiaTheme="minorHAnsi"/>
          <w:rtl/>
        </w:rPr>
        <w:t>عليها‌السلام</w:t>
      </w:r>
      <w:r w:rsidR="004033DA">
        <w:rPr>
          <w:rtl/>
          <w:lang w:bidi="fa-IR"/>
        </w:rPr>
        <w:t xml:space="preserve"> پاسخ داد: «ا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طعام از طرف خداوند برا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ما رس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ده</w:t>
      </w:r>
      <w:r w:rsidR="004033DA">
        <w:rPr>
          <w:rtl/>
          <w:lang w:bidi="fa-IR"/>
        </w:rPr>
        <w:t xml:space="preserve"> بود. خداوند به هر که ب</w:t>
      </w:r>
      <w:r w:rsidR="004033DA">
        <w:rPr>
          <w:rFonts w:hint="eastAsia"/>
          <w:rtl/>
          <w:lang w:bidi="fa-IR"/>
        </w:rPr>
        <w:t>خواهد،</w:t>
      </w:r>
      <w:r w:rsidR="004033DA">
        <w:rPr>
          <w:rtl/>
          <w:lang w:bidi="fa-IR"/>
        </w:rPr>
        <w:t xml:space="preserve"> روز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ب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حساب ارزان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دارد.»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</w:t>
      </w:r>
      <w:r w:rsidR="004033DA">
        <w:rPr>
          <w:rtl/>
          <w:lang w:bidi="fa-IR"/>
        </w:rPr>
        <w:t xml:space="preserve"> فرمود: «شکر خداوند را که زنده ماندم و از دخترم 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دم</w:t>
      </w:r>
      <w:r w:rsidR="004033DA">
        <w:rPr>
          <w:rtl/>
          <w:lang w:bidi="fa-IR"/>
        </w:rPr>
        <w:t xml:space="preserve"> آنچه را حضرت زکر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</w:t>
      </w:r>
      <w:r w:rsidR="004033DA">
        <w:rPr>
          <w:rtl/>
          <w:lang w:bidi="fa-IR"/>
        </w:rPr>
        <w:t xml:space="preserve"> از مر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</w:t>
      </w:r>
      <w:r w:rsidR="004033DA">
        <w:rPr>
          <w:rtl/>
          <w:lang w:bidi="fa-IR"/>
        </w:rPr>
        <w:t xml:space="preserve"> 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و آن نزول مائده بهشت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بود».</w:t>
      </w:r>
    </w:p>
    <w:p w:rsidR="004033DA" w:rsidRDefault="00A5677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A56774">
      <w:pPr>
        <w:pStyle w:val="Heading2"/>
        <w:rPr>
          <w:rtl/>
          <w:lang w:bidi="fa-IR"/>
        </w:rPr>
      </w:pPr>
      <w:bookmarkStart w:id="60" w:name="_Toc534017874"/>
      <w:bookmarkStart w:id="61" w:name="_Toc534017964"/>
      <w:r>
        <w:rPr>
          <w:rFonts w:hint="eastAsia"/>
          <w:rtl/>
          <w:lang w:bidi="fa-IR"/>
        </w:rPr>
        <w:t>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بهشت به ابوذر</w:t>
      </w:r>
      <w:bookmarkEnd w:id="60"/>
      <w:bookmarkEnd w:id="61"/>
    </w:p>
    <w:p w:rsidR="004033DA" w:rsidRDefault="004033DA" w:rsidP="00A567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انس بن مالک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«بهشت مشتاق چهار نفر از امت من است.» شکوه رسول اکرم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به من دست داد، موجب شد تا از حضرت درباره آنان نپرسم.</w:t>
      </w:r>
    </w:p>
    <w:p w:rsidR="004033DA" w:rsidRDefault="004033DA" w:rsidP="00A567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که مشغول آب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از چاه و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بود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: «رسول خدا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که بهشت مشتاق چهار نفر از امت من است. از شما تقاضا دارم که از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درباره آن افراد بپرس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جواب درخواست انس بن مالک گفت: «سوگند به خدا،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پرسم. اگر من از آن چهارنفر باشم، خداوند را 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اگر نباشم، ازدرگاهش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تا مرا از آنان قرار دهد».</w:t>
      </w:r>
    </w:p>
    <w:p w:rsidR="004033DA" w:rsidRDefault="004033DA" w:rsidP="00A567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گاه همراه آن حضرت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حضرت کنار دح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خواب رفته است. چون دح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برخ</w:t>
      </w:r>
      <w:r w:rsidR="00A56774">
        <w:rPr>
          <w:rFonts w:hint="cs"/>
          <w:rtl/>
          <w:lang w:bidi="fa-IR"/>
        </w:rPr>
        <w:t>و</w:t>
      </w:r>
      <w:r>
        <w:rPr>
          <w:rtl/>
          <w:lang w:bidi="fa-IR"/>
        </w:rPr>
        <w:t>است. سلام کرد و گفت: «سر پسر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زانو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تو از من سزاوارتر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 خود را در دامن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فرمود: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ابوالحسن! حتما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من آمده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کرد: «پدر و مادرم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باد! چون نزد تو آمدم، سر تو را</w:t>
      </w:r>
      <w:r w:rsidR="00A5677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زانو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او تا مرا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برخ</w:t>
      </w:r>
      <w:r w:rsidR="00A56774">
        <w:rPr>
          <w:rFonts w:hint="cs"/>
          <w:rtl/>
          <w:lang w:bidi="fa-IR"/>
        </w:rPr>
        <w:t>و</w:t>
      </w:r>
      <w:r>
        <w:rPr>
          <w:rtl/>
          <w:lang w:bidi="fa-IR"/>
        </w:rPr>
        <w:t>است، سلام کرد و گفت: سر مبارک پسر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دامن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تو از من سزاوارتر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نشناخت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او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 که تو را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خواند.» آن گاه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! انس به من خبر داد که فرموده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مشتاق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چهار نفر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انند؟»</w:t>
      </w:r>
      <w:r>
        <w:rPr>
          <w:rtl/>
          <w:lang w:bidi="fa-IR"/>
        </w:rPr>
        <w:t xml:space="preserve"> رسول اکرم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دست خود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اشاره </w:t>
      </w:r>
      <w:r>
        <w:rPr>
          <w:rtl/>
          <w:lang w:bidi="fa-IR"/>
        </w:rPr>
        <w:lastRenderedPageBreak/>
        <w:t>کرد و سه بار فرمود: «به خدا سوگند، تو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گفت: «سه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ستند؟»</w:t>
      </w:r>
      <w:r>
        <w:rPr>
          <w:rtl/>
          <w:lang w:bidi="fa-IR"/>
        </w:rPr>
        <w:t xml:space="preserve">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فرمود: «سلمان، ابوذر و مقداد».</w:t>
      </w:r>
    </w:p>
    <w:p w:rsidR="004033DA" w:rsidRDefault="00A5677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A56774">
      <w:pPr>
        <w:pStyle w:val="Heading2"/>
        <w:rPr>
          <w:rtl/>
          <w:lang w:bidi="fa-IR"/>
        </w:rPr>
      </w:pPr>
      <w:bookmarkStart w:id="62" w:name="_Toc534017875"/>
      <w:bookmarkStart w:id="63" w:name="_Toc534017965"/>
      <w:r>
        <w:rPr>
          <w:rFonts w:hint="eastAsia"/>
          <w:rtl/>
          <w:lang w:bidi="fa-IR"/>
        </w:rPr>
        <w:t>علاقه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ابوذر</w:t>
      </w:r>
      <w:bookmarkEnd w:id="62"/>
      <w:bookmarkEnd w:id="63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نام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گزارش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رسول خدا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A567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اِنَّ</w:t>
      </w:r>
      <w:r>
        <w:rPr>
          <w:rtl/>
          <w:lang w:bidi="fa-IR"/>
        </w:rPr>
        <w:t xml:space="preserve"> اللّهَ عَزَّوَجَلَّ اَمَرنَ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بِحُبِّ اَرْبَعَهٍ وَ اَخْبَرَنِ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اِنَّه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حِبُّهم،</w:t>
      </w:r>
      <w:r>
        <w:rPr>
          <w:rtl/>
          <w:lang w:bidi="fa-IR"/>
        </w:rPr>
        <w:t xml:space="preserve"> عَلِ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وَ اَبوذرٍّ وَ المِقدادُ وَ سَلمانُ.</w:t>
      </w:r>
      <w:r w:rsidRPr="00A56774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متعال مرا به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 نفر فرمان داده و خبر داده است که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آنان را دوست دارد و آنان عبارتند از: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ابوذر، مقداد و سلمان.</w:t>
      </w:r>
    </w:p>
    <w:p w:rsidR="004033DA" w:rsidRDefault="00A56774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2F7432">
      <w:pPr>
        <w:pStyle w:val="Heading2"/>
        <w:rPr>
          <w:rtl/>
          <w:lang w:bidi="fa-IR"/>
        </w:rPr>
      </w:pPr>
      <w:bookmarkStart w:id="64" w:name="_Toc534017876"/>
      <w:bookmarkStart w:id="65" w:name="_Toc534017966"/>
      <w:r>
        <w:rPr>
          <w:rFonts w:hint="eastAsia"/>
          <w:rtl/>
          <w:lang w:bidi="fa-IR"/>
        </w:rPr>
        <w:t>پندها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به ابوذر</w:t>
      </w:r>
      <w:bookmarkEnd w:id="64"/>
      <w:bookmarkEnd w:id="65"/>
    </w:p>
    <w:p w:rsidR="004033DA" w:rsidRDefault="004033DA" w:rsidP="002F743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طول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پربرکت خود، پندها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ارانشان</w:t>
      </w:r>
      <w:r>
        <w:rPr>
          <w:rtl/>
          <w:lang w:bidi="fa-IR"/>
        </w:rPr>
        <w:t xml:space="preserve"> داده که هر کدام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حکمت و موعظه حسنه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مواعظ، سفارش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به جناب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قالب آن، مفاه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پربار و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انسان </w:t>
      </w:r>
      <w:r>
        <w:rPr>
          <w:rFonts w:hint="eastAsia"/>
          <w:rtl/>
          <w:lang w:bidi="fa-IR"/>
        </w:rPr>
        <w:t>ساز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است.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سفارش ها نه تنها از نظر محتوا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سطح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قرار دارد؛ که خود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صدور آن از مقام عصمت و رسالت است. از نظر سند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معتبر است و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نقل کرده اند. از جمله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مکارم الاخلاق، ورام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فراس در مجموعه ورام و محقق 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المعتبر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قسمت ها</w:t>
      </w:r>
      <w:r>
        <w:rPr>
          <w:rFonts w:hint="cs"/>
          <w:rtl/>
          <w:lang w:bidi="fa-IR"/>
        </w:rPr>
        <w:t>یی</w:t>
      </w:r>
    </w:p>
    <w:p w:rsidR="004033DA" w:rsidRPr="002F7432" w:rsidRDefault="002F7432" w:rsidP="002F743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4033DA" w:rsidRDefault="004033DA" w:rsidP="002F7432">
      <w:pPr>
        <w:pStyle w:val="libFootnote0"/>
        <w:rPr>
          <w:rtl/>
          <w:lang w:bidi="fa-IR"/>
        </w:rPr>
      </w:pPr>
      <w:r>
        <w:rPr>
          <w:rtl/>
          <w:lang w:bidi="fa-IR"/>
        </w:rPr>
        <w:t>1- کنز العمال، ج 12، ص 322؛ احقاق الحق، ج 6، ص 209؛ مجمع الزوائد، ج 9، ص 330؛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ج 5، ص 142.</w:t>
      </w:r>
    </w:p>
    <w:p w:rsidR="004033DA" w:rsidRDefault="002F743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از</w:t>
      </w:r>
      <w:r w:rsidR="004033DA">
        <w:rPr>
          <w:rtl/>
          <w:lang w:bidi="fa-IR"/>
        </w:rPr>
        <w:t xml:space="preserve">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وص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ت</w:t>
      </w:r>
      <w:r w:rsidR="004033DA">
        <w:rPr>
          <w:rtl/>
          <w:lang w:bidi="fa-IR"/>
        </w:rPr>
        <w:t xml:space="preserve"> اشاره و نسبت دادن آن به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امبر،</w:t>
      </w:r>
      <w:r w:rsidR="004033DA">
        <w:rPr>
          <w:rtl/>
          <w:lang w:bidi="fa-IR"/>
        </w:rPr>
        <w:t xml:space="preserve"> از آن به عنوان «وص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ه</w:t>
      </w:r>
      <w:r w:rsidR="004033DA">
        <w:rPr>
          <w:rtl/>
          <w:lang w:bidi="fa-IR"/>
        </w:rPr>
        <w:t xml:space="preserve"> النب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»</w:t>
      </w:r>
      <w:r w:rsidR="004033DA">
        <w:rPr>
          <w:rtl/>
          <w:lang w:bidi="fa-IR"/>
        </w:rPr>
        <w:t xml:space="preserve"> 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اد</w:t>
      </w:r>
      <w:r w:rsidR="004033DA">
        <w:rPr>
          <w:rtl/>
          <w:lang w:bidi="fa-IR"/>
        </w:rPr>
        <w:t xml:space="preserve"> کرده اند. بهاءالد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محمد اصفهان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معروف به فاضل هند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در کشف اللثام، قسمت ها</w:t>
      </w:r>
      <w:r w:rsidR="004033DA">
        <w:rPr>
          <w:rFonts w:hint="cs"/>
          <w:rtl/>
          <w:lang w:bidi="fa-IR"/>
        </w:rPr>
        <w:t>یی</w:t>
      </w:r>
      <w:r w:rsidR="004033DA">
        <w:rPr>
          <w:rtl/>
          <w:lang w:bidi="fa-IR"/>
        </w:rPr>
        <w:t xml:space="preserve"> از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وص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ت</w:t>
      </w:r>
      <w:r w:rsidR="004033DA">
        <w:rPr>
          <w:rtl/>
          <w:lang w:bidi="fa-IR"/>
        </w:rPr>
        <w:t xml:space="preserve"> را نقل و آن را به پ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امبر</w:t>
      </w:r>
      <w:r w:rsidRPr="002F7432">
        <w:rPr>
          <w:rStyle w:val="libAlaemChar"/>
          <w:rtl/>
        </w:rPr>
        <w:t xml:space="preserve"> </w:t>
      </w:r>
      <w:r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="004033DA">
        <w:rPr>
          <w:rtl/>
          <w:lang w:bidi="fa-IR"/>
        </w:rPr>
        <w:t>نسبت داده است.علامه مجلس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در ع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الح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ات</w:t>
      </w:r>
      <w:r w:rsidR="004033DA">
        <w:rPr>
          <w:rtl/>
          <w:lang w:bidi="fa-IR"/>
        </w:rPr>
        <w:t xml:space="preserve"> آورده است: «ا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وص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ت</w:t>
      </w:r>
      <w:r w:rsidR="004033DA">
        <w:rPr>
          <w:rtl/>
          <w:lang w:bidi="fa-IR"/>
        </w:rPr>
        <w:t xml:space="preserve"> از جم</w:t>
      </w:r>
      <w:r w:rsidR="004033DA">
        <w:rPr>
          <w:rFonts w:hint="eastAsia"/>
          <w:rtl/>
          <w:lang w:bidi="fa-IR"/>
        </w:rPr>
        <w:t>له</w:t>
      </w:r>
      <w:r w:rsidR="004033DA">
        <w:rPr>
          <w:rtl/>
          <w:lang w:bidi="fa-IR"/>
        </w:rPr>
        <w:t xml:space="preserve"> اخبار مشهوره است».</w:t>
      </w:r>
      <w:r w:rsidR="004033DA" w:rsidRPr="002F7432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2F743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ابوالاسود</w:t>
      </w:r>
      <w:r>
        <w:rPr>
          <w:rtl/>
          <w:lang w:bidi="fa-IR"/>
        </w:rPr>
        <w:t xml:space="preserve"> دوئل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  <w:r w:rsidRPr="002F7432">
        <w:rPr>
          <w:rStyle w:val="libFootnotenumChar"/>
          <w:rtl/>
        </w:rPr>
        <w:t>(2)</w:t>
      </w:r>
    </w:p>
    <w:p w:rsidR="004033DA" w:rsidRDefault="004033DA" w:rsidP="002F743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ربذه درآمدم و بر جندب بن جناده (ابوذر) وارد شدم. ابوذر گفت: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رسول خدا </w:t>
      </w:r>
      <w:r w:rsidR="00BE408D" w:rsidRPr="00BE408D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مسجد نبود. از خلوت استفاده کردم و گفتم: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خدا، پدر و مادرم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باد. مرا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تا (بدان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>) خدا مرا از آن بهره مند سازد.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اباذر،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ما. تو از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 را سفارش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آن را حفظ کن که تمام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آن است که اگر آن را حفظ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چندان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ابوذر فرمود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فرازها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آن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4033DA" w:rsidRDefault="002F743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2F7432">
      <w:pPr>
        <w:pStyle w:val="Heading2"/>
        <w:rPr>
          <w:rtl/>
          <w:lang w:bidi="fa-IR"/>
        </w:rPr>
      </w:pPr>
      <w:bookmarkStart w:id="66" w:name="_Toc534017877"/>
      <w:bookmarkStart w:id="67" w:name="_Toc534017967"/>
      <w:r>
        <w:rPr>
          <w:rFonts w:hint="eastAsia"/>
          <w:rtl/>
          <w:lang w:bidi="fa-IR"/>
        </w:rPr>
        <w:t>ارزش</w:t>
      </w:r>
      <w:r>
        <w:rPr>
          <w:rtl/>
          <w:lang w:bidi="fa-IR"/>
        </w:rPr>
        <w:t xml:space="preserve"> تن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فراغت</w:t>
      </w:r>
      <w:bookmarkEnd w:id="66"/>
      <w:bookmarkEnd w:id="67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 اِحفَظْ ما اُوصِ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بِهِ تَکُنْ سَع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الدُّن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وَ الآخِرَهِ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 نِعمَتانِ مَغبُونٌ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هِما</w:t>
      </w:r>
      <w:r>
        <w:rPr>
          <w:rtl/>
          <w:lang w:bidi="fa-IR"/>
        </w:rPr>
        <w:t xml:space="preserve"> کَث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مِنَ النّاسِ.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ابوذر، سفارش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به خاطر بسپار تا سعادت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را از آن خود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ابوذر، دو نعمتند که مردم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کارند قدر آن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دانند)، تندرست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فراغت.</w:t>
      </w:r>
    </w:p>
    <w:p w:rsidR="004033DA" w:rsidRPr="002F7432" w:rsidRDefault="002F7432" w:rsidP="002F743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2F7432" w:rsidRDefault="002F7432" w:rsidP="002F7432">
      <w:pPr>
        <w:pStyle w:val="libFootnote0"/>
        <w:rPr>
          <w:rtl/>
          <w:lang w:bidi="fa-IR"/>
        </w:rPr>
      </w:pPr>
      <w:r>
        <w:rPr>
          <w:rtl/>
          <w:lang w:bidi="fa-IR"/>
        </w:rPr>
        <w:t>1-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ص 19.</w:t>
      </w:r>
    </w:p>
    <w:p w:rsidR="002F7432" w:rsidRDefault="002F7432" w:rsidP="002F7432">
      <w:pPr>
        <w:pStyle w:val="libFootnote0"/>
        <w:rPr>
          <w:rtl/>
          <w:lang w:bidi="fa-IR"/>
        </w:rPr>
      </w:pPr>
      <w:r>
        <w:rPr>
          <w:rtl/>
          <w:lang w:bidi="fa-IR"/>
        </w:rPr>
        <w:t>2- بحارالانوار، ج 74، ص 76.</w:t>
      </w:r>
    </w:p>
    <w:p w:rsidR="002F7432" w:rsidRDefault="002F743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2F7432">
      <w:pPr>
        <w:pStyle w:val="Heading2"/>
        <w:rPr>
          <w:rtl/>
          <w:lang w:bidi="fa-IR"/>
        </w:rPr>
      </w:pPr>
      <w:bookmarkStart w:id="68" w:name="_Toc534017878"/>
      <w:bookmarkStart w:id="69" w:name="_Toc534017968"/>
      <w:r>
        <w:rPr>
          <w:rFonts w:hint="eastAsia"/>
          <w:rtl/>
          <w:lang w:bidi="fa-IR"/>
        </w:rPr>
        <w:t>بهره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فرصت ها</w:t>
      </w:r>
      <w:bookmarkEnd w:id="68"/>
      <w:bookmarkEnd w:id="69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اَباذَرٍّ، اِغْتَنِم خَمساً قَبلَ خَمسٍ، شَبابَکَ قَبْلَ مَرَمِکَ، وَ صِحَّتَکَ قَبْلَ سُقْمِکَ وَ غِناکَ قَبْلَ فَقْرِکَ، وَ فَراغَکَ قَبْلَ شُغُلِکَ وَ حَ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اتَکَ</w:t>
      </w:r>
      <w:r>
        <w:rPr>
          <w:rtl/>
          <w:lang w:bidi="fa-IR"/>
        </w:rPr>
        <w:t xml:space="preserve"> قَبْلَ مَوتِکَ.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پنج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تو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(به پنج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گرفتار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پنج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شمار؛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تندرست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توانگر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فراغت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گرفتار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مرگ.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2F7432">
      <w:pPr>
        <w:pStyle w:val="Heading2"/>
        <w:rPr>
          <w:rtl/>
          <w:lang w:bidi="fa-IR"/>
        </w:rPr>
      </w:pPr>
      <w:bookmarkStart w:id="70" w:name="_Toc534017879"/>
      <w:bookmarkStart w:id="71" w:name="_Toc534017969"/>
      <w:r>
        <w:rPr>
          <w:rFonts w:hint="eastAsia"/>
          <w:rtl/>
          <w:lang w:bidi="fa-IR"/>
        </w:rPr>
        <w:t>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امروز و فردا کردن</w:t>
      </w:r>
      <w:bookmarkEnd w:id="70"/>
      <w:bookmarkEnd w:id="71"/>
    </w:p>
    <w:p w:rsidR="004033DA" w:rsidRDefault="004033DA" w:rsidP="002F743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 اِ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اکَ</w:t>
      </w:r>
      <w:r>
        <w:rPr>
          <w:rtl/>
          <w:lang w:bidi="fa-IR"/>
        </w:rPr>
        <w:t xml:space="preserve"> وَ التُّسو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فَ</w:t>
      </w:r>
      <w:r>
        <w:rPr>
          <w:rtl/>
          <w:lang w:bidi="fa-IR"/>
        </w:rPr>
        <w:t xml:space="preserve"> بِأمَلِکَ، فَإنّکَ بِ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ومِکَ</w:t>
      </w:r>
      <w:r>
        <w:rPr>
          <w:rtl/>
          <w:lang w:bidi="fa-IR"/>
        </w:rPr>
        <w:t xml:space="preserve"> وَ لَسْتَ بِمَا بَعْدَهُ، فَاِنْ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</w:t>
      </w:r>
      <w:r>
        <w:rPr>
          <w:rtl/>
          <w:lang w:bidi="fa-IR"/>
        </w:rPr>
        <w:t xml:space="preserve"> غُدٌلَکَ، فَکُنْ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الْغَدِ کَمَا کُنْتَ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وْمِ،</w:t>
      </w:r>
      <w:r>
        <w:rPr>
          <w:rtl/>
          <w:lang w:bidi="fa-IR"/>
        </w:rPr>
        <w:t xml:space="preserve"> وَ اِنْ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کُنْ</w:t>
      </w:r>
      <w:r>
        <w:rPr>
          <w:rtl/>
          <w:lang w:bidi="fa-IR"/>
        </w:rPr>
        <w:t xml:space="preserve"> غُدٌلَکَ لَم تَنْدَمْ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فَرَّطتَ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ومِ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اَباذَرٍّ، کَم مِنْ مُ</w:t>
      </w:r>
      <w:r>
        <w:rPr>
          <w:rFonts w:hint="eastAsia"/>
          <w:rtl/>
          <w:lang w:bidi="fa-IR"/>
        </w:rPr>
        <w:t>ستَقْبِلٍ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وماً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سْتَکْمِلُهُ،</w:t>
      </w:r>
      <w:r>
        <w:rPr>
          <w:rtl/>
          <w:lang w:bidi="fa-IR"/>
        </w:rPr>
        <w:t xml:space="preserve"> وَ مُنتَظِرٍ غَداً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بْلُغُهُ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امروز و فردا کردن و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انجام آرزوها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تو مسئول امروز خود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فردا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اگر فردا هم زنده ماند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 گونه باش که امروز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اگر فردا زنده نبود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چرا امروز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صبح ز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بودند،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نبردند و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منتظر فردا بودند،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آن را درک نکردند.</w:t>
      </w:r>
    </w:p>
    <w:p w:rsidR="004033DA" w:rsidRDefault="002F743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2F7432">
      <w:pPr>
        <w:pStyle w:val="Heading2"/>
        <w:rPr>
          <w:rtl/>
          <w:lang w:bidi="fa-IR"/>
        </w:rPr>
      </w:pPr>
      <w:bookmarkStart w:id="72" w:name="_Toc534017880"/>
      <w:bookmarkStart w:id="73" w:name="_Toc534017970"/>
      <w:r>
        <w:rPr>
          <w:rFonts w:hint="eastAsia"/>
          <w:rtl/>
          <w:lang w:bidi="fa-IR"/>
        </w:rPr>
        <w:t>ارزش</w:t>
      </w:r>
      <w:r>
        <w:rPr>
          <w:rtl/>
          <w:lang w:bidi="fa-IR"/>
        </w:rPr>
        <w:t xml:space="preserve"> عمر</w:t>
      </w:r>
      <w:bookmarkEnd w:id="72"/>
      <w:bookmarkEnd w:id="73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اَباذَرٍّ، کُنْ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عُمُرِکَ اَشَحَّ مِنکَ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دِرْهَمِکَ وَ 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نارِکَ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قدر عمر خود را بدان و بر عمر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درهم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باش.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2F7432">
      <w:pPr>
        <w:pStyle w:val="Heading2"/>
        <w:rPr>
          <w:rtl/>
          <w:lang w:bidi="fa-IR"/>
        </w:rPr>
      </w:pPr>
      <w:bookmarkStart w:id="74" w:name="_Toc534017881"/>
      <w:bookmarkStart w:id="75" w:name="_Toc534017971"/>
      <w:r>
        <w:rPr>
          <w:rFonts w:hint="eastAsia"/>
          <w:rtl/>
          <w:lang w:bidi="fa-IR"/>
        </w:rPr>
        <w:t>هدف</w:t>
      </w:r>
      <w:r>
        <w:rPr>
          <w:rtl/>
          <w:lang w:bidi="fa-IR"/>
        </w:rPr>
        <w:t xml:space="preserve"> از علم آموز</w:t>
      </w:r>
      <w:r>
        <w:rPr>
          <w:rFonts w:hint="cs"/>
          <w:rtl/>
          <w:lang w:bidi="fa-IR"/>
        </w:rPr>
        <w:t>ی</w:t>
      </w:r>
      <w:bookmarkEnd w:id="74"/>
      <w:bookmarkEnd w:id="75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اَباذَرٍّ! اِنَّ شَرَّ النّاسِ مَنزِلَهً عِندَاللّه ِ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ومَ</w:t>
      </w:r>
      <w:r>
        <w:rPr>
          <w:rtl/>
          <w:lang w:bidi="fa-IR"/>
        </w:rPr>
        <w:t xml:space="preserve"> القِ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امَهِ،</w:t>
      </w:r>
      <w:r>
        <w:rPr>
          <w:rtl/>
          <w:lang w:bidi="fa-IR"/>
        </w:rPr>
        <w:t xml:space="preserve"> عالِمٌ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نْتَفِعُ</w:t>
      </w:r>
      <w:r>
        <w:rPr>
          <w:rtl/>
          <w:lang w:bidi="fa-IR"/>
        </w:rPr>
        <w:t xml:space="preserve"> بِعِلْمِهِ وَ مَنْ طَلَبَ عِلماً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صرِفَ</w:t>
      </w:r>
      <w:r>
        <w:rPr>
          <w:rtl/>
          <w:lang w:bidi="fa-IR"/>
        </w:rPr>
        <w:t xml:space="preserve"> بِهِ وُجُوهَ النَّاسِ إِلَ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لَمْ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جِدر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حَ</w:t>
      </w:r>
      <w:r>
        <w:rPr>
          <w:rtl/>
          <w:lang w:bidi="fa-IR"/>
        </w:rPr>
        <w:t xml:space="preserve"> الجَنَّهِ.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اَباذَرٍّ، مَن ابْتَغَ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الْعِلمَ لِ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خْدَعَ</w:t>
      </w:r>
      <w:r>
        <w:rPr>
          <w:rtl/>
          <w:lang w:bidi="fa-IR"/>
        </w:rPr>
        <w:t xml:space="preserve"> بِهِ النَّاسَ لَم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جِد</w:t>
      </w:r>
      <w:r>
        <w:rPr>
          <w:rtl/>
          <w:lang w:bidi="fa-IR"/>
        </w:rPr>
        <w:t xml:space="preserve"> رِ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حَ</w:t>
      </w:r>
      <w:r>
        <w:rPr>
          <w:rtl/>
          <w:lang w:bidi="fa-IR"/>
        </w:rPr>
        <w:t xml:space="preserve"> الجَنَّهِ.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نزد خداوند متعال،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دانش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نبرده است.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تنها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توجه مردم را به خود جلب کند،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به مشام او نخواهد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اگر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ده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محروم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2F7432">
      <w:pPr>
        <w:pStyle w:val="Heading2"/>
        <w:rPr>
          <w:rtl/>
          <w:lang w:bidi="fa-IR"/>
        </w:rPr>
      </w:pPr>
      <w:bookmarkStart w:id="76" w:name="_Toc534017882"/>
      <w:bookmarkStart w:id="77" w:name="_Toc534017972"/>
      <w:r>
        <w:rPr>
          <w:rFonts w:hint="eastAsia"/>
          <w:rtl/>
          <w:lang w:bidi="fa-IR"/>
        </w:rPr>
        <w:t>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خداوند</w:t>
      </w:r>
      <w:bookmarkEnd w:id="76"/>
      <w:bookmarkEnd w:id="77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اَباذَرٍّ! اِنَّ حُقوقَ اللّه ِ جَلَّ ثناؤُه اَعظَمُ مِنْ اَنْ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قُومَ</w:t>
      </w:r>
      <w:r>
        <w:rPr>
          <w:rtl/>
          <w:lang w:bidi="fa-IR"/>
        </w:rPr>
        <w:t xml:space="preserve"> بِها الْعِبادُ وَ إِنَّ نِعَمَ اللّه ِ اَکثَرُ مِن اَنْ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حصِ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الْعبادُ وَلَکِنْ اَمْسَوْا وَ اَصبَحُوا تَائِبِ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همانا حقوق خداوند بلندمرتبه، بزرگ تر از آن است که بندگان توانِ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داشته باشند. همانا نعمت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آن است که بندگان بتوانند آن را بشمارند.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هر صبح و شام را با توبه آغاز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2F7432">
      <w:pPr>
        <w:pStyle w:val="Heading2"/>
        <w:rPr>
          <w:rtl/>
          <w:lang w:bidi="fa-IR"/>
        </w:rPr>
      </w:pPr>
      <w:bookmarkStart w:id="78" w:name="_Toc534017883"/>
      <w:bookmarkStart w:id="79" w:name="_Toc534017973"/>
      <w:r>
        <w:rPr>
          <w:rFonts w:hint="eastAsia"/>
          <w:rtl/>
          <w:lang w:bidi="fa-IR"/>
        </w:rPr>
        <w:t>مؤمن</w:t>
      </w:r>
      <w:r>
        <w:rPr>
          <w:rtl/>
          <w:lang w:bidi="fa-IR"/>
        </w:rPr>
        <w:t xml:space="preserve"> و گناه</w:t>
      </w:r>
      <w:bookmarkEnd w:id="78"/>
      <w:bookmarkEnd w:id="79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 اِنَّ نَفسَ المؤمِنِ اَشَدُّ اِرْتِکَاضاً مِنَ الْخَطِ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ئَهِ</w:t>
      </w:r>
      <w:r>
        <w:rPr>
          <w:rtl/>
          <w:lang w:bidi="fa-IR"/>
        </w:rPr>
        <w:t xml:space="preserve"> مِنَ الْعُصْفُورِ حِ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قذَفُ</w:t>
      </w:r>
      <w:r>
        <w:rPr>
          <w:rtl/>
          <w:lang w:bidi="fa-IR"/>
        </w:rPr>
        <w:t xml:space="preserve"> بِهِ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شَرِکِهِ.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مؤمن چون به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ازد،</w:t>
      </w:r>
      <w:r>
        <w:rPr>
          <w:rtl/>
          <w:lang w:bidi="fa-IR"/>
        </w:rPr>
        <w:t xml:space="preserve"> چنان آشفته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گنجشک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بر بالِ او نشسته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2F7432">
      <w:pPr>
        <w:pStyle w:val="Heading2"/>
        <w:rPr>
          <w:rtl/>
          <w:lang w:bidi="fa-IR"/>
        </w:rPr>
      </w:pPr>
      <w:bookmarkStart w:id="80" w:name="_Toc534017884"/>
      <w:bookmarkStart w:id="81" w:name="_Toc534017974"/>
      <w:r>
        <w:rPr>
          <w:rFonts w:hint="eastAsia"/>
          <w:rtl/>
          <w:lang w:bidi="fa-IR"/>
        </w:rPr>
        <w:t>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گفتار و کردار</w:t>
      </w:r>
      <w:bookmarkEnd w:id="80"/>
      <w:bookmarkEnd w:id="81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 مَن وَافَقَ قَولُهُ فِعْلَهُ فَذَاکَ الَّذِ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اَصَابَ حَظَّهُ وَ مَنْ خَالَفَ قَولُهُ فِعلَهُ فَاِنَّما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وَبِّخُ</w:t>
      </w:r>
      <w:r>
        <w:rPr>
          <w:rtl/>
          <w:lang w:bidi="fa-IR"/>
        </w:rPr>
        <w:t xml:space="preserve"> نَفسَهُ.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هر کس گفتار و رفتارش هماهنگ باشد، کام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است. هرکه به دوگانگ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گفتار و کردار دچار است، سزاوار نکوهش است.</w:t>
      </w:r>
    </w:p>
    <w:p w:rsidR="004033DA" w:rsidRDefault="002F743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2F7432">
      <w:pPr>
        <w:pStyle w:val="Heading2"/>
        <w:rPr>
          <w:rtl/>
          <w:lang w:bidi="fa-IR"/>
        </w:rPr>
      </w:pPr>
      <w:bookmarkStart w:id="82" w:name="_Toc534017885"/>
      <w:bookmarkStart w:id="83" w:name="_Toc534017975"/>
      <w:r>
        <w:rPr>
          <w:rFonts w:hint="eastAsia"/>
          <w:rtl/>
          <w:lang w:bidi="fa-IR"/>
        </w:rPr>
        <w:t>ارزش</w:t>
      </w:r>
      <w:r>
        <w:rPr>
          <w:rtl/>
          <w:lang w:bidi="fa-IR"/>
        </w:rPr>
        <w:t xml:space="preserve"> سخن و قلمرو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bookmarkEnd w:id="82"/>
      <w:bookmarkEnd w:id="83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 دَعْ مَا لَسْتَ مِنهُ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ءٍ وَلاَ تَنْطِقْ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عْنِ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وَ اخْزُنْ لِسَانَکَ کَمَا تَخْزُنُ وَرِقَکَ.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آنچه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حوزه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 است، واگذار و خود را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نکن. در سخن گفتن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همان بسنده کن که ضرورتِ کار و هدف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زبان را چنان پاس دار که پول نقد را پاس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2F7432">
      <w:pPr>
        <w:pStyle w:val="Heading2"/>
        <w:rPr>
          <w:rtl/>
          <w:lang w:bidi="fa-IR"/>
        </w:rPr>
      </w:pPr>
      <w:bookmarkStart w:id="84" w:name="_Toc534017886"/>
      <w:bookmarkStart w:id="85" w:name="_Toc534017976"/>
      <w:r>
        <w:rPr>
          <w:rFonts w:hint="eastAsia"/>
          <w:rtl/>
          <w:lang w:bidi="fa-IR"/>
        </w:rPr>
        <w:t>عشق</w:t>
      </w:r>
      <w:r>
        <w:rPr>
          <w:rtl/>
          <w:lang w:bidi="fa-IR"/>
        </w:rPr>
        <w:t xml:space="preserve"> به نماز</w:t>
      </w:r>
      <w:bookmarkEnd w:id="84"/>
      <w:bookmarkEnd w:id="85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اَباذَرٍّ جَعَل اللّه ُ جَلَّ ثناؤُه قُرَّهَ عَ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الصَّلاهِ وَ حَبَّبَ اِلِ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الصَّلاهَ کَما حَبَّبَ اِلَ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الجَائِعِ الطَّعَامَ وَ اِلَ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الظَّمآنِ المَاءَ وَ اِنَّ الجائِعَ اِذَا اَکَلَ شَبِعَ وَ اِنَّ الظَّمآنَ اِذَا شَرِبَ رَوِ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وَ اَنَا لا اَشبَع</w:t>
      </w:r>
      <w:r>
        <w:rPr>
          <w:rFonts w:hint="eastAsia"/>
          <w:rtl/>
          <w:lang w:bidi="fa-IR"/>
        </w:rPr>
        <w:t>ُ</w:t>
      </w:r>
      <w:r>
        <w:rPr>
          <w:rtl/>
          <w:lang w:bidi="fa-IR"/>
        </w:rPr>
        <w:t xml:space="preserve"> مِنَ الصَّلاهِ.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خداوند، نماز را نور چشم من ساخته و چنان مرا مشتاق آن قرار داده است که گرسنگان و تشنگان به نان و آب مشتاقند.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تفاوت که گرسنه و تشنه با خوردن و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را هرگز از نماز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033DA" w:rsidRDefault="002F743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2F7432">
      <w:pPr>
        <w:pStyle w:val="Heading2"/>
        <w:rPr>
          <w:rtl/>
          <w:lang w:bidi="fa-IR"/>
        </w:rPr>
      </w:pPr>
      <w:bookmarkStart w:id="86" w:name="_Toc534017887"/>
      <w:bookmarkStart w:id="87" w:name="_Toc534017977"/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)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2F7432" w:rsidRPr="00930310">
        <w:rPr>
          <w:rStyle w:val="libAlaemChar"/>
          <w:rtl/>
        </w:rPr>
        <w:t>عليه‌السلام</w:t>
      </w:r>
      <w:bookmarkEnd w:id="86"/>
      <w:bookmarkEnd w:id="87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خطبه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نهج البلاغه،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مؤمنان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صدر اسلام را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شمارِ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شارحان نهج البلاغه با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سخنان،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باورند که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مورد نظر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گفتار،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</w:t>
      </w:r>
      <w:r>
        <w:rPr>
          <w:rFonts w:hint="eastAsia"/>
          <w:rtl/>
          <w:lang w:bidi="fa-IR"/>
        </w:rPr>
        <w:t>اره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مؤمن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695FC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که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خوار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من او را بزرگ و ارجمند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او برده شکم خوارگ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بند آرزوها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نبود. اگر هم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از آن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را به سکوت و خاموش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به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بر هر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بحر مواج گفتارش، عطش پرسندگان را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نشاند. چون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گرفته بود،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او را ناتوان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پنداشتند. آن زمان که به جوشش و کوشش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همچون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مار زهرآگ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صحراها بود. تا نزد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دادگر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برهان ارائه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مانند و مثالش، راه عذر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کس بهانه 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695FC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نخست به عذرش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از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به گفته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جامه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پوشاند و از کردار مکروه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اگر سخنور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ظاهر بر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در سکوت و باطن از او شکست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در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تر از گفتن بود. اگر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حاد</w:t>
      </w:r>
      <w:r>
        <w:rPr>
          <w:rFonts w:hint="eastAsia"/>
          <w:rtl/>
          <w:lang w:bidi="fa-IR"/>
        </w:rPr>
        <w:t>ثه</w:t>
      </w:r>
      <w:r>
        <w:rPr>
          <w:rtl/>
          <w:lang w:bidi="fa-IR"/>
        </w:rPr>
        <w:t xml:space="preserve"> 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نخست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هوا و هوس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 است و با آن مخالفت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بر شماست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آنها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اگر </w:t>
      </w:r>
      <w:r>
        <w:rPr>
          <w:rtl/>
          <w:lang w:bidi="fa-IR"/>
        </w:rPr>
        <w:lastRenderedPageBreak/>
        <w:t>به انجام همه آنها ناتوان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رفته رفته آموختن آنها بهتر از ترک آنها است.</w:t>
      </w:r>
      <w:r w:rsidRPr="00695FCB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خطبه، جامع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صادق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مردم را به اسوه قرار دادن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با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 چگونه در دل ها جا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چگونه جاذ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او، همه را به احترام وام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وداعش با ابوذر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سخنان جان سوز و ارزشمند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فرموده است: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تو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به خشم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پس به رحمت او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باش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جهت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به جان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تو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پس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که به خاطر آن از تو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به خودشان واگذار و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ازمندند</w:t>
      </w:r>
      <w:r>
        <w:rPr>
          <w:rtl/>
          <w:lang w:bidi="fa-IR"/>
        </w:rPr>
        <w:t xml:space="preserve"> به آنچه تو آنها را از آن منع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چقدر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از آنچه آنان، تو را از آن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به زود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آگاه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سود سرشار با کدام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رنج و اشکش را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آسمان 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بسته شود،</w:t>
      </w:r>
    </w:p>
    <w:p w:rsidR="004033DA" w:rsidRPr="00695FCB" w:rsidRDefault="00695FCB" w:rsidP="00695FC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4033DA" w:rsidRDefault="004033DA" w:rsidP="00695FCB">
      <w:pPr>
        <w:pStyle w:val="libFootnote0"/>
        <w:rPr>
          <w:rtl/>
          <w:lang w:bidi="fa-IR"/>
        </w:rPr>
      </w:pPr>
      <w:r>
        <w:rPr>
          <w:rtl/>
          <w:lang w:bidi="fa-IR"/>
        </w:rPr>
        <w:t>1- نهج البلاغه، حکمت 289.</w:t>
      </w:r>
    </w:p>
    <w:p w:rsidR="004033DA" w:rsidRDefault="00695FCB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آن</w:t>
      </w:r>
      <w:r w:rsidR="004033DA">
        <w:rPr>
          <w:rtl/>
          <w:lang w:bidi="fa-IR"/>
        </w:rPr>
        <w:t xml:space="preserve"> کس که از عقوبت خداوند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در پره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ز</w:t>
      </w:r>
      <w:r w:rsidR="004033DA">
        <w:rPr>
          <w:rtl/>
          <w:lang w:bidi="fa-IR"/>
        </w:rPr>
        <w:t xml:space="preserve"> باشد، پروردگار برا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او راه گر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ز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گشا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تنها حق است که با تو مأنوس است و باطل است که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 اگر تو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شک، از محبت و مهر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آنان برخوردار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اگر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کهنه سرا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تو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و از زهر چشم آنان آس</w:t>
      </w:r>
      <w:r>
        <w:rPr>
          <w:rFonts w:hint="eastAsia"/>
          <w:rtl/>
          <w:lang w:bidi="fa-IR"/>
        </w:rPr>
        <w:t>وده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695FCB">
        <w:rPr>
          <w:rStyle w:val="libFootnotenumChar"/>
          <w:rtl/>
        </w:rPr>
        <w:t>(1)</w:t>
      </w:r>
    </w:p>
    <w:p w:rsidR="004033DA" w:rsidRDefault="00695FCB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695FCB">
      <w:pPr>
        <w:pStyle w:val="Heading2"/>
        <w:rPr>
          <w:rtl/>
          <w:lang w:bidi="fa-IR"/>
        </w:rPr>
      </w:pPr>
      <w:bookmarkStart w:id="88" w:name="_Toc534017888"/>
      <w:bookmarkStart w:id="89" w:name="_Toc534017978"/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) حضرت فاطمه زهرا </w:t>
      </w:r>
      <w:r w:rsidR="00695FCB" w:rsidRPr="00695FCB">
        <w:rPr>
          <w:rStyle w:val="libAlaemChar"/>
          <w:rFonts w:eastAsiaTheme="minorHAnsi"/>
          <w:rtl/>
        </w:rPr>
        <w:t>عليها‌السلام</w:t>
      </w:r>
      <w:bookmarkEnd w:id="88"/>
      <w:bookmarkEnd w:id="89"/>
    </w:p>
    <w:p w:rsidR="004033DA" w:rsidRDefault="004033DA" w:rsidP="00695FC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</w:t>
      </w:r>
      <w:r>
        <w:rPr>
          <w:rtl/>
          <w:lang w:bidi="fa-IR"/>
        </w:rPr>
        <w:t xml:space="preserve">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اسلام،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هم فکران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رحلت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از خانه خارج شدم و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برخوردم. آن حضرت پس از ابراز محبت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«به خانه فاطمه زهرا </w:t>
      </w:r>
      <w:r w:rsidR="00695FCB" w:rsidRPr="00695FCB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برو!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ت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دارد.» 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695FC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خانه فاطمه</w:t>
      </w:r>
      <w:r w:rsidR="00695FCB" w:rsidRPr="00695FCB">
        <w:rPr>
          <w:rFonts w:ascii="Traditional Arabic" w:eastAsiaTheme="minorHAnsi" w:hAnsi="Traditional Arabic" w:cs="Traditional Arabic"/>
          <w:rtl/>
        </w:rPr>
        <w:t xml:space="preserve"> </w:t>
      </w:r>
      <w:r w:rsidR="00695FCB" w:rsidRPr="00695FCB">
        <w:rPr>
          <w:rStyle w:val="libAlaemChar"/>
          <w:rFonts w:eastAsiaTheme="minorHAnsi"/>
          <w:rtl/>
        </w:rPr>
        <w:t>عليها‌السلام</w:t>
      </w:r>
      <w:r w:rsidR="00695FC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رفتم. پس از اذن ورود وارد خانه شدم و آن حضرت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تن داشت،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خانه نشسته بود. پس از جواب سلام فرمود: «غروب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خانه نشسته بودم و مثل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فراق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حزن و اشک افشان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ناگهان در باز شد و سه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تا آن هنگام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آنان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وارد شدند. ناخودآگاه به احترام آنان از جا برخ</w:t>
      </w:r>
      <w:r w:rsidR="00695FCB">
        <w:rPr>
          <w:rFonts w:hint="cs"/>
          <w:rtl/>
          <w:lang w:bidi="fa-IR"/>
        </w:rPr>
        <w:t>و</w:t>
      </w:r>
      <w:r>
        <w:rPr>
          <w:rtl/>
          <w:lang w:bidi="fa-IR"/>
        </w:rPr>
        <w:t>استم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«از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مکه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نه؟»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695FCB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ما از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خداوند ما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مرگ پدرت،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فرستاده است. فاطمه </w:t>
      </w:r>
      <w:r w:rsidR="00695FCB" w:rsidRPr="00695FCB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فرمود: «من رو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نشستم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که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بزرگ تر بود، گفتم: نامت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ذره.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چگونه ذره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قد و اندام بزرگ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033DA" w:rsidRPr="00695FCB" w:rsidRDefault="00695FCB" w:rsidP="00695FC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4033DA" w:rsidRDefault="004033DA" w:rsidP="00695FCB">
      <w:pPr>
        <w:pStyle w:val="libFootnote0"/>
        <w:rPr>
          <w:rtl/>
          <w:lang w:bidi="fa-IR"/>
        </w:rPr>
      </w:pPr>
      <w:r>
        <w:rPr>
          <w:rtl/>
          <w:lang w:bidi="fa-IR"/>
        </w:rPr>
        <w:t>1- نهج البلاغه، خطبه 128؛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8 ، صص 300 و 301.</w:t>
      </w:r>
    </w:p>
    <w:p w:rsidR="004033DA" w:rsidRDefault="00695FCB" w:rsidP="00695FC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tl/>
          <w:lang w:bidi="fa-IR"/>
        </w:rPr>
        <w:lastRenderedPageBreak/>
        <w:t xml:space="preserve"> چون خداوند بزرگ مرا برا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ابوذر آفر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ده</w:t>
      </w:r>
      <w:r w:rsidR="004033DA">
        <w:rPr>
          <w:rtl/>
          <w:lang w:bidi="fa-IR"/>
        </w:rPr>
        <w:t xml:space="preserve">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گفتم: نام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مقدوده.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چرا مقدوده؟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چون خداوند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مقداد خلق فرموده است.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نام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سلم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چرا 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سلمان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  <w:r w:rsidRPr="00695FCB">
        <w:rPr>
          <w:rStyle w:val="libFootnotenumChar"/>
          <w:rtl/>
        </w:rPr>
        <w:t>(1)</w:t>
      </w:r>
    </w:p>
    <w:p w:rsidR="004033DA" w:rsidRDefault="00695FCB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695FCB">
      <w:pPr>
        <w:pStyle w:val="Heading2"/>
        <w:rPr>
          <w:rtl/>
          <w:lang w:bidi="fa-IR"/>
        </w:rPr>
      </w:pPr>
      <w:bookmarkStart w:id="90" w:name="_Toc534017889"/>
      <w:bookmarkStart w:id="91" w:name="_Toc534017979"/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) امام حسن </w:t>
      </w:r>
      <w:r w:rsidR="00695FCB" w:rsidRPr="00930310">
        <w:rPr>
          <w:rStyle w:val="libAlaemChar"/>
          <w:rtl/>
        </w:rPr>
        <w:t>عليه‌السلام</w:t>
      </w:r>
      <w:bookmarkEnd w:id="90"/>
      <w:bookmarkEnd w:id="91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حسن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سخن دارد. آنچه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معروف است، وداع جان سوز و پر عطوفت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بدرقه ابوذر است: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عموجان</w:t>
      </w:r>
      <w:r>
        <w:rPr>
          <w:rtl/>
          <w:lang w:bidi="fa-IR"/>
        </w:rPr>
        <w:t>! اگر نبود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بر تود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کننده سزاوار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سکوت کند و بر مشا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کننده که باز گردد، سخن، کوتاه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اگرچه زمان اندوه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با تو آن کردند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 و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آن را فروگذار و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را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پس از آن تحمل کن و بردبار باش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ملاقات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تو خشنود باشد</w:t>
      </w:r>
      <w:r w:rsidRPr="00695FCB">
        <w:rPr>
          <w:rStyle w:val="libFootnotenumChar"/>
          <w:rtl/>
        </w:rPr>
        <w:t>.(2)</w:t>
      </w:r>
    </w:p>
    <w:p w:rsidR="004033DA" w:rsidRPr="00695FCB" w:rsidRDefault="00695FCB" w:rsidP="00695FC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4033DA" w:rsidRDefault="004033DA" w:rsidP="00695FCB">
      <w:pPr>
        <w:pStyle w:val="libFootnote0"/>
        <w:rPr>
          <w:rtl/>
          <w:lang w:bidi="fa-IR"/>
        </w:rPr>
      </w:pPr>
      <w:r>
        <w:rPr>
          <w:rtl/>
          <w:lang w:bidi="fa-IR"/>
        </w:rPr>
        <w:t>1- رجال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39؛ تنق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المقال، ج 1، ص 236؛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ج 18، ص 316.</w:t>
      </w:r>
    </w:p>
    <w:p w:rsidR="004033DA" w:rsidRDefault="004033DA" w:rsidP="00695FCB">
      <w:pPr>
        <w:pStyle w:val="libFootnote0"/>
        <w:rPr>
          <w:rtl/>
          <w:lang w:bidi="fa-IR"/>
        </w:rPr>
      </w:pPr>
      <w:r>
        <w:rPr>
          <w:rtl/>
          <w:lang w:bidi="fa-IR"/>
        </w:rPr>
        <w:t>2-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8 ، ص 302؛ شرح نهج البلاغه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8، صص 253 و 254؛ بحارالانوار، ج 22، صص 412 و 413.</w:t>
      </w:r>
    </w:p>
    <w:p w:rsidR="004033DA" w:rsidRDefault="00695FCB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FD4A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)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FD4A82" w:rsidRPr="00930310">
        <w:rPr>
          <w:rStyle w:val="libAlaemChar"/>
          <w:rtl/>
        </w:rPr>
        <w:t>عليه‌السلام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ابوذر علاقه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داشت. در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کرده است. آن حضرت در مراسم تود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ابوذر شرکت کرد و خطاب به او گفت: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عموجان</w:t>
      </w:r>
      <w:r>
        <w:rPr>
          <w:rtl/>
          <w:lang w:bidi="fa-IR"/>
        </w:rPr>
        <w:t>! خداوند بر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تواناست. به خدا سوگند که خداوند هر روز در انجام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قوم تو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کردند و تو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با آنان مخالفت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چه قدر از آنچه تو را از آن محروم کردند،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آنان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از آن منعشان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محتاجند. از خداوند صبور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 و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حوصلگ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او پناه ببر.</w:t>
      </w:r>
      <w:r w:rsidRPr="00FD4A82">
        <w:rPr>
          <w:rStyle w:val="libFootnotenumChar"/>
          <w:rtl/>
        </w:rPr>
        <w:t>(1)</w:t>
      </w:r>
    </w:p>
    <w:p w:rsidR="004033DA" w:rsidRDefault="00FD4A8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FD4A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) امام محمد باقر </w:t>
      </w:r>
      <w:r w:rsidR="00FD4A82" w:rsidRPr="00930310">
        <w:rPr>
          <w:rStyle w:val="libAlaemChar"/>
          <w:rtl/>
        </w:rPr>
        <w:t>عليه‌السلام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خاطرات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گفتار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و از آن جمله فرموده است: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مقابل کعبه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گفت: «من جندب بن جنان هستم.» مردم اطرافش جمع شدند و ابوذر ادامه داد: «اگر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قصد سفر داشته باشد، زاد و توشه مورد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مهم آخرت توشه برداشته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جمع برخ</w:t>
      </w:r>
      <w:r w:rsidR="00FD4A82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گفت: «خ</w:t>
      </w:r>
      <w:r>
        <w:rPr>
          <w:rFonts w:hint="eastAsia"/>
          <w:rtl/>
          <w:lang w:bidi="fa-IR"/>
        </w:rPr>
        <w:t>داوند</w:t>
      </w:r>
      <w:r>
        <w:rPr>
          <w:rtl/>
          <w:lang w:bidi="fa-IR"/>
        </w:rPr>
        <w:t xml:space="preserve"> تو را رحمت کند!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توشه آخرت بگو!» ابوذر در جواب گفت: «روزه گرفتن 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همگان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از قبر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خانه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مقاصد بزرگ؛ خواندن دو رکعت نماز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شدن وحشت قبر.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کلامتان</w:t>
      </w:r>
      <w:r>
        <w:rPr>
          <w:rtl/>
          <w:lang w:bidi="fa-IR"/>
        </w:rPr>
        <w:t xml:space="preserve"> را بر دو گونه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سخن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بهتر است آن را به زبان</w:t>
      </w:r>
    </w:p>
    <w:p w:rsidR="004033DA" w:rsidRPr="00FD4A82" w:rsidRDefault="00FD4A82" w:rsidP="00FD4A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4033DA" w:rsidRDefault="004033DA" w:rsidP="00FD4A82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8 ، ص 302</w:t>
      </w:r>
    </w:p>
    <w:p w:rsidR="004033DA" w:rsidRDefault="00FD4A8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آور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و سخن بد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که سزاوار است آن را بر زبان نران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>. صدقه بر مسک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را از 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اد</w:t>
      </w:r>
      <w:r w:rsidR="004033DA">
        <w:rPr>
          <w:rtl/>
          <w:lang w:bidi="fa-IR"/>
        </w:rPr>
        <w:t xml:space="preserve"> نبر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تا خداوند شما را به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وس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له</w:t>
      </w:r>
      <w:r w:rsidR="004033DA">
        <w:rPr>
          <w:rtl/>
          <w:lang w:bidi="fa-IR"/>
        </w:rPr>
        <w:t xml:space="preserve"> نجات دهد.</w:t>
      </w:r>
    </w:p>
    <w:p w:rsidR="004033DA" w:rsidRDefault="004033DA" w:rsidP="00FD4A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به دو قسمت (دو درهم)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را که از راه حلال کسب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مخارج خانواده و درهم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 خود صرف کن و در راه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آخرت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انفاق کن. درهم سوم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سرانجام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خواهد آورد. پس درصدد کسب آن نباش.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دو نوع سخن باور داشته باش: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طلب مال حلال و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 و کلام خارج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قسم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بخشد، بلکه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پس از آن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ابوذر</w:t>
      </w:r>
      <w:r>
        <w:rPr>
          <w:rtl/>
          <w:lang w:bidi="fa-IR"/>
        </w:rPr>
        <w:t xml:space="preserve"> سپس ادامه داد: «مرا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هلاک کرد».</w:t>
      </w:r>
      <w:r w:rsidRPr="00FD4A82">
        <w:rPr>
          <w:rStyle w:val="libFootnotenumChar"/>
          <w:rtl/>
        </w:rPr>
        <w:t>(1)</w:t>
      </w:r>
    </w:p>
    <w:p w:rsidR="004033DA" w:rsidRDefault="00FD4A8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FD4A82">
      <w:pPr>
        <w:pStyle w:val="Heading2"/>
        <w:rPr>
          <w:rtl/>
          <w:lang w:bidi="fa-IR"/>
        </w:rPr>
      </w:pPr>
      <w:bookmarkStart w:id="92" w:name="_Toc534017890"/>
      <w:bookmarkStart w:id="93" w:name="_Toc534017980"/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) امام صادق </w:t>
      </w:r>
      <w:r w:rsidR="00FD4A82" w:rsidRPr="00930310">
        <w:rPr>
          <w:rStyle w:val="libAlaemChar"/>
          <w:rtl/>
        </w:rPr>
        <w:t>عليه‌السلام</w:t>
      </w:r>
      <w:bookmarkEnd w:id="92"/>
      <w:bookmarkEnd w:id="93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درباره ابوذر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سخن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دارد. از جمله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ابوذر! ما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فرما».</w:t>
      </w:r>
      <w:r w:rsidRPr="00FD4A82">
        <w:rPr>
          <w:rStyle w:val="libFootnotenumChar"/>
          <w:rtl/>
        </w:rPr>
        <w:t>(2)</w:t>
      </w:r>
      <w:r>
        <w:rPr>
          <w:rtl/>
          <w:lang w:bidi="fa-IR"/>
        </w:rPr>
        <w:t xml:space="preserve"> ابوذر در پاسخ او نوشت: «دانش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کرانه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 که تا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دوست خود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نکن.» مرد که منظور ابوذر را درن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بود، گفت: «مگر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ابوذر جواب داد: «آر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 نفس خودت محبوب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نفوس به تو است. اگر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نفست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FD4A82">
        <w:rPr>
          <w:rStyle w:val="libFootnotenumChar"/>
          <w:rtl/>
        </w:rPr>
        <w:t>(3)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چرا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از مرگ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033DA" w:rsidRPr="00FD4A82" w:rsidRDefault="00FD4A82" w:rsidP="00FD4A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4033DA" w:rsidRDefault="004033DA" w:rsidP="00FD4A82">
      <w:pPr>
        <w:pStyle w:val="libFootnote0"/>
        <w:rPr>
          <w:rtl/>
          <w:lang w:bidi="fa-IR"/>
        </w:rPr>
      </w:pPr>
      <w:r>
        <w:rPr>
          <w:rtl/>
          <w:lang w:bidi="fa-IR"/>
        </w:rPr>
        <w:t>1- امال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صص 237 و 238؛ خصال، ج 1، ص 40؛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4، صص 235 و 236.</w:t>
      </w:r>
    </w:p>
    <w:p w:rsidR="004033DA" w:rsidRDefault="004033DA" w:rsidP="00FD4A82">
      <w:pPr>
        <w:pStyle w:val="libFootnote0"/>
        <w:rPr>
          <w:rtl/>
          <w:lang w:bidi="fa-IR"/>
        </w:rPr>
      </w:pPr>
      <w:r>
        <w:rPr>
          <w:rtl/>
          <w:lang w:bidi="fa-IR"/>
        </w:rPr>
        <w:t>2-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القلوب، ج 2، ص 992؛ قاموس الرجال، ج 2، ص 732.</w:t>
      </w:r>
    </w:p>
    <w:p w:rsidR="004033DA" w:rsidRDefault="004033DA" w:rsidP="00FD4A82">
      <w:pPr>
        <w:pStyle w:val="libFootnote0"/>
        <w:rPr>
          <w:rtl/>
          <w:lang w:bidi="fa-IR"/>
        </w:rPr>
      </w:pPr>
      <w:r>
        <w:rPr>
          <w:rtl/>
          <w:lang w:bidi="fa-IR"/>
        </w:rPr>
        <w:t>3-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القلوب، ج 2، ص 992</w:t>
      </w:r>
    </w:p>
    <w:p w:rsidR="004033DA" w:rsidRDefault="00FD4A82" w:rsidP="00FD4A8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گفت</w:t>
      </w:r>
      <w:r w:rsidR="004033DA">
        <w:rPr>
          <w:rtl/>
          <w:lang w:bidi="fa-IR"/>
        </w:rPr>
        <w:t>: ز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را</w:t>
      </w:r>
      <w:r w:rsidR="004033DA">
        <w:rPr>
          <w:rtl/>
          <w:lang w:bidi="fa-IR"/>
        </w:rPr>
        <w:t xml:space="preserve"> دن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خود را آباد و خانه آخرت خود را و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ران</w:t>
      </w:r>
      <w:r w:rsidR="004033DA">
        <w:rPr>
          <w:rtl/>
          <w:lang w:bidi="fa-IR"/>
        </w:rPr>
        <w:t xml:space="preserve"> کرده 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و دوست ندار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از محل آباد به محل و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ران</w:t>
      </w:r>
      <w:r w:rsidR="004033DA">
        <w:rPr>
          <w:rtl/>
          <w:lang w:bidi="fa-IR"/>
        </w:rPr>
        <w:t xml:space="preserve"> منتقل شو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>. مرد گفت: رفتن ما به خانه آخرت چگونه است؟ ابوذر گفت: 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کوکار</w:t>
      </w:r>
      <w:r w:rsidR="004033DA">
        <w:rPr>
          <w:rtl/>
          <w:lang w:bidi="fa-IR"/>
        </w:rPr>
        <w:t xml:space="preserve"> مانند مسافر دور از کاشانه است که پس از دور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از خانه اش به آن جا برم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گردد و گناه کا</w:t>
      </w:r>
      <w:r w:rsidR="004033DA">
        <w:rPr>
          <w:rFonts w:hint="eastAsia"/>
          <w:rtl/>
          <w:lang w:bidi="fa-IR"/>
        </w:rPr>
        <w:t>ر</w:t>
      </w:r>
      <w:r w:rsidR="004033DA">
        <w:rPr>
          <w:rtl/>
          <w:lang w:bidi="fa-IR"/>
        </w:rPr>
        <w:t xml:space="preserve"> مثل برده 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است که از مولا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ش</w:t>
      </w:r>
      <w:r w:rsidR="004033DA">
        <w:rPr>
          <w:rtl/>
          <w:lang w:bidi="fa-IR"/>
        </w:rPr>
        <w:t xml:space="preserve"> گر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خته</w:t>
      </w:r>
      <w:r w:rsidR="004033DA">
        <w:rPr>
          <w:rtl/>
          <w:lang w:bidi="fa-IR"/>
        </w:rPr>
        <w:t xml:space="preserve"> است و او را به مولا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ش</w:t>
      </w:r>
      <w:r w:rsidR="004033DA">
        <w:rPr>
          <w:rtl/>
          <w:lang w:bidi="fa-IR"/>
        </w:rPr>
        <w:t xml:space="preserve"> بر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گردانند. مرد پرس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>: حال ما نزد خدا چگونه است؟ ابوذر پاسخ داد: اعمال خود را به قرآن کر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م</w:t>
      </w:r>
      <w:r w:rsidR="004033DA">
        <w:rPr>
          <w:rtl/>
          <w:lang w:bidi="fa-IR"/>
        </w:rPr>
        <w:t xml:space="preserve"> عرضه کن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که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فرما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: </w:t>
      </w:r>
      <w:r w:rsidRPr="00FD4A82">
        <w:rPr>
          <w:rStyle w:val="libAlaemChar"/>
          <w:rFonts w:hint="cs"/>
          <w:rtl/>
        </w:rPr>
        <w:t>(</w:t>
      </w:r>
      <w:r w:rsidR="004033DA" w:rsidRPr="00FD4A82">
        <w:rPr>
          <w:rStyle w:val="libAieChar"/>
          <w:rtl/>
        </w:rPr>
        <w:t>اِنَّ اَلاَبرارَ لَف</w:t>
      </w:r>
      <w:r w:rsidR="004033DA" w:rsidRPr="00FD4A82">
        <w:rPr>
          <w:rStyle w:val="libAieChar"/>
          <w:rFonts w:hint="cs"/>
          <w:rtl/>
        </w:rPr>
        <w:t>ی</w:t>
      </w:r>
      <w:r w:rsidR="004033DA" w:rsidRPr="00FD4A82">
        <w:rPr>
          <w:rStyle w:val="libAieChar"/>
          <w:rtl/>
        </w:rPr>
        <w:t xml:space="preserve"> نَع</w:t>
      </w:r>
      <w:r w:rsidR="004033DA" w:rsidRPr="00FD4A82">
        <w:rPr>
          <w:rStyle w:val="libAieChar"/>
          <w:rFonts w:hint="cs"/>
          <w:rtl/>
        </w:rPr>
        <w:t>ی</w:t>
      </w:r>
      <w:r w:rsidR="004033DA" w:rsidRPr="00FD4A82">
        <w:rPr>
          <w:rStyle w:val="libAieChar"/>
          <w:rFonts w:hint="eastAsia"/>
          <w:rtl/>
        </w:rPr>
        <w:t>مٍ</w:t>
      </w:r>
      <w:r w:rsidR="004033DA" w:rsidRPr="00FD4A82">
        <w:rPr>
          <w:rStyle w:val="libAieChar"/>
          <w:rtl/>
        </w:rPr>
        <w:t xml:space="preserve"> وَ اِنَّ الفُجّارَ لَف</w:t>
      </w:r>
      <w:r w:rsidR="004033DA" w:rsidRPr="00FD4A82">
        <w:rPr>
          <w:rStyle w:val="libAieChar"/>
          <w:rFonts w:hint="cs"/>
          <w:rtl/>
        </w:rPr>
        <w:t>ی</w:t>
      </w:r>
      <w:r w:rsidR="004033DA" w:rsidRPr="00FD4A82">
        <w:rPr>
          <w:rStyle w:val="libAieChar"/>
          <w:rtl/>
        </w:rPr>
        <w:t xml:space="preserve"> جَح</w:t>
      </w:r>
      <w:r w:rsidR="004033DA" w:rsidRPr="00FD4A82">
        <w:rPr>
          <w:rStyle w:val="libAieChar"/>
          <w:rFonts w:hint="cs"/>
          <w:rtl/>
        </w:rPr>
        <w:t>ی</w:t>
      </w:r>
      <w:r w:rsidR="004033DA" w:rsidRPr="00FD4A82">
        <w:rPr>
          <w:rStyle w:val="libAieChar"/>
          <w:rFonts w:hint="eastAsia"/>
          <w:rtl/>
        </w:rPr>
        <w:t>مٍ</w:t>
      </w:r>
      <w:r w:rsidRPr="00FD4A82">
        <w:rPr>
          <w:rStyle w:val="libAlaemChar"/>
          <w:rFonts w:hint="cs"/>
          <w:rtl/>
        </w:rPr>
        <w:t>)</w:t>
      </w:r>
      <w:r w:rsidR="004033DA">
        <w:rPr>
          <w:rtl/>
          <w:lang w:bidi="fa-IR"/>
        </w:rPr>
        <w:t>. مرد گفت: پس رحم</w:t>
      </w:r>
      <w:r w:rsidR="004033DA">
        <w:rPr>
          <w:rFonts w:hint="eastAsia"/>
          <w:rtl/>
          <w:lang w:bidi="fa-IR"/>
        </w:rPr>
        <w:t>ت</w:t>
      </w:r>
      <w:r w:rsidR="004033DA">
        <w:rPr>
          <w:rtl/>
          <w:lang w:bidi="fa-IR"/>
        </w:rPr>
        <w:t xml:space="preserve"> و فضل خداوند چه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شود؟ ابوذر گفت: «اِنَّ رَحمَهَ اللّهِ قَر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بٌ</w:t>
      </w:r>
      <w:r w:rsidR="004033DA">
        <w:rPr>
          <w:rtl/>
          <w:lang w:bidi="fa-IR"/>
        </w:rPr>
        <w:t xml:space="preserve"> مِنَ المُحسِن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نِ»</w:t>
      </w:r>
      <w:r w:rsidR="004033DA">
        <w:rPr>
          <w:rtl/>
          <w:lang w:bidi="fa-IR"/>
        </w:rPr>
        <w:t>.</w:t>
      </w:r>
      <w:r w:rsidR="004033DA" w:rsidRPr="00FD4A82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منحرف نشدند،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  <w:r w:rsidRPr="00FD4A82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صادق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مؤمنان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پس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ندادند و از راه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منحرف نشدند،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است؛ مؤمنان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مانند: سلمان فارس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و... </w:t>
      </w:r>
      <w:r w:rsidRPr="00FD4A82">
        <w:rPr>
          <w:rStyle w:val="libFootnotenumChar"/>
          <w:rtl/>
        </w:rPr>
        <w:t>.(3)</w:t>
      </w:r>
    </w:p>
    <w:p w:rsidR="004033DA" w:rsidRDefault="00FD4A8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FD4A82">
      <w:pPr>
        <w:pStyle w:val="Heading2"/>
        <w:rPr>
          <w:rtl/>
          <w:lang w:bidi="fa-IR"/>
        </w:rPr>
      </w:pPr>
      <w:bookmarkStart w:id="94" w:name="_Toc534017891"/>
      <w:bookmarkStart w:id="95" w:name="_Toc534017981"/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>) امام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کاظم </w:t>
      </w:r>
      <w:r w:rsidR="00FD4A82" w:rsidRPr="00930310">
        <w:rPr>
          <w:rStyle w:val="libAlaemChar"/>
          <w:rtl/>
        </w:rPr>
        <w:t>عليه‌السلام</w:t>
      </w:r>
      <w:bookmarkEnd w:id="94"/>
      <w:bookmarkEnd w:id="95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کاظم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ابوذر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tl/>
          <w:lang w:bidi="fa-IR"/>
        </w:rPr>
        <w:t xml:space="preserve"> مرگِ ابوذر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شد: «ثروتت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ست؟»</w:t>
      </w:r>
      <w:r>
        <w:rPr>
          <w:rtl/>
          <w:lang w:bidi="fa-IR"/>
        </w:rPr>
        <w:t xml:space="preserve"> گفت: «ثروت من کردار من است.» گفتند: «منظور ما از ثروت، طلا و نقره بود.» در پاسخ گفت: «هرگز صبح و شب نکردم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خزانه و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مال</w:t>
      </w:r>
    </w:p>
    <w:p w:rsidR="004033DA" w:rsidRPr="00FD4A82" w:rsidRDefault="00FD4A82" w:rsidP="00FD4A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4033DA" w:rsidRDefault="004033DA" w:rsidP="00FD4A82">
      <w:pPr>
        <w:pStyle w:val="libFootnote0"/>
        <w:rPr>
          <w:rtl/>
          <w:lang w:bidi="fa-IR"/>
        </w:rPr>
      </w:pPr>
      <w:r>
        <w:rPr>
          <w:rtl/>
          <w:lang w:bidi="fa-IR"/>
        </w:rPr>
        <w:t>1-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458.</w:t>
      </w:r>
    </w:p>
    <w:p w:rsidR="004033DA" w:rsidRDefault="004033DA" w:rsidP="00FD4A82">
      <w:pPr>
        <w:pStyle w:val="libFootnote0"/>
        <w:rPr>
          <w:rtl/>
          <w:lang w:bidi="fa-IR"/>
        </w:rPr>
      </w:pPr>
      <w:r>
        <w:rPr>
          <w:rtl/>
          <w:lang w:bidi="fa-IR"/>
        </w:rPr>
        <w:t>2- بحارالانوار، ج 22، ص 402؛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4، ص 236.</w:t>
      </w:r>
    </w:p>
    <w:p w:rsidR="004033DA" w:rsidRDefault="004033DA" w:rsidP="00FD4A82">
      <w:pPr>
        <w:pStyle w:val="libFootnote0"/>
        <w:rPr>
          <w:rtl/>
          <w:lang w:bidi="fa-IR"/>
        </w:rPr>
      </w:pPr>
      <w:r>
        <w:rPr>
          <w:rtl/>
          <w:lang w:bidi="fa-IR"/>
        </w:rPr>
        <w:t>3-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اخبار الرضا، ص 269؛ بحارالانوار، ج 22، ص 325.</w:t>
      </w:r>
    </w:p>
    <w:p w:rsidR="004033DA" w:rsidRDefault="00FD4A8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باشم</w:t>
      </w:r>
      <w:r w:rsidR="004033DA">
        <w:rPr>
          <w:rtl/>
          <w:lang w:bidi="fa-IR"/>
        </w:rPr>
        <w:t>. از حب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بم،</w:t>
      </w:r>
      <w:r w:rsidR="004033DA">
        <w:rPr>
          <w:rtl/>
          <w:lang w:bidi="fa-IR"/>
        </w:rPr>
        <w:t xml:space="preserve">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 w:rsidR="004033DA">
        <w:rPr>
          <w:rtl/>
          <w:lang w:bidi="fa-IR"/>
        </w:rPr>
        <w:t xml:space="preserve"> شن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دم</w:t>
      </w:r>
      <w:r w:rsidR="004033DA">
        <w:rPr>
          <w:rtl/>
          <w:lang w:bidi="fa-IR"/>
        </w:rPr>
        <w:t xml:space="preserve"> که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گفت: «خزانه مرد، قبر اوست».</w:t>
      </w:r>
    </w:p>
    <w:p w:rsidR="004033DA" w:rsidRDefault="00FD4A82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FD4A82">
      <w:pPr>
        <w:pStyle w:val="Heading2"/>
        <w:rPr>
          <w:rtl/>
          <w:lang w:bidi="fa-IR"/>
        </w:rPr>
      </w:pPr>
      <w:bookmarkStart w:id="96" w:name="_Toc534017892"/>
      <w:bookmarkStart w:id="97" w:name="_Toc534017982"/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) امام رضا </w:t>
      </w:r>
      <w:r w:rsidR="00FD4A82" w:rsidRPr="00930310">
        <w:rPr>
          <w:rStyle w:val="libAlaemChar"/>
          <w:rtl/>
        </w:rPr>
        <w:t>عليه‌السلام</w:t>
      </w:r>
      <w:bookmarkEnd w:id="96"/>
      <w:bookmarkEnd w:id="97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رضا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ابوذر را از دوستداران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دانسته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تمام بشارت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آمده است، شامل حال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امام رضا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پاسخ به پرسش مأمون الرش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امامت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که قدم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گذاشتند و به دستورها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جامه عمل پوشاندند و پس از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منحرف نشدند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وفادار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ثبات قدم نشان دادند، عبارتند از: ابوذر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سلمان فارس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مقداد، عمار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اسر،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فه،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ثم،</w:t>
      </w:r>
      <w:r>
        <w:rPr>
          <w:rtl/>
          <w:lang w:bidi="fa-IR"/>
        </w:rPr>
        <w:t xml:space="preserve"> سهل بن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عبا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ابو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و حز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آنان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بکوشند، خشنود است.</w:t>
      </w:r>
      <w:r w:rsidRPr="00FD4A82">
        <w:rPr>
          <w:rStyle w:val="libFootnotenumChar"/>
          <w:rtl/>
        </w:rPr>
        <w:t>(1)</w:t>
      </w:r>
    </w:p>
    <w:p w:rsidR="004033DA" w:rsidRDefault="00FD4A82" w:rsidP="00FD4A8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8" w:name="_Toc534017893"/>
      <w:bookmarkStart w:id="99" w:name="_Toc534017983"/>
      <w:r w:rsidR="004033DA">
        <w:rPr>
          <w:rtl/>
          <w:lang w:bidi="fa-IR"/>
        </w:rPr>
        <w:lastRenderedPageBreak/>
        <w:t>2</w:t>
      </w:r>
      <w:r>
        <w:rPr>
          <w:rFonts w:hint="cs"/>
          <w:rtl/>
          <w:lang w:bidi="fa-IR"/>
        </w:rPr>
        <w:t xml:space="preserve"> -</w:t>
      </w:r>
      <w:r w:rsidR="004033DA">
        <w:rPr>
          <w:rtl/>
          <w:lang w:bidi="fa-IR"/>
        </w:rPr>
        <w:t xml:space="preserve"> 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اران</w:t>
      </w:r>
      <w:bookmarkEnd w:id="98"/>
      <w:bookmarkEnd w:id="99"/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FD4A82">
      <w:pPr>
        <w:pStyle w:val="Heading2"/>
        <w:rPr>
          <w:rtl/>
          <w:lang w:bidi="fa-IR"/>
        </w:rPr>
      </w:pPr>
      <w:bookmarkStart w:id="100" w:name="_Toc534017894"/>
      <w:bookmarkStart w:id="101" w:name="_Toc534017984"/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) ابوالدرداء</w:t>
      </w:r>
      <w:bookmarkEnd w:id="100"/>
      <w:bookmarkEnd w:id="101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ابوالدرداء</w:t>
      </w:r>
      <w:r>
        <w:rPr>
          <w:rtl/>
          <w:lang w:bidi="fa-IR"/>
        </w:rPr>
        <w:t xml:space="preserve">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ابوذر علاقه فراوان داشت.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زمان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منصب قضاوت شام را عهده دار بود.</w:t>
      </w:r>
      <w:r w:rsidRPr="00D26E10">
        <w:rPr>
          <w:rStyle w:val="libFootnotenumChar"/>
          <w:rtl/>
        </w:rPr>
        <w:t>(2)</w:t>
      </w:r>
      <w:r>
        <w:rPr>
          <w:rtl/>
          <w:lang w:bidi="fa-IR"/>
        </w:rPr>
        <w:t xml:space="preserve"> او مطالب ارزشمند و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ابوذر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زبان او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ابوذر نقل کرده که متن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عبدالرحمان</w:t>
      </w:r>
      <w:r>
        <w:rPr>
          <w:rtl/>
          <w:lang w:bidi="fa-IR"/>
        </w:rPr>
        <w:t xml:space="preserve"> بن غنم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ابودرداء در شام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 که ناگهان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بود، وارد مجلس شد. ابودرداء</w:t>
      </w:r>
    </w:p>
    <w:p w:rsidR="004033DA" w:rsidRPr="00D26E10" w:rsidRDefault="00D26E10" w:rsidP="00D26E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4033DA" w:rsidRDefault="004033DA" w:rsidP="00D26E10">
      <w:pPr>
        <w:pStyle w:val="libFootnote0"/>
        <w:rPr>
          <w:rtl/>
          <w:lang w:bidi="fa-IR"/>
        </w:rPr>
      </w:pPr>
      <w:r>
        <w:rPr>
          <w:rtl/>
          <w:lang w:bidi="fa-IR"/>
        </w:rPr>
        <w:t>1-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الاخبار، ج 2، ص 123؛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صص 168 و 169.</w:t>
      </w:r>
    </w:p>
    <w:p w:rsidR="004033DA" w:rsidRDefault="004033DA" w:rsidP="00D26E10">
      <w:pPr>
        <w:pStyle w:val="libFootnote0"/>
        <w:rPr>
          <w:rtl/>
          <w:lang w:bidi="fa-IR"/>
        </w:rPr>
      </w:pPr>
      <w:r>
        <w:rPr>
          <w:rtl/>
          <w:lang w:bidi="fa-IR"/>
        </w:rPr>
        <w:t>2-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الخلفاء، ص 156.</w:t>
      </w:r>
    </w:p>
    <w:p w:rsidR="004033DA" w:rsidRDefault="00D26E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شناخت، سراغ ابوذر را از او گرفت و گفت: «ابوذر را در کجا به هجرت وا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  <w:r>
        <w:rPr>
          <w:rtl/>
          <w:lang w:bidi="fa-IR"/>
        </w:rPr>
        <w:t xml:space="preserve"> او گفت: «در ربذه».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ابودرداء</w:t>
      </w:r>
      <w:r>
        <w:rPr>
          <w:rtl/>
          <w:lang w:bidi="fa-IR"/>
        </w:rPr>
        <w:t xml:space="preserve"> کلمه استرجاع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تأسف و اندوه به زبان آورد و گفت: «اگر ابوذر عضو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بدنم را قطع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جهت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درباره او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ام، حرمت او را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و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زبان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آوردم».</w:t>
      </w:r>
      <w:r w:rsidRPr="00D26E10">
        <w:rPr>
          <w:rStyle w:val="libFootnotenumChar"/>
          <w:rtl/>
        </w:rPr>
        <w:t>(1)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ابوالدرداء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رَأَ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اَصحابَ مُحَمَّد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ما رَأَ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لِاَب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ذَر شَب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هاً</w:t>
      </w:r>
      <w:r>
        <w:rPr>
          <w:rtl/>
          <w:lang w:bidi="fa-IR"/>
        </w:rPr>
        <w:t>.</w:t>
      </w:r>
      <w:r w:rsidRPr="00D26E10">
        <w:rPr>
          <w:rStyle w:val="libFootnotenumChar"/>
          <w:rtl/>
        </w:rPr>
        <w:t>(2)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اصحاب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</w:t>
      </w:r>
    </w:p>
    <w:p w:rsidR="004033DA" w:rsidRDefault="00D26E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26E10">
      <w:pPr>
        <w:pStyle w:val="Heading2"/>
        <w:rPr>
          <w:rtl/>
          <w:lang w:bidi="fa-IR"/>
        </w:rPr>
      </w:pPr>
      <w:bookmarkStart w:id="102" w:name="_Toc534017895"/>
      <w:bookmarkStart w:id="103" w:name="_Toc534017985"/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) عمار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bookmarkEnd w:id="102"/>
      <w:bookmarkEnd w:id="103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مخلص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از اصحاب بزرگ شمرده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عمار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 را اهل بهشت و مخالفان و قاتلانش را «فرقه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ابوذر 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رابطه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داشت. بنا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ها، او از جمله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 وجود منع عثمان، به بدرقه ابوذر شتافت و او را در سفر به ربذه مشا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سخنان خود به ابوذر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آنان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تو را در وحشت انداختند، مأنوس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ندهد و آنان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تو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ندهد.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بر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اشان</w:t>
      </w:r>
      <w:r>
        <w:rPr>
          <w:rtl/>
          <w:lang w:bidi="fa-IR"/>
        </w:rPr>
        <w:t xml:space="preserve"> صحه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امانت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و اگر به اعمال نارواشان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آنچه مردم را از هم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تو </w:t>
      </w:r>
      <w:r>
        <w:rPr>
          <w:rFonts w:hint="eastAsia"/>
          <w:rtl/>
          <w:lang w:bidi="fa-IR"/>
        </w:rPr>
        <w:t>بازداشته،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ترس از مرگ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به جانب سلطان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حاکمان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در مقابل به دست آوردن متاع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به زمام داران فروختند و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کار شدند و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4033DA" w:rsidRPr="00D26E10" w:rsidRDefault="00D26E10" w:rsidP="00D26E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4033DA" w:rsidRDefault="004033DA" w:rsidP="00D26E10">
      <w:pPr>
        <w:pStyle w:val="libFootnote0"/>
        <w:rPr>
          <w:rtl/>
          <w:lang w:bidi="fa-IR"/>
        </w:rPr>
      </w:pPr>
      <w:r>
        <w:rPr>
          <w:rtl/>
          <w:lang w:bidi="fa-IR"/>
        </w:rPr>
        <w:t>1- مجمع الزوائد، ج 9، ص 330؛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8، صص 315 و 316؛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عاب،</w:t>
      </w:r>
      <w:r>
        <w:rPr>
          <w:rtl/>
          <w:lang w:bidi="fa-IR"/>
        </w:rPr>
        <w:t xml:space="preserve"> ج 1، ص 256.</w:t>
      </w:r>
    </w:p>
    <w:p w:rsidR="004033DA" w:rsidRDefault="004033DA" w:rsidP="00D26E10">
      <w:pPr>
        <w:pStyle w:val="libFootnote0"/>
        <w:rPr>
          <w:rtl/>
          <w:lang w:bidi="fa-IR"/>
        </w:rPr>
      </w:pPr>
      <w:r>
        <w:rPr>
          <w:rtl/>
          <w:lang w:bidi="fa-IR"/>
        </w:rPr>
        <w:t>2- مجمع الزوائد، ج 9، ص 330</w:t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:56</w:t>
      </w:r>
    </w:p>
    <w:p w:rsidR="004033DA" w:rsidRDefault="00D26E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 آشکار است.</w:t>
      </w:r>
      <w:r w:rsidRPr="00D26E10">
        <w:rPr>
          <w:rStyle w:val="libFootnotenumChar"/>
          <w:rtl/>
        </w:rPr>
        <w:t>(1)</w:t>
      </w:r>
    </w:p>
    <w:p w:rsidR="004033DA" w:rsidRDefault="00D26E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26E10">
      <w:pPr>
        <w:pStyle w:val="Heading2"/>
        <w:rPr>
          <w:rtl/>
          <w:lang w:bidi="fa-IR"/>
        </w:rPr>
      </w:pPr>
      <w:bookmarkStart w:id="104" w:name="_Toc534017896"/>
      <w:bookmarkStart w:id="105" w:name="_Toc534017986"/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>)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bookmarkEnd w:id="104"/>
      <w:bookmarkEnd w:id="105"/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نکته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 و ارزنده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اصحاب بزرگ و پارسا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E408D" w:rsidRPr="00BE408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و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وفادار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0310" w:rsidRPr="0093031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نوشته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هرچند در منابع کهن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آن، قسمت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ترجمه آن را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t>...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 بزرگوار! تو همواره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رخواه</w:t>
      </w:r>
      <w:r>
        <w:rPr>
          <w:rtl/>
          <w:lang w:bidi="fa-IR"/>
        </w:rPr>
        <w:t xml:space="preserve"> همه مؤمنان بوده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آنان را به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رهنمون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باز داشته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 مصا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دانم. اگر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با مال و جانم از تو دفاع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با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خاطر از مال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به خدا سوگند، اگر ممکن بود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فقر و رنج تو را به جان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... .</w:t>
      </w:r>
      <w:r w:rsidRPr="00D26E10">
        <w:rPr>
          <w:rStyle w:val="libFootnotenumChar"/>
          <w:rtl/>
        </w:rPr>
        <w:t>(2)</w:t>
      </w:r>
    </w:p>
    <w:p w:rsidR="004033DA" w:rsidRDefault="00D26E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26E10">
      <w:pPr>
        <w:pStyle w:val="Heading2"/>
        <w:rPr>
          <w:rtl/>
          <w:lang w:bidi="fa-IR"/>
        </w:rPr>
      </w:pPr>
      <w:bookmarkStart w:id="106" w:name="_Toc534017897"/>
      <w:bookmarkStart w:id="107" w:name="_Toc534017987"/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سلمان فارس</w:t>
      </w:r>
      <w:r>
        <w:rPr>
          <w:rFonts w:hint="cs"/>
          <w:rtl/>
          <w:lang w:bidi="fa-IR"/>
        </w:rPr>
        <w:t>ی</w:t>
      </w:r>
      <w:bookmarkEnd w:id="106"/>
      <w:bookmarkEnd w:id="107"/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جمله داستان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رابطه عطوفت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ابوذر و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سلمان،</w:t>
      </w:r>
      <w:r>
        <w:rPr>
          <w:rtl/>
          <w:lang w:bidi="fa-IR"/>
        </w:rPr>
        <w:t xml:space="preserve"> ابوذر را به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کرد. هنگام خوردن غذا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سلمان برخ</w:t>
      </w:r>
      <w:r w:rsidR="00D26E10">
        <w:rPr>
          <w:rFonts w:hint="cs"/>
          <w:rtl/>
          <w:lang w:bidi="fa-IR"/>
        </w:rPr>
        <w:t>و</w:t>
      </w:r>
      <w:r>
        <w:rPr>
          <w:rtl/>
          <w:lang w:bidi="fa-IR"/>
        </w:rPr>
        <w:t>است، چند تکه نان خشک را آب زد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ابوذر گذاشت. مشغول خوردن شدند که ابوذر گفت: «چه لذت بخش 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اگر با نمک همراه بود».</w:t>
      </w:r>
      <w:r w:rsidRPr="00D26E10">
        <w:rPr>
          <w:rStyle w:val="libFootnotenumChar"/>
          <w:rtl/>
        </w:rPr>
        <w:t>(3)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سلمان</w:t>
      </w:r>
      <w:r>
        <w:rPr>
          <w:rtl/>
          <w:lang w:bidi="fa-IR"/>
        </w:rPr>
        <w:t xml:space="preserve"> از خانه خارج شد و چون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نمک را نداشت، کوزه آب</w:t>
      </w:r>
    </w:p>
    <w:p w:rsidR="004033DA" w:rsidRPr="00D26E10" w:rsidRDefault="00D26E10" w:rsidP="00D26E1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4033DA" w:rsidRDefault="004033DA" w:rsidP="00D26E10">
      <w:pPr>
        <w:pStyle w:val="libFootnote0"/>
        <w:rPr>
          <w:rtl/>
          <w:lang w:bidi="fa-IR"/>
        </w:rPr>
      </w:pPr>
      <w:r>
        <w:rPr>
          <w:rtl/>
          <w:lang w:bidi="fa-IR"/>
        </w:rPr>
        <w:t>1- شرح نهج البلاغه،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8 ، صص 253 و 254؛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8 ، صص 301 و 302؛ بحارالانوار، ج 22، صص 412 و 413.</w:t>
      </w:r>
    </w:p>
    <w:p w:rsidR="004033DA" w:rsidRDefault="004033DA" w:rsidP="00D26E10">
      <w:pPr>
        <w:pStyle w:val="libFootnote0"/>
        <w:rPr>
          <w:rtl/>
          <w:lang w:bidi="fa-IR"/>
        </w:rPr>
      </w:pPr>
      <w:r>
        <w:rPr>
          <w:rtl/>
          <w:lang w:bidi="fa-IR"/>
        </w:rPr>
        <w:t>2- بحارالانوار، ج 22، ص 410؛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4، ص 241.</w:t>
      </w:r>
    </w:p>
    <w:p w:rsidR="004033DA" w:rsidRDefault="004033DA" w:rsidP="00D26E10">
      <w:pPr>
        <w:pStyle w:val="libFootnote0"/>
        <w:rPr>
          <w:rtl/>
          <w:lang w:bidi="fa-IR"/>
        </w:rPr>
      </w:pPr>
      <w:r>
        <w:rPr>
          <w:rtl/>
          <w:lang w:bidi="fa-IR"/>
        </w:rPr>
        <w:t>3- ترجمه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الاخبار، ج 2، ص 400؛ بحارالانوار، ج 22، ص 321.</w:t>
      </w:r>
    </w:p>
    <w:p w:rsidR="004033DA" w:rsidRDefault="00D26E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033DA">
        <w:rPr>
          <w:rFonts w:hint="eastAsia"/>
          <w:rtl/>
          <w:lang w:bidi="fa-IR"/>
        </w:rPr>
        <w:lastRenderedPageBreak/>
        <w:t>خود</w:t>
      </w:r>
      <w:r w:rsidR="004033DA">
        <w:rPr>
          <w:rtl/>
          <w:lang w:bidi="fa-IR"/>
        </w:rPr>
        <w:t xml:space="preserve"> را گرو گذاشت و برا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مهمان نمک آورد. ابوذر نمک بر نان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پاش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</w:t>
      </w:r>
      <w:r w:rsidR="004033DA">
        <w:rPr>
          <w:rtl/>
          <w:lang w:bidi="fa-IR"/>
        </w:rPr>
        <w:t xml:space="preserve"> و م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گفت: «خدا را شکر که ما را چن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ن</w:t>
      </w:r>
      <w:r w:rsidR="004033DA">
        <w:rPr>
          <w:rtl/>
          <w:lang w:bidi="fa-IR"/>
        </w:rPr>
        <w:t xml:space="preserve"> قناعت</w:t>
      </w:r>
      <w:r w:rsidR="004033DA">
        <w:rPr>
          <w:rFonts w:hint="cs"/>
          <w:rtl/>
          <w:lang w:bidi="fa-IR"/>
        </w:rPr>
        <w:t>ی</w:t>
      </w:r>
      <w:r w:rsidR="004033DA">
        <w:rPr>
          <w:rtl/>
          <w:lang w:bidi="fa-IR"/>
        </w:rPr>
        <w:t xml:space="preserve"> بخش</w:t>
      </w:r>
      <w:r w:rsidR="004033DA">
        <w:rPr>
          <w:rFonts w:hint="cs"/>
          <w:rtl/>
          <w:lang w:bidi="fa-IR"/>
        </w:rPr>
        <w:t>ی</w:t>
      </w:r>
      <w:r w:rsidR="004033DA">
        <w:rPr>
          <w:rFonts w:hint="eastAsia"/>
          <w:rtl/>
          <w:lang w:bidi="fa-IR"/>
        </w:rPr>
        <w:t>ده</w:t>
      </w:r>
      <w:r w:rsidR="004033DA">
        <w:rPr>
          <w:rtl/>
          <w:lang w:bidi="fa-IR"/>
        </w:rPr>
        <w:t xml:space="preserve"> است.»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4033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سلمان</w:t>
      </w:r>
      <w:r>
        <w:rPr>
          <w:rtl/>
          <w:lang w:bidi="fa-IR"/>
        </w:rPr>
        <w:t xml:space="preserve"> با ظرافت گفت: «اگر قناعت کامل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ظرفم به گرو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رفت!»</w:t>
      </w:r>
    </w:p>
    <w:p w:rsidR="004033DA" w:rsidRDefault="00D26E10" w:rsidP="004033D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033DA" w:rsidRDefault="004033DA" w:rsidP="00D26E10">
      <w:pPr>
        <w:pStyle w:val="Heading2"/>
        <w:rPr>
          <w:rtl/>
          <w:lang w:bidi="fa-IR"/>
        </w:rPr>
      </w:pPr>
      <w:bookmarkStart w:id="108" w:name="_Toc534017898"/>
      <w:bookmarkStart w:id="109" w:name="_Toc534017988"/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نامه</w:t>
      </w:r>
      <w:bookmarkEnd w:id="108"/>
      <w:bookmarkEnd w:id="109"/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عزالد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اسد الغابه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معرفه الصحابه،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1351.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محمد، الکامل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دارصادر، 1385 ه_ . ق.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محمد بن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علل الشرا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مشهد، آستان قدس 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1366.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حجر عسقلان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احمد بن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الاصابه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الصحابه،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دارالکتاب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1853 م.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حزم،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احمد، جمهره انساب العرب،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1362.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سعد، محمد، 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دارصادر، 1347.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عبدالبر،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عبداللّه ، الاست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معرفه الاصحاب،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آباد رکن، دائره المعارف النظام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1336 ه_ . ق.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عمر،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مکتبه المعارف، 1988 م.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هشام، عبدالملک،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النبو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تهران، خوارزم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1361.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احمد بن عبداللّه ، ابونع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طبقات الاصف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1357 ه_ . ق.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ذهب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بن احمد،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اعلام النبلاء،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مؤسسه الرساله، 1371.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عامل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جعفر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دراسات و بحوث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الاسلام، قم، جامعه المدرس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1367.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جواد، المفصل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العرب قبل الاسلام،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دارالعلم للملا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1978 م.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کاندهلو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الصحابه، زاهدان،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1382.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کحاله، عمر رضا، معجم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العرب،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مؤسسه الرساله، 1373.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16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اشتهارد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ابوذر غفار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ربذه، قم،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اسلام، 1369.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موفق بن احمد، المناقب، قم، الجامعه المدرس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1369.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 بن عمر،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ترجمه: محمود مهدو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دامغان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مرکز نشر دانشگاه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1366.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ورام، مسعود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الخواطر، تهران، مرکز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انتشارات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حه،</w:t>
      </w:r>
      <w:r>
        <w:rPr>
          <w:rtl/>
          <w:lang w:bidi="fa-IR"/>
        </w:rPr>
        <w:t xml:space="preserve"> 1378.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بکر، مجمع الزوائد و منبع الفوائد،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دارالکتب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1361.</w:t>
      </w:r>
    </w:p>
    <w:p w:rsidR="004033DA" w:rsidRDefault="004033DA" w:rsidP="004033DA">
      <w:pPr>
        <w:pStyle w:val="libNormal"/>
        <w:rPr>
          <w:rtl/>
          <w:lang w:bidi="fa-IR"/>
        </w:rPr>
      </w:pPr>
    </w:p>
    <w:p w:rsidR="004033DA" w:rsidRDefault="004033DA" w:rsidP="00D26E10">
      <w:pPr>
        <w:pStyle w:val="libNormal"/>
        <w:rPr>
          <w:rtl/>
          <w:lang w:bidi="fa-IR"/>
        </w:rPr>
      </w:pPr>
      <w:r>
        <w:rPr>
          <w:rtl/>
          <w:lang w:bidi="fa-IR"/>
        </w:rPr>
        <w:t>21</w:t>
      </w:r>
      <w:r w:rsidR="00D26E1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عبدالرحمان حافظ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السماء الرجال،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مؤسسه الرساله، 1373.</w:t>
      </w:r>
    </w:p>
    <w:p w:rsidR="00D26E10" w:rsidRDefault="00D26E10" w:rsidP="001C0EF5">
      <w:pPr>
        <w:pStyle w:val="Heading1Center"/>
      </w:pPr>
      <w:r>
        <w:rPr>
          <w:rtl/>
          <w:lang w:bidi="fa-IR"/>
        </w:rPr>
        <w:br w:type="page"/>
      </w:r>
      <w:bookmarkStart w:id="110" w:name="_Toc534017899"/>
      <w:bookmarkStart w:id="111" w:name="_Toc534017989"/>
      <w:r>
        <w:rPr>
          <w:rFonts w:hint="cs"/>
          <w:rtl/>
          <w:lang w:bidi="fa-IR"/>
        </w:rPr>
        <w:lastRenderedPageBreak/>
        <w:t>فهرست مطالب</w:t>
      </w:r>
      <w:bookmarkEnd w:id="110"/>
      <w:bookmarkEnd w:id="111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92133392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2E6DC9" w:rsidRDefault="002E6DC9" w:rsidP="00273243">
          <w:pPr>
            <w:pStyle w:val="TOCHeading"/>
          </w:pPr>
        </w:p>
        <w:p w:rsidR="002E6DC9" w:rsidRDefault="0002299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02299C">
            <w:fldChar w:fldCharType="begin"/>
          </w:r>
          <w:r w:rsidR="002E6DC9">
            <w:instrText xml:space="preserve"> TOC \o "1-3" \h \z \u </w:instrText>
          </w:r>
          <w:r w:rsidRPr="0002299C">
            <w:fldChar w:fldCharType="separate"/>
          </w:r>
          <w:hyperlink w:anchor="_Toc534017934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د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باچه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Toc534017934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017935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پ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ش گفتار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Toc534017935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017936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فصل اول: ابوذر ک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ست؟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Toc534017936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37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خاندان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Toc534017937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38" w:history="1"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کتاپرست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در عصر بت پرست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Toc534017938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39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ره سپار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به سو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ام القر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Toc534017939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40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اسلام آوردن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Toc534017940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017941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فصل دوم: ابوذر مسلمان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Toc534017941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42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نشر اسلام به دست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Toc534017942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43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اسلام آوردن مردم 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ثرب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Toc534017943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44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در راه 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ثرب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Toc534017944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45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جانش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ن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امبر</w:t>
            </w:r>
            <w:r w:rsidR="002E6DC9" w:rsidRPr="000F7944">
              <w:rPr>
                <w:rStyle w:val="Hyperlink"/>
                <w:rFonts w:cs="Rafed Alaem"/>
                <w:noProof/>
                <w:rtl/>
              </w:rPr>
              <w:t xml:space="preserve"> صلى‌الله‌عليه‌وآله‌وسلم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Toc534017945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46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شرکت فعال در جهاد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Toc534017946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47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جنگ تبوک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Toc534017947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48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هم دم خورش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د رسالت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Toc534017948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017949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فصل سوم: و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ژگ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ها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ابوذر غفار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Toc534017949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50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س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ما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Toc534017950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51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راست گو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Toc534017951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52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دانش و حکمت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Toc534017952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53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پارسا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Toc534017953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54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شجاعت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Toc534017954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55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فروتن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Toc534017955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56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د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گر فضا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ل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Toc534017956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57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ابوذر در آ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نه وح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Toc534017957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58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ابوذر از نظر جبرئ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ل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Toc534017958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017959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فصل چهارم: ابوذر در کلام معصومان </w:t>
            </w:r>
            <w:r w:rsidR="002E6DC9" w:rsidRPr="000F7944">
              <w:rPr>
                <w:rStyle w:val="Hyperlink"/>
                <w:rFonts w:cs="Rafed Alaem"/>
                <w:noProof/>
                <w:rtl/>
              </w:rPr>
              <w:t>عليهم‌السلام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و 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اران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Toc534017959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0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1 - معصومان </w:t>
            </w:r>
            <w:r w:rsidR="002E6DC9" w:rsidRPr="000F7944">
              <w:rPr>
                <w:rStyle w:val="Hyperlink"/>
                <w:rFonts w:eastAsiaTheme="minorHAnsi" w:cs="Rafed Alaem"/>
                <w:noProof/>
                <w:rtl/>
              </w:rPr>
              <w:t>عليهم‌السلام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Toc534017960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1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الف) ابوذر در نگاه پ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امبر اعظم </w:t>
            </w:r>
            <w:r w:rsidR="002E6DC9" w:rsidRPr="000F7944">
              <w:rPr>
                <w:rStyle w:val="Hyperlink"/>
                <w:rFonts w:cs="Rafed Alaem"/>
                <w:noProof/>
                <w:rtl/>
              </w:rPr>
              <w:t>صلى‌الله‌عليه‌وآله‌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Toc534017961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2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وعده بهشت به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Toc534017962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3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ابوذر بر سفره آسمان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Toc534017963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4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اشت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اق بهشت به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Toc534017964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5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علاقه پ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امبر به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Toc534017965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6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پندها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امبر اعظم </w:t>
            </w:r>
            <w:r w:rsidR="002E6DC9" w:rsidRPr="000F7944">
              <w:rPr>
                <w:rStyle w:val="Hyperlink"/>
                <w:rFonts w:cs="Rafed Alaem"/>
                <w:noProof/>
                <w:rtl/>
              </w:rPr>
              <w:t xml:space="preserve">صلى‌الله‌عليه‌وآله‌وسلم 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به ابوذر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Toc534017966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7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ارزش تن درست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و فراغت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Toc534017967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8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بهره گ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ر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از فرصت ها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Toc534017968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69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پره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ز از امروز و فردا کردن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Toc534017969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0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ارزش عمر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Toc534017970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1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هدف از علم آموز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Toc534017971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2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ادا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حق خداوند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Toc534017972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3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مؤمن و گناه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Toc534017973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4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هماهنگ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گفتار و کردار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Toc534017974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5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ارزش سخن و قلمرو مسئول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ت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Toc534017975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6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عشق به نماز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Toc534017976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7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ب) امام عل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2E6DC9" w:rsidRPr="000F794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Toc534017977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8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ج) حضرت فاطمه زهرا </w:t>
            </w:r>
            <w:r w:rsidR="002E6DC9" w:rsidRPr="000F7944">
              <w:rPr>
                <w:rStyle w:val="Hyperlink"/>
                <w:rFonts w:eastAsiaTheme="minorHAnsi" w:cs="Rafed Alaem"/>
                <w:noProof/>
                <w:rtl/>
              </w:rPr>
              <w:t>عليها‌السلام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Toc534017978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79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د) امام حسن </w:t>
            </w:r>
            <w:r w:rsidR="002E6DC9" w:rsidRPr="000F794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Toc534017979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80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ز) امام صادق </w:t>
            </w:r>
            <w:r w:rsidR="002E6DC9" w:rsidRPr="000F794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Toc534017980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81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ح) امام موس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 کاظم </w:t>
            </w:r>
            <w:r w:rsidR="002E6DC9" w:rsidRPr="000F794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Toc534017981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82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ط) امام رضا </w:t>
            </w:r>
            <w:r w:rsidR="002E6DC9" w:rsidRPr="000F7944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Toc534017982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017983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اران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Toc534017983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84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الف) ابوالدرداء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Toc534017984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85" w:history="1"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ب) عمار 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اسر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Toc534017985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86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ج) حذ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 xml:space="preserve">فه بن 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 w:rsidRPr="000F7944">
              <w:rPr>
                <w:rStyle w:val="Hyperlink"/>
                <w:noProof/>
                <w:rtl/>
                <w:lang w:bidi="fa-IR"/>
              </w:rPr>
              <w:t>مان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Toc534017986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87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د) سلمان فارس</w:t>
            </w:r>
            <w:r w:rsidR="002E6DC9" w:rsidRPr="000F794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Toc534017987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017988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کتاب نامه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Toc534017988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017989" w:history="1">
            <w:r w:rsidR="002E6DC9" w:rsidRPr="000F7944">
              <w:rPr>
                <w:rStyle w:val="Hyperlink"/>
                <w:noProof/>
                <w:rtl/>
                <w:lang w:bidi="fa-IR"/>
              </w:rPr>
              <w:t>فهرست مطالب</w:t>
            </w:r>
            <w:r w:rsidR="002E6DC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 w:rsidR="002E6DC9">
              <w:rPr>
                <w:noProof/>
                <w:webHidden/>
              </w:rPr>
              <w:instrText>PAGEREF</w:instrText>
            </w:r>
            <w:r w:rsidR="002E6DC9">
              <w:rPr>
                <w:noProof/>
                <w:webHidden/>
                <w:rtl/>
              </w:rPr>
              <w:instrText xml:space="preserve"> _</w:instrText>
            </w:r>
            <w:r w:rsidR="002E6DC9">
              <w:rPr>
                <w:noProof/>
                <w:webHidden/>
              </w:rPr>
              <w:instrText>Toc534017989 \h</w:instrText>
            </w:r>
            <w:r w:rsidR="002E6DC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E6DC9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E6DC9" w:rsidRDefault="0002299C">
          <w:r>
            <w:fldChar w:fldCharType="end"/>
          </w:r>
        </w:p>
      </w:sdtContent>
    </w:sdt>
    <w:p w:rsidR="00D26E10" w:rsidRPr="00B300E7" w:rsidRDefault="00D26E10" w:rsidP="00D26E10">
      <w:pPr>
        <w:pStyle w:val="libNormal"/>
        <w:rPr>
          <w:lang w:bidi="fa-IR"/>
        </w:rPr>
      </w:pPr>
    </w:p>
    <w:sectPr w:rsidR="00D26E10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13B" w:rsidRDefault="00D7113B">
      <w:r>
        <w:separator/>
      </w:r>
    </w:p>
  </w:endnote>
  <w:endnote w:type="continuationSeparator" w:id="0">
    <w:p w:rsidR="00D7113B" w:rsidRDefault="00D71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74" w:rsidRDefault="0002299C">
    <w:pPr>
      <w:pStyle w:val="Footer"/>
    </w:pPr>
    <w:fldSimple w:instr=" PAGE   \* MERGEFORMAT ">
      <w:r w:rsidR="00273243">
        <w:rPr>
          <w:noProof/>
          <w:rtl/>
        </w:rPr>
        <w:t>104</w:t>
      </w:r>
    </w:fldSimple>
  </w:p>
  <w:p w:rsidR="00A56774" w:rsidRDefault="00A567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74" w:rsidRDefault="0002299C">
    <w:pPr>
      <w:pStyle w:val="Footer"/>
    </w:pPr>
    <w:fldSimple w:instr=" PAGE   \* MERGEFORMAT ">
      <w:r w:rsidR="00273243">
        <w:rPr>
          <w:noProof/>
          <w:rtl/>
        </w:rPr>
        <w:t>105</w:t>
      </w:r>
    </w:fldSimple>
  </w:p>
  <w:p w:rsidR="00A56774" w:rsidRDefault="00A567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774" w:rsidRDefault="0002299C">
    <w:pPr>
      <w:pStyle w:val="Footer"/>
    </w:pPr>
    <w:fldSimple w:instr=" PAGE   \* MERGEFORMAT ">
      <w:r w:rsidR="00273243">
        <w:rPr>
          <w:noProof/>
          <w:rtl/>
        </w:rPr>
        <w:t>1</w:t>
      </w:r>
    </w:fldSimple>
  </w:p>
  <w:p w:rsidR="00A56774" w:rsidRDefault="00A567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13B" w:rsidRDefault="00D7113B">
      <w:r>
        <w:separator/>
      </w:r>
    </w:p>
  </w:footnote>
  <w:footnote w:type="continuationSeparator" w:id="0">
    <w:p w:rsidR="00D7113B" w:rsidRDefault="00D711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08D"/>
    <w:rsid w:val="00005A19"/>
    <w:rsid w:val="00010942"/>
    <w:rsid w:val="00014AF2"/>
    <w:rsid w:val="000217A6"/>
    <w:rsid w:val="0002299C"/>
    <w:rsid w:val="00024AA0"/>
    <w:rsid w:val="000267FE"/>
    <w:rsid w:val="00030622"/>
    <w:rsid w:val="00040272"/>
    <w:rsid w:val="00040798"/>
    <w:rsid w:val="00043023"/>
    <w:rsid w:val="00052068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0EF5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243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E6DC9"/>
    <w:rsid w:val="002F3626"/>
    <w:rsid w:val="002F7432"/>
    <w:rsid w:val="00301EBF"/>
    <w:rsid w:val="00307056"/>
    <w:rsid w:val="00307C3A"/>
    <w:rsid w:val="00310D1D"/>
    <w:rsid w:val="00317E22"/>
    <w:rsid w:val="00322466"/>
    <w:rsid w:val="003227B0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3DA"/>
    <w:rsid w:val="004035D1"/>
    <w:rsid w:val="00404EB7"/>
    <w:rsid w:val="00407D56"/>
    <w:rsid w:val="00416801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2774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5FC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3655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5A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0310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4A6E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9F75F9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6BB4"/>
    <w:rsid w:val="00A478DC"/>
    <w:rsid w:val="00A50FBD"/>
    <w:rsid w:val="00A51FCA"/>
    <w:rsid w:val="00A56774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414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408D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26E10"/>
    <w:rsid w:val="00D33A32"/>
    <w:rsid w:val="00D4011E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13B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D4A82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BE408D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CC1B9-802E-4F4E-9A01-184C84A8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156</TotalTime>
  <Pages>107</Pages>
  <Words>11666</Words>
  <Characters>66497</Characters>
  <Application>Microsoft Office Word</Application>
  <DocSecurity>0</DocSecurity>
  <Lines>554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1601-01-01T00:00:00Z</cp:lastPrinted>
  <dcterms:created xsi:type="dcterms:W3CDTF">2018-12-30T09:40:00Z</dcterms:created>
  <dcterms:modified xsi:type="dcterms:W3CDTF">2019-01-16T10:34:00Z</dcterms:modified>
</cp:coreProperties>
</file>