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F49" w:rsidRDefault="00EE5F49" w:rsidP="00EE5F49">
      <w:pPr>
        <w:pStyle w:val="libNotice"/>
        <w:bidi w:val="0"/>
      </w:pPr>
      <w:r>
        <w:rPr>
          <w:rFonts w:hint="cs"/>
          <w:rtl/>
        </w:rPr>
        <w:t>تذکر</w:t>
      </w:r>
      <w:r>
        <w:rPr>
          <w:rtl/>
        </w:rPr>
        <w:t>این کتاب توسط مؤسسه فرهنگی - اسلامی شبکة الامامین الحسنین</w:t>
      </w:r>
      <w:r w:rsidRPr="0082486F">
        <w:rPr>
          <w:rFonts w:hint="cs"/>
          <w:rtl/>
        </w:rPr>
        <w:t xml:space="preserve"> </w:t>
      </w:r>
      <w:r w:rsidRPr="0082486F">
        <w:rPr>
          <w:rtl/>
        </w:rPr>
        <w:t>عليهما‌السلام</w:t>
      </w:r>
      <w:r>
        <w:rPr>
          <w:rtl/>
        </w:rPr>
        <w:t xml:space="preserve"> بصورت الکترونیکی برای مخاطبین گرامی منتشر شده است</w:t>
      </w:r>
      <w:r>
        <w:rPr>
          <w:rFonts w:hint="cs"/>
          <w:rtl/>
        </w:rPr>
        <w:t>.</w:t>
      </w:r>
    </w:p>
    <w:p w:rsidR="00EE5F49" w:rsidRDefault="00EE5F49" w:rsidP="00EE5F49">
      <w:pPr>
        <w:pStyle w:val="libNotice"/>
        <w:rPr>
          <w:rtl/>
          <w:lang w:bidi="fa-IR"/>
        </w:rPr>
      </w:pPr>
      <w:r>
        <w:rPr>
          <w:rtl/>
        </w:rPr>
        <w:t>لازم به ذکر است تصحیح اشتباهات تایپی احتمالی، روی این کتاب انجام گردیده است</w:t>
      </w:r>
      <w:r>
        <w:rPr>
          <w:rFonts w:hint="cs"/>
          <w:rtl/>
        </w:rPr>
        <w:t>.</w:t>
      </w:r>
    </w:p>
    <w:p w:rsidR="00C83F61" w:rsidRDefault="00EE5F49" w:rsidP="00C81557">
      <w:pPr>
        <w:pStyle w:val="libCenterBold1"/>
        <w:rPr>
          <w:rtl/>
          <w:lang w:bidi="fa-IR"/>
        </w:rPr>
      </w:pPr>
      <w:r>
        <w:rPr>
          <w:rtl/>
          <w:lang w:bidi="fa-IR"/>
        </w:rPr>
        <w:br w:type="page"/>
      </w:r>
      <w:r w:rsidR="00C81557">
        <w:rPr>
          <w:rFonts w:hint="cs"/>
          <w:rtl/>
          <w:lang w:bidi="fa-IR"/>
        </w:rPr>
        <w:lastRenderedPageBreak/>
        <w:t>.</w:t>
      </w:r>
      <w:r w:rsidR="00C83F61">
        <w:rPr>
          <w:rtl/>
          <w:lang w:bidi="fa-IR"/>
        </w:rPr>
        <w:t xml:space="preserve"> از تبار محدثان</w:t>
      </w:r>
    </w:p>
    <w:p w:rsidR="00C83F61" w:rsidRDefault="00C83F61" w:rsidP="00EE5F49">
      <w:pPr>
        <w:pStyle w:val="libCenterBold1"/>
        <w:rPr>
          <w:rtl/>
          <w:lang w:bidi="fa-IR"/>
        </w:rPr>
      </w:pP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E5F49" w:rsidRPr="00EE5F49">
        <w:rPr>
          <w:rStyle w:val="libAlaemChar"/>
          <w:rtl/>
        </w:rPr>
        <w:t>رحمه‌الله</w:t>
      </w:r>
    </w:p>
    <w:p w:rsidR="00C83F61" w:rsidRDefault="00EE5F49" w:rsidP="00C83F61">
      <w:pPr>
        <w:pStyle w:val="libCenterBold1"/>
        <w:rPr>
          <w:rtl/>
          <w:lang w:bidi="fa-IR"/>
        </w:rPr>
      </w:pPr>
      <w:r>
        <w:rPr>
          <w:rFonts w:hint="cs"/>
          <w:rtl/>
          <w:lang w:bidi="fa-IR"/>
        </w:rPr>
        <w:t>نویسنده:</w:t>
      </w:r>
      <w:r w:rsidR="00C83F61">
        <w:rPr>
          <w:rtl/>
          <w:lang w:bidi="fa-IR"/>
        </w:rPr>
        <w:t>مر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م</w:t>
      </w:r>
      <w:r w:rsidR="00C83F61">
        <w:rPr>
          <w:rtl/>
          <w:lang w:bidi="fa-IR"/>
        </w:rPr>
        <w:t xml:space="preserve"> السادات باقر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شبستر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>.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>
        <w:rPr>
          <w:rtl/>
          <w:lang w:bidi="fa-IR"/>
        </w:rPr>
        <w:lastRenderedPageBreak/>
        <w:t>.</w:t>
      </w:r>
    </w:p>
    <w:p w:rsidR="00C83F61" w:rsidRDefault="00C83F61" w:rsidP="00EE5F49">
      <w:pPr>
        <w:pStyle w:val="Heading1"/>
        <w:rPr>
          <w:rtl/>
          <w:lang w:bidi="fa-IR"/>
        </w:rPr>
      </w:pPr>
      <w:bookmarkStart w:id="0" w:name="_Toc530811094"/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باچه</w:t>
      </w:r>
      <w:bookmarkEnd w:id="0"/>
    </w:p>
    <w:p w:rsidR="00C83F61" w:rsidRDefault="00EE5F49" w:rsidP="00EE5F49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.</w:t>
      </w:r>
      <w:r w:rsidR="00C83F61">
        <w:rPr>
          <w:rFonts w:hint="eastAsia"/>
          <w:rtl/>
          <w:lang w:bidi="fa-IR"/>
        </w:rPr>
        <w:t>ترب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ت</w:t>
      </w:r>
      <w:r w:rsidR="00C83F61">
        <w:rPr>
          <w:rtl/>
          <w:lang w:bidi="fa-IR"/>
        </w:rPr>
        <w:t xml:space="preserve"> 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افتگان</w:t>
      </w:r>
      <w:r w:rsidR="00C83F61">
        <w:rPr>
          <w:rtl/>
          <w:lang w:bidi="fa-IR"/>
        </w:rPr>
        <w:t xml:space="preserve"> مکتب اهل ب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ت</w:t>
      </w:r>
      <w:r w:rsidR="00C83F61">
        <w:rPr>
          <w:rtl/>
          <w:lang w:bidi="fa-IR"/>
        </w:rPr>
        <w:t xml:space="preserve"> </w:t>
      </w:r>
      <w:r w:rsidRPr="00EE5F49">
        <w:rPr>
          <w:rStyle w:val="libAlaemChar"/>
          <w:rtl/>
        </w:rPr>
        <w:t xml:space="preserve">عليهم‌السلام </w:t>
      </w:r>
      <w:r w:rsidR="00C83F61">
        <w:rPr>
          <w:rtl/>
          <w:lang w:bidi="fa-IR"/>
        </w:rPr>
        <w:t>در حوزه ها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علم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ه،</w:t>
      </w:r>
      <w:r w:rsidR="00C83F61">
        <w:rPr>
          <w:rtl/>
          <w:lang w:bidi="fa-IR"/>
        </w:rPr>
        <w:t xml:space="preserve"> با پ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رو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از روش و منش اول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اله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از ت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رگ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ها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شرک و نادان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رها</w:t>
      </w:r>
      <w:r w:rsidR="00C83F61">
        <w:rPr>
          <w:rFonts w:hint="cs"/>
          <w:rtl/>
          <w:lang w:bidi="fa-IR"/>
        </w:rPr>
        <w:t>یی</w:t>
      </w:r>
      <w:r w:rsidR="00C83F61">
        <w:rPr>
          <w:rtl/>
          <w:lang w:bidi="fa-IR"/>
        </w:rPr>
        <w:t xml:space="preserve"> 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افته</w:t>
      </w:r>
      <w:r w:rsidR="00C83F61">
        <w:rPr>
          <w:rtl/>
          <w:lang w:bidi="fa-IR"/>
        </w:rPr>
        <w:t xml:space="preserve"> و همواره به سان ستارگان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فروزان آسمان بشر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ت</w:t>
      </w:r>
      <w:r w:rsidR="00C83F61">
        <w:rPr>
          <w:rtl/>
          <w:lang w:bidi="fa-IR"/>
        </w:rPr>
        <w:t xml:space="preserve"> را نورافشان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کرده اند.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محدث</w:t>
      </w:r>
      <w:r>
        <w:rPr>
          <w:rtl/>
          <w:lang w:bidi="fa-IR"/>
        </w:rPr>
        <w:t xml:space="preserve"> بزرگ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E5F49" w:rsidRPr="00EE5F49">
        <w:rPr>
          <w:rStyle w:val="libAlaemChar"/>
          <w:rtl/>
        </w:rPr>
        <w:t xml:space="preserve">رحمه‌الله </w:t>
      </w:r>
      <w:r>
        <w:rPr>
          <w:rtl/>
          <w:lang w:bidi="fa-IR"/>
        </w:rPr>
        <w:t>در زمره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فرزانگان است که با تلاش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اخلاص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عمر با برکت خود را صرف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علوم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نگارش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گران سنگ نمود.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الجنانش آشنا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مسجد و محراب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هر خانه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به هنگام دعا و مناجات در دستان دل سوختگان روشن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افزاست. زهد، اخلاص،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پشتکار و سخت کوش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گر ساخت که امروزه ده ها اثر گران سنگ او، ره توشه 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اخلاص و عمل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گرچه</w:t>
      </w:r>
      <w:r>
        <w:rPr>
          <w:rtl/>
          <w:lang w:bidi="fa-IR"/>
        </w:rPr>
        <w:t xml:space="preserve"> نام او با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همگان آشناست،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با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کمتر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دارند.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است برنامه سازان دلسوز رسانه 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مناسب درباره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گسترش فرهنگ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الگوها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هم چون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خدمت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دهند. با سپاس از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تلاش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سرکار خانم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السادات شبستر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تدو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اثر ما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اند،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برنامه سازان محترم را در کاربست آن در برنامه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صدا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آرزومند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انّه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اداره</w:t>
      </w:r>
      <w:r>
        <w:rPr>
          <w:rtl/>
          <w:lang w:bidi="fa-IR"/>
        </w:rPr>
        <w:t xml:space="preserve"> کل پژوهش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مرکز</w:t>
      </w:r>
      <w:r>
        <w:rPr>
          <w:rtl/>
          <w:lang w:bidi="fa-IR"/>
        </w:rPr>
        <w:t xml:space="preserve"> پژوهش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صدا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</w:p>
    <w:p w:rsidR="00C83F61" w:rsidRDefault="007225E4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7225E4">
      <w:pPr>
        <w:pStyle w:val="Heading1"/>
        <w:rPr>
          <w:rtl/>
          <w:lang w:bidi="fa-IR"/>
        </w:rPr>
      </w:pPr>
      <w:bookmarkStart w:id="1" w:name="_Toc530811095"/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گفتار</w:t>
      </w:r>
      <w:bookmarkEnd w:id="1"/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کمال</w:t>
      </w:r>
      <w:r>
        <w:rPr>
          <w:rtl/>
          <w:lang w:bidi="fa-IR"/>
        </w:rPr>
        <w:t xml:space="preserve"> مطلق انسان،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موجود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مظهر اسما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اسماء، 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حضرت حق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اگر انسان بخواهد متّصف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کسب علم و دانش گام بردارد.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گمان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برتر انسان ها در گرو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شه،</w:t>
      </w:r>
      <w:r>
        <w:rPr>
          <w:rtl/>
          <w:lang w:bidi="fa-IR"/>
        </w:rPr>
        <w:t xml:space="preserve"> دانش،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مان،</w:t>
      </w:r>
      <w:r>
        <w:rPr>
          <w:rtl/>
          <w:lang w:bidi="fa-IR"/>
        </w:rPr>
        <w:t xml:space="preserve"> عمل مخلصانه و اخلاق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آن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سلوک به مقامات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اند و هم چون شمع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سوخته اند تا به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بخشند، حق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بشر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دارند.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راهنما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خ</w:t>
      </w:r>
      <w:r>
        <w:rPr>
          <w:rFonts w:hint="eastAsia"/>
          <w:rtl/>
          <w:lang w:bidi="fa-IR"/>
        </w:rPr>
        <w:t>ود،</w:t>
      </w:r>
      <w:r>
        <w:rPr>
          <w:rtl/>
          <w:lang w:bidi="fa-IR"/>
        </w:rPr>
        <w:t xml:space="preserve"> صراط مستق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اند.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نوشتار، 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هرچند کوتاه،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فرزانگان برجسته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E5F49" w:rsidRPr="00EE5F49">
        <w:rPr>
          <w:rStyle w:val="libAlaemChar"/>
          <w:rtl/>
        </w:rPr>
        <w:t xml:space="preserve">رحمه‌الله </w:t>
      </w:r>
      <w:r>
        <w:rPr>
          <w:rtl/>
          <w:lang w:bidi="fa-IR"/>
        </w:rPr>
        <w:t>است و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مکارم اخلاق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همت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تحمل مشقات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بزرگ مرد در راه علم آموز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پرداخته است.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بزرگ</w:t>
      </w:r>
      <w:r>
        <w:rPr>
          <w:rtl/>
          <w:lang w:bidi="fa-IR"/>
        </w:rPr>
        <w:t xml:space="preserve">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سبقت را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ربوده و به صف «السابقون السابقون» راه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و مصداق روشن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قرآن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است: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7225E4" w:rsidRDefault="007225E4" w:rsidP="007225E4">
      <w:pPr>
        <w:pStyle w:val="libNormal"/>
        <w:rPr>
          <w:rtl/>
          <w:lang w:bidi="fa-IR"/>
        </w:rPr>
      </w:pPr>
      <w:r w:rsidRPr="007225E4">
        <w:rPr>
          <w:rStyle w:val="libAlaemChar"/>
          <w:rFonts w:eastAsia="KFGQPC Uthman Taha Naskh" w:hint="cs"/>
          <w:rtl/>
        </w:rPr>
        <w:t>(</w:t>
      </w:r>
      <w:r w:rsidRPr="007225E4">
        <w:rPr>
          <w:rStyle w:val="libAieChar"/>
          <w:rFonts w:hint="cs"/>
          <w:rtl/>
        </w:rPr>
        <w:t xml:space="preserve"> إِنَّمَا يَخْشَى اللَّـهَ مِنْ عِبَادِهِ الْعُلَمَاءُ</w:t>
      </w:r>
      <w:r>
        <w:rPr>
          <w:rtl/>
          <w:lang w:bidi="fa-IR"/>
        </w:rPr>
        <w:t xml:space="preserve"> </w:t>
      </w:r>
      <w:r w:rsidRPr="007225E4">
        <w:rPr>
          <w:rStyle w:val="libAlaemChar"/>
          <w:rFonts w:hint="cs"/>
          <w:rtl/>
        </w:rPr>
        <w:t>)</w:t>
      </w:r>
      <w:r w:rsidR="00C83F61">
        <w:rPr>
          <w:rtl/>
          <w:lang w:bidi="fa-IR"/>
        </w:rPr>
        <w:t>؛ تنها عالمان ربان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اند که به حق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قت</w:t>
      </w:r>
      <w:r w:rsidR="00C83F61">
        <w:rPr>
          <w:rtl/>
          <w:lang w:bidi="fa-IR"/>
        </w:rPr>
        <w:t xml:space="preserve"> از خدا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ترسند».</w:t>
      </w:r>
    </w:p>
    <w:p w:rsidR="00C83F61" w:rsidRDefault="007225E4" w:rsidP="007225E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7225E4">
      <w:pPr>
        <w:pStyle w:val="Heading1"/>
        <w:rPr>
          <w:rtl/>
          <w:lang w:bidi="fa-IR"/>
        </w:rPr>
      </w:pPr>
      <w:bookmarkStart w:id="2" w:name="_Toc530811096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اول: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نامه</w:t>
      </w:r>
      <w:bookmarkEnd w:id="2"/>
    </w:p>
    <w:p w:rsidR="007225E4" w:rsidRDefault="007225E4" w:rsidP="00C83F61">
      <w:pPr>
        <w:pStyle w:val="libNormal"/>
        <w:rPr>
          <w:rtl/>
          <w:lang w:bidi="fa-IR"/>
        </w:rPr>
      </w:pPr>
    </w:p>
    <w:p w:rsidR="00C83F61" w:rsidRDefault="00C83F61" w:rsidP="007225E4">
      <w:pPr>
        <w:pStyle w:val="Heading2"/>
        <w:rPr>
          <w:rtl/>
        </w:rPr>
      </w:pPr>
      <w:bookmarkStart w:id="3" w:name="_Toc530811097"/>
      <w:r>
        <w:rPr>
          <w:rFonts w:hint="eastAsia"/>
          <w:rtl/>
        </w:rPr>
        <w:t>تولد</w:t>
      </w:r>
      <w:bookmarkEnd w:id="3"/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سال 1294 ه . ق</w:t>
      </w:r>
      <w:r w:rsidRPr="007225E4">
        <w:rPr>
          <w:rStyle w:val="libFootnotenumChar"/>
          <w:rtl/>
          <w:lang w:bidi="fa-IR"/>
        </w:rPr>
        <w:t>(1)</w:t>
      </w:r>
      <w:r>
        <w:rPr>
          <w:rtl/>
          <w:lang w:bidi="fa-IR"/>
        </w:rPr>
        <w:t>، شهر مقدس قم شاهد تولّد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باور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بود؛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دامان پاک پدر و مادر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مؤمن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باور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روح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کالبد جامعه، به عرصه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گام نهاد.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زمان، اوضاع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از هر لحاظ آشفته بود و ناصرالد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شاه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فرمانروا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تا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دوره ناصرالد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شاه،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خوش گذران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شاهان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محدود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و اطراف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بود،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دوره به بعد، سفر به اروپا تفر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تازه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شاهان قاجار شد؛ ت</w:t>
      </w:r>
      <w:r>
        <w:rPr>
          <w:rFonts w:hint="eastAsia"/>
          <w:rtl/>
          <w:lang w:bidi="fa-IR"/>
        </w:rPr>
        <w:t>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آن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کمرشکن بود و وضع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راب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گذشته آشفته و نابسامان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سال ها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دجمال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اسد آباد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مشرق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خواب غفلت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اوضاع و احوال که کم کم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</w:t>
      </w:r>
      <w:r>
        <w:rPr>
          <w:rFonts w:hint="eastAsia"/>
          <w:rtl/>
          <w:lang w:bidi="fa-IR"/>
        </w:rPr>
        <w:t>نقلاب</w:t>
      </w:r>
      <w:r>
        <w:rPr>
          <w:rtl/>
          <w:lang w:bidi="fa-IR"/>
        </w:rPr>
        <w:t xml:space="preserve"> مشروط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فراهم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در محله حرم شهر قم و در منزل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پارسا به نام محمدرضا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به جهان گشود. او را «عباس» نام نهادند ؛ 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که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علم و تقوا گام نهد و هم چون حضرت عباس </w:t>
      </w:r>
      <w:r w:rsidR="006E4117" w:rsidRPr="006E411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شجاع و خدمتگزار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پرتلاش برا</w:t>
      </w:r>
      <w:r>
        <w:rPr>
          <w:rFonts w:hint="cs"/>
          <w:rtl/>
          <w:lang w:bidi="fa-IR"/>
        </w:rPr>
        <w:t>ی</w:t>
      </w:r>
    </w:p>
    <w:p w:rsidR="00C83F61" w:rsidRPr="006E4117" w:rsidRDefault="006E4117" w:rsidP="006E411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6E4117" w:rsidRDefault="00C83F61" w:rsidP="006E4117">
      <w:pPr>
        <w:pStyle w:val="libFootnote0"/>
        <w:rPr>
          <w:rtl/>
          <w:lang w:bidi="fa-IR"/>
        </w:rPr>
      </w:pPr>
      <w:r>
        <w:rPr>
          <w:rtl/>
          <w:lang w:bidi="fa-IR"/>
        </w:rPr>
        <w:t>1- م. جرفادقان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از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قم، انتشارات معارف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374، 1362.</w:t>
      </w:r>
    </w:p>
    <w:p w:rsidR="00C83F61" w:rsidRDefault="006E4117" w:rsidP="006E411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اسلام</w:t>
      </w:r>
      <w:r>
        <w:rPr>
          <w:rtl/>
          <w:lang w:bidi="fa-IR"/>
        </w:rPr>
        <w:t xml:space="preserve"> باشد. عباس در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واژه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آشنا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با صوت دلنش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زمزمه قرآن به خواب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تلاوت قرآن،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نوران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معطر کرده بود. خانه پدر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مکتب بود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منزل مسکون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Pr="006E4117">
        <w:rPr>
          <w:rStyle w:val="libFootnotenumChar"/>
          <w:rtl/>
        </w:rPr>
        <w:t>(1)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6E4117">
      <w:pPr>
        <w:pStyle w:val="Heading2"/>
        <w:rPr>
          <w:rtl/>
        </w:rPr>
      </w:pPr>
      <w:bookmarkStart w:id="4" w:name="_Toc530811098"/>
      <w:r>
        <w:rPr>
          <w:rFonts w:hint="eastAsia"/>
          <w:rtl/>
        </w:rPr>
        <w:t>کودک</w:t>
      </w:r>
      <w:r>
        <w:rPr>
          <w:rFonts w:hint="cs"/>
          <w:rtl/>
        </w:rPr>
        <w:t>ی</w:t>
      </w:r>
      <w:r>
        <w:rPr>
          <w:rtl/>
        </w:rPr>
        <w:t xml:space="preserve"> و نوجوان</w:t>
      </w:r>
      <w:r>
        <w:rPr>
          <w:rFonts w:hint="cs"/>
          <w:rtl/>
        </w:rPr>
        <w:t>ی</w:t>
      </w:r>
      <w:bookmarkEnd w:id="4"/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دوران</w:t>
      </w:r>
      <w:r>
        <w:rPr>
          <w:rtl/>
          <w:lang w:bidi="fa-IR"/>
        </w:rPr>
        <w:t xml:space="preserve">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نوجوان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زادگاهش، شهر قم، سپر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از همان دوران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آثار نبوغ در چهره اش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بود. هر چند کودک بود،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داشت. در جمع دوستانش حاضر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ها داستان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گفت؛ داستان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داستان جوان مرد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معلّم د</w:t>
      </w:r>
      <w:r>
        <w:rPr>
          <w:rFonts w:hint="eastAsia"/>
          <w:rtl/>
          <w:lang w:bidi="fa-IR"/>
        </w:rPr>
        <w:t>لسوز</w:t>
      </w:r>
      <w:r>
        <w:rPr>
          <w:rtl/>
          <w:lang w:bidi="fa-IR"/>
        </w:rPr>
        <w:t xml:space="preserve"> و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نغمه عشق و معرفت و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در گوش کودکان زمزمه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با سخنان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دلنش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کودکان را مجذوب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6E4117" w:rsidRDefault="006E4117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6E4117">
      <w:pPr>
        <w:pStyle w:val="Heading2"/>
        <w:rPr>
          <w:rtl/>
        </w:rPr>
      </w:pPr>
      <w:bookmarkStart w:id="5" w:name="_Toc530811099"/>
      <w:r>
        <w:rPr>
          <w:rFonts w:hint="eastAsia"/>
          <w:rtl/>
        </w:rPr>
        <w:t>خاندان</w:t>
      </w:r>
      <w:bookmarkEnd w:id="5"/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پدر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عباس،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صالح بود که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معروف بود. مردم او را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تقوا،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</w:t>
      </w:r>
      <w:r>
        <w:rPr>
          <w:rtl/>
          <w:lang w:bidi="fa-IR"/>
        </w:rPr>
        <w:t xml:space="preserve"> و آشنا به 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احکام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نزد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رفتند. کربلا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محمدرضا (پدر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عباس) کاسب بود و مغازه داشت</w:t>
      </w:r>
      <w:r w:rsidRPr="006E4117">
        <w:rPr>
          <w:rStyle w:val="libFootnotenumChar"/>
          <w:rtl/>
        </w:rPr>
        <w:t>(2)</w:t>
      </w:r>
      <w:r>
        <w:rPr>
          <w:rtl/>
          <w:lang w:bidi="fa-IR"/>
        </w:rPr>
        <w:t xml:space="preserve"> 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حال، اهتمام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درس خواندن فرزندش، داشت و آرزو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فرزندش از مبلّغان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شود و واعظ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باشد.</w:t>
      </w:r>
    </w:p>
    <w:p w:rsidR="00C83F61" w:rsidRPr="006E4117" w:rsidRDefault="006E4117" w:rsidP="006E411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C83F61" w:rsidRDefault="00C83F61" w:rsidP="006E4117">
      <w:pPr>
        <w:pStyle w:val="libFootnote0"/>
        <w:rPr>
          <w:rtl/>
          <w:lang w:bidi="fa-IR"/>
        </w:rPr>
      </w:pPr>
      <w:r>
        <w:rPr>
          <w:rtl/>
          <w:lang w:bidi="fa-IR"/>
        </w:rPr>
        <w:t>1-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عبدالله زاده،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اخلاص، مرکز چاپ و نشر سازمان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1372، ص 15.</w:t>
      </w:r>
    </w:p>
    <w:p w:rsidR="00C83F61" w:rsidRDefault="00C83F61" w:rsidP="006E4117">
      <w:pPr>
        <w:pStyle w:val="libFootnote0"/>
        <w:rPr>
          <w:rtl/>
          <w:lang w:bidi="fa-IR"/>
        </w:rPr>
      </w:pPr>
      <w:r>
        <w:rPr>
          <w:rtl/>
          <w:lang w:bidi="fa-IR"/>
        </w:rPr>
        <w:t>2-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مفاخر اسلام، مرکز انتشارات انقلاب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1379، ج 11، بخش اول، ص 40.</w:t>
      </w:r>
    </w:p>
    <w:p w:rsidR="00C83F61" w:rsidRDefault="006E4117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83F61">
        <w:rPr>
          <w:rFonts w:hint="eastAsia"/>
          <w:rtl/>
          <w:lang w:bidi="fa-IR"/>
        </w:rPr>
        <w:lastRenderedPageBreak/>
        <w:t>نام</w:t>
      </w:r>
      <w:r w:rsidR="00C83F61">
        <w:rPr>
          <w:rtl/>
          <w:lang w:bidi="fa-IR"/>
        </w:rPr>
        <w:t xml:space="preserve"> مادرش ز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نب</w:t>
      </w:r>
      <w:r w:rsidR="00C83F61">
        <w:rPr>
          <w:rtl/>
          <w:lang w:bidi="fa-IR"/>
        </w:rPr>
        <w:t xml:space="preserve"> بود. آقا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محدث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درباره مادر ش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خ</w:t>
      </w:r>
      <w:r w:rsidR="00C83F61">
        <w:rPr>
          <w:rtl/>
          <w:lang w:bidi="fa-IR"/>
        </w:rPr>
        <w:t xml:space="preserve"> عباس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گو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</w:t>
      </w:r>
      <w:r w:rsidR="00C83F61">
        <w:rPr>
          <w:rtl/>
          <w:lang w:bidi="fa-IR"/>
        </w:rPr>
        <w:t xml:space="preserve">: «مادرشان هم از زنان نمونه بود. 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ادم</w:t>
      </w:r>
      <w:r w:rsidR="00C83F61">
        <w:rPr>
          <w:rtl/>
          <w:lang w:bidi="fa-IR"/>
        </w:rPr>
        <w:t xml:space="preserve"> هست 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ک</w:t>
      </w:r>
      <w:r w:rsidR="00C83F61">
        <w:rPr>
          <w:rtl/>
          <w:lang w:bidi="fa-IR"/>
        </w:rPr>
        <w:t xml:space="preserve"> بار با آن مرحومه سر سفره بودم. 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ک</w:t>
      </w:r>
      <w:r w:rsidR="00C83F61">
        <w:rPr>
          <w:rtl/>
          <w:lang w:bidi="fa-IR"/>
        </w:rPr>
        <w:t xml:space="preserve"> دستم را رو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نان گذاشتم و با دست 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گر</w:t>
      </w:r>
      <w:r w:rsidR="00C83F61">
        <w:rPr>
          <w:rtl/>
          <w:lang w:bidi="fa-IR"/>
        </w:rPr>
        <w:t xml:space="preserve"> تکّه 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را از آن جدا کردم.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شان</w:t>
      </w:r>
      <w:r w:rsidR="00C83F61">
        <w:rPr>
          <w:rtl/>
          <w:lang w:bidi="fa-IR"/>
        </w:rPr>
        <w:t xml:space="preserve"> فرمودند: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کار جسارت است که دست رو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نان بگذار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>. نان را دو دست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بلند کن و 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ک</w:t>
      </w:r>
      <w:r w:rsidR="00C83F61">
        <w:rPr>
          <w:rtl/>
          <w:lang w:bidi="fa-IR"/>
        </w:rPr>
        <w:t xml:space="preserve"> تکّه از آن را جدا کن.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شان</w:t>
      </w:r>
      <w:r w:rsidR="00C83F61">
        <w:rPr>
          <w:rtl/>
          <w:lang w:bidi="fa-IR"/>
        </w:rPr>
        <w:t xml:space="preserve"> به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ر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زه</w:t>
      </w:r>
      <w:r w:rsidR="00C83F61">
        <w:rPr>
          <w:rtl/>
          <w:lang w:bidi="fa-IR"/>
        </w:rPr>
        <w:t xml:space="preserve"> کار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ها توجه داشت».</w:t>
      </w:r>
      <w:r w:rsidR="00C83F61" w:rsidRPr="006E4117">
        <w:rPr>
          <w:rStyle w:val="libFootnotenumChar"/>
          <w:rtl/>
        </w:rPr>
        <w:t>(1)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خود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فرمود: «من هر موفق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دارم از برکت مادرم است؛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مرا با طهارت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دهد و از زنان متد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بود».</w:t>
      </w:r>
      <w:r w:rsidRPr="000D34FA">
        <w:rPr>
          <w:rStyle w:val="libFootnotenumChar"/>
          <w:rtl/>
        </w:rPr>
        <w:t>(2)</w:t>
      </w:r>
      <w:r>
        <w:rPr>
          <w:rtl/>
          <w:lang w:bidi="fa-IR"/>
        </w:rPr>
        <w:t xml:space="preserve">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بودن به نماز اول وقت از امت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بانو بود.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همان</w:t>
      </w:r>
      <w:r>
        <w:rPr>
          <w:rtl/>
          <w:lang w:bidi="fa-IR"/>
        </w:rPr>
        <w:t xml:space="preserve"> هم داشت،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اول نماز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بع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قم فوت کرد و در قبرستان «ش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خان»</w:t>
      </w:r>
      <w:r>
        <w:rPr>
          <w:rtl/>
          <w:lang w:bidi="fa-IR"/>
        </w:rPr>
        <w:t xml:space="preserve"> که محل دفن علما و بزرگان است، به خاک سپرده شد.</w:t>
      </w:r>
      <w:r w:rsidRPr="000D34FA">
        <w:rPr>
          <w:rStyle w:val="libFootnotenumChar"/>
          <w:rtl/>
        </w:rPr>
        <w:t>(3)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خواهران و برادران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مرتض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برادران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و کاسب بود. البته تا حدود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درس خوانده و اهل عبادت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و دعا بوده و حالات معنو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است».</w:t>
      </w:r>
    </w:p>
    <w:p w:rsidR="00C83F61" w:rsidRPr="000D34FA" w:rsidRDefault="000D34FA" w:rsidP="000D34F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C83F61" w:rsidRDefault="00C83F61" w:rsidP="000D34FA">
      <w:pPr>
        <w:pStyle w:val="libFootnote0"/>
        <w:rPr>
          <w:rtl/>
          <w:lang w:bidi="fa-IR"/>
        </w:rPr>
      </w:pPr>
      <w:r>
        <w:rPr>
          <w:rtl/>
          <w:lang w:bidi="fa-IR"/>
        </w:rPr>
        <w:t>1-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مفاخر اسلام، مرکز انتشارات انقلاب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1379، ج 11، بخش اول، ص 40.</w:t>
      </w:r>
    </w:p>
    <w:p w:rsidR="00C83F61" w:rsidRDefault="00C83F61" w:rsidP="000D34FA">
      <w:pPr>
        <w:pStyle w:val="libFootnote0"/>
        <w:rPr>
          <w:rtl/>
          <w:lang w:bidi="fa-IR"/>
        </w:rPr>
      </w:pPr>
      <w:r>
        <w:rPr>
          <w:rtl/>
          <w:lang w:bidi="fa-IR"/>
        </w:rPr>
        <w:t>2-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مفاخر اسلام، مرکز انتشارات انقلاب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1379، ج 11، بخش اول، ص 40.</w:t>
      </w:r>
    </w:p>
    <w:p w:rsidR="00C83F61" w:rsidRDefault="00C83F61" w:rsidP="000D34FA">
      <w:pPr>
        <w:pStyle w:val="libFootnote0"/>
        <w:rPr>
          <w:rtl/>
          <w:lang w:bidi="fa-IR"/>
        </w:rPr>
      </w:pPr>
      <w:r>
        <w:rPr>
          <w:rtl/>
          <w:lang w:bidi="fa-IR"/>
        </w:rPr>
        <w:t>3-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مفاخر اسلام، مرکز انتشارات انقلاب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1379، ج 11، بخش اول، ص 40.</w:t>
      </w:r>
    </w:p>
    <w:p w:rsidR="00C83F61" w:rsidRDefault="00C83F61" w:rsidP="000D34FA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>:9</w:t>
      </w:r>
    </w:p>
    <w:p w:rsidR="00C83F61" w:rsidRDefault="000D34FA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برادر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عباس، «حاج محمد»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کسبه قم بود. مرحوم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عباس، خواهر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به نام فاطمه داشت که از بانوان صالحه، عابده و اهل تهجد بود.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0D34FA">
      <w:pPr>
        <w:pStyle w:val="Heading2"/>
        <w:rPr>
          <w:rtl/>
        </w:rPr>
      </w:pPr>
      <w:bookmarkStart w:id="6" w:name="_Toc530811100"/>
      <w:r>
        <w:rPr>
          <w:rFonts w:hint="eastAsia"/>
          <w:rtl/>
        </w:rPr>
        <w:t>ازدواج</w:t>
      </w:r>
      <w:bookmarkEnd w:id="6"/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محدث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در شهر قم ازدواج کرد،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همسر او 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ناسازگار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 و سرانجام از او جدا شد.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قم به قصد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رضا </w:t>
      </w:r>
      <w:r w:rsidR="006E4117" w:rsidRPr="006E411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مشهد شد و در آن جا اقامت کرد و پس از مدت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برادرزاده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ازدواج کرد. نام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بود و مانند افراد خاندانش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بانو، مادر فرزندان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بانو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بزرگوار بود و سرانجام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تهران درگذشت و در قبرستان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خان</w:t>
      </w:r>
      <w:r>
        <w:rPr>
          <w:rtl/>
          <w:lang w:bidi="fa-IR"/>
        </w:rPr>
        <w:t xml:space="preserve"> قم، در جوار پدر و جدّش به خاک سپرده شد.</w:t>
      </w:r>
    </w:p>
    <w:p w:rsidR="00C83F61" w:rsidRDefault="000D34FA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0D34FA">
      <w:pPr>
        <w:pStyle w:val="Heading2"/>
        <w:rPr>
          <w:rtl/>
        </w:rPr>
      </w:pPr>
      <w:bookmarkStart w:id="7" w:name="_Toc530811101"/>
      <w:r>
        <w:rPr>
          <w:rFonts w:hint="eastAsia"/>
          <w:rtl/>
        </w:rPr>
        <w:t>فرزندان</w:t>
      </w:r>
      <w:bookmarkEnd w:id="7"/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از همسر اول خود فرزند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نداشت. فرزندان او از همسر دومش، دختر مرحوم حاج آقا احمد طباطبا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دو پسر و دو دختر است. فرزند ارشد، مرحوم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محدث زاده و فرزند دوم،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محسن محدث زاده بودند. هر دو پسر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ادب و اخلاق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تمام نما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پدر بزرگوارشان بوده اند.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دختر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داشت. دختر اول، فاطمه، همسر واعظ دانشمند، حاج آقا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طباطبا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دختر دوم او نجمه نام داشت که همسر حاج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دحسن</w:t>
      </w:r>
      <w:r>
        <w:rPr>
          <w:rtl/>
          <w:lang w:bidi="fa-IR"/>
        </w:rPr>
        <w:t xml:space="preserve"> ماهوتچ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</w:t>
      </w:r>
    </w:p>
    <w:p w:rsidR="000D34FA" w:rsidRDefault="000D34FA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0D34FA">
      <w:pPr>
        <w:pStyle w:val="Heading1"/>
        <w:rPr>
          <w:rtl/>
          <w:lang w:bidi="fa-IR"/>
        </w:rPr>
      </w:pPr>
      <w:bookmarkStart w:id="8" w:name="_Toc530811102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دوم: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bookmarkEnd w:id="8"/>
    </w:p>
    <w:p w:rsidR="00C83F61" w:rsidRDefault="00C83F61" w:rsidP="000D34FA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باب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گفت،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محدث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پژوهشگر، مورخ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بزرگ،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پرکار، استاد و صاحب نظر 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و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دانشمند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واعظ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 و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نمونه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 سرشت بوده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سندگان،</w:t>
      </w:r>
      <w:r>
        <w:rPr>
          <w:rtl/>
          <w:lang w:bidi="fa-IR"/>
        </w:rPr>
        <w:t xml:space="preserve"> آثار خود را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علم و فن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چند رشته از علوم و فنون نوشته اند،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رشته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مطلب نوشته است. از هر گلزار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گل ها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از هر خرمن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خوشه ها برداشته و با آن ها مشام جان خوانندگان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عطرآگ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کرده است.</w:t>
      </w:r>
    </w:p>
    <w:p w:rsidR="00C83F61" w:rsidRDefault="000D34FA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0D34FA">
      <w:pPr>
        <w:pStyle w:val="Heading2"/>
        <w:rPr>
          <w:rtl/>
        </w:rPr>
      </w:pPr>
      <w:bookmarkStart w:id="9" w:name="_Toc530811103"/>
      <w:r>
        <w:rPr>
          <w:rFonts w:hint="eastAsia"/>
          <w:rtl/>
        </w:rPr>
        <w:t>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bookmarkEnd w:id="9"/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محدث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آغاز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آغاز کرد و در همان شهر قم علوم مقدمات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حوزه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ه؛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صرف و نحو، منطق، معان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سطح (فقه و اصول) را فرا گرفت. او به حق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طلبه نمونه بود.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در راه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رنج ها برد. خود او نقل کرده است: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قران و دو قران جمع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تا مبلغ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سپس آن را برداشته،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از قم به تهران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 و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آن گاه به قم بازگشته تا به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ادامه دهم».</w:t>
      </w:r>
      <w:r w:rsidRPr="000D34FA">
        <w:rPr>
          <w:rStyle w:val="libFootnotenumChar"/>
          <w:rtl/>
        </w:rPr>
        <w:t>(1)</w:t>
      </w:r>
    </w:p>
    <w:p w:rsidR="00C83F61" w:rsidRPr="000D34FA" w:rsidRDefault="000D34FA" w:rsidP="000D34F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C83F61" w:rsidRDefault="00C83F61" w:rsidP="000D34FA">
      <w:pPr>
        <w:pStyle w:val="libFootnote0"/>
        <w:rPr>
          <w:rtl/>
          <w:lang w:bidi="fa-IR"/>
        </w:rPr>
      </w:pPr>
      <w:r>
        <w:rPr>
          <w:rtl/>
          <w:lang w:bidi="fa-IR"/>
        </w:rPr>
        <w:t>1- مفاخر اسلام، ج 11، بخش اول، ص 45.</w:t>
      </w:r>
    </w:p>
    <w:p w:rsidR="00C83F61" w:rsidRDefault="000D34FA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83F61">
        <w:rPr>
          <w:rFonts w:hint="eastAsia"/>
          <w:rtl/>
          <w:lang w:bidi="fa-IR"/>
        </w:rPr>
        <w:lastRenderedPageBreak/>
        <w:t>آقا</w:t>
      </w:r>
      <w:r w:rsidR="00C83F61">
        <w:rPr>
          <w:rtl/>
          <w:lang w:bidi="fa-IR"/>
        </w:rPr>
        <w:t xml:space="preserve"> ش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خ</w:t>
      </w:r>
      <w:r w:rsidR="00C83F61">
        <w:rPr>
          <w:rtl/>
          <w:lang w:bidi="fa-IR"/>
        </w:rPr>
        <w:t xml:space="preserve"> عباس در شهر مقدس قم تا سن 22 سالگ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،</w:t>
      </w:r>
      <w:r w:rsidR="00C83F61">
        <w:rPr>
          <w:rtl/>
          <w:lang w:bidi="fa-IR"/>
        </w:rPr>
        <w:t xml:space="preserve"> علوم مقدمات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و سطوح بالا را نزد استادان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برجسته فراگرفت. ش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خ</w:t>
      </w:r>
      <w:r w:rsidR="00C83F61">
        <w:rPr>
          <w:rtl/>
          <w:lang w:bidi="fa-IR"/>
        </w:rPr>
        <w:t xml:space="preserve"> عباس، در مدت تحص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ل</w:t>
      </w:r>
      <w:r w:rsidR="00C83F61">
        <w:rPr>
          <w:rtl/>
          <w:lang w:bidi="fa-IR"/>
        </w:rPr>
        <w:t xml:space="preserve"> همواره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کوش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</w:t>
      </w:r>
      <w:r w:rsidR="00C83F61">
        <w:rPr>
          <w:rtl/>
          <w:lang w:bidi="fa-IR"/>
        </w:rPr>
        <w:t xml:space="preserve"> به فضا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ل</w:t>
      </w:r>
      <w:r w:rsidR="00C83F61">
        <w:rPr>
          <w:rtl/>
          <w:lang w:bidi="fa-IR"/>
        </w:rPr>
        <w:t xml:space="preserve"> 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گر</w:t>
      </w:r>
      <w:r w:rsidR="00C83F61">
        <w:rPr>
          <w:rtl/>
          <w:lang w:bidi="fa-IR"/>
        </w:rPr>
        <w:t xml:space="preserve"> ن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ز</w:t>
      </w:r>
      <w:r w:rsidR="00C83F61">
        <w:rPr>
          <w:rtl/>
          <w:lang w:bidi="fa-IR"/>
        </w:rPr>
        <w:t xml:space="preserve"> آراسته باشد. به هم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دل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ل،</w:t>
      </w:r>
      <w:r w:rsidR="00C83F61">
        <w:rPr>
          <w:rtl/>
          <w:lang w:bidi="fa-IR"/>
        </w:rPr>
        <w:t xml:space="preserve"> نزد آقا ش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خ</w:t>
      </w:r>
      <w:r w:rsidR="00C83F61">
        <w:rPr>
          <w:rtl/>
          <w:lang w:bidi="fa-IR"/>
        </w:rPr>
        <w:t xml:space="preserve"> محمد حس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نام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،</w:t>
      </w:r>
      <w:r w:rsidR="00C83F61">
        <w:rPr>
          <w:rtl/>
          <w:lang w:bidi="fa-IR"/>
        </w:rPr>
        <w:t xml:space="preserve"> استاد خط، خط نسخ و نستعل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ق</w:t>
      </w:r>
      <w:r w:rsidR="00C83F61">
        <w:rPr>
          <w:rtl/>
          <w:lang w:bidi="fa-IR"/>
        </w:rPr>
        <w:t xml:space="preserve"> را آموخت و به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هنر هم آراسته شد؛ به گونه 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که از نوجوان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خوش خط بود و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شد ع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نوشته اش را چاپ کرد. او مرد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خودساخته و متّک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به خود و متعهد به امداد اله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بود و خلوص خاص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داشت وام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دوار</w:t>
      </w:r>
      <w:r w:rsidR="00C83F61">
        <w:rPr>
          <w:rtl/>
          <w:lang w:bidi="fa-IR"/>
        </w:rPr>
        <w:t xml:space="preserve"> بود که ائمّه معصوم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</w:t>
      </w:r>
      <w:r w:rsidR="00EE5F49" w:rsidRPr="00EE5F49">
        <w:rPr>
          <w:rStyle w:val="libAlaemChar"/>
          <w:rtl/>
        </w:rPr>
        <w:t xml:space="preserve">عليهم‌السلام </w:t>
      </w:r>
      <w:r w:rsidR="00C83F61">
        <w:rPr>
          <w:rtl/>
          <w:lang w:bidi="fa-IR"/>
        </w:rPr>
        <w:t>ترق</w:t>
      </w:r>
      <w:r w:rsidR="00C83F61">
        <w:rPr>
          <w:rFonts w:hint="cs"/>
          <w:rtl/>
          <w:lang w:bidi="fa-IR"/>
        </w:rPr>
        <w:t>یّ</w:t>
      </w:r>
      <w:r w:rsidR="00C83F61">
        <w:rPr>
          <w:rFonts w:hint="eastAsia"/>
          <w:rtl/>
          <w:lang w:bidi="fa-IR"/>
        </w:rPr>
        <w:t>ات</w:t>
      </w:r>
      <w:r w:rsidR="00C83F61">
        <w:rPr>
          <w:rtl/>
          <w:lang w:bidi="fa-IR"/>
        </w:rPr>
        <w:t xml:space="preserve"> او را از خداوند بخواهند.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0D34FA">
      <w:pPr>
        <w:pStyle w:val="Heading2"/>
        <w:rPr>
          <w:rtl/>
        </w:rPr>
      </w:pPr>
      <w:bookmarkStart w:id="10" w:name="_Toc530811104"/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به نجف اشرف</w:t>
      </w:r>
      <w:bookmarkEnd w:id="10"/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سال 1316، در سن 22 سالگ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درس خود رهسپار نجف اشرف شد و در حلقه طلاب دروس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 و مدرّسان آن حوزه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درآمد.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استادان، علاّمه بزرگوار، مرحوم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کتاب مستدرک الوسا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بود.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در آغاز ح</w:t>
      </w:r>
      <w:r>
        <w:rPr>
          <w:rFonts w:hint="eastAsia"/>
          <w:rtl/>
          <w:lang w:bidi="fa-IR"/>
        </w:rPr>
        <w:t>ضور</w:t>
      </w:r>
      <w:r>
        <w:rPr>
          <w:rtl/>
          <w:lang w:bidi="fa-IR"/>
        </w:rPr>
        <w:t xml:space="preserve"> در نجف اشرف، ملازمت محضر پرف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آن عالم ربّان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تجسم علم، تقوا و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بود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تحت تاث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ملکات فاضله، صفات برجسته، علم سرشار و فضل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استادش قرار گرفت و با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آمادگ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خود داشت، به مقامات چشم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 و عمل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او همه جا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وار به دنبال استاد بزرگوارش بود. آن دو در نجف، کوفه و کربلا، همه جا با هم بودند.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محدث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هنگام سکونت در نجف، مانند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قم بود،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کتاب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در تنگنا بود؛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خود گفته است که دلش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کار کند و از کتابخانه اش استفاده کند، ول</w:t>
      </w:r>
      <w:r>
        <w:rPr>
          <w:rFonts w:hint="cs"/>
          <w:rtl/>
          <w:lang w:bidi="fa-IR"/>
        </w:rPr>
        <w:t>ی</w:t>
      </w:r>
    </w:p>
    <w:p w:rsidR="00C83F61" w:rsidRDefault="00C83F61" w:rsidP="00225F37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به استادش مرحوم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مشکل حل شد.</w:t>
      </w:r>
      <w:r>
        <w:rPr>
          <w:rFonts w:hint="eastAsia"/>
          <w:rtl/>
          <w:lang w:bidi="fa-IR"/>
        </w:rPr>
        <w:t>محدث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مدّت سه سال اقامت در نجف اشرف، در کنار درس و بحث، به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مشغول بود.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بود که کتاب 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المتق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علامه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خلاصه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نامش را مختصر الابواب گذاشت. هم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اقبال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دبن</w:t>
      </w:r>
      <w:r>
        <w:rPr>
          <w:rtl/>
          <w:lang w:bidi="fa-IR"/>
        </w:rPr>
        <w:t xml:space="preserve"> طاووس را تصح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کرد. در سال 1318 پس از سه سال </w:t>
      </w:r>
      <w:r>
        <w:rPr>
          <w:rFonts w:hint="eastAsia"/>
          <w:rtl/>
          <w:lang w:bidi="fa-IR"/>
        </w:rPr>
        <w:t>اقامت</w:t>
      </w:r>
      <w:r>
        <w:rPr>
          <w:rtl/>
          <w:lang w:bidi="fa-IR"/>
        </w:rPr>
        <w:t xml:space="preserve"> در نجف اشرف،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به سفر حج رفت. پس از بازگشت از سفر حج، به قم بازگشت و پس از سه ماه دوباره رهسپار نجف اشرف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خدمت استادش علاّمه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آن جا، در کنار استنساخ کتاب بزرگ مستدرک الوسا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علامه نور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کتاب تح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الزائر را که بعد از وفاتش ناتمام مانده بود، تکم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کرد و آن را تتم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الزائر 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کتاب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القد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در همان سال، در نجف نوشت.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در نجف بود، در اتاق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کوچک و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پله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طبقه بالا قبل از ورود به داخل صحن مدرسه، سکونت د</w:t>
      </w:r>
      <w:r>
        <w:rPr>
          <w:rFonts w:hint="eastAsia"/>
          <w:rtl/>
          <w:lang w:bidi="fa-IR"/>
        </w:rPr>
        <w:t>اشت</w:t>
      </w:r>
      <w:r>
        <w:rPr>
          <w:rtl/>
          <w:lang w:bidi="fa-IR"/>
        </w:rPr>
        <w:t xml:space="preserve"> و در همان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تنگ و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عروه الوثق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ترجمه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  <w:r w:rsidRPr="000D34FA">
        <w:rPr>
          <w:rStyle w:val="libFootnotenumChar"/>
          <w:rtl/>
        </w:rPr>
        <w:t>(1)</w:t>
      </w:r>
      <w:r>
        <w:rPr>
          <w:rtl/>
          <w:lang w:bidi="fa-IR"/>
        </w:rPr>
        <w:t xml:space="preserve"> 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فوت استادش، محدث نور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نجف اشرف ماند و از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وضات</w:t>
      </w:r>
      <w:r>
        <w:rPr>
          <w:rtl/>
          <w:lang w:bidi="fa-IR"/>
        </w:rPr>
        <w:t xml:space="preserve"> اقامت در آن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مقدس بهره ها گرفت. از آن جا که فقدان استادش، محدث نور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هم چون پدر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 </w:t>
      </w:r>
      <w:r>
        <w:rPr>
          <w:rFonts w:hint="eastAsia"/>
          <w:rtl/>
          <w:lang w:bidi="fa-IR"/>
        </w:rPr>
        <w:t>بود،</w:t>
      </w:r>
      <w:r>
        <w:rPr>
          <w:rtl/>
          <w:lang w:bidi="fa-IR"/>
        </w:rPr>
        <w:t xml:space="preserve"> سخت او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آزرد، آهنگ بازگشت به وطن کرد</w:t>
      </w:r>
    </w:p>
    <w:p w:rsidR="00225F37" w:rsidRPr="00225F37" w:rsidRDefault="00225F37" w:rsidP="00225F3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225F37" w:rsidRDefault="00C83F61" w:rsidP="00225F37">
      <w:pPr>
        <w:pStyle w:val="libFootnote0"/>
        <w:rPr>
          <w:rtl/>
          <w:lang w:bidi="fa-IR"/>
        </w:rPr>
      </w:pPr>
      <w:r>
        <w:rPr>
          <w:rtl/>
          <w:lang w:bidi="fa-IR"/>
        </w:rPr>
        <w:t>1- مفاخر اسلام، ج 11، بخش اول، ص 51.</w:t>
      </w:r>
    </w:p>
    <w:p w:rsidR="00C83F61" w:rsidRDefault="00225F37" w:rsidP="00225F3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کتاب ها و لوازم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را نزد دوست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آقا بزرگ تهران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امانت سپرد.</w:t>
      </w:r>
    </w:p>
    <w:p w:rsidR="00225F37" w:rsidRDefault="00225F37" w:rsidP="00C83F61">
      <w:pPr>
        <w:pStyle w:val="libNormal"/>
        <w:rPr>
          <w:rtl/>
          <w:lang w:bidi="fa-IR"/>
        </w:rPr>
      </w:pPr>
    </w:p>
    <w:p w:rsidR="00C83F61" w:rsidRDefault="00C83F61" w:rsidP="00225F37">
      <w:pPr>
        <w:pStyle w:val="Heading2"/>
        <w:rPr>
          <w:rtl/>
        </w:rPr>
      </w:pPr>
      <w:bookmarkStart w:id="11" w:name="_Toc530811105"/>
      <w:r>
        <w:rPr>
          <w:rFonts w:hint="eastAsia"/>
          <w:rtl/>
        </w:rPr>
        <w:t>بازگشت</w:t>
      </w:r>
      <w:r>
        <w:rPr>
          <w:rtl/>
        </w:rPr>
        <w:t xml:space="preserve"> به قم</w:t>
      </w:r>
      <w:bookmarkEnd w:id="11"/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محدث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سال 1322 رهسپار وطن شد</w:t>
      </w:r>
      <w:r w:rsidRPr="00225F37">
        <w:rPr>
          <w:rStyle w:val="libFootnotenumChar"/>
          <w:rtl/>
        </w:rPr>
        <w:t>.(1)</w:t>
      </w:r>
      <w:r>
        <w:rPr>
          <w:rtl/>
          <w:lang w:bidi="fa-IR"/>
        </w:rPr>
        <w:t xml:space="preserve"> با ورود به قم،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نوشتن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 و به درس و بحث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علما،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مرحوم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محمد ارباب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و از کتاب خانه او بهره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ده سال در قم اقامت داشت.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مدت، چندبار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عتبات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هم به سفر حج رفت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حج دوم او بود.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25F37">
      <w:pPr>
        <w:pStyle w:val="Heading2"/>
        <w:rPr>
          <w:rtl/>
        </w:rPr>
      </w:pPr>
      <w:bookmarkStart w:id="12" w:name="_Toc530811106"/>
      <w:r>
        <w:rPr>
          <w:rFonts w:hint="eastAsia"/>
          <w:rtl/>
        </w:rPr>
        <w:t>حوزه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مشهد</w:t>
      </w:r>
      <w:bookmarkEnd w:id="12"/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محدث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سال 1332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مشهد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در آن جا ماندگار شد. در آن زمان مشهد، مهد علم و دانش بود.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عظام، فضلا و مدرّسان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مقام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اهل علم در مشهد جمع بودند. حوزه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مشهد مقدس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 با نجف اشرف رقابت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225F37" w:rsidRDefault="00225F37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225F37">
      <w:pPr>
        <w:pStyle w:val="Heading2"/>
        <w:rPr>
          <w:rtl/>
        </w:rPr>
      </w:pPr>
      <w:bookmarkStart w:id="13" w:name="_Toc530811107"/>
      <w:r>
        <w:rPr>
          <w:rFonts w:hint="eastAsia"/>
          <w:rtl/>
        </w:rPr>
        <w:t>استادان</w:t>
      </w:r>
      <w:bookmarkEnd w:id="13"/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آقا احمد طباطبا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بزرگوار از استادان سال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آغاز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او در قم بود. او در زمان خود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قم به شمار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آمد؛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علما،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اقدام به هر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کسب تکل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و رهنمود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گرفته اند.</w:t>
      </w:r>
      <w:r w:rsidRPr="00225F37">
        <w:rPr>
          <w:rStyle w:val="libFootnotenumChar"/>
          <w:rtl/>
        </w:rPr>
        <w:t>(2)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ارباب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عباس، دروس مقدمات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نزد استادان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</w:t>
      </w:r>
    </w:p>
    <w:p w:rsidR="00C83F61" w:rsidRPr="00225F37" w:rsidRDefault="00225F37" w:rsidP="00225F3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C83F61" w:rsidRDefault="00C83F61" w:rsidP="00225F37">
      <w:pPr>
        <w:pStyle w:val="libFootnote0"/>
        <w:rPr>
          <w:rtl/>
          <w:lang w:bidi="fa-IR"/>
        </w:rPr>
      </w:pPr>
      <w:r>
        <w:rPr>
          <w:rtl/>
          <w:lang w:bidi="fa-IR"/>
        </w:rPr>
        <w:t>1-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 تقوا و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لت،</w:t>
      </w:r>
      <w:r>
        <w:rPr>
          <w:rtl/>
          <w:lang w:bidi="fa-IR"/>
        </w:rPr>
        <w:t xml:space="preserve"> تهران، درالکتاب الاسلام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1396، ص 22.</w:t>
      </w:r>
    </w:p>
    <w:p w:rsidR="00C83F61" w:rsidRDefault="00C83F61" w:rsidP="00225F37">
      <w:pPr>
        <w:pStyle w:val="libFootnote0"/>
        <w:rPr>
          <w:rtl/>
          <w:lang w:bidi="fa-IR"/>
        </w:rPr>
      </w:pPr>
      <w:r>
        <w:rPr>
          <w:rtl/>
          <w:lang w:bidi="fa-IR"/>
        </w:rPr>
        <w:t>2-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 تقوا و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لت،</w:t>
      </w:r>
      <w:r>
        <w:rPr>
          <w:rtl/>
          <w:lang w:bidi="fa-IR"/>
        </w:rPr>
        <w:t xml:space="preserve"> تهران، درالکتاب الاسلام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1396، ص 24.</w:t>
      </w:r>
    </w:p>
    <w:p w:rsidR="00C83F61" w:rsidRDefault="00225F37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83F61">
        <w:rPr>
          <w:rFonts w:hint="eastAsia"/>
          <w:rtl/>
          <w:lang w:bidi="fa-IR"/>
        </w:rPr>
        <w:lastRenderedPageBreak/>
        <w:t>فراگرفت</w:t>
      </w:r>
      <w:r w:rsidR="00C83F61">
        <w:rPr>
          <w:rtl/>
          <w:lang w:bidi="fa-IR"/>
        </w:rPr>
        <w:t>. او از خرمن دانش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بزرگان خوشه ها چ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د،</w:t>
      </w:r>
      <w:r w:rsidR="00C83F61">
        <w:rPr>
          <w:rtl/>
          <w:lang w:bidi="fa-IR"/>
        </w:rPr>
        <w:t xml:space="preserve"> ول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ب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شتر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بهره را از محضر عالم آگاه، آ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ت</w:t>
      </w:r>
      <w:r w:rsidR="00C83F61">
        <w:rPr>
          <w:rtl/>
          <w:lang w:bidi="fa-IR"/>
        </w:rPr>
        <w:t xml:space="preserve"> الله حاج م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رزا</w:t>
      </w:r>
      <w:r w:rsidR="00C83F61">
        <w:rPr>
          <w:rtl/>
          <w:lang w:bidi="fa-IR"/>
        </w:rPr>
        <w:t xml:space="preserve"> محمد ارباب قم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برد. آ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ت</w:t>
      </w:r>
      <w:r w:rsidR="00C83F61">
        <w:rPr>
          <w:rtl/>
          <w:lang w:bidi="fa-IR"/>
        </w:rPr>
        <w:t xml:space="preserve"> الله ارباب، در فقاهت و اجتهاد، مقام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بس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ار</w:t>
      </w:r>
      <w:r w:rsidR="00C83F61">
        <w:rPr>
          <w:rtl/>
          <w:lang w:bidi="fa-IR"/>
        </w:rPr>
        <w:t xml:space="preserve"> بلند و رتبه 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ارجمند داشت. مجلس درس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شان</w:t>
      </w:r>
      <w:r w:rsidR="00C83F61">
        <w:rPr>
          <w:rtl/>
          <w:lang w:bidi="fa-IR"/>
        </w:rPr>
        <w:t xml:space="preserve"> پ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وسته</w:t>
      </w:r>
      <w:r w:rsidR="00C83F61">
        <w:rPr>
          <w:rtl/>
          <w:lang w:bidi="fa-IR"/>
        </w:rPr>
        <w:t xml:space="preserve"> برقرار بود و در نه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از منکر و من</w:t>
      </w:r>
      <w:r w:rsidR="00C83F61">
        <w:rPr>
          <w:rFonts w:hint="eastAsia"/>
          <w:rtl/>
          <w:lang w:bidi="fa-IR"/>
        </w:rPr>
        <w:t>ع</w:t>
      </w:r>
      <w:r w:rsidR="00C83F61">
        <w:rPr>
          <w:rtl/>
          <w:lang w:bidi="fa-IR"/>
        </w:rPr>
        <w:t xml:space="preserve"> اهل فجور، قلب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قو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داشت. علما در محضر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شان</w:t>
      </w:r>
      <w:r w:rsidR="00C83F61">
        <w:rPr>
          <w:rtl/>
          <w:lang w:bidi="fa-IR"/>
        </w:rPr>
        <w:t xml:space="preserve"> خود را خُرد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شمردند و بزرگان 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و دن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</w:t>
      </w:r>
      <w:r w:rsidR="00C83F61">
        <w:rPr>
          <w:rtl/>
          <w:lang w:bidi="fa-IR"/>
        </w:rPr>
        <w:t xml:space="preserve"> نام مبارکش را به حرمت تمام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بردند.</w:t>
      </w:r>
      <w:r w:rsidR="00C83F61" w:rsidRPr="00225F37">
        <w:rPr>
          <w:rStyle w:val="libFootnotenumChar"/>
          <w:rtl/>
        </w:rPr>
        <w:t>(1)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در طول اقامتش در نجف اشرف،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استفاده را از اندوخته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سرشار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بزرگوار در علوم و فنون گوناگون برد.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در فوائد الرضو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«آن بزرگوار خوش مجلس بود. عبادت سخت و زهد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داشت؛ جامع هر شرافت و خصلت و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برجسته بود؛ از هر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آن را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بود.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فنّ او در علم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و اطلاع از دقا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نکات اخبار بود.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حسن صدر کاظم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کاظم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از فقها، مجتهدان و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سندگان</w:t>
      </w:r>
      <w:r>
        <w:rPr>
          <w:rtl/>
          <w:lang w:bidi="fa-IR"/>
        </w:rPr>
        <w:t xml:space="preserve"> بزرگ بود.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سفرها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عتبات 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از محضر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بزرگوار استفاده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کرد.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اصفهان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فوا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الرضو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عالم فاضل و کامل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در نجف اشرف، استاد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زمان ما و مرجع فضلا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بود. هم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دانشمند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 گفتار و خوش معاشرت بود؛ اهل علم از محضرش استفاده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</w:p>
    <w:p w:rsidR="00C83F61" w:rsidRPr="00225F37" w:rsidRDefault="00225F37" w:rsidP="00225F3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225F37" w:rsidRDefault="00C83F61" w:rsidP="00225F37">
      <w:pPr>
        <w:pStyle w:val="libFootnote0"/>
        <w:rPr>
          <w:rtl/>
          <w:lang w:bidi="fa-IR"/>
        </w:rPr>
      </w:pPr>
      <w:r>
        <w:rPr>
          <w:rtl/>
          <w:lang w:bidi="fa-IR"/>
        </w:rPr>
        <w:t>1-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اخلاص، ص 28.</w:t>
      </w:r>
    </w:p>
    <w:p w:rsidR="00C83F61" w:rsidRDefault="00225F37" w:rsidP="00225F3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>.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استادان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ابوالحسن تقوا،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ابوالقاسم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محمد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کاظم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اشاره کرد.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25F37">
      <w:pPr>
        <w:pStyle w:val="Heading2"/>
        <w:rPr>
          <w:rtl/>
        </w:rPr>
      </w:pPr>
      <w:bookmarkStart w:id="14" w:name="_Toc530811108"/>
      <w:r>
        <w:rPr>
          <w:rFonts w:hint="eastAsia"/>
          <w:rtl/>
        </w:rPr>
        <w:t>آثار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bookmarkEnd w:id="14"/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محدث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تبار عالمان بلند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پرکار و با اخلاص و از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جهاد فرهنگ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حجم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آثار، دقت فراوان در نوشته ها، تنوع و گوناگون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قلمرو قلم و ابتکار و ذوق در نام 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انگر</w:t>
      </w:r>
      <w:r>
        <w:rPr>
          <w:rtl/>
          <w:lang w:bidi="fa-IR"/>
        </w:rPr>
        <w:t xml:space="preserve"> آن است که او قلم را ابزار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خدمت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دانست. او مرکب قلم را در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درخت «من»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خت،</w:t>
      </w:r>
      <w:r>
        <w:rPr>
          <w:rtl/>
          <w:lang w:bidi="fa-IR"/>
        </w:rPr>
        <w:t xml:space="preserve"> بلکه قلم را ابزار نورآفر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روشنگر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دانست. او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رجال، تراجم، علوم قرآن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اخلاق،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و...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همه، در علم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و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رجال درخش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تا آن جا که عالمان بزرگ،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«مح</w:t>
      </w:r>
      <w:r>
        <w:rPr>
          <w:rFonts w:hint="eastAsia"/>
          <w:rtl/>
          <w:lang w:bidi="fa-IR"/>
        </w:rPr>
        <w:t>دث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و «خاتم المحدث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>. او در آثار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علوم و فنون گوناگون نوشت، بارها تاک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کرده که قدر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فاتش</w:t>
      </w:r>
      <w:r>
        <w:rPr>
          <w:rtl/>
          <w:lang w:bidi="fa-IR"/>
        </w:rPr>
        <w:t xml:space="preserve"> را بدانند و آن ها را به دقت استنساخ و چاپ و منتشر کنند.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اصرار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هر گاه خواستندمطلب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کنند، ن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کتاب و مؤلف را ذکر کنند؛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سرقت افکار است که به مراتب از سرقت مال پست تر است.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گذر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فات</w:t>
      </w:r>
      <w:r>
        <w:rPr>
          <w:rtl/>
          <w:lang w:bidi="fa-IR"/>
        </w:rPr>
        <w:t xml:space="preserve">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آثار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دانشور پرتلاش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اخلاق، دعا،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و...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60 جلد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رسد. فرزند بزرگ </w:t>
      </w:r>
      <w:r>
        <w:rPr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مرحوم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محدث زاده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فات</w:t>
      </w:r>
      <w:r>
        <w:rPr>
          <w:rtl/>
          <w:lang w:bidi="fa-IR"/>
        </w:rPr>
        <w:t xml:space="preserve"> پدرم به 63جلد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رسد».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محمد کاظم شانه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مقدمه کتاب انوارالبه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الحجج الاله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را تا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کرده و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را به سه دسته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کرده است: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37FCF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337FC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کتاب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زمان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خود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چاپ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37FCF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337FC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کتاب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زمان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اتش</w:t>
      </w:r>
      <w:r>
        <w:rPr>
          <w:rtl/>
          <w:lang w:bidi="fa-IR"/>
        </w:rPr>
        <w:t xml:space="preserve"> به اتمام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چاپ نشده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37FCF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337FC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کتاب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ناتمام مانده است.</w:t>
      </w:r>
      <w:r w:rsidRPr="00337FCF">
        <w:rPr>
          <w:rStyle w:val="libFootnotenumChar"/>
          <w:rtl/>
        </w:rPr>
        <w:t>(1)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آثار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الجنان، نفس المهموم،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الآمال و تتمه المنته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مشهورتر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دانست.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جا، آثار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سه بخش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37FCF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بخش</w:t>
      </w:r>
      <w:r>
        <w:rPr>
          <w:rtl/>
          <w:lang w:bidi="fa-IR"/>
        </w:rPr>
        <w:t xml:space="preserve"> اول: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بخش دربردارنده کتاب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در زمان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محدّث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چاپ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</w:p>
    <w:p w:rsidR="00C83F61" w:rsidRDefault="00C83F61" w:rsidP="00337FCF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</w:t>
      </w:r>
      <w:r w:rsidR="00337FC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فوائد الرجب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خط خود و به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ترجمه شده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مورد وقا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روزها و آداب مستحب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اعمال ماه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37FCF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337FC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الدّره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تتمّات الدّره الثم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اثر، شرح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نصاب الصّب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 تکم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کننده شرح نصاب فاضل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37FCF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337FC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بهجه النّاظر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: درباره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قبور ائمه اطهار </w:t>
      </w:r>
      <w:r w:rsidR="00EE5F49" w:rsidRPr="00EE5F49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و ثواب آن است. هم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قبور علما و مؤمنان مشهور و مدفون در کنار مشاهد مشرّفه امامان است که به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نگاشته شده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337FC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اخلاص، ص65 . نقل از خاتمه نفس المهموم، به قلم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شعران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37FCF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337FC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الّلئال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المنثوره: 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دعا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مستحبات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37FCF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337FC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الفصول العلّ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المناقب المرتضو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: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مناقب و مکارم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6E4117" w:rsidRPr="006E411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گردآور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ها را از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سنت نقل کرده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37FC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6 </w:t>
      </w:r>
      <w:r w:rsidR="00337FCF">
        <w:rPr>
          <w:rFonts w:hint="cs"/>
          <w:rtl/>
          <w:lang w:bidi="fa-IR"/>
        </w:rPr>
        <w:t>-</w:t>
      </w:r>
      <w:r>
        <w:rPr>
          <w:rtl/>
          <w:lang w:bidi="fa-IR"/>
        </w:rPr>
        <w:t xml:space="preserve"> حکمه بالغه ومأه کلمه جامعه: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شامل سخنان کوتاه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6E4117" w:rsidRPr="006E411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عقا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اصول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به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 شده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37FCF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337FC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الرّشاد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37FCF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8 </w:t>
      </w:r>
      <w:r w:rsidR="00337FCF">
        <w:rPr>
          <w:rFonts w:hint="cs"/>
          <w:rtl/>
          <w:lang w:bidi="fa-IR"/>
        </w:rPr>
        <w:t>-</w:t>
      </w:r>
      <w:r>
        <w:rPr>
          <w:rtl/>
          <w:lang w:bidi="fa-IR"/>
        </w:rPr>
        <w:t xml:space="preserve">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الأبرار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منتخب أن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التّجار: خلاصه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أن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التّجار مُلا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نراق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زبان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 شده و درباره معاملات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37FCF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337FC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القصو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ترجمه عروه الوثق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ترجمه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العروه الوثق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کاظم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درباره احکام فقه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نگاشته شده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37FCF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337FC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 و الباق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الصّالحات: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کتاب، مشهورتر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مرحوم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کمتر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در خانه نداشته باشد.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در شهر مقدس مشهد در جوار بارگاه پر نور حضرت امام رضا </w:t>
      </w:r>
      <w:r w:rsidR="00337FCF" w:rsidRPr="00337FCF">
        <w:rPr>
          <w:rStyle w:val="libAlaemChar"/>
          <w:rFonts w:eastAsiaTheme="minorHAnsi"/>
          <w:rtl/>
        </w:rPr>
        <w:t>عليه‌السلام</w:t>
      </w:r>
      <w:r w:rsidR="00337FCF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، هشت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معصوم، به سال 1344 ه . ق نوشته است. محدث بزرگوار در مقدمه کوتاه،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خود را از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اظهار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«در آن زمان ها کتاب دعا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نام مفتاح الجنان در دسترس مردم بوده و اهل علم بر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دعاها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که فاقد سند بوده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گرفته ا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برادران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جانب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 آن کتاب را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نظر محقّقانه خود را اظهار کنم».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کتاب جامع و مستند برم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نام آن را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</w:t>
      </w:r>
      <w:r w:rsidR="00337FC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گذارد.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آنچه او در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آورده، 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کتب ادع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داشته است؛ با اضافات و نوآور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کُتب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نبوده است. کتاب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تا آن زمان، درباره دعا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اماکن مقدسه، نمازها و روزه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مستحب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بات،</w:t>
      </w:r>
      <w:r>
        <w:rPr>
          <w:rtl/>
          <w:lang w:bidi="fa-IR"/>
        </w:rPr>
        <w:t xml:space="preserve"> او</w:t>
      </w:r>
      <w:r>
        <w:rPr>
          <w:rFonts w:hint="eastAsia"/>
          <w:rtl/>
          <w:lang w:bidi="fa-IR"/>
        </w:rPr>
        <w:t>راد</w:t>
      </w:r>
      <w:r>
        <w:rPr>
          <w:rtl/>
          <w:lang w:bidi="fa-IR"/>
        </w:rPr>
        <w:t xml:space="preserve"> و اذکار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و ائمه طاهر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EE5F49" w:rsidRPr="00EE5F49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نوشته بود، عبارتند از: فوائد الرجب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مقال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النجاح، صحائف النوّر، لعال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منثوره، نفحه قدس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ارات</w:t>
      </w:r>
      <w:r>
        <w:rPr>
          <w:rtl/>
          <w:lang w:bidi="fa-IR"/>
        </w:rPr>
        <w:t xml:space="preserve"> جامعه، زادالمعاد و... . در آن زمان،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ها چاپ شده بود.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محدث بزرگ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تا هنگام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هر عالم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دعا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ارات</w:t>
      </w:r>
      <w:r>
        <w:rPr>
          <w:rtl/>
          <w:lang w:bidi="fa-IR"/>
        </w:rPr>
        <w:t xml:space="preserve"> مطالعه و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کرده و قلم زده بود. آن مرحوم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باچه</w:t>
      </w:r>
      <w:r>
        <w:rPr>
          <w:rtl/>
          <w:lang w:bidi="fa-IR"/>
        </w:rPr>
        <w:t xml:space="preserve">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بضاعت و متمسّک به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رسالت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السلام، عباس بن محمدرضا القم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اخوان 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درخواست نمودند که کتاب مفتاح الجنان را مطالعه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آنچه از ادع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 سند دارد، ذکر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آنچه را که سندش به نظرم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ذکر ننما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اضافه کنم بر آن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ارات</w:t>
      </w:r>
      <w:r>
        <w:rPr>
          <w:rtl/>
          <w:lang w:bidi="fa-IR"/>
        </w:rPr>
        <w:t xml:space="preserve"> معتبره که در آن کتاب ذکر نشده؛ پس احقر خواهش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اجابت نموده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به همان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جمع آوردم و 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آن را به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الجنان».</w:t>
      </w:r>
      <w:r w:rsidRPr="00337FCF">
        <w:rPr>
          <w:rStyle w:val="libFootnotenumChar"/>
          <w:rtl/>
        </w:rPr>
        <w:t>(1)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در سال 1346 ه . ق (1306ه . ش) به چاپ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در سال 1351ه . ق به خط طاهر خوشنو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چاپ شد. در چاپ دوم،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هشت مطلب بر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افزود. چاپ</w:t>
      </w:r>
    </w:p>
    <w:p w:rsidR="00C83F61" w:rsidRPr="00337FCF" w:rsidRDefault="00337FCF" w:rsidP="00337FC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C83F61" w:rsidRDefault="00C83F61" w:rsidP="00337FCF">
      <w:pPr>
        <w:pStyle w:val="libFootnote0"/>
        <w:rPr>
          <w:rtl/>
          <w:lang w:bidi="fa-IR"/>
        </w:rPr>
      </w:pPr>
      <w:r>
        <w:rPr>
          <w:rtl/>
          <w:lang w:bidi="fa-IR"/>
        </w:rPr>
        <w:t>1- مفاخر اسلام، ج 2، ص 279.</w:t>
      </w:r>
    </w:p>
    <w:p w:rsidR="00C83F61" w:rsidRDefault="00337FCF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83F61">
        <w:rPr>
          <w:rFonts w:hint="eastAsia"/>
          <w:rtl/>
          <w:lang w:bidi="fa-IR"/>
        </w:rPr>
        <w:lastRenderedPageBreak/>
        <w:t>سوم</w:t>
      </w:r>
      <w:r w:rsidR="00C83F61">
        <w:rPr>
          <w:rtl/>
          <w:lang w:bidi="fa-IR"/>
        </w:rPr>
        <w:t xml:space="preserve"> مفات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ح</w:t>
      </w:r>
      <w:r w:rsidR="00C83F61">
        <w:rPr>
          <w:rtl/>
          <w:lang w:bidi="fa-IR"/>
        </w:rPr>
        <w:t xml:space="preserve"> در رجب سال 1356ه . ق، صورت گرفت که بس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ار</w:t>
      </w:r>
      <w:r w:rsidR="00C83F61">
        <w:rPr>
          <w:rtl/>
          <w:lang w:bidi="fa-IR"/>
        </w:rPr>
        <w:t xml:space="preserve"> مرغوب بود و انتشار آن در اوج سلطنت استبداد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و حکومت خودکامه رضا خان پهلو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،</w:t>
      </w:r>
      <w:r w:rsidR="00C83F61">
        <w:rPr>
          <w:rtl/>
          <w:lang w:bidi="fa-IR"/>
        </w:rPr>
        <w:t xml:space="preserve"> حلقه اتصال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برا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پ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وند</w:t>
      </w:r>
      <w:r w:rsidR="00C83F61">
        <w:rPr>
          <w:rtl/>
          <w:lang w:bidi="fa-IR"/>
        </w:rPr>
        <w:t xml:space="preserve"> ش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ع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ان</w:t>
      </w:r>
      <w:r w:rsidR="00C83F61">
        <w:rPr>
          <w:rtl/>
          <w:lang w:bidi="fa-IR"/>
        </w:rPr>
        <w:t xml:space="preserve"> با 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و مسلمان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و عامل بس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ار</w:t>
      </w:r>
      <w:r w:rsidR="00C83F61">
        <w:rPr>
          <w:rtl/>
          <w:lang w:bidi="fa-IR"/>
        </w:rPr>
        <w:t xml:space="preserve"> مؤثر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برا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توجه مردم به اعمال 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و شعا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ر</w:t>
      </w:r>
      <w:r w:rsidR="00C83F61">
        <w:rPr>
          <w:rtl/>
          <w:lang w:bidi="fa-IR"/>
        </w:rPr>
        <w:t xml:space="preserve"> مذهب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بود و انقلاب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در محا</w:t>
      </w:r>
      <w:r w:rsidR="00C83F61">
        <w:rPr>
          <w:rFonts w:hint="eastAsia"/>
          <w:rtl/>
          <w:lang w:bidi="fa-IR"/>
        </w:rPr>
        <w:t>فل</w:t>
      </w:r>
      <w:r w:rsidR="00C83F61">
        <w:rPr>
          <w:rtl/>
          <w:lang w:bidi="fa-IR"/>
        </w:rPr>
        <w:t xml:space="preserve"> 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پد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</w:t>
      </w:r>
      <w:r w:rsidR="00C83F61">
        <w:rPr>
          <w:rtl/>
          <w:lang w:bidi="fa-IR"/>
        </w:rPr>
        <w:t xml:space="preserve"> آورد. البته در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چاپ مرغوب هم دو تصرّف ب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مورد شده بود. در نها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ت،</w:t>
      </w:r>
      <w:r w:rsidR="00C83F61">
        <w:rPr>
          <w:rtl/>
          <w:lang w:bidi="fa-IR"/>
        </w:rPr>
        <w:t xml:space="preserve"> چاپ ششم 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</w:t>
      </w:r>
      <w:r w:rsidR="00C83F61">
        <w:rPr>
          <w:rtl/>
          <w:lang w:bidi="fa-IR"/>
        </w:rPr>
        <w:t xml:space="preserve"> پنجم مفات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ح</w:t>
      </w:r>
      <w:r w:rsidR="00C83F61">
        <w:rPr>
          <w:rtl/>
          <w:lang w:bidi="fa-IR"/>
        </w:rPr>
        <w:t xml:space="preserve"> که به خط طاهر خوشنو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س</w:t>
      </w:r>
      <w:r w:rsidR="00C83F61">
        <w:rPr>
          <w:rtl/>
          <w:lang w:bidi="fa-IR"/>
        </w:rPr>
        <w:t xml:space="preserve"> تبر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ز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است، جامع تر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و کامل تر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چاپ ها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آن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محتوا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الجنان، ادع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ارات</w:t>
      </w:r>
      <w:r>
        <w:rPr>
          <w:rtl/>
          <w:lang w:bidi="fa-IR"/>
        </w:rPr>
        <w:t xml:space="preserve"> و اعمال مستحب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معتبر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آن نقاد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پشتوانه علم و دانش خود از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مورد اعتماد نقل کرده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در سه باب مرتب شده است: باب اول، در </w:t>
      </w:r>
      <w:r>
        <w:rPr>
          <w:rFonts w:hint="eastAsia"/>
          <w:rtl/>
          <w:lang w:bidi="fa-IR"/>
        </w:rPr>
        <w:t>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نمازها و دعاها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هفته و اعمال شب و روز جمعه و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مشهور و مناجات خمس عشره و... باب دوم: در اعمال ماه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 و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واعمال روز نوروز و اعمال ماه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باب سوم، 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ارات</w:t>
      </w:r>
      <w:r>
        <w:rPr>
          <w:rtl/>
          <w:lang w:bidi="fa-IR"/>
        </w:rPr>
        <w:t xml:space="preserve"> است. البته هر کدام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سه باب، مشتمل بر چند فصل است و هر فصل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چند مطلب دارد. در مجموع،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الجنان، کتاب مشهور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 و به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ترجمه شده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37FCF">
      <w:pPr>
        <w:pStyle w:val="libNormal"/>
        <w:rPr>
          <w:rtl/>
          <w:lang w:bidi="fa-IR"/>
        </w:rPr>
      </w:pPr>
      <w:r>
        <w:rPr>
          <w:rtl/>
          <w:lang w:bidi="fa-IR"/>
        </w:rPr>
        <w:t>11</w:t>
      </w:r>
      <w:r w:rsidR="00337FC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التّحفه الطوس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النّفحه القدس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: نوشته مختصر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درباره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حضرت رضا </w:t>
      </w:r>
      <w:r w:rsidR="006E4117" w:rsidRPr="006E411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فوائد مربوط به آستان مقدّسش نگاشته شده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37FCF">
      <w:pPr>
        <w:pStyle w:val="libNormal"/>
        <w:rPr>
          <w:rtl/>
          <w:lang w:bidi="fa-IR"/>
        </w:rPr>
      </w:pPr>
      <w:r>
        <w:rPr>
          <w:rtl/>
          <w:lang w:bidi="fa-IR"/>
        </w:rPr>
        <w:t>12</w:t>
      </w:r>
      <w:r w:rsidR="00337FC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رساله دستور العمل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</w:t>
      </w:r>
      <w:r>
        <w:rPr>
          <w:rtl/>
          <w:lang w:bidi="fa-IR"/>
        </w:rPr>
        <w:t xml:space="preserve"> </w:t>
      </w:r>
      <w:r w:rsidR="006E4117" w:rsidRPr="006E411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37FCF">
      <w:pPr>
        <w:pStyle w:val="libNormal"/>
        <w:rPr>
          <w:rtl/>
          <w:lang w:bidi="fa-IR"/>
        </w:rPr>
      </w:pPr>
      <w:r>
        <w:rPr>
          <w:rtl/>
          <w:lang w:bidi="fa-IR"/>
        </w:rPr>
        <w:t>13</w:t>
      </w:r>
      <w:r w:rsidR="00337FCF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نفس المهموم: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به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 شده و به تصد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اهل فنّ مقتل</w:t>
      </w:r>
      <w:r>
        <w:rPr>
          <w:rFonts w:hint="cs"/>
          <w:rtl/>
          <w:lang w:bidi="fa-IR"/>
        </w:rPr>
        <w:t>ی</w:t>
      </w:r>
      <w:r w:rsidR="00337FCF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معتبر</w:t>
      </w:r>
      <w:r>
        <w:rPr>
          <w:rtl/>
          <w:lang w:bidi="fa-IR"/>
        </w:rPr>
        <w:t xml:space="preserve"> است. از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فات</w:t>
      </w:r>
      <w:r>
        <w:rPr>
          <w:rtl/>
          <w:lang w:bidi="fa-IR"/>
        </w:rPr>
        <w:t xml:space="preserve"> گران قدر و نف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وقا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کربلا و مصائب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آن واقعه جانگداز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پردازد.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باچه</w:t>
      </w:r>
      <w:r>
        <w:rPr>
          <w:rtl/>
          <w:lang w:bidi="fa-IR"/>
        </w:rPr>
        <w:t xml:space="preserve"> کتاب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«من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درصدد بودم تا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مختصر در مقتل سرورمان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6E4117" w:rsidRPr="006E411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گرد آورم و آنچه مورد اعتمادم هست و از ثقات به من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سندم از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روات به آن متصل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گردد، در سلک نظم کشم. پس، از خداوند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خواستم و بر 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استعجال دست به کار شدم و مطالب آن را از کتب معتبره که به آن اعتماد دارم و مورد استنادم است، گرد آوردم».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B1C7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محدث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باب اول کتاب، در فصل اول به ترت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مناقب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3B1C73" w:rsidRPr="003B1C73">
        <w:rPr>
          <w:rStyle w:val="libAlaemChar"/>
          <w:rFonts w:eastAsiaTheme="minorHAnsi"/>
          <w:rtl/>
        </w:rPr>
        <w:t>عليه‌السلام</w:t>
      </w:r>
      <w:r w:rsidR="003B1C73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، شجاعت، علم، کرم و جود، فصاحت و زهد و تواضع و عبادت حضرت و در فصل دوم ثواب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</w:t>
      </w:r>
      <w:r>
        <w:rPr>
          <w:rtl/>
          <w:lang w:bidi="fa-IR"/>
        </w:rPr>
        <w:t xml:space="preserve"> بر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امام مظلوم و ثواب لعنت کردن بر قاتل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اخبار و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درباره شهادت حضرت وارد شده اس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در چهل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آورده است. باب دوم که مفصل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ابواب کتاب است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فصل دارد، آنچه را که بر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6E4117" w:rsidRPr="006E411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پس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کردن مردم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تا شهادت آن حضرت گذشته است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باب سوم، به وقا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پس از شهادت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</w:t>
      </w:r>
      <w:r>
        <w:rPr>
          <w:rtl/>
          <w:lang w:bidi="fa-IR"/>
        </w:rPr>
        <w:t xml:space="preserve"> و برادران و فرز</w:t>
      </w:r>
      <w:r>
        <w:rPr>
          <w:rFonts w:hint="eastAsia"/>
          <w:rtl/>
          <w:lang w:bidi="fa-IR"/>
        </w:rPr>
        <w:t>ندان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ارانش</w:t>
      </w:r>
      <w:r>
        <w:rPr>
          <w:rtl/>
          <w:lang w:bidi="fa-IR"/>
        </w:rPr>
        <w:t xml:space="preserve"> اختصاص دارد. در باب چهارم آنچه را که پس از شهادت حضرت آشکار شد، مانند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</w:t>
      </w:r>
      <w:r>
        <w:rPr>
          <w:rtl/>
          <w:lang w:bidi="fa-IR"/>
        </w:rPr>
        <w:t xml:space="preserve"> آسمان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اهل آن ها، ناله فرشتگان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شگاه</w:t>
      </w:r>
      <w:r>
        <w:rPr>
          <w:rtl/>
          <w:lang w:bidi="fa-IR"/>
        </w:rPr>
        <w:t xml:space="preserve"> ذات مقدس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tl/>
          <w:lang w:bidi="fa-IR"/>
        </w:rPr>
        <w:lastRenderedPageBreak/>
        <w:t>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</w:t>
      </w:r>
      <w:r>
        <w:rPr>
          <w:rtl/>
          <w:lang w:bidi="fa-IR"/>
        </w:rPr>
        <w:t xml:space="preserve"> جنّ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بر او و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مراث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به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باب پنجم کتاب درباره فرزندان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زنان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6E4117" w:rsidRPr="006E411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آن حضرت و ستم خلفا بر مرقد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آن امام مظلوم است. خاتمه کتاب هم درباره توّاب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مختار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خون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B1C73">
      <w:pPr>
        <w:pStyle w:val="libNormal"/>
        <w:rPr>
          <w:rtl/>
          <w:lang w:bidi="fa-IR"/>
        </w:rPr>
      </w:pPr>
      <w:r>
        <w:rPr>
          <w:rtl/>
          <w:lang w:bidi="fa-IR"/>
        </w:rPr>
        <w:t>14</w:t>
      </w:r>
      <w:r w:rsidR="003B1C7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نفثه المصدور: رساله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در تتم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نفس المهموم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 جداگانه چاپ شده بود و چند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هم به 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نفس المهموم منتشر شده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B1C73">
      <w:pPr>
        <w:pStyle w:val="libNormal"/>
        <w:rPr>
          <w:rtl/>
          <w:lang w:bidi="fa-IR"/>
        </w:rPr>
      </w:pPr>
      <w:r>
        <w:rPr>
          <w:rtl/>
          <w:lang w:bidi="fa-IR"/>
        </w:rPr>
        <w:t>15</w:t>
      </w:r>
      <w:r w:rsidR="003B1C7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الأنوار البه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الحجج الاله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به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در مورد ولادت و وفات چهارده معصوم </w:t>
      </w:r>
      <w:r w:rsidR="00EE5F49" w:rsidRPr="00EE5F49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نگاشته شده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B1C73">
      <w:pPr>
        <w:pStyle w:val="libNormal"/>
        <w:rPr>
          <w:rtl/>
          <w:lang w:bidi="fa-IR"/>
        </w:rPr>
      </w:pPr>
      <w:r>
        <w:rPr>
          <w:rtl/>
          <w:lang w:bidi="fa-IR"/>
        </w:rPr>
        <w:t>16</w:t>
      </w:r>
      <w:r w:rsidR="003B1C7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رساله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گناهان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و صغ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>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B1C73">
      <w:pPr>
        <w:pStyle w:val="libNormal"/>
        <w:rPr>
          <w:rtl/>
          <w:lang w:bidi="fa-IR"/>
        </w:rPr>
      </w:pPr>
      <w:r>
        <w:rPr>
          <w:rtl/>
          <w:lang w:bidi="fa-IR"/>
        </w:rPr>
        <w:t>17</w:t>
      </w:r>
      <w:r w:rsidR="003B1C7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منازل الآخره: کتاب نف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چاپ شده و مراحل دشوار سفر آخرت را بر اساس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و توشه لازم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tl/>
          <w:lang w:bidi="fa-IR"/>
        </w:rPr>
        <w:t xml:space="preserve"> شده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B1C73">
      <w:pPr>
        <w:pStyle w:val="libNormal"/>
        <w:rPr>
          <w:rtl/>
          <w:lang w:bidi="fa-IR"/>
        </w:rPr>
      </w:pPr>
      <w:r>
        <w:rPr>
          <w:rtl/>
          <w:lang w:bidi="fa-IR"/>
        </w:rPr>
        <w:t>18</w:t>
      </w:r>
      <w:r w:rsidR="003B1C7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ترجمه مصباح المتهجّد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که در حاش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چاپ اول متن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چاپ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B1C73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19</w:t>
      </w:r>
      <w:r w:rsidR="003B1C7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نزهه النّواظر: ترجمه معدن الجواهر دانشور بزرگوار محمد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کراچک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چاپ شده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B1C73">
      <w:pPr>
        <w:pStyle w:val="libNormal"/>
        <w:rPr>
          <w:rtl/>
          <w:lang w:bidi="fa-IR"/>
        </w:rPr>
      </w:pPr>
      <w:r>
        <w:rPr>
          <w:rtl/>
          <w:lang w:bidi="fa-IR"/>
        </w:rPr>
        <w:t>20</w:t>
      </w:r>
      <w:r w:rsidR="003B1C7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مقامات علّ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: خلاصه معراج السّعاده مرحوم ملا احمد نراق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B1C73">
      <w:pPr>
        <w:pStyle w:val="libNormal"/>
        <w:rPr>
          <w:rtl/>
          <w:lang w:bidi="fa-IR"/>
        </w:rPr>
      </w:pPr>
      <w:r>
        <w:rPr>
          <w:rtl/>
          <w:lang w:bidi="fa-IR"/>
        </w:rPr>
        <w:t>21</w:t>
      </w:r>
      <w:r w:rsidR="003B1C7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ترجمه جمال الأسبوع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دبن</w:t>
      </w:r>
      <w:r>
        <w:rPr>
          <w:rtl/>
          <w:lang w:bidi="fa-IR"/>
        </w:rPr>
        <w:t xml:space="preserve"> طاووس.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B1C73">
      <w:pPr>
        <w:pStyle w:val="libNormal"/>
        <w:rPr>
          <w:rtl/>
          <w:lang w:bidi="fa-IR"/>
        </w:rPr>
      </w:pPr>
      <w:r>
        <w:rPr>
          <w:rtl/>
          <w:lang w:bidi="fa-IR"/>
        </w:rPr>
        <w:t>22</w:t>
      </w:r>
      <w:r w:rsidR="003B1C7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الباق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الصّالحات که در حاش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 چاپ شده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B1C73">
      <w:pPr>
        <w:pStyle w:val="libNormal"/>
        <w:rPr>
          <w:rtl/>
          <w:lang w:bidi="fa-IR"/>
        </w:rPr>
      </w:pPr>
      <w:r>
        <w:rPr>
          <w:rtl/>
          <w:lang w:bidi="fa-IR"/>
        </w:rPr>
        <w:t>23</w:t>
      </w:r>
      <w:r w:rsidR="003B1C7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الآمال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النّب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الآل: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شرح زندگان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مفصل و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درخشان ذوات مقدسه چهارده معصوم؛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خاتم، محمد بن عبدالله </w:t>
      </w:r>
      <w:r w:rsidR="003B1C73" w:rsidRPr="003B1C73">
        <w:rPr>
          <w:rStyle w:val="libAlaemChar"/>
          <w:rFonts w:eastAsiaTheme="minorHAnsi"/>
          <w:rtl/>
        </w:rPr>
        <w:t>صلى‌الله‌عليه‌وآله</w:t>
      </w:r>
      <w:r w:rsidR="003B1C73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و دختر بزرگوارش، بانو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بانوان جهان حضرت فاطمه زهرا </w:t>
      </w:r>
      <w:r w:rsidR="003B1C73" w:rsidRPr="003B1C73">
        <w:rPr>
          <w:rStyle w:val="libAlaemChar"/>
          <w:rFonts w:eastAsiaTheme="minorHAnsi"/>
          <w:rtl/>
        </w:rPr>
        <w:t>عليها‌السلام</w:t>
      </w:r>
      <w:r w:rsidR="003B1C73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 xml:space="preserve">و دوازده امام معصوم </w:t>
      </w:r>
      <w:r w:rsidR="00EE5F49" w:rsidRPr="00EE5F49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محدث</w:t>
      </w:r>
      <w:r>
        <w:rPr>
          <w:rtl/>
          <w:lang w:bidi="fa-IR"/>
        </w:rPr>
        <w:t xml:space="preserve"> بزرگوار، تمام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منابع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رجال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تراجم</w:t>
      </w:r>
      <w:r>
        <w:rPr>
          <w:rtl/>
          <w:lang w:bidi="fa-IR"/>
        </w:rPr>
        <w:t xml:space="preserve"> و انساب را به دقت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معتبرتر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ات،</w:t>
      </w:r>
      <w:r>
        <w:rPr>
          <w:rtl/>
          <w:lang w:bidi="fa-IR"/>
        </w:rPr>
        <w:t xml:space="preserve"> نقل ها و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را آورده است.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نگارش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شرح حال ها، به همه موضوعات توجه کرده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شعر شاعران پارس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عرب زبان و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لغت و صرف و نحو و دانشمندان علم نسب و جغراف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دانان گواه آورده و از آ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بهره گرفته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انگر</w:t>
      </w:r>
      <w:r>
        <w:rPr>
          <w:rtl/>
          <w:lang w:bidi="fa-IR"/>
        </w:rPr>
        <w:t xml:space="preserve"> آن است که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و ائمه اطهار </w:t>
      </w:r>
      <w:r w:rsidR="00EE5F49" w:rsidRPr="00EE5F49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پژوهش کرده و مطالب لازم را با کمال دقّت و امانت آورده است. او در زمان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ات،</w:t>
      </w:r>
      <w:r>
        <w:rPr>
          <w:rtl/>
          <w:lang w:bidi="fa-IR"/>
        </w:rPr>
        <w:t xml:space="preserve"> ارادت و خدمت خالصانه خود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گونه اظهار کرده و منتها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eastAsia"/>
          <w:rtl/>
          <w:lang w:bidi="fa-IR"/>
        </w:rPr>
        <w:t>مال</w:t>
      </w:r>
      <w:r>
        <w:rPr>
          <w:rtl/>
          <w:lang w:bidi="fa-IR"/>
        </w:rPr>
        <w:t xml:space="preserve"> خود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خاندان نبوت را جامه عمل پوشانده است. هدف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او، چنان که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ائمه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محدث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مقدمه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«چون به مقتضا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اخبار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ثابت شده است که از اعظم طاعات و اشرف قُربات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ائمّه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مقرّبان حضرت رب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</w:t>
      </w:r>
      <w:r>
        <w:rPr>
          <w:rtl/>
          <w:lang w:bidi="fa-IR"/>
        </w:rPr>
        <w:t xml:space="preserve"> بر بلا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مصا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آن سادات مظلوم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است، چنان که از حضرت صادق </w:t>
      </w:r>
      <w:r w:rsidR="006E4117" w:rsidRPr="006E411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شده که از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سار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شما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در مجالس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ما را ذکر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گفت 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شوم. فرمود: من آن مجالس را دوست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دارم. زنده گردان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امر ما را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>. خدا رحمت کند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ما را ذکر کند و امر ما را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 را زنده بدارد.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ذکر ولادت و مصا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دالمرسل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عترت 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جناب صلوات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ذکر 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مناقب و اخلاق آن بزرگواران تا مؤمنان به خواندن و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آن ثواب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فائز گردند و به محزون بودن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</w:t>
      </w:r>
      <w:r>
        <w:rPr>
          <w:rtl/>
          <w:lang w:bidi="fa-IR"/>
        </w:rPr>
        <w:t xml:space="preserve"> بر مصائب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درجات مقرّب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رسند. پس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کتاب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را به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الآمال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الآل 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دم»</w:t>
      </w:r>
      <w:r>
        <w:rPr>
          <w:rtl/>
          <w:lang w:bidi="fa-IR"/>
        </w:rPr>
        <w:t>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کتاب</w:t>
      </w:r>
      <w:r>
        <w:rPr>
          <w:rtl/>
          <w:lang w:bidi="fa-IR"/>
        </w:rPr>
        <w:t xml:space="preserve">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الآمال ده ها بار به صورت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چاپ شده است.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چاپ آن، گردآور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خط طاهر خوشنو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هر دو قطع رحل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چاپ شده است.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با ارزش مدت ها به درازا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هرحال،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اتمام آن شب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سوم ماه م</w:t>
      </w:r>
      <w:r>
        <w:rPr>
          <w:rFonts w:hint="eastAsia"/>
          <w:rtl/>
          <w:lang w:bidi="fa-IR"/>
        </w:rPr>
        <w:t>بارک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رمضان سال 1350 ه . ق از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 در مشهد مقدس بوده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B1C73">
      <w:pPr>
        <w:pStyle w:val="libNormal"/>
        <w:rPr>
          <w:rtl/>
          <w:lang w:bidi="fa-IR"/>
        </w:rPr>
      </w:pPr>
      <w:r>
        <w:rPr>
          <w:rtl/>
          <w:lang w:bidi="fa-IR"/>
        </w:rPr>
        <w:t>24</w:t>
      </w:r>
      <w:r w:rsidR="003B1C7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ترجمه مسلک دوم لهوف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دبن</w:t>
      </w:r>
      <w:r>
        <w:rPr>
          <w:rtl/>
          <w:lang w:bidi="fa-IR"/>
        </w:rPr>
        <w:t xml:space="preserve"> طاووس که به خطّ خود مؤلف در حاش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چاپ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لهوف چاپ شده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B1C73">
      <w:pPr>
        <w:pStyle w:val="libNormal"/>
        <w:rPr>
          <w:rtl/>
          <w:lang w:bidi="fa-IR"/>
        </w:rPr>
      </w:pPr>
      <w:r>
        <w:rPr>
          <w:rtl/>
          <w:lang w:bidi="fa-IR"/>
        </w:rPr>
        <w:t>25</w:t>
      </w:r>
      <w:r w:rsidR="003B1C7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تتم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الزّائر محدث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فوت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ناتمام مانده بود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بعد از فوت استادش آن را به اتمام رساند.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B1C73">
      <w:pPr>
        <w:pStyle w:val="libNormal"/>
        <w:rPr>
          <w:rtl/>
          <w:lang w:bidi="fa-IR"/>
        </w:rPr>
      </w:pPr>
      <w:r>
        <w:rPr>
          <w:rtl/>
          <w:lang w:bidi="fa-IR"/>
        </w:rPr>
        <w:t>26</w:t>
      </w:r>
      <w:r w:rsidR="003B1C7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چهل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که به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نگاشته شده و بارها چاپ شده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B1C73">
      <w:pPr>
        <w:pStyle w:val="libNormal"/>
        <w:rPr>
          <w:rtl/>
          <w:lang w:bidi="fa-IR"/>
        </w:rPr>
      </w:pPr>
      <w:r>
        <w:rPr>
          <w:rtl/>
          <w:lang w:bidi="fa-IR"/>
        </w:rPr>
        <w:t>27</w:t>
      </w:r>
      <w:r w:rsidR="003B1C7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الکُن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والألقاب: درباره زندگان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علما و شعرا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است، که در سه جلد و بارها به چاپ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معتبر علم تراجم است که به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ترجمه و چاپ شده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3B1C73">
      <w:pPr>
        <w:pStyle w:val="libNormal"/>
        <w:rPr>
          <w:rtl/>
          <w:lang w:bidi="fa-IR"/>
        </w:rPr>
      </w:pPr>
      <w:r>
        <w:rPr>
          <w:rtl/>
          <w:lang w:bidi="fa-IR"/>
        </w:rPr>
        <w:t>28</w:t>
      </w:r>
      <w:r w:rsidR="003B1C7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هد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الأحباب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بالکن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الألقاب: خلاصه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کتاب الکُن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الالقاب است که علما و دانشمندان معروف و لقب و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آنان به طور اختصار در آن جمع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به زبان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نگاشته و بارها در نجف و تهران چاپ شده است.</w:t>
      </w:r>
    </w:p>
    <w:p w:rsidR="00C83F61" w:rsidRDefault="00C83F61" w:rsidP="003B1C73">
      <w:pPr>
        <w:pStyle w:val="libNormal"/>
        <w:rPr>
          <w:rtl/>
          <w:lang w:bidi="fa-IR"/>
        </w:rPr>
      </w:pPr>
      <w:r>
        <w:rPr>
          <w:rtl/>
          <w:lang w:bidi="fa-IR"/>
        </w:rPr>
        <w:t>29</w:t>
      </w:r>
      <w:r w:rsidR="003B1C73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فوا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الرّضو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احوال علماء المذهب الجعفر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در مشهد مقدّس و در مدت اقامت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در آن جا به رشته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درآمده و از آثار بابرکت دوران اقامت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جوار بارگاه هشتم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امام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جهان است که 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در شرح حال علما و بزرگان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و به زبان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 شده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003DB">
      <w:pPr>
        <w:pStyle w:val="libNormal"/>
        <w:rPr>
          <w:rtl/>
          <w:lang w:bidi="fa-IR"/>
        </w:rPr>
      </w:pPr>
      <w:r>
        <w:rPr>
          <w:rtl/>
          <w:lang w:bidi="fa-IR"/>
        </w:rPr>
        <w:t>30</w:t>
      </w:r>
      <w:r w:rsidR="00C003D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الاحزان: اصل کتاب به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 شده و چند ترجمه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چاپ شده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درباره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دختر گرام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اکرم </w:t>
      </w:r>
      <w:r w:rsidR="00C003DB" w:rsidRPr="00C003DB">
        <w:rPr>
          <w:rStyle w:val="libAlaemChar"/>
          <w:rFonts w:eastAsiaTheme="minorHAnsi"/>
          <w:rtl/>
        </w:rPr>
        <w:t>صلى‌الله‌عليه‌وآله</w:t>
      </w:r>
      <w:r w:rsidR="00C003D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حوادث دوران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آن بانو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003DB">
      <w:pPr>
        <w:pStyle w:val="libNormal"/>
        <w:rPr>
          <w:rtl/>
          <w:lang w:bidi="fa-IR"/>
        </w:rPr>
      </w:pPr>
      <w:r>
        <w:rPr>
          <w:rtl/>
          <w:lang w:bidi="fa-IR"/>
        </w:rPr>
        <w:t>31</w:t>
      </w:r>
      <w:r w:rsidR="00C003D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تتمّه المنته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</w:t>
      </w:r>
      <w:r w:rsidR="00EE5F49" w:rsidRPr="00EE5F49">
        <w:rPr>
          <w:rStyle w:val="libAlaemChar"/>
          <w:rtl/>
        </w:rPr>
        <w:t xml:space="preserve">رحمه‌الله </w:t>
      </w:r>
      <w:r>
        <w:rPr>
          <w:rtl/>
          <w:lang w:bidi="fa-IR"/>
        </w:rPr>
        <w:t>پس از نگارش کتاب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الآمال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 تا تتمه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کند. علت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را در مقدمه کتاب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نوشته است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نگارش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الآمال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خواسته شرح حال حضرت امام حسن مجتب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6E4117" w:rsidRPr="006E411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سد،</w:t>
      </w:r>
      <w:r>
        <w:rPr>
          <w:rtl/>
          <w:lang w:bidi="fa-IR"/>
        </w:rPr>
        <w:t xml:space="preserve"> درص</w:t>
      </w:r>
      <w:r>
        <w:rPr>
          <w:rFonts w:hint="eastAsia"/>
          <w:rtl/>
          <w:lang w:bidi="fa-IR"/>
        </w:rPr>
        <w:t>دد</w:t>
      </w:r>
      <w:r>
        <w:rPr>
          <w:rtl/>
          <w:lang w:bidi="fa-IR"/>
        </w:rPr>
        <w:t xml:space="preserve"> 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درباره سادات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الحسن،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فرزندان و دودمان آن حضرت که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 ها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سادات انقلاب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اند و بر ضد نظام حاکم،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عباس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کرده اند،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بحث درباره سادات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الحسن را در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مستقل</w:t>
      </w:r>
      <w:r>
        <w:rPr>
          <w:rtl/>
          <w:lang w:bidi="fa-IR"/>
        </w:rPr>
        <w:t xml:space="preserve"> به نام تتمه المنته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الخلفا گردآورد و آن ها را با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استاد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مهارت در فنّ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نگار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تراجم علما و رجال نام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شرح داد.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با آن که مختصر است، مطالب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سودمند و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جذّاب و داستان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دارد. نکات مهم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ادب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پند و اندرز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است. نظر 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مؤلف به کتب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معتبره</w:t>
      </w:r>
      <w:r>
        <w:rPr>
          <w:rtl/>
          <w:lang w:bidi="fa-IR"/>
        </w:rPr>
        <w:t xml:space="preserve">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سنت و جماعت، در نوشتن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مانند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طبر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و... بوده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003DB">
      <w:pPr>
        <w:pStyle w:val="libNormal"/>
        <w:rPr>
          <w:rtl/>
          <w:lang w:bidi="fa-IR"/>
        </w:rPr>
      </w:pPr>
      <w:r>
        <w:rPr>
          <w:rtl/>
          <w:lang w:bidi="fa-IR"/>
        </w:rPr>
        <w:t>32</w:t>
      </w:r>
      <w:r w:rsidR="00C003D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تحفه الأحباب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تراجم الأصحاب: درباره اصحاب حضرت محمد </w:t>
      </w:r>
      <w:r w:rsidR="00C003DB" w:rsidRPr="00C003DB">
        <w:rPr>
          <w:rStyle w:val="libAlaemChar"/>
          <w:rFonts w:eastAsiaTheme="minorHAnsi"/>
          <w:rtl/>
        </w:rPr>
        <w:t>صلى‌الله‌عليه‌وآله</w:t>
      </w:r>
      <w:r w:rsidR="00C003D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 xml:space="preserve">و ائمّه اطهار </w:t>
      </w:r>
      <w:r w:rsidR="00EE5F49" w:rsidRPr="00EE5F49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است که به زبان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 شده و پس از درگذشت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در تهران چاپ شده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003DB">
      <w:pPr>
        <w:pStyle w:val="libNormal"/>
        <w:rPr>
          <w:rtl/>
          <w:lang w:bidi="fa-IR"/>
        </w:rPr>
      </w:pPr>
      <w:r>
        <w:rPr>
          <w:rtl/>
          <w:lang w:bidi="fa-IR"/>
        </w:rPr>
        <w:t>33</w:t>
      </w:r>
      <w:r w:rsidR="00C003D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البحار: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نه تنها فهرست بحارالانوار است، بلکه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مناسبت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لغات، الفاظ و مواد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بحار مطالب جالب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هم که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مطالعات مؤلف در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رجال، تراجم، جغراف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انساب، شعر و ادب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بوده، آورده است. در 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جه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گنج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علوم، فنون،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 ادب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دانشمند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اعم از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متکلّم، محدث، رجال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مفسر، مورخ، عارف،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لسوف،</w:t>
      </w:r>
      <w:r>
        <w:rPr>
          <w:rtl/>
          <w:lang w:bidi="fa-IR"/>
        </w:rPr>
        <w:t xml:space="preserve"> منطق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و... از آن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003D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مقدمه کتاب خود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«چون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اخبار متعلق به هر مقصد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مطلب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طالبان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خواهند، در مجلات و ابواب متفرّق آن پراکنده است، به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به آن احاطه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کند، مگر پس از تتبّع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و کاوش سخت، لذا پس از استمداد از تا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</w:t>
      </w:r>
      <w:r>
        <w:rPr>
          <w:rFonts w:hint="eastAsia"/>
          <w:rtl/>
          <w:lang w:bidi="fa-IR"/>
        </w:rPr>
        <w:t>داوند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لطف او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خواستن از امداد ذات مقدس او،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بر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فهرست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گرفتم که در آن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بحارالانوار را بر اساس حروف معجم قرار دهم تا راه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ها کاملاً آسان گردد. بعد در هر ماده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آن، اگر مختصر باشد، </w:t>
      </w:r>
      <w:r>
        <w:rPr>
          <w:rtl/>
          <w:lang w:bidi="fa-IR"/>
        </w:rPr>
        <w:lastRenderedPageBreak/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اورم</w:t>
      </w:r>
      <w:r>
        <w:rPr>
          <w:rtl/>
          <w:lang w:bidi="fa-IR"/>
        </w:rPr>
        <w:t xml:space="preserve"> و اگر مخت</w:t>
      </w:r>
      <w:r>
        <w:rPr>
          <w:rFonts w:hint="eastAsia"/>
          <w:rtl/>
          <w:lang w:bidi="fa-IR"/>
        </w:rPr>
        <w:t>صر</w:t>
      </w:r>
      <w:r>
        <w:rPr>
          <w:rtl/>
          <w:lang w:bidi="fa-IR"/>
        </w:rPr>
        <w:t xml:space="preserve"> نباشد به مضمون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آن اشاره کنم و چنانچه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مطلب مهم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باشد، 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</w:t>
      </w:r>
      <w:r w:rsidR="00C003DB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خلاصه</w:t>
      </w:r>
      <w:r>
        <w:rPr>
          <w:rtl/>
          <w:lang w:bidi="fa-IR"/>
        </w:rPr>
        <w:t xml:space="preserve"> آن را نقل کنم. هم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مختصر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تراجم مشاه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اصحاب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صلوات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شمّه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احوال معار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علما و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و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معروف. بنابرا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 موادّ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بحارالانوار،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جهت آن را «سف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البحار و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الحکم و الاثار» نام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دم»</w:t>
      </w:r>
      <w:r>
        <w:rPr>
          <w:rtl/>
          <w:lang w:bidi="fa-IR"/>
        </w:rPr>
        <w:t>.</w:t>
      </w:r>
      <w:r w:rsidRPr="00C003DB">
        <w:rPr>
          <w:rStyle w:val="libFootnotenumChar"/>
          <w:rtl/>
        </w:rPr>
        <w:t>(1)</w:t>
      </w:r>
      <w:r>
        <w:rPr>
          <w:rtl/>
          <w:lang w:bidi="fa-IR"/>
        </w:rPr>
        <w:t xml:space="preserve">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 از سال ها تلاش، سرانجام در سال 1344ه . ق در نجف اشرف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«سف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نه»</w:t>
      </w:r>
      <w:r>
        <w:rPr>
          <w:rtl/>
          <w:lang w:bidi="fa-IR"/>
        </w:rPr>
        <w:t xml:space="preserve"> را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رساند.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003DB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بخش</w:t>
      </w:r>
      <w:r>
        <w:rPr>
          <w:rtl/>
          <w:lang w:bidi="fa-IR"/>
        </w:rPr>
        <w:t xml:space="preserve"> دوم: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بخش شامل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زمان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مؤلف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زمان چاپ نشده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ها عبارتند از: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003DB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C003D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العلام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الشّهور و الا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که به زبان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نگاشته شده و درباره وقا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ماه ها و روزهاست.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003DB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C003D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الأنام 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که خلاصه کتاب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العلام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003DB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C003D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کلمات 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>: در مورد اخلاق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است که به 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کتاب نزهه النواظر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چاپ شده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003DB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</w:t>
      </w:r>
      <w:r w:rsidR="00C003D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کشکول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003DB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C003D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الدُّر النّظ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لغات القرآن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پژوهشگران و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سندگان</w:t>
      </w:r>
      <w:r>
        <w:rPr>
          <w:rtl/>
          <w:lang w:bidi="fa-IR"/>
        </w:rPr>
        <w:t xml:space="preserve"> علوم قرآن، کتاب کم حجم،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گران قدر و گران سنگ الدُّر النّظ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لغات القرآن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در واژه 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به رشته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درآورد.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تنها به شرح لغات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واژه ها بسنده نکرده، بلکه</w:t>
      </w:r>
    </w:p>
    <w:p w:rsidR="00C83F61" w:rsidRPr="00C003DB" w:rsidRDefault="00C003DB" w:rsidP="00C003D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C83F61" w:rsidRDefault="00C83F61" w:rsidP="00C003DB">
      <w:pPr>
        <w:pStyle w:val="libFootnote0"/>
        <w:rPr>
          <w:rtl/>
          <w:lang w:bidi="fa-IR"/>
        </w:rPr>
      </w:pPr>
      <w:r>
        <w:rPr>
          <w:rtl/>
          <w:lang w:bidi="fa-IR"/>
        </w:rPr>
        <w:t>1- مفاخراسلام، ج 11، بخش دوم، ص 172.</w:t>
      </w:r>
    </w:p>
    <w:p w:rsidR="00C83F61" w:rsidRDefault="00C003DB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83F61">
        <w:rPr>
          <w:rFonts w:hint="eastAsia"/>
          <w:rtl/>
          <w:lang w:bidi="fa-IR"/>
        </w:rPr>
        <w:lastRenderedPageBreak/>
        <w:t>به</w:t>
      </w:r>
      <w:r w:rsidR="00C83F61">
        <w:rPr>
          <w:rtl/>
          <w:lang w:bidi="fa-IR"/>
        </w:rPr>
        <w:t xml:space="preserve"> مناسبت ها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گوناگون به مسا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ل</w:t>
      </w:r>
      <w:r w:rsidR="00C83F61">
        <w:rPr>
          <w:rtl/>
          <w:lang w:bidi="fa-IR"/>
        </w:rPr>
        <w:t xml:space="preserve"> صرف و نحو وادب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ات</w:t>
      </w:r>
      <w:r w:rsidR="00C83F61">
        <w:rPr>
          <w:rtl/>
          <w:lang w:bidi="fa-IR"/>
        </w:rPr>
        <w:t xml:space="preserve"> و ب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ان</w:t>
      </w:r>
      <w:r w:rsidR="00C83F61">
        <w:rPr>
          <w:rtl/>
          <w:lang w:bidi="fa-IR"/>
        </w:rPr>
        <w:t xml:space="preserve"> روا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ات</w:t>
      </w:r>
      <w:r w:rsidR="00C83F61">
        <w:rPr>
          <w:rtl/>
          <w:lang w:bidi="fa-IR"/>
        </w:rPr>
        <w:t xml:space="preserve"> دلنش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و روشنگر پرداخته است.</w:t>
      </w:r>
      <w:r w:rsidR="00C83F61" w:rsidRPr="00C003DB">
        <w:rPr>
          <w:rStyle w:val="libFootnotenumChar"/>
          <w:rtl/>
        </w:rPr>
        <w:t>(1)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003DB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6 </w:t>
      </w:r>
      <w:r w:rsidR="00C003DB">
        <w:rPr>
          <w:rFonts w:hint="cs"/>
          <w:rtl/>
          <w:lang w:bidi="fa-IR"/>
        </w:rPr>
        <w:t>-</w:t>
      </w:r>
      <w:r>
        <w:rPr>
          <w:rtl/>
          <w:lang w:bidi="fa-IR"/>
        </w:rPr>
        <w:t xml:space="preserve"> کُحلُ البصر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دالبشر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نبو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بارها چاپ شده و ترجمه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چاپ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003DB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C003D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کتاب نقدالوسا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حرّ عامل</w:t>
      </w:r>
      <w:r>
        <w:rPr>
          <w:rFonts w:hint="cs"/>
          <w:rtl/>
          <w:lang w:bidi="fa-IR"/>
        </w:rPr>
        <w:t>ی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003DB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8 </w:t>
      </w:r>
      <w:r w:rsidR="00C003DB">
        <w:rPr>
          <w:rFonts w:hint="cs"/>
          <w:rtl/>
          <w:lang w:bidi="fa-IR"/>
        </w:rPr>
        <w:t>-</w:t>
      </w:r>
      <w:r>
        <w:rPr>
          <w:rtl/>
          <w:lang w:bidi="fa-IR"/>
        </w:rPr>
        <w:t xml:space="preserve">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حرّ عامل</w:t>
      </w:r>
      <w:r>
        <w:rPr>
          <w:rFonts w:hint="cs"/>
          <w:rtl/>
          <w:lang w:bidi="fa-IR"/>
        </w:rPr>
        <w:t>ی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003DB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C003D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شرح الوج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 w:rsidR="00EE5F49" w:rsidRPr="00EE5F49">
        <w:rPr>
          <w:rStyle w:val="libAlaemChar"/>
          <w:rtl/>
        </w:rPr>
        <w:t xml:space="preserve">رحمه‌الله </w:t>
      </w:r>
      <w:r>
        <w:rPr>
          <w:rtl/>
          <w:lang w:bidi="fa-IR"/>
        </w:rPr>
        <w:t>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003DB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C003D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القد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: از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ارزنده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کتاب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القد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تعلق</w:t>
      </w:r>
      <w:r>
        <w:rPr>
          <w:rtl/>
          <w:lang w:bidi="fa-IR"/>
        </w:rPr>
        <w:t xml:space="preserve"> بحد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مشتمل بر دو مقصداست؛ مقصد اول در اثبات تواتر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نقض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رادات</w:t>
      </w:r>
      <w:r>
        <w:rPr>
          <w:rtl/>
          <w:lang w:bidi="fa-IR"/>
        </w:rPr>
        <w:t xml:space="preserve"> فخر 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مقلّد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مقصد</w:t>
      </w:r>
      <w:r>
        <w:rPr>
          <w:rtl/>
          <w:lang w:bidi="fa-IR"/>
        </w:rPr>
        <w:t xml:space="preserve"> دوم،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دلالت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بر امامت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 w:rsidR="006E4117" w:rsidRPr="006E411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نقض کلمات «شاه صاحب دهلو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تلخ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بحث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کتاب عبقات الانوار مرحوم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حامد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003DB">
      <w:pPr>
        <w:pStyle w:val="libNormal"/>
        <w:rPr>
          <w:rtl/>
          <w:lang w:bidi="fa-IR"/>
        </w:rPr>
      </w:pPr>
      <w:r>
        <w:rPr>
          <w:rtl/>
          <w:lang w:bidi="fa-IR"/>
        </w:rPr>
        <w:t>11</w:t>
      </w:r>
      <w:r w:rsidR="00C003D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علم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خلاصه حق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علامه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003DB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12</w:t>
      </w:r>
      <w:r w:rsidR="00C003D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مقال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الفلاح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و اللّ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003DB">
      <w:pPr>
        <w:pStyle w:val="libNormal"/>
        <w:rPr>
          <w:rtl/>
          <w:lang w:bidi="fa-IR"/>
        </w:rPr>
      </w:pPr>
      <w:r>
        <w:rPr>
          <w:rtl/>
          <w:lang w:bidi="fa-IR"/>
        </w:rPr>
        <w:t>13</w:t>
      </w:r>
      <w:r w:rsidR="00C003D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مقلادالنّجاح خلاصه کتاب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شده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003DB">
      <w:pPr>
        <w:pStyle w:val="libNormal"/>
        <w:rPr>
          <w:rtl/>
          <w:lang w:bidi="fa-IR"/>
        </w:rPr>
      </w:pPr>
      <w:r>
        <w:rPr>
          <w:rtl/>
          <w:lang w:bidi="fa-IR"/>
        </w:rPr>
        <w:t>14</w:t>
      </w:r>
      <w:r w:rsidR="00C003D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خلاصه جلد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</w:t>
      </w:r>
      <w:r>
        <w:rPr>
          <w:rtl/>
          <w:lang w:bidi="fa-IR"/>
        </w:rPr>
        <w:t xml:space="preserve"> بحار الانوار علامه مجلس</w:t>
      </w:r>
      <w:r>
        <w:rPr>
          <w:rFonts w:hint="cs"/>
          <w:rtl/>
          <w:lang w:bidi="fa-IR"/>
        </w:rPr>
        <w:t>ی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003DB">
      <w:pPr>
        <w:pStyle w:val="libNormal"/>
        <w:rPr>
          <w:rtl/>
          <w:lang w:bidi="fa-IR"/>
        </w:rPr>
      </w:pPr>
      <w:r>
        <w:rPr>
          <w:rtl/>
          <w:lang w:bidi="fa-IR"/>
        </w:rPr>
        <w:t>15</w:t>
      </w:r>
      <w:r w:rsidR="00C003D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شرح کلمات قصار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6E4117" w:rsidRPr="006E411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که در آخر نهج البلاغه آمده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003DB">
      <w:pPr>
        <w:pStyle w:val="libNormal"/>
        <w:rPr>
          <w:rtl/>
          <w:lang w:bidi="fa-IR"/>
        </w:rPr>
      </w:pPr>
      <w:r>
        <w:rPr>
          <w:rtl/>
          <w:lang w:bidi="fa-IR"/>
        </w:rPr>
        <w:t>16</w:t>
      </w:r>
      <w:r w:rsidR="00C003DB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کتاب مختصر شما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ترمذ</w:t>
      </w:r>
      <w:r>
        <w:rPr>
          <w:rFonts w:hint="cs"/>
          <w:rtl/>
          <w:lang w:bidi="fa-IR"/>
        </w:rPr>
        <w:t>ی</w:t>
      </w:r>
    </w:p>
    <w:p w:rsidR="00C003DB" w:rsidRDefault="00C003DB" w:rsidP="00C003DB">
      <w:pPr>
        <w:pStyle w:val="libNormal"/>
        <w:rPr>
          <w:rtl/>
          <w:lang w:bidi="fa-IR"/>
        </w:rPr>
      </w:pPr>
    </w:p>
    <w:p w:rsidR="00C003DB" w:rsidRDefault="00C003DB" w:rsidP="00C003DB">
      <w:pPr>
        <w:pStyle w:val="libNormal"/>
        <w:rPr>
          <w:rtl/>
          <w:lang w:bidi="fa-IR"/>
        </w:rPr>
      </w:pPr>
      <w:r>
        <w:rPr>
          <w:rtl/>
          <w:lang w:bidi="fa-IR"/>
        </w:rPr>
        <w:t>17</w:t>
      </w:r>
      <w:r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قوّه الباصره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الحجج الطّاهره</w:t>
      </w:r>
    </w:p>
    <w:p w:rsidR="00C003DB" w:rsidRDefault="00C003DB" w:rsidP="00C003DB">
      <w:pPr>
        <w:pStyle w:val="libNormal"/>
        <w:rPr>
          <w:rtl/>
          <w:lang w:bidi="fa-IR"/>
        </w:rPr>
      </w:pPr>
    </w:p>
    <w:p w:rsidR="00C83F61" w:rsidRPr="00C003DB" w:rsidRDefault="00C003DB" w:rsidP="00C003DB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C83F61" w:rsidRDefault="00C83F61" w:rsidP="00C003DB">
      <w:pPr>
        <w:pStyle w:val="libFootnote0"/>
        <w:rPr>
          <w:rtl/>
          <w:lang w:bidi="fa-IR"/>
        </w:rPr>
      </w:pPr>
      <w:r>
        <w:rPr>
          <w:rtl/>
          <w:lang w:bidi="fa-IR"/>
        </w:rPr>
        <w:t>1-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اخلاص، ص 28.</w:t>
      </w:r>
    </w:p>
    <w:p w:rsidR="00C83F61" w:rsidRDefault="00C003DB" w:rsidP="00C003DB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C003DB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بخش</w:t>
      </w:r>
      <w:r>
        <w:rPr>
          <w:rtl/>
          <w:lang w:bidi="fa-IR"/>
        </w:rPr>
        <w:t xml:space="preserve"> سوم:</w:t>
      </w:r>
    </w:p>
    <w:p w:rsidR="00C83F61" w:rsidRDefault="00C83F61" w:rsidP="00C003D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بخش</w:t>
      </w:r>
      <w:r>
        <w:rPr>
          <w:rtl/>
          <w:lang w:bidi="fa-IR"/>
        </w:rPr>
        <w:t xml:space="preserve"> سوم از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فات</w:t>
      </w:r>
      <w:r>
        <w:rPr>
          <w:rtl/>
          <w:lang w:bidi="fa-IR"/>
        </w:rPr>
        <w:t xml:space="preserve">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کتاب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ناتمام مانده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تکم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آن ها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آثار عبارتند از: 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افه</w:t>
      </w:r>
      <w:r>
        <w:rPr>
          <w:rtl/>
          <w:lang w:bidi="fa-IR"/>
        </w:rPr>
        <w:t xml:space="preserve"> الاخوان، صحائف النّور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عمل الا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والسّنه و الشّهور،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العقب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مثالب أعداء الزهرا </w:t>
      </w:r>
      <w:r w:rsidR="00C003DB" w:rsidRPr="00C003DB">
        <w:rPr>
          <w:rStyle w:val="libAlaemChar"/>
          <w:rFonts w:eastAsiaTheme="minorHAnsi"/>
          <w:rtl/>
        </w:rPr>
        <w:t>عليها‌السلام</w:t>
      </w:r>
      <w:r w:rsidR="00C003D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مسل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المصائب بعقدالأب و ال</w:t>
      </w:r>
      <w:r>
        <w:rPr>
          <w:rFonts w:hint="eastAsia"/>
          <w:rtl/>
          <w:lang w:bidi="fa-IR"/>
        </w:rPr>
        <w:t>أعزّه</w:t>
      </w:r>
      <w:r>
        <w:rPr>
          <w:rtl/>
          <w:lang w:bidi="fa-IR"/>
        </w:rPr>
        <w:t xml:space="preserve"> و الأحباب، الآ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الب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نات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أخبار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6E4117" w:rsidRPr="006E411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عن الملاحم و الغائبات، شرح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سجاد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المرام، شرح کتاب چهل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ث،</w:t>
      </w:r>
      <w:r>
        <w:rPr>
          <w:rtl/>
          <w:lang w:bidi="fa-IR"/>
        </w:rPr>
        <w:t xml:space="preserve"> ترجمه زادالمعاد علامه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ترجمه تحفه الزّائر علامه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C83F61" w:rsidRDefault="00C003DB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C003DB">
      <w:pPr>
        <w:pStyle w:val="Heading1"/>
        <w:rPr>
          <w:rtl/>
          <w:lang w:bidi="fa-IR"/>
        </w:rPr>
      </w:pPr>
      <w:bookmarkStart w:id="15" w:name="_Toc530811109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سوم: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bookmarkEnd w:id="15"/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C83F61" w:rsidRDefault="00C83F61" w:rsidP="00E35AF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چشم گشود و خود را شناخت، خودساز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سرلوحه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قرار داد و در کسب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اخلاق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همّت گماشت.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ارزشمند رسول اکرم </w:t>
      </w:r>
      <w:r w:rsidR="00E35AFD" w:rsidRPr="00E35AFD">
        <w:rPr>
          <w:rStyle w:val="libAlaemChar"/>
          <w:rFonts w:eastAsiaTheme="minorHAnsi"/>
          <w:rtl/>
        </w:rPr>
        <w:t>صلى‌الله‌عليه‌وآله‌وسلم</w:t>
      </w:r>
      <w:r w:rsidR="00E35AFD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را سرمشق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قرار داد که فرمود: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«بُعِثْتُ</w:t>
      </w:r>
      <w:r>
        <w:rPr>
          <w:rtl/>
          <w:lang w:bidi="fa-IR"/>
        </w:rPr>
        <w:t xml:space="preserve"> لِاُتِمِّمَ مَکارِمَ الْاَخْلاق؛ برانگ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شدم تا مکارم اخلاق را کامل کنم».</w:t>
      </w:r>
    </w:p>
    <w:p w:rsidR="00C83F61" w:rsidRDefault="00E35AFD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E35AFD">
      <w:pPr>
        <w:pStyle w:val="Heading2"/>
        <w:rPr>
          <w:rtl/>
        </w:rPr>
      </w:pPr>
      <w:bookmarkStart w:id="16" w:name="_Toc530811110"/>
      <w:r>
        <w:rPr>
          <w:rFonts w:hint="eastAsia"/>
          <w:rtl/>
        </w:rPr>
        <w:t>زهد</w:t>
      </w:r>
      <w:r>
        <w:rPr>
          <w:rtl/>
        </w:rPr>
        <w:t xml:space="preserve"> و پارسا</w:t>
      </w:r>
      <w:r>
        <w:rPr>
          <w:rFonts w:hint="cs"/>
          <w:rtl/>
        </w:rPr>
        <w:t>یی</w:t>
      </w:r>
      <w:bookmarkEnd w:id="16"/>
    </w:p>
    <w:p w:rsidR="00C83F61" w:rsidRDefault="00C83F61" w:rsidP="00E35AF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ساده و از حدّ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اهل علم 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 بود. لباسش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کرباس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معطر و 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بود.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در فکر لباس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مرغوب نبود. فرش خانه اش 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بود.از سهم امام استفاده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من اهل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ندارم از آن استفاده کنم.</w:t>
      </w:r>
      <w:r>
        <w:rPr>
          <w:rtl/>
          <w:lang w:bidi="fa-IR"/>
        </w:rPr>
        <w:cr/>
      </w:r>
      <w:r>
        <w:rPr>
          <w:rFonts w:hint="eastAsia"/>
          <w:rtl/>
          <w:lang w:bidi="fa-IR"/>
        </w:rPr>
        <w:t>«روز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نجف اشرف دو زن محترمه که در بمبئ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سکونت داشتند، حضور آن مرحوم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رسند و تقاضا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که هر ماه مبلغ 75 روپ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کنند که از لحاظ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رفاه باشند. در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مخارج ماهانه خانواده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پنجاه روپ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تجاوز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از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</w:t>
      </w:r>
      <w:r>
        <w:rPr>
          <w:rtl/>
          <w:lang w:bidi="fa-IR"/>
        </w:rPr>
        <w:t xml:space="preserve"> آن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محسن محدث زاده، فرزند کوچک آن مرحوم اصرار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تا بپذ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قبول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آنگاه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رو به فرزند کرده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مقدار هم که الآن خرج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دانم فردا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چگونه جواب خدا و امام زمان عجل الله ت</w:t>
      </w:r>
      <w:r>
        <w:rPr>
          <w:rFonts w:hint="eastAsia"/>
          <w:rtl/>
          <w:lang w:bidi="fa-IR"/>
        </w:rPr>
        <w:t>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فرجه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را بدهم. در جواب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مقدار هم معطّل هستم. چگونه بارم را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 کنم؟»</w:t>
      </w:r>
      <w:r w:rsidRPr="00E35AFD">
        <w:rPr>
          <w:rStyle w:val="libFootnotenumChar"/>
          <w:rtl/>
        </w:rPr>
        <w:t>(1)</w:t>
      </w:r>
    </w:p>
    <w:p w:rsidR="00C83F61" w:rsidRDefault="00E35AFD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E35AFD">
      <w:pPr>
        <w:pStyle w:val="Heading2"/>
        <w:rPr>
          <w:rtl/>
        </w:rPr>
      </w:pPr>
      <w:bookmarkStart w:id="17" w:name="_Toc530811111"/>
      <w:r>
        <w:rPr>
          <w:rFonts w:hint="eastAsia"/>
          <w:rtl/>
        </w:rPr>
        <w:t>ساده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bookmarkEnd w:id="17"/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محدث زاده از قول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رضا سراج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مدرسه مرو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تهران طلبه بودم،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پدرم (حاج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عباس) آمد و به من فرمود: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رضا، آفتابه ات را به من بده. بعد عبا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به من دادند و آفتابه را بردند.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برگشتند،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ام. گفتند فلان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 معطّل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من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مزاح کردم و گفتم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آفتابه من را ببر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بفروش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فرمودند: آخر عبا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شما بود. گفتم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حساب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آفتابه من دو سه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</w:t>
      </w:r>
      <w:r>
        <w:rPr>
          <w:rtl/>
          <w:lang w:bidi="fa-IR"/>
        </w:rPr>
        <w:t xml:space="preserve"> است و 12 تومان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دارد،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3 تومان هم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ارزد.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فرمود: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رضا، خوب بود که آدم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در تمام عمر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عبا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حسابش در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سبک تر باشد».</w:t>
      </w:r>
      <w:r w:rsidRPr="00E35AFD">
        <w:rPr>
          <w:rStyle w:val="libFootnotenumChar"/>
          <w:rtl/>
        </w:rPr>
        <w:t>(2)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ساده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و سبک بودن حساب آخرت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</w:t>
      </w:r>
    </w:p>
    <w:p w:rsidR="00C83F61" w:rsidRDefault="00E35AFD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E35AFD">
      <w:pPr>
        <w:pStyle w:val="Heading2"/>
        <w:rPr>
          <w:rtl/>
        </w:rPr>
      </w:pPr>
      <w:bookmarkStart w:id="18" w:name="_Toc530811112"/>
      <w:r>
        <w:rPr>
          <w:rFonts w:hint="eastAsia"/>
          <w:rtl/>
        </w:rPr>
        <w:t>فروتن</w:t>
      </w:r>
      <w:r>
        <w:rPr>
          <w:rFonts w:hint="cs"/>
          <w:rtl/>
        </w:rPr>
        <w:t>ی</w:t>
      </w:r>
      <w:bookmarkEnd w:id="18"/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محدث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برابر اهل علم و علما،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اهل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و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بودند، تواضع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داشت و در مقابل آنان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خود را بر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مقدّم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دانست. به هر مجلس و محفل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وارد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 از همه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نشست.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ستود، خواهش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 xml:space="preserve"> که ادامه ندهد. در خانه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انجام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خواست که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دهد. اگر به او محبّت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سپاسگزار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</w:p>
    <w:p w:rsidR="00C83F61" w:rsidRPr="00E35AFD" w:rsidRDefault="00E35AFD" w:rsidP="00E35AF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C83F61" w:rsidRDefault="00C83F61" w:rsidP="00E35AFD">
      <w:pPr>
        <w:pStyle w:val="libFootnote0"/>
        <w:rPr>
          <w:rtl/>
          <w:lang w:bidi="fa-IR"/>
        </w:rPr>
      </w:pPr>
      <w:r>
        <w:rPr>
          <w:rtl/>
          <w:lang w:bidi="fa-IR"/>
        </w:rPr>
        <w:t>1-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اخلاص، ص 45.</w:t>
      </w:r>
    </w:p>
    <w:p w:rsidR="00C83F61" w:rsidRDefault="00C83F61" w:rsidP="00E35AFD">
      <w:pPr>
        <w:pStyle w:val="libFootnote0"/>
        <w:rPr>
          <w:rtl/>
          <w:lang w:bidi="fa-IR"/>
        </w:rPr>
      </w:pPr>
      <w:r>
        <w:rPr>
          <w:rtl/>
          <w:lang w:bidi="fa-IR"/>
        </w:rPr>
        <w:t>2-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اخلاص، ص 118.</w:t>
      </w:r>
    </w:p>
    <w:p w:rsidR="00C83F61" w:rsidRDefault="00E35AFD" w:rsidP="00E35AFD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83F61">
        <w:rPr>
          <w:rFonts w:hint="eastAsia"/>
          <w:rtl/>
          <w:lang w:bidi="fa-IR"/>
        </w:rPr>
        <w:lastRenderedPageBreak/>
        <w:t>برا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فرزند بزرگش نقل کرده بود: «وقت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کتاب منازل الآخره را تأل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ف</w:t>
      </w:r>
      <w:r w:rsidR="00C83F61">
        <w:rPr>
          <w:rtl/>
          <w:lang w:bidi="fa-IR"/>
        </w:rPr>
        <w:t xml:space="preserve"> و چاپ کردم و به قم رس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د،</w:t>
      </w:r>
      <w:r w:rsidR="00C83F61">
        <w:rPr>
          <w:rtl/>
          <w:lang w:bidi="fa-IR"/>
        </w:rPr>
        <w:t xml:space="preserve"> به دست ش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خ</w:t>
      </w:r>
      <w:r w:rsidR="00C83F61">
        <w:rPr>
          <w:rtl/>
          <w:lang w:bidi="fa-IR"/>
        </w:rPr>
        <w:t xml:space="preserve"> عبدالرّزاق مسئله گو که هم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شه</w:t>
      </w:r>
      <w:r w:rsidR="00C83F61">
        <w:rPr>
          <w:rtl/>
          <w:lang w:bidi="fa-IR"/>
        </w:rPr>
        <w:t xml:space="preserve"> قبل از ظهر در صحن مطهر حضرت معصومه </w:t>
      </w:r>
      <w:r w:rsidRPr="00E35AFD">
        <w:rPr>
          <w:rStyle w:val="libAlaemChar"/>
          <w:rFonts w:eastAsiaTheme="minorHAnsi"/>
          <w:rtl/>
        </w:rPr>
        <w:t>عليها‌السلام</w:t>
      </w:r>
      <w:r w:rsidR="00C83F61">
        <w:rPr>
          <w:rtl/>
          <w:lang w:bidi="fa-IR"/>
        </w:rPr>
        <w:t xml:space="preserve"> مسئله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گفت افتاد. مرحوم پدرم (کربلا</w:t>
      </w:r>
      <w:r w:rsidR="00C83F61">
        <w:rPr>
          <w:rFonts w:hint="cs"/>
          <w:rtl/>
          <w:lang w:bidi="fa-IR"/>
        </w:rPr>
        <w:t>یی</w:t>
      </w:r>
      <w:r w:rsidR="00C83F61">
        <w:rPr>
          <w:rtl/>
          <w:lang w:bidi="fa-IR"/>
        </w:rPr>
        <w:t xml:space="preserve"> محمدرضا) از علاقه مندان ش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خ</w:t>
      </w:r>
      <w:r w:rsidR="00C83F61">
        <w:rPr>
          <w:rtl/>
          <w:lang w:bidi="fa-IR"/>
        </w:rPr>
        <w:t xml:space="preserve"> عبدالرزاق بو</w:t>
      </w:r>
      <w:r w:rsidR="00C83F61">
        <w:rPr>
          <w:rFonts w:hint="eastAsia"/>
          <w:rtl/>
          <w:lang w:bidi="fa-IR"/>
        </w:rPr>
        <w:t>د</w:t>
      </w:r>
      <w:r w:rsidR="00C83F61">
        <w:rPr>
          <w:rtl/>
          <w:lang w:bidi="fa-IR"/>
        </w:rPr>
        <w:t xml:space="preserve"> و هر روز در مجلس او حاضر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شد. 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ک</w:t>
      </w:r>
      <w:r w:rsidR="00C83F61">
        <w:rPr>
          <w:rtl/>
          <w:lang w:bidi="fa-IR"/>
        </w:rPr>
        <w:t xml:space="preserve"> روز پدرم به خانه آمد و گفت: ش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خ</w:t>
      </w:r>
      <w:r w:rsidR="00C83F61">
        <w:rPr>
          <w:rtl/>
          <w:lang w:bidi="fa-IR"/>
        </w:rPr>
        <w:t xml:space="preserve"> عباس، کاش مثل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مسئله گو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شد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و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توانست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به منبر برو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و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کتاب (منازل الآخره) را که امروز برا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ما خواند بخوان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>. من چند بار خواستم بگو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م</w:t>
      </w:r>
      <w:r w:rsidR="00C83F61">
        <w:rPr>
          <w:rtl/>
          <w:lang w:bidi="fa-IR"/>
        </w:rPr>
        <w:t xml:space="preserve"> آن کتاب از آثار و تأل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فات</w:t>
      </w:r>
      <w:r w:rsidR="00C83F61">
        <w:rPr>
          <w:rtl/>
          <w:lang w:bidi="fa-IR"/>
        </w:rPr>
        <w:t xml:space="preserve"> من است، اما هر با</w:t>
      </w:r>
      <w:r w:rsidR="00C83F61">
        <w:rPr>
          <w:rFonts w:hint="eastAsia"/>
          <w:rtl/>
          <w:lang w:bidi="fa-IR"/>
        </w:rPr>
        <w:t>ر</w:t>
      </w:r>
      <w:r w:rsidR="00C83F61">
        <w:rPr>
          <w:rtl/>
          <w:lang w:bidi="fa-IR"/>
        </w:rPr>
        <w:t xml:space="preserve"> خوددار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کردم و چ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ز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نگفتم. فقط عرض کردم دعا بفرما</w:t>
      </w:r>
      <w:r w:rsidR="00C83F61">
        <w:rPr>
          <w:rFonts w:hint="cs"/>
          <w:rtl/>
          <w:lang w:bidi="fa-IR"/>
        </w:rPr>
        <w:t>یی</w:t>
      </w:r>
      <w:r w:rsidR="00C83F61">
        <w:rPr>
          <w:rFonts w:hint="eastAsia"/>
          <w:rtl/>
          <w:lang w:bidi="fa-IR"/>
        </w:rPr>
        <w:t>د</w:t>
      </w:r>
      <w:r w:rsidR="00C83F61">
        <w:rPr>
          <w:rtl/>
          <w:lang w:bidi="fa-IR"/>
        </w:rPr>
        <w:t xml:space="preserve"> خداوند توف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ق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مرحمت فرما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د»</w:t>
      </w:r>
      <w:r w:rsidR="00C83F61">
        <w:rPr>
          <w:rtl/>
          <w:lang w:bidi="fa-IR"/>
        </w:rPr>
        <w:t>.</w:t>
      </w:r>
      <w:r w:rsidR="00C83F61" w:rsidRPr="00E35AFD">
        <w:rPr>
          <w:rStyle w:val="libFootnotenumChar"/>
          <w:rtl/>
        </w:rPr>
        <w:t>(1)</w:t>
      </w:r>
      <w:r>
        <w:rPr>
          <w:rtl/>
          <w:lang w:bidi="fa-IR"/>
        </w:rPr>
        <w:t xml:space="preserve"> </w:t>
      </w:r>
    </w:p>
    <w:p w:rsidR="00E35AFD" w:rsidRDefault="00E35AFD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E35AFD">
      <w:pPr>
        <w:pStyle w:val="Heading2"/>
        <w:rPr>
          <w:rtl/>
        </w:rPr>
      </w:pPr>
      <w:bookmarkStart w:id="19" w:name="_Toc530811113"/>
      <w:r>
        <w:rPr>
          <w:rFonts w:hint="eastAsia"/>
          <w:rtl/>
        </w:rPr>
        <w:t>وارستگ</w:t>
      </w:r>
      <w:r>
        <w:rPr>
          <w:rFonts w:hint="cs"/>
          <w:rtl/>
        </w:rPr>
        <w:t>ی</w:t>
      </w:r>
      <w:r>
        <w:rPr>
          <w:rtl/>
        </w:rPr>
        <w:t xml:space="preserve"> و عزت نفس</w:t>
      </w:r>
      <w:bookmarkEnd w:id="19"/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محدث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وارستگ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عزت نفس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برخوردار بود.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محدث زاده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«پدرم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عبدالغفار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محترم نجف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گفتند: سابقا من (محدث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مراقب چشم و گوش و زبانم بودم. چشم و گوشم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حالا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از ج</w:t>
      </w:r>
      <w:r>
        <w:rPr>
          <w:rFonts w:hint="eastAsia"/>
          <w:rtl/>
          <w:lang w:bidi="fa-IR"/>
        </w:rPr>
        <w:t>مله</w:t>
      </w:r>
      <w:r>
        <w:rPr>
          <w:rtl/>
          <w:lang w:bidi="fa-IR"/>
        </w:rPr>
        <w:t xml:space="preserve">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پنج شنبه، طرف صبح به اتفاق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به قبرستان 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السلام نجف 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وار</w:t>
      </w:r>
      <w:r>
        <w:rPr>
          <w:rtl/>
          <w:lang w:bidi="fa-IR"/>
        </w:rPr>
        <w:t xml:space="preserve"> پشت قبرستان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قبرستان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مثل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داغ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از همراهم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شما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گفت: نه، گفتم: من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داخل قبرستان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قبرها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جنازه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دارند دفن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آن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ناله از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مرده است. معلوم شد آن شخص از</w:t>
      </w:r>
    </w:p>
    <w:p w:rsidR="00C83F61" w:rsidRPr="00E35AFD" w:rsidRDefault="00E35AFD" w:rsidP="00E35AF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C83F61" w:rsidRDefault="00C83F61" w:rsidP="00E35AFD">
      <w:pPr>
        <w:pStyle w:val="libFootnote0"/>
        <w:rPr>
          <w:rtl/>
          <w:lang w:bidi="fa-IR"/>
        </w:rPr>
      </w:pPr>
      <w:r>
        <w:rPr>
          <w:rtl/>
          <w:lang w:bidi="fa-IR"/>
        </w:rPr>
        <w:t>1-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مرد تقوا و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لت،</w:t>
      </w:r>
      <w:r>
        <w:rPr>
          <w:rtl/>
          <w:lang w:bidi="fa-IR"/>
        </w:rPr>
        <w:t xml:space="preserve"> ص 48.</w:t>
      </w:r>
    </w:p>
    <w:p w:rsidR="00C83F61" w:rsidRDefault="00E35AFD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83F61">
        <w:rPr>
          <w:rFonts w:hint="eastAsia"/>
          <w:rtl/>
          <w:lang w:bidi="fa-IR"/>
        </w:rPr>
        <w:lastRenderedPageBreak/>
        <w:t>افراد</w:t>
      </w:r>
      <w:r w:rsidR="00C83F61">
        <w:rPr>
          <w:rtl/>
          <w:lang w:bidi="fa-IR"/>
        </w:rPr>
        <w:t xml:space="preserve"> شرور نجف بوده است. تا آخر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لحظه که جنازه را دفن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کردند، آن صدا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آمد. سپس محدث قم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فرمود: آن وقت ها ما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جور صداها را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شن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م</w:t>
      </w:r>
      <w:r w:rsidR="00C83F61">
        <w:rPr>
          <w:rtl/>
          <w:lang w:bidi="fa-IR"/>
        </w:rPr>
        <w:t xml:space="preserve"> و حالا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طور ن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ستم</w:t>
      </w:r>
      <w:r w:rsidR="00C83F61">
        <w:rPr>
          <w:rtl/>
          <w:lang w:bidi="fa-IR"/>
        </w:rPr>
        <w:t xml:space="preserve"> و بر وضع خودشان اظهار تأسف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کردند».</w:t>
      </w:r>
      <w:r w:rsidR="00C83F61" w:rsidRPr="00E35AFD">
        <w:rPr>
          <w:rStyle w:val="libFootnotenumChar"/>
          <w:rtl/>
        </w:rPr>
        <w:t>(1)</w:t>
      </w:r>
    </w:p>
    <w:p w:rsidR="00C83F61" w:rsidRDefault="00E35AFD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E35AFD">
      <w:pPr>
        <w:pStyle w:val="Heading2"/>
        <w:rPr>
          <w:rtl/>
        </w:rPr>
      </w:pPr>
      <w:bookmarkStart w:id="20" w:name="_Toc530811114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اخلاص</w:t>
      </w:r>
      <w:bookmarkEnd w:id="20"/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محدث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اخلاص بود. اگر کوچک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شبهه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دلش رخنه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قدمش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وسوسه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قلبش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لرزاند، بدون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تأمل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دانشمندان معاصر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«من از همان اوقات که به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مقدمات اشتغال داشتم، نام </w:t>
      </w:r>
      <w:r>
        <w:rPr>
          <w:rFonts w:hint="eastAsia"/>
          <w:rtl/>
          <w:lang w:bidi="fa-IR"/>
        </w:rPr>
        <w:t>محدث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مشهد مشرّف شدم،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مغتنم شمردم. چند 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دانشمند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معاشرت داشتم و از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مراتب علم و عمل و پارسا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آشنا شدم، روز به روز بر ارادتم افزوده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eastAsia"/>
          <w:rtl/>
          <w:lang w:bidi="fa-IR"/>
        </w:rPr>
        <w:t>ماه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رمضان با چند تن از دوستان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خواهش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در مسجد گوهرشاد اقامه جماعت را بر علاقه مندان منّت نهند. با اصرار و پافشار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خواهش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رفته</w:t>
      </w:r>
      <w:r>
        <w:rPr>
          <w:rtl/>
          <w:lang w:bidi="fa-IR"/>
        </w:rPr>
        <w:t xml:space="preserve"> شد و چند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ظهر و عصر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شبستان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جا اقامه شد و بر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جماعت روز به روز افزوده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هنوز</w:t>
      </w:r>
      <w:r>
        <w:rPr>
          <w:rtl/>
          <w:lang w:bidi="fa-IR"/>
        </w:rPr>
        <w:t xml:space="preserve"> به ده روز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اطلاع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 xml:space="preserve"> و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فوق العاده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پس از اتمام نماز ظهر، به من که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بودم گفتند: شما نماز عصر را بخوان.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رفتند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آن سال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جماعت</w:t>
      </w:r>
    </w:p>
    <w:p w:rsidR="00C83F61" w:rsidRPr="00E35AFD" w:rsidRDefault="00E35AFD" w:rsidP="00E35AF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C83F61" w:rsidRDefault="00C83F61" w:rsidP="00E35AFD">
      <w:pPr>
        <w:pStyle w:val="libFootnote0"/>
        <w:rPr>
          <w:rtl/>
          <w:lang w:bidi="fa-IR"/>
        </w:rPr>
      </w:pPr>
      <w:r>
        <w:rPr>
          <w:rtl/>
          <w:lang w:bidi="fa-IR"/>
        </w:rPr>
        <w:t>1- مفاخر اسلام، ج 11، ص 121.</w:t>
      </w:r>
    </w:p>
    <w:p w:rsidR="00C83F61" w:rsidRDefault="00E35AFD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83F61">
        <w:rPr>
          <w:rFonts w:hint="eastAsia"/>
          <w:rtl/>
          <w:lang w:bidi="fa-IR"/>
        </w:rPr>
        <w:lastRenderedPageBreak/>
        <w:t>ن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امدند</w:t>
      </w:r>
      <w:r w:rsidR="00C83F61">
        <w:rPr>
          <w:rtl/>
          <w:lang w:bidi="fa-IR"/>
        </w:rPr>
        <w:t>. در موقع ملاقات و سؤال از علت ترک نماز جماعت گفتند: حق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قت</w:t>
      </w:r>
      <w:r w:rsidR="00C83F61">
        <w:rPr>
          <w:rtl/>
          <w:lang w:bidi="fa-IR"/>
        </w:rPr>
        <w:t xml:space="preserve">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است که در رکوع چهارم نماز ظهر متوجه شدم که صدا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اقتدا کنندگان که پشت سر من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گو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ند</w:t>
      </w:r>
      <w:r w:rsidR="00C83F61">
        <w:rPr>
          <w:rtl/>
          <w:lang w:bidi="fa-IR"/>
        </w:rPr>
        <w:t>: (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</w:t>
      </w:r>
      <w:r w:rsidR="00C83F61">
        <w:rPr>
          <w:rtl/>
          <w:lang w:bidi="fa-IR"/>
        </w:rPr>
        <w:t xml:space="preserve"> الله 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</w:t>
      </w:r>
      <w:r w:rsidR="00C83F61">
        <w:rPr>
          <w:rtl/>
          <w:lang w:bidi="fa-IR"/>
        </w:rPr>
        <w:t xml:space="preserve"> الله اِنَّ الله مع الصّابر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>) از محل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بس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ار</w:t>
      </w:r>
      <w:r w:rsidR="00C83F61">
        <w:rPr>
          <w:rtl/>
          <w:lang w:bidi="fa-IR"/>
        </w:rPr>
        <w:t xml:space="preserve"> دور به گوش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رسد.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ن،</w:t>
      </w:r>
      <w:r w:rsidR="00C83F61">
        <w:rPr>
          <w:rtl/>
          <w:lang w:bidi="fa-IR"/>
        </w:rPr>
        <w:t xml:space="preserve"> توجه مرا به ز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اد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جمع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ت</w:t>
      </w:r>
      <w:r w:rsidR="00C83F61">
        <w:rPr>
          <w:rtl/>
          <w:lang w:bidi="fa-IR"/>
        </w:rPr>
        <w:t xml:space="preserve"> متوجه کرد و در من شاد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و فرح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تول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</w:t>
      </w:r>
      <w:r w:rsidR="00C83F61">
        <w:rPr>
          <w:rtl/>
          <w:lang w:bidi="fa-IR"/>
        </w:rPr>
        <w:t xml:space="preserve"> کرد. خلاصه خوشم آمد که جمع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ت</w:t>
      </w:r>
      <w:r w:rsidR="00C83F61">
        <w:rPr>
          <w:rtl/>
          <w:lang w:bidi="fa-IR"/>
        </w:rPr>
        <w:t xml:space="preserve">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اندازه است. بنابرا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ن،</w:t>
      </w:r>
      <w:r w:rsidR="00C83F61">
        <w:rPr>
          <w:rtl/>
          <w:lang w:bidi="fa-IR"/>
        </w:rPr>
        <w:t xml:space="preserve"> من برا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امامت جماعت آن جا اهل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ت</w:t>
      </w:r>
      <w:r w:rsidR="00C83F61">
        <w:rPr>
          <w:rtl/>
          <w:lang w:bidi="fa-IR"/>
        </w:rPr>
        <w:t xml:space="preserve"> ندارم».</w:t>
      </w:r>
      <w:r w:rsidR="00C83F61" w:rsidRPr="00E35AFD">
        <w:rPr>
          <w:rStyle w:val="libFootnotenumChar"/>
          <w:rtl/>
        </w:rPr>
        <w:t>(1)</w:t>
      </w:r>
    </w:p>
    <w:p w:rsidR="00C83F61" w:rsidRDefault="00C83F61" w:rsidP="00E35AF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اخلاق و رفتار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تنها منحصر به نماز نبود. او در شعا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دنبال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هر گاه شبهه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دلش به وجود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احساس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اخلاص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 کار را رها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گرفتن اجرت و کمک چشم پوش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«در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سال ها، مرد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مجلس شود و تعهد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مبلغ پنجاه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عراق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کند. در آن موقع هز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محدث در هر ماه سه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نار</w:t>
      </w:r>
      <w:r>
        <w:rPr>
          <w:rtl/>
          <w:lang w:bidi="fa-IR"/>
        </w:rPr>
        <w:t xml:space="preserve"> بوده است. محدث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6E4117" w:rsidRPr="006E411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روم، نه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آن وجه را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رفت»</w:t>
      </w:r>
      <w:r>
        <w:rPr>
          <w:rtl/>
          <w:lang w:bidi="fa-IR"/>
        </w:rPr>
        <w:t>.</w:t>
      </w:r>
      <w:r w:rsidRPr="00E35AFD">
        <w:rPr>
          <w:rStyle w:val="libFootnotenumChar"/>
          <w:rtl/>
        </w:rPr>
        <w:t>(2)</w:t>
      </w:r>
      <w:r>
        <w:rPr>
          <w:rtl/>
          <w:lang w:bidi="fa-IR"/>
        </w:rPr>
        <w:t xml:space="preserve"> تواضع و اخلاص محدث تا آن جا بود که در هنگام نوشتن کتاب فوائدالرضو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در باب احوال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اسلام، از خود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خود را در زمره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به شمار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 او در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همانا 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ف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احوال علماست،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 w:rsidR="00E35AFD">
        <w:rPr>
          <w:rtl/>
          <w:lang w:bidi="fa-IR"/>
        </w:rPr>
        <w:t xml:space="preserve"> که ترجمه (شرح حال) خود را</w:t>
      </w:r>
      <w:r>
        <w:rPr>
          <w:rtl/>
          <w:lang w:bidi="fa-IR"/>
        </w:rPr>
        <w:t xml:space="preserve"> که احقر و پست تر از آنم که در عدد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باشم در آن درج</w:t>
      </w:r>
    </w:p>
    <w:p w:rsidR="00C83F61" w:rsidRPr="00E35AFD" w:rsidRDefault="00E35AFD" w:rsidP="00E35AFD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C83F61" w:rsidRDefault="00C83F61" w:rsidP="00E35AFD">
      <w:pPr>
        <w:pStyle w:val="libFootnote0"/>
        <w:rPr>
          <w:rtl/>
          <w:lang w:bidi="fa-IR"/>
        </w:rPr>
      </w:pPr>
      <w:r>
        <w:rPr>
          <w:rtl/>
          <w:lang w:bidi="fa-IR"/>
        </w:rPr>
        <w:t>1-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مرد تقوا و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لت،</w:t>
      </w:r>
      <w:r>
        <w:rPr>
          <w:rtl/>
          <w:lang w:bidi="fa-IR"/>
        </w:rPr>
        <w:t xml:space="preserve"> ص 52.</w:t>
      </w:r>
    </w:p>
    <w:p w:rsidR="00C83F61" w:rsidRDefault="00C83F61" w:rsidP="00E35AFD">
      <w:pPr>
        <w:pStyle w:val="libFootnote0"/>
        <w:rPr>
          <w:rtl/>
          <w:lang w:bidi="fa-IR"/>
        </w:rPr>
      </w:pPr>
      <w:r>
        <w:rPr>
          <w:rtl/>
          <w:lang w:bidi="fa-IR"/>
        </w:rPr>
        <w:t>2-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مرد تقوا و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لت،</w:t>
      </w:r>
      <w:r>
        <w:rPr>
          <w:rtl/>
          <w:lang w:bidi="fa-IR"/>
        </w:rPr>
        <w:t xml:space="preserve"> صص 46 و 47.</w:t>
      </w:r>
    </w:p>
    <w:p w:rsidR="00C83F61" w:rsidRDefault="00C83F61" w:rsidP="00E35AFD">
      <w:pPr>
        <w:pStyle w:val="libFootnote0"/>
        <w:rPr>
          <w:rtl/>
          <w:lang w:bidi="fa-IR"/>
        </w:rPr>
      </w:pP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>:34</w:t>
      </w:r>
    </w:p>
    <w:p w:rsidR="00C83F61" w:rsidRDefault="00E35AFD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>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از ذکر نام خود صرف نظر کرده و اکتفا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به ذکر مؤلفات خود.</w:t>
      </w:r>
      <w:r w:rsidRPr="00E35AFD">
        <w:rPr>
          <w:rStyle w:val="libFootnotenumChar"/>
          <w:rtl/>
        </w:rPr>
        <w:t>(1)</w:t>
      </w:r>
    </w:p>
    <w:p w:rsidR="00C83F61" w:rsidRDefault="00E35AFD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E35AFD">
      <w:pPr>
        <w:pStyle w:val="Heading2"/>
        <w:rPr>
          <w:rtl/>
        </w:rPr>
      </w:pPr>
      <w:bookmarkStart w:id="21" w:name="_Toc530811115"/>
      <w:r>
        <w:rPr>
          <w:rFonts w:hint="eastAsia"/>
          <w:rtl/>
        </w:rPr>
        <w:t>تهجّد</w:t>
      </w:r>
      <w:r>
        <w:rPr>
          <w:rtl/>
        </w:rPr>
        <w:t xml:space="preserve"> و شب زنده دار</w:t>
      </w:r>
      <w:r>
        <w:rPr>
          <w:rFonts w:hint="cs"/>
          <w:rtl/>
        </w:rPr>
        <w:t>ی</w:t>
      </w:r>
      <w:bookmarkEnd w:id="21"/>
    </w:p>
    <w:p w:rsidR="00C83F61" w:rsidRDefault="00C83F61" w:rsidP="00DC45C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هر شب دست کم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ساعت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طلوع فجر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و مشغول نماز و تهجّد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عبادت آخر شب و قبل از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دم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و معتقد بود که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اعمال مستحب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عبادت و تهجّد است.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محدث زاده فرزند بزرگ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«تا آن جا که من به </w:t>
      </w:r>
      <w:r>
        <w:rPr>
          <w:rFonts w:hint="eastAsia"/>
          <w:rtl/>
          <w:lang w:bidi="fa-IR"/>
        </w:rPr>
        <w:t>خاطر</w:t>
      </w:r>
      <w:r>
        <w:rPr>
          <w:rtl/>
          <w:lang w:bidi="fa-IR"/>
        </w:rPr>
        <w:t xml:space="preserve"> دارم،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 شب از آن مرحوم فوت نشد.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سفرها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وضع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داشت».</w:t>
      </w:r>
      <w:r w:rsidRPr="00E35AFD">
        <w:rPr>
          <w:rStyle w:val="libFootnotenumChar"/>
          <w:rtl/>
        </w:rPr>
        <w:t xml:space="preserve">(2) </w:t>
      </w:r>
      <w:r>
        <w:rPr>
          <w:rtl/>
          <w:lang w:bidi="fa-IR"/>
        </w:rPr>
        <w:t>هم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فرزند دوم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«در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نجف اشرف اقامت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جمعه پس از نماز شب (که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آن بود و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کمتر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فوت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شد) مشغول قرائت قرآن مج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شدند. سوره مبارک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خواندند تا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به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 w:rsidR="00DC45CF" w:rsidRPr="00DC45CF">
        <w:rPr>
          <w:rStyle w:val="libAlaemChar"/>
          <w:rFonts w:hint="cs"/>
          <w:rtl/>
        </w:rPr>
        <w:t>(</w:t>
      </w:r>
      <w:r w:rsidRPr="00DC45CF">
        <w:rPr>
          <w:rStyle w:val="libAieChar"/>
          <w:rtl/>
        </w:rPr>
        <w:t>هذه جهنَّمُ الَّت</w:t>
      </w:r>
      <w:r w:rsidRPr="00DC45CF">
        <w:rPr>
          <w:rStyle w:val="libAieChar"/>
          <w:rFonts w:hint="cs"/>
          <w:rtl/>
        </w:rPr>
        <w:t>ی</w:t>
      </w:r>
      <w:r w:rsidRPr="00DC45CF">
        <w:rPr>
          <w:rStyle w:val="libAieChar"/>
          <w:rtl/>
        </w:rPr>
        <w:t xml:space="preserve"> کُنْتُمْ توعَدون</w:t>
      </w:r>
      <w:r w:rsidR="00DC45CF" w:rsidRPr="00DC45CF">
        <w:rPr>
          <w:rStyle w:val="libAlaemChar"/>
          <w:rFonts w:hint="cs"/>
          <w:rtl/>
        </w:rPr>
        <w:t>)</w:t>
      </w:r>
      <w:r>
        <w:rPr>
          <w:rtl/>
          <w:lang w:bidi="fa-IR"/>
        </w:rPr>
        <w:t xml:space="preserve">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تکرار کردند و مکرّر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گفتند: «اَعوذُ بااللّه مِنَ النّار» ؛ پناه به خدا از آتش جهنّم و چنان منقلب شدند که نتوانستند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سوره را بخوانند. به ه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حال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ماندند تا اذان صبح که شروع به خواندن نماز صبح کردند».</w:t>
      </w:r>
      <w:r w:rsidRPr="00DC45CF">
        <w:rPr>
          <w:rStyle w:val="libFootnotenumChar"/>
          <w:rtl/>
        </w:rPr>
        <w:t>(3)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قت،</w:t>
      </w:r>
      <w:r>
        <w:rPr>
          <w:rtl/>
          <w:lang w:bidi="fa-IR"/>
        </w:rPr>
        <w:t xml:space="preserve"> مرحوم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چنان عبادت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در «مفات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الجنان» شرح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 و قبل از هر کس خود معتقد به آن دعاها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ارات،</w:t>
      </w:r>
      <w:r>
        <w:rPr>
          <w:rtl/>
          <w:lang w:bidi="fa-IR"/>
        </w:rPr>
        <w:t xml:space="preserve"> تعق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بات،</w:t>
      </w:r>
      <w:r>
        <w:rPr>
          <w:rtl/>
          <w:lang w:bidi="fa-IR"/>
        </w:rPr>
        <w:t xml:space="preserve"> اوراد و اذکار و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حال عبادت بود.</w:t>
      </w:r>
    </w:p>
    <w:p w:rsidR="00C83F61" w:rsidRPr="00DC45CF" w:rsidRDefault="00DC45CF" w:rsidP="00DC45C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C83F61" w:rsidRDefault="00C83F61" w:rsidP="00DC45CF">
      <w:pPr>
        <w:pStyle w:val="libFootnote0"/>
        <w:rPr>
          <w:rtl/>
          <w:lang w:bidi="fa-IR"/>
        </w:rPr>
      </w:pPr>
      <w:r>
        <w:rPr>
          <w:rtl/>
          <w:lang w:bidi="fa-IR"/>
        </w:rPr>
        <w:t>1- عباس ابن محمدرضا، فوائد الرضو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تهران، 1367 ش، ص 4.</w:t>
      </w:r>
    </w:p>
    <w:p w:rsidR="00C83F61" w:rsidRDefault="00C83F61" w:rsidP="00DC45CF">
      <w:pPr>
        <w:pStyle w:val="libFootnote0"/>
        <w:rPr>
          <w:rtl/>
          <w:lang w:bidi="fa-IR"/>
        </w:rPr>
      </w:pPr>
      <w:r>
        <w:rPr>
          <w:rtl/>
          <w:lang w:bidi="fa-IR"/>
        </w:rPr>
        <w:t>2-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اخلاص، ص 20.</w:t>
      </w:r>
    </w:p>
    <w:p w:rsidR="00DC45CF" w:rsidRDefault="00C83F61" w:rsidP="00DC45CF">
      <w:pPr>
        <w:pStyle w:val="libFootnote0"/>
        <w:rPr>
          <w:rtl/>
          <w:lang w:bidi="fa-IR"/>
        </w:rPr>
      </w:pPr>
      <w:r>
        <w:rPr>
          <w:rtl/>
          <w:lang w:bidi="fa-IR"/>
        </w:rPr>
        <w:t>3-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مرد تقوا و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لت،</w:t>
      </w:r>
      <w:r>
        <w:rPr>
          <w:rtl/>
          <w:lang w:bidi="fa-IR"/>
        </w:rPr>
        <w:t xml:space="preserve"> صص 61 و 62 . برگرفته از کتاب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اخلاص، ص87 .</w:t>
      </w:r>
    </w:p>
    <w:p w:rsidR="00C83F61" w:rsidRDefault="00DC45CF" w:rsidP="00DC45C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DC45CF">
      <w:pPr>
        <w:pStyle w:val="Heading2"/>
        <w:rPr>
          <w:rtl/>
        </w:rPr>
      </w:pPr>
      <w:bookmarkStart w:id="22" w:name="_Toc530811116"/>
      <w:r>
        <w:rPr>
          <w:rFonts w:hint="eastAsia"/>
          <w:rtl/>
        </w:rPr>
        <w:t>نه</w:t>
      </w:r>
      <w:r>
        <w:rPr>
          <w:rFonts w:hint="cs"/>
          <w:rtl/>
        </w:rPr>
        <w:t>ی</w:t>
      </w:r>
      <w:r>
        <w:rPr>
          <w:rtl/>
        </w:rPr>
        <w:t xml:space="preserve"> از منکر</w:t>
      </w:r>
      <w:bookmarkEnd w:id="22"/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امر به معروف و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منکر سخت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 بود. در اجرا و انجام آن خود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شمرد، ملاحظه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کس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رفاقت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شناخت.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در نجف اشرف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علاقه مندان او که در انجام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کوشا بود و نسبت به او اظهار علاقه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به منزل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متوجه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که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خلاف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است.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المجلس او را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 شخص مزبور منقلب شده و از خانه خارج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 حدو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سال بعد به فرزند آن مرحوم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آن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مرحوم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مرا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حت</w:t>
      </w:r>
      <w:r>
        <w:rPr>
          <w:rtl/>
          <w:lang w:bidi="fa-IR"/>
        </w:rPr>
        <w:t xml:space="preserve"> کرد و کار خلافم را به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آورد، تاکنون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گرد آن کار نرفته ام».</w:t>
      </w:r>
      <w:r w:rsidRPr="00DC45CF">
        <w:rPr>
          <w:rStyle w:val="libFootnotenumChar"/>
          <w:rtl/>
        </w:rPr>
        <w:t>(1)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مرحوم محدث زاده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کرد: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وعاظ تهران که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متعهد و فاضل بود،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در زمان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در سفر مکه معظمه 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 و مسا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حج را از من سؤال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با او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سفر حج مراجعت نمودم، مرحوم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را در نجف اشرف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. بدون مقدمه به من </w:t>
      </w:r>
      <w:r>
        <w:rPr>
          <w:rFonts w:hint="eastAsia"/>
          <w:rtl/>
          <w:lang w:bidi="fa-IR"/>
        </w:rPr>
        <w:t>فرمودند</w:t>
      </w:r>
      <w:r>
        <w:rPr>
          <w:rtl/>
          <w:lang w:bidi="fa-IR"/>
        </w:rPr>
        <w:t>: مناسب نبود با نامحرم شوخ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متوجه شدم، حرفش را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داد و سخن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آورد».</w:t>
      </w:r>
      <w:r w:rsidRPr="00DC45CF">
        <w:rPr>
          <w:rStyle w:val="libFootnotenumChar"/>
          <w:rtl/>
        </w:rPr>
        <w:t>(2)</w:t>
      </w:r>
    </w:p>
    <w:p w:rsidR="00DC45CF" w:rsidRPr="00DC45CF" w:rsidRDefault="00DC45CF" w:rsidP="00DC45C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</w:t>
      </w:r>
    </w:p>
    <w:p w:rsidR="00DC45CF" w:rsidRDefault="00DC45CF" w:rsidP="00DC45CF">
      <w:pPr>
        <w:pStyle w:val="libFootnote0"/>
        <w:rPr>
          <w:rtl/>
          <w:lang w:bidi="fa-IR"/>
        </w:rPr>
      </w:pPr>
      <w:r>
        <w:rPr>
          <w:rtl/>
          <w:lang w:bidi="fa-IR"/>
        </w:rPr>
        <w:t>1- مفاخر اسلام، ج11، بخش اول، ص 131.</w:t>
      </w:r>
    </w:p>
    <w:p w:rsidR="00DC45CF" w:rsidRDefault="00DC45CF" w:rsidP="00DC45CF">
      <w:pPr>
        <w:pStyle w:val="libFootnote0"/>
        <w:rPr>
          <w:rtl/>
          <w:lang w:bidi="fa-IR"/>
        </w:rPr>
      </w:pPr>
      <w:r>
        <w:rPr>
          <w:rtl/>
          <w:lang w:bidi="fa-IR"/>
        </w:rPr>
        <w:t>2-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زاده و محمد 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کار</w:t>
      </w:r>
      <w:r>
        <w:rPr>
          <w:rtl/>
          <w:lang w:bidi="fa-IR"/>
        </w:rPr>
        <w:t xml:space="preserve"> با منکر، قم، انتشارات معروف، 1375، ص 118.</w:t>
      </w:r>
    </w:p>
    <w:p w:rsidR="00DC45CF" w:rsidRDefault="00DC45CF" w:rsidP="00C83F61">
      <w:pPr>
        <w:pStyle w:val="libNormal"/>
        <w:rPr>
          <w:rtl/>
          <w:lang w:bidi="fa-IR"/>
        </w:rPr>
      </w:pPr>
    </w:p>
    <w:p w:rsidR="00C83F61" w:rsidRDefault="00DC45CF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DC45CF">
      <w:pPr>
        <w:pStyle w:val="Heading2"/>
        <w:rPr>
          <w:rtl/>
        </w:rPr>
      </w:pPr>
      <w:bookmarkStart w:id="23" w:name="_Toc530811117"/>
      <w:r>
        <w:rPr>
          <w:rFonts w:hint="eastAsia"/>
          <w:rtl/>
        </w:rPr>
        <w:t>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شمردن عمر</w:t>
      </w:r>
      <w:bookmarkEnd w:id="23"/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علاقه فراوان به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مطالعه کتاب بود؛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گفت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 کتاب و قلم خلاصه شده بود.حاج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محسن محدث زاده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«مرحوم پدر ما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علاقه مند بود به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هوا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آزاد و نهر آب و درخت و سبزه داشته باشد.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 بودند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جاها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استفاده کنند و مشغول کتابت و مطالعه باشند. 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شب و روز مشغول نوشتن بود و 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نبود؛ لذا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جور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انتخاب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که هم تفرّج و تنوّع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و هم از کار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تصن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باز نمانند.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اهتمام </w:t>
      </w:r>
      <w:r>
        <w:rPr>
          <w:rFonts w:hint="eastAsia"/>
          <w:rtl/>
          <w:lang w:bidi="fa-IR"/>
        </w:rPr>
        <w:t>داشت</w:t>
      </w:r>
      <w:r>
        <w:rPr>
          <w:rtl/>
          <w:lang w:bidi="fa-IR"/>
        </w:rPr>
        <w:t xml:space="preserve"> که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عمر مبارکشان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هوده</w:t>
      </w:r>
      <w:r>
        <w:rPr>
          <w:rtl/>
          <w:lang w:bidi="fa-IR"/>
        </w:rPr>
        <w:t xml:space="preserve"> تلف نشود. اگر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واز کار نوشتن باز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ماندند،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متأثر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شدند».</w:t>
      </w:r>
      <w:r w:rsidRPr="00DC45CF">
        <w:rPr>
          <w:rStyle w:val="libFootnotenumChar"/>
          <w:rtl/>
        </w:rPr>
        <w:t>(1)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محدث زاده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هست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زمستان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نجف اشرف بودم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صبح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از اتاقشان که در طبقه بالا بود به اتاق ما که در طبقه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صرف صبحانه آمدند. ما به جهت رفع سرما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خودمان کرس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رفتند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کُرس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طبعا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چرتشان برد. من رفتم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درس. ظهر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برگشتم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مرحوم والد هنوز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اند.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من آمدم،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شدند 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چه وقت است؟ عرض کردم ظهر شده است. آن قدر متأثر شدند که فرمودند: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نصف روز من گذشت و من از آن استفاده نکردم. بعد نذر کردند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اگر از آن به بعد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کُرس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نند،</w:t>
      </w:r>
      <w:r>
        <w:rPr>
          <w:rtl/>
          <w:lang w:bidi="fa-IR"/>
        </w:rPr>
        <w:t xml:space="preserve"> دو جزء قرآن بخوانند و بعد به کارها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بپردازند. پس از</w:t>
      </w:r>
    </w:p>
    <w:p w:rsidR="00C83F61" w:rsidRPr="00DC45CF" w:rsidRDefault="00DC45CF" w:rsidP="00DC45C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</w:t>
      </w:r>
    </w:p>
    <w:p w:rsidR="00DC45CF" w:rsidRDefault="00C83F61" w:rsidP="00DC45CF">
      <w:pPr>
        <w:pStyle w:val="libFootnote0"/>
        <w:rPr>
          <w:rtl/>
          <w:lang w:bidi="fa-IR"/>
        </w:rPr>
      </w:pPr>
      <w:r>
        <w:rPr>
          <w:rtl/>
          <w:lang w:bidi="fa-IR"/>
        </w:rPr>
        <w:t>1- مفاخر اسلام، ج11، ص 113.</w:t>
      </w:r>
    </w:p>
    <w:p w:rsidR="00C83F61" w:rsidRDefault="00DC45CF" w:rsidP="00DC45C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هر وقت به اتاق ما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آوردند، هر چه اصرار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هوا سرد است،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کُرس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قبول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باعث شد نصف روز من هدر برود و من از آن استفاده نکنم».</w:t>
      </w:r>
      <w:r w:rsidRPr="00DC45CF">
        <w:rPr>
          <w:rStyle w:val="libFootnotenumChar"/>
          <w:rtl/>
        </w:rPr>
        <w:t>(1)</w:t>
      </w:r>
    </w:p>
    <w:p w:rsidR="00C83F61" w:rsidRDefault="00DC45CF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7A6255">
      <w:pPr>
        <w:pStyle w:val="Heading2"/>
        <w:rPr>
          <w:rtl/>
        </w:rPr>
      </w:pPr>
      <w:bookmarkStart w:id="24" w:name="_Toc530811118"/>
      <w:r>
        <w:rPr>
          <w:rFonts w:hint="eastAsia"/>
          <w:rtl/>
        </w:rPr>
        <w:t>بزرگداشت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DC45CF" w:rsidRPr="00DC45CF">
        <w:rPr>
          <w:rStyle w:val="libAlaemChar"/>
          <w:rFonts w:eastAsiaTheme="minorHAnsi"/>
          <w:rtl/>
        </w:rPr>
        <w:t>عليهم‌السلام</w:t>
      </w:r>
      <w:bookmarkEnd w:id="24"/>
    </w:p>
    <w:p w:rsidR="00C83F61" w:rsidRDefault="00C83F61" w:rsidP="00DC45CF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محدث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برابر ائمه اطهار </w:t>
      </w:r>
      <w:r w:rsidR="00EE5F49" w:rsidRPr="00EE5F49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و آثار و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آن ذوات مقدس،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فروتن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کرد؛ همان خضوع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برابر قرآن مج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درست مطابق مضمون سفارش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اکرم </w:t>
      </w:r>
      <w:r w:rsidR="00DC45CF" w:rsidRPr="00DC45CF">
        <w:rPr>
          <w:rStyle w:val="libAlaemChar"/>
          <w:rFonts w:eastAsiaTheme="minorHAnsi"/>
          <w:rtl/>
        </w:rPr>
        <w:t>صلى‌الله‌عليه‌وآله</w:t>
      </w:r>
      <w:r w:rsidR="00DC45CF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که امت را موظّف ساخت که قرآن و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از هم جدا نکنند تا در زند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رستگار باشند و در آخرت آمرز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شوند.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گاه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نشد که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بدون وضو و طهارت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ادداشت</w:t>
      </w:r>
      <w:r>
        <w:rPr>
          <w:rtl/>
          <w:lang w:bidi="fa-IR"/>
        </w:rPr>
        <w:t xml:space="preserve"> کند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وضو دست بر صفحه کتاب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جلد آن بگذارد.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هنگام مطالعه کتاب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دو زانو و رو به قبله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نشست. مرحوم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محدث زاده فرزند بزرگ آن مرحوم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«فراموش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نجف اشرف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صبح در حدود سال 1357 ه . ق،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 سال قبل از وفاتشان از خواب برخاستند و اظهار داشتند، امروز چشمم به شدت درد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قادر به مطالعه و نوشتن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ستم</w:t>
      </w:r>
      <w:r>
        <w:rPr>
          <w:rtl/>
          <w:lang w:bidi="fa-IR"/>
        </w:rPr>
        <w:t>. و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ناراحت به نظر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. </w:t>
      </w:r>
      <w:r>
        <w:rPr>
          <w:rFonts w:hint="eastAsia"/>
          <w:rtl/>
          <w:lang w:bidi="fa-IR"/>
        </w:rPr>
        <w:t>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زبان حالشان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خاندان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صلوات الله و سلامه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مرا از خانه شان طرد کرده باشند. آن مرحوم عادت داشت که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را با تأثّر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... در آن اوقات مشغول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بودم. رفتم به درس و ظهر که به خانه برگشتم،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</w:p>
    <w:p w:rsidR="00C83F61" w:rsidRPr="00DC45CF" w:rsidRDefault="00DC45CF" w:rsidP="00DC45CF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C83F61" w:rsidRDefault="00C83F61" w:rsidP="00DC45CF">
      <w:pPr>
        <w:pStyle w:val="libFootnote0"/>
        <w:rPr>
          <w:rtl/>
          <w:lang w:bidi="fa-IR"/>
        </w:rPr>
      </w:pPr>
      <w:r>
        <w:rPr>
          <w:rtl/>
          <w:lang w:bidi="fa-IR"/>
        </w:rPr>
        <w:t>1- مفاخر اسلام، ج11، ص 113.</w:t>
      </w:r>
    </w:p>
    <w:p w:rsidR="00C83F61" w:rsidRDefault="00DC45CF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83F61">
        <w:rPr>
          <w:rFonts w:hint="eastAsia"/>
          <w:rtl/>
          <w:lang w:bidi="fa-IR"/>
        </w:rPr>
        <w:lastRenderedPageBreak/>
        <w:t>مشغول</w:t>
      </w:r>
      <w:r w:rsidR="00C83F61">
        <w:rPr>
          <w:rtl/>
          <w:lang w:bidi="fa-IR"/>
        </w:rPr>
        <w:t xml:space="preserve"> نوشتن هستند. عرض کردم: درد چشمتان بهتر شد؟ فرمودند: درد به کل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مرتفع گرد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</w:t>
      </w:r>
      <w:r w:rsidR="00C83F61">
        <w:rPr>
          <w:rtl/>
          <w:lang w:bidi="fa-IR"/>
        </w:rPr>
        <w:t>. سؤال کردم: به چه معالجه فرمود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د؟</w:t>
      </w:r>
      <w:r w:rsidR="00C83F61">
        <w:rPr>
          <w:rtl/>
          <w:lang w:bidi="fa-IR"/>
        </w:rPr>
        <w:t xml:space="preserve"> فرمود: وضو ساختم و مقابل قبله نشستم و کتاب کاف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را به چشمم کش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دم،</w:t>
      </w:r>
      <w:r w:rsidR="00C83F61">
        <w:rPr>
          <w:rtl/>
          <w:lang w:bidi="fa-IR"/>
        </w:rPr>
        <w:t xml:space="preserve"> درد چشمم برطرف شد.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شان</w:t>
      </w:r>
      <w:r w:rsidR="00C83F61">
        <w:rPr>
          <w:rtl/>
          <w:lang w:bidi="fa-IR"/>
        </w:rPr>
        <w:t xml:space="preserve"> تا پا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ان</w:t>
      </w:r>
      <w:r w:rsidR="00C83F61">
        <w:rPr>
          <w:rtl/>
          <w:lang w:bidi="fa-IR"/>
        </w:rPr>
        <w:t xml:space="preserve"> عمر 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گر</w:t>
      </w:r>
      <w:r w:rsidR="00C83F61">
        <w:rPr>
          <w:rtl/>
          <w:lang w:bidi="fa-IR"/>
        </w:rPr>
        <w:t xml:space="preserve"> به درد چشم مبتلا نگرد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دند»</w:t>
      </w:r>
      <w:r w:rsidR="00C83F61">
        <w:rPr>
          <w:rtl/>
          <w:lang w:bidi="fa-IR"/>
        </w:rPr>
        <w:t>.</w:t>
      </w:r>
      <w:r w:rsidR="00C83F61" w:rsidRPr="00DC45CF">
        <w:rPr>
          <w:rStyle w:val="libFootnotenumChar"/>
          <w:rtl/>
        </w:rPr>
        <w:t>(1)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محدث زاده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«مرحوم پدرم نسبت به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خصوصا آقا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سلام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اخلاص و ارادت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داشتند. مگر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بدون وضو نام ائمه را ببرند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قلم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سند»</w:t>
      </w:r>
      <w:r>
        <w:rPr>
          <w:rtl/>
          <w:lang w:bidi="fa-IR"/>
        </w:rPr>
        <w:t>.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«در</w:t>
      </w:r>
      <w:r>
        <w:rPr>
          <w:rtl/>
          <w:lang w:bidi="fa-IR"/>
        </w:rPr>
        <w:t xml:space="preserve"> زمان اقامت در مشهد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کوچکش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محدث زاده که کودک سه ساله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دارو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جوشانده و صاف کرده مختصر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شکر در آن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 تا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اشامد</w:t>
      </w:r>
      <w:r>
        <w:rPr>
          <w:rtl/>
          <w:lang w:bidi="fa-IR"/>
        </w:rPr>
        <w:t>.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انگشت دست راست کم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را به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زنند. همسرش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صبر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قاشق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اورم</w:t>
      </w:r>
      <w:r>
        <w:rPr>
          <w:rtl/>
          <w:lang w:bidi="fa-IR"/>
        </w:rPr>
        <w:t>.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من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قصد استشفا داشتم. چون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 هزاران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از ائمه طاهر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سلام الله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اجمع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نوشته ام».</w:t>
      </w:r>
      <w:r w:rsidRPr="00DC45CF">
        <w:rPr>
          <w:rStyle w:val="libFootnotenumChar"/>
          <w:rtl/>
        </w:rPr>
        <w:t>(2)</w:t>
      </w:r>
      <w:r>
        <w:rPr>
          <w:rtl/>
          <w:lang w:bidi="fa-IR"/>
        </w:rPr>
        <w:t xml:space="preserve"> آن مرحوم در کتاب فوائدالرضو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ضمن شرح حال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نعمت الله جزا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«او</w:t>
      </w:r>
      <w:r>
        <w:rPr>
          <w:rtl/>
          <w:lang w:bidi="fa-IR"/>
        </w:rPr>
        <w:t xml:space="preserve"> در اوا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چون قادر به داشتن چراغ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مطالعه اش نبود، توسل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جست به تربت حضرت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دالشهدا</w:t>
      </w:r>
      <w:r>
        <w:rPr>
          <w:rtl/>
          <w:lang w:bidi="fa-IR"/>
        </w:rPr>
        <w:t xml:space="preserve"> و تراب مراقد </w:t>
      </w:r>
      <w:r w:rsidR="00EE5F49" w:rsidRPr="00EE5F49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و به برکت آن ها چشمش روشن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شد». آن گاه پس از شرح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هر گاه</w:t>
      </w:r>
    </w:p>
    <w:p w:rsidR="00C83F61" w:rsidRPr="007A6255" w:rsidRDefault="007A6255" w:rsidP="007A6255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C83F61" w:rsidRDefault="00C83F61" w:rsidP="007A6255">
      <w:pPr>
        <w:pStyle w:val="libFootnote0"/>
        <w:rPr>
          <w:rtl/>
          <w:lang w:bidi="fa-IR"/>
        </w:rPr>
      </w:pPr>
      <w:r>
        <w:rPr>
          <w:rtl/>
          <w:lang w:bidi="fa-IR"/>
        </w:rPr>
        <w:t>1-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اخلاص، ص49.</w:t>
      </w:r>
    </w:p>
    <w:p w:rsidR="007A6255" w:rsidRDefault="00C83F61" w:rsidP="007A6255">
      <w:pPr>
        <w:pStyle w:val="libFootnote0"/>
        <w:rPr>
          <w:rtl/>
          <w:lang w:bidi="fa-IR"/>
        </w:rPr>
      </w:pPr>
      <w:r>
        <w:rPr>
          <w:rtl/>
          <w:lang w:bidi="fa-IR"/>
        </w:rPr>
        <w:t>2-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اخلاص، ص 50.</w:t>
      </w:r>
    </w:p>
    <w:p w:rsidR="00C83F61" w:rsidRDefault="007A6255" w:rsidP="007A625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سبب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نوشتن چشمم ضعف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تبرّک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تراب مراقد ائمه </w:t>
      </w:r>
      <w:r w:rsidR="00EE5F49" w:rsidRPr="00EE5F49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و گه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مسح به کتابت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و اخبار و ... به حمدالله چشمم در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روشن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دوارم</w:t>
      </w:r>
      <w:r>
        <w:rPr>
          <w:rtl/>
          <w:lang w:bidi="fa-IR"/>
        </w:rPr>
        <w:t xml:space="preserve"> انشاءالله که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 چشمم به برکات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روشن باشد.</w:t>
      </w:r>
      <w:r w:rsidRPr="007A6255">
        <w:rPr>
          <w:rStyle w:val="libFootnotenumChar"/>
          <w:rtl/>
        </w:rPr>
        <w:t>(1)</w:t>
      </w:r>
    </w:p>
    <w:p w:rsidR="007A6255" w:rsidRDefault="007A6255" w:rsidP="007A625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7A6255">
      <w:pPr>
        <w:pStyle w:val="Heading2"/>
        <w:rPr>
          <w:rtl/>
        </w:rPr>
      </w:pPr>
      <w:bookmarkStart w:id="25" w:name="_Toc530811119"/>
      <w:r>
        <w:rPr>
          <w:rFonts w:hint="eastAsia"/>
          <w:rtl/>
        </w:rPr>
        <w:t>بزرگداشت</w:t>
      </w:r>
      <w:r>
        <w:rPr>
          <w:rtl/>
        </w:rPr>
        <w:t xml:space="preserve"> سادات</w:t>
      </w:r>
      <w:bookmarkEnd w:id="25"/>
    </w:p>
    <w:p w:rsidR="00C83F61" w:rsidRDefault="00C83F61" w:rsidP="00D9648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محدث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علم،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سادات و اولاد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</w:t>
      </w:r>
      <w:r w:rsidR="00D96489" w:rsidRPr="00D96489">
        <w:rPr>
          <w:rStyle w:val="libAlaemChar"/>
          <w:rFonts w:eastAsiaTheme="minorHAnsi"/>
          <w:rtl/>
        </w:rPr>
        <w:t>صلى‌الله‌عليه‌وآله</w:t>
      </w:r>
      <w:r w:rsidR="00D96489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، احترام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بود. اگر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مجلس بود، بر او تقدّم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جست و پا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دراز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به عبارت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در رعا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حق آنان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بود. مرحوم محدث زاده از مرحوم سلطان الواعظ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شب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شاور</w:t>
      </w:r>
      <w:r>
        <w:rPr>
          <w:rtl/>
          <w:lang w:bidi="fa-IR"/>
        </w:rPr>
        <w:t>)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که گفته بود: «در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الجنان، تازه منتشر شده بود،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سرداب سامره آن را در دست داشتم واز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مشغول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بودم.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قبا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کرباس و عمامه کوچک نشسته و مشغول ذکر است.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از من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گفتم: از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و شروع به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گفت: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 هم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ندارد.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تعر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من ناراحت شدم، گفتم: آقا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برو.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پهلو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نشسته بود با دست به پهلو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زد و گفت: مؤدب باش.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خود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هستند. م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برخاستم و با آن مرحوم روبوس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عذر خواستم و خم شدم که دست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ببوسم،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مرحوم نگذاشت و خم شد و دست مرا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گفت: شما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>.</w:t>
      </w:r>
      <w:r w:rsidRPr="00D96489">
        <w:rPr>
          <w:rStyle w:val="libFootnotenumChar"/>
          <w:rtl/>
        </w:rPr>
        <w:t xml:space="preserve">(2) </w:t>
      </w:r>
      <w:r>
        <w:rPr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محدث زاده در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</w:p>
    <w:p w:rsidR="00C83F61" w:rsidRPr="00D96489" w:rsidRDefault="00D96489" w:rsidP="00D9648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C83F61" w:rsidRDefault="00C83F61" w:rsidP="00D96489">
      <w:pPr>
        <w:pStyle w:val="libFootnote0"/>
        <w:rPr>
          <w:rtl/>
          <w:lang w:bidi="fa-IR"/>
        </w:rPr>
      </w:pPr>
      <w:r>
        <w:rPr>
          <w:rtl/>
          <w:lang w:bidi="fa-IR"/>
        </w:rPr>
        <w:t>1- فوا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الرضو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ص 695 .</w:t>
      </w:r>
    </w:p>
    <w:p w:rsidR="00C83F61" w:rsidRDefault="00C83F61" w:rsidP="00D96489">
      <w:pPr>
        <w:pStyle w:val="libFootnote0"/>
        <w:rPr>
          <w:rtl/>
          <w:lang w:bidi="fa-IR"/>
        </w:rPr>
      </w:pPr>
      <w:r>
        <w:rPr>
          <w:rtl/>
          <w:lang w:bidi="fa-IR"/>
        </w:rPr>
        <w:t>2-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اخلاص، ص 44.</w:t>
      </w:r>
    </w:p>
    <w:p w:rsidR="00C83F61" w:rsidRDefault="00D96489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83F61">
        <w:rPr>
          <w:rFonts w:hint="eastAsia"/>
          <w:rtl/>
          <w:lang w:bidi="fa-IR"/>
        </w:rPr>
        <w:lastRenderedPageBreak/>
        <w:t>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گو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</w:t>
      </w:r>
      <w:r w:rsidR="00C83F61">
        <w:rPr>
          <w:rtl/>
          <w:lang w:bidi="fa-IR"/>
        </w:rPr>
        <w:t>: «چند ساعت قبل از فوت ش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خ</w:t>
      </w:r>
      <w:r w:rsidR="00C83F61">
        <w:rPr>
          <w:rtl/>
          <w:lang w:bidi="fa-IR"/>
        </w:rPr>
        <w:t xml:space="preserve"> عباس، برا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شان</w:t>
      </w:r>
      <w:r w:rsidR="00C83F61">
        <w:rPr>
          <w:rtl/>
          <w:lang w:bidi="fa-IR"/>
        </w:rPr>
        <w:t xml:space="preserve"> آب س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ب</w:t>
      </w:r>
      <w:r w:rsidR="00C83F61">
        <w:rPr>
          <w:rtl/>
          <w:lang w:bidi="fa-IR"/>
        </w:rPr>
        <w:t xml:space="preserve"> گرفته بودند. دخترک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خردسال از سادات در منزل آن مرحوم بود. محدث قم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فرما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</w:t>
      </w:r>
      <w:r w:rsidR="00C83F61">
        <w:rPr>
          <w:rtl/>
          <w:lang w:bidi="fa-IR"/>
        </w:rPr>
        <w:t>: اول بده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</w:t>
      </w:r>
      <w:r w:rsidR="00C83F61">
        <w:rPr>
          <w:rtl/>
          <w:lang w:bidi="fa-IR"/>
        </w:rPr>
        <w:t xml:space="preserve">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دختر بچه علو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ه</w:t>
      </w:r>
      <w:r w:rsidR="00C83F61">
        <w:rPr>
          <w:rtl/>
          <w:lang w:bidi="fa-IR"/>
        </w:rPr>
        <w:t xml:space="preserve"> از آن بنوشد، بعد به من بده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</w:t>
      </w:r>
      <w:r w:rsidR="00C83F61">
        <w:rPr>
          <w:rtl/>
          <w:lang w:bidi="fa-IR"/>
        </w:rPr>
        <w:t>. بنابرا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ن،</w:t>
      </w:r>
      <w:r w:rsidR="00C83F61">
        <w:rPr>
          <w:rtl/>
          <w:lang w:bidi="fa-IR"/>
        </w:rPr>
        <w:t xml:space="preserve"> دادند دخترک نوش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د،</w:t>
      </w:r>
      <w:r w:rsidR="00C83F61">
        <w:rPr>
          <w:rtl/>
          <w:lang w:bidi="fa-IR"/>
        </w:rPr>
        <w:t xml:space="preserve"> سپس باق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مانده</w:t>
      </w:r>
      <w:r w:rsidR="00C83F61">
        <w:rPr>
          <w:rtl/>
          <w:lang w:bidi="fa-IR"/>
        </w:rPr>
        <w:t xml:space="preserve"> را به قصد استشفا س</w:t>
      </w:r>
      <w:r w:rsidR="00C83F61">
        <w:rPr>
          <w:rFonts w:hint="eastAsia"/>
          <w:rtl/>
          <w:lang w:bidi="fa-IR"/>
        </w:rPr>
        <w:t>رکش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دند»</w:t>
      </w:r>
      <w:r w:rsidR="00C83F61" w:rsidRPr="00D96489">
        <w:rPr>
          <w:rStyle w:val="libFootnotenumChar"/>
          <w:rtl/>
        </w:rPr>
        <w:t>.(1)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D96489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D96489">
      <w:pPr>
        <w:pStyle w:val="Heading2"/>
        <w:rPr>
          <w:rtl/>
        </w:rPr>
      </w:pPr>
      <w:bookmarkStart w:id="26" w:name="_Toc530811120"/>
      <w:r>
        <w:rPr>
          <w:rFonts w:hint="eastAsia"/>
          <w:rtl/>
        </w:rPr>
        <w:t>احترام</w:t>
      </w:r>
      <w:r>
        <w:rPr>
          <w:rtl/>
        </w:rPr>
        <w:t xml:space="preserve"> به آثار بزرگان</w:t>
      </w:r>
      <w:bookmarkEnd w:id="26"/>
    </w:p>
    <w:p w:rsidR="00C83F61" w:rsidRDefault="00C83F61" w:rsidP="00D96489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خود را در برابر آثار بزرگان کوچک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شمرد. اگر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شخص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او در موضوع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 کرده و مطلب نوشته است، حق او را نگه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زحمات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محدث زاده، فرزند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نقل از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واعظ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آخوند ملا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فرموده بودند: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کتاب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البحار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نوشتند و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در زمان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اتش</w:t>
      </w:r>
      <w:r>
        <w:rPr>
          <w:rtl/>
          <w:lang w:bidi="fa-IR"/>
        </w:rPr>
        <w:t xml:space="preserve"> به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چاپ شد، در نظر خودش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بود، اما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قصد کرد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 را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کند، منصرف شده بود که با بودن 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دعا مثل اقبال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دبن</w:t>
      </w:r>
      <w:r>
        <w:rPr>
          <w:rtl/>
          <w:lang w:bidi="fa-IR"/>
        </w:rPr>
        <w:t xml:space="preserve"> طاووس و زادالمعاد علاّمه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و... چه لزوم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کتاب دعا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به واسطه ارادت و اخلاص زائدالوصف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حضرت زهرا </w:t>
      </w:r>
      <w:r w:rsidR="00D96489" w:rsidRPr="00D96489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 xml:space="preserve"> داشت، به دلش خطور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که کتاب دعا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کند و ثوابش را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روح مطهر </w:t>
      </w:r>
      <w:r>
        <w:rPr>
          <w:rFonts w:hint="eastAsia"/>
          <w:rtl/>
          <w:lang w:bidi="fa-IR"/>
        </w:rPr>
        <w:t>حضرت</w:t>
      </w:r>
      <w:r>
        <w:rPr>
          <w:rtl/>
          <w:lang w:bidi="fa-IR"/>
        </w:rPr>
        <w:t xml:space="preserve">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</w:t>
      </w:r>
      <w:r>
        <w:rPr>
          <w:rtl/>
          <w:lang w:bidi="fa-IR"/>
        </w:rPr>
        <w:t xml:space="preserve"> 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D96489" w:rsidRPr="00D96489">
        <w:rPr>
          <w:rStyle w:val="libAlaemChar"/>
          <w:rFonts w:eastAsiaTheme="minorHAnsi"/>
          <w:rtl/>
        </w:rPr>
        <w:t>عليها‌السلام</w:t>
      </w:r>
      <w:r>
        <w:rPr>
          <w:rtl/>
          <w:lang w:bidi="fa-IR"/>
        </w:rPr>
        <w:t xml:space="preserve"> بنما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>.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راد</w:t>
      </w:r>
      <w:r>
        <w:rPr>
          <w:rtl/>
          <w:lang w:bidi="fa-IR"/>
        </w:rPr>
        <w:t xml:space="preserve"> گرفته بودند که چرا در کتاب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اوقات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مطالب را ناقص نقل کرده و ارجاع به کتب ادع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مصباح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اقبال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دبن</w:t>
      </w:r>
    </w:p>
    <w:p w:rsidR="00C83F61" w:rsidRPr="00D96489" w:rsidRDefault="00D96489" w:rsidP="00D9648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C83F61" w:rsidRDefault="00C83F61" w:rsidP="00D96489">
      <w:pPr>
        <w:pStyle w:val="libFootnote0"/>
        <w:rPr>
          <w:rtl/>
          <w:lang w:bidi="fa-IR"/>
        </w:rPr>
      </w:pPr>
      <w:r>
        <w:rPr>
          <w:rtl/>
          <w:lang w:bidi="fa-IR"/>
        </w:rPr>
        <w:t>1-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اخلاص، ص 44.</w:t>
      </w:r>
    </w:p>
    <w:p w:rsidR="00C83F61" w:rsidRDefault="00D96489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83F61">
        <w:rPr>
          <w:rFonts w:hint="eastAsia"/>
          <w:rtl/>
          <w:lang w:bidi="fa-IR"/>
        </w:rPr>
        <w:lastRenderedPageBreak/>
        <w:t>طاووس</w:t>
      </w:r>
      <w:r w:rsidR="00C83F61">
        <w:rPr>
          <w:rtl/>
          <w:lang w:bidi="fa-IR"/>
        </w:rPr>
        <w:t xml:space="preserve"> و زادالمعاد علامه مجلس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داشته است. محدث قم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در پاسخ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گو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</w:t>
      </w:r>
      <w:r w:rsidR="00C83F61">
        <w:rPr>
          <w:rtl/>
          <w:lang w:bidi="fa-IR"/>
        </w:rPr>
        <w:t>: من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توانستم آن ها را به طور کامل نقل کنم، اما 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ک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به خاطر حجم کتاب بود که نخواستم ب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شتر</w:t>
      </w:r>
      <w:r w:rsidR="00C83F61">
        <w:rPr>
          <w:rtl/>
          <w:lang w:bidi="fa-IR"/>
        </w:rPr>
        <w:t xml:space="preserve"> شود و 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گر</w:t>
      </w:r>
      <w:r w:rsidR="00C83F61">
        <w:rPr>
          <w:rtl/>
          <w:lang w:bidi="fa-IR"/>
        </w:rPr>
        <w:t xml:space="preserve">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که نم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خواستم با نوشتن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کتاب، کتب سابق از علما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بزرگ منسوخ شود، بلکه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خواستم اف</w:t>
      </w:r>
      <w:r w:rsidR="00C83F61">
        <w:rPr>
          <w:rFonts w:hint="eastAsia"/>
          <w:rtl/>
          <w:lang w:bidi="fa-IR"/>
        </w:rPr>
        <w:t>راد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که با ادع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ه</w:t>
      </w:r>
      <w:r w:rsidR="00C83F61">
        <w:rPr>
          <w:rtl/>
          <w:lang w:bidi="fa-IR"/>
        </w:rPr>
        <w:t xml:space="preserve"> سروکار دارند بدانند که «اَلْفَضْلُ لِمَنْ سَبَقَ» و متوجه شوند که قدما چه زحمات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کش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ده</w:t>
      </w:r>
      <w:r w:rsidR="00C83F61">
        <w:rPr>
          <w:rtl/>
          <w:lang w:bidi="fa-IR"/>
        </w:rPr>
        <w:t xml:space="preserve"> اند و نخواستم زحمات آن ها از ب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برود و مردم به کتب آن ها مراجعه نکنند».</w:t>
      </w:r>
      <w:r w:rsidR="00C83F61" w:rsidRPr="00D96489">
        <w:rPr>
          <w:rStyle w:val="libFootnotenumChar"/>
          <w:rtl/>
        </w:rPr>
        <w:t>(1)</w:t>
      </w:r>
    </w:p>
    <w:p w:rsidR="00C83F61" w:rsidRDefault="00D96489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D96489">
      <w:pPr>
        <w:pStyle w:val="Heading2"/>
        <w:rPr>
          <w:rtl/>
        </w:rPr>
      </w:pPr>
      <w:bookmarkStart w:id="27" w:name="_Toc530811121"/>
      <w:r>
        <w:rPr>
          <w:rFonts w:hint="eastAsia"/>
          <w:rtl/>
        </w:rPr>
        <w:t>شعر</w:t>
      </w:r>
      <w:r>
        <w:rPr>
          <w:rtl/>
        </w:rPr>
        <w:t xml:space="preserve"> و شاعر</w:t>
      </w:r>
      <w:r>
        <w:rPr>
          <w:rFonts w:hint="cs"/>
          <w:rtl/>
        </w:rPr>
        <w:t>ی</w:t>
      </w:r>
      <w:r>
        <w:rPr>
          <w:rtl/>
        </w:rPr>
        <w:t xml:space="preserve"> از نظر محدث قم</w:t>
      </w:r>
      <w:r>
        <w:rPr>
          <w:rFonts w:hint="cs"/>
          <w:rtl/>
        </w:rPr>
        <w:t>ی</w:t>
      </w:r>
      <w:bookmarkEnd w:id="27"/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محدث</w:t>
      </w:r>
      <w:r>
        <w:rPr>
          <w:rtl/>
          <w:lang w:bidi="fa-IR"/>
        </w:rPr>
        <w:t xml:space="preserve"> بزرگوار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رسالت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متوجه ثبت و ضبط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ث،</w:t>
      </w:r>
      <w:r>
        <w:rPr>
          <w:rtl/>
          <w:lang w:bidi="fa-IR"/>
        </w:rPr>
        <w:t xml:space="preserve"> مطالب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سخنان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غمبر</w:t>
      </w:r>
      <w:r>
        <w:rPr>
          <w:rtl/>
          <w:lang w:bidi="fa-IR"/>
        </w:rPr>
        <w:t xml:space="preserve"> و ائمه طاهر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EE5F49" w:rsidRPr="00EE5F49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و علما و بزرگان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بود، شور و شوق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به شعر و شاعر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شدت علاقه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شعر و نقل آن در آثارش تا آن جا بود که در کت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 که به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ادع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اوراد، اذکار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ارات</w:t>
      </w:r>
      <w:r>
        <w:rPr>
          <w:rtl/>
          <w:lang w:bidi="fa-IR"/>
        </w:rPr>
        <w:t xml:space="preserve"> ماثوره نوشته است،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نقل اشعار مناسب به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نکرده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علما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مانند او کمتر به شعر و نقل آن در آثارشان رغبت نشان داده اند.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جا، به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اوراقش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داشت کرده اشاره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C83F61" w:rsidRPr="00D96489" w:rsidRDefault="00D96489" w:rsidP="00D96489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C83F61" w:rsidRDefault="00C83F61" w:rsidP="00D96489">
      <w:pPr>
        <w:pStyle w:val="libFootnote0"/>
        <w:rPr>
          <w:rtl/>
          <w:lang w:bidi="fa-IR"/>
        </w:rPr>
      </w:pPr>
      <w:r>
        <w:rPr>
          <w:rtl/>
          <w:lang w:bidi="fa-IR"/>
        </w:rPr>
        <w:t>1- مفاخر اسلام، ج11، ص 151.</w:t>
      </w:r>
    </w:p>
    <w:p w:rsidR="00D96489" w:rsidRDefault="00D96489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2"/>
        <w:gridCol w:w="268"/>
        <w:gridCol w:w="3312"/>
      </w:tblGrid>
      <w:tr w:rsidR="00D96489" w:rsidTr="00176EEE">
        <w:trPr>
          <w:trHeight w:val="350"/>
        </w:trPr>
        <w:tc>
          <w:tcPr>
            <w:tcW w:w="3920" w:type="dxa"/>
            <w:shd w:val="clear" w:color="auto" w:fill="auto"/>
          </w:tcPr>
          <w:p w:rsidR="00D96489" w:rsidRDefault="00D96489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چون</w:t>
            </w:r>
            <w:r>
              <w:rPr>
                <w:rtl/>
                <w:lang w:bidi="fa-IR"/>
              </w:rPr>
              <w:t xml:space="preserve"> عود نبود چوب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آوردم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D96489" w:rsidRDefault="00D96489" w:rsidP="00176EE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D96489" w:rsidRDefault="00D96489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رو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و مو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سپ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آوردم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96489" w:rsidTr="00176EEE">
        <w:trPr>
          <w:trHeight w:val="350"/>
        </w:trPr>
        <w:tc>
          <w:tcPr>
            <w:tcW w:w="3920" w:type="dxa"/>
          </w:tcPr>
          <w:p w:rsidR="00D96489" w:rsidRDefault="00D96489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چون</w:t>
            </w:r>
            <w:r>
              <w:rPr>
                <w:rtl/>
                <w:lang w:bidi="fa-IR"/>
              </w:rPr>
              <w:t xml:space="preserve"> خود گفت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که ناام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کفر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96489" w:rsidRDefault="00D96489" w:rsidP="00176EE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96489" w:rsidRDefault="00D96489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بر</w:t>
            </w:r>
            <w:r>
              <w:rPr>
                <w:rtl/>
                <w:lang w:bidi="fa-IR"/>
              </w:rPr>
              <w:t xml:space="preserve"> قول تو رفتم و ام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آوردم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96489" w:rsidTr="00176EEE">
        <w:trPr>
          <w:trHeight w:val="350"/>
        </w:trPr>
        <w:tc>
          <w:tcPr>
            <w:tcW w:w="3920" w:type="dxa"/>
          </w:tcPr>
          <w:p w:rsidR="00D96489" w:rsidRDefault="007C50A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دل</w:t>
            </w:r>
            <w:r>
              <w:rPr>
                <w:rtl/>
                <w:lang w:bidi="fa-IR"/>
              </w:rPr>
              <w:t xml:space="preserve">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وسته</w:t>
            </w:r>
            <w:r>
              <w:rPr>
                <w:rtl/>
                <w:lang w:bidi="fa-IR"/>
              </w:rPr>
              <w:t xml:space="preserve"> به حق را خطر از دشمن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="00D9648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96489" w:rsidRDefault="00D96489" w:rsidP="00176EE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96489" w:rsidRDefault="007C50A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چ</w:t>
            </w:r>
            <w:r>
              <w:rPr>
                <w:rtl/>
                <w:lang w:bidi="fa-IR"/>
              </w:rPr>
              <w:t xml:space="preserve"> حرز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،</w:t>
            </w:r>
            <w:r>
              <w:rPr>
                <w:rtl/>
                <w:lang w:bidi="fa-IR"/>
              </w:rPr>
              <w:t xml:space="preserve"> چون دل خود به خدا بستن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C50AA">
              <w:rPr>
                <w:rStyle w:val="libFootnotenumChar"/>
                <w:rtl/>
              </w:rPr>
              <w:t>(1)</w:t>
            </w:r>
            <w:r w:rsidR="00D96489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96489" w:rsidTr="00176EEE">
        <w:trPr>
          <w:trHeight w:val="350"/>
        </w:trPr>
        <w:tc>
          <w:tcPr>
            <w:tcW w:w="3920" w:type="dxa"/>
          </w:tcPr>
          <w:p w:rsidR="00D96489" w:rsidRDefault="007C50A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گر</w:t>
            </w:r>
            <w:r>
              <w:rPr>
                <w:rtl/>
                <w:lang w:bidi="fa-IR"/>
              </w:rPr>
              <w:t xml:space="preserve"> بم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رد</w:t>
            </w:r>
            <w:r>
              <w:rPr>
                <w:rtl/>
                <w:lang w:bidi="fa-IR"/>
              </w:rPr>
              <w:t xml:space="preserve"> عدو جا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شادمان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="00D96489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D96489" w:rsidRDefault="00D96489" w:rsidP="00176EE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D96489" w:rsidRDefault="007C50A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که</w:t>
            </w:r>
            <w:r>
              <w:rPr>
                <w:rtl/>
                <w:lang w:bidi="fa-IR"/>
              </w:rPr>
              <w:t xml:space="preserve"> زندگان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ما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ز</w:t>
            </w:r>
            <w:r>
              <w:rPr>
                <w:rtl/>
                <w:lang w:bidi="fa-IR"/>
              </w:rPr>
              <w:t xml:space="preserve"> جاودان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ست</w:t>
            </w:r>
            <w:r w:rsidRPr="007C50AA">
              <w:rPr>
                <w:rStyle w:val="libFootnotenumChar"/>
                <w:rtl/>
              </w:rPr>
              <w:t>(2)</w:t>
            </w:r>
            <w:r w:rsidR="00D96489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C50AA" w:rsidRDefault="007C50AA" w:rsidP="00C83F61">
      <w:pPr>
        <w:pStyle w:val="libNormal"/>
        <w:rPr>
          <w:rtl/>
          <w:lang w:bidi="fa-IR"/>
        </w:rPr>
      </w:pPr>
    </w:p>
    <w:p w:rsidR="00C83F61" w:rsidRDefault="007C50AA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7C50AA">
      <w:pPr>
        <w:pStyle w:val="Heading2"/>
        <w:rPr>
          <w:rtl/>
        </w:rPr>
      </w:pPr>
      <w:bookmarkStart w:id="28" w:name="_Toc530811122"/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بسم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نزد محدث قم</w:t>
      </w:r>
      <w:r>
        <w:rPr>
          <w:rFonts w:hint="cs"/>
          <w:rtl/>
        </w:rPr>
        <w:t>ی</w:t>
      </w:r>
      <w:bookmarkEnd w:id="28"/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محدث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مقام، با توجه به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«بسم الله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در شرع مقدس، به آن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در آغاز کتاب و هر صفحه از نوشته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«بسم الله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را به صورت کامل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نوشت؛ نه به صورت «بسم الله»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«بسمه تعال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و ا</w:t>
      </w:r>
      <w:r>
        <w:rPr>
          <w:rFonts w:hint="eastAsia"/>
          <w:rtl/>
          <w:lang w:bidi="fa-IR"/>
        </w:rPr>
        <w:t>مثال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 که ناقص است. او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جمله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آن «بسم الله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آورد.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مروج الاسلام در کتاب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المحصّل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«و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ما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طاب ثراه در لعال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منثوره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از امام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6E4117" w:rsidRPr="006E4117">
        <w:rPr>
          <w:rStyle w:val="libAlaemChar"/>
          <w:rFonts w:hint="eastAsia"/>
          <w:rtl/>
        </w:rPr>
        <w:t xml:space="preserve">عليه‌السلام </w:t>
      </w:r>
      <w:r>
        <w:rPr>
          <w:rtl/>
          <w:lang w:bidi="fa-IR"/>
        </w:rPr>
        <w:t>منقول است که فرمود اگر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گفتن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نوشتن «بسم الله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را در کارها و نوشته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ترک کند مثل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نماز را ترک کند، هر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راست گفته ام». عامل بودن خود آن بزرگوار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و «بسم الله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 xml:space="preserve"> نوشتن او بر سر هر صفح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ابتدا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مطلب اگر چه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خط هم باشد،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روشن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به قداست نفس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محدث پارسا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خداشناس و خداجو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E5F49" w:rsidRPr="00EE5F49">
        <w:rPr>
          <w:rStyle w:val="libAlaemChar"/>
          <w:rtl/>
        </w:rPr>
        <w:t xml:space="preserve">رحمه‌الله </w:t>
      </w:r>
      <w:r>
        <w:rPr>
          <w:rtl/>
          <w:lang w:bidi="fa-IR"/>
        </w:rPr>
        <w:t>و</w:t>
      </w:r>
    </w:p>
    <w:p w:rsidR="00C83F61" w:rsidRPr="007C50AA" w:rsidRDefault="007C50AA" w:rsidP="007C50A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C83F61" w:rsidRDefault="00C83F61" w:rsidP="007C50AA">
      <w:pPr>
        <w:pStyle w:val="libFootnote0"/>
        <w:rPr>
          <w:rtl/>
          <w:lang w:bidi="fa-IR"/>
        </w:rPr>
      </w:pPr>
      <w:r>
        <w:rPr>
          <w:rtl/>
          <w:lang w:bidi="fa-IR"/>
        </w:rPr>
        <w:t>1-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اخلاص، ص 129.</w:t>
      </w:r>
    </w:p>
    <w:p w:rsidR="00C83F61" w:rsidRDefault="00C83F61" w:rsidP="007C50AA">
      <w:pPr>
        <w:pStyle w:val="libFootnote0"/>
        <w:rPr>
          <w:rtl/>
          <w:lang w:bidi="fa-IR"/>
        </w:rPr>
      </w:pPr>
      <w:r>
        <w:rPr>
          <w:rtl/>
          <w:lang w:bidi="fa-IR"/>
        </w:rPr>
        <w:t>2- مفاخر اسلام، ج 11، ص 149.</w:t>
      </w:r>
    </w:p>
    <w:p w:rsidR="00C83F61" w:rsidRDefault="007C50AA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83F61">
        <w:rPr>
          <w:rFonts w:hint="eastAsia"/>
          <w:rtl/>
          <w:lang w:bidi="fa-IR"/>
        </w:rPr>
        <w:lastRenderedPageBreak/>
        <w:t>جالب</w:t>
      </w:r>
      <w:r w:rsidR="00C83F61">
        <w:rPr>
          <w:rtl/>
          <w:lang w:bidi="fa-IR"/>
        </w:rPr>
        <w:t xml:space="preserve"> است که فرزندان او هم چن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بودند و هستند. نوشته ها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حاج ش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خ</w:t>
      </w:r>
      <w:r w:rsidR="00C83F61">
        <w:rPr>
          <w:rtl/>
          <w:lang w:bidi="fa-IR"/>
        </w:rPr>
        <w:t xml:space="preserve"> مهد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محدث زاده که از نوادگان ش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خ</w:t>
      </w:r>
      <w:r w:rsidR="00C83F61">
        <w:rPr>
          <w:rtl/>
          <w:lang w:bidi="fa-IR"/>
        </w:rPr>
        <w:t xml:space="preserve"> است ن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ز</w:t>
      </w:r>
      <w:r w:rsidR="00C83F61">
        <w:rPr>
          <w:rtl/>
          <w:lang w:bidi="fa-IR"/>
        </w:rPr>
        <w:t xml:space="preserve"> هم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گونه است».</w:t>
      </w:r>
      <w:r w:rsidR="00C83F61" w:rsidRPr="007C50AA">
        <w:rPr>
          <w:rStyle w:val="libFootnotenumChar"/>
          <w:rtl/>
        </w:rPr>
        <w:t>(1)</w:t>
      </w:r>
    </w:p>
    <w:p w:rsidR="00C83F61" w:rsidRPr="007C50AA" w:rsidRDefault="007C50AA" w:rsidP="007C50AA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C83F61" w:rsidRDefault="00C83F61" w:rsidP="007C50AA">
      <w:pPr>
        <w:pStyle w:val="libFootnote0"/>
        <w:rPr>
          <w:rtl/>
          <w:lang w:bidi="fa-IR"/>
        </w:rPr>
      </w:pPr>
      <w:r>
        <w:rPr>
          <w:rtl/>
          <w:lang w:bidi="fa-IR"/>
        </w:rPr>
        <w:t>1- مفاخر اسلام، ج11، ص 327. برگرفته از: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المحصّل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ص 172.</w:t>
      </w:r>
    </w:p>
    <w:p w:rsidR="007C50AA" w:rsidRDefault="007C50AA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7C50AA">
      <w:pPr>
        <w:pStyle w:val="Heading1"/>
        <w:rPr>
          <w:rtl/>
          <w:lang w:bidi="fa-IR"/>
        </w:rPr>
      </w:pPr>
      <w:bookmarkStart w:id="29" w:name="_Toc530811123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چهارم: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bookmarkEnd w:id="29"/>
    </w:p>
    <w:p w:rsidR="00C83F61" w:rsidRDefault="00C83F61" w:rsidP="007C50AA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محدث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چون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در دوران زندگان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 شاهد وقا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دادها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تلخ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از آن ها بهره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جست. او در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جامعه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شتاز</w:t>
      </w:r>
      <w:r>
        <w:rPr>
          <w:rtl/>
          <w:lang w:bidi="fa-IR"/>
        </w:rPr>
        <w:t xml:space="preserve"> بود.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منبرها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 که از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آن، گاه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دولت انتقاد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راستا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انسان ها بهره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7C50AA" w:rsidRDefault="007C50AA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7C50AA">
      <w:pPr>
        <w:pStyle w:val="Heading2"/>
        <w:rPr>
          <w:rtl/>
        </w:rPr>
      </w:pPr>
      <w:bookmarkStart w:id="30" w:name="_Toc530811124"/>
      <w:r>
        <w:rPr>
          <w:rFonts w:hint="eastAsia"/>
          <w:rtl/>
        </w:rPr>
        <w:t>الف</w:t>
      </w:r>
      <w:r>
        <w:rPr>
          <w:rtl/>
        </w:rPr>
        <w:t>)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bookmarkEnd w:id="30"/>
    </w:p>
    <w:p w:rsidR="00C83F61" w:rsidRDefault="00C83F61" w:rsidP="00BB18E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دوران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مصادف با مشروط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بود.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طرف شاهد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زش</w:t>
      </w:r>
      <w:r>
        <w:rPr>
          <w:rtl/>
          <w:lang w:bidi="fa-IR"/>
        </w:rPr>
        <w:t xml:space="preserve"> مردم مسلمان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به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جامعه در مقابل ستمگر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و خون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شاهان قاجار بود و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چگونه به اصطلاح منوّرالفکران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اسلام 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تلاش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تا مسلمان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معنو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سازند. در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مجالس درس و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اثر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دل ها و جان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مسلمانان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گذاشت.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دوران او با مسافرت به شهرها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چون قم، تهران و مشهد بر فراز منبر، به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پرداخت و مردم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را متوجه نقشه شوم دشمنان اسلام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با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رضا خان به حکومت، مراکز فساد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رونق گرفت و رواج منکرات در جامعه رو به فزون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گذاشت. رضا خان، در راستا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جامعه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 معنو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بر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گانگان</w:t>
      </w:r>
      <w:r>
        <w:rPr>
          <w:rtl/>
          <w:lang w:bidi="fa-IR"/>
        </w:rPr>
        <w:t xml:space="preserve"> و اجانب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ز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حما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انگل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و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tl/>
          <w:lang w:bidi="fa-IR"/>
        </w:rPr>
        <w:t xml:space="preserve"> را با دل و جان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زمان،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نبرد با دشمنان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مملکت به عرصه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جهاد مقدس گام نهاد و در</w:t>
      </w:r>
      <w:r w:rsidR="00BB18E2">
        <w:rPr>
          <w:rFonts w:hint="cs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منبرها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دولت انتقاد کرد.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اوراق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لابه 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آمده، نوشته کوتاه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از طرف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مجازات و منکرات مشهد که در آن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انتقاد از آمر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 بر منبر تهد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کرده بودند. متن نامه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است: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پدر سوخته،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در منبر از امر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ها حرف بد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اگر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 که دو مرتبه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گونه مزخرفات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</w:t>
      </w:r>
      <w:r>
        <w:rPr>
          <w:rtl/>
          <w:lang w:bidi="fa-IR"/>
        </w:rPr>
        <w:lastRenderedPageBreak/>
        <w:t>تکذ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دوشنبه به ضرب گلوله شکمت را مثل سگ پاره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کرد.</w:t>
      </w:r>
      <w:r w:rsidRPr="00BB18E2">
        <w:rPr>
          <w:rStyle w:val="libFootnotenumChar"/>
          <w:rtl/>
        </w:rPr>
        <w:t>(1)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لبه</w:t>
      </w:r>
      <w:r>
        <w:rPr>
          <w:rtl/>
          <w:lang w:bidi="fa-IR"/>
        </w:rPr>
        <w:t xml:space="preserve">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حمله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گروه ترور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مرموز که به نادرست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انقلاب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معروف شد، بر ضد علما بود.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سران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ته،</w:t>
      </w:r>
      <w:r>
        <w:rPr>
          <w:rtl/>
          <w:lang w:bidi="fa-IR"/>
        </w:rPr>
        <w:t xml:space="preserve"> بها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بودند و به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بها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شهرت داشتند.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BB18E2">
      <w:pPr>
        <w:pStyle w:val="Heading2"/>
        <w:rPr>
          <w:rtl/>
        </w:rPr>
      </w:pPr>
      <w:bookmarkStart w:id="31" w:name="_Toc530811125"/>
      <w:r>
        <w:rPr>
          <w:rFonts w:hint="eastAsia"/>
          <w:rtl/>
        </w:rPr>
        <w:t>ب</w:t>
      </w:r>
      <w:r>
        <w:rPr>
          <w:rtl/>
        </w:rPr>
        <w:t>)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فرهنگ</w:t>
      </w:r>
      <w:r>
        <w:rPr>
          <w:rFonts w:hint="cs"/>
          <w:rtl/>
        </w:rPr>
        <w:t>ی</w:t>
      </w:r>
      <w:r>
        <w:rPr>
          <w:rtl/>
        </w:rPr>
        <w:t xml:space="preserve">  اجتماع</w:t>
      </w:r>
      <w:r>
        <w:rPr>
          <w:rFonts w:hint="cs"/>
          <w:rtl/>
        </w:rPr>
        <w:t>ی</w:t>
      </w:r>
      <w:bookmarkEnd w:id="31"/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عباس، گذشته از محدث بودن و آن همه نوشته ها و کتاب ها که به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خاص و عام نوشته است، واعظ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 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از بزرگان اهل منبر هم بود. در ربع قرن گذشته در حوزه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نجف اشرف و قم و مشهد مقدس، از استادان گرفته تا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علما و فضلا و فقها و مردم مختلف از تاجرها و کاسب ها و افراد عاد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تاث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ژرف وعظ و منبر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 و مطالب جالب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در منبر از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بودند بازگو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کردند؛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منبر او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منبرها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منبر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بود و خود، محدث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توانمند به شمار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آمد.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قت،</w:t>
      </w:r>
      <w:r>
        <w:rPr>
          <w:rtl/>
          <w:lang w:bidi="fa-IR"/>
        </w:rPr>
        <w:t xml:space="preserve"> منبر او مکتب ترب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اخلاق</w:t>
      </w:r>
      <w:r>
        <w:rPr>
          <w:rFonts w:hint="cs"/>
          <w:rtl/>
          <w:lang w:bidi="fa-IR"/>
        </w:rPr>
        <w:t>ی</w:t>
      </w:r>
    </w:p>
    <w:p w:rsidR="00C83F61" w:rsidRPr="00BB18E2" w:rsidRDefault="00BB18E2" w:rsidP="00BB18E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C83F61" w:rsidRDefault="00C83F61" w:rsidP="00BB18E2">
      <w:pPr>
        <w:pStyle w:val="libFootnote0"/>
        <w:rPr>
          <w:rtl/>
          <w:lang w:bidi="fa-IR"/>
        </w:rPr>
      </w:pPr>
      <w:r>
        <w:rPr>
          <w:rtl/>
          <w:lang w:bidi="fa-IR"/>
        </w:rPr>
        <w:t>1- مفاخر اسلام، ج 11، بخش اول، ص 345.</w:t>
      </w:r>
    </w:p>
    <w:p w:rsidR="00C83F61" w:rsidRDefault="00BB18E2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83F61">
        <w:rPr>
          <w:rFonts w:hint="eastAsia"/>
          <w:rtl/>
          <w:lang w:bidi="fa-IR"/>
        </w:rPr>
        <w:lastRenderedPageBreak/>
        <w:t>بود</w:t>
      </w:r>
      <w:r w:rsidR="00C83F61">
        <w:rPr>
          <w:rtl/>
          <w:lang w:bidi="fa-IR"/>
        </w:rPr>
        <w:t xml:space="preserve">. 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ک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از علما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تهران که از دوستان صم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آن مرحوم بود،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گو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</w:t>
      </w:r>
      <w:r w:rsidR="00C83F61">
        <w:rPr>
          <w:rtl/>
          <w:lang w:bidi="fa-IR"/>
        </w:rPr>
        <w:t>: «در زمان اقامت ش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خ</w:t>
      </w:r>
      <w:r w:rsidR="00C83F61">
        <w:rPr>
          <w:rtl/>
          <w:lang w:bidi="fa-IR"/>
        </w:rPr>
        <w:t xml:space="preserve"> در مشهد،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شان</w:t>
      </w:r>
      <w:r w:rsidR="00C83F61">
        <w:rPr>
          <w:rtl/>
          <w:lang w:bidi="fa-IR"/>
        </w:rPr>
        <w:t xml:space="preserve"> مق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</w:t>
      </w:r>
      <w:r w:rsidR="00C83F61">
        <w:rPr>
          <w:rtl/>
          <w:lang w:bidi="fa-IR"/>
        </w:rPr>
        <w:t xml:space="preserve"> بود در مساجد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که متروک مانده نماز بگذارد و هم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که مردم متوجه حضور ش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خ</w:t>
      </w:r>
      <w:r w:rsidR="00C83F61">
        <w:rPr>
          <w:rtl/>
          <w:lang w:bidi="fa-IR"/>
        </w:rPr>
        <w:t xml:space="preserve">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شدند،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آمدند و به و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اقتدا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کردند و نماز جماعت برگزار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شد. محدث قم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تا </w:t>
      </w:r>
      <w:r w:rsidR="00C83F61">
        <w:rPr>
          <w:rFonts w:hint="eastAsia"/>
          <w:rtl/>
          <w:lang w:bidi="fa-IR"/>
        </w:rPr>
        <w:t>جا</w:t>
      </w:r>
      <w:r w:rsidR="00C83F61">
        <w:rPr>
          <w:rFonts w:hint="cs"/>
          <w:rtl/>
          <w:lang w:bidi="fa-IR"/>
        </w:rPr>
        <w:t>یی</w:t>
      </w:r>
      <w:r w:rsidR="00C83F61">
        <w:rPr>
          <w:rtl/>
          <w:lang w:bidi="fa-IR"/>
        </w:rPr>
        <w:t xml:space="preserve"> نماز جماعت را ادامه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داد که برا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تعم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ر</w:t>
      </w:r>
      <w:r w:rsidR="00C83F61">
        <w:rPr>
          <w:rtl/>
          <w:lang w:bidi="fa-IR"/>
        </w:rPr>
        <w:t xml:space="preserve"> 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</w:t>
      </w:r>
      <w:r w:rsidR="00C83F61">
        <w:rPr>
          <w:rtl/>
          <w:lang w:bidi="fa-IR"/>
        </w:rPr>
        <w:t xml:space="preserve"> تجد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</w:t>
      </w:r>
      <w:r w:rsidR="00C83F61">
        <w:rPr>
          <w:rtl/>
          <w:lang w:bidi="fa-IR"/>
        </w:rPr>
        <w:t xml:space="preserve"> بنا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مسجد بان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پ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دا</w:t>
      </w:r>
      <w:r w:rsidR="00C83F61">
        <w:rPr>
          <w:rtl/>
          <w:lang w:bidi="fa-IR"/>
        </w:rPr>
        <w:t xml:space="preserve">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شد و چون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منظور تام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گرد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د،</w:t>
      </w:r>
      <w:r w:rsidR="00C83F61">
        <w:rPr>
          <w:rtl/>
          <w:lang w:bidi="fa-IR"/>
        </w:rPr>
        <w:t xml:space="preserve"> 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گر</w:t>
      </w:r>
      <w:r w:rsidR="00C83F61">
        <w:rPr>
          <w:rtl/>
          <w:lang w:bidi="fa-IR"/>
        </w:rPr>
        <w:t xml:space="preserve"> به اقامه نماز جماعت ادامه نم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داد».</w:t>
      </w:r>
      <w:r w:rsidR="00C83F61" w:rsidRPr="00BB18E2">
        <w:rPr>
          <w:rStyle w:val="libFootnotenumChar"/>
          <w:rtl/>
        </w:rPr>
        <w:t>(1)</w:t>
      </w:r>
      <w:r w:rsidR="00C83F61">
        <w:rPr>
          <w:rtl/>
          <w:lang w:bidi="fa-IR"/>
        </w:rPr>
        <w:t xml:space="preserve"> ب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گمان محدث قم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،</w:t>
      </w:r>
      <w:r w:rsidR="00C83F61">
        <w:rPr>
          <w:rtl/>
          <w:lang w:bidi="fa-IR"/>
        </w:rPr>
        <w:t xml:space="preserve"> واعظ خلق و به تمام معنا اهل منبر بود. هم ب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ان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رسا و گو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</w:t>
      </w:r>
      <w:r w:rsidR="00C83F61">
        <w:rPr>
          <w:rtl/>
          <w:lang w:bidi="fa-IR"/>
        </w:rPr>
        <w:t xml:space="preserve"> داشت و هم محدث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بزرگ و </w:t>
      </w:r>
      <w:r w:rsidR="00C83F61">
        <w:rPr>
          <w:rFonts w:hint="eastAsia"/>
          <w:rtl/>
          <w:lang w:bidi="fa-IR"/>
        </w:rPr>
        <w:t>محقق</w:t>
      </w:r>
      <w:r w:rsidR="00C83F61">
        <w:rPr>
          <w:rtl/>
          <w:lang w:bidi="fa-IR"/>
        </w:rPr>
        <w:t xml:space="preserve"> بود. بع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</w:t>
      </w:r>
      <w:r w:rsidR="00C83F61">
        <w:rPr>
          <w:rtl/>
          <w:lang w:bidi="fa-IR"/>
        </w:rPr>
        <w:t xml:space="preserve"> ن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ست</w:t>
      </w:r>
      <w:r w:rsidR="00C83F61">
        <w:rPr>
          <w:rtl/>
          <w:lang w:bidi="fa-IR"/>
        </w:rPr>
        <w:t xml:space="preserve"> که ش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خ</w:t>
      </w:r>
      <w:r w:rsidR="00C83F61">
        <w:rPr>
          <w:rtl/>
          <w:lang w:bidi="fa-IR"/>
        </w:rPr>
        <w:t xml:space="preserve"> عباس قم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در همان قم و پ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ش</w:t>
      </w:r>
      <w:r w:rsidR="00C83F61">
        <w:rPr>
          <w:rtl/>
          <w:lang w:bidi="fa-IR"/>
        </w:rPr>
        <w:t xml:space="preserve"> از رفتن به مشهد در سال 1332 گاه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به منبر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رفت، ول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وعظ و سخنان نافذ و منبرها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رسم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او در مشهد و شهرها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خراسان مشهور شد و بعدها در قم و همدان، به و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ژه</w:t>
      </w:r>
      <w:r w:rsidR="00C83F61">
        <w:rPr>
          <w:rtl/>
          <w:lang w:bidi="fa-IR"/>
        </w:rPr>
        <w:t xml:space="preserve"> در نجف اشرف، زبانزد خاص وعام شد. منبر او همه را تحت تاث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ر</w:t>
      </w:r>
      <w:r w:rsidR="00C83F61">
        <w:rPr>
          <w:rtl/>
          <w:lang w:bidi="fa-IR"/>
        </w:rPr>
        <w:t xml:space="preserve"> قرار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داد. رسم معمول محدث قم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بود که در منبر ابتدا خطبه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خواند و سپس حد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ث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را ب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ان</w:t>
      </w:r>
      <w:r w:rsidR="00C83F61">
        <w:rPr>
          <w:rtl/>
          <w:lang w:bidi="fa-IR"/>
        </w:rPr>
        <w:t xml:space="preserve">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کرد و به مناسبت آن، حد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ث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گر</w:t>
      </w:r>
      <w:r w:rsidR="00C83F61">
        <w:rPr>
          <w:rtl/>
          <w:lang w:bidi="fa-IR"/>
        </w:rPr>
        <w:t xml:space="preserve"> و حد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ث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گر</w:t>
      </w:r>
      <w:r w:rsidR="00C83F61">
        <w:rPr>
          <w:rtl/>
          <w:lang w:bidi="fa-IR"/>
        </w:rPr>
        <w:t xml:space="preserve"> و همه را با ذکر اسناد و گاه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معرف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اجمال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و 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</w:t>
      </w:r>
      <w:r w:rsidR="00C83F61">
        <w:rPr>
          <w:rtl/>
          <w:lang w:bidi="fa-IR"/>
        </w:rPr>
        <w:t xml:space="preserve"> تفص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ل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راو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ان</w:t>
      </w:r>
      <w:r w:rsidR="00C83F61">
        <w:rPr>
          <w:rtl/>
          <w:lang w:bidi="fa-IR"/>
        </w:rPr>
        <w:t xml:space="preserve">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آورد. منبر رفتن محدث قم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در مشهد و نجف اشرف تا </w:t>
      </w:r>
      <w:r w:rsidR="00C83F61">
        <w:rPr>
          <w:rFonts w:hint="eastAsia"/>
          <w:rtl/>
          <w:lang w:bidi="fa-IR"/>
        </w:rPr>
        <w:t>روز</w:t>
      </w:r>
      <w:r w:rsidR="00C83F61">
        <w:rPr>
          <w:rtl/>
          <w:lang w:bidi="fa-IR"/>
        </w:rPr>
        <w:t xml:space="preserve"> عاشورا بود و بعد از آن هر چه اصرار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کردند، نم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پذ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رفت</w:t>
      </w:r>
      <w:r w:rsidR="00C83F61">
        <w:rPr>
          <w:rtl/>
          <w:lang w:bidi="fa-IR"/>
        </w:rPr>
        <w:t>. گاه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چند روز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در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ام</w:t>
      </w:r>
      <w:r w:rsidR="00C83F61">
        <w:rPr>
          <w:rtl/>
          <w:lang w:bidi="fa-IR"/>
        </w:rPr>
        <w:t xml:space="preserve"> بعد از عاشورا هم منبر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رفت و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گفت: «ب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ش</w:t>
      </w:r>
      <w:r w:rsidR="00C83F61">
        <w:rPr>
          <w:rtl/>
          <w:lang w:bidi="fa-IR"/>
        </w:rPr>
        <w:t xml:space="preserve"> از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ن،</w:t>
      </w:r>
      <w:r w:rsidR="00C83F61">
        <w:rPr>
          <w:rtl/>
          <w:lang w:bidi="fa-IR"/>
        </w:rPr>
        <w:t xml:space="preserve"> مزاحم کار نوشتن من است. من تأل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ف</w:t>
      </w:r>
      <w:r w:rsidR="00C83F61">
        <w:rPr>
          <w:rtl/>
          <w:lang w:bidi="fa-IR"/>
        </w:rPr>
        <w:t xml:space="preserve"> و تصن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ف</w:t>
      </w:r>
      <w:r w:rsidR="00C83F61">
        <w:rPr>
          <w:rtl/>
          <w:lang w:bidi="fa-IR"/>
        </w:rPr>
        <w:t xml:space="preserve"> را لازم و مهم تر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دانم». با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که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شان</w:t>
      </w:r>
      <w:r w:rsidR="00C83F61">
        <w:rPr>
          <w:rtl/>
          <w:lang w:bidi="fa-IR"/>
        </w:rPr>
        <w:t xml:space="preserve"> پ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وسته</w:t>
      </w:r>
      <w:r w:rsidR="00C83F61">
        <w:rPr>
          <w:rtl/>
          <w:lang w:bidi="fa-IR"/>
        </w:rPr>
        <w:t xml:space="preserve"> با اخبار و روا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ات</w:t>
      </w:r>
      <w:r w:rsidR="00C83F61">
        <w:rPr>
          <w:rtl/>
          <w:lang w:bidi="fa-IR"/>
        </w:rPr>
        <w:t xml:space="preserve"> و احاد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ث</w:t>
      </w:r>
      <w:r w:rsidR="00C83F61">
        <w:rPr>
          <w:rtl/>
          <w:lang w:bidi="fa-IR"/>
        </w:rPr>
        <w:t xml:space="preserve"> و ت</w:t>
      </w:r>
      <w:r w:rsidR="00C83F61">
        <w:rPr>
          <w:rFonts w:hint="eastAsia"/>
          <w:rtl/>
          <w:lang w:bidi="fa-IR"/>
        </w:rPr>
        <w:t>ار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خ</w:t>
      </w:r>
      <w:r w:rsidR="00C83F61">
        <w:rPr>
          <w:rtl/>
          <w:lang w:bidi="fa-IR"/>
        </w:rPr>
        <w:t xml:space="preserve"> و... سروکار داشت، برا</w:t>
      </w:r>
      <w:r w:rsidR="00C83F61">
        <w:rPr>
          <w:rFonts w:hint="cs"/>
          <w:rtl/>
          <w:lang w:bidi="fa-IR"/>
        </w:rPr>
        <w:t>ی</w:t>
      </w:r>
    </w:p>
    <w:p w:rsidR="00C83F61" w:rsidRPr="00BB18E2" w:rsidRDefault="00BB18E2" w:rsidP="00BB18E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</w:t>
      </w:r>
    </w:p>
    <w:p w:rsidR="00C83F61" w:rsidRDefault="00C83F61" w:rsidP="00BB18E2">
      <w:pPr>
        <w:pStyle w:val="libFootnote0"/>
        <w:rPr>
          <w:rtl/>
          <w:lang w:bidi="fa-IR"/>
        </w:rPr>
      </w:pPr>
      <w:r>
        <w:rPr>
          <w:rtl/>
          <w:lang w:bidi="fa-IR"/>
        </w:rPr>
        <w:t>1-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کار</w:t>
      </w:r>
      <w:r>
        <w:rPr>
          <w:rtl/>
          <w:lang w:bidi="fa-IR"/>
        </w:rPr>
        <w:t xml:space="preserve"> با منکر، ص 95.</w:t>
      </w:r>
    </w:p>
    <w:p w:rsidR="00C83F61" w:rsidRDefault="00BB18E2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83F61">
        <w:rPr>
          <w:rFonts w:hint="cs"/>
          <w:rtl/>
          <w:lang w:bidi="fa-IR"/>
        </w:rPr>
        <w:lastRenderedPageBreak/>
        <w:t>ی</w:t>
      </w:r>
      <w:r w:rsidR="00C83F61">
        <w:rPr>
          <w:rFonts w:hint="eastAsia"/>
          <w:rtl/>
          <w:lang w:bidi="fa-IR"/>
        </w:rPr>
        <w:t>ک</w:t>
      </w:r>
      <w:r w:rsidR="00C83F61">
        <w:rPr>
          <w:rtl/>
          <w:lang w:bidi="fa-IR"/>
        </w:rPr>
        <w:t xml:space="preserve"> بار منبر رفتن 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ک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،</w:t>
      </w:r>
      <w:r w:rsidR="00C83F61">
        <w:rPr>
          <w:rtl/>
          <w:lang w:bidi="fa-IR"/>
        </w:rPr>
        <w:t xml:space="preserve"> دو ساعت مطالعه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کرد تا مبادا کلمه 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کم و ز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اد</w:t>
      </w:r>
      <w:r w:rsidR="00C83F61">
        <w:rPr>
          <w:rtl/>
          <w:lang w:bidi="fa-IR"/>
        </w:rPr>
        <w:t xml:space="preserve"> بگو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</w:t>
      </w:r>
      <w:r w:rsidR="00C83F61">
        <w:rPr>
          <w:rtl/>
          <w:lang w:bidi="fa-IR"/>
        </w:rPr>
        <w:t>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BB18E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معتمد 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واعظ بزرگوار معاصر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تهران  که در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مشهد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براساس فن خودش که علم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بود، صحبت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را براساس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علم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نمود، چون نسبت به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شناخت </w:t>
      </w:r>
      <w:r>
        <w:rPr>
          <w:rFonts w:hint="eastAsia"/>
          <w:rtl/>
          <w:lang w:bidi="fa-IR"/>
        </w:rPr>
        <w:t>داشت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منابر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نشست،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جمع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نفس نداشتند، مبادا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کلمه از سخن او را نشنوند. مجلس او نوران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را در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کوه وقار و صبر و زهد و تقوا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>. مرحوم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شاگردانش سفارش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کرد: «برو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استفاده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>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آن محدث بزرگ،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هوا و هوس را در خود کشته بود و از اسارت هوس و خودخواه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آمده بود.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حاج آقا رضا صدر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که در نوجوان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مشهد مقدس شاهد منبرها و مواعظ او بوده است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«او سخنور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دانا و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 بود. 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 منبر جلوس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به طور 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و حاضران سراپا گوش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موعظه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گفت،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ذکر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tl/>
          <w:lang w:bidi="fa-IR"/>
        </w:rPr>
        <w:t xml:space="preserve"> از مصائب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چنان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بدون تک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صوت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کرد که مستمعان را به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سخنانش در خودش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مؤثر واقع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حضرتش به مناسبت مطالب،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حال رخ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داد».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محدث زاده به نقل از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آقا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کاظم دامغان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</w:t>
      </w:r>
    </w:p>
    <w:p w:rsidR="00C83F61" w:rsidRDefault="00C83F61" w:rsidP="00BB18E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مشهد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«منبر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جز اخبار و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و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نبود. روضه را هم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خواندند، اما چون با حال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خواندند و خودشان هم منقلب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شدند، مردم را فوق العاده منقلب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کردند.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سال ها، در روز تاسوعا، در مجلس منزل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حاج آقا ح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صبح همه منبر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منبر رفتند و هر چه راجع به حضرت ابوالفضل العباس </w:t>
      </w:r>
      <w:r w:rsidR="00BB18E2" w:rsidRPr="00BB18E2">
        <w:rPr>
          <w:rStyle w:val="libAlaemChar"/>
          <w:rFonts w:eastAsiaTheme="minorHAnsi"/>
          <w:rtl/>
        </w:rPr>
        <w:t>عليهما‌السلام</w:t>
      </w:r>
      <w:r>
        <w:rPr>
          <w:rtl/>
          <w:lang w:bidi="fa-IR"/>
        </w:rPr>
        <w:t xml:space="preserve"> بود گفتند. بعد از همه آن ها، مرحوم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رفتند،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روضه شدند، شروع کردند به خواندن اشعار جناب ام البن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«لا تدعون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ام البن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تا آخر. من از شدت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حال رفتم.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به حال آوردند،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</w:t>
      </w:r>
      <w:r>
        <w:rPr>
          <w:rtl/>
          <w:lang w:bidi="fa-IR"/>
        </w:rPr>
        <w:t xml:space="preserve"> نفر در اطراف من هنوز در حال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هستند، خود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هم حال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 و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کردند».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مرحوم درباره رباخوار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نکوهش آن سخن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 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آن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خواند. زرگر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اهل ربا بود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سخنان نافذ او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منقلب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تکان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خورد که از کثرت وحشت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شود».</w:t>
      </w:r>
      <w:r w:rsidRPr="00BB18E2">
        <w:rPr>
          <w:rStyle w:val="libFootnotenumChar"/>
          <w:rtl/>
        </w:rPr>
        <w:t>(1)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راشد، واعظ و دانشمند مشهور که از فضلا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روز حوزه مشهد و حاضران آن مجلس بوده بارها گفته است که اثر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منبر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 در ما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در طول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 مضام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سخنان آن مرحوم در اعماق دل ما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ما را به خود مشغول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کرد،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تا هفته بعد کاملاً </w:t>
      </w:r>
      <w:r>
        <w:rPr>
          <w:rtl/>
          <w:lang w:bidi="fa-IR"/>
        </w:rPr>
        <w:lastRenderedPageBreak/>
        <w:t>تحت تاث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آن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سخنان نافذ آن مرحوم چنان بود که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هفته انسان را از تمام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پندارها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ناروا و گناهان بازم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به خدا و عبادت متوجه</w:t>
      </w:r>
    </w:p>
    <w:p w:rsidR="00C83F61" w:rsidRPr="00BB18E2" w:rsidRDefault="00BB18E2" w:rsidP="00BB18E2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C83F61" w:rsidRDefault="00C83F61" w:rsidP="00BB18E2">
      <w:pPr>
        <w:pStyle w:val="libFootnote0"/>
        <w:rPr>
          <w:rtl/>
          <w:lang w:bidi="fa-IR"/>
        </w:rPr>
      </w:pPr>
      <w:r>
        <w:rPr>
          <w:rtl/>
          <w:lang w:bidi="fa-IR"/>
        </w:rPr>
        <w:t>1- مفاخر اسلام، ج 11، بخش اول، ص 102.</w:t>
      </w:r>
    </w:p>
    <w:p w:rsidR="00C83F61" w:rsidRDefault="00BB18E2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83F61">
        <w:rPr>
          <w:rFonts w:hint="eastAsia"/>
          <w:rtl/>
          <w:lang w:bidi="fa-IR"/>
        </w:rPr>
        <w:lastRenderedPageBreak/>
        <w:t>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کرد.</w:t>
      </w:r>
      <w:r w:rsidR="00C83F61" w:rsidRPr="00BB18E2">
        <w:rPr>
          <w:rStyle w:val="libFootnotenumChar"/>
          <w:rtl/>
        </w:rPr>
        <w:t>(1)</w:t>
      </w:r>
      <w:r w:rsidR="00C83F61">
        <w:rPr>
          <w:rtl/>
          <w:lang w:bidi="fa-IR"/>
        </w:rPr>
        <w:t xml:space="preserve"> به گفته 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ک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از علما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اعلام نجف، وقت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حاج ش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خ</w:t>
      </w:r>
      <w:r w:rsidR="00C83F61">
        <w:rPr>
          <w:rtl/>
          <w:lang w:bidi="fa-IR"/>
        </w:rPr>
        <w:t xml:space="preserve"> عباس قم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در منبر، حد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ث</w:t>
      </w:r>
      <w:r w:rsidR="00C83F61">
        <w:rPr>
          <w:rtl/>
          <w:lang w:bidi="fa-IR"/>
        </w:rPr>
        <w:t xml:space="preserve">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گفت و درباره آن بحث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کرد و مختصر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از شرح حال هر کدام از راو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ان</w:t>
      </w:r>
      <w:r w:rsidR="00C83F61">
        <w:rPr>
          <w:rtl/>
          <w:lang w:bidi="fa-IR"/>
        </w:rPr>
        <w:t xml:space="preserve"> را ب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ان</w:t>
      </w:r>
      <w:r w:rsidR="00C83F61">
        <w:rPr>
          <w:rtl/>
          <w:lang w:bidi="fa-IR"/>
        </w:rPr>
        <w:t xml:space="preserve">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کرد، هم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که پس از معرف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آخر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راو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به امام صادق و 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</w:t>
      </w:r>
      <w:r w:rsidR="00C83F61">
        <w:rPr>
          <w:rtl/>
          <w:lang w:bidi="fa-IR"/>
        </w:rPr>
        <w:t xml:space="preserve"> امامان 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گر</w:t>
      </w:r>
      <w:r w:rsidR="00C83F61">
        <w:rPr>
          <w:rtl/>
          <w:lang w:bidi="fa-IR"/>
        </w:rPr>
        <w:t xml:space="preserve"> </w:t>
      </w:r>
      <w:r w:rsidR="00EE5F49" w:rsidRPr="00EE5F49">
        <w:rPr>
          <w:rStyle w:val="libAlaemChar"/>
          <w:rtl/>
        </w:rPr>
        <w:t xml:space="preserve">عليهم‌السلام </w:t>
      </w:r>
      <w:r w:rsidR="00C83F61">
        <w:rPr>
          <w:rtl/>
          <w:lang w:bidi="fa-IR"/>
        </w:rPr>
        <w:t>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رس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د،</w:t>
      </w:r>
      <w:r w:rsidR="00C83F61">
        <w:rPr>
          <w:rtl/>
          <w:lang w:bidi="fa-IR"/>
        </w:rPr>
        <w:t xml:space="preserve"> چنان بود ک</w:t>
      </w:r>
      <w:r w:rsidR="00C83F61">
        <w:rPr>
          <w:rFonts w:hint="eastAsia"/>
          <w:rtl/>
          <w:lang w:bidi="fa-IR"/>
        </w:rPr>
        <w:t>ه</w:t>
      </w:r>
      <w:r w:rsidR="00C83F61">
        <w:rPr>
          <w:rtl/>
          <w:lang w:bidi="fa-IR"/>
        </w:rPr>
        <w:t xml:space="preserve"> گو</w:t>
      </w:r>
      <w:r w:rsidR="00C83F61">
        <w:rPr>
          <w:rFonts w:hint="cs"/>
          <w:rtl/>
          <w:lang w:bidi="fa-IR"/>
        </w:rPr>
        <w:t>یی</w:t>
      </w:r>
      <w:r w:rsidR="00C83F61">
        <w:rPr>
          <w:rtl/>
          <w:lang w:bidi="fa-IR"/>
        </w:rPr>
        <w:t xml:space="preserve"> شنونده، امام را با همان عظمت و مقام شامخ امامت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</w:t>
      </w:r>
      <w:r w:rsidR="00C83F61" w:rsidRPr="00BB18E2">
        <w:rPr>
          <w:rStyle w:val="libFootnotenumChar"/>
          <w:rtl/>
        </w:rPr>
        <w:t>.(2)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محترم تهران نقل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کند: «محدث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سال ماه رمضان در مشهد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سخنانش گفت: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ام مثل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روزه ام را افطار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و خودم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کرده ام که مبادا در نقل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کم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دهد، لذا کتاب آورده ام که احاد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ث را از رو بخوانم».</w:t>
      </w:r>
    </w:p>
    <w:p w:rsidR="00C83F61" w:rsidRDefault="00C83F61" w:rsidP="00BB18E2">
      <w:pPr>
        <w:pStyle w:val="libNormal"/>
        <w:rPr>
          <w:rtl/>
          <w:lang w:bidi="fa-IR"/>
        </w:rPr>
      </w:pPr>
      <w:r>
        <w:rPr>
          <w:rtl/>
          <w:lang w:bidi="fa-IR"/>
        </w:rPr>
        <w:t>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همه اطلاعات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درباره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 w:rsidR="00BB18E2" w:rsidRPr="00BB18E2">
        <w:rPr>
          <w:rStyle w:val="libAlaemChar"/>
          <w:rFonts w:eastAsiaTheme="minorHAnsi"/>
          <w:rtl/>
        </w:rPr>
        <w:t>صلى‌الله‌عليه‌وآله</w:t>
      </w:r>
      <w:r>
        <w:rPr>
          <w:rtl/>
          <w:lang w:bidi="fa-IR"/>
        </w:rPr>
        <w:t xml:space="preserve"> و ائمه اطهار </w:t>
      </w:r>
      <w:r w:rsidR="00EE5F49" w:rsidRPr="00EE5F49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>و اخبار و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آن ذوات مقدس داشت، نه تنها در مشهد، بلکه در قم و نجف اشرف و جاها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هم که به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رفت،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به دست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روضه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ر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بر شنونده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گذاشت.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آن جا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علاقه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نوشتن داشت،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مشهد بود، نذر کرده بود که اگر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منزل مرحوم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مسجد گوهرشاد منبر برود،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سفر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به حج برود. در همان موقع، تاجر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هرات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tl/>
          <w:lang w:bidi="fa-IR"/>
        </w:rPr>
        <w:t xml:space="preserve"> بود، نذر کرده بود که اگر بهبود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دهه روضه </w:t>
      </w:r>
      <w:r>
        <w:rPr>
          <w:rFonts w:hint="eastAsia"/>
          <w:rtl/>
          <w:lang w:bidi="fa-IR"/>
        </w:rPr>
        <w:t>بگذارد</w:t>
      </w:r>
      <w:r>
        <w:rPr>
          <w:rtl/>
          <w:lang w:bidi="fa-IR"/>
        </w:rPr>
        <w:t xml:space="preserve"> و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دعوت کند.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موضوع را به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C83F61" w:rsidRPr="00484D1C" w:rsidRDefault="00484D1C" w:rsidP="00484D1C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C83F61" w:rsidRDefault="00C83F61" w:rsidP="00484D1C">
      <w:pPr>
        <w:pStyle w:val="libFootnote0"/>
        <w:rPr>
          <w:rtl/>
          <w:lang w:bidi="fa-IR"/>
        </w:rPr>
      </w:pPr>
      <w:r>
        <w:rPr>
          <w:rtl/>
          <w:lang w:bidi="fa-IR"/>
        </w:rPr>
        <w:t>1- مفاخر اسلام، ج 11، بخش اول، ص 103.</w:t>
      </w:r>
    </w:p>
    <w:p w:rsidR="00484D1C" w:rsidRDefault="00C83F61" w:rsidP="00484D1C">
      <w:pPr>
        <w:pStyle w:val="libFootnote0"/>
        <w:rPr>
          <w:rtl/>
          <w:lang w:bidi="fa-IR"/>
        </w:rPr>
      </w:pPr>
      <w:r>
        <w:rPr>
          <w:rtl/>
          <w:lang w:bidi="fa-IR"/>
        </w:rPr>
        <w:t>2- مفاخر اسلام، ج 11، بخش اول، ص 103.</w:t>
      </w:r>
    </w:p>
    <w:p w:rsidR="00C83F61" w:rsidRDefault="00484D1C" w:rsidP="00484D1C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نذر کرده ام که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خانه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مسجد گوهرشاد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منبر نروم. هرات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هم نذر کرده ام شما را دعوت کنم. بعد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بداند اهم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موضوع تا کجاست،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نذرم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دهه، هزار تومان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در نظر گرفته ام.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وصف چون نذر کرده ام معذورم.</w:t>
      </w:r>
      <w:r w:rsidRPr="00484D1C">
        <w:rPr>
          <w:rStyle w:val="libFootnotenumChar"/>
          <w:rtl/>
        </w:rPr>
        <w:t xml:space="preserve">(1) </w:t>
      </w:r>
      <w:r>
        <w:rPr>
          <w:rtl/>
          <w:lang w:bidi="fa-IR"/>
        </w:rPr>
        <w:t>جالب است که هزار تومان در آن زمان پول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است.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خانه او در مشهد آن موقع کمتر از هزار تومان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داشته است.</w:t>
      </w:r>
    </w:p>
    <w:p w:rsidR="00C83F61" w:rsidRDefault="00C83F61" w:rsidP="008479B3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درباره</w:t>
      </w:r>
      <w:r>
        <w:rPr>
          <w:rtl/>
          <w:lang w:bidi="fa-IR"/>
        </w:rPr>
        <w:t xml:space="preserve">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سفرها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به سفر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تربت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اشاره کرد؛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اهال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تربت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گفته است: اگر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تربت،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گزاف نگفته ام.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مردم تربت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مرحوم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علاقه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داشتند. مرحوم صدرالعلما داماد قائم مقام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محدث زاده نقل کرده و گفته است: «سال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پدرت شب ها در تربت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رفت.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قبل از منبر،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اظهار فقر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 و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eastAsia"/>
          <w:rtl/>
          <w:lang w:bidi="fa-IR"/>
        </w:rPr>
        <w:t>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صبر کن، من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مردم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 حالا آن ارادت و علاقه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تربت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سو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او از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به مردم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مستمند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کمک کنند،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>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داست</w:t>
      </w:r>
      <w:r>
        <w:rPr>
          <w:rtl/>
          <w:lang w:bidi="fa-IR"/>
        </w:rPr>
        <w:t xml:space="preserve"> که همه بدون تأمل کمک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گفتند، اما 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</w:t>
      </w:r>
      <w:r>
        <w:rPr>
          <w:rFonts w:hint="eastAsia"/>
          <w:rtl/>
          <w:lang w:bidi="fa-IR"/>
        </w:rPr>
        <w:t>فر</w:t>
      </w:r>
      <w:r>
        <w:rPr>
          <w:rtl/>
          <w:lang w:bidi="fa-IR"/>
        </w:rPr>
        <w:t xml:space="preserve"> هم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نداد. بعد خود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فرموده</w:t>
      </w:r>
    </w:p>
    <w:p w:rsidR="00C83F61" w:rsidRPr="008479B3" w:rsidRDefault="008479B3" w:rsidP="008479B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C83F61" w:rsidRDefault="00C83F61" w:rsidP="008479B3">
      <w:pPr>
        <w:pStyle w:val="libFootnote0"/>
        <w:rPr>
          <w:rtl/>
          <w:lang w:bidi="fa-IR"/>
        </w:rPr>
      </w:pPr>
      <w:r>
        <w:rPr>
          <w:rtl/>
          <w:lang w:bidi="fa-IR"/>
        </w:rPr>
        <w:t>1- مفاخر اسلام، ج 11، بخش اول، ص 104.</w:t>
      </w:r>
    </w:p>
    <w:p w:rsidR="00C83F61" w:rsidRDefault="008479B3" w:rsidP="008479B3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83F61">
        <w:rPr>
          <w:rFonts w:hint="eastAsia"/>
          <w:rtl/>
          <w:lang w:bidi="fa-IR"/>
        </w:rPr>
        <w:lastRenderedPageBreak/>
        <w:t>بودند،</w:t>
      </w:r>
      <w:r w:rsidR="00C83F61">
        <w:rPr>
          <w:rtl/>
          <w:lang w:bidi="fa-IR"/>
        </w:rPr>
        <w:t xml:space="preserve"> علت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بود که من به فق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ر</w:t>
      </w:r>
      <w:r w:rsidR="00C83F61">
        <w:rPr>
          <w:rtl/>
          <w:lang w:bidi="fa-IR"/>
        </w:rPr>
        <w:t xml:space="preserve"> گفتم: به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ها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گو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م</w:t>
      </w:r>
      <w:r w:rsidR="00C83F61">
        <w:rPr>
          <w:rtl/>
          <w:lang w:bidi="fa-IR"/>
        </w:rPr>
        <w:t xml:space="preserve"> و به تو کمک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کنند. و رو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علاقه 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که مردم به من داشتند اطم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نان</w:t>
      </w:r>
      <w:r w:rsidR="00C83F61">
        <w:rPr>
          <w:rtl/>
          <w:lang w:bidi="fa-IR"/>
        </w:rPr>
        <w:t xml:space="preserve"> به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کار داشتم، ول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خداوند به من عنا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ت</w:t>
      </w:r>
      <w:r w:rsidR="00C83F61">
        <w:rPr>
          <w:rtl/>
          <w:lang w:bidi="fa-IR"/>
        </w:rPr>
        <w:t xml:space="preserve"> فرمود و مرا متنبه کرد که تا ما نخواه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م</w:t>
      </w:r>
      <w:r w:rsidR="00C83F61">
        <w:rPr>
          <w:rtl/>
          <w:lang w:bidi="fa-IR"/>
        </w:rPr>
        <w:t xml:space="preserve"> همان مر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دها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کذا و کذا هم به حرف تو اعتنا نم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کنند».</w:t>
      </w:r>
      <w:r w:rsidR="00C83F61" w:rsidRPr="008479B3">
        <w:rPr>
          <w:rStyle w:val="libFootnotenumChar"/>
          <w:rtl/>
        </w:rPr>
        <w:t>(1)</w:t>
      </w:r>
    </w:p>
    <w:p w:rsidR="00C83F61" w:rsidRPr="008479B3" w:rsidRDefault="008479B3" w:rsidP="008479B3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C83F61" w:rsidRDefault="00C83F61" w:rsidP="008479B3">
      <w:pPr>
        <w:pStyle w:val="libFootnote0"/>
        <w:rPr>
          <w:rtl/>
          <w:lang w:bidi="fa-IR"/>
        </w:rPr>
      </w:pPr>
      <w:r>
        <w:rPr>
          <w:rtl/>
          <w:lang w:bidi="fa-IR"/>
        </w:rPr>
        <w:t>1- مفاخر اسلام، ج11، بخش اول، ص 105.</w:t>
      </w:r>
    </w:p>
    <w:p w:rsidR="008479B3" w:rsidRDefault="008479B3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8479B3">
      <w:pPr>
        <w:pStyle w:val="Heading1"/>
        <w:rPr>
          <w:rtl/>
          <w:lang w:bidi="fa-IR"/>
        </w:rPr>
      </w:pPr>
      <w:bookmarkStart w:id="32" w:name="_Toc530811126"/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پنجم: وفات</w:t>
      </w:r>
      <w:bookmarkEnd w:id="32"/>
    </w:p>
    <w:p w:rsidR="00C83F61" w:rsidRDefault="00C83F61" w:rsidP="008479B3">
      <w:pPr>
        <w:pStyle w:val="libBold1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محدث</w:t>
      </w:r>
      <w:r>
        <w:rPr>
          <w:rtl/>
          <w:lang w:bidi="fa-IR"/>
        </w:rPr>
        <w:t xml:space="preserve"> بزرگوار،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سال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عمر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نجف اشرف بود.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نجف، بر اثر شدت گرما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استسقاء (تشنگ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) دچار شد و رفته رفته حالش رو به وخامت گذارد؛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ماه بستر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در اواخر عمر،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علما، مرحوم حاج آقا احمد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ادتش</w:t>
      </w:r>
      <w:r>
        <w:rPr>
          <w:rtl/>
          <w:lang w:bidi="fa-IR"/>
        </w:rPr>
        <w:t xml:space="preserve"> رفت و از حالش 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شد. حا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گفت: چند روز است که نتوانستم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بخوانم و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 xml:space="preserve"> و سپس به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مرحوم روحان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فرزند بزرگ آن مرحوم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جلد 17 بحارالانوار علامه 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آورند و او چند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 و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محدث زاده درباره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عمر پدر 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قدرشان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«روز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شنبه، اول ماه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القعده 1359 ه . ق، پدرم غسل کردند و به حرم مطهر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6E4117" w:rsidRPr="006E411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مشرف شدند. پس از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ارت،</w:t>
      </w:r>
      <w:r>
        <w:rPr>
          <w:rtl/>
          <w:lang w:bidi="fa-IR"/>
        </w:rPr>
        <w:t xml:space="preserve"> در آن حرم چهار رکعت نماز</w:t>
      </w:r>
      <w:r>
        <w:rPr>
          <w:rFonts w:hint="cs"/>
          <w:rtl/>
          <w:lang w:bidi="fa-IR"/>
        </w:rPr>
        <w:t>ی</w:t>
      </w:r>
      <w:r w:rsidRPr="00633327">
        <w:rPr>
          <w:rStyle w:val="libFootnotenumChar"/>
          <w:rtl/>
        </w:rPr>
        <w:t xml:space="preserve">(1) </w:t>
      </w:r>
      <w:r>
        <w:rPr>
          <w:rtl/>
          <w:lang w:bidi="fa-IR"/>
        </w:rPr>
        <w:t>که در آن روز وارد است، خواندند.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اواخر، به واسطه کسالت قبل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ورم کرده بود 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تکان بخورند، سخت خسته و کوفته شده بودند؛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حرکت</w:t>
      </w:r>
    </w:p>
    <w:p w:rsidR="00C83F61" w:rsidRPr="00633327" w:rsidRDefault="00633327" w:rsidP="0063332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</w:t>
      </w:r>
    </w:p>
    <w:p w:rsidR="00C83F61" w:rsidRDefault="00C83F61" w:rsidP="00633327">
      <w:pPr>
        <w:pStyle w:val="libFootnote0"/>
        <w:rPr>
          <w:rtl/>
          <w:lang w:bidi="fa-IR"/>
        </w:rPr>
      </w:pPr>
      <w:r>
        <w:rPr>
          <w:rtl/>
          <w:lang w:bidi="fa-IR"/>
        </w:rPr>
        <w:t>1- نک: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الجنان، اعمال ماه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القعده.</w:t>
      </w:r>
    </w:p>
    <w:p w:rsidR="00C83F61" w:rsidRDefault="00633327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83F61">
        <w:rPr>
          <w:rFonts w:hint="eastAsia"/>
          <w:rtl/>
          <w:lang w:bidi="fa-IR"/>
        </w:rPr>
        <w:lastRenderedPageBreak/>
        <w:t>ده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م</w:t>
      </w:r>
      <w:r w:rsidR="00C83F61">
        <w:rPr>
          <w:rtl/>
          <w:lang w:bidi="fa-IR"/>
        </w:rPr>
        <w:t xml:space="preserve"> و جابه جا کن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م</w:t>
      </w:r>
      <w:r w:rsidR="00C83F61">
        <w:rPr>
          <w:rtl/>
          <w:lang w:bidi="fa-IR"/>
        </w:rPr>
        <w:t>. هفته آخر عمرشان نماز را نشسته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خواندند. صبح روز آخر، تمام محتوا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ج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ب</w:t>
      </w:r>
      <w:r w:rsidR="00C83F61">
        <w:rPr>
          <w:rtl/>
          <w:lang w:bidi="fa-IR"/>
        </w:rPr>
        <w:t xml:space="preserve"> ها و انگشتر و ساعت بغل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شان</w:t>
      </w:r>
      <w:r w:rsidR="00C83F61">
        <w:rPr>
          <w:rtl/>
          <w:lang w:bidi="fa-IR"/>
        </w:rPr>
        <w:t xml:space="preserve"> را درآوردند و به ما دادند. از همه، به و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ژه</w:t>
      </w:r>
      <w:r w:rsidR="00C83F61">
        <w:rPr>
          <w:rtl/>
          <w:lang w:bidi="fa-IR"/>
        </w:rPr>
        <w:t xml:space="preserve"> خواهر بزرگمان که خ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ل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در فکر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شان</w:t>
      </w:r>
      <w:r w:rsidR="00C83F61">
        <w:rPr>
          <w:rtl/>
          <w:lang w:bidi="fa-IR"/>
        </w:rPr>
        <w:t xml:space="preserve"> بود، حلال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ت</w:t>
      </w:r>
      <w:r w:rsidR="00C83F61">
        <w:rPr>
          <w:rtl/>
          <w:lang w:bidi="fa-IR"/>
        </w:rPr>
        <w:t xml:space="preserve"> خواستند. وقت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مادرمان از نزد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شان</w:t>
      </w:r>
      <w:r w:rsidR="00C83F61">
        <w:rPr>
          <w:rtl/>
          <w:lang w:bidi="fa-IR"/>
        </w:rPr>
        <w:t xml:space="preserve"> ب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رون</w:t>
      </w:r>
      <w:r w:rsidR="00C83F61">
        <w:rPr>
          <w:rtl/>
          <w:lang w:bidi="fa-IR"/>
        </w:rPr>
        <w:t xml:space="preserve">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رفت</w:t>
      </w:r>
      <w:r w:rsidR="00C83F61">
        <w:rPr>
          <w:rFonts w:hint="eastAsia"/>
          <w:rtl/>
          <w:lang w:bidi="fa-IR"/>
        </w:rPr>
        <w:t>،</w:t>
      </w:r>
      <w:r w:rsidR="00C83F61">
        <w:rPr>
          <w:rtl/>
          <w:lang w:bidi="fa-IR"/>
        </w:rPr>
        <w:t xml:space="preserve"> به حالت تضرع خاص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،</w:t>
      </w:r>
      <w:r w:rsidR="00C83F61">
        <w:rPr>
          <w:rtl/>
          <w:lang w:bidi="fa-IR"/>
        </w:rPr>
        <w:t xml:space="preserve"> همان گونه که رو به طرف حرم مطهر داشتند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گفتند: 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</w:t>
      </w:r>
      <w:r w:rsidR="00C83F61">
        <w:rPr>
          <w:rtl/>
          <w:lang w:bidi="fa-IR"/>
        </w:rPr>
        <w:t xml:space="preserve"> ام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رالمومن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در ا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لحظات دست مرا بگ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ر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د،</w:t>
      </w:r>
      <w:r w:rsidR="00C83F61">
        <w:rPr>
          <w:rtl/>
          <w:lang w:bidi="fa-IR"/>
        </w:rPr>
        <w:t xml:space="preserve"> مرا تنها نگذار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</w:t>
      </w:r>
      <w:r w:rsidR="00C83F61">
        <w:rPr>
          <w:rtl/>
          <w:lang w:bidi="fa-IR"/>
        </w:rPr>
        <w:t>.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غروب شب آخر عمرش، حالش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رعاد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ائمه اطهار را به زبان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آورد؛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مبارک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6E4117" w:rsidRPr="006E4117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عرض ادب و اظهار ارادت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مکرر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گفت: «روح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الفداء». آن شب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نمازها را نشسته خواند چون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ستد</w:t>
      </w:r>
      <w:r>
        <w:rPr>
          <w:rtl/>
          <w:lang w:bidi="fa-IR"/>
        </w:rPr>
        <w:t xml:space="preserve"> و تعادل خود را حفظ کند».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سرانجام</w:t>
      </w:r>
      <w:r>
        <w:rPr>
          <w:rtl/>
          <w:lang w:bidi="fa-IR"/>
        </w:rPr>
        <w:t xml:space="preserve"> روح پرفتوح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شب سه شنبه،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سوم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الحجه سال 1359ه . ق</w:t>
      </w:r>
      <w:r w:rsidRPr="00633327">
        <w:rPr>
          <w:rStyle w:val="libFootnotenumChar"/>
          <w:rtl/>
        </w:rPr>
        <w:t>(1)</w:t>
      </w:r>
      <w:r>
        <w:rPr>
          <w:rtl/>
          <w:lang w:bidi="fa-IR"/>
        </w:rPr>
        <w:t xml:space="preserve"> از قفس تن آزاد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به عالم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شتابد.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خبر</w:t>
      </w:r>
      <w:r>
        <w:rPr>
          <w:rtl/>
          <w:lang w:bidi="fa-IR"/>
        </w:rPr>
        <w:t xml:space="preserve"> درگذشت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آن اسم و رسم و انبوه کتاب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 او که در دست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جوان و علما و مجتهدان و درخانه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بود، با آن منبرها و مواعظ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خاص وعام مردم نجف اشرف از او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داشتند، در سطح شهر پخش شد و همه را در غم و اندوه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فرو برد. هر کس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وناله سر داد.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 به علامه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مؤلف کتاب الغد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از شدت تأثر عمامه اش را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زد؛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درباره</w:t>
      </w:r>
    </w:p>
    <w:p w:rsidR="00C83F61" w:rsidRPr="00633327" w:rsidRDefault="00633327" w:rsidP="0063332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</w:t>
      </w:r>
    </w:p>
    <w:p w:rsidR="00C83F61" w:rsidRDefault="00C83F61" w:rsidP="00633327">
      <w:pPr>
        <w:pStyle w:val="libFootnote0"/>
        <w:rPr>
          <w:rtl/>
          <w:lang w:bidi="fa-IR"/>
        </w:rPr>
      </w:pPr>
      <w:r>
        <w:rPr>
          <w:rtl/>
          <w:lang w:bidi="fa-IR"/>
        </w:rPr>
        <w:t>1- 2.علما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از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 375.</w:t>
      </w:r>
    </w:p>
    <w:p w:rsidR="00C83F61" w:rsidRDefault="00633327" w:rsidP="0063332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  <w:r w:rsidR="00C83F61">
        <w:rPr>
          <w:rFonts w:hint="eastAsia"/>
          <w:rtl/>
          <w:lang w:bidi="fa-IR"/>
        </w:rPr>
        <w:lastRenderedPageBreak/>
        <w:t>درگذشت</w:t>
      </w:r>
      <w:r w:rsidR="00C83F61">
        <w:rPr>
          <w:rtl/>
          <w:lang w:bidi="fa-IR"/>
        </w:rPr>
        <w:t xml:space="preserve"> ه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چ</w:t>
      </w:r>
      <w:r w:rsidR="00C83F61">
        <w:rPr>
          <w:rtl/>
          <w:lang w:bidi="fa-IR"/>
        </w:rPr>
        <w:t xml:space="preserve"> 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ک</w:t>
      </w:r>
      <w:r w:rsidR="00C83F61">
        <w:rPr>
          <w:rtl/>
          <w:lang w:bidi="fa-IR"/>
        </w:rPr>
        <w:t xml:space="preserve"> از بزرگان علما از و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ند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ده</w:t>
      </w:r>
      <w:r w:rsidR="00C83F61">
        <w:rPr>
          <w:rtl/>
          <w:lang w:bidi="fa-IR"/>
        </w:rPr>
        <w:t xml:space="preserve"> بودند. جنازه آن مرحوم را برا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غسل دادن و کفن کردن، صبح فردا به مغسل بردند و چون کار آن به درازاکش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د،</w:t>
      </w:r>
      <w:r w:rsidR="00C83F61">
        <w:rPr>
          <w:rtl/>
          <w:lang w:bidi="fa-IR"/>
        </w:rPr>
        <w:t xml:space="preserve"> مراسم تش</w:t>
      </w:r>
      <w:r w:rsidR="00C83F61">
        <w:rPr>
          <w:rFonts w:hint="cs"/>
          <w:rtl/>
          <w:lang w:bidi="fa-IR"/>
        </w:rPr>
        <w:t>یی</w:t>
      </w:r>
      <w:r w:rsidR="00C83F61">
        <w:rPr>
          <w:rFonts w:hint="eastAsia"/>
          <w:rtl/>
          <w:lang w:bidi="fa-IR"/>
        </w:rPr>
        <w:t>ع</w:t>
      </w:r>
      <w:r w:rsidR="00C83F61">
        <w:rPr>
          <w:rtl/>
          <w:lang w:bidi="fa-IR"/>
        </w:rPr>
        <w:t xml:space="preserve"> به بعد از ظهر موکول شد. آقا س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</w:t>
      </w:r>
      <w:r w:rsidR="00C83F61">
        <w:rPr>
          <w:rtl/>
          <w:lang w:bidi="fa-IR"/>
        </w:rPr>
        <w:t xml:space="preserve"> عباس کل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ددار،</w:t>
      </w:r>
      <w:r w:rsidR="00C83F61">
        <w:rPr>
          <w:rtl/>
          <w:lang w:bidi="fa-IR"/>
        </w:rPr>
        <w:t xml:space="preserve"> متول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روضه منوّره حضرت ام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رالمومن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</w:t>
      </w:r>
      <w:r w:rsidRPr="00633327">
        <w:rPr>
          <w:rStyle w:val="libAlaemChar"/>
          <w:rFonts w:eastAsiaTheme="minorHAnsi"/>
          <w:rtl/>
        </w:rPr>
        <w:t>عليه‌السلام</w:t>
      </w:r>
      <w:r w:rsidRPr="005100D5">
        <w:rPr>
          <w:rFonts w:ascii="Traditional Arabic" w:eastAsiaTheme="minorHAnsi" w:hAnsi="Traditional Arabic" w:cs="Traditional Arabic"/>
          <w:rtl/>
        </w:rPr>
        <w:t xml:space="preserve"> </w:t>
      </w:r>
      <w:r w:rsidR="00C83F61">
        <w:rPr>
          <w:rtl/>
          <w:lang w:bidi="fa-IR"/>
        </w:rPr>
        <w:t>، دستور د</w:t>
      </w:r>
      <w:r w:rsidR="00C83F61">
        <w:rPr>
          <w:rFonts w:hint="eastAsia"/>
          <w:rtl/>
          <w:lang w:bidi="fa-IR"/>
        </w:rPr>
        <w:t>اد</w:t>
      </w:r>
      <w:r w:rsidR="00C83F61">
        <w:rPr>
          <w:rtl/>
          <w:lang w:bidi="fa-IR"/>
        </w:rPr>
        <w:t xml:space="preserve"> جنازه را در عمار</w:t>
      </w:r>
      <w:r w:rsidR="00C83F61">
        <w:rPr>
          <w:rFonts w:hint="cs"/>
          <w:rtl/>
          <w:lang w:bidi="fa-IR"/>
        </w:rPr>
        <w:t>ی</w:t>
      </w:r>
      <w:r w:rsidR="00C83F61" w:rsidRPr="00633327">
        <w:rPr>
          <w:rStyle w:val="libFootnotenumChar"/>
          <w:rtl/>
        </w:rPr>
        <w:t>(1)</w:t>
      </w:r>
      <w:r w:rsidR="00C83F61">
        <w:rPr>
          <w:rtl/>
          <w:lang w:bidi="fa-IR"/>
        </w:rPr>
        <w:t xml:space="preserve"> بگذارند، چون رسم چن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بوده که فقط نعش عالمان بزرگ و مراجع تقل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</w:t>
      </w:r>
      <w:r w:rsidR="00C83F61">
        <w:rPr>
          <w:rtl/>
          <w:lang w:bidi="fa-IR"/>
        </w:rPr>
        <w:t xml:space="preserve"> را با اجازه کل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ددار</w:t>
      </w:r>
      <w:r w:rsidR="00C83F61">
        <w:rPr>
          <w:rtl/>
          <w:lang w:bidi="fa-IR"/>
        </w:rPr>
        <w:t xml:space="preserve"> در عمار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گذاشتند و با 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دن</w:t>
      </w:r>
      <w:r w:rsidR="00C83F61">
        <w:rPr>
          <w:rtl/>
          <w:lang w:bidi="fa-IR"/>
        </w:rPr>
        <w:t xml:space="preserve"> عمار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بازار بزرگ نجف تعط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ل</w:t>
      </w:r>
      <w:r w:rsidR="00C83F61">
        <w:rPr>
          <w:rtl/>
          <w:lang w:bidi="fa-IR"/>
        </w:rPr>
        <w:t xml:space="preserve">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شده است. آن روز ن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ز</w:t>
      </w:r>
      <w:r w:rsidR="00C83F61">
        <w:rPr>
          <w:rtl/>
          <w:lang w:bidi="fa-IR"/>
        </w:rPr>
        <w:t xml:space="preserve"> حوزه علم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ه</w:t>
      </w:r>
      <w:r w:rsidR="00C83F61">
        <w:rPr>
          <w:rtl/>
          <w:lang w:bidi="fa-IR"/>
        </w:rPr>
        <w:t xml:space="preserve"> و تمام مساجد نجف و بازار تعط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ل</w:t>
      </w:r>
      <w:r w:rsidR="00C83F61">
        <w:rPr>
          <w:rtl/>
          <w:lang w:bidi="fa-IR"/>
        </w:rPr>
        <w:t xml:space="preserve"> شد و جنازه حاج ش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خ</w:t>
      </w:r>
      <w:r w:rsidR="00C83F61">
        <w:rPr>
          <w:rtl/>
          <w:lang w:bidi="fa-IR"/>
        </w:rPr>
        <w:t xml:space="preserve"> عباس قم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را با تش</w:t>
      </w:r>
      <w:r w:rsidR="00C83F61">
        <w:rPr>
          <w:rFonts w:hint="cs"/>
          <w:rtl/>
          <w:lang w:bidi="fa-IR"/>
        </w:rPr>
        <w:t>یی</w:t>
      </w:r>
      <w:r w:rsidR="00C83F61">
        <w:rPr>
          <w:rFonts w:hint="eastAsia"/>
          <w:rtl/>
          <w:lang w:bidi="fa-IR"/>
        </w:rPr>
        <w:t>ع</w:t>
      </w:r>
      <w:r w:rsidR="00C83F61">
        <w:rPr>
          <w:rtl/>
          <w:lang w:bidi="fa-IR"/>
        </w:rPr>
        <w:t xml:space="preserve"> پرشکوه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وارد صحن مطهر کردند. در آن جا آ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ت</w:t>
      </w:r>
      <w:r w:rsidR="00C83F61">
        <w:rPr>
          <w:rtl/>
          <w:lang w:bidi="fa-IR"/>
        </w:rPr>
        <w:t xml:space="preserve"> الله العظم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آقا س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</w:t>
      </w:r>
      <w:r w:rsidR="00C83F61">
        <w:rPr>
          <w:rtl/>
          <w:lang w:bidi="fa-IR"/>
        </w:rPr>
        <w:t xml:space="preserve"> ابوالحسن اصفهان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،</w:t>
      </w:r>
      <w:r w:rsidR="00C83F61">
        <w:rPr>
          <w:rtl/>
          <w:lang w:bidi="fa-IR"/>
        </w:rPr>
        <w:t xml:space="preserve"> مرجع تقل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</w:t>
      </w:r>
      <w:r w:rsidR="00C83F61">
        <w:rPr>
          <w:rtl/>
          <w:lang w:bidi="fa-IR"/>
        </w:rPr>
        <w:t xml:space="preserve"> عصر، با انبوه علما و طلاب و عموم مردم از عرب و عجم بر آن نماز گزاردند. محدث قم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در صحن مطهر حضرت عل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</w:t>
      </w:r>
      <w:r w:rsidR="006E4117" w:rsidRPr="006E4117">
        <w:rPr>
          <w:rStyle w:val="libAlaemChar"/>
          <w:rtl/>
        </w:rPr>
        <w:t xml:space="preserve">عليه‌السلام </w:t>
      </w:r>
      <w:r w:rsidR="00C83F61">
        <w:rPr>
          <w:rtl/>
          <w:lang w:bidi="fa-IR"/>
        </w:rPr>
        <w:t>درست کنار استادش، محدث نور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که در زمان ح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اتش</w:t>
      </w:r>
      <w:r w:rsidR="00C83F61">
        <w:rPr>
          <w:rtl/>
          <w:lang w:bidi="fa-IR"/>
        </w:rPr>
        <w:t xml:space="preserve"> بس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ار</w:t>
      </w:r>
      <w:r w:rsidR="00C83F61">
        <w:rPr>
          <w:rtl/>
          <w:lang w:bidi="fa-IR"/>
        </w:rPr>
        <w:t xml:space="preserve"> به او عشق م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ورز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د</w:t>
      </w:r>
      <w:r w:rsidR="00C83F61">
        <w:rPr>
          <w:rtl/>
          <w:lang w:bidi="fa-IR"/>
        </w:rPr>
        <w:t xml:space="preserve"> و به گفته خودش در سفر و حضر با او بود به خاک سپرده شد. بر دو کاش</w:t>
      </w:r>
      <w:r w:rsidR="00C83F61">
        <w:rPr>
          <w:rFonts w:hint="cs"/>
          <w:rtl/>
          <w:lang w:bidi="fa-IR"/>
        </w:rPr>
        <w:t>ی</w:t>
      </w:r>
      <w:r w:rsidR="00C83F61">
        <w:rPr>
          <w:rtl/>
          <w:lang w:bidi="fa-IR"/>
        </w:rPr>
        <w:t xml:space="preserve"> که در دو طرف آن مرقد، نصب شده نوشته است: «خاتم المجتهد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ن،</w:t>
      </w:r>
      <w:r w:rsidR="00C83F61">
        <w:rPr>
          <w:rtl/>
          <w:lang w:bidi="fa-IR"/>
        </w:rPr>
        <w:t xml:space="preserve"> حاج م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رزا</w:t>
      </w:r>
      <w:r w:rsidR="00C83F61">
        <w:rPr>
          <w:rtl/>
          <w:lang w:bidi="fa-IR"/>
        </w:rPr>
        <w:t xml:space="preserve"> حس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</w:t>
      </w:r>
      <w:r w:rsidR="00C83F61">
        <w:rPr>
          <w:rtl/>
          <w:lang w:bidi="fa-IR"/>
        </w:rPr>
        <w:t xml:space="preserve"> نور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»</w:t>
      </w:r>
      <w:r w:rsidR="00C83F61">
        <w:rPr>
          <w:rtl/>
          <w:lang w:bidi="fa-IR"/>
        </w:rPr>
        <w:t xml:space="preserve"> و «خاتم المحدث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ن،</w:t>
      </w:r>
      <w:r w:rsidR="00C83F61">
        <w:rPr>
          <w:rtl/>
          <w:lang w:bidi="fa-IR"/>
        </w:rPr>
        <w:t xml:space="preserve"> حاج ش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خ</w:t>
      </w:r>
      <w:r w:rsidR="00C83F61">
        <w:rPr>
          <w:rtl/>
          <w:lang w:bidi="fa-IR"/>
        </w:rPr>
        <w:t xml:space="preserve"> عباس قم</w:t>
      </w:r>
      <w:r w:rsidR="00C83F61">
        <w:rPr>
          <w:rFonts w:hint="cs"/>
          <w:rtl/>
          <w:lang w:bidi="fa-IR"/>
        </w:rPr>
        <w:t>ی</w:t>
      </w:r>
      <w:r w:rsidR="00C83F61">
        <w:rPr>
          <w:rFonts w:hint="eastAsia"/>
          <w:rtl/>
          <w:lang w:bidi="fa-IR"/>
        </w:rPr>
        <w:t>»</w:t>
      </w:r>
      <w:r w:rsidR="00C83F61">
        <w:rPr>
          <w:rtl/>
          <w:lang w:bidi="fa-IR"/>
        </w:rPr>
        <w:t>.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هنگام وفات، عمر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فش</w:t>
      </w:r>
      <w:r>
        <w:rPr>
          <w:rtl/>
          <w:lang w:bidi="fa-IR"/>
        </w:rPr>
        <w:t xml:space="preserve"> 66 سال بود. پس از درگذشت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تا حدود چهل روز در مساجد مختلف نجف مجالس ختم منعقد بود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مجالس از فضا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آن مرحوم و خدمات آن مرد بزرگ به اسلام و مسلم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گفته شد.</w:t>
      </w:r>
    </w:p>
    <w:p w:rsidR="00C83F61" w:rsidRPr="00633327" w:rsidRDefault="00633327" w:rsidP="0063332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</w:t>
      </w:r>
    </w:p>
    <w:p w:rsidR="00C83F61" w:rsidRDefault="00C83F61" w:rsidP="00633327">
      <w:pPr>
        <w:pStyle w:val="libFootnote0"/>
        <w:rPr>
          <w:rtl/>
          <w:lang w:bidi="fa-IR"/>
        </w:rPr>
      </w:pPr>
      <w:r>
        <w:rPr>
          <w:rtl/>
          <w:lang w:bidi="fa-IR"/>
        </w:rPr>
        <w:t>1- کجاوه، محمل.</w:t>
      </w:r>
    </w:p>
    <w:p w:rsidR="00633327" w:rsidRDefault="00633327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633327">
      <w:pPr>
        <w:pStyle w:val="Heading2"/>
        <w:rPr>
          <w:rtl/>
        </w:rPr>
      </w:pPr>
      <w:bookmarkStart w:id="33" w:name="_Toc530811127"/>
      <w:r>
        <w:rPr>
          <w:rFonts w:hint="eastAsia"/>
          <w:rtl/>
        </w:rPr>
        <w:t>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و مقام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در آخرت</w:t>
      </w:r>
      <w:bookmarkEnd w:id="33"/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گرچه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وداع کرد و جسم او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مردم 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گشت،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و نام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زنده و جاو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«مرده آن است که نامش به نکو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نبرند». او با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گذاردن کتاب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 و ده ها اثر ارزنده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همواره مشمول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مردم گر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مقام و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به رؤ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صادقانه مرحوم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احمد محمد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(برادرزاده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عباس) اشاره کرد.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پس از فوت مرحوم پدرم، او را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متوجه فوتش بودم...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مرحوم عمو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که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 معروف است (به خصوص با کتاب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الجنان)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بهشت هم معروف است؟ پاسخ داد: آر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هر روز صبح حدود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نفر نزد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از او دستور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 w:rsidRPr="00633327">
        <w:rPr>
          <w:rStyle w:val="libFootnotenumChar"/>
          <w:rtl/>
        </w:rPr>
        <w:t>.(1)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علامه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آقا بزرگ تهران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دوست، همدرس و هم حجره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را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 و مصداق دانشمند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فاضل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>. به صفات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آراسته بود. اخلاق ستوده داشت و دارا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تواضع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الذّات و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النّفس بود. علاوه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ها، از فضل سرشار و تقوا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و زهد فراوان برخوردار بود. به هم 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او مدت ها اُنس گ</w:t>
      </w:r>
      <w:r>
        <w:rPr>
          <w:rFonts w:hint="eastAsia"/>
          <w:rtl/>
          <w:lang w:bidi="fa-IR"/>
        </w:rPr>
        <w:t>رفتم</w:t>
      </w:r>
      <w:r>
        <w:rPr>
          <w:rtl/>
          <w:lang w:bidi="fa-IR"/>
        </w:rPr>
        <w:t xml:space="preserve"> و روحم با روح او درآم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در سنه 1322ه . ق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بازگشت و در قم</w:t>
      </w:r>
    </w:p>
    <w:p w:rsidR="00C83F61" w:rsidRPr="00633327" w:rsidRDefault="00633327" w:rsidP="0063332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</w:t>
      </w:r>
    </w:p>
    <w:p w:rsidR="00633327" w:rsidRDefault="00C83F61" w:rsidP="00633327">
      <w:pPr>
        <w:pStyle w:val="libFootnote0"/>
        <w:rPr>
          <w:rtl/>
          <w:lang w:bidi="fa-IR"/>
        </w:rPr>
      </w:pPr>
      <w:r>
        <w:rPr>
          <w:rtl/>
          <w:lang w:bidi="fa-IR"/>
        </w:rPr>
        <w:t>1-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دمحمدعل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 غفور، ازهر چمن 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قم، انتشارات الامام المنتظر، 1382، ص 359.</w:t>
      </w:r>
    </w:p>
    <w:p w:rsidR="00C83F61" w:rsidRDefault="00633327" w:rsidP="0063332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ساکن</w:t>
      </w:r>
      <w:r>
        <w:rPr>
          <w:rtl/>
          <w:lang w:bidi="fa-IR"/>
        </w:rPr>
        <w:t xml:space="preserve"> گشت و به بحث و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همت گماشت».</w:t>
      </w:r>
      <w:r w:rsidRPr="00633327">
        <w:rPr>
          <w:rStyle w:val="libFootnotenumChar"/>
          <w:rtl/>
        </w:rPr>
        <w:t>(1)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نگارنده</w:t>
      </w:r>
      <w:r>
        <w:rPr>
          <w:rtl/>
          <w:lang w:bidi="fa-IR"/>
        </w:rPr>
        <w:t xml:space="preserve"> کتاب معارف الرّجال، درباره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«عالِمٌ عاملٌ».</w:t>
      </w:r>
      <w:r w:rsidRPr="00633327">
        <w:rPr>
          <w:rStyle w:val="libFootnotenumChar"/>
          <w:rtl/>
        </w:rPr>
        <w:t>(2)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محمدعل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کتاب خود به نام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حانه</w:t>
      </w:r>
      <w:r>
        <w:rPr>
          <w:rtl/>
          <w:lang w:bidi="fa-IR"/>
        </w:rPr>
        <w:t xml:space="preserve"> الادب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بن 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القاسم از افاضل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عصر حاضر ما که عالم فاضل کامل، محدث متتبّع و ماهر بود».</w:t>
      </w:r>
      <w:r w:rsidRPr="00633327">
        <w:rPr>
          <w:rStyle w:val="libFootnotenumChar"/>
          <w:rtl/>
        </w:rPr>
        <w:t>(3)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علامه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صاحب کتاب ارزشمند الغد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در کتاب خود درباره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«مؤلف از نوابغ و بزرگان علم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است و در فنّ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در عصر حاضر مقام ارجمند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احراز نموده و خدمات او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 بر 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ست»</w:t>
      </w:r>
      <w:r>
        <w:rPr>
          <w:rtl/>
          <w:lang w:bidi="fa-IR"/>
        </w:rPr>
        <w:t>.</w:t>
      </w:r>
      <w:r w:rsidRPr="00633327">
        <w:rPr>
          <w:rStyle w:val="libFootnotenumChar"/>
          <w:rtl/>
        </w:rPr>
        <w:t>(4)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حاج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اصفهان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کتاب سه مقاله نوقان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مقدمه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«صاحب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که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تقوا کاران و دانشمند بزرگ و محدث کامل و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داناست».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محقق</w:t>
      </w:r>
      <w:r>
        <w:rPr>
          <w:rtl/>
          <w:lang w:bidi="fa-IR"/>
        </w:rPr>
        <w:t xml:space="preserve"> بزرگوار،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ابوالحسن شعران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مترجم نفس المهموم در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>: «و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بارع و محدث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مطلّع و در ضبط مطالب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در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ذوق و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تعصّب و شجاع بود و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بود از آثار خود، مردم را بهره مند گرداند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از ضبط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کمتر داشت، احتراز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جُست و در نقل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در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توار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و</w:t>
      </w:r>
    </w:p>
    <w:p w:rsidR="00C83F61" w:rsidRPr="00633327" w:rsidRDefault="00633327" w:rsidP="0063332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C83F61" w:rsidRDefault="00C83F61" w:rsidP="00633327">
      <w:pPr>
        <w:pStyle w:val="libFootnote0"/>
        <w:rPr>
          <w:rtl/>
          <w:lang w:bidi="fa-IR"/>
        </w:rPr>
      </w:pPr>
      <w:r>
        <w:rPr>
          <w:rtl/>
          <w:lang w:bidi="fa-IR"/>
        </w:rPr>
        <w:t>1- نقباء البشر طبقات اعلام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از جزء اول تا ص 999. برگرفته از: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اخلاص، صص 82 _ 83 .</w:t>
      </w:r>
    </w:p>
    <w:p w:rsidR="00C83F61" w:rsidRDefault="00C83F61" w:rsidP="00633327">
      <w:pPr>
        <w:pStyle w:val="libFootnote0"/>
        <w:rPr>
          <w:rtl/>
          <w:lang w:bidi="fa-IR"/>
        </w:rPr>
      </w:pPr>
      <w:r>
        <w:rPr>
          <w:rtl/>
          <w:lang w:bidi="fa-IR"/>
        </w:rPr>
        <w:t>2- معارف الرّجال، ج 1، ص 401، برگرفته از: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اخلاص، ص 83 .</w:t>
      </w:r>
    </w:p>
    <w:p w:rsidR="00C83F61" w:rsidRDefault="00C83F61" w:rsidP="00633327">
      <w:pPr>
        <w:pStyle w:val="libFootnote0"/>
        <w:rPr>
          <w:rtl/>
          <w:lang w:bidi="fa-IR"/>
        </w:rPr>
      </w:pPr>
      <w:r>
        <w:rPr>
          <w:rtl/>
          <w:lang w:bidi="fa-IR"/>
        </w:rPr>
        <w:t>3-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حانه</w:t>
      </w:r>
      <w:r>
        <w:rPr>
          <w:rtl/>
          <w:lang w:bidi="fa-IR"/>
        </w:rPr>
        <w:t xml:space="preserve"> الادب، ج 4،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اخلاص، ص 83 .</w:t>
      </w:r>
    </w:p>
    <w:p w:rsidR="00633327" w:rsidRDefault="00C83F61" w:rsidP="00633327">
      <w:pPr>
        <w:pStyle w:val="libFootnote0"/>
        <w:rPr>
          <w:rtl/>
          <w:lang w:bidi="fa-IR"/>
        </w:rPr>
      </w:pPr>
      <w:r>
        <w:rPr>
          <w:rtl/>
          <w:lang w:bidi="fa-IR"/>
        </w:rPr>
        <w:t>4- الغد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ج1، ص157، برگرفته از: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اخلاص، ص 83 .</w:t>
      </w:r>
    </w:p>
    <w:p w:rsidR="00C83F61" w:rsidRDefault="00633327" w:rsidP="00633327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مضمون «الحِکْمَهُ ضالَّهُ المُؤْمن حَ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ثُما</w:t>
      </w:r>
      <w:r>
        <w:rPr>
          <w:rtl/>
          <w:lang w:bidi="fa-IR"/>
        </w:rPr>
        <w:t xml:space="preserve"> وَجَدها أَخَذَها؛ حکمت گم شده مومن است هر جا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کند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کند»، سخن حق را از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 و جمود نداشت».</w:t>
      </w:r>
      <w:r w:rsidRPr="00633327">
        <w:rPr>
          <w:rStyle w:val="libFootnotenumChar"/>
          <w:rtl/>
        </w:rPr>
        <w:t>(1)</w:t>
      </w:r>
    </w:p>
    <w:p w:rsidR="00C83F61" w:rsidRPr="00633327" w:rsidRDefault="00633327" w:rsidP="00633327">
      <w:pPr>
        <w:pStyle w:val="libLine"/>
        <w:rPr>
          <w:rtl/>
          <w:lang w:bidi="fa-IR"/>
        </w:rPr>
      </w:pPr>
      <w:r>
        <w:rPr>
          <w:rFonts w:hint="cs"/>
          <w:rtl/>
          <w:lang w:bidi="fa-IR"/>
        </w:rPr>
        <w:t>________________________________________</w:t>
      </w:r>
    </w:p>
    <w:p w:rsidR="00C83F61" w:rsidRDefault="00C83F61" w:rsidP="00633327">
      <w:pPr>
        <w:pStyle w:val="libFootnote0"/>
        <w:rPr>
          <w:rtl/>
          <w:lang w:bidi="fa-IR"/>
        </w:rPr>
      </w:pPr>
      <w:r>
        <w:rPr>
          <w:rtl/>
          <w:lang w:bidi="fa-IR"/>
        </w:rPr>
        <w:t>1</w:t>
      </w:r>
      <w:r w:rsidR="0063332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- دمع السجوم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ترجمه نفس المهموم، مقدمه. برگرفته از کتاب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اخلاص، ص 84 .</w:t>
      </w:r>
    </w:p>
    <w:p w:rsidR="00C83F61" w:rsidRDefault="00633327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633327">
      <w:pPr>
        <w:pStyle w:val="Heading2"/>
        <w:rPr>
          <w:rtl/>
        </w:rPr>
      </w:pPr>
      <w:bookmarkStart w:id="34" w:name="_Toc530811128"/>
      <w:r>
        <w:rPr>
          <w:rFonts w:hint="eastAsia"/>
          <w:rtl/>
        </w:rPr>
        <w:t>فصل</w:t>
      </w:r>
      <w:r>
        <w:rPr>
          <w:rtl/>
        </w:rPr>
        <w:t xml:space="preserve"> ششم: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ادب فارس</w:t>
      </w:r>
      <w:r>
        <w:rPr>
          <w:rFonts w:hint="cs"/>
          <w:rtl/>
        </w:rPr>
        <w:t>ی</w:t>
      </w:r>
      <w:bookmarkEnd w:id="34"/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رثا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عصاره تقوا و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و علم و فضل، شاعران و 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tl/>
          <w:lang w:bidi="fa-IR"/>
        </w:rPr>
        <w:t xml:space="preserve"> نجف قص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سرودند.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مراث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کلمات، در نزد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محسن محدث زاده فرزند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بوده است. در مجالس ختم او انبوه علما و فضلا و مجتهد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عظام و بزرگان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و عامه مردم شر</w:t>
      </w:r>
      <w:r>
        <w:rPr>
          <w:rFonts w:hint="eastAsia"/>
          <w:rtl/>
          <w:lang w:bidi="fa-IR"/>
        </w:rPr>
        <w:t>کت</w:t>
      </w:r>
      <w:r>
        <w:rPr>
          <w:rtl/>
          <w:lang w:bidi="fa-IR"/>
        </w:rPr>
        <w:t xml:space="preserve"> کردند. همگان در عزا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منقلب بودند و اشک تأثر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ختند</w:t>
      </w:r>
      <w:r>
        <w:rPr>
          <w:rtl/>
          <w:lang w:bidi="fa-IR"/>
        </w:rPr>
        <w:t>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 سماو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اعلام نجف اشرف که خود اهل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ق،</w:t>
      </w:r>
      <w:r>
        <w:rPr>
          <w:rtl/>
          <w:lang w:bidi="fa-IR"/>
        </w:rPr>
        <w:t xml:space="preserve">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تصن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بود، در رثا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اشعار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ترجمه بخش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است: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 شاد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نشاط همنش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استادش محدث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شده؛ او کتاب ها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 که هر کدام گوهر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وسته</w:t>
      </w:r>
      <w:r>
        <w:rPr>
          <w:rtl/>
          <w:lang w:bidi="fa-IR"/>
        </w:rPr>
        <w:t xml:space="preserve"> است.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مرحوم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سلمان خاقان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فضلا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روز نجف اشرف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قص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مرحوم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گفت. هم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الله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 کرس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اهل هو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و از فضلا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روز حوزه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نجف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قص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سروده است.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اکبر مرو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الاسلام خراسان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نگارنده کتاب 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المحصل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فوت آن مرحوم به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گفته است: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5"/>
        <w:gridCol w:w="268"/>
        <w:gridCol w:w="3319"/>
      </w:tblGrid>
      <w:tr w:rsidR="00A5273A" w:rsidTr="00176EEE">
        <w:trPr>
          <w:trHeight w:val="350"/>
        </w:trPr>
        <w:tc>
          <w:tcPr>
            <w:tcW w:w="3920" w:type="dxa"/>
            <w:shd w:val="clear" w:color="auto" w:fill="auto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چون</w:t>
            </w:r>
            <w:r>
              <w:rPr>
                <w:rtl/>
                <w:lang w:bidi="fa-IR"/>
              </w:rPr>
              <w:t xml:space="preserve"> مروج با دل محزون با طبع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گفته</w:t>
            </w:r>
            <w:r>
              <w:rPr>
                <w:rtl/>
                <w:lang w:bidi="fa-IR"/>
              </w:rPr>
              <w:t xml:space="preserve"> سال رحلتش بنما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73A" w:rsidTr="00176EEE">
        <w:trPr>
          <w:trHeight w:val="350"/>
        </w:trPr>
        <w:tc>
          <w:tcPr>
            <w:tcW w:w="3920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سبع</w:t>
            </w:r>
            <w:r>
              <w:rPr>
                <w:rtl/>
                <w:lang w:bidi="fa-IR"/>
              </w:rPr>
              <w:t xml:space="preserve"> پا اندر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بنهاد و گفت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با</w:t>
            </w:r>
            <w:r>
              <w:rPr>
                <w:rtl/>
                <w:lang w:bidi="fa-IR"/>
              </w:rPr>
              <w:t xml:space="preserve"> مفات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ح</w:t>
            </w:r>
            <w:r>
              <w:rPr>
                <w:rtl/>
                <w:lang w:bidi="fa-IR"/>
              </w:rPr>
              <w:t xml:space="preserve"> الجنان شد در جنان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قم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اوج دوران خفقان رضاخان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بود، مجالس متعدد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بزرگداشت روح پرفتوح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برگزار شد.</w:t>
      </w: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اثر طبع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محمد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انصار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 وفات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قم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سروده است: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3"/>
        <w:gridCol w:w="268"/>
        <w:gridCol w:w="3311"/>
      </w:tblGrid>
      <w:tr w:rsidR="00A5273A" w:rsidTr="00A5273A">
        <w:trPr>
          <w:trHeight w:val="350"/>
        </w:trPr>
        <w:tc>
          <w:tcPr>
            <w:tcW w:w="3343" w:type="dxa"/>
            <w:shd w:val="clear" w:color="auto" w:fill="auto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جناب</w:t>
            </w:r>
            <w:r>
              <w:rPr>
                <w:rtl/>
                <w:lang w:bidi="fa-IR"/>
              </w:rPr>
              <w:t xml:space="preserve"> حاج 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خ</w:t>
            </w:r>
            <w:r>
              <w:rPr>
                <w:rtl/>
                <w:lang w:bidi="fa-IR"/>
              </w:rPr>
              <w:t xml:space="preserve"> عباس قم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آن راد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11" w:type="dxa"/>
            <w:shd w:val="clear" w:color="auto" w:fill="auto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که</w:t>
            </w:r>
            <w:r>
              <w:rPr>
                <w:rtl/>
                <w:lang w:bidi="fa-IR"/>
              </w:rPr>
              <w:t xml:space="preserve"> خاطرش ز احاد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ث</w:t>
            </w:r>
            <w:r>
              <w:rPr>
                <w:rtl/>
                <w:lang w:bidi="fa-IR"/>
              </w:rPr>
              <w:t xml:space="preserve"> بود چون بستان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73A" w:rsidTr="00A5273A">
        <w:trPr>
          <w:trHeight w:val="350"/>
        </w:trPr>
        <w:tc>
          <w:tcPr>
            <w:tcW w:w="3343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امده</w:t>
            </w:r>
            <w:r>
              <w:rPr>
                <w:rtl/>
                <w:lang w:bidi="fa-IR"/>
              </w:rPr>
              <w:t xml:space="preserve"> است به نقد حد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ث</w:t>
            </w:r>
            <w:r>
              <w:rPr>
                <w:rtl/>
                <w:lang w:bidi="fa-IR"/>
              </w:rPr>
              <w:t xml:space="preserve"> صراف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بص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و ناقد و دانا به عصر ما چونان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73A" w:rsidTr="00A5273A">
        <w:trPr>
          <w:trHeight w:val="350"/>
        </w:trPr>
        <w:tc>
          <w:tcPr>
            <w:tcW w:w="3343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سان ع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کلکش ح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ات</w:t>
            </w:r>
            <w:r>
              <w:rPr>
                <w:rtl/>
                <w:lang w:bidi="fa-IR"/>
              </w:rPr>
              <w:t xml:space="preserve"> بخش آمد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چو</w:t>
            </w:r>
            <w:r>
              <w:rPr>
                <w:rtl/>
                <w:lang w:bidi="fa-IR"/>
              </w:rPr>
              <w:t xml:space="preserve"> آب خضر مدادش دم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ده</w:t>
            </w:r>
            <w:r>
              <w:rPr>
                <w:rtl/>
                <w:lang w:bidi="fa-IR"/>
              </w:rPr>
              <w:t xml:space="preserve"> در تن، جان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73A" w:rsidTr="00A5273A">
        <w:trPr>
          <w:trHeight w:val="350"/>
        </w:trPr>
        <w:tc>
          <w:tcPr>
            <w:tcW w:w="3343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علم بود چو سلمان به حلم چون بوذر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و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tl/>
                <w:lang w:bidi="fa-IR"/>
              </w:rPr>
              <w:t xml:space="preserve"> به سع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و عمل ثان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س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73A" w:rsidTr="00A5273A">
        <w:trPr>
          <w:trHeight w:val="350"/>
        </w:trPr>
        <w:tc>
          <w:tcPr>
            <w:tcW w:w="3343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بسان</w:t>
            </w:r>
            <w:r>
              <w:rPr>
                <w:rtl/>
                <w:lang w:bidi="fa-IR"/>
              </w:rPr>
              <w:t xml:space="preserve"> شمس، وجودش به هر کجا نافع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ز</w:t>
            </w:r>
            <w:r>
              <w:rPr>
                <w:rtl/>
                <w:lang w:bidi="fa-IR"/>
              </w:rPr>
              <w:t xml:space="preserve"> فارس و عرب و ترک و هند و هم افغان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73A" w:rsidTr="00A5273A">
        <w:tblPrEx>
          <w:tblLook w:val="04A0"/>
        </w:tblPrEx>
        <w:trPr>
          <w:trHeight w:val="350"/>
        </w:trPr>
        <w:tc>
          <w:tcPr>
            <w:tcW w:w="3343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بداده</w:t>
            </w:r>
            <w:r>
              <w:rPr>
                <w:rtl/>
                <w:lang w:bidi="fa-IR"/>
              </w:rPr>
              <w:t xml:space="preserve"> کام روان ها ز منته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الامال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مرا</w:t>
            </w:r>
            <w:r>
              <w:rPr>
                <w:rtl/>
                <w:lang w:bidi="fa-IR"/>
              </w:rPr>
              <w:t xml:space="preserve"> به کف ز مفات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ح</w:t>
            </w:r>
            <w:r>
              <w:rPr>
                <w:rtl/>
                <w:lang w:bidi="fa-IR"/>
              </w:rPr>
              <w:t xml:space="preserve"> 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بود برهان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73A" w:rsidTr="00A5273A">
        <w:tblPrEx>
          <w:tblLook w:val="04A0"/>
        </w:tblPrEx>
        <w:trPr>
          <w:trHeight w:val="350"/>
        </w:trPr>
        <w:tc>
          <w:tcPr>
            <w:tcW w:w="3343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نفس</w:t>
            </w:r>
            <w:r>
              <w:rPr>
                <w:rtl/>
                <w:lang w:bidi="fa-IR"/>
              </w:rPr>
              <w:t xml:space="preserve"> معطر گردد ز نفثه المصدور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جهان</w:t>
            </w:r>
            <w:r>
              <w:rPr>
                <w:rtl/>
                <w:lang w:bidi="fa-IR"/>
              </w:rPr>
              <w:t xml:space="preserve"> منور ز انوار البه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ه</w:t>
            </w:r>
            <w:r>
              <w:rPr>
                <w:rtl/>
                <w:lang w:bidi="fa-IR"/>
              </w:rPr>
              <w:t xml:space="preserve"> آن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73A" w:rsidTr="00A5273A">
        <w:tblPrEx>
          <w:tblLook w:val="04A0"/>
        </w:tblPrEx>
        <w:trPr>
          <w:trHeight w:val="350"/>
        </w:trPr>
        <w:tc>
          <w:tcPr>
            <w:tcW w:w="3343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سف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نه</w:t>
            </w:r>
            <w:r>
              <w:rPr>
                <w:rtl/>
                <w:lang w:bidi="fa-IR"/>
              </w:rPr>
              <w:t xml:space="preserve"> ساخته چون نوح به بحر حد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ث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که</w:t>
            </w:r>
            <w:r>
              <w:rPr>
                <w:rtl/>
                <w:lang w:bidi="fa-IR"/>
              </w:rPr>
              <w:t xml:space="preserve"> در بحار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فت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به ورطه طوفان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73A" w:rsidTr="00A5273A">
        <w:tblPrEx>
          <w:tblLook w:val="04A0"/>
        </w:tblPrEx>
        <w:trPr>
          <w:trHeight w:val="350"/>
        </w:trPr>
        <w:tc>
          <w:tcPr>
            <w:tcW w:w="3343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برون</w:t>
            </w:r>
            <w:r>
              <w:rPr>
                <w:rtl/>
                <w:lang w:bidi="fa-IR"/>
              </w:rPr>
              <w:t xml:space="preserve"> ز حصر و شعار است جمع و تأل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فش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اگر</w:t>
            </w:r>
            <w:r>
              <w:rPr>
                <w:rtl/>
                <w:lang w:bidi="fa-IR"/>
              </w:rPr>
              <w:t xml:space="preserve"> شمارم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شو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ملول از آن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73A" w:rsidTr="00A5273A">
        <w:tblPrEx>
          <w:tblLook w:val="04A0"/>
        </w:tblPrEx>
        <w:trPr>
          <w:trHeight w:val="350"/>
        </w:trPr>
        <w:tc>
          <w:tcPr>
            <w:tcW w:w="3343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دلش</w:t>
            </w:r>
            <w:r>
              <w:rPr>
                <w:rtl/>
                <w:lang w:bidi="fa-IR"/>
              </w:rPr>
              <w:t xml:space="preserve"> چو تنگ شد از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سراچه </w:t>
            </w:r>
            <w:r>
              <w:rPr>
                <w:rtl/>
                <w:lang w:bidi="fa-IR"/>
              </w:rPr>
              <w:lastRenderedPageBreak/>
              <w:t>فان</w:t>
            </w:r>
            <w:r>
              <w:rPr>
                <w:rFonts w:hint="cs"/>
                <w:rtl/>
                <w:lang w:bidi="fa-IR"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چو</w:t>
            </w:r>
            <w:r>
              <w:rPr>
                <w:rtl/>
                <w:lang w:bidi="fa-IR"/>
              </w:rPr>
              <w:t xml:space="preserve"> جاده به جانب خو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شش</w:t>
            </w:r>
            <w:r>
              <w:rPr>
                <w:rtl/>
                <w:lang w:bidi="fa-IR"/>
              </w:rPr>
              <w:t xml:space="preserve"> صدا </w:t>
            </w:r>
            <w:r>
              <w:rPr>
                <w:rtl/>
                <w:lang w:bidi="fa-IR"/>
              </w:rPr>
              <w:lastRenderedPageBreak/>
              <w:t>بزد جانان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73A" w:rsidTr="00A5273A">
        <w:tblPrEx>
          <w:tblLook w:val="04A0"/>
        </w:tblPrEx>
        <w:trPr>
          <w:trHeight w:val="350"/>
        </w:trPr>
        <w:tc>
          <w:tcPr>
            <w:tcW w:w="3343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lastRenderedPageBreak/>
              <w:t>بهشت</w:t>
            </w:r>
            <w:r>
              <w:rPr>
                <w:rtl/>
                <w:lang w:bidi="fa-IR"/>
              </w:rPr>
              <w:t xml:space="preserve"> رو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زم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است چون نجف ناچار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دف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به روضه ح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چون آن تن چون جان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73A" w:rsidTr="00A5273A">
        <w:tblPrEx>
          <w:tblLook w:val="04A0"/>
        </w:tblPrEx>
        <w:trPr>
          <w:trHeight w:val="350"/>
        </w:trPr>
        <w:tc>
          <w:tcPr>
            <w:tcW w:w="3343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به</w:t>
            </w:r>
            <w:r>
              <w:rPr>
                <w:rtl/>
                <w:lang w:bidi="fa-IR"/>
              </w:rPr>
              <w:t xml:space="preserve"> اتفاق عل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</w:t>
            </w:r>
            <w:r>
              <w:rPr>
                <w:rtl/>
                <w:lang w:bidi="fa-IR"/>
              </w:rPr>
              <w:t xml:space="preserve"> مؤمنان به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ق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رس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د</w:t>
            </w:r>
            <w:r>
              <w:rPr>
                <w:rtl/>
                <w:lang w:bidi="fa-IR"/>
              </w:rPr>
              <w:t xml:space="preserve"> نزد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مبر</w:t>
            </w:r>
            <w:r>
              <w:rPr>
                <w:rtl/>
                <w:lang w:bidi="fa-IR"/>
              </w:rPr>
              <w:t xml:space="preserve"> به روضه رضوان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73A" w:rsidTr="00A5273A">
        <w:tblPrEx>
          <w:tblLook w:val="04A0"/>
        </w:tblPrEx>
        <w:trPr>
          <w:trHeight w:val="350"/>
        </w:trPr>
        <w:tc>
          <w:tcPr>
            <w:tcW w:w="3343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سرود</w:t>
            </w:r>
            <w:r>
              <w:rPr>
                <w:rtl/>
                <w:lang w:bidi="fa-IR"/>
              </w:rPr>
              <w:t xml:space="preserve"> منطق انصار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از پ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تار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خ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مه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محدث اسلام شد مک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به جنان</w:t>
            </w:r>
            <w:r w:rsidRPr="00A5273A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t>(23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الحجه 1359 برابر با 2 بهمن 1319)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خود مرحوم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مانده است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است:</w:t>
      </w:r>
    </w:p>
    <w:p w:rsidR="00C83F61" w:rsidRDefault="00C83F61" w:rsidP="00C83F61">
      <w:pPr>
        <w:pStyle w:val="libNormal"/>
        <w:rPr>
          <w:lang w:bidi="fa-IR"/>
        </w:rPr>
      </w:pP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A5273A" w:rsidTr="00A5273A">
        <w:trPr>
          <w:trHeight w:val="350"/>
        </w:trPr>
        <w:tc>
          <w:tcPr>
            <w:tcW w:w="3344" w:type="dxa"/>
            <w:shd w:val="clear" w:color="auto" w:fill="auto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عمر</w:t>
            </w:r>
            <w:r>
              <w:rPr>
                <w:rtl/>
                <w:lang w:bidi="fa-IR"/>
              </w:rPr>
              <w:t xml:space="preserve"> فزون گشته ز پنجاه عام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از</w:t>
            </w:r>
            <w:r>
              <w:rPr>
                <w:rtl/>
                <w:lang w:bidi="fa-IR"/>
              </w:rPr>
              <w:t xml:space="preserve"> روش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فلک سبز فام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73A" w:rsidTr="00A5273A">
        <w:trPr>
          <w:trHeight w:val="350"/>
        </w:trPr>
        <w:tc>
          <w:tcPr>
            <w:tcW w:w="3344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عمر</w:t>
            </w:r>
            <w:r>
              <w:rPr>
                <w:rtl/>
                <w:lang w:bidi="fa-IR"/>
              </w:rPr>
              <w:t xml:space="preserve"> فزون گشته ز پنجاه عام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سر هر سال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از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روزگار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73A" w:rsidTr="00A5273A">
        <w:trPr>
          <w:trHeight w:val="350"/>
        </w:trPr>
        <w:tc>
          <w:tcPr>
            <w:tcW w:w="3344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خورده</w:t>
            </w:r>
            <w:r>
              <w:rPr>
                <w:rtl/>
                <w:lang w:bidi="fa-IR"/>
              </w:rPr>
              <w:t xml:space="preserve"> ام افسوس خوش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ها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پار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باشدم</w:t>
            </w:r>
            <w:r>
              <w:rPr>
                <w:rtl/>
                <w:lang w:bidi="fa-IR"/>
              </w:rPr>
              <w:t xml:space="preserve"> از گردش گردون شگفت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73A" w:rsidTr="00A5273A">
        <w:trPr>
          <w:trHeight w:val="350"/>
        </w:trPr>
        <w:tc>
          <w:tcPr>
            <w:tcW w:w="3344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کانچه</w:t>
            </w:r>
            <w:r>
              <w:rPr>
                <w:rtl/>
                <w:lang w:bidi="fa-IR"/>
              </w:rPr>
              <w:t xml:space="preserve"> مرا داد، همه پس گرفت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آب</w:t>
            </w:r>
            <w:r>
              <w:rPr>
                <w:rtl/>
                <w:lang w:bidi="fa-IR"/>
              </w:rPr>
              <w:t xml:space="preserve"> ز رخ، رنگ هم از مو برفت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3F61" w:rsidRDefault="00A5273A" w:rsidP="00A5273A">
      <w:pPr>
        <w:pStyle w:val="libLine"/>
        <w:rPr>
          <w:rtl/>
          <w:lang w:bidi="fa-IR"/>
        </w:rPr>
      </w:pPr>
      <w:r>
        <w:rPr>
          <w:lang w:bidi="fa-IR"/>
        </w:rPr>
        <w:t>_____________________________________</w:t>
      </w:r>
    </w:p>
    <w:p w:rsidR="00C83F61" w:rsidRDefault="00C83F61" w:rsidP="00A5273A">
      <w:pPr>
        <w:pStyle w:val="libFootnote0"/>
        <w:rPr>
          <w:rtl/>
          <w:lang w:bidi="fa-IR"/>
        </w:rPr>
      </w:pPr>
      <w:r>
        <w:rPr>
          <w:rtl/>
          <w:lang w:bidi="fa-IR"/>
        </w:rPr>
        <w:t>1- مفاخر اسلام، ج 11، ص 97.</w:t>
      </w:r>
    </w:p>
    <w:p w:rsidR="00C83F61" w:rsidRDefault="00A5273A" w:rsidP="00A5273A">
      <w:pPr>
        <w:pStyle w:val="libNormal"/>
        <w:rPr>
          <w:lang w:bidi="fa-IR"/>
        </w:rPr>
      </w:pPr>
      <w:r>
        <w:rPr>
          <w:rtl/>
          <w:lang w:bidi="fa-IR"/>
        </w:rPr>
        <w:br w:type="page"/>
      </w:r>
      <w:r>
        <w:rPr>
          <w:lang w:bidi="fa-IR"/>
        </w:rPr>
        <w:lastRenderedPageBreak/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52"/>
        <w:gridCol w:w="268"/>
        <w:gridCol w:w="3302"/>
      </w:tblGrid>
      <w:tr w:rsidR="00A5273A" w:rsidTr="00A5273A">
        <w:trPr>
          <w:trHeight w:val="350"/>
        </w:trPr>
        <w:tc>
          <w:tcPr>
            <w:tcW w:w="3352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عقد</w:t>
            </w:r>
            <w:r>
              <w:rPr>
                <w:rtl/>
                <w:lang w:bidi="fa-IR"/>
              </w:rPr>
              <w:t xml:space="preserve"> ثر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من از هم گس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خت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02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گوهر</w:t>
            </w:r>
            <w:r>
              <w:rPr>
                <w:rtl/>
                <w:lang w:bidi="fa-IR"/>
              </w:rPr>
              <w:t xml:space="preserve"> دندان، همه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ک</w:t>
            </w:r>
            <w:r>
              <w:rPr>
                <w:rtl/>
                <w:lang w:bidi="fa-IR"/>
              </w:rPr>
              <w:t xml:space="preserve"> بر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خت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73A" w:rsidTr="00A5273A">
        <w:tblPrEx>
          <w:tblLook w:val="04A0"/>
        </w:tblPrEx>
        <w:trPr>
          <w:trHeight w:val="350"/>
        </w:trPr>
        <w:tc>
          <w:tcPr>
            <w:tcW w:w="3352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آنچه</w:t>
            </w:r>
            <w:r>
              <w:rPr>
                <w:rtl/>
                <w:lang w:bidi="fa-IR"/>
              </w:rPr>
              <w:t xml:space="preserve"> بجا ماند ن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ابد</w:t>
            </w:r>
            <w:r>
              <w:rPr>
                <w:rtl/>
                <w:lang w:bidi="fa-IR"/>
              </w:rPr>
              <w:t xml:space="preserve"> خلل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02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بار</w:t>
            </w:r>
            <w:r>
              <w:rPr>
                <w:rtl/>
                <w:lang w:bidi="fa-IR"/>
              </w:rPr>
              <w:t xml:space="preserve"> گناه آمد و طول امل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73A" w:rsidTr="00A5273A">
        <w:tblPrEx>
          <w:tblLook w:val="04A0"/>
        </w:tblPrEx>
        <w:trPr>
          <w:trHeight w:val="350"/>
        </w:trPr>
        <w:tc>
          <w:tcPr>
            <w:tcW w:w="3352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بانگ</w:t>
            </w:r>
            <w:r>
              <w:rPr>
                <w:rtl/>
                <w:lang w:bidi="fa-IR"/>
              </w:rPr>
              <w:t xml:space="preserve"> رح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</w:t>
            </w:r>
            <w:r>
              <w:rPr>
                <w:rtl/>
                <w:lang w:bidi="fa-IR"/>
              </w:rPr>
              <w:t xml:space="preserve"> آمد از 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کوچ گاه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02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هم</w:t>
            </w:r>
            <w:r>
              <w:rPr>
                <w:rtl/>
                <w:lang w:bidi="fa-IR"/>
              </w:rPr>
              <w:t xml:space="preserve"> سفران رو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نهاده به راه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73A" w:rsidTr="00A5273A">
        <w:tblPrEx>
          <w:tblLook w:val="04A0"/>
        </w:tblPrEx>
        <w:trPr>
          <w:trHeight w:val="350"/>
        </w:trPr>
        <w:tc>
          <w:tcPr>
            <w:tcW w:w="3352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آه</w:t>
            </w:r>
            <w:r>
              <w:rPr>
                <w:rtl/>
                <w:lang w:bidi="fa-IR"/>
              </w:rPr>
              <w:t xml:space="preserve"> ز ب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زاد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روز معاد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02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زاد</w:t>
            </w:r>
            <w:r>
              <w:rPr>
                <w:rtl/>
                <w:lang w:bidi="fa-IR"/>
              </w:rPr>
              <w:t xml:space="preserve"> کم و طول مسافت ز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73A" w:rsidTr="00A5273A">
        <w:tblPrEx>
          <w:tblLook w:val="04A0"/>
        </w:tblPrEx>
        <w:trPr>
          <w:trHeight w:val="350"/>
        </w:trPr>
        <w:tc>
          <w:tcPr>
            <w:tcW w:w="3352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بار</w:t>
            </w:r>
            <w:r>
              <w:rPr>
                <w:rtl/>
                <w:lang w:bidi="fa-IR"/>
              </w:rPr>
              <w:t xml:space="preserve"> گران بر سر دوشم چو کوه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02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کوه</w:t>
            </w:r>
            <w:r>
              <w:rPr>
                <w:rtl/>
                <w:lang w:bidi="fa-IR"/>
              </w:rPr>
              <w:t xml:space="preserve"> هم از بار من آمد ستوه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73A" w:rsidTr="00A5273A">
        <w:tblPrEx>
          <w:tblLook w:val="04A0"/>
        </w:tblPrEx>
        <w:trPr>
          <w:trHeight w:val="350"/>
        </w:trPr>
        <w:tc>
          <w:tcPr>
            <w:tcW w:w="3352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ا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کو بر عفو عظ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مت</w:t>
            </w:r>
            <w:r>
              <w:rPr>
                <w:rtl/>
                <w:lang w:bidi="fa-IR"/>
              </w:rPr>
              <w:t xml:space="preserve"> گناه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02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جلو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 xml:space="preserve"> س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ل</w:t>
            </w:r>
            <w:r>
              <w:rPr>
                <w:rtl/>
                <w:lang w:bidi="fa-IR"/>
              </w:rPr>
              <w:t xml:space="preserve"> بهار است کاه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73A" w:rsidTr="00A5273A">
        <w:tblPrEx>
          <w:tblLook w:val="04A0"/>
        </w:tblPrEx>
        <w:trPr>
          <w:trHeight w:val="350"/>
        </w:trPr>
        <w:tc>
          <w:tcPr>
            <w:tcW w:w="3352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فضل</w:t>
            </w:r>
            <w:r>
              <w:rPr>
                <w:rtl/>
                <w:lang w:bidi="fa-IR"/>
              </w:rPr>
              <w:t xml:space="preserve"> تو گر دست نگ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رد</w:t>
            </w:r>
            <w:r>
              <w:rPr>
                <w:rtl/>
                <w:lang w:bidi="fa-IR"/>
              </w:rPr>
              <w:t xml:space="preserve"> مرا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02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عصمتت</w:t>
            </w:r>
            <w:r>
              <w:rPr>
                <w:rtl/>
                <w:lang w:bidi="fa-IR"/>
              </w:rPr>
              <w:t xml:space="preserve"> ار باز گذارد مرا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73A" w:rsidTr="00A5273A">
        <w:tblPrEx>
          <w:tblLook w:val="04A0"/>
        </w:tblPrEx>
        <w:trPr>
          <w:trHeight w:val="350"/>
        </w:trPr>
        <w:tc>
          <w:tcPr>
            <w:tcW w:w="3352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جز</w:t>
            </w:r>
            <w:r>
              <w:rPr>
                <w:rtl/>
                <w:lang w:bidi="fa-IR"/>
              </w:rPr>
              <w:t xml:space="preserve"> به جهنّم نرود راه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02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در</w:t>
            </w:r>
            <w:r>
              <w:rPr>
                <w:rtl/>
                <w:lang w:bidi="fa-IR"/>
              </w:rPr>
              <w:t xml:space="preserve"> سقر انداخته بنگاه من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73A" w:rsidTr="00A5273A">
        <w:tblPrEx>
          <w:tblLook w:val="04A0"/>
        </w:tblPrEx>
        <w:trPr>
          <w:trHeight w:val="350"/>
        </w:trPr>
        <w:tc>
          <w:tcPr>
            <w:tcW w:w="3352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بنده</w:t>
            </w:r>
            <w:r>
              <w:rPr>
                <w:rtl/>
                <w:lang w:bidi="fa-IR"/>
              </w:rPr>
              <w:t xml:space="preserve"> شرمنده نادان منم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02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غوطه</w:t>
            </w:r>
            <w:r>
              <w:rPr>
                <w:rtl/>
                <w:lang w:bidi="fa-IR"/>
              </w:rPr>
              <w:t xml:space="preserve"> زن لجه عص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منم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5273A" w:rsidTr="00A5273A">
        <w:tblPrEx>
          <w:tblLook w:val="04A0"/>
        </w:tblPrEx>
        <w:trPr>
          <w:trHeight w:val="350"/>
        </w:trPr>
        <w:tc>
          <w:tcPr>
            <w:tcW w:w="3352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خالق</w:t>
            </w:r>
            <w:r>
              <w:rPr>
                <w:rtl/>
                <w:lang w:bidi="fa-IR"/>
              </w:rPr>
              <w:t xml:space="preserve"> و بخشنده احسان تو</w:t>
            </w:r>
            <w:r>
              <w:rPr>
                <w:rFonts w:hint="cs"/>
                <w:rtl/>
                <w:lang w:bidi="fa-IR"/>
              </w:rPr>
              <w:t>یی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5273A" w:rsidRDefault="00A5273A" w:rsidP="00176EEE">
            <w:pPr>
              <w:pStyle w:val="libPoem"/>
              <w:rPr>
                <w:rtl/>
              </w:rPr>
            </w:pPr>
          </w:p>
        </w:tc>
        <w:tc>
          <w:tcPr>
            <w:tcW w:w="3302" w:type="dxa"/>
          </w:tcPr>
          <w:p w:rsidR="00A5273A" w:rsidRDefault="00A5273A" w:rsidP="00176EEE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فرد</w:t>
            </w:r>
            <w:r>
              <w:rPr>
                <w:rtl/>
                <w:lang w:bidi="fa-IR"/>
              </w:rPr>
              <w:t xml:space="preserve"> و نوازنده به غفران تو</w:t>
            </w:r>
            <w:r>
              <w:rPr>
                <w:rFonts w:hint="cs"/>
                <w:rtl/>
                <w:lang w:bidi="fa-IR"/>
              </w:rPr>
              <w:t>یی</w:t>
            </w:r>
            <w:r w:rsidRPr="00A5273A">
              <w:rPr>
                <w:rStyle w:val="libFootnotenumChar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C83F61" w:rsidRDefault="00A5273A" w:rsidP="00A5273A">
      <w:pPr>
        <w:pStyle w:val="libLine"/>
        <w:rPr>
          <w:rtl/>
          <w:lang w:bidi="fa-IR"/>
        </w:rPr>
      </w:pPr>
      <w:r>
        <w:rPr>
          <w:lang w:bidi="fa-IR"/>
        </w:rPr>
        <w:t>_____________________________________</w:t>
      </w:r>
    </w:p>
    <w:p w:rsidR="00C83F61" w:rsidRDefault="00C83F61" w:rsidP="00A5273A">
      <w:pPr>
        <w:pStyle w:val="libFootnote0"/>
        <w:rPr>
          <w:rtl/>
          <w:lang w:bidi="fa-IR"/>
        </w:rPr>
      </w:pPr>
      <w:r>
        <w:rPr>
          <w:rtl/>
          <w:lang w:bidi="fa-IR"/>
        </w:rPr>
        <w:t>1-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البحار، ج 6، ص 455.</w:t>
      </w:r>
    </w:p>
    <w:p w:rsidR="00C83F61" w:rsidRDefault="00A5273A" w:rsidP="00267484">
      <w:pPr>
        <w:pStyle w:val="Heading1"/>
        <w:rPr>
          <w:rtl/>
        </w:rPr>
      </w:pPr>
      <w:r>
        <w:rPr>
          <w:rtl/>
        </w:rPr>
        <w:br w:type="page"/>
      </w:r>
      <w:bookmarkStart w:id="35" w:name="_Toc530811129"/>
      <w:r w:rsidR="00C83F61">
        <w:rPr>
          <w:rFonts w:hint="eastAsia"/>
          <w:rtl/>
        </w:rPr>
        <w:lastRenderedPageBreak/>
        <w:t>فصل</w:t>
      </w:r>
      <w:r w:rsidR="00C83F61">
        <w:rPr>
          <w:rtl/>
        </w:rPr>
        <w:t xml:space="preserve"> هفتم: همراه با برنامه سازان</w:t>
      </w:r>
      <w:bookmarkEnd w:id="35"/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C83F61" w:rsidRDefault="00C83F61" w:rsidP="00267484">
      <w:pPr>
        <w:pStyle w:val="Heading2"/>
        <w:rPr>
          <w:rtl/>
        </w:rPr>
      </w:pPr>
      <w:bookmarkStart w:id="36" w:name="_Toc530811130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شنهادها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bookmarkEnd w:id="36"/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مردان</w:t>
      </w:r>
      <w:r>
        <w:rPr>
          <w:rtl/>
          <w:lang w:bidi="fa-IR"/>
        </w:rPr>
        <w:t xml:space="preserve"> خدا همواره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روش و منش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اسلام، از 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شرک و نادان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نفاق 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و از سرچشمه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بخش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ساحت آن ها بهره مند و کام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tl/>
          <w:lang w:bidi="fa-IR"/>
        </w:rPr>
        <w:t xml:space="preserve"> شده است.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زمره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تمام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عمر با برکت خود را صرف فراگ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علوم مختل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کتاب کرد.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محدث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کانون اخلاق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اخلاق او موجب شده بود که به مرزها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قلّه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ابد،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متاسفانه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برجسته هم چنان ناشناخته مانده است.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است، برنامه سازان محترم به ابعاد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توجه کنن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با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مناسب درباره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او، انسان ها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اهداف متعال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رهنمون شوند.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Heading2"/>
        <w:rPr>
          <w:rtl/>
        </w:rPr>
      </w:pPr>
      <w:bookmarkStart w:id="37" w:name="_Toc530811131"/>
      <w:r>
        <w:rPr>
          <w:rtl/>
        </w:rPr>
        <w:t>1</w:t>
      </w:r>
      <w:r w:rsidR="00267484">
        <w:t xml:space="preserve"> </w:t>
      </w:r>
      <w:r w:rsidR="00267484">
        <w:rPr>
          <w:rFonts w:hint="cs"/>
          <w:rtl/>
        </w:rPr>
        <w:t>-</w:t>
      </w:r>
      <w:r w:rsidR="00267484">
        <w:t xml:space="preserve"> </w:t>
      </w:r>
      <w:r>
        <w:rPr>
          <w:rtl/>
        </w:rPr>
        <w:t xml:space="preserve"> نگارش کتاب</w:t>
      </w:r>
      <w:bookmarkEnd w:id="37"/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تأث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رگذارتر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 بردن سطح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از آن بهره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گرفت، نگارش کتاب بود.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نوشتن کتاب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مکتب اسلام و جاودانگ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احکام آن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مردم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دهد.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است برنامه سازان مح</w:t>
      </w:r>
      <w:r>
        <w:rPr>
          <w:rFonts w:hint="eastAsia"/>
          <w:rtl/>
          <w:lang w:bidi="fa-IR"/>
        </w:rPr>
        <w:t>ترم</w:t>
      </w:r>
      <w:r>
        <w:rPr>
          <w:rtl/>
          <w:lang w:bidi="fa-IR"/>
        </w:rPr>
        <w:t xml:space="preserve"> با توجه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بُعد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شان،</w:t>
      </w:r>
      <w:r>
        <w:rPr>
          <w:rtl/>
          <w:lang w:bidi="fa-IR"/>
        </w:rPr>
        <w:t xml:space="preserve"> با ارا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سازنده، فرهنگ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با هدف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مردم و خدمت به آنان در جامعه به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ژه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نسل جوان گسترش دهند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راه، 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راستا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افزا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جامعه و مقابله با تهاجم فرهنگ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بردارند.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Heading2"/>
        <w:rPr>
          <w:rtl/>
        </w:rPr>
      </w:pPr>
      <w:bookmarkStart w:id="38" w:name="_Toc530811132"/>
      <w:r>
        <w:rPr>
          <w:rtl/>
        </w:rPr>
        <w:t>2</w:t>
      </w:r>
      <w:r w:rsidR="00267484">
        <w:rPr>
          <w:rFonts w:hint="cs"/>
          <w:rtl/>
        </w:rPr>
        <w:t xml:space="preserve"> -</w:t>
      </w:r>
      <w:r>
        <w:rPr>
          <w:rtl/>
        </w:rPr>
        <w:t xml:space="preserve"> زهد و ساده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bookmarkEnd w:id="38"/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ساده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زهد،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برجسته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وه</w:t>
      </w:r>
      <w:r>
        <w:rPr>
          <w:rtl/>
          <w:lang w:bidi="fa-IR"/>
        </w:rPr>
        <w:t xml:space="preserve"> از عشق به امامان معصوم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آنان سرچشمه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به سادگ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سبک بودن حساب آخرت توجه خاص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مرحوم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ساده بود؛ به گونه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حد متوسط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روز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 بود.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است، برنامه سازان محترم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تجمل گرا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فرهنگ آزادگ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وارستگ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گسترش دهند.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Heading2"/>
        <w:rPr>
          <w:rtl/>
        </w:rPr>
      </w:pPr>
      <w:bookmarkStart w:id="39" w:name="_Toc530811133"/>
      <w:r>
        <w:rPr>
          <w:rtl/>
        </w:rPr>
        <w:t>3</w:t>
      </w:r>
      <w:r w:rsidR="00267484">
        <w:rPr>
          <w:rFonts w:hint="cs"/>
          <w:rtl/>
        </w:rPr>
        <w:t xml:space="preserve"> -</w:t>
      </w:r>
      <w:r>
        <w:rPr>
          <w:rtl/>
        </w:rPr>
        <w:t xml:space="preserve">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</w:t>
      </w:r>
      <w:bookmarkEnd w:id="39"/>
    </w:p>
    <w:p w:rsidR="00C83F61" w:rsidRDefault="00C83F61" w:rsidP="00C83F61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به امر به معروف و نه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منکر سخت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 بود. در 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دستور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شمرد و ملاحظه دوست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رفاقت را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رو،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است، مسئول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محترم رسانه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مهم توجه کنند و افزون بر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که خود مروج منکرات نباشند، با </w:t>
      </w:r>
      <w:r>
        <w:rPr>
          <w:rFonts w:hint="eastAsia"/>
          <w:rtl/>
          <w:lang w:bidi="fa-IR"/>
        </w:rPr>
        <w:t>ارا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برنامه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منکرات جامعه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 تقب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کنند.</w:t>
      </w:r>
    </w:p>
    <w:p w:rsidR="00C83F61" w:rsidRDefault="00C83F61" w:rsidP="00267484">
      <w:pPr>
        <w:pStyle w:val="Heading2"/>
        <w:rPr>
          <w:rtl/>
        </w:rPr>
      </w:pPr>
      <w:bookmarkStart w:id="40" w:name="_Toc530811134"/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شنهادها</w:t>
      </w:r>
      <w:r>
        <w:rPr>
          <w:rFonts w:hint="cs"/>
          <w:rtl/>
        </w:rPr>
        <w:t>ی</w:t>
      </w:r>
      <w:r>
        <w:rPr>
          <w:rtl/>
        </w:rPr>
        <w:t xml:space="preserve"> برنامه ا</w:t>
      </w:r>
      <w:r>
        <w:rPr>
          <w:rFonts w:hint="cs"/>
          <w:rtl/>
        </w:rPr>
        <w:t>ی</w:t>
      </w:r>
      <w:bookmarkEnd w:id="40"/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26748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گفت وگو با نوادگان و بازماندگان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با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>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26748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برگزار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جلسات متعدد با حضور استادان حوزه و دانشگاه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ارزشمند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26748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ارا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برنامه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سالگرد درگذشت آن مرحوم.</w:t>
      </w:r>
    </w:p>
    <w:p w:rsidR="00C83F61" w:rsidRDefault="00267484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267484">
      <w:pPr>
        <w:pStyle w:val="Heading2"/>
        <w:rPr>
          <w:rtl/>
        </w:rPr>
      </w:pPr>
      <w:bookmarkStart w:id="41" w:name="_Toc530811135"/>
      <w:r>
        <w:rPr>
          <w:rFonts w:hint="eastAsia"/>
          <w:rtl/>
        </w:rPr>
        <w:t>پرسش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مسابقه ا</w:t>
      </w:r>
      <w:r>
        <w:rPr>
          <w:rFonts w:hint="cs"/>
          <w:rtl/>
        </w:rPr>
        <w:t>ی</w:t>
      </w:r>
      <w:bookmarkEnd w:id="41"/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26748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زادگاه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کجاست؟ شهر مقدس قم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26748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چرا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لقب داده اند؟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دانست.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26748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عباس، چه نام دارد؟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26748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آرامگاه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کجاست؟ نجف اشرف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26748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الآمال نوشته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محدث قم</w:t>
      </w:r>
      <w:r>
        <w:rPr>
          <w:rFonts w:hint="cs"/>
          <w:rtl/>
          <w:lang w:bidi="fa-IR"/>
        </w:rPr>
        <w:t>ی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6 </w:t>
      </w:r>
      <w:r w:rsidR="00267484">
        <w:rPr>
          <w:rFonts w:hint="cs"/>
          <w:rtl/>
          <w:lang w:bidi="fa-IR"/>
        </w:rPr>
        <w:t>-</w:t>
      </w:r>
      <w:r>
        <w:rPr>
          <w:rtl/>
          <w:lang w:bidi="fa-IR"/>
        </w:rPr>
        <w:t xml:space="preserve"> کتاب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در چه سال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چاپ و منتشر شد؟ 1306 ه . ش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26748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کتاب منازل الآخره از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موضوع 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درباره مراحل دشوار سفر آخرت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8 </w:t>
      </w:r>
      <w:r w:rsidR="00267484">
        <w:rPr>
          <w:rFonts w:hint="cs"/>
          <w:rtl/>
          <w:lang w:bidi="fa-IR"/>
        </w:rPr>
        <w:t>-</w:t>
      </w:r>
      <w:r>
        <w:rPr>
          <w:rtl/>
          <w:lang w:bidi="fa-IR"/>
        </w:rPr>
        <w:t xml:space="preserve"> کتاب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البحار اثر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محدث قم</w:t>
      </w:r>
      <w:r>
        <w:rPr>
          <w:rFonts w:hint="cs"/>
          <w:rtl/>
          <w:lang w:bidi="fa-IR"/>
        </w:rPr>
        <w:t>ی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9</w:t>
      </w:r>
      <w:r w:rsidR="0026748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عمر خود را صرف چه امر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کرد؟ نگارش کتاب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10</w:t>
      </w:r>
      <w:r w:rsidR="0026748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چند مورد از کتاب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نام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الجنان، تتمه المنته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البحار، منازل الآخره و... .</w:t>
      </w:r>
    </w:p>
    <w:p w:rsidR="00C83F61" w:rsidRDefault="00267484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267484">
      <w:pPr>
        <w:pStyle w:val="Heading2"/>
        <w:rPr>
          <w:rtl/>
        </w:rPr>
      </w:pPr>
      <w:bookmarkStart w:id="42" w:name="_Toc530811136"/>
      <w:r>
        <w:rPr>
          <w:rFonts w:hint="eastAsia"/>
          <w:rtl/>
        </w:rPr>
        <w:t>پرسش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مردم</w:t>
      </w:r>
      <w:r>
        <w:rPr>
          <w:rFonts w:hint="cs"/>
          <w:rtl/>
        </w:rPr>
        <w:t>ی</w:t>
      </w:r>
      <w:bookmarkEnd w:id="42"/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26748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درباره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26748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نام دارد؟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267484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آرامگاه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کجاست؟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267484">
        <w:rPr>
          <w:rFonts w:hint="cs"/>
          <w:rtl/>
          <w:lang w:bidi="fa-IR"/>
        </w:rPr>
        <w:t xml:space="preserve"> -</w:t>
      </w:r>
      <w:r w:rsidR="00267484">
        <w:rPr>
          <w:rtl/>
          <w:lang w:bidi="fa-IR"/>
        </w:rPr>
        <w:t xml:space="preserve"> </w:t>
      </w:r>
      <w:r>
        <w:rPr>
          <w:rtl/>
          <w:lang w:bidi="fa-IR"/>
        </w:rPr>
        <w:t>کتاب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البحار اثر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267484">
        <w:rPr>
          <w:rFonts w:hint="cs"/>
          <w:rtl/>
          <w:lang w:bidi="fa-IR"/>
        </w:rPr>
        <w:t xml:space="preserve"> -</w:t>
      </w:r>
      <w:r w:rsidR="00267484">
        <w:rPr>
          <w:rtl/>
          <w:lang w:bidi="fa-IR"/>
        </w:rPr>
        <w:t xml:space="preserve"> </w:t>
      </w:r>
      <w:r>
        <w:rPr>
          <w:rtl/>
          <w:lang w:bidi="fa-IR"/>
        </w:rPr>
        <w:t>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کجا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آمد؟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267484">
        <w:rPr>
          <w:rFonts w:hint="cs"/>
          <w:rtl/>
          <w:lang w:bidi="fa-IR"/>
        </w:rPr>
        <w:t xml:space="preserve"> -</w:t>
      </w:r>
      <w:r w:rsidR="00267484">
        <w:rPr>
          <w:rtl/>
          <w:lang w:bidi="fa-IR"/>
        </w:rPr>
        <w:t xml:space="preserve"> </w:t>
      </w:r>
      <w:r>
        <w:rPr>
          <w:rtl/>
          <w:lang w:bidi="fa-IR"/>
        </w:rPr>
        <w:t>چقدر با ابعاد شخص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آشنا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267484">
        <w:rPr>
          <w:rFonts w:hint="cs"/>
          <w:rtl/>
          <w:lang w:bidi="fa-IR"/>
        </w:rPr>
        <w:t xml:space="preserve"> -</w:t>
      </w:r>
      <w:r w:rsidR="00267484">
        <w:rPr>
          <w:rtl/>
          <w:lang w:bidi="fa-IR"/>
        </w:rPr>
        <w:t xml:space="preserve"> </w:t>
      </w:r>
      <w:r>
        <w:rPr>
          <w:rtl/>
          <w:lang w:bidi="fa-IR"/>
        </w:rPr>
        <w:t>چند کتاب از محدث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267484">
        <w:rPr>
          <w:rFonts w:hint="cs"/>
          <w:rtl/>
          <w:lang w:bidi="fa-IR"/>
        </w:rPr>
        <w:t xml:space="preserve"> -</w:t>
      </w:r>
      <w:r w:rsidR="00267484">
        <w:rPr>
          <w:rtl/>
          <w:lang w:bidi="fa-IR"/>
        </w:rPr>
        <w:t xml:space="preserve"> </w:t>
      </w:r>
      <w:r>
        <w:rPr>
          <w:rtl/>
          <w:lang w:bidi="fa-IR"/>
        </w:rPr>
        <w:t>چرا از کتاب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اندازه استقبال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شود؟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267484">
        <w:rPr>
          <w:rFonts w:hint="cs"/>
          <w:rtl/>
          <w:lang w:bidi="fa-IR"/>
        </w:rPr>
        <w:t xml:space="preserve"> -</w:t>
      </w:r>
      <w:r w:rsidR="00267484">
        <w:rPr>
          <w:rtl/>
          <w:lang w:bidi="fa-IR"/>
        </w:rPr>
        <w:t xml:space="preserve"> </w:t>
      </w:r>
      <w:r>
        <w:rPr>
          <w:rtl/>
          <w:lang w:bidi="fa-IR"/>
        </w:rPr>
        <w:t>چه درس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گرفت؟</w:t>
      </w:r>
    </w:p>
    <w:p w:rsidR="00C83F61" w:rsidRDefault="00267484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267484">
      <w:pPr>
        <w:pStyle w:val="Heading2"/>
        <w:rPr>
          <w:rtl/>
        </w:rPr>
      </w:pPr>
      <w:bookmarkStart w:id="43" w:name="_Toc530811137"/>
      <w:r>
        <w:rPr>
          <w:rFonts w:hint="eastAsia"/>
          <w:rtl/>
        </w:rPr>
        <w:t>پرسش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کارشناس</w:t>
      </w:r>
      <w:r>
        <w:rPr>
          <w:rFonts w:hint="cs"/>
          <w:rtl/>
        </w:rPr>
        <w:t>ی</w:t>
      </w:r>
      <w:bookmarkEnd w:id="43"/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267484">
        <w:rPr>
          <w:rFonts w:hint="cs"/>
          <w:rtl/>
          <w:lang w:bidi="fa-IR"/>
        </w:rPr>
        <w:t xml:space="preserve"> -</w:t>
      </w:r>
      <w:r w:rsidR="00267484">
        <w:rPr>
          <w:rtl/>
          <w:lang w:bidi="fa-IR"/>
        </w:rPr>
        <w:t xml:space="preserve"> </w:t>
      </w:r>
      <w:r>
        <w:rPr>
          <w:rtl/>
          <w:lang w:bidi="fa-IR"/>
        </w:rPr>
        <w:t>درباره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267484">
        <w:rPr>
          <w:rFonts w:hint="cs"/>
          <w:rtl/>
          <w:lang w:bidi="fa-IR"/>
        </w:rPr>
        <w:t xml:space="preserve"> -</w:t>
      </w:r>
      <w:r w:rsidR="00267484">
        <w:rPr>
          <w:rtl/>
          <w:lang w:bidi="fa-IR"/>
        </w:rPr>
        <w:t xml:space="preserve"> </w:t>
      </w:r>
      <w:r>
        <w:rPr>
          <w:rtl/>
          <w:lang w:bidi="fa-IR"/>
        </w:rPr>
        <w:t>مهم 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فات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را نام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درباره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267484">
        <w:rPr>
          <w:rFonts w:hint="cs"/>
          <w:rtl/>
          <w:lang w:bidi="fa-IR"/>
        </w:rPr>
        <w:t xml:space="preserve"> -</w:t>
      </w:r>
      <w:r w:rsidR="00267484">
        <w:rPr>
          <w:rtl/>
          <w:lang w:bidi="fa-IR"/>
        </w:rPr>
        <w:t xml:space="preserve"> </w:t>
      </w:r>
      <w:r>
        <w:rPr>
          <w:rtl/>
          <w:lang w:bidi="fa-IR"/>
        </w:rPr>
        <w:t>درباره کتاب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البحار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267484">
        <w:rPr>
          <w:rFonts w:hint="cs"/>
          <w:rtl/>
          <w:lang w:bidi="fa-IR"/>
        </w:rPr>
        <w:t xml:space="preserve"> -</w:t>
      </w:r>
      <w:r w:rsidR="00267484">
        <w:rPr>
          <w:rtl/>
          <w:lang w:bidi="fa-IR"/>
        </w:rPr>
        <w:t xml:space="preserve"> </w:t>
      </w:r>
      <w:r>
        <w:rPr>
          <w:rtl/>
          <w:lang w:bidi="fa-IR"/>
        </w:rPr>
        <w:t>نگارش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چه مدت طول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267484">
        <w:rPr>
          <w:rFonts w:hint="cs"/>
          <w:rtl/>
          <w:lang w:bidi="fa-IR"/>
        </w:rPr>
        <w:t xml:space="preserve"> -</w:t>
      </w:r>
      <w:r w:rsidR="00267484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داشته است؟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267484">
        <w:rPr>
          <w:rFonts w:hint="cs"/>
          <w:rtl/>
          <w:lang w:bidi="fa-IR"/>
        </w:rPr>
        <w:t xml:space="preserve"> -</w:t>
      </w:r>
      <w:r w:rsidR="00267484">
        <w:rPr>
          <w:rtl/>
          <w:lang w:bidi="fa-IR"/>
        </w:rPr>
        <w:t xml:space="preserve"> </w:t>
      </w:r>
      <w:r>
        <w:rPr>
          <w:rtl/>
          <w:lang w:bidi="fa-IR"/>
        </w:rPr>
        <w:t>از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267484">
        <w:rPr>
          <w:rFonts w:hint="cs"/>
          <w:rtl/>
          <w:lang w:bidi="fa-IR"/>
        </w:rPr>
        <w:t xml:space="preserve"> -</w:t>
      </w:r>
      <w:r w:rsidR="00267484">
        <w:rPr>
          <w:rtl/>
          <w:lang w:bidi="fa-IR"/>
        </w:rPr>
        <w:t xml:space="preserve"> </w:t>
      </w:r>
      <w:r>
        <w:rPr>
          <w:rtl/>
          <w:lang w:bidi="fa-IR"/>
        </w:rPr>
        <w:t>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نوشتن کتاب مفات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الجنان چه بود؟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267484">
        <w:rPr>
          <w:rFonts w:hint="cs"/>
          <w:rtl/>
          <w:lang w:bidi="fa-IR"/>
        </w:rPr>
        <w:t xml:space="preserve"> -</w:t>
      </w:r>
      <w:r w:rsidR="00267484">
        <w:rPr>
          <w:rtl/>
          <w:lang w:bidi="fa-IR"/>
        </w:rPr>
        <w:t xml:space="preserve"> </w:t>
      </w:r>
      <w:r>
        <w:rPr>
          <w:rtl/>
          <w:lang w:bidi="fa-IR"/>
        </w:rPr>
        <w:t>نمونه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همت و تلاش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9</w:t>
      </w:r>
      <w:r w:rsidR="00267484">
        <w:rPr>
          <w:rFonts w:hint="cs"/>
          <w:rtl/>
          <w:lang w:bidi="fa-IR"/>
        </w:rPr>
        <w:t xml:space="preserve"> -</w:t>
      </w:r>
      <w:r w:rsidR="00267484">
        <w:rPr>
          <w:rtl/>
          <w:lang w:bidi="fa-IR"/>
        </w:rPr>
        <w:t xml:space="preserve"> </w:t>
      </w:r>
      <w:r>
        <w:rPr>
          <w:rtl/>
          <w:lang w:bidi="fa-IR"/>
        </w:rPr>
        <w:t>منبر وعظ و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او چه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داشت؟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10</w:t>
      </w:r>
      <w:r w:rsidR="00267484">
        <w:rPr>
          <w:rFonts w:hint="cs"/>
          <w:rtl/>
          <w:lang w:bidi="fa-IR"/>
        </w:rPr>
        <w:t xml:space="preserve"> -</w:t>
      </w:r>
      <w:r w:rsidR="00267484">
        <w:rPr>
          <w:rtl/>
          <w:lang w:bidi="fa-IR"/>
        </w:rPr>
        <w:t xml:space="preserve"> </w:t>
      </w:r>
      <w:r>
        <w:rPr>
          <w:rtl/>
          <w:lang w:bidi="fa-IR"/>
        </w:rPr>
        <w:t>چه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تواند در نگارش نقش داشته باشد و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نگارش کتاب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داشت؟</w:t>
      </w:r>
    </w:p>
    <w:p w:rsidR="00C83F61" w:rsidRDefault="00267484" w:rsidP="00C83F61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83F61" w:rsidRDefault="00C83F61" w:rsidP="00267484">
      <w:pPr>
        <w:pStyle w:val="Heading2"/>
        <w:rPr>
          <w:rtl/>
        </w:rPr>
      </w:pPr>
      <w:bookmarkStart w:id="44" w:name="_Toc530811138"/>
      <w:r>
        <w:rPr>
          <w:rFonts w:hint="eastAsia"/>
          <w:rtl/>
        </w:rPr>
        <w:t>کتاب</w:t>
      </w:r>
      <w:r>
        <w:rPr>
          <w:rtl/>
        </w:rPr>
        <w:t xml:space="preserve"> نامه</w:t>
      </w:r>
      <w:bookmarkEnd w:id="44"/>
    </w:p>
    <w:p w:rsidR="00C83F61" w:rsidRDefault="00C83F61" w:rsidP="00267484">
      <w:pPr>
        <w:pStyle w:val="libNormal"/>
        <w:rPr>
          <w:rtl/>
          <w:lang w:bidi="fa-IR"/>
        </w:rPr>
      </w:pPr>
      <w:r>
        <w:rPr>
          <w:rtl/>
          <w:lang w:bidi="fa-IR"/>
        </w:rPr>
        <w:t>1</w:t>
      </w:r>
      <w:r w:rsidR="00267484">
        <w:rPr>
          <w:rFonts w:hint="cs"/>
          <w:rtl/>
          <w:lang w:bidi="fa-IR"/>
        </w:rPr>
        <w:t xml:space="preserve"> -</w:t>
      </w:r>
      <w:r w:rsidR="00267484">
        <w:rPr>
          <w:rtl/>
          <w:lang w:bidi="fa-IR"/>
        </w:rPr>
        <w:t xml:space="preserve"> </w:t>
      </w:r>
      <w:r>
        <w:rPr>
          <w:rtl/>
          <w:lang w:bidi="fa-IR"/>
        </w:rPr>
        <w:t>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زاده، حسن و محمد 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کار</w:t>
      </w:r>
      <w:r>
        <w:rPr>
          <w:rtl/>
          <w:lang w:bidi="fa-IR"/>
        </w:rPr>
        <w:t xml:space="preserve"> با منکر، قم، انتشارات معروف، 1375.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87428D">
      <w:pPr>
        <w:pStyle w:val="libNormal"/>
        <w:rPr>
          <w:rtl/>
          <w:lang w:bidi="fa-IR"/>
        </w:rPr>
      </w:pPr>
      <w:r>
        <w:rPr>
          <w:rtl/>
          <w:lang w:bidi="fa-IR"/>
        </w:rPr>
        <w:t>2</w:t>
      </w:r>
      <w:r w:rsidR="0087428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جرفادقان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م،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از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خم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قم، انتشارات معارف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1362.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87428D">
      <w:pPr>
        <w:pStyle w:val="libNormal"/>
        <w:rPr>
          <w:rtl/>
          <w:lang w:bidi="fa-IR"/>
        </w:rPr>
      </w:pPr>
      <w:r>
        <w:rPr>
          <w:rtl/>
          <w:lang w:bidi="fa-IR"/>
        </w:rPr>
        <w:t>3</w:t>
      </w:r>
      <w:r w:rsidR="0087428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جزا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(آل غفور)،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محمد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ازهر چمن 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انتشارات الامام المنتظر، 1382.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87428D">
      <w:pPr>
        <w:pStyle w:val="libNormal"/>
        <w:rPr>
          <w:rtl/>
          <w:lang w:bidi="fa-IR"/>
        </w:rPr>
      </w:pPr>
      <w:r>
        <w:rPr>
          <w:rtl/>
          <w:lang w:bidi="fa-IR"/>
        </w:rPr>
        <w:t>4</w:t>
      </w:r>
      <w:r w:rsidR="0087428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حاج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مرد تقوا و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لت،</w:t>
      </w:r>
      <w:r>
        <w:rPr>
          <w:rtl/>
          <w:lang w:bidi="fa-IR"/>
        </w:rPr>
        <w:t xml:space="preserve"> تهران، دارالکتاب الاسلام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1396 ه . ق.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87428D">
      <w:pPr>
        <w:pStyle w:val="libNormal"/>
        <w:rPr>
          <w:rtl/>
          <w:lang w:bidi="fa-IR"/>
        </w:rPr>
      </w:pPr>
      <w:r>
        <w:rPr>
          <w:rtl/>
          <w:lang w:bidi="fa-IR"/>
        </w:rPr>
        <w:t>5</w:t>
      </w:r>
      <w:r w:rsidR="0087428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دوان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مفاخر اسلام، مرکز انتشارات انقلاب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1379.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87428D">
      <w:pPr>
        <w:pStyle w:val="libNormal"/>
        <w:rPr>
          <w:rtl/>
          <w:lang w:bidi="fa-IR"/>
        </w:rPr>
      </w:pPr>
      <w:r>
        <w:rPr>
          <w:rtl/>
          <w:lang w:bidi="fa-IR"/>
        </w:rPr>
        <w:t>6</w:t>
      </w:r>
      <w:r w:rsidR="0087428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عبدالله زاده،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محدث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اخلاص، تهران،انتشارات سازمان تبل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غات</w:t>
      </w:r>
      <w:r>
        <w:rPr>
          <w:rtl/>
          <w:lang w:bidi="fa-IR"/>
        </w:rPr>
        <w:t xml:space="preserve"> اسلام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1372.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C83F61" w:rsidRDefault="00C83F61" w:rsidP="0087428D">
      <w:pPr>
        <w:pStyle w:val="libNormal"/>
        <w:rPr>
          <w:rtl/>
          <w:lang w:bidi="fa-IR"/>
        </w:rPr>
      </w:pPr>
      <w:r>
        <w:rPr>
          <w:rtl/>
          <w:lang w:bidi="fa-IR"/>
        </w:rPr>
        <w:t>7</w:t>
      </w:r>
      <w:r w:rsidR="0087428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قم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عباس، فوائد الرضو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تهران، 1367.</w:t>
      </w:r>
    </w:p>
    <w:p w:rsidR="00C83F61" w:rsidRDefault="00C83F61" w:rsidP="00C83F61">
      <w:pPr>
        <w:pStyle w:val="libNormal"/>
        <w:rPr>
          <w:rtl/>
          <w:lang w:bidi="fa-IR"/>
        </w:rPr>
      </w:pPr>
    </w:p>
    <w:p w:rsidR="0087428D" w:rsidRDefault="00C83F61" w:rsidP="0087428D">
      <w:pPr>
        <w:pStyle w:val="libNormal"/>
        <w:rPr>
          <w:rtl/>
          <w:lang w:bidi="fa-IR"/>
        </w:rPr>
      </w:pPr>
      <w:r>
        <w:rPr>
          <w:rtl/>
          <w:lang w:bidi="fa-IR"/>
        </w:rPr>
        <w:t>8</w:t>
      </w:r>
      <w:r w:rsidR="0087428D">
        <w:rPr>
          <w:rFonts w:hint="cs"/>
          <w:rtl/>
          <w:lang w:bidi="fa-IR"/>
        </w:rPr>
        <w:t xml:space="preserve"> -</w:t>
      </w:r>
      <w:r>
        <w:rPr>
          <w:rtl/>
          <w:lang w:bidi="fa-IR"/>
        </w:rPr>
        <w:t xml:space="preserve"> ،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البحار،</w:t>
      </w:r>
    </w:p>
    <w:p w:rsidR="008F24C2" w:rsidRDefault="0087428D" w:rsidP="0087428D">
      <w:pPr>
        <w:pStyle w:val="Heading1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45" w:name="_Toc530811139"/>
      <w:r>
        <w:rPr>
          <w:rFonts w:hint="cs"/>
          <w:rtl/>
          <w:lang w:bidi="fa-IR"/>
        </w:rPr>
        <w:lastRenderedPageBreak/>
        <w:t>فهرست مطالب</w:t>
      </w:r>
      <w:bookmarkEnd w:id="45"/>
    </w:p>
    <w:sdt>
      <w:sdtPr>
        <w:id w:val="189876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C81557" w:rsidRDefault="00C81557" w:rsidP="00C81557">
          <w:pPr>
            <w:pStyle w:val="TOCHeading"/>
          </w:pPr>
        </w:p>
        <w:p w:rsidR="00C81557" w:rsidRDefault="00C8155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0811094" w:history="1">
            <w:r w:rsidRPr="008E3598">
              <w:rPr>
                <w:rStyle w:val="Hyperlink"/>
                <w:noProof/>
                <w:rtl/>
                <w:lang w:bidi="fa-IR"/>
              </w:rPr>
              <w:t>د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>باچه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Toc530811094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811095" w:history="1">
            <w:r w:rsidRPr="008E3598">
              <w:rPr>
                <w:rStyle w:val="Hyperlink"/>
                <w:noProof/>
                <w:rtl/>
                <w:lang w:bidi="fa-IR"/>
              </w:rPr>
              <w:t>پ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>ش 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Toc530811095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811096" w:history="1">
            <w:r w:rsidRPr="008E3598">
              <w:rPr>
                <w:rStyle w:val="Hyperlink"/>
                <w:noProof/>
                <w:rtl/>
                <w:lang w:bidi="fa-IR"/>
              </w:rPr>
              <w:t>فصل اول: زندگ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 xml:space="preserve"> نامه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Toc530811096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097" w:history="1">
            <w:r w:rsidRPr="008E3598">
              <w:rPr>
                <w:rStyle w:val="Hyperlink"/>
                <w:noProof/>
                <w:rtl/>
                <w:lang w:bidi="fa-IR"/>
              </w:rPr>
              <w:t>تولد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Toc530811097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098" w:history="1">
            <w:r w:rsidRPr="008E3598">
              <w:rPr>
                <w:rStyle w:val="Hyperlink"/>
                <w:noProof/>
                <w:rtl/>
                <w:lang w:bidi="fa-IR"/>
              </w:rPr>
              <w:t>کودک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 xml:space="preserve"> و نوجوان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Toc530811098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099" w:history="1">
            <w:r w:rsidRPr="008E3598">
              <w:rPr>
                <w:rStyle w:val="Hyperlink"/>
                <w:noProof/>
                <w:rtl/>
                <w:lang w:bidi="fa-IR"/>
              </w:rPr>
              <w:t>خاندان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Toc530811099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00" w:history="1">
            <w:r w:rsidRPr="008E3598">
              <w:rPr>
                <w:rStyle w:val="Hyperlink"/>
                <w:noProof/>
                <w:rtl/>
                <w:lang w:bidi="fa-IR"/>
              </w:rPr>
              <w:t>ازدواج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01" w:history="1">
            <w:r w:rsidRPr="008E3598">
              <w:rPr>
                <w:rStyle w:val="Hyperlink"/>
                <w:noProof/>
                <w:rtl/>
                <w:lang w:bidi="fa-IR"/>
              </w:rPr>
              <w:t>فرزندان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811102" w:history="1">
            <w:r w:rsidRPr="008E3598">
              <w:rPr>
                <w:rStyle w:val="Hyperlink"/>
                <w:noProof/>
                <w:rtl/>
                <w:lang w:bidi="fa-IR"/>
              </w:rPr>
              <w:t>فصل دوم: ح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>ات علم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03" w:history="1">
            <w:r w:rsidRPr="008E3598">
              <w:rPr>
                <w:rStyle w:val="Hyperlink"/>
                <w:noProof/>
                <w:rtl/>
                <w:lang w:bidi="fa-IR"/>
              </w:rPr>
              <w:t>تحص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>لات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04" w:history="1">
            <w:r w:rsidRPr="008E3598">
              <w:rPr>
                <w:rStyle w:val="Hyperlink"/>
                <w:noProof/>
                <w:rtl/>
                <w:lang w:bidi="fa-IR"/>
              </w:rPr>
              <w:t>عز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>مت به نجف اشرف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05" w:history="1">
            <w:r w:rsidRPr="008E3598">
              <w:rPr>
                <w:rStyle w:val="Hyperlink"/>
                <w:noProof/>
                <w:rtl/>
                <w:lang w:bidi="fa-IR"/>
              </w:rPr>
              <w:t>بازگشت به قم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06" w:history="1">
            <w:r w:rsidRPr="008E3598">
              <w:rPr>
                <w:rStyle w:val="Hyperlink"/>
                <w:noProof/>
                <w:rtl/>
                <w:lang w:bidi="fa-IR"/>
              </w:rPr>
              <w:t>حوزه علم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>ه مشهد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07" w:history="1">
            <w:r w:rsidRPr="008E3598">
              <w:rPr>
                <w:rStyle w:val="Hyperlink"/>
                <w:noProof/>
                <w:rtl/>
                <w:lang w:bidi="fa-IR"/>
              </w:rPr>
              <w:t>استادان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08" w:history="1">
            <w:r w:rsidRPr="008E3598">
              <w:rPr>
                <w:rStyle w:val="Hyperlink"/>
                <w:noProof/>
                <w:rtl/>
                <w:lang w:bidi="fa-IR"/>
              </w:rPr>
              <w:t>آثار علم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811109" w:history="1">
            <w:r w:rsidRPr="008E3598">
              <w:rPr>
                <w:rStyle w:val="Hyperlink"/>
                <w:noProof/>
                <w:rtl/>
                <w:lang w:bidi="fa-IR"/>
              </w:rPr>
              <w:t>فصل سوم: و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>ژگ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 xml:space="preserve"> ها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 xml:space="preserve"> اخلاق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10" w:history="1">
            <w:r w:rsidRPr="008E3598">
              <w:rPr>
                <w:rStyle w:val="Hyperlink"/>
                <w:noProof/>
                <w:rtl/>
                <w:lang w:bidi="fa-IR"/>
              </w:rPr>
              <w:t>زهد و پارسا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11" w:history="1">
            <w:r w:rsidRPr="008E3598">
              <w:rPr>
                <w:rStyle w:val="Hyperlink"/>
                <w:noProof/>
                <w:rtl/>
                <w:lang w:bidi="fa-IR"/>
              </w:rPr>
              <w:t>ساده ز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>ست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12" w:history="1">
            <w:r w:rsidRPr="008E3598">
              <w:rPr>
                <w:rStyle w:val="Hyperlink"/>
                <w:noProof/>
                <w:rtl/>
                <w:lang w:bidi="fa-IR"/>
              </w:rPr>
              <w:t>فروتن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13" w:history="1">
            <w:r w:rsidRPr="008E3598">
              <w:rPr>
                <w:rStyle w:val="Hyperlink"/>
                <w:noProof/>
                <w:rtl/>
                <w:lang w:bidi="fa-IR"/>
              </w:rPr>
              <w:t>وارستگ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 xml:space="preserve"> و عزت نفس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14" w:history="1">
            <w:r w:rsidRPr="008E3598">
              <w:rPr>
                <w:rStyle w:val="Hyperlink"/>
                <w:noProof/>
                <w:rtl/>
                <w:lang w:bidi="fa-IR"/>
              </w:rPr>
              <w:t>حد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>ث اخلاص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15" w:history="1">
            <w:r w:rsidRPr="008E3598">
              <w:rPr>
                <w:rStyle w:val="Hyperlink"/>
                <w:noProof/>
                <w:rtl/>
                <w:lang w:bidi="fa-IR"/>
              </w:rPr>
              <w:t>تهجّد و شب زنده دار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16" w:history="1">
            <w:r w:rsidRPr="008E3598">
              <w:rPr>
                <w:rStyle w:val="Hyperlink"/>
                <w:noProof/>
                <w:rtl/>
                <w:lang w:bidi="fa-IR"/>
              </w:rPr>
              <w:t>نه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 xml:space="preserve"> از منکر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17" w:history="1">
            <w:r w:rsidRPr="008E3598">
              <w:rPr>
                <w:rStyle w:val="Hyperlink"/>
                <w:noProof/>
                <w:rtl/>
                <w:lang w:bidi="fa-IR"/>
              </w:rPr>
              <w:t>غن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>مت شمردن عمر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18" w:history="1">
            <w:r w:rsidRPr="008E3598">
              <w:rPr>
                <w:rStyle w:val="Hyperlink"/>
                <w:noProof/>
                <w:rtl/>
                <w:lang w:bidi="fa-IR"/>
              </w:rPr>
              <w:t>بزرگداشت قرآن مج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>د و احاد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>ث اهل ب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 xml:space="preserve">ت </w:t>
            </w:r>
            <w:r w:rsidRPr="008E3598">
              <w:rPr>
                <w:rStyle w:val="Hyperlink"/>
                <w:rFonts w:eastAsiaTheme="minorHAnsi" w:cs="Rafed Alaem"/>
                <w:noProof/>
                <w:rtl/>
              </w:rPr>
              <w:t>عليهم‌السلام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19" w:history="1">
            <w:r w:rsidRPr="008E3598">
              <w:rPr>
                <w:rStyle w:val="Hyperlink"/>
                <w:noProof/>
                <w:rtl/>
                <w:lang w:bidi="fa-IR"/>
              </w:rPr>
              <w:t>بزرگداشت سادات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20" w:history="1">
            <w:r w:rsidRPr="008E3598">
              <w:rPr>
                <w:rStyle w:val="Hyperlink"/>
                <w:noProof/>
                <w:rtl/>
                <w:lang w:bidi="fa-IR"/>
              </w:rPr>
              <w:t>احترام به آثار بزرگان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21" w:history="1">
            <w:r w:rsidRPr="008E3598">
              <w:rPr>
                <w:rStyle w:val="Hyperlink"/>
                <w:noProof/>
                <w:rtl/>
                <w:lang w:bidi="fa-IR"/>
              </w:rPr>
              <w:t>شعر و شاعر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 xml:space="preserve"> از نظر محدث قم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22" w:history="1">
            <w:r w:rsidRPr="008E3598">
              <w:rPr>
                <w:rStyle w:val="Hyperlink"/>
                <w:noProof/>
                <w:rtl/>
                <w:lang w:bidi="fa-IR"/>
              </w:rPr>
              <w:t>جا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>گاه بسم الله الرحمن الرح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>م نزد محدث قم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811123" w:history="1">
            <w:r w:rsidRPr="008E3598">
              <w:rPr>
                <w:rStyle w:val="Hyperlink"/>
                <w:noProof/>
                <w:rtl/>
                <w:lang w:bidi="fa-IR"/>
              </w:rPr>
              <w:t>فصل چهارم: فعال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>ت ها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 xml:space="preserve"> ش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>خ عباس قم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24" w:history="1">
            <w:r w:rsidRPr="008E3598">
              <w:rPr>
                <w:rStyle w:val="Hyperlink"/>
                <w:noProof/>
                <w:rtl/>
                <w:lang w:bidi="fa-IR"/>
              </w:rPr>
              <w:t>الف) فعال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>ت ها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 xml:space="preserve"> س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>اس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25" w:history="1">
            <w:r w:rsidRPr="008E3598">
              <w:rPr>
                <w:rStyle w:val="Hyperlink"/>
                <w:noProof/>
                <w:rtl/>
                <w:lang w:bidi="fa-IR"/>
              </w:rPr>
              <w:t>ب) فعال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>ت ها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 xml:space="preserve"> فرهنگ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 xml:space="preserve">  اجتماع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811126" w:history="1">
            <w:r w:rsidRPr="008E3598">
              <w:rPr>
                <w:rStyle w:val="Hyperlink"/>
                <w:noProof/>
                <w:rtl/>
                <w:lang w:bidi="fa-IR"/>
              </w:rPr>
              <w:t>فصل پنجم: وفات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27" w:history="1">
            <w:r w:rsidRPr="008E3598">
              <w:rPr>
                <w:rStyle w:val="Hyperlink"/>
                <w:noProof/>
                <w:rtl/>
                <w:lang w:bidi="fa-IR"/>
              </w:rPr>
              <w:t>جا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>گاه و مقام حاج ش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>خ عباس در آخرت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28" w:history="1">
            <w:r w:rsidRPr="008E3598">
              <w:rPr>
                <w:rStyle w:val="Hyperlink"/>
                <w:noProof/>
                <w:rtl/>
                <w:lang w:bidi="fa-IR"/>
              </w:rPr>
              <w:t>فصل ششم: برگز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>ده ادب فارس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811129" w:history="1">
            <w:r w:rsidRPr="008E3598">
              <w:rPr>
                <w:rStyle w:val="Hyperlink"/>
                <w:noProof/>
                <w:rtl/>
              </w:rPr>
              <w:t>فصل هفتم: همراه با برنامه سازان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30" w:history="1">
            <w:r w:rsidRPr="008E3598">
              <w:rPr>
                <w:rStyle w:val="Hyperlink"/>
                <w:noProof/>
                <w:rtl/>
                <w:lang w:bidi="fa-IR"/>
              </w:rPr>
              <w:t>پ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>شنهادها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 xml:space="preserve"> کل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31" w:history="1">
            <w:r w:rsidRPr="008E3598">
              <w:rPr>
                <w:rStyle w:val="Hyperlink"/>
                <w:noProof/>
                <w:rtl/>
                <w:lang w:bidi="fa-IR"/>
              </w:rPr>
              <w:t>1</w:t>
            </w:r>
            <w:r w:rsidRPr="008E3598">
              <w:rPr>
                <w:rStyle w:val="Hyperlink"/>
                <w:noProof/>
                <w:lang w:bidi="fa-IR"/>
              </w:rPr>
              <w:t xml:space="preserve"> </w:t>
            </w:r>
            <w:r w:rsidRPr="008E3598">
              <w:rPr>
                <w:rStyle w:val="Hyperlink"/>
                <w:noProof/>
                <w:rtl/>
                <w:lang w:bidi="fa-IR"/>
              </w:rPr>
              <w:t>-</w:t>
            </w:r>
            <w:r w:rsidRPr="008E3598">
              <w:rPr>
                <w:rStyle w:val="Hyperlink"/>
                <w:noProof/>
                <w:lang w:bidi="fa-IR"/>
              </w:rPr>
              <w:t xml:space="preserve"> </w:t>
            </w:r>
            <w:r w:rsidRPr="008E3598">
              <w:rPr>
                <w:rStyle w:val="Hyperlink"/>
                <w:noProof/>
                <w:rtl/>
                <w:lang w:bidi="fa-IR"/>
              </w:rPr>
              <w:t xml:space="preserve"> نگارش کتاب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32" w:history="1">
            <w:r w:rsidRPr="008E3598">
              <w:rPr>
                <w:rStyle w:val="Hyperlink"/>
                <w:noProof/>
                <w:rtl/>
                <w:lang w:bidi="fa-IR"/>
              </w:rPr>
              <w:t>2 - زهد و ساده ز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>ست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33" w:history="1">
            <w:r w:rsidRPr="008E3598">
              <w:rPr>
                <w:rStyle w:val="Hyperlink"/>
                <w:noProof/>
                <w:rtl/>
                <w:lang w:bidi="fa-IR"/>
              </w:rPr>
              <w:t>3 - امر به معروف و نه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 xml:space="preserve"> از منکر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34" w:history="1">
            <w:r w:rsidRPr="008E3598">
              <w:rPr>
                <w:rStyle w:val="Hyperlink"/>
                <w:noProof/>
                <w:rtl/>
                <w:lang w:bidi="fa-IR"/>
              </w:rPr>
              <w:t>پ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>شنهادها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 xml:space="preserve"> برنامه ا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35" w:history="1">
            <w:r w:rsidRPr="008E3598">
              <w:rPr>
                <w:rStyle w:val="Hyperlink"/>
                <w:noProof/>
                <w:rtl/>
                <w:lang w:bidi="fa-IR"/>
              </w:rPr>
              <w:t>پرسش ها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 xml:space="preserve"> مسابقه ا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36" w:history="1">
            <w:r w:rsidRPr="008E3598">
              <w:rPr>
                <w:rStyle w:val="Hyperlink"/>
                <w:noProof/>
                <w:rtl/>
                <w:lang w:bidi="fa-IR"/>
              </w:rPr>
              <w:t>پرسش ها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 xml:space="preserve"> مردم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37" w:history="1">
            <w:r w:rsidRPr="008E3598">
              <w:rPr>
                <w:rStyle w:val="Hyperlink"/>
                <w:noProof/>
                <w:rtl/>
                <w:lang w:bidi="fa-IR"/>
              </w:rPr>
              <w:t>پرسش ها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8E3598">
              <w:rPr>
                <w:rStyle w:val="Hyperlink"/>
                <w:noProof/>
                <w:rtl/>
                <w:lang w:bidi="fa-IR"/>
              </w:rPr>
              <w:t xml:space="preserve"> کارشناس</w:t>
            </w:r>
            <w:r w:rsidRPr="008E3598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0811138" w:history="1">
            <w:r w:rsidRPr="008E3598">
              <w:rPr>
                <w:rStyle w:val="Hyperlink"/>
                <w:noProof/>
                <w:rtl/>
                <w:lang w:bidi="fa-IR"/>
              </w:rPr>
              <w:t>کتاب نامه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0811139" w:history="1">
            <w:r w:rsidRPr="008E3598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Toc530811139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81557" w:rsidRDefault="00C81557">
          <w:r>
            <w:fldChar w:fldCharType="end"/>
          </w:r>
        </w:p>
      </w:sdtContent>
    </w:sdt>
    <w:p w:rsidR="0087428D" w:rsidRPr="00B300E7" w:rsidRDefault="0087428D" w:rsidP="0087428D">
      <w:pPr>
        <w:pStyle w:val="libNormal"/>
        <w:rPr>
          <w:lang w:bidi="fa-IR"/>
        </w:rPr>
      </w:pPr>
    </w:p>
    <w:sectPr w:rsidR="0087428D" w:rsidRPr="00B300E7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A35" w:rsidRDefault="00462A35">
      <w:r>
        <w:separator/>
      </w:r>
    </w:p>
  </w:endnote>
  <w:endnote w:type="continuationSeparator" w:id="0">
    <w:p w:rsidR="00462A35" w:rsidRDefault="00462A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5E4" w:rsidRDefault="002C67FF">
    <w:pPr>
      <w:pStyle w:val="Footer"/>
    </w:pPr>
    <w:fldSimple w:instr=" PAGE   \* MERGEFORMAT ">
      <w:r w:rsidR="00C81557">
        <w:rPr>
          <w:noProof/>
          <w:rtl/>
        </w:rPr>
        <w:t>2</w:t>
      </w:r>
    </w:fldSimple>
  </w:p>
  <w:p w:rsidR="007225E4" w:rsidRDefault="007225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5E4" w:rsidRDefault="002C67FF">
    <w:pPr>
      <w:pStyle w:val="Footer"/>
    </w:pPr>
    <w:fldSimple w:instr=" PAGE   \* MERGEFORMAT ">
      <w:r w:rsidR="00C81557">
        <w:rPr>
          <w:noProof/>
          <w:rtl/>
        </w:rPr>
        <w:t>93</w:t>
      </w:r>
    </w:fldSimple>
  </w:p>
  <w:p w:rsidR="007225E4" w:rsidRDefault="007225E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5E4" w:rsidRDefault="002C67FF">
    <w:pPr>
      <w:pStyle w:val="Footer"/>
    </w:pPr>
    <w:fldSimple w:instr=" PAGE   \* MERGEFORMAT ">
      <w:r w:rsidR="00C81557">
        <w:rPr>
          <w:noProof/>
          <w:rtl/>
        </w:rPr>
        <w:t>1</w:t>
      </w:r>
    </w:fldSimple>
  </w:p>
  <w:p w:rsidR="007225E4" w:rsidRDefault="007225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A35" w:rsidRDefault="00462A35">
      <w:r>
        <w:separator/>
      </w:r>
    </w:p>
  </w:footnote>
  <w:footnote w:type="continuationSeparator" w:id="0">
    <w:p w:rsidR="00462A35" w:rsidRDefault="00462A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5F49"/>
    <w:rsid w:val="00005A19"/>
    <w:rsid w:val="00010942"/>
    <w:rsid w:val="000217A6"/>
    <w:rsid w:val="00024AA0"/>
    <w:rsid w:val="000267FE"/>
    <w:rsid w:val="00030622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6C1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34FA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5F37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67484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C67FF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37FCF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1C7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2A35"/>
    <w:rsid w:val="0046634E"/>
    <w:rsid w:val="00467E54"/>
    <w:rsid w:val="00470378"/>
    <w:rsid w:val="004722F9"/>
    <w:rsid w:val="00475E99"/>
    <w:rsid w:val="00481FD0"/>
    <w:rsid w:val="00482060"/>
    <w:rsid w:val="0048221F"/>
    <w:rsid w:val="00484D1C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0645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0E45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24EE"/>
    <w:rsid w:val="00625C71"/>
    <w:rsid w:val="00627A7B"/>
    <w:rsid w:val="00633327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117"/>
    <w:rsid w:val="006E446F"/>
    <w:rsid w:val="006E6291"/>
    <w:rsid w:val="006F2E14"/>
    <w:rsid w:val="006F7CE8"/>
    <w:rsid w:val="007000EB"/>
    <w:rsid w:val="00700595"/>
    <w:rsid w:val="00701353"/>
    <w:rsid w:val="0070524C"/>
    <w:rsid w:val="00710619"/>
    <w:rsid w:val="00713634"/>
    <w:rsid w:val="00713B2B"/>
    <w:rsid w:val="007166B4"/>
    <w:rsid w:val="00717AB1"/>
    <w:rsid w:val="00717C64"/>
    <w:rsid w:val="00721FA0"/>
    <w:rsid w:val="007225E4"/>
    <w:rsid w:val="00723983"/>
    <w:rsid w:val="00723D07"/>
    <w:rsid w:val="00725377"/>
    <w:rsid w:val="00725F9E"/>
    <w:rsid w:val="0073042E"/>
    <w:rsid w:val="00730E45"/>
    <w:rsid w:val="00731AD7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A625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C50AA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479B3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428D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59EC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5273A"/>
    <w:rsid w:val="00A6076B"/>
    <w:rsid w:val="00A60B19"/>
    <w:rsid w:val="00A60E79"/>
    <w:rsid w:val="00A6486D"/>
    <w:rsid w:val="00A668D6"/>
    <w:rsid w:val="00A745EB"/>
    <w:rsid w:val="00A749A9"/>
    <w:rsid w:val="00A751DD"/>
    <w:rsid w:val="00A80221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18E2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C003DB"/>
    <w:rsid w:val="00C005CF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557"/>
    <w:rsid w:val="00C81C96"/>
    <w:rsid w:val="00C83F61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66FF"/>
    <w:rsid w:val="00CD72D4"/>
    <w:rsid w:val="00CE30CD"/>
    <w:rsid w:val="00CF00F5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96489"/>
    <w:rsid w:val="00DA5931"/>
    <w:rsid w:val="00DA722B"/>
    <w:rsid w:val="00DB2424"/>
    <w:rsid w:val="00DB3E84"/>
    <w:rsid w:val="00DC02A0"/>
    <w:rsid w:val="00DC0B08"/>
    <w:rsid w:val="00DC0E27"/>
    <w:rsid w:val="00DC45CF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35AFD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4F63"/>
    <w:rsid w:val="00E7602E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5F49"/>
    <w:rsid w:val="00EE604B"/>
    <w:rsid w:val="00EE6B33"/>
    <w:rsid w:val="00EF0462"/>
    <w:rsid w:val="00EF6505"/>
    <w:rsid w:val="00EF7A6F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41B1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273A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225F37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  <w:lang w:bidi="fa-IR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225F37"/>
    <w:rPr>
      <w:rFonts w:ascii="B Badr" w:hAnsi="B Badr" w:cs="B Badr"/>
      <w:b/>
      <w:bCs/>
      <w:color w:val="1F497D"/>
      <w:sz w:val="32"/>
      <w:szCs w:val="32"/>
      <w:lang w:bidi="fa-IR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  <w:style w:type="paragraph" w:customStyle="1" w:styleId="libnotice0">
    <w:name w:val="libnotice"/>
    <w:basedOn w:val="Normal"/>
    <w:rsid w:val="00EE5F49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%201440\M_rabial%20aval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48F77-9B23-450D-AFDD-A083B3A7F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Persian.dotx</Template>
  <TotalTime>197</TotalTime>
  <Pages>93</Pages>
  <Words>11336</Words>
  <Characters>64618</Characters>
  <Application>Microsoft Office Word</Application>
  <DocSecurity>0</DocSecurity>
  <Lines>538</Lines>
  <Paragraphs>151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75803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9</cp:revision>
  <cp:lastPrinted>1601-01-01T00:00:00Z</cp:lastPrinted>
  <dcterms:created xsi:type="dcterms:W3CDTF">2018-11-22T06:07:00Z</dcterms:created>
  <dcterms:modified xsi:type="dcterms:W3CDTF">2018-11-24T04:53:00Z</dcterms:modified>
</cp:coreProperties>
</file>