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E7D" w:rsidRDefault="00B66E7D" w:rsidP="00B66E7D">
      <w:pPr>
        <w:pStyle w:val="libCenterBold1"/>
        <w:rPr>
          <w:rtl/>
          <w:lang w:bidi="fa-IR"/>
        </w:rPr>
      </w:pPr>
      <w:r>
        <w:rPr>
          <w:rtl/>
          <w:lang w:bidi="fa-IR"/>
        </w:rPr>
        <w:t>مالك اشتر</w:t>
      </w:r>
    </w:p>
    <w:p w:rsidR="00B66E7D" w:rsidRDefault="00B66E7D" w:rsidP="00B66E7D">
      <w:pPr>
        <w:pStyle w:val="libCenterBold2"/>
        <w:rPr>
          <w:rtl/>
          <w:lang w:bidi="fa-IR"/>
        </w:rPr>
      </w:pPr>
      <w:r>
        <w:rPr>
          <w:rFonts w:hint="cs"/>
          <w:rtl/>
          <w:lang w:bidi="fa-IR"/>
        </w:rPr>
        <w:t>مؤلف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محمد محمدى اشتهاردى</w:t>
      </w:r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</w:p>
    <w:p w:rsidR="00B66E7D" w:rsidRDefault="00B66E7D" w:rsidP="00B66E7D">
      <w:pPr>
        <w:pStyle w:val="libNormal"/>
        <w:rPr>
          <w:rtl/>
          <w:lang w:bidi="fa-IR"/>
        </w:rPr>
      </w:pPr>
    </w:p>
    <w:p w:rsidR="00B66E7D" w:rsidRDefault="00B66E7D" w:rsidP="00B66E7D">
      <w:pPr>
        <w:pStyle w:val="libNormal"/>
        <w:rPr>
          <w:rtl/>
          <w:lang w:bidi="fa-IR"/>
        </w:rPr>
      </w:pPr>
    </w:p>
    <w:p w:rsidR="004D3746" w:rsidRPr="006E7FD2" w:rsidRDefault="004D3746" w:rsidP="004D3746">
      <w:pPr>
        <w:pStyle w:val="libNotice"/>
        <w:rPr>
          <w:rtl/>
        </w:rPr>
      </w:pPr>
      <w:r w:rsidRPr="006E7FD2">
        <w:rPr>
          <w:rFonts w:hint="cs"/>
          <w:rtl/>
        </w:rPr>
        <w:t xml:space="preserve">این کتاب توسط مؤسسه فرهنگی - اسلامی شبکة الامامین الحسنین </w:t>
      </w:r>
      <w:r w:rsidRPr="006E7FD2">
        <w:rPr>
          <w:rStyle w:val="libAlaemChar"/>
          <w:rtl/>
        </w:rPr>
        <w:t>عل</w:t>
      </w:r>
      <w:r w:rsidR="000D0DD5">
        <w:rPr>
          <w:rStyle w:val="libAlaemChar"/>
          <w:rtl/>
        </w:rPr>
        <w:t>ی</w:t>
      </w:r>
      <w:r w:rsidRPr="006E7FD2">
        <w:rPr>
          <w:rStyle w:val="libAlaemChar"/>
          <w:rtl/>
        </w:rPr>
        <w:t>هم</w:t>
      </w:r>
      <w:r w:rsidRPr="006E7FD2">
        <w:rPr>
          <w:rStyle w:val="libAlaemChar"/>
          <w:rFonts w:hint="cs"/>
          <w:rtl/>
        </w:rPr>
        <w:t>ا</w:t>
      </w:r>
      <w:r w:rsidRPr="006E7FD2">
        <w:rPr>
          <w:rStyle w:val="libAlaemChar"/>
          <w:rtl/>
        </w:rPr>
        <w:t>‌السلام</w:t>
      </w:r>
      <w:r w:rsidRPr="006E7FD2">
        <w:rPr>
          <w:rFonts w:hint="cs"/>
          <w:rtl/>
        </w:rPr>
        <w:t xml:space="preserve"> بصورت الکترونیکی برای مخاطبین گرامی منتشر شده است</w:t>
      </w:r>
      <w:r w:rsidR="00C10908">
        <w:rPr>
          <w:rFonts w:hint="cs"/>
          <w:rtl/>
        </w:rPr>
        <w:t xml:space="preserve">. </w:t>
      </w:r>
    </w:p>
    <w:p w:rsidR="00B66E7D" w:rsidRPr="00D771E5" w:rsidRDefault="004D3746" w:rsidP="004D3746">
      <w:pPr>
        <w:pStyle w:val="libNotice"/>
      </w:pPr>
      <w:r w:rsidRPr="006E7FD2">
        <w:rPr>
          <w:rFonts w:hint="cs"/>
          <w:rtl/>
        </w:rPr>
        <w:t>لازم به ذکر است تصحیح اشتباهات تایپی احتمالی</w:t>
      </w:r>
      <w:r w:rsidR="00C10908">
        <w:rPr>
          <w:rFonts w:hint="cs"/>
          <w:rtl/>
        </w:rPr>
        <w:t xml:space="preserve">، </w:t>
      </w:r>
      <w:r w:rsidRPr="006E7FD2">
        <w:rPr>
          <w:rFonts w:hint="cs"/>
          <w:rtl/>
        </w:rPr>
        <w:t>روی این کتاب انجام نگردیده است</w:t>
      </w:r>
      <w:r w:rsidR="00C10908">
        <w:rPr>
          <w:rFonts w:hint="cs"/>
          <w:rtl/>
        </w:rPr>
        <w:t xml:space="preserve">. </w:t>
      </w:r>
    </w:p>
    <w:p w:rsidR="00B66E7D" w:rsidRDefault="00B66E7D" w:rsidP="004D3746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0" w:name="_Toc396044633"/>
      <w:r>
        <w:rPr>
          <w:rtl/>
          <w:lang w:bidi="fa-IR"/>
        </w:rPr>
        <w:lastRenderedPageBreak/>
        <w:t>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شگفتار</w:t>
      </w:r>
      <w:bookmarkEnd w:id="0"/>
    </w:p>
    <w:p w:rsidR="00B66E7D" w:rsidRDefault="00B66E7D" w:rsidP="00D61E4E">
      <w:pPr>
        <w:pStyle w:val="Heading2"/>
        <w:rPr>
          <w:rtl/>
          <w:lang w:bidi="fa-IR"/>
        </w:rPr>
      </w:pPr>
      <w:bookmarkStart w:id="1" w:name="_Toc396044634"/>
      <w:r>
        <w:rPr>
          <w:rtl/>
          <w:lang w:bidi="fa-IR"/>
        </w:rPr>
        <w:t>پرواز به سوى ملكوت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همراه مالك اشتر</w:t>
      </w:r>
      <w:bookmarkEnd w:id="1"/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در جهان بشر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بعضى از انسانها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نش صح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ح و گفتار و كردار پاك و خالص خود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ثابت كردند كه انسان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تواند به عال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مراحل كمال برسد و آن قدر بالا رود كه از فرشتگان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شى 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سرو آنها گردد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انسانهاى وارسته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بر اساس چهارپا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آگاهى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خلوص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تلاش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پى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10908">
        <w:rPr>
          <w:rtl/>
          <w:lang w:bidi="fa-IR"/>
        </w:rPr>
        <w:t>، (</w:t>
      </w:r>
      <w:r>
        <w:rPr>
          <w:rtl/>
          <w:lang w:bidi="fa-IR"/>
        </w:rPr>
        <w:t>عمل صالح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توانستند خود را بر بلندتر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قلعه كمال برسانند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در جا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گاه رف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ع و مخصوص راه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افتگان به درگاه خداى بزرگ قرار 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به گفته حافظ</w:t>
      </w:r>
      <w:r w:rsidR="00C10908">
        <w:rPr>
          <w:rtl/>
          <w:lang w:bidi="fa-IR"/>
        </w:rPr>
        <w:t xml:space="preserve">: </w:t>
      </w:r>
    </w:p>
    <w:tbl>
      <w:tblPr>
        <w:bidiVisual/>
        <w:tblW w:w="4929" w:type="pct"/>
        <w:tblLook w:val="01E0"/>
      </w:tblPr>
      <w:tblGrid>
        <w:gridCol w:w="3680"/>
        <w:gridCol w:w="269"/>
        <w:gridCol w:w="3530"/>
      </w:tblGrid>
      <w:tr w:rsidR="00F472FF" w:rsidTr="00D771E5">
        <w:trPr>
          <w:trHeight w:val="350"/>
        </w:trPr>
        <w:tc>
          <w:tcPr>
            <w:tcW w:w="3680" w:type="dxa"/>
            <w:shd w:val="clear" w:color="auto" w:fill="auto"/>
          </w:tcPr>
          <w:p w:rsidR="00F472FF" w:rsidRDefault="00F472FF" w:rsidP="00D771E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تو را ز كنگره عرش مى زنند صف</w:t>
            </w:r>
            <w:r w:rsidR="000D0DD5">
              <w:rPr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>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F472FF" w:rsidRDefault="00F472FF" w:rsidP="00D771E5">
            <w:pPr>
              <w:pStyle w:val="libPoemFootnote"/>
              <w:rPr>
                <w:rtl/>
              </w:rPr>
            </w:pPr>
          </w:p>
        </w:tc>
        <w:tc>
          <w:tcPr>
            <w:tcW w:w="3530" w:type="dxa"/>
            <w:shd w:val="clear" w:color="auto" w:fill="auto"/>
          </w:tcPr>
          <w:p w:rsidR="00F472FF" w:rsidRDefault="00F472FF" w:rsidP="00D771E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ندانمت كه در ا</w:t>
            </w:r>
            <w:r w:rsidR="000D0DD5">
              <w:rPr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>ن دامگه چه افتاده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72FF" w:rsidTr="00D771E5">
        <w:trPr>
          <w:trHeight w:val="350"/>
        </w:trPr>
        <w:tc>
          <w:tcPr>
            <w:tcW w:w="3680" w:type="dxa"/>
          </w:tcPr>
          <w:p w:rsidR="00F472FF" w:rsidRDefault="00F472FF" w:rsidP="00D771E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كه از بلندى نظر شاهباز سدره نش</w:t>
            </w:r>
            <w:r w:rsidR="000D0DD5">
              <w:rPr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>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F472FF" w:rsidRDefault="00F472FF" w:rsidP="00D771E5">
            <w:pPr>
              <w:pStyle w:val="libPoemFootnote"/>
              <w:rPr>
                <w:rtl/>
              </w:rPr>
            </w:pPr>
          </w:p>
        </w:tc>
        <w:tc>
          <w:tcPr>
            <w:tcW w:w="3530" w:type="dxa"/>
          </w:tcPr>
          <w:p w:rsidR="00F472FF" w:rsidRDefault="00F472FF" w:rsidP="00D771E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نش</w:t>
            </w:r>
            <w:r w:rsidR="000D0DD5">
              <w:rPr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>من تو نه ا</w:t>
            </w:r>
            <w:r w:rsidR="000D0DD5">
              <w:rPr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>ن كنج محنت آباد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72FF" w:rsidTr="00D771E5">
        <w:trPr>
          <w:trHeight w:val="350"/>
        </w:trPr>
        <w:tc>
          <w:tcPr>
            <w:tcW w:w="3680" w:type="dxa"/>
          </w:tcPr>
          <w:p w:rsidR="00F472FF" w:rsidRDefault="00F472FF" w:rsidP="00D771E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غلام همت آنم كه ز</w:t>
            </w:r>
            <w:r w:rsidR="000D0DD5">
              <w:rPr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>ر چرخ كبود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F472FF" w:rsidRDefault="00F472FF" w:rsidP="00D771E5">
            <w:pPr>
              <w:pStyle w:val="libPoemFootnote"/>
              <w:rPr>
                <w:rtl/>
              </w:rPr>
            </w:pPr>
          </w:p>
        </w:tc>
        <w:tc>
          <w:tcPr>
            <w:tcW w:w="3530" w:type="dxa"/>
          </w:tcPr>
          <w:p w:rsidR="00F472FF" w:rsidRDefault="00F472FF" w:rsidP="00D771E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ز هر چه رنگ تعلق پذ</w:t>
            </w:r>
            <w:r w:rsidR="000D0DD5">
              <w:rPr>
                <w:rtl/>
                <w:lang w:bidi="fa-IR"/>
              </w:rPr>
              <w:t>ی</w:t>
            </w:r>
            <w:r>
              <w:rPr>
                <w:rtl/>
                <w:lang w:bidi="fa-IR"/>
              </w:rPr>
              <w:t>رد آزاد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72FF" w:rsidTr="00D771E5">
        <w:trPr>
          <w:trHeight w:val="350"/>
        </w:trPr>
        <w:tc>
          <w:tcPr>
            <w:tcW w:w="3680" w:type="dxa"/>
          </w:tcPr>
          <w:p w:rsidR="00F472FF" w:rsidRDefault="00F472FF" w:rsidP="00D771E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مگر تعلق خاطر به ماه رخسارى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F472FF" w:rsidRDefault="00F472FF" w:rsidP="00D771E5">
            <w:pPr>
              <w:pStyle w:val="libPoemFootnote"/>
              <w:rPr>
                <w:rtl/>
              </w:rPr>
            </w:pPr>
          </w:p>
        </w:tc>
        <w:tc>
          <w:tcPr>
            <w:tcW w:w="3530" w:type="dxa"/>
          </w:tcPr>
          <w:p w:rsidR="00F472FF" w:rsidRDefault="00F472FF" w:rsidP="00D771E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كه خاطر ازهمه غمها به مهر او شاد است،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آرى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توان در پرتو وارستگى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همت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مقاومت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نش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خلوص و شهامت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خاكدان و آو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زهاى آن گذشت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با دو پر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مان و عمل صالح در فضاى ملكوت به پرواز در آمد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از عرش و فرش گذشت تا به آنجا كه جا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گاه خالصان الهى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اى بشر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تو داراى 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 و سرما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و استعداد هستى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آن را شكوفا كن و با راه</w:t>
      </w:r>
      <w:r w:rsidR="00F472FF">
        <w:rPr>
          <w:rtl/>
          <w:lang w:bidi="fa-IR"/>
        </w:rPr>
        <w:t xml:space="preserve">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ابى به مكتب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امبران و امامان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، </w:t>
      </w:r>
      <w:r>
        <w:rPr>
          <w:rtl/>
          <w:lang w:bidi="fa-IR"/>
        </w:rPr>
        <w:t>قفس تن و آلا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شهاى آن را بشكن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در صحراى خرم و سبز معنو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كن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ح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 است كه خود را در تنگناى قفس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نابود</w:t>
      </w:r>
      <w:r w:rsidR="000D0DD5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كنى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دمى به خود آى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جهان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رون از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تنگنا را بب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كه مولا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ان هذا القلوب اوع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فخ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رها او عاها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دلها همانند ظرفها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بهتر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آنها ظرفى است كه پذ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رش و فراگ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شتر است</w:t>
      </w:r>
      <w:r w:rsidR="00C10908">
        <w:rPr>
          <w:rtl/>
          <w:lang w:bidi="fa-IR"/>
        </w:rPr>
        <w:t xml:space="preserve">..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1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به عنوان نمونه 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كتاب در فضاى در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اى پر امواج و پرذخا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وجود مالك اشتر</w:t>
      </w:r>
      <w:r w:rsidR="00C10908">
        <w:rPr>
          <w:rtl/>
          <w:lang w:bidi="fa-IR"/>
        </w:rPr>
        <w:t>، (</w:t>
      </w:r>
      <w:r>
        <w:rPr>
          <w:rtl/>
          <w:lang w:bidi="fa-IR"/>
        </w:rPr>
        <w:t>سلام اللَّه عل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C10908">
        <w:rPr>
          <w:rtl/>
          <w:lang w:bidi="fa-IR"/>
        </w:rPr>
        <w:t xml:space="preserve">) ،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 مجاهد و پاكباز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رابطه شاگرد و استاد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مراد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امت و رهبر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مرشد و مرشد را بنگر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عظمت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را در آ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 وجود مالك اشتر تماشا كن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از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و تماشا لذت ببر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لذتى كه هم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 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و نشاط آفر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به كالبد بى جان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جان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بخشد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روح خفته را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قلب پژمرده را سرشار از شور و شوق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0D0DD5">
      <w:pPr>
        <w:pStyle w:val="Heading2"/>
        <w:rPr>
          <w:rtl/>
          <w:lang w:bidi="fa-IR"/>
        </w:rPr>
      </w:pPr>
      <w:bookmarkStart w:id="2" w:name="_Toc396044635"/>
      <w:r>
        <w:rPr>
          <w:rtl/>
          <w:lang w:bidi="fa-IR"/>
        </w:rPr>
        <w:t>كتاب حاضر</w:t>
      </w:r>
      <w:bookmarkEnd w:id="2"/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بار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قلم به سراغ انسانى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رود كه به راستى بطل الابطال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قهرمان قهرمانها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نه تنها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ژگى را در راستاى شجاعت و شهامت دارد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بلكه در همه ابعاد انسانى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قهرمان قهرمانها است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به سراغ شخصى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رود كه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او را مومن و عبد صالح خواند و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آنچنان او را در سطح بالا معرفى كرد كه فرمود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رحم اللَّه مالكا فلقد كان لى كما كنت لرسول اللَّه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خدا رحمت كند مالك اشتر را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كه او براى من همان گونه بود كه من براى رسول خدا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بودم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2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 فرمود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لو كان جبلا لكان فندا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لا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رتق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ه الحافر و لا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وفى عل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الطائر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اگر كوه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كوهى بلند و بى مانند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كه 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چ مركب راهوارى به آن نرس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چ پرنده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اى را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اراى پرواز بر فراز آن نبود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3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كتاب فهرست و نمودارى از فرازهاى زندگى درخشان مالك اشتر 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عه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ثارگر و مخلص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و به تعب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امام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 من 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وف اللَّه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شمش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رى از شمش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رهاى خدا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4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است و بر اساس مدرك معتبر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تنظ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و تحر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افته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آنكه عالى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درسهاى سودمند انسانى را به ما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اموزد</w:t>
      </w:r>
      <w:r w:rsidR="00C10908">
        <w:rPr>
          <w:rtl/>
          <w:lang w:bidi="fa-IR"/>
        </w:rPr>
        <w:t xml:space="preserve">، . </w:t>
      </w:r>
      <w:r>
        <w:rPr>
          <w:rtl/>
          <w:lang w:bidi="fa-IR"/>
        </w:rPr>
        <w:t>و بر توان و توف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ق ما براى دست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ابى به ارزشهاى سازنده اسلامى و علوى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فزا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!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لازم به ذكر است كه</w:t>
      </w:r>
      <w:r w:rsidR="00C10908">
        <w:rPr>
          <w:rtl/>
          <w:lang w:bidi="fa-IR"/>
        </w:rPr>
        <w:t xml:space="preserve">: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مدرك ما 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كتاب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كه بس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 از آن بهره برد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كتاب ارزشمند مالك اشتر تأل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 علامه 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محمد رضا الحك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نجفى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كه به عربى در قطع رقعى در 194 صفحه تحر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شده و در سال 1365 هجرى قمرى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حدود پنجاه سال قبل تأل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 شده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علامه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نى در كتاب ارزشمند الغد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10908">
        <w:rPr>
          <w:rtl/>
          <w:lang w:bidi="fa-IR"/>
        </w:rPr>
        <w:t>، (</w:t>
      </w:r>
      <w:r>
        <w:rPr>
          <w:rtl/>
          <w:lang w:bidi="fa-IR"/>
        </w:rPr>
        <w:t>جلد 9 صفحه 41</w:t>
      </w:r>
      <w:r w:rsidR="00C10908">
        <w:rPr>
          <w:rtl/>
          <w:lang w:bidi="fa-IR"/>
        </w:rPr>
        <w:t xml:space="preserve">) ، </w:t>
      </w:r>
      <w:r>
        <w:rPr>
          <w:rtl/>
          <w:lang w:bidi="fa-IR"/>
        </w:rPr>
        <w:t xml:space="preserve">از آن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كرده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مولف آن را ستوده است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به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توف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ق و سعادت در پرتو بهره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رى از زندگى درخشان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بالنده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سازنده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پر آوازه مالك 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قهرمان قهرمانان</w:t>
      </w:r>
      <w:r w:rsidR="00C10908">
        <w:rPr>
          <w:rtl/>
          <w:lang w:bidi="fa-IR"/>
        </w:rPr>
        <w:t xml:space="preserve">!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كتاب در چهار بخش 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تنظ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شده گرد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1- مالك اشتر در عصر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و در عصر خلافت عمر و ابوبكر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 xml:space="preserve">از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من تا كوفه</w:t>
      </w:r>
      <w:r w:rsidR="00C10908">
        <w:rPr>
          <w:rtl/>
          <w:lang w:bidi="fa-IR"/>
        </w:rPr>
        <w:t>.</w:t>
      </w:r>
      <w:r w:rsidR="000D1F4F">
        <w:rPr>
          <w:rtl/>
          <w:lang w:bidi="fa-IR"/>
        </w:rPr>
        <w:t>)</w:t>
      </w:r>
      <w:r w:rsidR="00C10908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2- مالك اشتر در عصر خلافت عثمان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3- مالك اشتر در عصر خلافت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4- مالك اشتر بزرگمرد تقوا و كمالات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ماجراى شهادت او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حوزه علم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قم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محمد محمدى اشتهارى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زمستان 1372 ش</w:t>
      </w:r>
    </w:p>
    <w:p w:rsidR="00B66E7D" w:rsidRDefault="004D3746" w:rsidP="004D3746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3" w:name="_Toc396044636"/>
      <w:r w:rsidR="00B66E7D">
        <w:rPr>
          <w:rtl/>
          <w:lang w:bidi="fa-IR"/>
        </w:rPr>
        <w:lastRenderedPageBreak/>
        <w:t>بخش اول</w:t>
      </w:r>
      <w:bookmarkEnd w:id="3"/>
      <w:r w:rsidR="00F472FF">
        <w:rPr>
          <w:rtl/>
          <w:lang w:bidi="fa-IR"/>
        </w:rPr>
        <w:t xml:space="preserve"> </w:t>
      </w:r>
    </w:p>
    <w:p w:rsidR="00B66E7D" w:rsidRDefault="00B66E7D" w:rsidP="004D3746">
      <w:pPr>
        <w:pStyle w:val="Heading2"/>
        <w:rPr>
          <w:rtl/>
          <w:lang w:bidi="fa-IR"/>
        </w:rPr>
      </w:pPr>
      <w:bookmarkStart w:id="4" w:name="_Toc396044637"/>
      <w:r>
        <w:rPr>
          <w:rtl/>
          <w:lang w:bidi="fa-IR"/>
        </w:rPr>
        <w:t>مالك اشتر در عصر رسول خدا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bookmarkEnd w:id="4"/>
      <w:r w:rsidR="00C10908">
        <w:rPr>
          <w:rtl/>
          <w:lang w:bidi="fa-IR"/>
        </w:rPr>
        <w:t xml:space="preserve"> </w:t>
      </w:r>
    </w:p>
    <w:p w:rsidR="00B66E7D" w:rsidRDefault="00B66E7D" w:rsidP="004D3746">
      <w:pPr>
        <w:pStyle w:val="Heading3"/>
        <w:rPr>
          <w:rtl/>
          <w:lang w:bidi="fa-IR"/>
        </w:rPr>
      </w:pPr>
      <w:bookmarkStart w:id="5" w:name="_Toc396044638"/>
      <w:r>
        <w:rPr>
          <w:rtl/>
          <w:lang w:bidi="fa-IR"/>
        </w:rPr>
        <w:t>مالك اشتر از خاندان نخع و مذحج</w:t>
      </w:r>
      <w:bookmarkEnd w:id="5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حدود 30 سال قبل هجرت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پشت ابرهاى 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ره و تار جاهل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كى از روستاهاى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من خورش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دى طلوع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نوزادى چشم به جهان گشود كه او را به نام مالك خواندند تو به راستى چه نام 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بنده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كه بعدها روشن شد كه او مالك بر خو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شتن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مالك بر اراده و نفس و خو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در پرتو هم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طره و توان معنوى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همه فراز و فرودها با موفق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عبور كرده و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روز شده است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ره نو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سلسله نسب او را 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نگاشته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مالك بن حارث بن عبد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غوث بن مسلمه بن رب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عه بن حارث بن خز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مه بن نخع بن مذحج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5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اگر مالك اشتر را نخعى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خوانند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رو است كه ششم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جدش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نخع نام داشت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اگر او را مذحجى گو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ند از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رو است كه هفتم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جدش به هم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نام بود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دودمان نخع و مذحج در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من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پس از ظهور اسلام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شتازان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من به سوى اسلام بودند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شخص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هاى بزرگى از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خاندان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برجستگان اسلام در قرن اول اسلام شدند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خدمات بس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 قابل توجهى به اسلام نمودند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بر هم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اساس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اكثر القبائل فى الجنه مذحج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افراد قب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له مذحج در بهشت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افراد همه قب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هاى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شترند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6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مالك اشتر در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رجزهاى خود در نبرد صف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قب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له مذحج را ستوده و 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: </w:t>
      </w:r>
    </w:p>
    <w:tbl>
      <w:tblPr>
        <w:bidiVisual/>
        <w:tblW w:w="5000" w:type="pct"/>
        <w:tblLook w:val="01E0"/>
      </w:tblPr>
      <w:tblGrid>
        <w:gridCol w:w="3657"/>
        <w:gridCol w:w="270"/>
        <w:gridCol w:w="3660"/>
      </w:tblGrid>
      <w:tr w:rsidR="00FB296A" w:rsidTr="00975DC6">
        <w:trPr>
          <w:trHeight w:val="350"/>
        </w:trPr>
        <w:tc>
          <w:tcPr>
            <w:tcW w:w="4288" w:type="dxa"/>
            <w:shd w:val="clear" w:color="auto" w:fill="auto"/>
          </w:tcPr>
          <w:p w:rsidR="00FB296A" w:rsidRDefault="00FB296A" w:rsidP="00975DC6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ولست من حى ربیعه و مضر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FB296A" w:rsidRDefault="00FB296A" w:rsidP="00975DC6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FB296A" w:rsidRDefault="00FB296A" w:rsidP="00975DC6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لكننى من مذحج الغر الغرر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من از دودمان رب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عه و مضر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ستم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بلكه از قب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له فرزانه و برجسته مذحج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باشم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خاندان نخع در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من 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دارتر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و شر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فتر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قب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له در آن سامان بودند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مالك اشتر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درختهاى تنومند و بلند باغستان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خاندان است كه بر شهرت و عظمت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خاندان افزود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تا ابد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افتخار بزرگى براى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خاندان آورده است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7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نكه مالك اشتر در چه سالى چشم به جهان گشوده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تار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خ روشن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ولى بعضى از از قرا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توان حدس زد كه او حدود سى سال قبل از هجرت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متولد شده است</w:t>
      </w:r>
      <w:r w:rsidR="00C10908">
        <w:rPr>
          <w:rtl/>
          <w:lang w:bidi="fa-IR"/>
        </w:rPr>
        <w:t xml:space="preserve">،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قرا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است كه او بعد از جنگ جمل كه در سال 36 هجرت رخ داد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هنگامى كه به دستور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نزد عا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 آمد تا او را روانه مد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 كند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عا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 به او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تو بودى كه به خواهر زاده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ام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عبداللَّه بن زب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ضربه سختى زدى</w:t>
      </w:r>
      <w:r w:rsidR="00C10908">
        <w:rPr>
          <w:rtl/>
          <w:lang w:bidi="fa-IR"/>
        </w:rPr>
        <w:t xml:space="preserve">؟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در پاسخ گفت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نعم لولا كونى 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خا كب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وطا و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ثلاثه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 لا رحت امه محمد منه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آرى من بودم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اگر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كهنسال نبودم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سه روز از گرسنگى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شكمم خالى نبود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امت محمد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را از دست او راحت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نمودم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8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از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تعب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فهم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شود كه مالك اشتر در سال 36 هجرت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رمرد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بنابرا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اگر سن او را 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هنگام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حدود 65 تا 70 سال حدس بزن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نت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جه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كه او حدود سى سال قبل از هجرت متولد شده است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مالك 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بلند قامت و گردن كش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ده و شكوهمند و داراى بازوان پر مو و ستبر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صداى غرا و بلند بود</w:t>
      </w:r>
      <w:r w:rsidR="00C10908">
        <w:rPr>
          <w:rtl/>
          <w:lang w:bidi="fa-IR"/>
        </w:rPr>
        <w:t xml:space="preserve">. </w:t>
      </w:r>
    </w:p>
    <w:p w:rsidR="00B66E7D" w:rsidRDefault="00B66E7D" w:rsidP="004D3746">
      <w:pPr>
        <w:pStyle w:val="Heading3"/>
        <w:rPr>
          <w:rtl/>
          <w:lang w:bidi="fa-IR"/>
        </w:rPr>
      </w:pPr>
      <w:bookmarkStart w:id="6" w:name="_Toc396044639"/>
      <w:r>
        <w:rPr>
          <w:rtl/>
          <w:lang w:bidi="fa-IR"/>
        </w:rPr>
        <w:t>آغاز اسلام مالك اشتر</w:t>
      </w:r>
      <w:bookmarkEnd w:id="6"/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در عصر رسول خدا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در همان زادگاه خود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روستاى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شه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اسلام را پذ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رفت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ولى سال و چگونگى گرا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او به اسلام در تار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خ ضبط نشده است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اما از قرا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به دست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آن هنگام كه در سال دهم هجرت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از طرف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به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من رفت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مردم آنجا را به اسلام دعوت كرد و سپس مردم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گر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گروه گروه مسلمان شدند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9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به احتمال قوى</w:t>
      </w:r>
      <w:r w:rsidR="00C10908">
        <w:rPr>
          <w:rtl/>
          <w:lang w:bidi="fa-IR"/>
        </w:rPr>
        <w:t xml:space="preserve">،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آن گروهها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گروه دودمان نخعبودند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كه مالك جزء آنها بود</w:t>
      </w:r>
      <w:r w:rsidR="00C10908">
        <w:rPr>
          <w:rtl/>
          <w:lang w:bidi="fa-IR"/>
        </w:rPr>
        <w:t xml:space="preserve">. </w:t>
      </w:r>
    </w:p>
    <w:p w:rsidR="00B66E7D" w:rsidRDefault="00B66E7D" w:rsidP="004D3746">
      <w:pPr>
        <w:pStyle w:val="Heading3"/>
        <w:rPr>
          <w:rtl/>
          <w:lang w:bidi="fa-IR"/>
        </w:rPr>
      </w:pPr>
      <w:bookmarkStart w:id="7" w:name="_Toc396044640"/>
      <w:r>
        <w:rPr>
          <w:rtl/>
          <w:lang w:bidi="fa-IR"/>
        </w:rPr>
        <w:t>گواهى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به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مان مالك اشتر</w:t>
      </w:r>
      <w:bookmarkEnd w:id="7"/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مانند 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 قرنى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را ند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ولى در عصر آن حضرت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همان زادگاه خود</w:t>
      </w:r>
      <w:r w:rsidR="00C10908">
        <w:rPr>
          <w:rtl/>
          <w:lang w:bidi="fa-IR"/>
        </w:rPr>
        <w:t xml:space="preserve"> (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من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مسلمان 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در همان عصر جزء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اران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به شمار آمد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جالب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نكه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روزى در محضر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سخن از مالك به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آمد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آن حضرت فرمود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انه لمومن حقا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قطعا مومن حق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قى است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10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علامه 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محسن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پس از نقل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گواهى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معادل گواهى سراسر جهان است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را گواهى بزرگتر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انسان جهان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صدور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سخن در آن زمان كه مالك اشتر جوان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انگر آن است كه مالك اشتر در سن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جوانى در جا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گاه رف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عى از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مان قرار داشته است</w:t>
      </w:r>
      <w:r w:rsidR="00C10908">
        <w:rPr>
          <w:rtl/>
          <w:lang w:bidi="fa-IR"/>
        </w:rPr>
        <w:t xml:space="preserve">،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11</w:t>
      </w:r>
      <w:r w:rsidR="00DA0589" w:rsidRPr="00D61E4E">
        <w:rPr>
          <w:rStyle w:val="libFootnotenumChar"/>
          <w:rtl/>
          <w:lang w:bidi="fa-IR"/>
        </w:rPr>
        <w:t>)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در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ان </w:t>
      </w:r>
      <w:r>
        <w:rPr>
          <w:rtl/>
          <w:lang w:bidi="fa-IR"/>
        </w:rPr>
        <w:lastRenderedPageBreak/>
        <w:t>اصحاب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تنها ابوذر در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ابان از دن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رفت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مالك اشتر با افرادى كنار جنازه او آمدند و جنازه ابوذر را در همان جا به خاك سپردند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12</w:t>
      </w:r>
      <w:r w:rsidR="00DA0589" w:rsidRPr="00D61E4E">
        <w:rPr>
          <w:rStyle w:val="libFootnotenumChar"/>
          <w:rtl/>
          <w:lang w:bidi="fa-IR"/>
        </w:rPr>
        <w:t>)</w:t>
      </w:r>
      <w:r w:rsidR="00DA0589">
        <w:rPr>
          <w:rtl/>
          <w:lang w:bidi="fa-IR"/>
        </w:rPr>
        <w:t>(</w:t>
      </w:r>
      <w:r>
        <w:rPr>
          <w:rtl/>
          <w:lang w:bidi="fa-IR"/>
        </w:rPr>
        <w:t>چنانكه شرح آن خاطر نشان خواهد شد</w:t>
      </w:r>
      <w:r w:rsidR="00C10908">
        <w:rPr>
          <w:rtl/>
          <w:lang w:bidi="fa-IR"/>
        </w:rPr>
        <w:t>.</w:t>
      </w:r>
      <w:r w:rsidR="000D1F4F">
        <w:rPr>
          <w:rtl/>
          <w:lang w:bidi="fa-IR"/>
        </w:rPr>
        <w:t>)</w:t>
      </w:r>
      <w:r w:rsidR="00C10908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آرى مالك 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زبان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به عنوان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مومن حق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قى و صالح معرفى شد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نت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جه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كه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مالك اشتر چون رسول خدا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را ند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عنوان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اصحاب آن حضرت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مهاجران و انصار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بلكه از تابع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نبه شمار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ولى در عصر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از مومنان صالح بود</w:t>
      </w:r>
      <w:r w:rsidR="00C10908">
        <w:rPr>
          <w:rtl/>
          <w:lang w:bidi="fa-IR"/>
        </w:rPr>
        <w:t xml:space="preserve">. </w:t>
      </w:r>
    </w:p>
    <w:p w:rsidR="00B66E7D" w:rsidRDefault="00B66E7D" w:rsidP="004D3746">
      <w:pPr>
        <w:pStyle w:val="Heading3"/>
        <w:rPr>
          <w:rtl/>
          <w:lang w:bidi="fa-IR"/>
        </w:rPr>
      </w:pPr>
      <w:bookmarkStart w:id="8" w:name="_Toc396044641"/>
      <w:r>
        <w:rPr>
          <w:rtl/>
          <w:lang w:bidi="fa-IR"/>
        </w:rPr>
        <w:t>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و لقب مالك اشتر</w:t>
      </w:r>
      <w:bookmarkEnd w:id="8"/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را از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رو كه پسرى به نام ابراه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داشت با 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ابو ابراه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خواندند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و نظر به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ن كه در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جنگها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جنگ با مرتد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ن با جنگ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رموك كه بعدا ذكر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به پلكهاى چشمش آس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آن را جابجا و دگرگون نمود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 لقب اشتر خواندند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را عرب به كسى كه از پلكهاى چشمانش دگرگون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شود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شتر 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و گاهى او را با لقب كبش العراق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قوچ عراق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خواندند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لقب از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رو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قوچ در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 گله گوسفند معمولا جلودار گوسفندها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مالك جلودار و سردار و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شتاز خاندان او كه در كوفه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داراى افراد برجسته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اى مانند كم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صم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مانه از او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روى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كردند</w:t>
      </w:r>
      <w:r w:rsidR="00C10908">
        <w:rPr>
          <w:rtl/>
          <w:lang w:bidi="fa-IR"/>
        </w:rPr>
        <w:t xml:space="preserve">. </w:t>
      </w:r>
    </w:p>
    <w:p w:rsidR="00B66E7D" w:rsidRDefault="00B66E7D" w:rsidP="00FB296A">
      <w:pPr>
        <w:pStyle w:val="Heading2"/>
        <w:rPr>
          <w:rtl/>
          <w:lang w:bidi="fa-IR"/>
        </w:rPr>
      </w:pPr>
      <w:bookmarkStart w:id="9" w:name="_Toc396044642"/>
      <w:r>
        <w:rPr>
          <w:rtl/>
          <w:lang w:bidi="fa-IR"/>
        </w:rPr>
        <w:lastRenderedPageBreak/>
        <w:t>مالك اشتر در عصر خلافت ابوبكر و عمر</w:t>
      </w:r>
      <w:bookmarkEnd w:id="9"/>
    </w:p>
    <w:p w:rsidR="00B66E7D" w:rsidRDefault="00B66E7D" w:rsidP="004D3746">
      <w:pPr>
        <w:pStyle w:val="Heading3"/>
        <w:rPr>
          <w:rtl/>
          <w:lang w:bidi="fa-IR"/>
        </w:rPr>
      </w:pPr>
      <w:bookmarkStart w:id="10" w:name="_Toc396044643"/>
      <w:r>
        <w:rPr>
          <w:rtl/>
          <w:lang w:bidi="fa-IR"/>
        </w:rPr>
        <w:t>جنگ با ابو مس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نخست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جنگ مالك اشتر</w:t>
      </w:r>
      <w:bookmarkEnd w:id="10"/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عصر خلافت ابوبكر بود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عده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اى كه در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من و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مامه و</w:t>
      </w:r>
      <w:r w:rsidR="00C10908">
        <w:rPr>
          <w:rtl/>
          <w:lang w:bidi="fa-IR"/>
        </w:rPr>
        <w:t xml:space="preserve">... </w:t>
      </w:r>
      <w:r>
        <w:rPr>
          <w:rtl/>
          <w:lang w:bidi="fa-IR"/>
        </w:rPr>
        <w:t>در عصر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مسلمان شده بودند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اسلام برگشتند و مرتد شدند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در مقابل حكومت اسلامى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صف آرا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ى كردند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ابوبكر از هر سو مسلمانان را فراخواند و آنها را به جنگ مرتد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فرستاد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آنان را سركوب نمود</w:t>
      </w:r>
      <w:r w:rsidR="00C10908">
        <w:rPr>
          <w:rtl/>
          <w:lang w:bidi="fa-IR"/>
        </w:rPr>
        <w:t xml:space="preserve">،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طوا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 مرتد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طا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فه بنو حن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فه بود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از آنجا كه اسلام در خطر شد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مدع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دروغ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نبوت و مرتدان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ابوبكر از همه مسلمانان جهان آن روز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جمله از قب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له مذحج استمداد نمود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تا به جنگ دشمنان بروند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كه در عصر رسول خدا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به اسلام گرو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ده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براى حفظ اسلام و احساس مسوول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كرد و براى جنگ با مرتد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اقامتگاه خود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رون آمد و به سپاه اسلام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وست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جالب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نكه او در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 جنگ خشن ابومس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كه رهبر مرتد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بنو حن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فه را بر سر اسبش بى هوش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حادثه نخست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رخدادى بود كه از مالك اشتر بروز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مسلمانان به وجود مسلمان دلاور و در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دلى چون مالك اشتر پى بردند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جنگ مالك با ابو مس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كه 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بود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هنگامى كه سپاه اسلام با سپاه بنو حن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فه در برابر هم قرار گرفتند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مالك اشتر در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شاپ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سپاه اسلام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ابو مس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كه را به نزد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 طلب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ابو مس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كه به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او آمد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بعد از اقرار به توح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اسلام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مرتد شدى و به سوى كفر باز گشتى</w:t>
      </w:r>
      <w:r w:rsidR="00C10908">
        <w:rPr>
          <w:rtl/>
          <w:lang w:bidi="fa-IR"/>
        </w:rPr>
        <w:t xml:space="preserve">؟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ابو مس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كه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اى مالك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از من دست بردار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مسلمان شراب را حرام كرده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من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توانم شراب ننوشم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او را دعوت به جنگ كرد و او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جنگ را پذ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رفت و به هم پر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دند و درگ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رى شد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دى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آنها رخ داد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نخست با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جنگ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سپس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هاى خود را به كنار انداخته و با شمش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به جنگ هم پرداختند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هنگام شمش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ابو مس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كه بر سر مالك خورد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سر مالك شكافته شد و به چشمش آس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به طورى كه پلكها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دگرگون گرد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از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رو به او اشتر گفتند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بر گردن اسبش خم شد و به سوى سپاه اسلام حركت كرد</w:t>
      </w:r>
      <w:r w:rsidR="00C10908">
        <w:rPr>
          <w:rtl/>
          <w:lang w:bidi="fa-IR"/>
        </w:rPr>
        <w:t xml:space="preserve">،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اران او وقتى وضع او را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گر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كردند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مالك به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كى از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اران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انگشت خود را به دهان من بگذار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او 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كرد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مالك انگشت او را با دندانش فشار داد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آن شخص از شدت درد انگشتش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ناله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مالك به اصحاب خود رو كرد و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بر من باكى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وقتى دندانها سالم باشند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سر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زه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 سالم است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سپس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اران بر شكافت سر او آرد سبوس پاچ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با دستمال بستند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آنگاه مالك به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اران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اسبم را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اور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دپرس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براى چه</w:t>
      </w:r>
      <w:r w:rsidR="00C10908">
        <w:rPr>
          <w:rtl/>
          <w:lang w:bidi="fa-IR"/>
        </w:rPr>
        <w:t xml:space="preserve">؟ </w:t>
      </w:r>
      <w:r>
        <w:rPr>
          <w:rtl/>
          <w:lang w:bidi="fa-IR"/>
        </w:rPr>
        <w:t>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براى جنگ با ابو مس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كه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اسبش را آوردند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او سوار بر اسبش شد و همچون 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رى كه از چله كمان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رون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جهد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سوى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دان رفت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با ابو مس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كه به جنگ ادامه داد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طولى نكش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كه مالك آنچنان ضربه بر ابو مس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كه زد كه او روى 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اسبش بى هوش 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چند روز بى هوشى او طول كش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مالك سالم به پا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گاه خود باز گشت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13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3"/>
        <w:rPr>
          <w:rtl/>
          <w:lang w:bidi="fa-IR"/>
        </w:rPr>
      </w:pPr>
      <w:bookmarkStart w:id="11" w:name="_Toc396044644"/>
      <w:r>
        <w:rPr>
          <w:rtl/>
          <w:lang w:bidi="fa-IR"/>
        </w:rPr>
        <w:lastRenderedPageBreak/>
        <w:t>مالك اشتر در جنگ با روم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در جنگ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رموك</w:t>
      </w:r>
      <w:bookmarkEnd w:id="11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سال 13 هجرت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عصر خلافت ابوبكر بود امپراطورى روم همواره به كار شكنى و تجاوز در مرزها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پرداخت و در انتظار فرصتى بود تا به حكومت اسلامى حمله سراسرى كند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ابوبكر و سران حكومت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هشدار دادند و همه مسلمانان را به جهاد دعوت كردند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در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شاپ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ش سپاه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من خود را به جبهه اسلام رسان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به طور فعال در جنگ با روم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شركت كرد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14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0D0DD5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B66E7D">
        <w:rPr>
          <w:rtl/>
          <w:lang w:bidi="fa-IR"/>
        </w:rPr>
        <w:t>كى د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گر از درگ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رى هاى كه ب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ن سپاه اسلام و روم</w:t>
      </w:r>
      <w:r w:rsidR="00C10908">
        <w:rPr>
          <w:rtl/>
          <w:lang w:bidi="fa-IR"/>
        </w:rPr>
        <w:t xml:space="preserve">، </w:t>
      </w:r>
      <w:r w:rsidR="00B66E7D">
        <w:rPr>
          <w:rtl/>
          <w:lang w:bidi="fa-IR"/>
        </w:rPr>
        <w:t>رخ داد در سرزم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 xml:space="preserve">ن 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رموك</w:t>
      </w:r>
      <w:r w:rsidR="00C10908">
        <w:rPr>
          <w:rtl/>
          <w:lang w:bidi="fa-IR"/>
        </w:rPr>
        <w:t>، (</w:t>
      </w:r>
      <w:r w:rsidR="00B66E7D">
        <w:rPr>
          <w:rtl/>
          <w:lang w:bidi="fa-IR"/>
        </w:rPr>
        <w:t>فلسط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ن و كرانه</w:t>
      </w:r>
      <w:r w:rsidR="00F472FF">
        <w:rPr>
          <w:rtl/>
          <w:lang w:bidi="fa-IR"/>
        </w:rPr>
        <w:t xml:space="preserve"> </w:t>
      </w:r>
      <w:r w:rsidR="00B66E7D">
        <w:rPr>
          <w:rtl/>
          <w:lang w:bidi="fa-IR"/>
        </w:rPr>
        <w:t>هاى رود اردن فعلى</w:t>
      </w:r>
      <w:r w:rsidR="000D1F4F">
        <w:rPr>
          <w:rtl/>
          <w:lang w:bidi="fa-IR"/>
        </w:rPr>
        <w:t>)</w:t>
      </w:r>
      <w:r w:rsidR="00C10908">
        <w:rPr>
          <w:rtl/>
          <w:lang w:bidi="fa-IR"/>
        </w:rPr>
        <w:t xml:space="preserve"> </w:t>
      </w:r>
      <w:r w:rsidR="00B66E7D">
        <w:rPr>
          <w:rtl/>
          <w:lang w:bidi="fa-IR"/>
        </w:rPr>
        <w:t>بود</w:t>
      </w:r>
      <w:r w:rsidR="00C10908">
        <w:rPr>
          <w:rtl/>
          <w:lang w:bidi="fa-IR"/>
        </w:rPr>
        <w:t xml:space="preserve">. </w:t>
      </w:r>
      <w:r w:rsidR="00B66E7D">
        <w:rPr>
          <w:rtl/>
          <w:lang w:bidi="fa-IR"/>
        </w:rPr>
        <w:t>مالك اشتر در ا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ن جنگ ن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ز</w:t>
      </w:r>
      <w:r w:rsidR="00C10908">
        <w:rPr>
          <w:rtl/>
          <w:lang w:bidi="fa-IR"/>
        </w:rPr>
        <w:t xml:space="preserve"> </w:t>
      </w:r>
      <w:r w:rsidR="00FB296A">
        <w:rPr>
          <w:rtl/>
          <w:lang w:bidi="fa-IR"/>
        </w:rPr>
        <w:t>(</w:t>
      </w:r>
      <w:r w:rsidR="00B66E7D">
        <w:rPr>
          <w:rtl/>
          <w:lang w:bidi="fa-IR"/>
        </w:rPr>
        <w:t>كه در عصر خلافت عمر رخ داد</w:t>
      </w:r>
      <w:r w:rsidR="00C10908">
        <w:rPr>
          <w:rtl/>
          <w:lang w:bidi="fa-IR"/>
        </w:rPr>
        <w:t xml:space="preserve">) </w:t>
      </w:r>
      <w:r w:rsidR="00B66E7D">
        <w:rPr>
          <w:rtl/>
          <w:lang w:bidi="fa-IR"/>
        </w:rPr>
        <w:t>قهرمانانه با دشمن جنگ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ارطاه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بن جهش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در جنگ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رموك</w:t>
      </w:r>
      <w:r w:rsidR="00C10908">
        <w:rPr>
          <w:rtl/>
          <w:lang w:bidi="fa-IR"/>
        </w:rPr>
        <w:t xml:space="preserve">،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جنگجو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از سپاه عظ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روح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خارج شد و فر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زد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ك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 كه به جنگ من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؟!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به سوى او رفت و به همد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 ضربت زدند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هنگامى كه مالك ضربت خود را بر او وارد ساخت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ضربت را از من كه فرزند قدرت و شهامت هستم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10908">
        <w:rPr>
          <w:rtl/>
          <w:lang w:bidi="fa-IR"/>
        </w:rPr>
        <w:t xml:space="preserve">!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جنگجوى رومى در حالى كه از شجاعت مالك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سخت وحشت زده شده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جواب داد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خدا امثال تو را در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قوم من 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كند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در هم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جنگ بود كه از ناح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دشمن به چشم مالك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آس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بى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به طورى كه پلكهاى چشم او را جابجا و دگرگون كرد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رو به او اشتر گفتند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را عرب به كسى كه پلكهاى چشمش چنان شود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اشتر گو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15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3"/>
        <w:rPr>
          <w:rtl/>
          <w:lang w:bidi="fa-IR"/>
        </w:rPr>
      </w:pPr>
      <w:bookmarkStart w:id="12" w:name="_Toc396044645"/>
      <w:r>
        <w:rPr>
          <w:rtl/>
          <w:lang w:bidi="fa-IR"/>
        </w:rPr>
        <w:lastRenderedPageBreak/>
        <w:t>مالك 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جنگ قادس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</w:t>
      </w:r>
      <w:bookmarkEnd w:id="12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عصر خلافت عمر بود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در سال 14 هجرت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عمر تصم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بر فتح سرزم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ران گرفت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سپاه عظ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مى تشك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 داد و آن را به فرماندهى سعد و قاص به سوى قادس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حدود پنج فرسخى ناح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غربى كوفه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كه آخر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نقطه سرزم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نهاى عرب بود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روانه ساخت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ولى سعد و قاص در قادس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در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افت كه سپاه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 عظ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است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نگران شد و ماجرا را در ضمن نامه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اى براى عمر نوشت و از او كمك خواست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عمر براى ابو عب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ده جراح كه با سپاه خود در شام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نامه نوشت كه با سپاه خود به سپاه سعد بپ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وندد و او را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ارى كند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ابو عب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ده با سپاه خود كه در آن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هزار نفر جنگجوى سواركار و دلاور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روانه قادس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شد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شاپ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سپاه ابو عب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عنوان سواركار ممتاز به سوى قادس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حركت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آنها با سپاه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ران جنگ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دند و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روز شدند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سپاه اسلام مدتى به عنوان مرزدار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قادس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ماند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سعد و قاص در انتظار فرمان خل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فه بود تا خانه هجرت و اقامتگاه مسلم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را در سرزم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ران مشخص كند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عمر براى او نامه نوشت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مكانى را براى اقامتگاه مسلمانان انتخاب كن كه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آن و مد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ى وجود نداشته باشد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سعد و قاص پس از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فرمان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سپاه خود دستور داد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قادس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خارج شده و از آنجا حركت نما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16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به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مالك اشتر در آزاد سازى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ران از 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وغ شاهان ساسانى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آ</w:t>
      </w:r>
      <w:r w:rsidR="000D0DD5">
        <w:rPr>
          <w:rtl/>
          <w:lang w:bidi="fa-IR"/>
        </w:rPr>
        <w:t>یی</w:t>
      </w:r>
      <w:r>
        <w:rPr>
          <w:rtl/>
          <w:lang w:bidi="fa-IR"/>
        </w:rPr>
        <w:t>ن و آتش پرستى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سرداران سپاه اسلام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در راستا شركت فعال داشت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برگردن ما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حق بزرگى دارد</w:t>
      </w:r>
      <w:r w:rsidR="00C10908">
        <w:rPr>
          <w:rtl/>
          <w:lang w:bidi="fa-IR"/>
        </w:rPr>
        <w:t xml:space="preserve">. </w:t>
      </w:r>
    </w:p>
    <w:p w:rsidR="00B66E7D" w:rsidRDefault="00B66E7D" w:rsidP="004D3746">
      <w:pPr>
        <w:pStyle w:val="Heading3"/>
        <w:rPr>
          <w:rtl/>
          <w:lang w:bidi="fa-IR"/>
        </w:rPr>
      </w:pPr>
      <w:bookmarkStart w:id="13" w:name="_Toc396044646"/>
      <w:r>
        <w:rPr>
          <w:rtl/>
          <w:lang w:bidi="fa-IR"/>
        </w:rPr>
        <w:lastRenderedPageBreak/>
        <w:t>سكونت مالك و خاندانش در كوفه</w:t>
      </w:r>
      <w:bookmarkEnd w:id="13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سپاه اسلام از قادس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حركت كردند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تا به شهر انبار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ده فرسخى غرب بغداد كه به زبان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ران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روز شاپور نام داشت</w:t>
      </w:r>
      <w:r w:rsidR="000D1F4F">
        <w:rPr>
          <w:rtl/>
          <w:lang w:bidi="fa-IR"/>
        </w:rPr>
        <w:t>)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ولى بدى آب و هوا و 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ادى پشه آنجا باعث 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كه از آنجا به روستاى كو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فه ابن عمر كه در نزد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 كوفه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منتقل شدند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شرا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ط نامساعد آب و هواى آنجا را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 نپسند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دند و سرانجام به كوفه انتقال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افتند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كوفه را از نظر آب و هوا و</w:t>
      </w:r>
      <w:r w:rsidR="00C10908">
        <w:rPr>
          <w:rtl/>
          <w:lang w:bidi="fa-IR"/>
        </w:rPr>
        <w:t xml:space="preserve">... </w:t>
      </w:r>
      <w:r>
        <w:rPr>
          <w:rtl/>
          <w:lang w:bidi="fa-IR"/>
        </w:rPr>
        <w:t xml:space="preserve">مناسب و مساعد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افتند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در همانجا استقرار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افتند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به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مالك اشتر با خاندان خود در ناح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شرقى مسجد فعلى كوفه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سكونت گز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دند واز آن پس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كوفه وطن مالك اشتر شد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به طورى كه به هر جا سفر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سرانجام به كوفه باز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گشت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17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با توجه به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نكه مالك در سال 14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15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هجرى وارد كوفه 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تا آخر عمر آنجا را مركز سكونت خود قرار داد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نت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جه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كه او حدود 24 سال در كوفه بوده است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و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 امت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ازات مالك است كه براى حفظ اسلام و مرز دارى از حر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آن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وطن و زادگاه خود هجرت كرد و با هجرت و جهاد خود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ارى اسلام همت نمود و 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راه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جان نثارى و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ثارگرى كرد</w:t>
      </w:r>
      <w:r w:rsidR="00C10908">
        <w:rPr>
          <w:rtl/>
          <w:lang w:bidi="fa-IR"/>
        </w:rPr>
        <w:t xml:space="preserve">. </w:t>
      </w:r>
    </w:p>
    <w:p w:rsidR="00B66E7D" w:rsidRDefault="004D3746" w:rsidP="004D3746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4" w:name="_Toc396044647"/>
      <w:r w:rsidR="00B66E7D">
        <w:rPr>
          <w:rtl/>
          <w:lang w:bidi="fa-IR"/>
        </w:rPr>
        <w:lastRenderedPageBreak/>
        <w:t>بخش دوم</w:t>
      </w:r>
      <w:r w:rsidR="00C10908">
        <w:rPr>
          <w:rtl/>
          <w:lang w:bidi="fa-IR"/>
        </w:rPr>
        <w:t xml:space="preserve">: </w:t>
      </w:r>
      <w:r w:rsidR="00B66E7D">
        <w:rPr>
          <w:rtl/>
          <w:lang w:bidi="fa-IR"/>
        </w:rPr>
        <w:t>مالك اشتر در عصر خلافت عثمان</w:t>
      </w:r>
      <w:bookmarkEnd w:id="14"/>
      <w:r w:rsidR="00F472FF">
        <w:rPr>
          <w:rtl/>
          <w:lang w:bidi="fa-IR"/>
        </w:rPr>
        <w:t xml:space="preserve"> </w:t>
      </w:r>
    </w:p>
    <w:p w:rsidR="00B66E7D" w:rsidRDefault="00B66E7D" w:rsidP="004D3746">
      <w:pPr>
        <w:pStyle w:val="Heading2"/>
        <w:rPr>
          <w:rtl/>
          <w:lang w:bidi="fa-IR"/>
        </w:rPr>
      </w:pPr>
      <w:bookmarkStart w:id="15" w:name="_Toc396044648"/>
      <w:r>
        <w:rPr>
          <w:rtl/>
          <w:lang w:bidi="fa-IR"/>
        </w:rPr>
        <w:t>بروز بى عدالتى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 و تباهى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 در حكومت عثمان</w:t>
      </w:r>
      <w:bookmarkEnd w:id="15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عثمان پس از فوت عمر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روز چهارم محرم سال 24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هجرت به خلافت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خلافت او حدود دوازده سال طول كش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سرانجام در اواخر سال 35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روز چهارشنبه بعد از عصر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دست مسلم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خانه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اش در مد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 كشته شد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18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در عصر حكومت عثمان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بدعتها و بى عدالتى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 و تباهى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هاى فراوانى رخ داد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مانند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ح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 و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المال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تبع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ض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گماردن خو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شان فاسق خود بر پستهاى حساس كشور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تبع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اصحاب بزرگوار تبع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شدگان رسول خدا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، </w:t>
      </w:r>
      <w:r>
        <w:rPr>
          <w:rtl/>
          <w:lang w:bidi="fa-IR"/>
        </w:rPr>
        <w:t>تبد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 حكومت عدل اسلامى به امپراطورى ننگ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و طاغوتى و</w:t>
      </w:r>
      <w:r w:rsidR="00C10908">
        <w:rPr>
          <w:rtl/>
          <w:lang w:bidi="fa-IR"/>
        </w:rPr>
        <w:t xml:space="preserve">... </w:t>
      </w:r>
      <w:r w:rsidR="00FB296A">
        <w:rPr>
          <w:rtl/>
          <w:lang w:bidi="fa-IR"/>
        </w:rPr>
        <w:t>(</w:t>
      </w:r>
      <w:r>
        <w:rPr>
          <w:rtl/>
          <w:lang w:bidi="fa-IR"/>
        </w:rPr>
        <w:t>كه بعضى از آنها در ضمن مطالب آ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ند ذكر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C10908">
        <w:rPr>
          <w:rtl/>
          <w:lang w:bidi="fa-IR"/>
        </w:rPr>
        <w:t>.</w:t>
      </w:r>
      <w:r w:rsidR="000D1F4F">
        <w:rPr>
          <w:rtl/>
          <w:lang w:bidi="fa-IR"/>
        </w:rPr>
        <w:t>)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19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هم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امور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باعث تحر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 و نارضا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تى شد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شورش اصحاب رسول خدا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و مسلمانان آزاده بر ضد حكومت او 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سرانجام او را با شد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دتر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برخوردها كشتند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براى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نكه چگونگى مبارزات مالك اشتر و نقش او را در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شبرد اهداف اسلامى در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مطالب 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توجه 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: </w:t>
      </w:r>
    </w:p>
    <w:p w:rsidR="00B66E7D" w:rsidRDefault="00B66E7D" w:rsidP="004D3746">
      <w:pPr>
        <w:pStyle w:val="Heading2"/>
        <w:rPr>
          <w:rtl/>
          <w:lang w:bidi="fa-IR"/>
        </w:rPr>
      </w:pPr>
      <w:bookmarkStart w:id="16" w:name="_Toc396044649"/>
      <w:r>
        <w:rPr>
          <w:rtl/>
          <w:lang w:bidi="fa-IR"/>
        </w:rPr>
        <w:t>نفر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مالك اشتر بر عثمان در كنار قبر ابوذر</w:t>
      </w:r>
      <w:bookmarkEnd w:id="16"/>
    </w:p>
    <w:p w:rsidR="00B66E7D" w:rsidRDefault="000D0DD5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B66E7D">
        <w:rPr>
          <w:rtl/>
          <w:lang w:bidi="fa-IR"/>
        </w:rPr>
        <w:t>كى از ستمهاى عثمان ا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ن بود كه ابوذر غفارى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ار راست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ن رسول خدا</w:t>
      </w:r>
      <w:r w:rsidR="00C10908">
        <w:rPr>
          <w:rtl/>
          <w:lang w:bidi="fa-IR"/>
        </w:rPr>
        <w:t xml:space="preserve"> </w:t>
      </w:r>
      <w:r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 w:rsidR="00B66E7D">
        <w:rPr>
          <w:rtl/>
          <w:lang w:bidi="fa-IR"/>
        </w:rPr>
        <w:t>بر جرم حق گو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ى</w:t>
      </w:r>
      <w:r w:rsidR="00C10908">
        <w:rPr>
          <w:rtl/>
          <w:lang w:bidi="fa-IR"/>
        </w:rPr>
        <w:t xml:space="preserve">، </w:t>
      </w:r>
      <w:r w:rsidR="00B66E7D">
        <w:rPr>
          <w:rtl/>
          <w:lang w:bidi="fa-IR"/>
        </w:rPr>
        <w:t>به ربذه</w:t>
      </w:r>
      <w:r w:rsidR="00FB296A">
        <w:rPr>
          <w:rFonts w:hint="cs"/>
          <w:rtl/>
          <w:lang w:bidi="fa-IR"/>
        </w:rPr>
        <w:t xml:space="preserve"> </w:t>
      </w:r>
      <w:r w:rsidR="00B66E7D">
        <w:rPr>
          <w:rtl/>
          <w:lang w:bidi="fa-IR"/>
        </w:rPr>
        <w:t>تبع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د كرد و او تنها در ب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ابان ربذه</w:t>
      </w:r>
      <w:r w:rsidR="00C10908">
        <w:rPr>
          <w:rtl/>
          <w:lang w:bidi="fa-IR"/>
        </w:rPr>
        <w:t xml:space="preserve">، </w:t>
      </w:r>
      <w:r w:rsidR="00B66E7D">
        <w:rPr>
          <w:rtl/>
          <w:lang w:bidi="fa-IR"/>
        </w:rPr>
        <w:t>غر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بانه و مظلومانه به شهادت رس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سال 32 هجرت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نهم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سال خلافت عثمان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بكر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عبداللَّه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علقمه ابن 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 و</w:t>
      </w:r>
      <w:r w:rsidR="00C10908">
        <w:rPr>
          <w:rtl/>
          <w:lang w:bidi="fa-IR"/>
        </w:rPr>
        <w:t xml:space="preserve">... </w:t>
      </w:r>
      <w:r>
        <w:rPr>
          <w:rtl/>
          <w:lang w:bidi="fa-IR"/>
        </w:rPr>
        <w:t xml:space="preserve">كه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 كاروانى را تشك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دادند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سوى مكه براى انجام مراسم عمره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حج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حركت كردند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در آن وقت مس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راه مكه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كنار ربذه قرار داست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همسر ابوذر</w:t>
      </w:r>
      <w:r w:rsidR="00C10908">
        <w:rPr>
          <w:rtl/>
          <w:lang w:bidi="fa-IR"/>
        </w:rPr>
        <w:t xml:space="preserve"> </w:t>
      </w:r>
      <w:r w:rsidR="00FB296A">
        <w:rPr>
          <w:rtl/>
          <w:lang w:bidi="fa-IR"/>
        </w:rPr>
        <w:t>(</w:t>
      </w:r>
      <w:r>
        <w:rPr>
          <w:rtl/>
          <w:lang w:bidi="fa-IR"/>
        </w:rPr>
        <w:t>و به نقل از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 دختر ابوذر</w:t>
      </w:r>
      <w:r w:rsidR="000D1F4F">
        <w:rPr>
          <w:rtl/>
          <w:lang w:bidi="fa-IR"/>
        </w:rPr>
        <w:t>)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هنگامى كه در ربذه آثار مرگ در چهره ابوذر آشكار 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گر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كردم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پرس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چرا گر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كنى</w:t>
      </w:r>
      <w:r w:rsidR="00C10908">
        <w:rPr>
          <w:rtl/>
          <w:lang w:bidi="fa-IR"/>
        </w:rPr>
        <w:t xml:space="preserve">؟ </w:t>
      </w:r>
      <w:r>
        <w:rPr>
          <w:rtl/>
          <w:lang w:bidi="fa-IR"/>
        </w:rPr>
        <w:t>گفتم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چگونه گر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نكنم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كه 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ابان كفنى ندارم كه تو را با آن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كفن كنم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ابوذر گفت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گر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نكن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هنگامى كه از دن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رفتم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كنار جاده بنش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جمع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تى از راه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رسند و مرا دفن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روزى در جنگ تبوك</w:t>
      </w:r>
      <w:r w:rsidR="000D1F4F">
        <w:rPr>
          <w:rtl/>
          <w:lang w:bidi="fa-IR"/>
        </w:rPr>
        <w:t>)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من با جماعتى در محضر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بودم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ما رو كرد و فرمود</w:t>
      </w:r>
      <w:r w:rsidR="00C10908">
        <w:rPr>
          <w:rtl/>
          <w:lang w:bidi="fa-IR"/>
        </w:rPr>
        <w:t xml:space="preserve">: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شما در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ابان از دن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رود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گروهى از مومنان كنار جنازه او حاضر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همه كسانى كه آن روز در محضر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بودند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غ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از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ابان از دن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رفته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اند و غ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از من كسى نمانده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پس آن شخصى كه در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ابان از دن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رود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جمعى از مومن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كنار جنازه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من هستم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ابوذر از دن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رفت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همسر</w:t>
      </w:r>
      <w:r w:rsidR="00C10908">
        <w:rPr>
          <w:rtl/>
          <w:lang w:bidi="fa-IR"/>
        </w:rPr>
        <w:t xml:space="preserve"> (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دخترش</w:t>
      </w:r>
      <w:r w:rsidR="000D1F4F">
        <w:rPr>
          <w:rtl/>
          <w:lang w:bidi="fa-IR"/>
        </w:rPr>
        <w:t>)</w:t>
      </w:r>
      <w:r w:rsidR="00C10908">
        <w:rPr>
          <w:rtl/>
          <w:lang w:bidi="fa-IR"/>
        </w:rPr>
        <w:t xml:space="preserve"> ، </w:t>
      </w:r>
      <w:r>
        <w:rPr>
          <w:rtl/>
          <w:lang w:bidi="fa-IR"/>
        </w:rPr>
        <w:t>روى او را پوشان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كنار جاده آمد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ناگاه كاروانى را كه از عراق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آمدند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خود را به آنها رسان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اشاره به جنازه ابوذر</w:t>
      </w:r>
      <w:r w:rsidR="00C10908">
        <w:rPr>
          <w:rtl/>
          <w:lang w:bidi="fa-IR"/>
        </w:rPr>
        <w:t xml:space="preserve">)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 با وفاى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امبر خدا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است كه از دن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رفته است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كاروان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از مركبها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اده شدند و كنار جنازه ابوذر نماز خواندند و او را به خاك سپردند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مطابق بعضى از روا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عبداللَّه بن مسعود بر جنازه ابوذر نماز خواند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مطابق بعضى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مالك اشتر بر جنازه او نماز خواند و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گران اقتدا كردند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 روا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شده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كفن گران 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متى به همراه داشت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 آن كفن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كر مطهر ابوذر را تفك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نمود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آنكه جنازه ابوذر را به خاك سپردند مالك اشتر در كنار قبر ابوذر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متوجه خدا 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دعا و نفر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كرد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خدا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ن ابوذر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 رسول خدا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، </w:t>
      </w:r>
      <w:r>
        <w:rPr>
          <w:rtl/>
          <w:lang w:bidi="fa-IR"/>
        </w:rPr>
        <w:t>بنده تو در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بندگان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در راه تو با مشركان جهاد كرد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لم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غ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ر ولم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بدل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لكنه راى منكرا فع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ره بلسانه و قلبه حتى جفى و نقى و حرم و احتقر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ثم مات غر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با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او 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زى از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را تغ</w:t>
      </w:r>
      <w:r w:rsidR="000D0DD5">
        <w:rPr>
          <w:rtl/>
          <w:lang w:bidi="fa-IR"/>
        </w:rPr>
        <w:t>یی</w:t>
      </w:r>
      <w:r>
        <w:rPr>
          <w:rtl/>
          <w:lang w:bidi="fa-IR"/>
        </w:rPr>
        <w:t>ر نداد و جابجا نكرد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وقتى خلافت و زشتى</w:t>
      </w:r>
      <w:r w:rsidR="00C10908">
        <w:rPr>
          <w:rtl/>
          <w:lang w:bidi="fa-IR"/>
        </w:rPr>
        <w:t>، (</w:t>
      </w:r>
      <w:r>
        <w:rPr>
          <w:rtl/>
          <w:lang w:bidi="fa-IR"/>
        </w:rPr>
        <w:t>در دستگاه عثمان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 زبان و قلبش اعتراض كرد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رو به او ظلم كردند و او را از وطن دور ساختند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محروم نمودند و كوچك شمردند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سپس غر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بانه از دن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رفت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آنگاه مالك اشتر 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دعا و نفر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كرد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اللهم فاقصم من حرمه و نفاه عن مهاجره و حرم رسول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اللَّه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خدا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آن كس</w:t>
      </w:r>
      <w:r w:rsidR="00C10908">
        <w:rPr>
          <w:rtl/>
          <w:lang w:bidi="fa-IR"/>
        </w:rPr>
        <w:t xml:space="preserve"> </w:t>
      </w:r>
      <w:r w:rsidR="00FB296A">
        <w:rPr>
          <w:rtl/>
          <w:lang w:bidi="fa-IR"/>
        </w:rPr>
        <w:t>(</w:t>
      </w:r>
      <w:r>
        <w:rPr>
          <w:rtl/>
          <w:lang w:bidi="fa-IR"/>
        </w:rPr>
        <w:t>عثمان</w:t>
      </w:r>
      <w:r w:rsidR="000D1F4F">
        <w:rPr>
          <w:rtl/>
          <w:lang w:bidi="fa-IR"/>
        </w:rPr>
        <w:t>)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را كه ابوذر را محروم ساخت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او را از هجرتگاهش و از حرم رسول خدا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تبع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نمود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منكوب و هلاك گردان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20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به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آن وقت كه مردم از ترس حكومت عثمان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دم فرو بسته بودند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اكثر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در خفقان سخت بودند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فر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مالك به نفر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بر ضد عثمان بلند بود و همان راه ابوذر را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مود</w:t>
      </w:r>
      <w:r w:rsidR="00C10908">
        <w:rPr>
          <w:rtl/>
          <w:lang w:bidi="fa-IR"/>
        </w:rPr>
        <w:t xml:space="preserve">. </w:t>
      </w:r>
    </w:p>
    <w:p w:rsidR="00B66E7D" w:rsidRDefault="00B66E7D" w:rsidP="004D3746">
      <w:pPr>
        <w:pStyle w:val="Heading2"/>
        <w:rPr>
          <w:rtl/>
          <w:lang w:bidi="fa-IR"/>
        </w:rPr>
      </w:pPr>
      <w:bookmarkStart w:id="17" w:name="_Toc396044650"/>
      <w:r>
        <w:rPr>
          <w:rtl/>
          <w:lang w:bidi="fa-IR"/>
        </w:rPr>
        <w:lastRenderedPageBreak/>
        <w:t>اعتراض شد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مالك و همراهان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فرماندار كوفه</w:t>
      </w:r>
      <w:bookmarkEnd w:id="17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هنگامى كه عثمان بر مسند خلافت تك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زد</w:t>
      </w:r>
      <w:r w:rsidR="00C10908">
        <w:rPr>
          <w:rtl/>
          <w:lang w:bidi="fa-IR"/>
        </w:rPr>
        <w:t xml:space="preserve">،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كارها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بود كه عمان و حكامى را كه از طرف عمر در استانها و شهرها نصب شده بودند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حكمرانى بركنار كرد و به جاى آنها خو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شان خود را از بنى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و</w:t>
      </w:r>
      <w:r w:rsidR="00C10908">
        <w:rPr>
          <w:rtl/>
          <w:lang w:bidi="fa-IR"/>
        </w:rPr>
        <w:t xml:space="preserve">... </w:t>
      </w:r>
      <w:r>
        <w:rPr>
          <w:rtl/>
          <w:lang w:bidi="fa-IR"/>
        </w:rPr>
        <w:t>را گماشت مثلا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را استاندار شام كرد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عبداللَّه بن عامر پسر دا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ى خود را استاندار بصره نمود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عبداللَّه بن سعد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برادر رضاعى خود را سرپرست مال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ات و وز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جنگ مصر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ول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دبن عقبه برادر مادرى خود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21</w:t>
      </w:r>
      <w:r w:rsidR="00DA0589" w:rsidRPr="00D61E4E">
        <w:rPr>
          <w:rStyle w:val="libFootnotenumChar"/>
          <w:rtl/>
          <w:lang w:bidi="fa-IR"/>
        </w:rPr>
        <w:t>)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را حاكم و فرماندار كوفه نمود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ول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شخصى بود كه اگر او را جرثومه فسادبنام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گزاف نگفته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او علنا شراب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خورد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حتى در نماز جماعت صبح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كه نماز جماعت مردم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بر اثر مستى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نماز صبح را چهار ركعت خواند و بعد از نماز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اگر بخواه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شتر بخوانم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و اموال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را در راه تباهى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هاى خود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ح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 و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ول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از زبان رسول خدا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، </w:t>
      </w:r>
      <w:r>
        <w:rPr>
          <w:rtl/>
          <w:lang w:bidi="fa-IR"/>
        </w:rPr>
        <w:t>به عنوان فاسقمعرفى شده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فرموده بود كه او اهل جهنم است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پدرش عقبه جزء مشركان بود و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او را در جنگ بدر كشت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در جنگ احد هنگامى كه حضرت حمزه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شه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عمر و عاص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خوشحالى شراب خوردند و به رقص و ساز و آواز پرداختند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براى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نكه ول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را بهتر بشناسند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توجه 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روزى ول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نزد امام حسن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به 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ناسزا گفت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امام حسن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به او فرمود</w:t>
      </w:r>
      <w:r w:rsidR="00C10908">
        <w:rPr>
          <w:rtl/>
          <w:lang w:bidi="fa-IR"/>
        </w:rPr>
        <w:t xml:space="preserve"> </w:t>
      </w:r>
      <w:r w:rsidR="00FB296A">
        <w:rPr>
          <w:rtl/>
          <w:lang w:bidi="fa-IR"/>
        </w:rPr>
        <w:t>(</w:t>
      </w:r>
      <w:r>
        <w:rPr>
          <w:rtl/>
          <w:lang w:bidi="fa-IR"/>
        </w:rPr>
        <w:t>تو را از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نكه به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ناسزاگو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ى سرزنش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چرا كه آن حضرت تو را به جرم شراب خوارى هشتاد تاز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انه زد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پدرت را در </w:t>
      </w:r>
      <w:r>
        <w:rPr>
          <w:rtl/>
          <w:lang w:bidi="fa-IR"/>
        </w:rPr>
        <w:lastRenderedPageBreak/>
        <w:t>جنگ بدر به فرمان رسول خدا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كشت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خداوند در آ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ات متعدد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را مومن نام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تو را فاسق خواند</w:t>
      </w:r>
      <w:r w:rsidR="00C10908">
        <w:rPr>
          <w:rtl/>
          <w:lang w:bidi="fa-IR"/>
        </w:rPr>
        <w:t xml:space="preserve">...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22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مسلمانان كوفه از تبهكارى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هاى ول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به ستوه آمدند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نسبت به او متنفر شدند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حتى در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روزها كه بر فراز منبر سخن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گفت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او را سنگباران كردند و انزجار خود را به او آشكار نمودند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كار به جا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ى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كه روزى جماعتى از مسلم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غ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ور كوفه كه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شاپ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آنها مالك اشتر بود به اقامتگاه او در دارالاماره حمله كردند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او را در حال مستى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دند كه روى تخت خود خواب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ده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فر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بر او زدند تا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دار شود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دار نشد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سپس شراب 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ادى كه خورده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استفراغ كرد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حال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دو نفر از مهاجم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به نام ابو 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نب و ابو جنب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انگشترش را از دستش خارج ساختند و او نفهم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سرانجام مالك اشتر و گروهى از مسلمانان كوفه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عنوان اعتراض به سوى مد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 حركت كردند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تا در آنجا حكم عزل ول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را از جانب عثمان بگ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23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2"/>
        <w:rPr>
          <w:rtl/>
          <w:lang w:bidi="fa-IR"/>
        </w:rPr>
      </w:pPr>
      <w:bookmarkStart w:id="18" w:name="_Toc396044651"/>
      <w:r>
        <w:rPr>
          <w:rtl/>
          <w:lang w:bidi="fa-IR"/>
        </w:rPr>
        <w:t>تقاضاى عزل ول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عثمان</w:t>
      </w:r>
      <w:bookmarkEnd w:id="18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همراه گروهى از مسلم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كوفه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براى اعتراض به تباهى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هاى ول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دبن عقبه فرماندار كوفه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مد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 نزد عثمان آمدند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قاطعانه بدى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هاى ول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را برشمردند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از او خواستند كه او را از فرماندارى بركنار كرده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فرماندار لا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قى به جاى او نصب كند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مجلس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عثمان و گروه اهل كوفه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گفتگو شد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عثمان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در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شما چه كسى گواهى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دهد كه ول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شراب خورده است</w:t>
      </w:r>
      <w:r w:rsidR="00C10908">
        <w:rPr>
          <w:rtl/>
          <w:lang w:bidi="fa-IR"/>
        </w:rPr>
        <w:t>،؟</w:t>
      </w:r>
      <w:r w:rsidR="002734A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گروه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ابو 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نب و ابو جندب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گواهى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دهند كه ول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شراب خورده است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عثمان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در حال خشم خطاب به ابو 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نب و ابو جندب از كجا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دان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كه ول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شراب خورده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شا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نوش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دنى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گرى بوده است</w:t>
      </w:r>
      <w:r w:rsidR="00C10908">
        <w:rPr>
          <w:rtl/>
          <w:lang w:bidi="fa-IR"/>
        </w:rPr>
        <w:t xml:space="preserve">؟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ابو 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نب و ابو جندب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همان شرابى كه ما در عصر جاهل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نوش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او نوش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ده بود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عثمان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كه او شراب نوش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؟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آنها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نه ند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عثمان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پس به چه دل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0D0DD5">
        <w:rPr>
          <w:rtl/>
          <w:lang w:bidi="fa-IR"/>
        </w:rPr>
        <w:t>یی</w:t>
      </w:r>
      <w:r>
        <w:rPr>
          <w:rtl/>
          <w:lang w:bidi="fa-IR"/>
        </w:rPr>
        <w:t>د او شراب خورده است</w:t>
      </w:r>
      <w:r w:rsidR="00C10908">
        <w:rPr>
          <w:rtl/>
          <w:lang w:bidi="fa-IR"/>
        </w:rPr>
        <w:t xml:space="preserve">؟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ابو 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نب و ابو جندب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شرابى را كه او خورده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استفراغ كرد و از 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او شراب گرفت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انگشتر او است در حالى كه مست بود ما از دستش در آورد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و او نفهم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عثمان در حال خشم فر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زد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برخ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از نزد من دور گرد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!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گروه مسافر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ناچار از نزد عثمان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رون آمدند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حالى كه جانشان در خطر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از برخورد عثمان بس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ار ناراحت و دلسوخته شده بودند و با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 جهان آه و حسرت به خانه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رمومنان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پناه بردند و از محضر آن حضرت استمداد نمودند</w:t>
      </w:r>
      <w:r w:rsidR="00C10908">
        <w:rPr>
          <w:rtl/>
          <w:lang w:bidi="fa-IR"/>
        </w:rPr>
        <w:t xml:space="preserve">. </w:t>
      </w:r>
    </w:p>
    <w:p w:rsidR="00B66E7D" w:rsidRDefault="00B66E7D" w:rsidP="004D3746">
      <w:pPr>
        <w:pStyle w:val="Heading2"/>
        <w:rPr>
          <w:rtl/>
          <w:lang w:bidi="fa-IR"/>
        </w:rPr>
      </w:pPr>
      <w:bookmarkStart w:id="19" w:name="_Toc396044652"/>
      <w:r>
        <w:rPr>
          <w:rtl/>
          <w:lang w:bidi="fa-IR"/>
        </w:rPr>
        <w:t>فر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ادرسى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از گروه مظلوم</w:t>
      </w:r>
      <w:bookmarkEnd w:id="19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پس از شكا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گروه اهل كوفه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بى درنگ برخاست و نزد عثمان آمد و به او فرمود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تو شاهدان 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نى را از خود رانده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حدود الهى را باطل نموده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اى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عثمان در حالى كه سخت آشفته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نظر شما اى ابو الحسن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10908">
        <w:rPr>
          <w:rtl/>
          <w:lang w:bidi="fa-IR"/>
        </w:rPr>
        <w:t xml:space="preserve">؟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على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نظر من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است كه به دنبال رف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قت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ول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بفرستى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او را 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نجا حاظر كنى تا محاكمه شود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اگر شهود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گواهى بر شرابخوارى او را دادند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او دل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لى بر رد شهود نداشت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من بر او حد شرابخوارى را جارى سازم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عثمان چاره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اى ند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جزء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نكه ول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را احضار كند از سوى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ابوز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نب و ابو جندب آمدند و گواهى دادند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براى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ثابت شد كه ول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شراب خورده است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ول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دل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لى براى رد شهود نداشت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ناگز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عثمان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تاز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انه را به سوى امام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افكند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امام آن را برداشت تا حد شرابخوارى را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كه 80 تاز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انه است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بر ول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جارى سازد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هنگام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تسل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شد و عقب نش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نى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او را گرفت و بر زم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كوب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به امام ناسزا گفت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تو 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حقى ندارى</w:t>
      </w:r>
      <w:r w:rsidR="00C10908">
        <w:rPr>
          <w:rtl/>
          <w:lang w:bidi="fa-IR"/>
        </w:rPr>
        <w:t xml:space="preserve">!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بر عثمان فر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كش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فرمود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بلكه شد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تر از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حق را دارم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وقتى كه شانه خالى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كند و مرا از اجراى حد و حق الهى باز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دارد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سرانجام عثمان مجبور شد و ول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را از فرماندارى كوفه بركنار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به جاى او سع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بن عاص را كه از خو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شانش بود و از اشراف قر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به حساب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آمد برگز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همراه گروه معترض روانه كوفه كرد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24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2"/>
        <w:rPr>
          <w:rtl/>
          <w:lang w:bidi="fa-IR"/>
        </w:rPr>
      </w:pPr>
      <w:bookmarkStart w:id="20" w:name="_Toc396044653"/>
      <w:r>
        <w:rPr>
          <w:rtl/>
          <w:lang w:bidi="fa-IR"/>
        </w:rPr>
        <w:t>خلافكارى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هاى سع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بن عاص و اعتراض مالك اشتر</w:t>
      </w:r>
      <w:bookmarkEnd w:id="20"/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سع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بن عاص به كوفه آمد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در آغاز به منبر نرفت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ول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دفرماندار سابق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مرد پل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كث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فى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منبر و محراب را آلوده كرده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دستور داد منبر را شستشو كنند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گروهى از بنى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كه اطرافش را گرفته بودند او را سوگند دادند كه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كار</w:t>
      </w:r>
      <w:r w:rsidR="00C10908">
        <w:rPr>
          <w:rtl/>
          <w:lang w:bidi="fa-IR"/>
        </w:rPr>
        <w:t xml:space="preserve"> </w:t>
      </w:r>
      <w:r w:rsidR="00FB296A">
        <w:rPr>
          <w:rtl/>
          <w:lang w:bidi="fa-IR"/>
        </w:rPr>
        <w:t>(</w:t>
      </w:r>
      <w:r>
        <w:rPr>
          <w:rtl/>
          <w:lang w:bidi="fa-IR"/>
        </w:rPr>
        <w:t>تطه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منبر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را انجام ندهد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گفتند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كار براى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تو كه از </w:t>
      </w:r>
      <w:r>
        <w:rPr>
          <w:rtl/>
          <w:lang w:bidi="fa-IR"/>
        </w:rPr>
        <w:lastRenderedPageBreak/>
        <w:t>طرف عثمان آمده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زشت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اگر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گران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كار را بكنند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بر تو سزاوار است كه جلوگ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رى كنى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واضح است كه اگر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كار را انجام دهى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براى ول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برادر مادرى عثمان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هم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 ما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ننگ خواهد بود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سع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اصرار كرد و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حتما با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منبر تطه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شود سرانجام منبر را شست و سپس بر فراز آن رفت و سخنرانى كرد و تا مدتى خود را طورى به مردم به مردم نشاندن داد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كه رفتارش مورد رضا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مردم قرار گرفت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25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واى چندان نگذشت كه عده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اى از اشراف و دوستانش كه در عصر خلافت عمر با آنها رف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ق بود و در جنگ قادس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با آنها هم دم بود و عده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اى از قار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C10908">
        <w:rPr>
          <w:rtl/>
          <w:lang w:bidi="fa-IR"/>
        </w:rPr>
        <w:t xml:space="preserve"> </w:t>
      </w:r>
      <w:r w:rsidR="00FB296A">
        <w:rPr>
          <w:rtl/>
          <w:lang w:bidi="fa-IR"/>
        </w:rPr>
        <w:t>(</w:t>
      </w:r>
      <w:r>
        <w:rPr>
          <w:rtl/>
          <w:lang w:bidi="fa-IR"/>
        </w:rPr>
        <w:t>اهل ظاهر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بصره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اطراف او گرد هم آمدند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در جلسات شب نش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هاى او شركت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كردند و دمخور او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شدند و از هر درى سخن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گفتند</w:t>
      </w:r>
      <w:r w:rsidR="00C10908">
        <w:rPr>
          <w:rtl/>
          <w:lang w:bidi="fa-IR"/>
        </w:rPr>
        <w:t xml:space="preserve">. </w:t>
      </w:r>
    </w:p>
    <w:p w:rsidR="00B66E7D" w:rsidRDefault="00C10908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</w:t>
      </w:r>
      <w:r w:rsidR="00FB296A">
        <w:rPr>
          <w:rtl/>
          <w:lang w:bidi="fa-IR"/>
        </w:rPr>
        <w:t>(</w:t>
      </w:r>
      <w:r w:rsidR="00B66E7D">
        <w:rPr>
          <w:rtl/>
          <w:lang w:bidi="fa-IR"/>
        </w:rPr>
        <w:t>به جاى مردان صالحى چون كم</w:t>
      </w:r>
      <w:r w:rsidR="000D0DD5">
        <w:rPr>
          <w:rtl/>
          <w:lang w:bidi="fa-IR"/>
        </w:rPr>
        <w:t>ی</w:t>
      </w:r>
      <w:r w:rsidR="00B66E7D">
        <w:rPr>
          <w:rtl/>
          <w:lang w:bidi="fa-IR"/>
        </w:rPr>
        <w:t>ل</w:t>
      </w:r>
      <w:r>
        <w:rPr>
          <w:rtl/>
          <w:lang w:bidi="fa-IR"/>
        </w:rPr>
        <w:t xml:space="preserve">، </w:t>
      </w:r>
      <w:r w:rsidR="00B66E7D">
        <w:rPr>
          <w:rtl/>
          <w:lang w:bidi="fa-IR"/>
        </w:rPr>
        <w:t>مالك اشتر</w:t>
      </w:r>
      <w:r>
        <w:rPr>
          <w:rtl/>
          <w:lang w:bidi="fa-IR"/>
        </w:rPr>
        <w:t xml:space="preserve">، </w:t>
      </w:r>
      <w:r w:rsidR="00B66E7D">
        <w:rPr>
          <w:rtl/>
          <w:lang w:bidi="fa-IR"/>
        </w:rPr>
        <w:t>و افراد اص</w:t>
      </w:r>
      <w:r w:rsidR="000D0DD5">
        <w:rPr>
          <w:rtl/>
          <w:lang w:bidi="fa-IR"/>
        </w:rPr>
        <w:t>ی</w:t>
      </w:r>
      <w:r w:rsidR="00B66E7D">
        <w:rPr>
          <w:rtl/>
          <w:lang w:bidi="fa-IR"/>
        </w:rPr>
        <w:t>ل كوفه</w:t>
      </w:r>
      <w:r>
        <w:rPr>
          <w:rtl/>
          <w:lang w:bidi="fa-IR"/>
        </w:rPr>
        <w:t xml:space="preserve">، </w:t>
      </w:r>
      <w:r w:rsidR="00B66E7D">
        <w:rPr>
          <w:rtl/>
          <w:lang w:bidi="fa-IR"/>
        </w:rPr>
        <w:t>با عده</w:t>
      </w:r>
      <w:r w:rsidR="00F472FF">
        <w:rPr>
          <w:rtl/>
          <w:lang w:bidi="fa-IR"/>
        </w:rPr>
        <w:t xml:space="preserve"> </w:t>
      </w:r>
      <w:r w:rsidR="00B66E7D">
        <w:rPr>
          <w:rtl/>
          <w:lang w:bidi="fa-IR"/>
        </w:rPr>
        <w:t xml:space="preserve">اى طرفدار عثمان و </w:t>
      </w:r>
      <w:r w:rsidR="000D0DD5">
        <w:rPr>
          <w:rtl/>
          <w:lang w:bidi="fa-IR"/>
        </w:rPr>
        <w:t>ی</w:t>
      </w:r>
      <w:r w:rsidR="00B66E7D">
        <w:rPr>
          <w:rtl/>
          <w:lang w:bidi="fa-IR"/>
        </w:rPr>
        <w:t xml:space="preserve">ا بى تفاوت و </w:t>
      </w:r>
      <w:r w:rsidR="000D0DD5">
        <w:rPr>
          <w:rtl/>
          <w:lang w:bidi="fa-IR"/>
        </w:rPr>
        <w:t>ی</w:t>
      </w:r>
      <w:r w:rsidR="00B66E7D">
        <w:rPr>
          <w:rtl/>
          <w:lang w:bidi="fa-IR"/>
        </w:rPr>
        <w:t>ا توج</w:t>
      </w:r>
      <w:r w:rsidR="000D0DD5">
        <w:rPr>
          <w:rtl/>
          <w:lang w:bidi="fa-IR"/>
        </w:rPr>
        <w:t>ی</w:t>
      </w:r>
      <w:r w:rsidR="00B66E7D">
        <w:rPr>
          <w:rtl/>
          <w:lang w:bidi="fa-IR"/>
        </w:rPr>
        <w:t>ه گران ابن الوقت همنش</w:t>
      </w:r>
      <w:r w:rsidR="000D0DD5">
        <w:rPr>
          <w:rtl/>
          <w:lang w:bidi="fa-IR"/>
        </w:rPr>
        <w:t>ی</w:t>
      </w:r>
      <w:r w:rsidR="00B66E7D">
        <w:rPr>
          <w:rtl/>
          <w:lang w:bidi="fa-IR"/>
        </w:rPr>
        <w:t>ن و هم دم گرد</w:t>
      </w:r>
      <w:r w:rsidR="000D0DD5">
        <w:rPr>
          <w:rtl/>
          <w:lang w:bidi="fa-IR"/>
        </w:rPr>
        <w:t>ی</w:t>
      </w:r>
      <w:r w:rsidR="00B66E7D">
        <w:rPr>
          <w:rtl/>
          <w:lang w:bidi="fa-IR"/>
        </w:rPr>
        <w:t>د</w:t>
      </w:r>
      <w:r>
        <w:rPr>
          <w:rtl/>
          <w:lang w:bidi="fa-IR"/>
        </w:rPr>
        <w:t xml:space="preserve">)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طولى نكش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كه سع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 همچون ول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دست تجاوز به اموال مسلم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دراز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به ح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 و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المال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تبع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ض و تقرب خو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شان و پارتى بازى و رشوه خوارى پرداخت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كه نه با ول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فرماندار سابق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پدر كشتگى داشت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نه با سع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فرماندار جد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عقد اخوات بسته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بلكه اسلام و دستورات عدل اسلامى را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زان قرار داده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دلش براى اسلام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تپ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خود را براى اعتراض و مخالفت با سع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آماده ساخت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مردان نخع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خاندانش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 xml:space="preserve">را با خود همدست كرد تو در انتظار فرصت بودند كه در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 وقت مناسبى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اعتراض خود را آشكار سازند</w:t>
      </w:r>
      <w:r w:rsidR="00C10908">
        <w:rPr>
          <w:rtl/>
          <w:lang w:bidi="fa-IR"/>
        </w:rPr>
        <w:t xml:space="preserve">. </w:t>
      </w:r>
    </w:p>
    <w:p w:rsidR="00B66E7D" w:rsidRDefault="000D0DD5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ی</w:t>
      </w:r>
      <w:r w:rsidR="00B66E7D">
        <w:rPr>
          <w:rtl/>
          <w:lang w:bidi="fa-IR"/>
        </w:rPr>
        <w:t>ك روز سع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د آشكارا در م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ان اجتماع مردم و در مقر فرماندارى</w:t>
      </w:r>
      <w:r w:rsidR="00C10908">
        <w:rPr>
          <w:rtl/>
          <w:lang w:bidi="fa-IR"/>
        </w:rPr>
        <w:t xml:space="preserve">، </w:t>
      </w:r>
      <w:r w:rsidR="00B66E7D">
        <w:rPr>
          <w:rtl/>
          <w:lang w:bidi="fa-IR"/>
        </w:rPr>
        <w:t>اعلام كرد كه سرزم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نهاى عراق</w:t>
      </w:r>
      <w:r w:rsidR="00C10908">
        <w:rPr>
          <w:rtl/>
          <w:lang w:bidi="fa-IR"/>
        </w:rPr>
        <w:t xml:space="preserve">، </w:t>
      </w:r>
      <w:r w:rsidR="00B66E7D">
        <w:rPr>
          <w:rtl/>
          <w:lang w:bidi="fa-IR"/>
        </w:rPr>
        <w:t>بوستان قر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ش و بنى ام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ه است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سخن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 خشمگ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شد و فر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زد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تو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پندارى سرزم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نهاى آباد عراق كه سپاه اسلام آن را به دست آورده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اند و شمش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رهاى ما آن را در اخت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 اسلام قرار داده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بوستان قر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و بنى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است</w:t>
      </w:r>
      <w:r w:rsidR="00C10908">
        <w:rPr>
          <w:rtl/>
          <w:lang w:bidi="fa-IR"/>
        </w:rPr>
        <w:t xml:space="preserve">؟ ، </w:t>
      </w:r>
      <w:r>
        <w:rPr>
          <w:rtl/>
          <w:lang w:bidi="fa-IR"/>
        </w:rPr>
        <w:t>نه هرگز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سوگند به خدا 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چ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 از شما در بهره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رى از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المال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بر ما اخت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ارى ندار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هنگام عبدالرحمن اسدى رئ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 شرطه سع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به مالك اشتر با خشم و تندى گفت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سخن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شخص را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شنو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؟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در هم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هنگام آنها در حضور سع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طرف رئ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 شرطه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هجوم بردند و او را به سختى كوب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دند و نقش بر زم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كردند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سپس پا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را گرفتند و در زم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كشاندند و به كنار انداختند واز دارالاماره خارج شدند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26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2"/>
        <w:rPr>
          <w:rtl/>
          <w:lang w:bidi="fa-IR"/>
        </w:rPr>
      </w:pPr>
      <w:bookmarkStart w:id="21" w:name="_Toc396044654"/>
      <w:r>
        <w:rPr>
          <w:rtl/>
          <w:lang w:bidi="fa-IR"/>
        </w:rPr>
        <w:t>گسترش اعتراضات به سع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نامه او به عثمان</w:t>
      </w:r>
      <w:bookmarkEnd w:id="21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ماجرا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اعتراض كنندگان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جمله مالك اشتر مبارزه منفى كردند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به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معنا كه در مجالس و محافلى كه سع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تشك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داد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شركت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نمودند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از جماعت آنها دورى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كردند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بلكه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خود مجالس تشك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 داده و با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خلافهاى سع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عثمان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افشاگرى بر ضد آنها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پرداختند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مردم را بر عل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حكومت سع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شوراندند سع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خود را در فشار معترض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براى عثمان 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نامه نوشت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جمعى از اهالى كوفه با هم اجتماع كرده و به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وب تو و من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پردازند اگر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ن وضع ادامه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ترس آن است كه جمع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آنها بس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 شود و اسباب زحمت فراهم گردد</w:t>
      </w:r>
      <w:r w:rsidR="00C10908">
        <w:rPr>
          <w:rtl/>
          <w:lang w:bidi="fa-IR"/>
        </w:rPr>
        <w:t xml:space="preserve">... </w:t>
      </w:r>
    </w:p>
    <w:p w:rsidR="00B66E7D" w:rsidRDefault="00B66E7D" w:rsidP="004D3746">
      <w:pPr>
        <w:pStyle w:val="Heading2"/>
        <w:rPr>
          <w:rtl/>
          <w:lang w:bidi="fa-IR"/>
        </w:rPr>
      </w:pPr>
      <w:bookmarkStart w:id="22" w:name="_Toc396044655"/>
      <w:r>
        <w:rPr>
          <w:rtl/>
          <w:lang w:bidi="fa-IR"/>
        </w:rPr>
        <w:t>فرمان تبع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مالك و همدستان او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جانب عثمان</w:t>
      </w:r>
      <w:bookmarkEnd w:id="22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هنگامى كه نامه به دست عثمان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عثمان به خ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ال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كه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توان با تبع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چند نفر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آنها را خاموش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احساسات سا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مردم را فرو نشاند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پاسخ نامه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فرمان تبع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آنها را به شام صادر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نوشت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اى سع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به فرمان من آنها را از كوفه به شام تبع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كن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تا 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استمدار حزب اموى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كار آنها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دگى كند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و از سوى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نامه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اى براى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نوشت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به دستور ما جمعى از مردم كوفه نزد تو آورده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شوند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 آنها تماس بگ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اگر قانع نشدند و توانستى آنها را رام كنى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كه آنها را بپذ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رد و اگر تو را خسته كردند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آنها را به كوفه باز گردان</w:t>
      </w:r>
      <w:r w:rsidR="00C10908">
        <w:rPr>
          <w:rtl/>
          <w:lang w:bidi="fa-IR"/>
        </w:rPr>
        <w:t xml:space="preserve">. </w:t>
      </w:r>
    </w:p>
    <w:p w:rsidR="00B66E7D" w:rsidRDefault="00B66E7D" w:rsidP="004D3746">
      <w:pPr>
        <w:pStyle w:val="Heading2"/>
        <w:rPr>
          <w:rtl/>
          <w:lang w:bidi="fa-IR"/>
        </w:rPr>
      </w:pPr>
      <w:bookmarkStart w:id="23" w:name="_Toc396044656"/>
      <w:r>
        <w:rPr>
          <w:rtl/>
          <w:lang w:bidi="fa-IR"/>
        </w:rPr>
        <w:t>مالك اشتر و همراهان در تبع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دگاه شام</w:t>
      </w:r>
      <w:bookmarkEnd w:id="23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سع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بر اساس فرمان عثمان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مالك اشتر و چند نفر از همدستانش مانند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كم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 بن 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صعصعه بن صوحان و ثابت بن 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 و</w:t>
      </w:r>
      <w:r w:rsidR="00C10908">
        <w:rPr>
          <w:rtl/>
          <w:lang w:bidi="fa-IR"/>
        </w:rPr>
        <w:t xml:space="preserve">... </w:t>
      </w:r>
      <w:r>
        <w:rPr>
          <w:rtl/>
          <w:lang w:bidi="fa-IR"/>
        </w:rPr>
        <w:t>را به شام تبع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وقتى آنها به شام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نخست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از راه تطم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 و سازش با آنها برخورد كرده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آنها استقبال گرم نمود و آنها را در كل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ساى مر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كه از بدتر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كاخهاى شام بود جاى داد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همچون عراق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حقوق و غذاى آنها را در اخت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ارشان گذاشت و گاهى با آنها ملاقات كرده و گفتگو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نمود و از آنها احترام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جلسات با آنها به طور مشروح گفتگو كرد و به آنها گفت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شما جمعى از امت عرب هست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داراى دندان و زبان و قدرت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باشد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پرتو اسلام بر مقام ارجمندى نا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 شد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با مجاهدات در اخت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 خود در آورد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به من گزارش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ده كه شما با طا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فه قر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برخورد بد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اگر قر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نبود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شما ذل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 بود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همان گونه كه امروز آنها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شوا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شما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براى شما سپرى هستند آنها با صبر و مقاومت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مخارج شما را تام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سپر خود را رد نكن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سپس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خشمگ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شد و فر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زد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سوگند به خداء من شما را به 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زى امر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نكه نخست خودم و افراد و خانواده و نزد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كانم را امر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طا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فه قر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داند كه ابوسف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شر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فتر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طا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فه است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جز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نكه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امبر اسلام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در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قر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امت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ازاتى از طرف خدا برگز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ده شده است</w:t>
      </w:r>
      <w:r w:rsidR="00C10908">
        <w:rPr>
          <w:rtl/>
          <w:lang w:bidi="fa-IR"/>
        </w:rPr>
        <w:t xml:space="preserve">... </w:t>
      </w:r>
      <w:r>
        <w:rPr>
          <w:rtl/>
          <w:lang w:bidi="fa-IR"/>
        </w:rPr>
        <w:t>به عق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ده من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اگر همه مردم از ابوسف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به وجود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آمدند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همه 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رك و هوش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 بودند</w:t>
      </w:r>
      <w:r w:rsidR="00C10908">
        <w:rPr>
          <w:rtl/>
          <w:lang w:bidi="fa-IR"/>
        </w:rPr>
        <w:t xml:space="preserve">. </w:t>
      </w:r>
    </w:p>
    <w:p w:rsidR="00B66E7D" w:rsidRDefault="00B66E7D" w:rsidP="004D3746">
      <w:pPr>
        <w:pStyle w:val="Heading2"/>
        <w:rPr>
          <w:rtl/>
          <w:lang w:bidi="fa-IR"/>
        </w:rPr>
      </w:pPr>
      <w:bookmarkStart w:id="24" w:name="_Toc396044657"/>
      <w:r>
        <w:rPr>
          <w:rtl/>
          <w:lang w:bidi="fa-IR"/>
        </w:rPr>
        <w:t>اعتراض تبع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شدگان به گفتار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</w:t>
      </w:r>
      <w:bookmarkEnd w:id="24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گفتار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وقتى كه به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نجا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مالك اشتر و همدستانش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سخن او را قطع كردند و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كصدا گفتند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دروغ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خداوند شخصى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 xml:space="preserve">آدم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را كه از ابوسف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بهتر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 دست قدرت خود آفر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روح مخصوصش را در او دم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به فرشتگان فرمان داد تا او را سجده كنند در 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حال در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انسانها افراد خوب و بد فاسق و احمق و 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رك وجود دارد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كه با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اعتراض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رش به سنگ خورده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حالى كه خشمگ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برخاست و از نزد آنها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رون رفت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شب بعد بار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نزد تبع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شدگان آمد و دوباره با آنها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گفتگو نشست و به آنها گفت</w:t>
      </w:r>
      <w:r w:rsidR="00C10908">
        <w:rPr>
          <w:rtl/>
          <w:lang w:bidi="fa-IR"/>
        </w:rPr>
        <w:t xml:space="preserve">: </w:t>
      </w:r>
    </w:p>
    <w:p w:rsidR="00B66E7D" w:rsidRDefault="000D0DD5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B66E7D">
        <w:rPr>
          <w:rtl/>
          <w:lang w:bidi="fa-IR"/>
        </w:rPr>
        <w:t>ا براى من ما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ه خ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ر و ن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كى باش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 w:rsidR="00B66E7D">
        <w:rPr>
          <w:rtl/>
          <w:lang w:bidi="fa-IR"/>
        </w:rPr>
        <w:t xml:space="preserve">و 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ا سكوت كن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د و با سرپنجه فكر و اند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شه</w:t>
      </w:r>
      <w:r w:rsidR="00C10908">
        <w:rPr>
          <w:rtl/>
          <w:lang w:bidi="fa-IR"/>
        </w:rPr>
        <w:t xml:space="preserve">، </w:t>
      </w:r>
      <w:r w:rsidR="00B66E7D">
        <w:rPr>
          <w:rtl/>
          <w:lang w:bidi="fa-IR"/>
        </w:rPr>
        <w:t>آنچه به نفع شما و خاندان شما و به نفع عموم مسلمانان است طلب كن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د و زندگى كن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د و من ن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ز با شما زندگى مى</w:t>
      </w:r>
      <w:r w:rsidR="00F472FF">
        <w:rPr>
          <w:rtl/>
          <w:lang w:bidi="fa-IR"/>
        </w:rPr>
        <w:t xml:space="preserve"> </w:t>
      </w:r>
      <w:r w:rsidR="00B66E7D">
        <w:rPr>
          <w:rtl/>
          <w:lang w:bidi="fa-IR"/>
        </w:rPr>
        <w:t>كنم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تبع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شدگان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تو لا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ق آن مقام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ستى تا با تو كنار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و همدم شو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اطاعت از تو 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چرا كه اطاعت در معص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خدا روا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مگر در آغاز شما را به تقوا و اطاعت خدا و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امبرش امر نكردم و نگفتم كه همه ما با هم به 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سمان الهى چنگ بزن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از همد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 جدا نشو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تبع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شدگان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بلكه تو ما را امر به تفرقه و خلافت آنچه از جانب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به ما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ده نمودى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من هم اكنون شما را به اطاعت از خدا و رسول دعوت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اگر بر خلاف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گفته باشم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توبه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شما را به اتحاد و انسجام و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وستن به جماعت سفارش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از تفرقه بر حذر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دارم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شوا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انتان احترام 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آنها را به كارهاى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 و رهبرى نما</w:t>
      </w:r>
      <w:r w:rsidR="000D0DD5">
        <w:rPr>
          <w:rtl/>
          <w:lang w:bidi="fa-IR"/>
        </w:rPr>
        <w:t>یی</w:t>
      </w:r>
      <w:r>
        <w:rPr>
          <w:rtl/>
          <w:lang w:bidi="fa-IR"/>
        </w:rPr>
        <w:t>د و در هر فرصتى نص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حت نما</w:t>
      </w:r>
      <w:r w:rsidR="000D0DD5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تبع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شدگان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فر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 ظاهرسازى و چرب زبانى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را نخوردند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با قاطع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گفتند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ما به تو امر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كه از مقام خود بركنار شوى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را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دان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كه در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مسلمانان كسانى بهتر و سزاوارتر هستند كه با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به جاى تو بنش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كه از شدت ناراحتى آب دهانش گلوگ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رش شده بود گفت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آن شخص برتر ك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10908">
        <w:rPr>
          <w:rtl/>
          <w:lang w:bidi="fa-IR"/>
        </w:rPr>
        <w:t xml:space="preserve">؟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تبع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شدگان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او كسى است كه پدرش از پدر تو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قدمتر و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خودش از تو به اسلام نزد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تر است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سوگند به خدا من در اسلام داراى سابقه هستم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غ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من از من سابقه دارتر است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ولى 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زمان 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چ كس توانمندتر از من در مسا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لى كه اكنون مطرح است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تبع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شدگان با اصرار و همصدا گفتند تو هرگز لا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ق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مقام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ستى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براى شما بلاها و نابسامان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ها هست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من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ترسم شما بر اثر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روى از 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طان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هلاكت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دقا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قى بعد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تبع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شدگان گروهى با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درگ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شدند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درگ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رى لفظى به درگ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رى بدنى و حمله به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تبد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 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آنها سر و 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را گرفتند و به شدت او را از خود دفع نمودند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هنگام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فر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زد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نجا سرزم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كوفه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اگر مردم كوفه برخورد نامناسب شما را با من بدانند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كه من رهبرشان هستم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توانم جلوى آنها را بگ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رم و آنها شما را خواهند كشت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آنگاه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از نزد آنها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رون رفت و به آنها گفت سوگند به خدا تا زنده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گر با شما در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كجا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نش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نم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27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به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در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افت كه تبع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شدگان شخص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تهاى شجاع و آزاده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اى هستند و با تطم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 و تهد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امثال آن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توان آنها را از راه خود خارج كرد</w:t>
      </w:r>
      <w:r w:rsidR="00C10908">
        <w:rPr>
          <w:rtl/>
          <w:lang w:bidi="fa-IR"/>
        </w:rPr>
        <w:t xml:space="preserve">. </w:t>
      </w:r>
    </w:p>
    <w:p w:rsidR="00B66E7D" w:rsidRDefault="00B66E7D" w:rsidP="004D3746">
      <w:pPr>
        <w:pStyle w:val="Heading2"/>
        <w:rPr>
          <w:rtl/>
          <w:lang w:bidi="fa-IR"/>
        </w:rPr>
      </w:pPr>
      <w:bookmarkStart w:id="25" w:name="_Toc396044658"/>
      <w:r>
        <w:rPr>
          <w:rtl/>
          <w:lang w:bidi="fa-IR"/>
        </w:rPr>
        <w:t>بازگرداندن مالك اشتر و همدستانش به كوفه</w:t>
      </w:r>
      <w:bookmarkEnd w:id="25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ماندن مالك و هم دستانش را در شام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صلاح خود ندانست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ترس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كه افكار آنها براى مردم شام سرا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كند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پس در ضمن نامه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اى براى عثمان 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نوشت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تو افرادى را نزد من فرستاده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اى كه با زبانهاى 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اط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سخن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 مردم تماس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رند و به اعتقاد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نكه بر اساس قرآن سخن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مردم شبهه و ترد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جاد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بس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ارى از مردم كوفه را با افكار خود تباهى كشانده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من ترس آن دارم كه اگر در شام بمانند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مردم شام را با جادوى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و انحراف خود فر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 دهند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نجا مردم خ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ال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كنند آنها مومن مخلص هستند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به نظر من آنها را به شهر خودشان كوفه بازگردان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را نفاقشان در آنجا آشكار شده است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والسلام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وقتى كه نامه به دست عثمان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در پاسخ به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نوشت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آنها را به كوفه بازگردان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بى درنگ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دستور را اجرا نمود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28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2"/>
        <w:rPr>
          <w:rtl/>
          <w:lang w:bidi="fa-IR"/>
        </w:rPr>
      </w:pPr>
      <w:bookmarkStart w:id="26" w:name="_Toc396044659"/>
      <w:r>
        <w:rPr>
          <w:rtl/>
          <w:lang w:bidi="fa-IR"/>
        </w:rPr>
        <w:t>بازگشت تبع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شدگان به كوفه و نامه عثمان به مالك و نفر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مالك</w:t>
      </w:r>
      <w:bookmarkEnd w:id="26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مالك اشتر و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ارانش از شام به كوفه بازگشتند و همان برنامه خود را بر ضد حاكم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سع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بن عاص فرماندار كوفه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ادامه داند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به طورى كه سع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به ستوه آمده و احساس خطر شد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بار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 برنامه شورش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و احساس خود را در ضمن نامه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اى براى عثمان نوشت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عثمان در جواب دستور داد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آنها را به شهر حمص</w:t>
      </w:r>
      <w:r w:rsidR="00C10908">
        <w:rPr>
          <w:rtl/>
          <w:lang w:bidi="fa-IR"/>
        </w:rPr>
        <w:t xml:space="preserve"> (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شهرهاى كنونى سور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تحت نظر فرماندار ما در آنجا</w:t>
      </w:r>
      <w:r w:rsidR="00C10908">
        <w:rPr>
          <w:rtl/>
          <w:lang w:bidi="fa-IR"/>
        </w:rPr>
        <w:t xml:space="preserve">؛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عنى عبدالرحمن پسر خاندان ول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بفرست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در هم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عثمان نامه تندى براى مالك اشتر و همدستانش فرستاد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آن نامه 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نوشته بود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من دستور داده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ام تا شما را به شهر حمص روانه كنند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وقتى كه نامه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ام به دستت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به سوى حمص حركت 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را شما در كوفه نسبت به اسلام و مسلم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جزء ما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شر و آشوب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هنگامى كه نامه را خواند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دستها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را به سوى آسمان بلند كرد و 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نفر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نمود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خدا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آن كس كه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ما و عثمان نسبت به مسلمانان بدرفتارتر و گناهكارتر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زودى او را به عذاب و مكافاتش برسان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29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2"/>
        <w:rPr>
          <w:rtl/>
          <w:lang w:bidi="fa-IR"/>
        </w:rPr>
      </w:pPr>
      <w:bookmarkStart w:id="27" w:name="_Toc396044660"/>
      <w:r>
        <w:rPr>
          <w:rtl/>
          <w:lang w:bidi="fa-IR"/>
        </w:rPr>
        <w:t>مالك و همدستانش در تبع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دگاه حمص</w:t>
      </w:r>
      <w:bookmarkEnd w:id="27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بار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گر مالك اشتر و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ارانش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وطن آواره شدند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دژخ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مان ستمگر رژ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كوفه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آنها را مجبور كردند كه از كوفه خارج گردند ولى آن زورمردان خواب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آلوده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غافل از آن بودند كه با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ستمهاى خود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شتر دلهاى مردم را متوجه تبع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دشدگان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كنند و بذر شورش را در قلوب مسلمانان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پاشند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و به زودى با دست خود گور خود را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مالك اشتر و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ارانش به شهر حمص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عبدالرحمن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كه همچون پدر خالدبن ول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آدم خشن و گستاخ و فحاش بود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با فحش و ناسزا و خشونت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با بدتر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برخورد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آنها استقبال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به آنها 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گفت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اى كسانى كه آلت دست 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طان شده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بر شما خ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مقدم و خوشامد مباد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طان بعد از آزادى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محصور شده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خداوند عبدالرحمن را عذاب كند اگر شما را ادب نكند اى گروهى كه معلوم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 از عرب هست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از عجم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آ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گمان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به آنچه به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گفته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من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 خواه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گفت</w:t>
      </w:r>
      <w:r w:rsidR="00C10908">
        <w:rPr>
          <w:rtl/>
          <w:lang w:bidi="fa-IR"/>
        </w:rPr>
        <w:t xml:space="preserve">؟ </w:t>
      </w:r>
      <w:r>
        <w:rPr>
          <w:rtl/>
          <w:lang w:bidi="fa-IR"/>
        </w:rPr>
        <w:t xml:space="preserve">من پسر </w:t>
      </w:r>
      <w:r>
        <w:rPr>
          <w:rtl/>
          <w:lang w:bidi="fa-IR"/>
        </w:rPr>
        <w:lastRenderedPageBreak/>
        <w:t>خالدبن ول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هستم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من پسر درهم كوبنده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اى هستم كه شمش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رها را آزموده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من پسر كسى هستم كه چشمان مرتد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را از كاسه سرشان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رون آورد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عبدالرحمن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گونه با قلدرى و گستاخى با آن بندگان صالح رفتار كرد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اقامتگاه آنها را در جا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ى پستى قرار داد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هر وقت سوار بر مركب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دستور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داد تبع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شدگان با كمال خوارى در ركاب او حركت نما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C10908">
        <w:rPr>
          <w:rtl/>
          <w:lang w:bidi="fa-IR"/>
        </w:rPr>
        <w:t xml:space="preserve">. </w:t>
      </w:r>
    </w:p>
    <w:p w:rsidR="00B66E7D" w:rsidRDefault="000D0DD5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B66E7D">
        <w:rPr>
          <w:rtl/>
          <w:lang w:bidi="fa-IR"/>
        </w:rPr>
        <w:t>ك ماه به هم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 xml:space="preserve">ن منوال گذشت و مالك اشتر و 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ارانش</w:t>
      </w:r>
      <w:r w:rsidR="00C10908">
        <w:rPr>
          <w:rtl/>
          <w:lang w:bidi="fa-IR"/>
        </w:rPr>
        <w:t xml:space="preserve">، </w:t>
      </w:r>
      <w:r w:rsidR="00B66E7D">
        <w:rPr>
          <w:rtl/>
          <w:lang w:bidi="fa-IR"/>
        </w:rPr>
        <w:t>سخت</w:t>
      </w:r>
      <w:r w:rsidR="00F472FF">
        <w:rPr>
          <w:rtl/>
          <w:lang w:bidi="fa-IR"/>
        </w:rPr>
        <w:t xml:space="preserve"> </w:t>
      </w:r>
      <w:r w:rsidR="00B66E7D">
        <w:rPr>
          <w:rtl/>
          <w:lang w:bidi="fa-IR"/>
        </w:rPr>
        <w:t>تر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ن شكنجه</w:t>
      </w:r>
      <w:r w:rsidR="00F472FF">
        <w:rPr>
          <w:rtl/>
          <w:lang w:bidi="fa-IR"/>
        </w:rPr>
        <w:t xml:space="preserve"> </w:t>
      </w:r>
      <w:r w:rsidR="00B66E7D">
        <w:rPr>
          <w:rtl/>
          <w:lang w:bidi="fa-IR"/>
        </w:rPr>
        <w:t>ها را تحمل كردند تا ا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نكه مدت تبع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د شدگان به پا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ان رس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 w:rsidR="00B66E7D">
        <w:rPr>
          <w:rtl/>
          <w:lang w:bidi="fa-IR"/>
        </w:rPr>
        <w:t>و عبدالرحمن آنها را در رفتن به مد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نه آزاد گذاشت</w:t>
      </w:r>
      <w:r w:rsidR="00C10908">
        <w:rPr>
          <w:rtl/>
          <w:lang w:bidi="fa-IR"/>
        </w:rPr>
        <w:t xml:space="preserve"> </w:t>
      </w:r>
      <w:r w:rsidR="00FB296A">
        <w:rPr>
          <w:rtl/>
          <w:lang w:bidi="fa-IR"/>
        </w:rPr>
        <w:t>(</w:t>
      </w:r>
      <w:r w:rsidR="00B66E7D">
        <w:rPr>
          <w:rtl/>
          <w:lang w:bidi="fa-IR"/>
        </w:rPr>
        <w:t>و از بازگشتن به كوفه بازداشت</w:t>
      </w:r>
      <w:r w:rsidR="00C10908">
        <w:rPr>
          <w:rtl/>
          <w:lang w:bidi="fa-IR"/>
        </w:rPr>
        <w:t>.</w:t>
      </w:r>
      <w:r w:rsidR="000D1F4F">
        <w:rPr>
          <w:rtl/>
          <w:lang w:bidi="fa-IR"/>
        </w:rPr>
        <w:t>)</w:t>
      </w:r>
      <w:r w:rsidR="00C10908">
        <w:rPr>
          <w:rtl/>
          <w:lang w:bidi="fa-IR"/>
        </w:rPr>
        <w:t xml:space="preserve"> </w:t>
      </w:r>
    </w:p>
    <w:p w:rsidR="00B66E7D" w:rsidRDefault="00B66E7D" w:rsidP="004D3746">
      <w:pPr>
        <w:pStyle w:val="Heading2"/>
        <w:rPr>
          <w:rtl/>
          <w:lang w:bidi="fa-IR"/>
        </w:rPr>
      </w:pPr>
      <w:bookmarkStart w:id="28" w:name="_Toc396044661"/>
      <w:r>
        <w:rPr>
          <w:rtl/>
          <w:lang w:bidi="fa-IR"/>
        </w:rPr>
        <w:t>بازگشت سر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 مالك به كوفه</w:t>
      </w:r>
      <w:bookmarkEnd w:id="28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در كوفه مردم همچنان در هر فرصتى به حاكم كوفه</w:t>
      </w:r>
      <w:r w:rsidR="00C10908">
        <w:rPr>
          <w:rtl/>
          <w:lang w:bidi="fa-IR"/>
        </w:rPr>
        <w:t xml:space="preserve"> </w:t>
      </w:r>
      <w:r w:rsidR="00FB296A">
        <w:rPr>
          <w:rtl/>
          <w:lang w:bidi="fa-IR"/>
        </w:rPr>
        <w:t>(</w:t>
      </w:r>
      <w:r>
        <w:rPr>
          <w:rtl/>
          <w:lang w:bidi="fa-IR"/>
        </w:rPr>
        <w:t>سع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دبن عاص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اعتراض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كردند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و احساسات مردم روز به روز بر ضد حاكم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شد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دتر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شد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كار به جا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ى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كه مردم در مسجد اعظم كوفه اجتماع كردند</w:t>
      </w:r>
      <w:r w:rsidR="00C10908">
        <w:rPr>
          <w:rtl/>
          <w:lang w:bidi="fa-IR"/>
        </w:rPr>
        <w:t xml:space="preserve">. </w:t>
      </w:r>
    </w:p>
    <w:p w:rsidR="00B66E7D" w:rsidRDefault="000D0DD5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B66E7D">
        <w:rPr>
          <w:rtl/>
          <w:lang w:bidi="fa-IR"/>
        </w:rPr>
        <w:t>ز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دبن ق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س</w:t>
      </w:r>
      <w:r w:rsidR="00C10908">
        <w:rPr>
          <w:rtl/>
          <w:lang w:bidi="fa-IR"/>
        </w:rPr>
        <w:t xml:space="preserve">، </w:t>
      </w:r>
      <w:r w:rsidR="00FB296A">
        <w:rPr>
          <w:rtl/>
          <w:lang w:bidi="fa-IR"/>
        </w:rPr>
        <w:t>(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كى از مجاهدان ش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عه</w:t>
      </w:r>
      <w:r w:rsidR="00C10908">
        <w:rPr>
          <w:rtl/>
          <w:lang w:bidi="fa-IR"/>
        </w:rPr>
        <w:t xml:space="preserve">) </w:t>
      </w:r>
      <w:r w:rsidR="00B66E7D">
        <w:rPr>
          <w:rtl/>
          <w:lang w:bidi="fa-IR"/>
        </w:rPr>
        <w:t>مردم را براى محاصره مقر فرماندارى و كشتن فرماندارى و كشتن فرماندار</w:t>
      </w:r>
      <w:r w:rsidR="00C10908">
        <w:rPr>
          <w:rtl/>
          <w:lang w:bidi="fa-IR"/>
        </w:rPr>
        <w:t xml:space="preserve">، </w:t>
      </w:r>
      <w:r w:rsidR="00B66E7D">
        <w:rPr>
          <w:rtl/>
          <w:lang w:bidi="fa-IR"/>
        </w:rPr>
        <w:t>تحر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ك نمود</w:t>
      </w:r>
      <w:r w:rsidR="00C10908">
        <w:rPr>
          <w:rtl/>
          <w:lang w:bidi="fa-IR"/>
        </w:rPr>
        <w:t xml:space="preserve">؛ </w:t>
      </w:r>
      <w:r w:rsidR="00B66E7D">
        <w:rPr>
          <w:rtl/>
          <w:lang w:bidi="fa-IR"/>
        </w:rPr>
        <w:t xml:space="preserve">ولى 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كى از هم مسلكان او به نام قعقاعاو را از اقدام به ا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ن كار پش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مان كرد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ز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دبن</w:t>
      </w:r>
      <w:r w:rsidR="00F472FF">
        <w:rPr>
          <w:rtl/>
          <w:lang w:bidi="fa-IR"/>
        </w:rPr>
        <w:t xml:space="preserve"> </w:t>
      </w:r>
      <w:r w:rsidR="00B66E7D">
        <w:rPr>
          <w:rtl/>
          <w:lang w:bidi="fa-IR"/>
        </w:rPr>
        <w:t>ق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س به خانه خود بازگشت و به انتظار ا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ن كه تبع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د شدگان بازگردند</w:t>
      </w:r>
      <w:r w:rsidR="00C10908">
        <w:rPr>
          <w:rtl/>
          <w:lang w:bidi="fa-IR"/>
        </w:rPr>
        <w:t xml:space="preserve">، </w:t>
      </w:r>
      <w:r w:rsidR="00B66E7D">
        <w:rPr>
          <w:rtl/>
          <w:lang w:bidi="fa-IR"/>
        </w:rPr>
        <w:t>نامه</w:t>
      </w:r>
      <w:r w:rsidR="00F472FF">
        <w:rPr>
          <w:rtl/>
          <w:lang w:bidi="fa-IR"/>
        </w:rPr>
        <w:t xml:space="preserve"> </w:t>
      </w:r>
      <w:r w:rsidR="00B66E7D">
        <w:rPr>
          <w:rtl/>
          <w:lang w:bidi="fa-IR"/>
        </w:rPr>
        <w:t>اى براى آنها نوشت</w:t>
      </w:r>
      <w:r w:rsidR="00C10908">
        <w:rPr>
          <w:rtl/>
          <w:lang w:bidi="fa-IR"/>
        </w:rPr>
        <w:t xml:space="preserve">، </w:t>
      </w:r>
      <w:r w:rsidR="00B66E7D">
        <w:rPr>
          <w:rtl/>
          <w:lang w:bidi="fa-IR"/>
        </w:rPr>
        <w:t>و از آنها خواست بى درنگ به كوفه ب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ند كه مردم آماده ق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ام هستند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مردى به سرعت نامه او را به شهر حمص آورده و به مالك اشتر داد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مالك هماندم به سوى كوفه حركت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ارانش پس از او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او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وستند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خبر به عبدالرحمن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فرماندار حمص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مامور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نى براى دستگ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رى مالك اشتر و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ارانش فرستاد ولى مامور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به دستگ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رى آنها توف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ق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افتند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مالك و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ارانش خود را به كوفه رساندند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مردم كوفه در نزد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 مسجد كوفه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مالك اشتر را </w:t>
      </w:r>
      <w:r>
        <w:rPr>
          <w:rtl/>
          <w:lang w:bidi="fa-IR"/>
        </w:rPr>
        <w:lastRenderedPageBreak/>
        <w:t>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از هر سو براى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دارش آمدند و با احساسات پاك خود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اطراف مالك اجتماع نموده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منتظر فرمان او بودند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سرانجام مالك 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نى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 داد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هفتاد هزار سواره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آماده شوند تا با هم به مد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 براى شكا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از فرماندار كوفه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نزد عثمان برو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30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2"/>
        <w:rPr>
          <w:rtl/>
          <w:lang w:bidi="fa-IR"/>
        </w:rPr>
      </w:pPr>
      <w:bookmarkStart w:id="29" w:name="_Toc396044662"/>
      <w:r>
        <w:rPr>
          <w:rtl/>
          <w:lang w:bidi="fa-IR"/>
        </w:rPr>
        <w:t>مالك و همراهان در مد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براى شكا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از حاكم كوفه</w:t>
      </w:r>
      <w:bookmarkEnd w:id="29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با هفتاد نفر همراهانش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عنوان شكا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از فرماندار كوفه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راه طولانى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كوفه و مد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 را با وسا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 آن روز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مودند و به مد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دند و مدتى در مد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 ماندند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توشه و غذا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شان تمام 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ولى عثمان به تقاضاى آنها در مورد عزل فرماندار كوفه</w:t>
      </w:r>
      <w:r w:rsidR="00C10908">
        <w:rPr>
          <w:rtl/>
          <w:lang w:bidi="fa-IR"/>
        </w:rPr>
        <w:t>، (</w:t>
      </w:r>
      <w:r>
        <w:rPr>
          <w:rtl/>
          <w:lang w:bidi="fa-IR"/>
        </w:rPr>
        <w:t>سع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بن عاص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پاسخ مثبت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داد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سرانجام عثمان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فرمانداران و استانداران خود از جمله سع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فرماندار كوفه را به نزد خود جمع كرد و با آنها در مورد انحراف فرماندار و استانداران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اعتراضات مردم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مشورت پرداخت و هر كسى سخنى گفت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عمر و عاص كه در مجلس شوراى حاضر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مخف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انه محصول گفتگوى آن مجلس را به طلحه و زب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كه در مسجد بودند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گزارش داد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طلحه و زب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مالك اشتر را خواستند و به او گفتند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هما خبر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ده كه عثمان سع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را در مقام فرماندارى كوفه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مستقر نموده و فرمان داده كه شما را به سوى كوفه بازگرداند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سع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 به كوفه براى ادامه فرماندارى برگردد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در حالى كه سخت خشگم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بود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ما براى آگاهى به راى و قضاوت عثمان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نجا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؛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بلكه ما براى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رفتار بد و اختلاف سع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بن عاص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نجا آمده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اگر توشه راه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داشتم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زودتر خود را به كوفه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رساندم و به كمك مردم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گذاشتم كه سع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وارد كوفه گردد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طلحه و زب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وسا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 و توشه راه را با مبلغ هنگفتى پول براى مالك فراهم نمودند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مالك روانه كوفه گرد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4D3746">
      <w:pPr>
        <w:pStyle w:val="Heading2"/>
        <w:rPr>
          <w:rtl/>
          <w:lang w:bidi="fa-IR"/>
        </w:rPr>
      </w:pPr>
      <w:bookmarkStart w:id="30" w:name="_Toc396044663"/>
      <w:r>
        <w:rPr>
          <w:rtl/>
          <w:lang w:bidi="fa-IR"/>
        </w:rPr>
        <w:t>سخنرانى آتش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مالك در كوفه و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عت ده هزار نفر با او</w:t>
      </w:r>
      <w:bookmarkEnd w:id="30"/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با شتاب روانه كوفه 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قبل از ورود سع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خود را به كوفه رسان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در حالى كه شمش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رش در گردنش آو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زان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وارد مسجد شد و در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اجتماع 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مردم بر بالاى منبر رفت و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اى مردم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شما كه از فرماندارتان ناراضى و شاكى بود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دستور عثمان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او بار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 روانه كوفه شده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تا به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نجا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به برنامه خود ادامه دهد شما با من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عت 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كه از ورود او به كوفه جلوگ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رى 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مردم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سراس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مه نزد مالك آمده و ده هزار نفر با او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عت نمودند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مالك همراه آنها از كوفه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رون آمد تا از ورود سع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به كوفه جلوگ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رى نما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جمع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به راهپ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ى ادامه دادند تابه چشمه واصقه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جرعه</w:t>
      </w:r>
      <w:r w:rsidR="00C10908">
        <w:rPr>
          <w:rtl/>
          <w:lang w:bidi="fa-IR"/>
        </w:rPr>
        <w:t>، (</w:t>
      </w:r>
      <w:r>
        <w:rPr>
          <w:rtl/>
          <w:lang w:bidi="fa-IR"/>
        </w:rPr>
        <w:t>نزد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 كوفه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نجف و ح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در آنجا با سع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بن عاص و همراهانش روبرو شدند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در حالى كه شمش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كش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ده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بر سر سع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فر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زد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ارجع فلا حاجه لنابك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بازگرد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ما به تو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از ندار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سع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از فر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مالك به وحشت افتاد و خواست به مد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 باز گردد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غلام سع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به خدا سوگند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 سع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به مد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 باز گردد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با شمش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بر سر غلام كوب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او را از پاى در آورد و سع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در حالى كه سخت منكوب و وازده و پژمرده شده بود با همراهان خود به مد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 بازگشت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مالك اشتر با جمع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به كوفه بازگشت و براى عثمان در ضمن نامه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اى نوشت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سوگند به خدا ما از فرماندار منصوب شده از طرف تو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جلوگ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رى نكرد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مگر براى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نكه اعمال فاسد تو را آشكار ساز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نك آن كس كه دوست دارى</w:t>
      </w:r>
      <w:r w:rsidR="00C10908">
        <w:rPr>
          <w:rtl/>
          <w:lang w:bidi="fa-IR"/>
        </w:rPr>
        <w:t xml:space="preserve"> </w:t>
      </w:r>
      <w:r w:rsidR="00FB296A">
        <w:rPr>
          <w:rtl/>
          <w:lang w:bidi="fa-IR"/>
        </w:rPr>
        <w:t>(</w:t>
      </w:r>
      <w:r>
        <w:rPr>
          <w:rtl/>
          <w:lang w:bidi="fa-IR"/>
        </w:rPr>
        <w:t>و شا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سته است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حاكم كوفه كن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عثمان در پاسخ نوشت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بب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حاكم شما در عصر خلافت عمر چه كسى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همان را حاكم 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آنها ابو موسى اشعرى را كه در عصر خلافت عمر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حاكم كوفه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حاكم خود نمودند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ماجرا در دوازدهم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سال خلافت عثمان</w:t>
      </w:r>
      <w:r w:rsidR="00C10908">
        <w:rPr>
          <w:rtl/>
          <w:lang w:bidi="fa-IR"/>
        </w:rPr>
        <w:t xml:space="preserve"> </w:t>
      </w:r>
      <w:r w:rsidR="00FB296A">
        <w:rPr>
          <w:rtl/>
          <w:lang w:bidi="fa-IR"/>
        </w:rPr>
        <w:t>(</w:t>
      </w:r>
      <w:r>
        <w:rPr>
          <w:rtl/>
          <w:lang w:bidi="fa-IR"/>
        </w:rPr>
        <w:t>در سال 34 هجرت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رخ داد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31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2"/>
        <w:rPr>
          <w:rtl/>
          <w:lang w:bidi="fa-IR"/>
        </w:rPr>
      </w:pPr>
      <w:bookmarkStart w:id="31" w:name="_Toc396044664"/>
      <w:r>
        <w:rPr>
          <w:rtl/>
          <w:lang w:bidi="fa-IR"/>
        </w:rPr>
        <w:t>نامه عثمان به مالك و جواب كوبنده او</w:t>
      </w:r>
      <w:bookmarkEnd w:id="31"/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عثمان براى مالك اشتر كه در كوفه بود 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نوشت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تو را به اطاعت از خودم دعوت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تو نخست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كسى هستى كه موجب اختلاف و تفرقه شده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اى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تو را به تقوا و محبت و بازگشت به حق و قرآن را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خوانم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نامه به مالك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پاسخ نوشت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من مالك بن الحارث الى الخل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فه المتبلى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الخاطى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ء الحائد عن سنه نب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النابدلحكم القرآن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از جانب مالك اشتر به سوى خل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فه گرفتار در گناه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خطا كار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انحراف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افته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سنت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C10908">
        <w:rPr>
          <w:rtl/>
          <w:lang w:bidi="fa-IR"/>
        </w:rPr>
        <w:t xml:space="preserve">،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و ترك كننده حكم قرآن از روى عناد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اما بعد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نامه تو را خواند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خود و دست نشاندگان خود را از ظلم و تجاوز و تبع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بندگان صالح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باز دار تا ما از تو اطاعت 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تو گمان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كنى ما به خود ظلم كرده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پندارى است كه تو را از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 حق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ناب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نا كرده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طورى كه كه ظلم را عدالت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نگرى و باطل را حق خود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رابطه </w:t>
      </w:r>
      <w:r>
        <w:rPr>
          <w:rtl/>
          <w:lang w:bidi="fa-IR"/>
        </w:rPr>
        <w:lastRenderedPageBreak/>
        <w:t>محبت ما با تو آن هنگام است كه توبه كنى و از جنا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ات خود دست بردارى و به صالحات امت آزار نرسانى و آنها را از خانه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شان تبع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دور نسازى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در مورد شهر ما در كوفه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ابو موسى و حذ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 xml:space="preserve">بن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مان را فرماندار ما كنى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و السلام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نامه مالك به دست عثمان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آن را خواند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توبه و استغفار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كنم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آنگاه براى ابو موسى و حذ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فه نامه نوشت و آنها را فرمانرواى كوفه كرد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32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به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ب مالك اشتر و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ارانش پس از تحمل زجرها و تبع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دها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سختى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مورد عزل فرماندار كوفه به نت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جه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ولى آنچه كه مهم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تر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زم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 سازى براى واژگون نمودن حكومت عثمان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كه مبارزات مالك و همراهانش نقش بس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 مهم 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 سازى داشت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براى روشن شدن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مطلب به ماجراى 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توجه 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: </w:t>
      </w:r>
    </w:p>
    <w:p w:rsidR="00B66E7D" w:rsidRDefault="00B66E7D" w:rsidP="004D3746">
      <w:pPr>
        <w:pStyle w:val="Heading2"/>
        <w:rPr>
          <w:rtl/>
          <w:lang w:bidi="fa-IR"/>
        </w:rPr>
      </w:pPr>
      <w:bookmarkStart w:id="32" w:name="_Toc396044665"/>
      <w:r>
        <w:rPr>
          <w:rtl/>
          <w:lang w:bidi="fa-IR"/>
        </w:rPr>
        <w:t>كشته شدن نائل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غلام عثمان به دست مالك اشتر</w:t>
      </w:r>
      <w:bookmarkEnd w:id="32"/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در ماجراى محاصره خانه عثمان و شورش مردم بر ضد او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سرانجام به قتل او منجر شد روزى مالك اشتر به خانه عثمان وارد 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وقتى كه به اطاق عثمان رفت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او را در آنجا تنها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هماندم مالك بازگشت و از خانه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رون آمد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كى از اهالى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من از قب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له همدان به نام مسلم بن كر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 به مالك اشتر 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اعتراض كرد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تو ما را به كشتن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مرد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عثمان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به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نجا دعوت كرده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ما دعوت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تو را اجابت كرد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ولى اكنون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دم تو نزد عثمان رفتى و او را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دى</w:t>
      </w:r>
      <w:r w:rsidR="00C10908">
        <w:rPr>
          <w:rtl/>
          <w:lang w:bidi="fa-IR"/>
        </w:rPr>
        <w:t>؛ (</w:t>
      </w:r>
      <w:r>
        <w:rPr>
          <w:rtl/>
          <w:lang w:bidi="fa-IR"/>
        </w:rPr>
        <w:t>ولى او را نكشتى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و به عقب بازگشتى</w:t>
      </w:r>
      <w:r w:rsidR="00C10908">
        <w:rPr>
          <w:rtl/>
          <w:lang w:bidi="fa-IR"/>
        </w:rPr>
        <w:t xml:space="preserve">؟! ...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در پاسخ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پدرجان مگر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نى كه او تنها بود و 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چ كس در اطرافش نبود تا از او دفاع كند</w:t>
      </w:r>
      <w:r w:rsidR="00C10908">
        <w:rPr>
          <w:rtl/>
          <w:lang w:bidi="fa-IR"/>
        </w:rPr>
        <w:t xml:space="preserve">. </w:t>
      </w:r>
    </w:p>
    <w:p w:rsidR="00B66E7D" w:rsidRDefault="00C10908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(</w:t>
      </w:r>
      <w:r w:rsidR="00B66E7D">
        <w:rPr>
          <w:rtl/>
          <w:lang w:bidi="fa-IR"/>
        </w:rPr>
        <w:t>گو</w:t>
      </w:r>
      <w:r w:rsidR="000D0DD5">
        <w:rPr>
          <w:rtl/>
          <w:lang w:bidi="fa-IR"/>
        </w:rPr>
        <w:t>ی</w:t>
      </w:r>
      <w:r w:rsidR="00B66E7D">
        <w:rPr>
          <w:rtl/>
          <w:lang w:bidi="fa-IR"/>
        </w:rPr>
        <w:t>ى مالك عار داشت كه شخصى را بدون مدافع بكشد</w:t>
      </w:r>
      <w:r>
        <w:rPr>
          <w:rtl/>
          <w:lang w:bidi="fa-IR"/>
        </w:rPr>
        <w:t>.</w:t>
      </w:r>
      <w:r w:rsidR="000D1F4F">
        <w:rPr>
          <w:rtl/>
          <w:lang w:bidi="fa-IR"/>
        </w:rPr>
        <w:t>)</w:t>
      </w:r>
      <w:r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هنگامى كه مالك از آنجا حركت كرد</w:t>
      </w:r>
      <w:r w:rsidR="00C10908">
        <w:rPr>
          <w:rtl/>
          <w:lang w:bidi="fa-IR"/>
        </w:rPr>
        <w:t>، (</w:t>
      </w:r>
      <w:r>
        <w:rPr>
          <w:rtl/>
          <w:lang w:bidi="fa-IR"/>
        </w:rPr>
        <w:t>نائل</w:t>
      </w:r>
      <w:r w:rsidR="00C10908">
        <w:rPr>
          <w:rtl/>
          <w:lang w:bidi="fa-IR"/>
        </w:rPr>
        <w:t xml:space="preserve">) ، </w:t>
      </w:r>
      <w:r>
        <w:rPr>
          <w:rtl/>
          <w:lang w:bidi="fa-IR"/>
        </w:rPr>
        <w:t>غلام آزاده شده عثمان او را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اى واى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همان مالك اشتر است كه احساسات مردم همه شهرها را بر ضد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عثمان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شعله ور نموده است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خدا مرا بكشد اگر او را نكشم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پس از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سخن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 شدت و خشم به دنبال مالك حركت كرد تا مالك را بكشد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هنگام عمربن عب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حارثى كه از قب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له همدان بود فر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زد اى مالك مردى در كم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تو است</w:t>
      </w:r>
      <w:r w:rsidR="00C10908">
        <w:rPr>
          <w:rtl/>
          <w:lang w:bidi="fa-IR"/>
        </w:rPr>
        <w:t xml:space="preserve">! 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به پشت سر نگاه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نائل را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بى درنگ به طرف نائل شمش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كش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با ضربه شمش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دست چپ نائل را قطع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آنگاه مالك فر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زد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اى عمربن عب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كار نائل را تمام كن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عمربن عب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به نائل حمله كرد و او را كشت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33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2"/>
        <w:rPr>
          <w:rtl/>
          <w:lang w:bidi="fa-IR"/>
        </w:rPr>
      </w:pPr>
      <w:bookmarkStart w:id="33" w:name="_Toc396044666"/>
      <w:r>
        <w:rPr>
          <w:rtl/>
          <w:lang w:bidi="fa-IR"/>
        </w:rPr>
        <w:t>مالك اشتر در ماجراى قتل عثمان</w:t>
      </w:r>
      <w:bookmarkEnd w:id="33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بدعتها و ستمها و انحرافات 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اسى و اجتماعى خلافت عثمان موجب شد كه مسلمانان مصر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كوفه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بصره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جمعى از مسلمانان مد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 و</w:t>
      </w:r>
      <w:r w:rsidR="00C10908">
        <w:rPr>
          <w:rtl/>
          <w:lang w:bidi="fa-IR"/>
        </w:rPr>
        <w:t xml:space="preserve">... </w:t>
      </w:r>
      <w:r>
        <w:rPr>
          <w:rtl/>
          <w:lang w:bidi="fa-IR"/>
        </w:rPr>
        <w:t>در مد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 اجتماع كردند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و خانه عثمان را محاصره نموده سپس با شمش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و 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او را كشتند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واقعه در تار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خ به عنوان</w:t>
      </w:r>
      <w:r w:rsidR="00C10908">
        <w:rPr>
          <w:rtl/>
          <w:lang w:bidi="fa-IR"/>
        </w:rPr>
        <w:t xml:space="preserve">: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وم الدار و فتنه كبرى</w:t>
      </w:r>
      <w:r w:rsidR="00C10908">
        <w:rPr>
          <w:rtl/>
          <w:lang w:bidi="fa-IR"/>
        </w:rPr>
        <w:t xml:space="preserve">،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شده است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اوضاع به قدرى وخ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بود كه به نقل ابن ابى الحد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خانه عثمان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چهار روز در محاصره مسلمانان ضد او بود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حتى آب را بر او ممنوع نمودند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تا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نكه با وساطت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آب بر او برده 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حال از آن جلوگ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رى نمودند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34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 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ماجرا دخالت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فقط چند بار طبق تقاضاى مردم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 عثمان صحبت كرد و او را نص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حت نمود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تا دست از كارهاى خلافش بردارد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همراه دو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 نفر از مردم كوفه از كوفه براى اعتراض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كارهاى عثمان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تحت فشار قرار دادن او به مد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 آمده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همصدا با سا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مسلمانان مخالفت خود را نسبت به كارهاى عثمان ابراز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داشت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سرانجام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محاصره خانه عثمان تنگ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تر شد و چند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نفر به او حمله كردند و با شمش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و 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و ضربات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 او را كشتند</w:t>
      </w:r>
      <w:r w:rsidR="00C10908">
        <w:rPr>
          <w:rtl/>
          <w:lang w:bidi="fa-IR"/>
        </w:rPr>
        <w:t xml:space="preserve">. </w:t>
      </w:r>
    </w:p>
    <w:p w:rsidR="00B66E7D" w:rsidRDefault="000D0DD5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B66E7D">
        <w:rPr>
          <w:rtl/>
          <w:lang w:bidi="fa-IR"/>
        </w:rPr>
        <w:t>كى از ضارب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ن</w:t>
      </w:r>
      <w:r w:rsidR="00C10908">
        <w:rPr>
          <w:rtl/>
          <w:lang w:bidi="fa-IR"/>
        </w:rPr>
        <w:t xml:space="preserve">، </w:t>
      </w:r>
      <w:r w:rsidR="00B66E7D">
        <w:rPr>
          <w:rtl/>
          <w:lang w:bidi="fa-IR"/>
        </w:rPr>
        <w:t>محمد ب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ن ابى بكر بود كه عثمان را نعثل</w:t>
      </w:r>
      <w:r w:rsidR="00C10908">
        <w:rPr>
          <w:rtl/>
          <w:lang w:bidi="fa-IR"/>
        </w:rPr>
        <w:t>، (</w:t>
      </w:r>
      <w:r w:rsidR="00B66E7D">
        <w:rPr>
          <w:rtl/>
          <w:lang w:bidi="fa-IR"/>
        </w:rPr>
        <w:t>ر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 xml:space="preserve">ش بلند 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هودى</w:t>
      </w:r>
      <w:r w:rsidR="00C10908">
        <w:rPr>
          <w:rtl/>
          <w:lang w:bidi="fa-IR"/>
        </w:rPr>
        <w:t xml:space="preserve">) </w:t>
      </w:r>
      <w:r w:rsidR="00B66E7D">
        <w:rPr>
          <w:rtl/>
          <w:lang w:bidi="fa-IR"/>
        </w:rPr>
        <w:t>خواند</w:t>
      </w:r>
      <w:r w:rsidR="00C10908">
        <w:rPr>
          <w:rtl/>
          <w:lang w:bidi="fa-IR"/>
        </w:rPr>
        <w:t xml:space="preserve">، </w:t>
      </w:r>
      <w:r w:rsidR="00B66E7D">
        <w:rPr>
          <w:rtl/>
          <w:lang w:bidi="fa-IR"/>
        </w:rPr>
        <w:t xml:space="preserve">و 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كى از حمله كنندگان عمر بن حمق بود كه روى س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نه عثمان نشست و نه ضربه به او زد</w:t>
      </w:r>
      <w:r w:rsidR="00C10908">
        <w:rPr>
          <w:rtl/>
          <w:lang w:bidi="fa-IR"/>
        </w:rPr>
        <w:t xml:space="preserve">، </w:t>
      </w:r>
      <w:r w:rsidR="00B66E7D">
        <w:rPr>
          <w:rtl/>
          <w:lang w:bidi="fa-IR"/>
        </w:rPr>
        <w:t>پس از آنكه عثمان كشته شد</w:t>
      </w:r>
      <w:r w:rsidR="00C10908">
        <w:rPr>
          <w:rtl/>
          <w:lang w:bidi="fa-IR"/>
        </w:rPr>
        <w:t xml:space="preserve">، </w:t>
      </w:r>
      <w:r w:rsidR="00B66E7D">
        <w:rPr>
          <w:rtl/>
          <w:lang w:bidi="fa-IR"/>
        </w:rPr>
        <w:t>سه روز و به گفته بعضى ب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شتر جنازه</w:t>
      </w:r>
      <w:r w:rsidR="00F472FF">
        <w:rPr>
          <w:rtl/>
          <w:lang w:bidi="fa-IR"/>
        </w:rPr>
        <w:t xml:space="preserve"> </w:t>
      </w:r>
      <w:r w:rsidR="00B66E7D">
        <w:rPr>
          <w:rtl/>
          <w:lang w:bidi="fa-IR"/>
        </w:rPr>
        <w:t>اش در خانه ماند و كسى جرات نداشت او را دفن كند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جمعى از اهالى مصر به خانه عثمان هجوم آوردند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مدافعان او در را بستند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اهل مصر در خانه او را به آتش كش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35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عده 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ادى از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اران عثمان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 كشته شدند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مانند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ابن نع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فهرى مغ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بن اخنس و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اربن عبداللَّه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36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2"/>
        <w:rPr>
          <w:rtl/>
          <w:lang w:bidi="fa-IR"/>
        </w:rPr>
      </w:pPr>
      <w:bookmarkStart w:id="34" w:name="_Toc396044667"/>
      <w:r>
        <w:rPr>
          <w:rtl/>
          <w:lang w:bidi="fa-IR"/>
        </w:rPr>
        <w:t>مذاكره شد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مالك اشتر با عثمان</w:t>
      </w:r>
      <w:bookmarkEnd w:id="34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هنگامى كه آب را بر عثمان ممنوع كردند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عثمان براى 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 داد و از آن حضرت التماس كرد كه آب را بر او برساند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كه با ممنوع كردن آب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مخالف بود سه مشك پر از آب به خانه عثمان فرستاد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ولى هنگامى كه مشكها را به خانه عثمان آوردند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طلحه ممانعت كرد و با اصرار نگذاشت آب به خانه عثمان وارد شود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هنگامى كه عثمان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وضع را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بس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 جزع و بى تابى كرد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پرس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دند رئ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 مخالفان كه مورد احترام و اطاعت مردم است ك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10908">
        <w:rPr>
          <w:rtl/>
          <w:lang w:bidi="fa-IR"/>
        </w:rPr>
        <w:t xml:space="preserve">؟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گفته شد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او مالك اشتراست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عثمان براى مالك اشتر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 فرستاد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از او التماس كرد نزدش برود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پس از در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افت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وارد خانه عثمان شد و با عثمان كنار هم نشستند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آنها به طورى سرى 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گفتگو شد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عثمان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اى مالك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مردم از من چه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خواهند</w:t>
      </w:r>
      <w:r w:rsidR="00C10908">
        <w:rPr>
          <w:rtl/>
          <w:lang w:bidi="fa-IR"/>
        </w:rPr>
        <w:t xml:space="preserve">؟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مردم سه موضوع را از تو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خواهند كه به ناچار با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د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آنها را بپذ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عثمان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آن سه موضوع 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آنها تو را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ن انتخاب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سه موضوع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مخ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ساخته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1- از خلافت استعفا بده و به مردم اعلام كن تا خودشان خل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فه دلخواه خود را انتخاب كنند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2-</w:t>
      </w:r>
      <w:r w:rsidR="00C10908">
        <w:rPr>
          <w:rtl/>
          <w:lang w:bidi="fa-IR"/>
        </w:rPr>
        <w:t xml:space="preserve"> </w:t>
      </w:r>
      <w:r w:rsidR="00FB296A">
        <w:rPr>
          <w:rtl/>
          <w:lang w:bidi="fa-IR"/>
        </w:rPr>
        <w:t>(</w:t>
      </w:r>
      <w:r>
        <w:rPr>
          <w:rtl/>
          <w:lang w:bidi="fa-IR"/>
        </w:rPr>
        <w:t>با رعا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عدالت و برقرار كردن قسط و اصول اسلام</w:t>
      </w:r>
      <w:r w:rsidR="00C10908">
        <w:rPr>
          <w:rtl/>
          <w:lang w:bidi="fa-IR"/>
        </w:rPr>
        <w:t>،</w:t>
      </w:r>
      <w:r w:rsidR="000D1F4F">
        <w:rPr>
          <w:rtl/>
          <w:lang w:bidi="fa-IR"/>
        </w:rPr>
        <w:t>)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نفس سركش خود را سركوب و ترب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كن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3- و اگر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دو را انجام ندادى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مسلمانان تو را خواهند كشت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عثمان پس از اندكى تامل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به راستى چاره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اى جز انتخاب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سه راه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10908">
        <w:rPr>
          <w:rtl/>
          <w:lang w:bidi="fa-IR"/>
        </w:rPr>
        <w:t xml:space="preserve">؟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آرى چاره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اى جر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عثمان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در مورد اول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اگر گردنم را بزنند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براى من محبوب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تر از آن است كه خلافت استعفا دهم و آن را به مسلمانان واگذار نما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مورد دوم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10908">
        <w:rPr>
          <w:rtl/>
          <w:lang w:bidi="fa-IR"/>
        </w:rPr>
        <w:t xml:space="preserve">،، </w:t>
      </w:r>
      <w:r>
        <w:rPr>
          <w:rtl/>
          <w:lang w:bidi="fa-IR"/>
        </w:rPr>
        <w:t xml:space="preserve">راهى </w:t>
      </w:r>
      <w:r>
        <w:rPr>
          <w:rtl/>
          <w:lang w:bidi="fa-IR"/>
        </w:rPr>
        <w:lastRenderedPageBreak/>
        <w:t>و توانى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در مورد سوم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اگر مرا بكشند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بعد از من هرگز كار شما اصلاح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پذ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C10908">
        <w:rPr>
          <w:rtl/>
          <w:lang w:bidi="fa-IR"/>
        </w:rPr>
        <w:t xml:space="preserve">...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از خانه عثمان خارج شد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مهاجم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در خانه را آتش زدند و و وارد خانه شده و عثمان را كشتند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37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به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 مالك 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رسالت خود را ابلاغ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عثمان گرفتار مكافات عملش گرد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مرحله طاغوت زدا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ى به پا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سپس از مرحله جد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دى در مورد انتخاب خل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فه جد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صالح به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آمد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مرحله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 مالك اشتر نقش خوبى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فا نمود كه در بخش بعد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شده است</w:t>
      </w:r>
      <w:r w:rsidR="00C10908">
        <w:rPr>
          <w:rtl/>
          <w:lang w:bidi="fa-IR"/>
        </w:rPr>
        <w:t xml:space="preserve">. </w:t>
      </w:r>
    </w:p>
    <w:p w:rsidR="00B66E7D" w:rsidRDefault="004D3746" w:rsidP="004D3746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35" w:name="_Toc396044668"/>
      <w:r w:rsidR="00B66E7D">
        <w:rPr>
          <w:rtl/>
          <w:lang w:bidi="fa-IR"/>
        </w:rPr>
        <w:lastRenderedPageBreak/>
        <w:t>بخش سوم</w:t>
      </w:r>
      <w:r w:rsidR="00C10908">
        <w:rPr>
          <w:rtl/>
          <w:lang w:bidi="fa-IR"/>
        </w:rPr>
        <w:t xml:space="preserve">: </w:t>
      </w:r>
      <w:r w:rsidR="00B66E7D">
        <w:rPr>
          <w:rtl/>
          <w:lang w:bidi="fa-IR"/>
        </w:rPr>
        <w:t>مالك اشتر در عصر خلافت ام</w:t>
      </w:r>
      <w:r w:rsidR="000D0DD5">
        <w:rPr>
          <w:rtl/>
          <w:lang w:bidi="fa-IR"/>
        </w:rPr>
        <w:t>ی</w:t>
      </w:r>
      <w:r w:rsidR="00B66E7D">
        <w:rPr>
          <w:rtl/>
          <w:lang w:bidi="fa-IR"/>
        </w:rPr>
        <w:t>ر مومنان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bookmarkEnd w:id="35"/>
      <w:r w:rsidR="00C10908">
        <w:rPr>
          <w:rtl/>
          <w:lang w:bidi="fa-IR"/>
        </w:rPr>
        <w:t xml:space="preserve"> </w:t>
      </w:r>
    </w:p>
    <w:p w:rsidR="00B66E7D" w:rsidRDefault="00B66E7D" w:rsidP="004D3746">
      <w:pPr>
        <w:pStyle w:val="Heading2"/>
        <w:rPr>
          <w:rtl/>
          <w:lang w:bidi="fa-IR"/>
        </w:rPr>
      </w:pPr>
      <w:bookmarkStart w:id="36" w:name="_Toc396044669"/>
      <w:r>
        <w:rPr>
          <w:rtl/>
          <w:lang w:bidi="fa-IR"/>
        </w:rPr>
        <w:t>تلاش مالك اشتر براى تحقق خلافت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bookmarkEnd w:id="36"/>
      <w:r w:rsidR="00C10908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بعد از كشته شدن عثمان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مرحله جد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دى براى مسلمانان پد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آمد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آزما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گرى به روى آنها گشوده شد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نظر مسلمانان براى خل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فه جد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مختلف بود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جمع كث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رى به انتخاب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نظر داشتند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ولى عده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اى از طلحه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عده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اى از زب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بنى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و همدستان آنها از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و گاهى از مروان نام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بردند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38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بحران حساس و توفانى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مسلمانان برجسته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اى همچون عمار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اسر و مالك 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ابواله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ثم و ابو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وب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جز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چ كس را براى مقام رهبرى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لا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قتر و برتر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دانستند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دانشمند معروف اهل تسنن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ابن ابى الحد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975DC6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نو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فلما قتل عثمان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ارادها طلحه و حرص عل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فلولا مالك اشتر و قوم معه من شجعان العرب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جعلوها فى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لم تصل ال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ابدا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هنگامى كه عثمان كشته 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طلحه به خلافت طمع كرد و اصرار داشت كه به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مقام برسد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اگر تلاش مالك اشتر و همدستان او از شخص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ى شجاع عرب براى خلافت 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نبود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هرگز مقام به آن حضرت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سپس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نو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وقتى كه با انتخاب خلافت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طلحه و زب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از دست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ابى به خلافت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محروم شدند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تصم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بر مخالفت با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گرفتند و عا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 را دست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 خود قرار داده و به بصره روانه شدند و در آنجا به آشوب و فتنه دست زدند و جنگ جمل را به وجود آوردند و آن جنگ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مقدمه جنگ صف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گرد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39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از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عبارت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خوبى روشن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شود كه مالك اشتر و همدستانش نقش اصلى و فعالى در تحق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ق خلافت 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بعد از عثمان را داشتند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و در مورد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كتاب الاوائل نقل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كند كه مالك اشتر بعد از قتل عثمان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حضور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آمد و عرض كرد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برخ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 تا مردم با تو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عت كنند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آنها اجتماع كرده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اند و به خلافت تو ما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 و خشنود هستند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سوگند به خدا اگر براى تقاضاى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عت آنها جواب رد بدهى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براى چهارم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بار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دو چشمانت اشكبار خواهد شد</w:t>
      </w:r>
      <w:r w:rsidR="00C10908">
        <w:rPr>
          <w:rtl/>
          <w:lang w:bidi="fa-IR"/>
        </w:rPr>
        <w:t>. (</w:t>
      </w:r>
      <w:r>
        <w:rPr>
          <w:rtl/>
          <w:lang w:bidi="fa-IR"/>
        </w:rPr>
        <w:t>اشاره به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نكه سه بار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1- بعد از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2- بعد از ابوبكر 3- بعد از عمر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گران حق تو را ربودند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اكنون اگر كناره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رى كنى براى چهارم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بار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باز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گران حقت را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ربا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C10908">
        <w:rPr>
          <w:rtl/>
          <w:lang w:bidi="fa-IR"/>
        </w:rPr>
        <w:t>.</w:t>
      </w:r>
      <w:r w:rsidR="000D1F4F">
        <w:rPr>
          <w:rtl/>
          <w:lang w:bidi="fa-IR"/>
        </w:rPr>
        <w:t>)</w:t>
      </w:r>
      <w:r w:rsidR="00C10908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برخاست و به محلى به نام بئرسكن آمد در آنجا مردم ازدحام نموده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و با آن حضرت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عت نمودند</w:t>
      </w:r>
      <w:r w:rsidR="00C10908">
        <w:rPr>
          <w:rtl/>
          <w:lang w:bidi="fa-IR"/>
        </w:rPr>
        <w:t xml:space="preserve">...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سپس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نو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به گفته بعضى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نخست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شخصى را كه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عت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مالك اشتر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او دست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را گرفت و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عت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به طلحه و زب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برخ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عت 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آنها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عت كردند و پس از آنها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اهل بصره و سپس سا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گروهها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عت نمودند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40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چنانكه در خطبه 3 نهج البلاغه آمده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ازدحام مردم براى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عت با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 شد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كه آن حضرت از ازدحام جمع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تعب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فما راعنى الا والناس كعرف الضبع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ازدحام جمع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ت كه همچون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الهاى كفتار</w:t>
      </w:r>
      <w:r w:rsidR="00C10908">
        <w:rPr>
          <w:rtl/>
          <w:lang w:bidi="fa-IR"/>
        </w:rPr>
        <w:t xml:space="preserve"> </w:t>
      </w:r>
      <w:r w:rsidR="00FB296A">
        <w:rPr>
          <w:rtl/>
          <w:lang w:bidi="fa-IR"/>
        </w:rPr>
        <w:t>(</w:t>
      </w:r>
      <w:r>
        <w:rPr>
          <w:rtl/>
          <w:lang w:bidi="fa-IR"/>
        </w:rPr>
        <w:t>بس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 و پى در پى</w:t>
      </w:r>
      <w:r w:rsidR="000D1F4F">
        <w:rPr>
          <w:rtl/>
          <w:lang w:bidi="fa-IR"/>
        </w:rPr>
        <w:t>)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مرا به قبول خلافت واداشت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ماجراى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عت به پا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بعد معلوم شد بعضى از اشخاص معروف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مثل عبداللَّه بن عمر و سعد و قاص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عت نكرده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عبداللَّه را احضار كرد و فرمود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عت كن او در پاسخ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عت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تا همه مردم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عت كنند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كه از لجاجت عبداللَّه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ناراحت شده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عرض كرد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شخص خود را از تاز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انه و شمش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تو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من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اجازه بده گردنش را بزنم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من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خواهم از روى اجبار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عت كنم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رها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كن برود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هنگامى كه عبداللَّه رفت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او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عبداللَّه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در آن هنگام كه بچه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بداخلاق و تند خود بود و اكنون كه بزرگ شده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بداخلاق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تر تندخوتر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باشد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41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2"/>
        <w:rPr>
          <w:rtl/>
          <w:lang w:bidi="fa-IR"/>
        </w:rPr>
      </w:pPr>
      <w:bookmarkStart w:id="37" w:name="_Toc396044670"/>
      <w:r>
        <w:rPr>
          <w:rtl/>
          <w:lang w:bidi="fa-IR"/>
        </w:rPr>
        <w:t>مالك 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عه حق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قى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bookmarkEnd w:id="37"/>
      <w:r w:rsidR="00C10908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هنگام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عت با 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سخنرانى كرد و در فرازى از آن 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گفت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ها الناس هذا وصى الاوص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اء و وارث علم الانب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اء العظ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البلاء الحسن العناء الذى شهد له كتاب اللَّه بالا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رسوله بجنه الرضوان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من كلمت 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ه الفضائل ولم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شك فى سابقته و علمه الا واخر ولا الاوائل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اى مردم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وصى و اوص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اء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امبران سابق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و وارث علم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امبران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بلاها و آزما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شهاى بزرگ قرار گرفته و در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رنجها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مسوول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الهى خود را به خوبى انجام داده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كتاب خدا قرآن به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مان او گواهى دهد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رسول خدا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اقامتگاه او در بهشت رضوان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شهادت داد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او كسى است كه همه ارزشها و كمالات در وجودش تكم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 شده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چ كس از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و آ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ندگان در سبقت او در راه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در علم او ترد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دى ندارند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42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فراز بالا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روشنى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انگر آن است كه مالك 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اعتقاد كامل به امامت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بعد از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داشت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او در ارزشها و كمالات بر همگان برتر و مقدمتر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دانست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همه 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عه اعتقادى بود و هم 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عه 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اسى</w:t>
      </w:r>
      <w:r w:rsidR="00C10908">
        <w:rPr>
          <w:rtl/>
          <w:lang w:bidi="fa-IR"/>
        </w:rPr>
        <w:t xml:space="preserve">. </w:t>
      </w:r>
    </w:p>
    <w:p w:rsidR="00B66E7D" w:rsidRDefault="00B66E7D" w:rsidP="004D3746">
      <w:pPr>
        <w:pStyle w:val="Heading2"/>
        <w:rPr>
          <w:rtl/>
          <w:lang w:bidi="fa-IR"/>
        </w:rPr>
      </w:pPr>
      <w:bookmarkStart w:id="38" w:name="_Toc396044671"/>
      <w:r>
        <w:rPr>
          <w:rtl/>
          <w:lang w:bidi="fa-IR"/>
        </w:rPr>
        <w:t>نمودارى از جنگ جمل</w:t>
      </w:r>
      <w:bookmarkEnd w:id="38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آنكه 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رسما عهده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دار مقام خلافت و رهبرى 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افراد قدرت طلب و هوا پرست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هر سو از لانه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هاى خود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رون آمدند و به كار شكنى پرداختند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نخست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گروهى كه مخالفت خود را علنى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ناكث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10908">
        <w:rPr>
          <w:rtl/>
          <w:lang w:bidi="fa-IR"/>
        </w:rPr>
        <w:t>، (</w:t>
      </w:r>
      <w:r>
        <w:rPr>
          <w:rtl/>
          <w:lang w:bidi="fa-IR"/>
        </w:rPr>
        <w:t>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عت شكنان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بودند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طلحه و زب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كه داع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خلافت داشتند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در حكومت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توانستند بر دن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اى خود رونق دهند و به ح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 و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ت المال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ازند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فتنه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انگ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زى پرداختند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آنها با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نكه از نخست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عت كنندگان با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بودند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عت خود را شكستند و به عنوان نخست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افراد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علم مخالفت برافراشتند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چون حنا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شان در مد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 رنگ نداشت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بصره را به عنوان مركز شورش و آشوب برگز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آنها براى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نكه به شورش خود بر اساس مقام خواهى و گنج اندوزى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رنگ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نى بدهند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عا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 همسر رسول خدا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را به عنوان ام المومن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دست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 خود نمودند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او سوار بر شتر كرده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مصر آمدند و با تبل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غات و دروغ پردازى خود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پوشش مطالبه خون عثمان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سپاه عظ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مى براى خود جمع كردند و بصره را تصرف نموده و عثمان بن حن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 فرماندار منصوب شده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طرف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را كتك زده و عزل نمودند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كه مشغول عزل و نصب حكام بلاد و فرماندارى شهرها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ناگهان خود را در برابر دو دشمن داخلى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 سو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ه در </w:t>
      </w:r>
      <w:r>
        <w:rPr>
          <w:rtl/>
          <w:lang w:bidi="fa-IR"/>
        </w:rPr>
        <w:lastRenderedPageBreak/>
        <w:t>شام ادعاى استقلال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كرد و شهرها را تحت تصرف خود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آورد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از سوى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جنگ افروزان جنگ جمل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شورش و آشوب خود دامن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زدند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چاره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اى جز جهاد و سركوب مخالفان نداشت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در آغار تصم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گرفت فتنه انگ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زان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عت شكن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طلحه و زب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و همدستان آنها را سركوب نما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 سپاه خود از مد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 به سوى آنها حركت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سرانجام در بصره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جنگ جملرخ داد كه با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روزى سپاه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به پا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ماجرا در سال 36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همان سال اول خلافت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پد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آمد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موجب كشته شدن 18 هزار نفر از طرف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پنج هزار نفر از سپاه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و 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زده هزار نفر از جنگ جمل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گرد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طلحه بر اثر 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اندازى مروان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كه جزء سپاه عا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 بود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كشته 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زب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كه از جنگ كناره گرفته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توسط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جرموز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غافلگ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شد و كشته 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عا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 با كمال خوارى به مد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 بازگشت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43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2"/>
        <w:rPr>
          <w:rtl/>
          <w:lang w:bidi="fa-IR"/>
        </w:rPr>
      </w:pPr>
      <w:bookmarkStart w:id="39" w:name="_Toc396044672"/>
      <w:r>
        <w:rPr>
          <w:rtl/>
          <w:lang w:bidi="fa-IR"/>
        </w:rPr>
        <w:t>مالك اشتر در جنگ جمل</w:t>
      </w:r>
      <w:bookmarkEnd w:id="39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جنگ</w:t>
      </w:r>
      <w:r w:rsidR="00C10908">
        <w:rPr>
          <w:rtl/>
          <w:lang w:bidi="fa-IR"/>
        </w:rPr>
        <w:t xml:space="preserve">،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گانه سردار شه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سپاه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با تدب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و 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است و شجاعت خود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نقش بسزا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ى در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روزى سپاه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داشت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در آغاز جنگ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پرچم بزرگ را به دست پسرش محمد حن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فه داد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مالك اشتر را فرمانده جانب راست لشكرش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عمار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اسر را فرمانده قسمت چپ لشگر نمود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44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براى روشن شدن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مطلب به نمونه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هاى 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از حما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تهاى مالك اشتر از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در ماجراى جنگ جمل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توجه 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4D3746">
      <w:pPr>
        <w:pStyle w:val="Heading2"/>
        <w:rPr>
          <w:rtl/>
          <w:lang w:bidi="fa-IR"/>
        </w:rPr>
      </w:pPr>
      <w:bookmarkStart w:id="40" w:name="_Toc396044673"/>
      <w:r>
        <w:rPr>
          <w:rtl/>
          <w:lang w:bidi="fa-IR"/>
        </w:rPr>
        <w:lastRenderedPageBreak/>
        <w:t>نامه مالك اشتر به عا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 و پاسخ عا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</w:t>
      </w:r>
      <w:bookmarkEnd w:id="40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در آن هنگام كه عا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 هنوز در حجاز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نامه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اى به دستش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كه مالك اشتر براى او نوشته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در آن نامه 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آمده بود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اما بعد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تو اى عا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همسر رسول خدا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هستى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آن حضرت به تو فرمان داد كه از خانه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رون نروى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اگر بر خلاف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فرمان رفتار كنى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 تو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جنگ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تا تو را به خانه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ات باز گردان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و بر سر جاى خودت كه خداوند براى تو پسند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بنشان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عا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 در پاسخ مالك اشتر 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نوشت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اما بعد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تو نخست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عربى هستى كه موجب فتنه انگ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زى 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مردم را به تفرقه افكند و با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شوا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مخالفت نمود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در قتل خل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عثمان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كوشش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خداوند خون خل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فه مظلوم را ناد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سرانجام شما را ك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فر خواهد كرد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نامه تو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د و از مضمون آن اطلاع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افتم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زودى تو و امثال تو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گمراهان را به ك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فر اعمالشان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رسانم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45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2"/>
        <w:rPr>
          <w:rtl/>
          <w:lang w:bidi="fa-IR"/>
        </w:rPr>
      </w:pPr>
      <w:bookmarkStart w:id="41" w:name="_Toc396044674"/>
      <w:r>
        <w:rPr>
          <w:rtl/>
          <w:lang w:bidi="fa-IR"/>
        </w:rPr>
        <w:t>سخنرانى داغ و پر محتواى مالك در ذى قار</w:t>
      </w:r>
      <w:bookmarkEnd w:id="41"/>
    </w:p>
    <w:p w:rsidR="00975DC6" w:rsidRDefault="00B66E7D" w:rsidP="00975DC6">
      <w:pPr>
        <w:pStyle w:val="libNormal"/>
        <w:rPr>
          <w:rtl/>
          <w:lang w:bidi="fa-IR"/>
        </w:rPr>
      </w:pPr>
      <w:r>
        <w:rPr>
          <w:rtl/>
          <w:lang w:bidi="fa-IR"/>
        </w:rPr>
        <w:t>سپاه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كه در آغاز هفتصد نفر بودند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مد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رون آمدند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هنگامى كه به ربذه</w:t>
      </w:r>
      <w:r w:rsidR="00C10908">
        <w:rPr>
          <w:rtl/>
          <w:lang w:bidi="fa-IR"/>
        </w:rPr>
        <w:t>، (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 فرسخى مد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C10908">
        <w:rPr>
          <w:rtl/>
          <w:lang w:bidi="fa-IR"/>
        </w:rPr>
        <w:t xml:space="preserve">) ، </w:t>
      </w:r>
      <w:r>
        <w:rPr>
          <w:rtl/>
          <w:lang w:bidi="fa-IR"/>
        </w:rPr>
        <w:t>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آنجا خبر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كه طلحه و زب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و همدستان خود به مصر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دند و آنجا را به تصرف خود درآورده و مردم را بر حكومت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شورانند</w:t>
      </w:r>
      <w:r w:rsidR="00C10908">
        <w:rPr>
          <w:rtl/>
          <w:lang w:bidi="fa-IR"/>
        </w:rPr>
        <w:t xml:space="preserve">. </w:t>
      </w:r>
    </w:p>
    <w:p w:rsidR="00B66E7D" w:rsidRDefault="00B66E7D" w:rsidP="00975DC6">
      <w:pPr>
        <w:pStyle w:val="libNormal"/>
        <w:rPr>
          <w:rtl/>
          <w:lang w:bidi="fa-IR"/>
        </w:rPr>
      </w:pPr>
      <w:r>
        <w:rPr>
          <w:rtl/>
          <w:lang w:bidi="fa-IR"/>
        </w:rPr>
        <w:t>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در آنجا نامه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اى به ابو موسى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عامل خود در كوفه نوشت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آن را توسط محمد بن ابى بكر و محمد بن جعفر به سوى ابو موسى فرستاد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آن نامه به او امر كرد مردم كوفه بس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ج كرده و همراه خود به سپاه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وندند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آنگاه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با سپاه خود حركت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تا به محل ذى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قار</w:t>
      </w:r>
      <w:r w:rsidR="00C10908">
        <w:rPr>
          <w:rtl/>
          <w:lang w:bidi="fa-IR"/>
        </w:rPr>
        <w:t>، (</w:t>
      </w:r>
      <w:r>
        <w:rPr>
          <w:rtl/>
          <w:lang w:bidi="fa-IR"/>
        </w:rPr>
        <w:t>محلى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بصره و كوفه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آنجا به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خبر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كه ابو موسى در كوفه نه تنها مردم را بس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ج نكرده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بلكه آنها را به سكوت و بى طرفى دعوت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سپس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در ذى قار خطبه مفصلى خواند و مردم را از ماجراها و ماجراجو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مطلع نمود تو ماه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و اهداف شوم مخالفان را توض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ح داده و مردم را براى جهاد و نبرد با مخالفان دعوت كرد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هنگام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مالك اشتر برخاست و با سخنرانى عج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 خود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سخنان امام را تا</w:t>
      </w:r>
      <w:r w:rsidR="000D0DD5">
        <w:rPr>
          <w:rtl/>
          <w:lang w:bidi="fa-IR"/>
        </w:rPr>
        <w:t>یی</w:t>
      </w:r>
      <w:r>
        <w:rPr>
          <w:rtl/>
          <w:lang w:bidi="fa-IR"/>
        </w:rPr>
        <w:t>د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دشمن را فاش ساخت و مردم را به جهاد دعوت نمود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او پس از حمد و ثناى الهى گفت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اى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كلامت را شن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دم به خوبى سخن فرمودى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مقصود را روشن و شا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سته ادا كردى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تو پسر عمو و داماد و وصى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امبر ما هستى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تو نخست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كسى هستى كه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را تصد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ق نمودى و با او نماز خواندى و در همه جنگهاى او شركت كردى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امور بر همه افراد امت برترى دارى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كسى كه از تو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روى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بهره و سعادتش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روز و سعادتمند گشت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كسى كه از تو نافرمانى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سوى اقامتگاه خود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دوزخ روانه شد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اى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سوگند به جانم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ماه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طلحه و زب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و عا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 بر ما روشن است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آنها بى آنكه از تو خلافى بب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تحت فرمان تو خارج شدند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اگر آنها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پندارند كه به عنوان مطالبه خود عثمان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رون رفته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نخست با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به سراغ خودشان بروند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را آنها نخست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افرادى بودند كه ضد عثمان سخن گفتند و مردم را ضد او تحر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ص كردند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آنگاه در پا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گفت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و اشهداللَّه لئن لم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خلا 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ما خرجا منه لنلحقنهما بعثمان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فان 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وفنا فى عواتقنا و قلوبنا فى صدورنا و نحن ال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وم كما كنا امس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و خدا را گواه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رم كه اگر طلحه و زب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به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عت خود كه از آن خارج شده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باز نگردند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آنها را قطعا به عثمان ملحق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همانا شمش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رهاى ما همراه ما است و دلهاى ما در 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مان استوار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باشد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ما همان هست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كه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روز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در برابر عثمان</w:t>
      </w:r>
      <w:r w:rsidR="00C10908">
        <w:rPr>
          <w:rtl/>
          <w:lang w:bidi="fa-IR"/>
        </w:rPr>
        <w:t xml:space="preserve">) ! </w:t>
      </w:r>
      <w:r>
        <w:rPr>
          <w:rtl/>
          <w:lang w:bidi="fa-IR"/>
        </w:rPr>
        <w:t>بود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..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46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2"/>
        <w:rPr>
          <w:rtl/>
          <w:lang w:bidi="fa-IR"/>
        </w:rPr>
      </w:pPr>
      <w:bookmarkStart w:id="42" w:name="_Toc396044675"/>
      <w:r>
        <w:rPr>
          <w:rtl/>
          <w:lang w:bidi="fa-IR"/>
        </w:rPr>
        <w:t>تصرف دارالاماره كوفه توسط مالك 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رون كردن ابوموسى</w:t>
      </w:r>
      <w:bookmarkEnd w:id="42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ذى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قار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فرزندش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حسن بن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را همراه عمار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اسر به كوفه فرستاد تا مردم كوفه را براى جهاد با دشمن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دعوت كنند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ابو موسى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فرماندرا نالا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ق كوفه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را سرانجام خود بنشانند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نامه تندى باابو موسى نوشت و او در آن نامه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خائن خواند و از مقام فرماندارى كوفه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عزل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به متابعت از حسن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و عمار دعوت نمود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امام حسن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و عمار به كوفه آمدند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مسجد و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رون مسجد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مردم را به جهاد دعوت نمودند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ابو موسى همچنان كارشكنى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 xml:space="preserve">كرد و عثمان را به عنوان مقتول مظلوم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نموده و مردم را به شك و ترد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انحراف از مس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فرا خواند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در ذى قار منتظر آمدن سپاه كوفه شد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ولى انتظار طول نكش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از كوفه خبرى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امد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آن حضرت 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مورد بس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 ناراحت شد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در هم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هنگام مالك اشتر به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عرض كرد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اگر صلاح بدانى مرا به كوفه بفرست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را اطاعت مردم كوفه از من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كو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دوارم كه با من مخالفت نكنند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به مالك اشتر فرمود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به طرف كوفه برو و به عمار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اسر و حسن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وند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با شتاب خود را به كوفه رسان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در مس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راه به هر قب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له و جماعت و گروه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آنها را دعوت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كرد تا با او به دارالاماره</w:t>
      </w:r>
      <w:r w:rsidR="00C10908">
        <w:rPr>
          <w:rtl/>
          <w:lang w:bidi="fa-IR"/>
        </w:rPr>
        <w:t>، (</w:t>
      </w:r>
      <w:r>
        <w:rPr>
          <w:rtl/>
          <w:lang w:bidi="fa-IR"/>
        </w:rPr>
        <w:t>مقر فرماندارى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حركت كنند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 مردم همراه مالك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وارد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دارالاماره شدند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ماجرا را به ابو موسى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كه بر بالاى منبر سخن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گفت و عمار با امام حسن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در حال اعتراض شد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او بودند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گزارش دادند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ابو موسى از منبر پا</w:t>
      </w:r>
      <w:r w:rsidR="000D0DD5">
        <w:rPr>
          <w:rtl/>
          <w:lang w:bidi="fa-IR"/>
        </w:rPr>
        <w:t>یی</w:t>
      </w:r>
      <w:r>
        <w:rPr>
          <w:rtl/>
          <w:lang w:bidi="fa-IR"/>
        </w:rPr>
        <w:t>ن آمد و به سوى دارالاماره حركت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هنگامى كه وارد ساختمان 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مالك اشتر بر سر او فر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كش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گفت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اخراج من قصر نالا ام لك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اخرج اللَّه نفسك فواللَّه انك لمن المنافق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قد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ما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اى مادر مرده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از ساختمان فرماندارى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رون برو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خدا جانت را بگ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سوگند به خدا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تو از قد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از منافقان بودى</w:t>
      </w:r>
      <w:r w:rsidR="00C10908">
        <w:rPr>
          <w:rtl/>
          <w:lang w:bidi="fa-IR"/>
        </w:rPr>
        <w:t xml:space="preserve">!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ابوموسى كه سخت ترس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ده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مالك اشتر گفت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امشب را به من مهلت بده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به شرط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نكه او از ساختمان فرماندارى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رون برود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او مهلت داد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ابو موسى از ساختمان خارج شد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مردم از هر سو آمدند تا اموال ابو موسى را غارت كنند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مالك اشتر از آنها جلوگ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رى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من او را از فرماندارى عزل كردم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به او پناه داده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ام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آنگاه مردم متفرق شدند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47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طبق نقل بعضى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مردم به غارت اموال ابو موسى پرداختند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مالك اشتر به ابو موسى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همان مردمند كه آنها را گمراه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كردى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ابو موسى به تضرع و التماس افتاد و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 شب مهلت خواست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48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2"/>
        <w:rPr>
          <w:rtl/>
          <w:lang w:bidi="fa-IR"/>
        </w:rPr>
      </w:pPr>
      <w:bookmarkStart w:id="43" w:name="_Toc396044676"/>
      <w:r>
        <w:rPr>
          <w:rtl/>
          <w:lang w:bidi="fa-IR"/>
        </w:rPr>
        <w:t>سخنرانى مالك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براى بس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ج عمومى به سوى جبهه</w:t>
      </w:r>
      <w:bookmarkEnd w:id="43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به مسجد آمد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مردم از هر سو ازدحام كرده و در مسجد اجتماع كردند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مالك سخنرانى مفصلى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مسا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 را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نمود و مردم را براى جهاد با دشمنان بس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ج كرد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نه هزار نفر از مردم كوفه در ركاب امام حسن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به سوى ذى قار حركت نمودند و در مس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راه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 افرادى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وستند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49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در ذى قار به سپاه خود فرمود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به زودى دوازده هزار و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 نفر از كوفه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ند و به شما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وندند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همان گونه كه امام خبر داده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واقع شد و سپاه كوفه در ركاب امام حسن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در حالى كه عمار و مالك اشتر در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شاپ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آنها بودند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 كمال شكوه به ذى قار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آنها را شمردند به همان تعداد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12001 نفر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بودند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با آغوش باز از آنها استقبال كرد و مقدم آنها را گرامى داشت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براى آنها سخنرانى كرده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براى جهاد آماده ساخت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سپس به سوى بصره حركت نمودند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50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2"/>
        <w:rPr>
          <w:rtl/>
          <w:lang w:bidi="fa-IR"/>
        </w:rPr>
      </w:pPr>
      <w:bookmarkStart w:id="44" w:name="_Toc396044677"/>
      <w:r>
        <w:rPr>
          <w:rtl/>
          <w:lang w:bidi="fa-IR"/>
        </w:rPr>
        <w:t>درهم شكستن دو جانب دشمن با 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غ مالك</w:t>
      </w:r>
      <w:bookmarkEnd w:id="44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درگ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رى از هر سو شروع 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طرف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گروه گروه به همد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 حمله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كردند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برق شمش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رها و پرتاب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رگبارها 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رها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گردو غبار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همه جار را گرفته بود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مالك اشتر در كنار امام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، </w:t>
      </w:r>
      <w:r>
        <w:rPr>
          <w:rtl/>
          <w:lang w:bidi="fa-IR"/>
        </w:rPr>
        <w:t>چون 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ژ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به سپاه دشمن حمله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بحران شد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ناگاه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به مالك فرمان داد كه جانب چپ لشگر دشمن حمله كن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فرمان را گرفت و به جانب چپ دشمن حمله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آنها را تار و مار كرده و در هم شكست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به طورى كه جنگجو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جانب چپ دشمن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گر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ختند و به اطراف شتر عا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 پناهنده شدند و در آنجا به جنگ ادامه دادند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51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امام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كه ناظر صحنه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بار جانب راست دشمن را در حال حمله شد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مالك اشتر فرمود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به جانب راست دشمن حمله كن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مالك آن چنان به آن جانب حمله كرد كه فرمانده جانب راست دشمن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نام هلال ابن وك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 به دست مالك كشته شد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52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2"/>
        <w:rPr>
          <w:rtl/>
          <w:lang w:bidi="fa-IR"/>
        </w:rPr>
      </w:pPr>
      <w:bookmarkStart w:id="45" w:name="_Toc396044678"/>
      <w:r>
        <w:rPr>
          <w:rtl/>
          <w:lang w:bidi="fa-IR"/>
        </w:rPr>
        <w:t xml:space="preserve">ضربه مالك بر عمروبن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ثربى و نظر او درباره شجاعت مالك</w:t>
      </w:r>
      <w:bookmarkEnd w:id="45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عمرو بن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ثربى از قهرمانان سپاه جمل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به عنوان ر</w:t>
      </w:r>
      <w:r w:rsidR="000D0DD5">
        <w:rPr>
          <w:rtl/>
          <w:lang w:bidi="fa-IR"/>
        </w:rPr>
        <w:t>یی</w:t>
      </w:r>
      <w:r>
        <w:rPr>
          <w:rtl/>
          <w:lang w:bidi="fa-IR"/>
        </w:rPr>
        <w:t>س دودمان ضبحه</w:t>
      </w:r>
      <w:r w:rsidR="00C10908">
        <w:rPr>
          <w:rtl/>
          <w:lang w:bidi="fa-IR"/>
        </w:rPr>
        <w:t xml:space="preserve"> </w:t>
      </w:r>
      <w:r w:rsidR="00FB296A">
        <w:rPr>
          <w:rtl/>
          <w:lang w:bidi="fa-IR"/>
        </w:rPr>
        <w:t>(</w:t>
      </w:r>
      <w:r>
        <w:rPr>
          <w:rtl/>
          <w:lang w:bidi="fa-IR"/>
        </w:rPr>
        <w:t>كه بزرگتر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گروه هواداران عا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 بود</w:t>
      </w:r>
      <w:r w:rsidR="00C10908">
        <w:rPr>
          <w:rtl/>
          <w:lang w:bidi="fa-IR"/>
        </w:rPr>
        <w:t xml:space="preserve">)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از طرف عثمان از صاحب منصبان بصره به شمار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آمد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او در جنگ جمل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زمام شتر عا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 را در دست داشت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آن را به پسرش سپرد و به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دان تاخت و مبارز طلب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عل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اء بن هند از سپاه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به جنگ او رفت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طولى نكش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كه به دست او كشته 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بار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 مبارز طلب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هند بن عمرو به جنگ او رفت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هند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 به دست او كشته شد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بار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 مبارز طلب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بن صوحان به جنگ او رفت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او را كشته 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سپس بازگشت </w:t>
      </w:r>
      <w:r>
        <w:rPr>
          <w:rtl/>
          <w:lang w:bidi="fa-IR"/>
        </w:rPr>
        <w:lastRenderedPageBreak/>
        <w:t>و مهار شتر عا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 را به دست گرفت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رد حالى كه عربده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رجز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خواند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بار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 مهار را رها كرد و به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دان تاخت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به گفته بعضى عمار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اسر به جنگ او رفت و او را از پاى در آورد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جمعى 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نقل كرده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هنگامى كه عمرو بن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ثربىمى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خواست به سوى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دان برود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قوم خود گفت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اى قوم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 xml:space="preserve">من چند نفر از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اران امام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را كشته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رو آنها مرا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كشند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من باكى ندارم كه بجنگم تا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فتم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ولى شما دست از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ارى عا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 برندار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كه مادر شما است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ارى او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است و رها كردن او موجب عقوق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باشد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هرگاه در دام افتادم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مرا نجات ده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قوم گفتند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در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سپاه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از 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چ كس خوفى در مورد تو جز مالك اشترن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عمرو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آرى از او ترس دارم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آنگاه به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دان تاخت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مبارزه طلب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هنگام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مالك اشتر به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دان او آمد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حالى كه 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رجز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خواند</w:t>
      </w:r>
      <w:r w:rsidR="00C10908">
        <w:rPr>
          <w:rtl/>
          <w:lang w:bidi="fa-IR"/>
        </w:rPr>
        <w:t xml:space="preserve">: </w:t>
      </w:r>
    </w:p>
    <w:tbl>
      <w:tblPr>
        <w:bidiVisual/>
        <w:tblW w:w="5000" w:type="pct"/>
        <w:tblLook w:val="01E0"/>
      </w:tblPr>
      <w:tblGrid>
        <w:gridCol w:w="3636"/>
        <w:gridCol w:w="269"/>
        <w:gridCol w:w="3682"/>
      </w:tblGrid>
      <w:tr w:rsidR="00975DC6" w:rsidTr="00975DC6">
        <w:trPr>
          <w:trHeight w:val="350"/>
        </w:trPr>
        <w:tc>
          <w:tcPr>
            <w:tcW w:w="4288" w:type="dxa"/>
            <w:shd w:val="clear" w:color="auto" w:fill="auto"/>
          </w:tcPr>
          <w:p w:rsidR="00975DC6" w:rsidRDefault="00975DC6" w:rsidP="00975DC6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انى اذا ما الحرب ابدت نابها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975DC6" w:rsidRDefault="00975DC6" w:rsidP="00975DC6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975DC6" w:rsidRDefault="00975DC6" w:rsidP="00975DC6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واغلقت یوم الوغاابوابها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5DC6" w:rsidTr="00975DC6">
        <w:trPr>
          <w:trHeight w:val="350"/>
        </w:trPr>
        <w:tc>
          <w:tcPr>
            <w:tcW w:w="4288" w:type="dxa"/>
          </w:tcPr>
          <w:p w:rsidR="00975DC6" w:rsidRDefault="00975DC6" w:rsidP="00975DC6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و مزقت من حنق اثوابها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975DC6" w:rsidRDefault="00975DC6" w:rsidP="00975DC6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975DC6" w:rsidRDefault="00975DC6" w:rsidP="00975DC6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كنا قداماها ولا اذنابها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5DC6" w:rsidTr="00975DC6">
        <w:trPr>
          <w:trHeight w:val="350"/>
        </w:trPr>
        <w:tc>
          <w:tcPr>
            <w:tcW w:w="4288" w:type="dxa"/>
          </w:tcPr>
          <w:p w:rsidR="00975DC6" w:rsidRDefault="00975DC6" w:rsidP="00975DC6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لیس العدو دوننا اصحابها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975DC6" w:rsidRDefault="00975DC6" w:rsidP="00975DC6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975DC6" w:rsidRDefault="00975DC6" w:rsidP="00975DC6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من هابها الیوم فلن اهابها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5DC6" w:rsidTr="00975DC6">
        <w:trPr>
          <w:trHeight w:val="350"/>
        </w:trPr>
        <w:tc>
          <w:tcPr>
            <w:tcW w:w="4288" w:type="dxa"/>
          </w:tcPr>
          <w:p w:rsidR="00975DC6" w:rsidRDefault="00975DC6" w:rsidP="00975DC6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لا طعنها اخشى ولا ضرابها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975DC6" w:rsidRDefault="00975DC6" w:rsidP="00975DC6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975DC6" w:rsidRDefault="00975DC6" w:rsidP="00975DC6">
            <w:pPr>
              <w:pStyle w:val="libPoem"/>
              <w:rPr>
                <w:rtl/>
              </w:rPr>
            </w:pP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من در آن هنگام كه جنگ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خود را نشان دهد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در روز درگ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درهاى خود را ببندند</w:t>
      </w:r>
      <w:r w:rsidR="00C10908">
        <w:rPr>
          <w:rtl/>
          <w:lang w:bidi="fa-IR"/>
        </w:rPr>
        <w:t xml:space="preserve">، </w:t>
      </w:r>
      <w:r w:rsidR="00FB296A">
        <w:rPr>
          <w:rtl/>
          <w:lang w:bidi="fa-IR"/>
        </w:rPr>
        <w:t>(</w:t>
      </w:r>
      <w:r>
        <w:rPr>
          <w:rtl/>
          <w:lang w:bidi="fa-IR"/>
        </w:rPr>
        <w:t>مرا در بن بست بگذارد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و از روى خشم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لباسهاى خود را پاره پاره نما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در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شاپ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جنگ خواهم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نه در دنباله آن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دشمنان در برابر ما داراى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ژگى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كسى كه امروز از جنگ ترس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فر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و به جا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ى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رسد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من نه از آس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 و زخم جنگ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ترسم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نه از ضربات پى در پى آن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سپس مالك آنچنان بر عمرو بن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ثربى حمله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به او ضربه زد كه او از پشت اسب بر زم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غلت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گردانى از دودمان ازد اطراف او را گرفتند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تا او را از معركه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رون ببرند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او كه بدن سنگ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داشت و زخمى عم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ق برداشته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نتوانست از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دان بگر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هنگام عبدالرحمن طود</w:t>
      </w:r>
      <w:r w:rsidR="00C10908">
        <w:rPr>
          <w:rtl/>
          <w:lang w:bidi="fa-IR"/>
        </w:rPr>
        <w:t xml:space="preserve"> (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سپاه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0D1F4F">
        <w:rPr>
          <w:rtl/>
          <w:lang w:bidi="fa-IR"/>
        </w:rPr>
        <w:t>)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به او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د و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 ضربت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 به او زد و بار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 به زم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افتاد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وقت تمردى از قب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له سدوس</w:t>
      </w:r>
      <w:r w:rsidR="00C10908">
        <w:rPr>
          <w:rtl/>
          <w:lang w:bidi="fa-IR"/>
        </w:rPr>
        <w:t xml:space="preserve"> </w:t>
      </w:r>
      <w:r w:rsidR="00FB296A">
        <w:rPr>
          <w:rtl/>
          <w:lang w:bidi="fa-IR"/>
        </w:rPr>
        <w:t>(</w:t>
      </w:r>
      <w:r>
        <w:rPr>
          <w:rtl/>
          <w:lang w:bidi="fa-IR"/>
        </w:rPr>
        <w:t>از سربازان سپاه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0D1F4F">
        <w:rPr>
          <w:rtl/>
          <w:lang w:bidi="fa-IR"/>
        </w:rPr>
        <w:t>)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برجه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پاى او را گرفت و كشان كشان به نزد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آورد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عمرو ناله كرد و از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التماس نمود كه مرا ببخش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را شن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ده شده كه فرموده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اى به زخم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حمله نكن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او را بخش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او به سوى قوم خود بازگشت و در بستر مرگ افتاد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بر اثر آن ضربه مالك اشتر از دن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رفت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هنگامى كه در بستر مرگ قرار گرفت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قوم او پرس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تو را چه كسى كشت</w:t>
      </w:r>
      <w:r w:rsidR="00C10908">
        <w:rPr>
          <w:rtl/>
          <w:lang w:bidi="fa-IR"/>
        </w:rPr>
        <w:t xml:space="preserve">؟ </w:t>
      </w:r>
      <w:r w:rsidR="00FB296A">
        <w:rPr>
          <w:rtl/>
          <w:lang w:bidi="fa-IR"/>
        </w:rPr>
        <w:t>(</w:t>
      </w:r>
      <w:r>
        <w:rPr>
          <w:rtl/>
          <w:lang w:bidi="fa-IR"/>
        </w:rPr>
        <w:t>خون تو بر گردن ك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10908">
        <w:rPr>
          <w:rtl/>
          <w:lang w:bidi="fa-IR"/>
        </w:rPr>
        <w:t>؟</w:t>
      </w:r>
      <w:r w:rsidR="000D1F4F">
        <w:rPr>
          <w:rtl/>
          <w:lang w:bidi="fa-IR"/>
        </w:rPr>
        <w:t>)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پاسخ داد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آنگاه كه با مالك اشتر روبرو شدم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نكه سالم و شاد بودم او را ده برابر خود نگر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هنگامى كه عبدالرحمن بن طود به من ضربه زد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نكه زخمى بودم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خود را ده </w:t>
      </w:r>
      <w:r>
        <w:rPr>
          <w:rtl/>
          <w:lang w:bidi="fa-IR"/>
        </w:rPr>
        <w:lastRenderedPageBreak/>
        <w:t xml:space="preserve">برابر او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افتم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سرانجام ضع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مردم مرا به اسارت گرفت و كشان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كشان نزد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برد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بنابرا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هماورد من مالك اشتر بود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خون من بر گردن اوست</w:t>
      </w:r>
      <w:r w:rsidR="00C10908">
        <w:rPr>
          <w:rtl/>
          <w:lang w:bidi="fa-IR"/>
        </w:rPr>
        <w:t xml:space="preserve">) 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53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دختر عمرو بن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ثربى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اشعارى در مرث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پدرش سرود و خواند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كه دو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عت از آن اشعار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بود</w:t>
      </w:r>
      <w:r w:rsidR="00C10908">
        <w:rPr>
          <w:rtl/>
          <w:lang w:bidi="fa-IR"/>
        </w:rPr>
        <w:t xml:space="preserve">: </w:t>
      </w:r>
    </w:p>
    <w:tbl>
      <w:tblPr>
        <w:bidiVisual/>
        <w:tblW w:w="5000" w:type="pct"/>
        <w:tblLook w:val="01E0"/>
      </w:tblPr>
      <w:tblGrid>
        <w:gridCol w:w="3648"/>
        <w:gridCol w:w="269"/>
        <w:gridCol w:w="3670"/>
      </w:tblGrid>
      <w:tr w:rsidR="00975DC6" w:rsidTr="00975DC6">
        <w:trPr>
          <w:trHeight w:val="350"/>
        </w:trPr>
        <w:tc>
          <w:tcPr>
            <w:tcW w:w="4288" w:type="dxa"/>
            <w:shd w:val="clear" w:color="auto" w:fill="auto"/>
          </w:tcPr>
          <w:p w:rsidR="00975DC6" w:rsidRDefault="00975DC6" w:rsidP="00975DC6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لو غیر الاشتر ناله لندبته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975DC6" w:rsidRDefault="00975DC6" w:rsidP="00975DC6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975DC6" w:rsidRDefault="00975DC6" w:rsidP="00975DC6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و بكیته مادام هضب ابان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5DC6" w:rsidTr="00975DC6">
        <w:trPr>
          <w:trHeight w:val="350"/>
        </w:trPr>
        <w:tc>
          <w:tcPr>
            <w:tcW w:w="4288" w:type="dxa"/>
          </w:tcPr>
          <w:p w:rsidR="00975DC6" w:rsidRDefault="00975DC6" w:rsidP="00975DC6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لكنه من لا یعاب بقتله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975DC6" w:rsidRDefault="00975DC6" w:rsidP="00975DC6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975DC6" w:rsidRDefault="00975DC6" w:rsidP="00975DC6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اسد الاسود و فارس الفرسان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اگر غ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از مالك 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پدرم را كشته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براى او مادام قله كوه آبان باقى است ناله و گر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كردم</w:t>
      </w:r>
      <w:r w:rsidR="00C10908">
        <w:rPr>
          <w:rtl/>
          <w:lang w:bidi="fa-IR"/>
        </w:rPr>
        <w:t xml:space="preserve">؛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54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ولى كشته شدن به دست مالك اشتر كه 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ران و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كه سوار جنگاوران سواركار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عار و ننگ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55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به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 دختر عمرو با افتخار به قاتل پدرش خوارى قتل پدر را جبران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نمود</w:t>
      </w:r>
      <w:r w:rsidR="00C10908">
        <w:rPr>
          <w:rtl/>
          <w:lang w:bidi="fa-IR"/>
        </w:rPr>
        <w:t xml:space="preserve">. </w:t>
      </w:r>
    </w:p>
    <w:p w:rsidR="00B66E7D" w:rsidRDefault="00B66E7D" w:rsidP="004D3746">
      <w:pPr>
        <w:pStyle w:val="Heading2"/>
        <w:rPr>
          <w:rtl/>
          <w:lang w:bidi="fa-IR"/>
        </w:rPr>
      </w:pPr>
      <w:bookmarkStart w:id="46" w:name="_Toc396044679"/>
      <w:r>
        <w:rPr>
          <w:rtl/>
          <w:lang w:bidi="fa-IR"/>
        </w:rPr>
        <w:t>كشته شدن چند جنگجوى دشمن به دست مالك</w:t>
      </w:r>
      <w:bookmarkEnd w:id="46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پس از كشته شدن عمرو بن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ثربى به دست مالك 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رزمجو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دشمن در اطراف 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هر سو چشم به شتر دوخته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تا به آن آس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 نرسد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براى گرفتن و نگهدارى زمام 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اجتماع و ازدحام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نمودند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رى به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دان آمد و رجز خواند</w:t>
      </w:r>
      <w:r w:rsidR="00C10908">
        <w:rPr>
          <w:rtl/>
          <w:lang w:bidi="fa-IR"/>
        </w:rPr>
        <w:t xml:space="preserve">... </w:t>
      </w:r>
      <w:r>
        <w:rPr>
          <w:rtl/>
          <w:lang w:bidi="fa-IR"/>
        </w:rPr>
        <w:t>و مبارز طلب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به سوى او پر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بر فرق سرش شمش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زد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او همانجا افتاد و كشته شد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بعد از او ابن جف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ازدى به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دان تاخت و مبارز طلب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مالك اشتر به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دان او رفت و او را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 كشت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سپس عم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غنوى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بعد از او عبداللَّه بن عتابو بعد از او جناب بن عمرو راسبى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اپى به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دان تاختند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مالك اشتر همه آنها را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پس از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گرى كشت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به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 قهرمانان دشمن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اپى با شمش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آبدار و بران مالك به هلاكت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56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2"/>
        <w:rPr>
          <w:rtl/>
          <w:lang w:bidi="fa-IR"/>
        </w:rPr>
      </w:pPr>
      <w:bookmarkStart w:id="47" w:name="_Toc396044680"/>
      <w:r>
        <w:rPr>
          <w:rtl/>
          <w:lang w:bidi="fa-IR"/>
        </w:rPr>
        <w:t>ضربه مالك بر محمد فرزند طلحه</w:t>
      </w:r>
      <w:bookmarkEnd w:id="47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آنها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محمد پسر طلحه به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آمد و زمام شتر عا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 را به دست گرفته و آن را بوس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عا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 پرس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تو ك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ستى</w:t>
      </w:r>
      <w:r w:rsidR="00C10908">
        <w:rPr>
          <w:rtl/>
          <w:lang w:bidi="fa-IR"/>
        </w:rPr>
        <w:t xml:space="preserve">؟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او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من محمد بن طلحه هستم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اى مادرم به من فرمان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دهى كه اجزا سازم</w:t>
      </w:r>
      <w:r w:rsidR="00C10908">
        <w:rPr>
          <w:rtl/>
          <w:lang w:bidi="fa-IR"/>
        </w:rPr>
        <w:t xml:space="preserve">!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عا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به تو امر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كنم كه بهتر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انسانها باشى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آنگاه محمد زمام شتر را به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گرى سپرد و به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دان تاخت و مبارز طلب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معركربن حد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سربازان سپاه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به جنگ تو رفت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به دست او كشته شد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محمد با غرور به طرف شتر بازگشت و مهار شتر را گرفت و بوس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سپس بار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 به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دان تاخت و مبارز طلب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چون 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رى كه از كم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نگاه خود رها شود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سوى او جه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طلحه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مالك اشتر به جنگ پسرش آمده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خود را سر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 نزد پسرش رسان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دستش را گرفت و به او گفت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ارجع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بنى عن هذا الاسد الضارى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پسرم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از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رى كه دنبال شكار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باز گرد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محمد به سخن پدر اعتنا نكرد و به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دان مالك اشتر رفت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وقتى كه خود را تحت 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طره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زه مالك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پا به فرار گذاشت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مالك او را دنبال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به او </w:t>
      </w:r>
      <w:r>
        <w:rPr>
          <w:rtl/>
          <w:lang w:bidi="fa-IR"/>
        </w:rPr>
        <w:lastRenderedPageBreak/>
        <w:t>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ضربه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اى بر پشت او وارد ساخت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كه او بر اثر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ضربه به صورت بر زم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افتاد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مالك به بال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او آمد تا گردنش را بزند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محمد التماس عفو كرد و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اى مالك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 xml:space="preserve">تو را به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خدا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آورم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سپس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را خواند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حام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...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از روى بزرگوارى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او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كه زخمى بود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گذشت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او را بر مركبش سوار نمود و به سوى قومش فرستاد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او بر اثر آن ضربه شد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همان روز جان داد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مالك اشتر به پا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گاه خود بازگشت و 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مورد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اشعار را خواند</w:t>
      </w:r>
      <w:r w:rsidR="00C10908">
        <w:rPr>
          <w:rtl/>
          <w:lang w:bidi="fa-IR"/>
        </w:rPr>
        <w:t xml:space="preserve">: </w:t>
      </w:r>
    </w:p>
    <w:tbl>
      <w:tblPr>
        <w:bidiVisual/>
        <w:tblW w:w="5000" w:type="pct"/>
        <w:tblLook w:val="01E0"/>
      </w:tblPr>
      <w:tblGrid>
        <w:gridCol w:w="3666"/>
        <w:gridCol w:w="269"/>
        <w:gridCol w:w="3652"/>
      </w:tblGrid>
      <w:tr w:rsidR="00975DC6" w:rsidTr="00975DC6">
        <w:trPr>
          <w:trHeight w:val="350"/>
        </w:trPr>
        <w:tc>
          <w:tcPr>
            <w:tcW w:w="4288" w:type="dxa"/>
            <w:shd w:val="clear" w:color="auto" w:fill="auto"/>
          </w:tcPr>
          <w:p w:rsidR="00975DC6" w:rsidRDefault="00975DC6" w:rsidP="00975DC6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یذكرنى حامیم و الرمح شاجر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975DC6" w:rsidRDefault="00975DC6" w:rsidP="00975DC6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975DC6" w:rsidRDefault="00975DC6" w:rsidP="00975DC6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فهلا تلا حامیم قبل التقدم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5DC6" w:rsidTr="00975DC6">
        <w:trPr>
          <w:trHeight w:val="350"/>
        </w:trPr>
        <w:tc>
          <w:tcPr>
            <w:tcW w:w="4288" w:type="dxa"/>
          </w:tcPr>
          <w:p w:rsidR="00975DC6" w:rsidRDefault="00975DC6" w:rsidP="00975DC6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هتكت له بالرمح جیب قمیصه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975DC6" w:rsidRDefault="00975DC6" w:rsidP="00975DC6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975DC6" w:rsidRDefault="00975DC6" w:rsidP="00975DC6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فخر صریعا للیدین و للفم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5DC6" w:rsidTr="00975DC6">
        <w:trPr>
          <w:trHeight w:val="350"/>
        </w:trPr>
        <w:tc>
          <w:tcPr>
            <w:tcW w:w="4288" w:type="dxa"/>
          </w:tcPr>
          <w:p w:rsidR="00975DC6" w:rsidRDefault="00975DC6" w:rsidP="00975DC6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على غیر شى ء غیر ان لیس تابعا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975DC6" w:rsidRDefault="00975DC6" w:rsidP="00975DC6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975DC6" w:rsidRDefault="00975DC6" w:rsidP="00975DC6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علیا و من لا یتبع الحق یندم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او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محمد بن طلحه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 xml:space="preserve">مرا به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خدا انداخت در آن وقت كه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زه با او به ست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 برخاسته بود</w:t>
      </w:r>
      <w:r w:rsidR="00C10908">
        <w:rPr>
          <w:rtl/>
          <w:lang w:bidi="fa-IR"/>
        </w:rPr>
        <w:t>، (</w:t>
      </w:r>
      <w:r>
        <w:rPr>
          <w:rtl/>
          <w:lang w:bidi="fa-IR"/>
        </w:rPr>
        <w:t>و او را كوفته بود</w:t>
      </w:r>
      <w:r w:rsidR="00C10908">
        <w:rPr>
          <w:rtl/>
          <w:lang w:bidi="fa-IR"/>
        </w:rPr>
        <w:t xml:space="preserve">)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چرا او قبل از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شدستى به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دان آ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حام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را تلاوت نكرد</w:t>
      </w:r>
      <w:r w:rsidR="00C10908">
        <w:rPr>
          <w:rtl/>
          <w:lang w:bidi="fa-IR"/>
        </w:rPr>
        <w:t xml:space="preserve">؟ </w:t>
      </w:r>
      <w:r>
        <w:rPr>
          <w:rtl/>
          <w:lang w:bidi="fa-IR"/>
        </w:rPr>
        <w:t>با ضربه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گر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بان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راهنش را پاره كردم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از جانب صورت و دستها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نقش بر زم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شد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ضربه به خاطر آن بود كه او در راه امام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گام بر نداشت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كسى از حق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روى نكرد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پش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مان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57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سپس به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دان تاخت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در حالى كه در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دان جولان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داد 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رجز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خواند</w:t>
      </w:r>
      <w:r w:rsidR="00C10908">
        <w:rPr>
          <w:rtl/>
          <w:lang w:bidi="fa-IR"/>
        </w:rPr>
        <w:t xml:space="preserve">: </w:t>
      </w:r>
    </w:p>
    <w:tbl>
      <w:tblPr>
        <w:bidiVisual/>
        <w:tblW w:w="5000" w:type="pct"/>
        <w:tblLook w:val="01E0"/>
      </w:tblPr>
      <w:tblGrid>
        <w:gridCol w:w="3666"/>
        <w:gridCol w:w="270"/>
        <w:gridCol w:w="3651"/>
      </w:tblGrid>
      <w:tr w:rsidR="00975DC6" w:rsidTr="00975DC6">
        <w:trPr>
          <w:trHeight w:val="350"/>
        </w:trPr>
        <w:tc>
          <w:tcPr>
            <w:tcW w:w="4288" w:type="dxa"/>
            <w:shd w:val="clear" w:color="auto" w:fill="auto"/>
          </w:tcPr>
          <w:p w:rsidR="00975DC6" w:rsidRDefault="00975DC6" w:rsidP="00975DC6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هذا على فى الد جى مصباح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975DC6" w:rsidRDefault="00975DC6" w:rsidP="00975DC6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975DC6" w:rsidRDefault="00975DC6" w:rsidP="00975DC6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نحن بذا فى فضله فصاح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است كه چراغ تابان تار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ما در پرتو نور و مقام او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سخنور توانا هست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58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2"/>
        <w:rPr>
          <w:rtl/>
          <w:lang w:bidi="fa-IR"/>
        </w:rPr>
      </w:pPr>
      <w:bookmarkStart w:id="48" w:name="_Toc396044681"/>
      <w:r>
        <w:rPr>
          <w:rtl/>
          <w:lang w:bidi="fa-IR"/>
        </w:rPr>
        <w:lastRenderedPageBreak/>
        <w:t>هلاك كعب بن سور قاضى بصره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دست مالك</w:t>
      </w:r>
      <w:bookmarkEnd w:id="48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كعب بن سوره در مد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عمر بن خطاب در عصر خلافش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او را در ماجرا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هوش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ار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وقتى در بصره تقاضاى قاضى كردند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عمر او را قاضى بصره كرد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او بعد از عمر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زمان عثمان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 قاضى بصره بود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احتمالا حدود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 سال قبل سابقه قضاوت داشت</w:t>
      </w:r>
      <w:r w:rsidR="00C10908">
        <w:rPr>
          <w:rtl/>
          <w:lang w:bidi="fa-IR"/>
        </w:rPr>
        <w:t>.</w:t>
      </w:r>
      <w:r w:rsidR="000D1F4F">
        <w:rPr>
          <w:rtl/>
          <w:lang w:bidi="fa-IR"/>
        </w:rPr>
        <w:t>)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شخص در ماجراى تصرف بصره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آشوبگران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وست و فتوا داد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عا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 مادر شما مردم است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از او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روى 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عالم رسوا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جنگ جمل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قرآنى را به گردنش آو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زان كرده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مردم را بر ضد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تحر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نمود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سه نفر</w:t>
      </w:r>
      <w:r w:rsidR="00C10908">
        <w:rPr>
          <w:rtl/>
          <w:lang w:bidi="fa-IR"/>
        </w:rPr>
        <w:t xml:space="preserve"> (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چهار نفر از برادرانش كه گول او را خورده بودند</w:t>
      </w:r>
      <w:r w:rsidR="00C10908">
        <w:rPr>
          <w:rtl/>
          <w:lang w:bidi="fa-IR"/>
        </w:rPr>
        <w:t>،</w:t>
      </w:r>
      <w:r w:rsidR="000D1F4F">
        <w:rPr>
          <w:rtl/>
          <w:lang w:bidi="fa-IR"/>
        </w:rPr>
        <w:t>)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كشته شدند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او در جنگ جمل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دان تاخت و 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رجز خواند</w:t>
      </w:r>
      <w:r w:rsidR="00C10908">
        <w:rPr>
          <w:rtl/>
          <w:lang w:bidi="fa-IR"/>
        </w:rPr>
        <w:t xml:space="preserve">: </w:t>
      </w:r>
    </w:p>
    <w:tbl>
      <w:tblPr>
        <w:bidiVisual/>
        <w:tblW w:w="5000" w:type="pct"/>
        <w:tblLook w:val="01E0"/>
      </w:tblPr>
      <w:tblGrid>
        <w:gridCol w:w="3650"/>
        <w:gridCol w:w="269"/>
        <w:gridCol w:w="3668"/>
      </w:tblGrid>
      <w:tr w:rsidR="00975DC6" w:rsidTr="00975DC6">
        <w:trPr>
          <w:trHeight w:val="350"/>
        </w:trPr>
        <w:tc>
          <w:tcPr>
            <w:tcW w:w="4288" w:type="dxa"/>
            <w:shd w:val="clear" w:color="auto" w:fill="auto"/>
          </w:tcPr>
          <w:p w:rsidR="00975DC6" w:rsidRDefault="00975DC6" w:rsidP="00975DC6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یا معشر الناس علیكم امكم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975DC6" w:rsidRDefault="00975DC6" w:rsidP="00975DC6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975DC6" w:rsidRDefault="00975DC6" w:rsidP="00975DC6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فانها صلاتكم و صومكم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75DC6" w:rsidTr="00975DC6">
        <w:trPr>
          <w:trHeight w:val="350"/>
        </w:trPr>
        <w:tc>
          <w:tcPr>
            <w:tcW w:w="4288" w:type="dxa"/>
          </w:tcPr>
          <w:p w:rsidR="00975DC6" w:rsidRDefault="00975DC6" w:rsidP="00975DC6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و الحرمه العظمى التى تعمكم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975DC6" w:rsidRDefault="00975DC6" w:rsidP="00975DC6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975DC6" w:rsidRDefault="00975DC6" w:rsidP="00975DC6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لا تفضحوا الیوم فداكم قومكم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اى گروه مردم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بر شما باد حما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از مادرتان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عا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كه او نماز و روزه شما است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و مقام محترم عظ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مى است كه در راس همه شما است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به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آنكه امروز رسوا نگرد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قوم شما فداى شما باد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چون 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به دنبال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شكار احمق رفت و او را به هلاكت رسان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بعد از جنگ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هنگامى كه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در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جنازه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 عبور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كرد چشمش به جنازه كعب بن سور افتاد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شخص بود كه بر ضد ما به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دان آمد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در گردنش قرآن را آو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زان كرده بود و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پنداشت مردم را به دستورات دعوت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كه به محتواى قرآن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ناآگاه بود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او بر اثر سركشى و لجاجت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چاره و بدبخت 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او دعا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كرد كه خدا مرا بكشد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خدا او را كشت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سپس حضرت دستور داد او را نشاندند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به او خطاب كرد و فرمود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اى كعب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 xml:space="preserve">من وعده خدا را حق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افتم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ا تو آنچه را پروردگارت به تو وعده داده بود حق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افتى</w:t>
      </w:r>
      <w:r w:rsidR="00C10908">
        <w:rPr>
          <w:rtl/>
          <w:lang w:bidi="fa-IR"/>
        </w:rPr>
        <w:t xml:space="preserve">؟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59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2"/>
        <w:rPr>
          <w:rtl/>
          <w:lang w:bidi="fa-IR"/>
        </w:rPr>
      </w:pPr>
      <w:bookmarkStart w:id="49" w:name="_Toc396044682"/>
      <w:r>
        <w:rPr>
          <w:rtl/>
          <w:lang w:bidi="fa-IR"/>
        </w:rPr>
        <w:t>حمله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هاى قهرمانانه مالك همراه عمار بر شتر عا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</w:t>
      </w:r>
      <w:bookmarkEnd w:id="49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هنگامى كه در اواخر جنگ جمل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نشانه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هاى شكست دشمن آشكار 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ارى از آنها در اطراف شتر عا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 كشته شدند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هنوز شتر زنده بود و عا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 در درون هودج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طرفدارانش را به صبر و مقاومت دعوت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كرد و عده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اى در اطراف 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او حما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كردند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هنگام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دو سر لشگر سپاه خودت عمار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اسر و مالك اشتر را طلب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به آنها فرمود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برو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شترها را هلاك 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را تا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شتر زنده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آتش جنگ خاموش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خاطر آن كه دشمنان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آن را قبله خود قرار داده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عمار و مالك اشتر با دو نفر از جوان از طا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فه مراد به سوى به سوى شتر حمله كردند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حمله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 و ضربات آنها موجب شد كه شتر به زم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افتاد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حالى كه زوزه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هنگام سربازان دشمن كه در اطراف شتر بودند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فرار كردند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دستور داد هودج را از شتر جدا كردند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به محمدبن ابوبكر فرمود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عهد درا سرپرستى خواهرت باش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محمد او را به خانه عبداللَّه بن خلف خزاعى برد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60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2"/>
        <w:rPr>
          <w:rtl/>
          <w:lang w:bidi="fa-IR"/>
        </w:rPr>
      </w:pPr>
      <w:bookmarkStart w:id="50" w:name="_Toc396044683"/>
      <w:r>
        <w:rPr>
          <w:rtl/>
          <w:lang w:bidi="fa-IR"/>
        </w:rPr>
        <w:lastRenderedPageBreak/>
        <w:t>نجات عبداللَّه بن زب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از دست مالك اشتر</w:t>
      </w:r>
      <w:bookmarkEnd w:id="50"/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عبداللَّه بن زب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10908">
        <w:rPr>
          <w:rtl/>
          <w:lang w:bidi="fa-IR"/>
        </w:rPr>
        <w:t xml:space="preserve"> </w:t>
      </w:r>
      <w:r w:rsidR="00FB296A">
        <w:rPr>
          <w:rtl/>
          <w:lang w:bidi="fa-IR"/>
        </w:rPr>
        <w:t>(</w:t>
      </w:r>
      <w:r>
        <w:rPr>
          <w:rtl/>
          <w:lang w:bidi="fa-IR"/>
        </w:rPr>
        <w:t>خواهرزاده عا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 كه مادرش اسماء نام داشت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از شجاعان لشگر عا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 بود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در سوم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روز جنگ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نخست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كسى كه به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دان تاخت و مبارز طلب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عبداللَّه بن زب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بود مالك اشتر به سوى او شتافت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عا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 پرس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چه كسى به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دان عبداللَّه خواهر زاده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ام آمده</w:t>
      </w:r>
      <w:r w:rsidR="00C10908">
        <w:rPr>
          <w:rtl/>
          <w:lang w:bidi="fa-IR"/>
        </w:rPr>
        <w:t xml:space="preserve">؟ </w:t>
      </w:r>
      <w:r>
        <w:rPr>
          <w:rtl/>
          <w:lang w:bidi="fa-IR"/>
        </w:rPr>
        <w:t>گفتند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مالك اشتر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عا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 گفت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واثكل اسماء</w:t>
      </w:r>
      <w:r w:rsidR="00C10908">
        <w:rPr>
          <w:rtl/>
          <w:lang w:bidi="fa-IR"/>
        </w:rPr>
        <w:t xml:space="preserve">!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واى بر خواهرم اسما مادر عبداللَّه</w:t>
      </w:r>
      <w:r w:rsidR="00C10908">
        <w:rPr>
          <w:rtl/>
          <w:lang w:bidi="fa-IR"/>
        </w:rPr>
        <w:t>! (</w:t>
      </w:r>
      <w:r>
        <w:rPr>
          <w:rtl/>
          <w:lang w:bidi="fa-IR"/>
        </w:rPr>
        <w:t>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چاره اسماء كه بى فرزند شد</w:t>
      </w:r>
      <w:r w:rsidR="00C10908">
        <w:rPr>
          <w:rtl/>
          <w:lang w:bidi="fa-IR"/>
        </w:rPr>
        <w:t>!</w:t>
      </w:r>
      <w:r w:rsidR="000D1F4F">
        <w:rPr>
          <w:rtl/>
          <w:lang w:bidi="fa-IR"/>
        </w:rPr>
        <w:t>)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61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و عبداللَّه به همد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 حمله كردند و همد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 را مجروح نمودند و سپس گلاو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 شدند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مالك عبداللَّه را بر زم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كوب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بر 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اش نشست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دو گروه به جنب وجودش افتادند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سپاه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خواست مالك را كمك كند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سپاه جمل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خواست عبداللَّه را نجات دهد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سه روز بعد مالك اشتر غذا نخورده بود و عادت او در جنگ 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بود كه غذا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خورد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از سوى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 مالك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رى بود كه با جوانى شجاع گلاو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 شده بود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عبداللَّه</w:t>
      </w:r>
      <w:r w:rsidR="00C10908">
        <w:rPr>
          <w:rtl/>
          <w:lang w:bidi="fa-IR"/>
        </w:rPr>
        <w:t xml:space="preserve"> </w:t>
      </w:r>
      <w:r w:rsidR="00FB296A">
        <w:rPr>
          <w:rtl/>
          <w:lang w:bidi="fa-IR"/>
        </w:rPr>
        <w:t>(</w:t>
      </w:r>
      <w:r>
        <w:rPr>
          <w:rtl/>
          <w:lang w:bidi="fa-IR"/>
        </w:rPr>
        <w:t>كه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از چنگ مالك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توان رها شد</w:t>
      </w:r>
      <w:r w:rsidR="00C10908">
        <w:rPr>
          <w:rtl/>
          <w:lang w:bidi="fa-IR"/>
        </w:rPr>
        <w:t>.</w:t>
      </w:r>
      <w:r w:rsidR="000D1F4F">
        <w:rPr>
          <w:rtl/>
          <w:lang w:bidi="fa-IR"/>
        </w:rPr>
        <w:t>)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فر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زد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اقتلونى و مالكا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من و مالك را با هم بكش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سرانجام عبداللَّه در حالى كه سخت زخمى شده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چنگ مالك گر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خت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62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بعدها عبداللَّه بن زب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نقل كرد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من با مالك اشتر در جنگ جمل درگ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شدم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هنوز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 ضربه به او نزده بودم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او شش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هفت ضربه به من زد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سپس پاى مرا گرفت و مرا در گودال انداخت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زه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بن 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در حمام با عبداللَّه بن زب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ملاقات كردم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در ناح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سرش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جاى گودى ضربتى را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كه اگر 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 روغن را در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آن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نهادم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آن قرار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او به من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دانى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ضربت را چه كسى به من زد</w:t>
      </w:r>
      <w:r w:rsidR="00C10908">
        <w:rPr>
          <w:rtl/>
          <w:lang w:bidi="fa-IR"/>
        </w:rPr>
        <w:t xml:space="preserve">؟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گفتم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نه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پسر عمو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مالك 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ضربت را</w:t>
      </w:r>
      <w:r w:rsidR="00C10908">
        <w:rPr>
          <w:rtl/>
          <w:lang w:bidi="fa-IR"/>
        </w:rPr>
        <w:t xml:space="preserve"> </w:t>
      </w:r>
      <w:r w:rsidR="00FB296A">
        <w:rPr>
          <w:rtl/>
          <w:lang w:bidi="fa-IR"/>
        </w:rPr>
        <w:t>(</w:t>
      </w:r>
      <w:r>
        <w:rPr>
          <w:rtl/>
          <w:lang w:bidi="fa-IR"/>
        </w:rPr>
        <w:t>در جنگ جمل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بر من وارد ساخت</w:t>
      </w:r>
      <w:r w:rsidR="00C10908">
        <w:rPr>
          <w:rtl/>
          <w:lang w:bidi="fa-IR"/>
        </w:rPr>
        <w:t xml:space="preserve">. </w:t>
      </w:r>
    </w:p>
    <w:p w:rsidR="00B66E7D" w:rsidRDefault="00B66E7D" w:rsidP="004D3746">
      <w:pPr>
        <w:pStyle w:val="Heading2"/>
        <w:rPr>
          <w:rtl/>
          <w:lang w:bidi="fa-IR"/>
        </w:rPr>
      </w:pPr>
      <w:bookmarkStart w:id="51" w:name="_Toc396044684"/>
      <w:r>
        <w:rPr>
          <w:rtl/>
          <w:lang w:bidi="fa-IR"/>
        </w:rPr>
        <w:t>پاسخ كوبنده مالك به اعتراض عا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</w:t>
      </w:r>
      <w:r w:rsidR="00C10908">
        <w:rPr>
          <w:rtl/>
          <w:lang w:bidi="fa-IR"/>
        </w:rPr>
        <w:t>!</w:t>
      </w:r>
      <w:bookmarkEnd w:id="51"/>
      <w:r w:rsidR="00C10908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روا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شده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پس از پا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جنگ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عمار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اسر و مالك اشتر به دستور 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نزد عا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 آمدند تا او را روانه مد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 كنند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عا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 به عمار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همراه تو ك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10908">
        <w:rPr>
          <w:rtl/>
          <w:lang w:bidi="fa-IR"/>
        </w:rPr>
        <w:t xml:space="preserve">؟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عمار جواب داد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مالك اشتر است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عا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اى مالك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آ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تو خواهر زاده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ام عبداللَّه را بر زم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زدى</w:t>
      </w:r>
      <w:r w:rsidR="00C10908">
        <w:rPr>
          <w:rtl/>
          <w:lang w:bidi="fa-IR"/>
        </w:rPr>
        <w:t xml:space="preserve">؟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جواب داد آرى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اگر گرسنگى سه روز من نبود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امت محمد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را از دست او را راحت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كردم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عا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ختن خون مسلمان جا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مگر در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سه مورد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1- كفر بعد از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مان 2- زناى محصنه</w:t>
      </w:r>
      <w:r w:rsidR="00C10908">
        <w:rPr>
          <w:rtl/>
          <w:lang w:bidi="fa-IR"/>
        </w:rPr>
        <w:t xml:space="preserve"> </w:t>
      </w:r>
      <w:r w:rsidR="00FB296A">
        <w:rPr>
          <w:rtl/>
          <w:lang w:bidi="fa-IR"/>
        </w:rPr>
        <w:t>(</w:t>
      </w:r>
      <w:r>
        <w:rPr>
          <w:rtl/>
          <w:lang w:bidi="fa-IR"/>
        </w:rPr>
        <w:t>زناى كسى كه همسر دارد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3- قتل بدون مجوز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تو به خاطر كدام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 از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سه مورد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خواستى او را بكشى</w:t>
      </w:r>
      <w:r w:rsidR="00C10908">
        <w:rPr>
          <w:rtl/>
          <w:lang w:bidi="fa-IR"/>
        </w:rPr>
        <w:t xml:space="preserve">؟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جواب داد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من به خاطر بعضى از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سه مورد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كفر بعد از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مان و قتل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با او جنگ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سوگند به خدا قبل از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واقعه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شمش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رم در او كارگر نشد و به من خ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شمش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همدم نشوم</w:t>
      </w:r>
      <w:r w:rsidR="00C10908">
        <w:rPr>
          <w:rtl/>
          <w:lang w:bidi="fa-IR"/>
        </w:rPr>
        <w:t xml:space="preserve">!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ماجرا پر حادثه را با اشعار ناب خود 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تب</w:t>
      </w:r>
      <w:r w:rsidR="000D0DD5">
        <w:rPr>
          <w:rtl/>
          <w:lang w:bidi="fa-IR"/>
        </w:rPr>
        <w:t>یی</w:t>
      </w:r>
      <w:r>
        <w:rPr>
          <w:rtl/>
          <w:lang w:bidi="fa-IR"/>
        </w:rPr>
        <w:t>ن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C10908">
        <w:rPr>
          <w:rtl/>
          <w:lang w:bidi="fa-IR"/>
        </w:rPr>
        <w:t xml:space="preserve">: </w:t>
      </w:r>
    </w:p>
    <w:tbl>
      <w:tblPr>
        <w:bidiVisual/>
        <w:tblW w:w="5000" w:type="pct"/>
        <w:tblLook w:val="01E0"/>
      </w:tblPr>
      <w:tblGrid>
        <w:gridCol w:w="3658"/>
        <w:gridCol w:w="269"/>
        <w:gridCol w:w="3660"/>
      </w:tblGrid>
      <w:tr w:rsidR="004F77FD" w:rsidTr="009B68AC">
        <w:trPr>
          <w:trHeight w:val="350"/>
        </w:trPr>
        <w:tc>
          <w:tcPr>
            <w:tcW w:w="4288" w:type="dxa"/>
            <w:shd w:val="clear" w:color="auto" w:fill="auto"/>
          </w:tcPr>
          <w:p w:rsidR="004F77FD" w:rsidRDefault="004F77FD" w:rsidP="009B68AC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lastRenderedPageBreak/>
              <w:t>اعاتش لولا كنت طاویا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4F77FD" w:rsidRDefault="004F77FD" w:rsidP="009B68AC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4F77FD" w:rsidRDefault="004F77FD" w:rsidP="009B68AC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ثلاثا لا لغیت ابن اختك هالكا!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77FD" w:rsidTr="009B68AC">
        <w:trPr>
          <w:trHeight w:val="350"/>
        </w:trPr>
        <w:tc>
          <w:tcPr>
            <w:tcW w:w="4288" w:type="dxa"/>
          </w:tcPr>
          <w:p w:rsidR="004F77FD" w:rsidRDefault="004F77FD" w:rsidP="009B68AC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غذاه ینادى و الرجال تحوزه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F77FD" w:rsidRDefault="004F77FD" w:rsidP="009B68AC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F77FD" w:rsidRDefault="004F77FD" w:rsidP="009B68AC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باضعف صوت: اقتلونى و مالكا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77FD" w:rsidTr="009B68AC">
        <w:trPr>
          <w:trHeight w:val="350"/>
        </w:trPr>
        <w:tc>
          <w:tcPr>
            <w:tcW w:w="4288" w:type="dxa"/>
          </w:tcPr>
          <w:p w:rsidR="004F77FD" w:rsidRDefault="004F77FD" w:rsidP="009B68AC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فنجاه منى شبعه و شبابه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F77FD" w:rsidRDefault="004F77FD" w:rsidP="009B68AC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F77FD" w:rsidRDefault="004F77FD" w:rsidP="009B68AC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وانى شیخ لم اكن متماسكا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77FD" w:rsidTr="009B68AC">
        <w:trPr>
          <w:trHeight w:val="350"/>
        </w:trPr>
        <w:tc>
          <w:tcPr>
            <w:tcW w:w="4288" w:type="dxa"/>
          </w:tcPr>
          <w:p w:rsidR="004F77FD" w:rsidRDefault="004F77FD" w:rsidP="009B68AC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وقالت على اى الخصال صدعته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F77FD" w:rsidRDefault="004F77FD" w:rsidP="009B68AC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F77FD" w:rsidRDefault="004F77FD" w:rsidP="009B68AC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بقتل اتى ام رده لا ابالكا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77FD" w:rsidTr="009B68AC">
        <w:trPr>
          <w:trHeight w:val="350"/>
        </w:trPr>
        <w:tc>
          <w:tcPr>
            <w:tcW w:w="4288" w:type="dxa"/>
          </w:tcPr>
          <w:p w:rsidR="004F77FD" w:rsidRDefault="004F77FD" w:rsidP="009B68AC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ام المحصن الزانى الذى حل قتله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F77FD" w:rsidRDefault="004F77FD" w:rsidP="009B68AC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F77FD" w:rsidRDefault="004F77FD" w:rsidP="009B68AC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فقلت لها لابد من بعض ذالكا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اى عا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اگر گرسنگى سه روز من نبود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پسر خواهرت را را هلاك شده مى</w:t>
      </w:r>
      <w:r w:rsidR="00F472FF">
        <w:rPr>
          <w:rtl/>
          <w:lang w:bidi="fa-IR"/>
        </w:rPr>
        <w:t xml:space="preserve">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افتى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آن روز صبح كه مردها او را احاطه كرده بودند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 صداى ناتوان فر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زند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من و مالك را با هم بكش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رى و جوانى او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او را از دست من نجات داد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 توجه به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كه من در سنى از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رى او هستم كه</w:t>
      </w:r>
      <w:r w:rsidR="00C10908">
        <w:rPr>
          <w:rtl/>
          <w:lang w:bidi="fa-IR"/>
        </w:rPr>
        <w:t xml:space="preserve"> </w:t>
      </w:r>
      <w:r w:rsidR="00FB296A">
        <w:rPr>
          <w:rtl/>
          <w:lang w:bidi="fa-IR"/>
        </w:rPr>
        <w:t>(</w:t>
      </w:r>
      <w:r>
        <w:rPr>
          <w:rtl/>
          <w:lang w:bidi="fa-IR"/>
        </w:rPr>
        <w:t>بر اثر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توانم خود را نگهدارم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عا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 گفت اى پدر مرده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به خاطر كدام گناه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او عبداللَّه را بر زم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افكندى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او كسى را كشته بود</w:t>
      </w:r>
      <w:r w:rsidR="00C10908">
        <w:rPr>
          <w:rtl/>
          <w:lang w:bidi="fa-IR"/>
        </w:rPr>
        <w:t xml:space="preserve">،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مرتد شده بود</w:t>
      </w:r>
      <w:r w:rsidR="00C10908">
        <w:rPr>
          <w:rtl/>
          <w:lang w:bidi="fa-IR"/>
        </w:rPr>
        <w:t xml:space="preserve">؟ </w:t>
      </w:r>
    </w:p>
    <w:p w:rsidR="00B66E7D" w:rsidRDefault="000D0DD5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B66E7D">
        <w:rPr>
          <w:rtl/>
          <w:lang w:bidi="fa-IR"/>
        </w:rPr>
        <w:t>ا زناى محصنه انجام داده بود</w:t>
      </w:r>
      <w:r w:rsidR="00C10908">
        <w:rPr>
          <w:rtl/>
          <w:lang w:bidi="fa-IR"/>
        </w:rPr>
        <w:t xml:space="preserve">؟ </w:t>
      </w:r>
      <w:r w:rsidR="00B66E7D">
        <w:rPr>
          <w:rtl/>
          <w:lang w:bidi="fa-IR"/>
        </w:rPr>
        <w:t>تا كشتن او روا باشد</w:t>
      </w:r>
      <w:r w:rsidR="00C10908">
        <w:rPr>
          <w:rtl/>
          <w:lang w:bidi="fa-IR"/>
        </w:rPr>
        <w:t xml:space="preserve">. </w:t>
      </w:r>
      <w:r w:rsidR="00B66E7D">
        <w:rPr>
          <w:rtl/>
          <w:lang w:bidi="fa-IR"/>
        </w:rPr>
        <w:t>در پاسخ او گفتم</w:t>
      </w:r>
      <w:r w:rsidR="00C10908">
        <w:rPr>
          <w:rtl/>
          <w:lang w:bidi="fa-IR"/>
        </w:rPr>
        <w:t xml:space="preserve">: </w:t>
      </w:r>
      <w:r w:rsidR="00B66E7D">
        <w:rPr>
          <w:rtl/>
          <w:lang w:bidi="fa-IR"/>
        </w:rPr>
        <w:t>به خاطر بعضى از ا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ن امور</w:t>
      </w:r>
      <w:r w:rsidR="00C10908">
        <w:rPr>
          <w:rtl/>
          <w:lang w:bidi="fa-IR"/>
        </w:rPr>
        <w:t xml:space="preserve"> (</w:t>
      </w:r>
      <w:r w:rsidR="00B66E7D">
        <w:rPr>
          <w:rtl/>
          <w:lang w:bidi="fa-IR"/>
        </w:rPr>
        <w:t>ارتداد و كفر بعد از ا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مان</w:t>
      </w:r>
      <w:r w:rsidR="00C10908">
        <w:rPr>
          <w:rtl/>
          <w:lang w:bidi="fa-IR"/>
        </w:rPr>
        <w:t xml:space="preserve">) </w:t>
      </w:r>
      <w:r w:rsidR="00B66E7D">
        <w:rPr>
          <w:rtl/>
          <w:lang w:bidi="fa-IR"/>
        </w:rPr>
        <w:t>با او جنگ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دم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="00B66E7D" w:rsidRPr="00D61E4E">
        <w:rPr>
          <w:rStyle w:val="libFootnotenumChar"/>
          <w:rtl/>
          <w:lang w:bidi="fa-IR"/>
        </w:rPr>
        <w:t>63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2"/>
        <w:rPr>
          <w:rtl/>
          <w:lang w:bidi="fa-IR"/>
        </w:rPr>
      </w:pPr>
      <w:bookmarkStart w:id="52" w:name="_Toc396044685"/>
      <w:r>
        <w:rPr>
          <w:rtl/>
          <w:lang w:bidi="fa-IR"/>
        </w:rPr>
        <w:t>محاصره حران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نبرد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اپى مالك در موصل</w:t>
      </w:r>
      <w:bookmarkEnd w:id="52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پس از پا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جنگ جمل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مالك اشتر همراه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چند روز در بصره ماندند و سپس با هم به كوفه آمدند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آنجا 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مالك اشتر را به سوى شهرها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ى كه از جانب حكومت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آس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پذ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فرستاد تا از نزد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 در مورد كنترل و نگهبانى آنها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نظارت كند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مانند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موصل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نص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دارا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سنجار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عانات و قسمتها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ى از جز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ره و</w:t>
      </w:r>
      <w:r w:rsidR="00C10908">
        <w:rPr>
          <w:rtl/>
          <w:lang w:bidi="fa-IR"/>
        </w:rPr>
        <w:t xml:space="preserve">...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قبلا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شهرهاى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رقه رها و قرق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سا را تصرف كرده بود و ضحاك بن 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 فهرى را فرمانرواى آن شهرها نموده بود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هنگامى كه ضحاك از حركت مالك اشتر با سپاهش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باخبر 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شد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 ترس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براى مردم رقه</w:t>
      </w:r>
      <w:r w:rsidR="00C10908">
        <w:rPr>
          <w:rtl/>
          <w:lang w:bidi="fa-IR"/>
        </w:rPr>
        <w:t xml:space="preserve"> </w:t>
      </w:r>
      <w:r w:rsidR="00FB296A">
        <w:rPr>
          <w:rtl/>
          <w:lang w:bidi="fa-IR"/>
        </w:rPr>
        <w:t>(</w:t>
      </w:r>
      <w:r>
        <w:rPr>
          <w:rtl/>
          <w:lang w:bidi="fa-IR"/>
        </w:rPr>
        <w:t>كه اكثر مردم آن طرفدار عثمان بودند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 داد و از آنها كمك خواست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آنها سپاه مجهزى به فرماندهى سماك به سوى مرج مر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نا</w:t>
      </w:r>
      <w:r w:rsidR="00C10908">
        <w:rPr>
          <w:rtl/>
          <w:lang w:bidi="fa-IR"/>
        </w:rPr>
        <w:t>، (</w:t>
      </w:r>
      <w:r>
        <w:rPr>
          <w:rtl/>
          <w:lang w:bidi="fa-IR"/>
        </w:rPr>
        <w:t>كه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حران و رقه قرار داشت</w:t>
      </w:r>
      <w:r w:rsidR="000D1F4F">
        <w:rPr>
          <w:rtl/>
          <w:lang w:bidi="fa-IR"/>
        </w:rPr>
        <w:t>)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حركت كردند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در آنجا آماده مقابله با سپاه مالك اشتر شدند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طولى نكش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كه سپاه مالك اشتر فرا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در همانجا جنگ شد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دى در گرفت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هنگامى كه شب 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ضحاك</w:t>
      </w:r>
      <w:r w:rsidR="00C10908">
        <w:rPr>
          <w:rtl/>
          <w:lang w:bidi="fa-IR"/>
        </w:rPr>
        <w:t xml:space="preserve"> </w:t>
      </w:r>
      <w:r w:rsidR="00FB296A">
        <w:rPr>
          <w:rtl/>
          <w:lang w:bidi="fa-IR"/>
        </w:rPr>
        <w:t>(</w:t>
      </w:r>
      <w:r>
        <w:rPr>
          <w:rtl/>
          <w:lang w:bidi="fa-IR"/>
        </w:rPr>
        <w:t>كه توان مقابله نداشت</w:t>
      </w:r>
      <w:r w:rsidR="000D1F4F">
        <w:rPr>
          <w:rtl/>
          <w:lang w:bidi="fa-IR"/>
        </w:rPr>
        <w:t>)</w:t>
      </w:r>
      <w:r w:rsidR="00C10908">
        <w:rPr>
          <w:rtl/>
          <w:lang w:bidi="fa-IR"/>
        </w:rPr>
        <w:t xml:space="preserve"> ، </w:t>
      </w:r>
      <w:r>
        <w:rPr>
          <w:rtl/>
          <w:lang w:bidi="fa-IR"/>
        </w:rPr>
        <w:t>از تار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شب استفاده كرده و همراه سپاهش به شهر حران گر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خت و در آنجا در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قلعه حران متحصن شدند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صبح آن شب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وقتى كه مالك اشتر 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 سپاه خود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سپاه ضحاك را تعق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 نمود تا به شهر حران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آن شهر را در محاصره را تنگ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تر نمود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تا بر دشمن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روز گرد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از ماجرا آگاه شد و سپاه عظ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مى را به فرماندهى عبدالرحمن بن خالد براى پشت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بانى از ضحاك فرستاد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از آنجا حركت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از دو شهر رقهو قرق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كمك خواست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آنها كمك نكردند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سرانجام با سپاه خود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شهر موصل وارد گرد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در آنجا مدتى با سپاه ضحاك به جنگ پرداخت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ضربات سنگ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نى بر سپاه ضحاك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وارد ساخت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64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2"/>
        <w:rPr>
          <w:rtl/>
          <w:lang w:bidi="fa-IR"/>
        </w:rPr>
      </w:pPr>
      <w:bookmarkStart w:id="53" w:name="_Toc396044686"/>
      <w:r>
        <w:rPr>
          <w:rtl/>
          <w:lang w:bidi="fa-IR"/>
        </w:rPr>
        <w:lastRenderedPageBreak/>
        <w:t>نمودارى از جنگ صف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</w:t>
      </w:r>
      <w:bookmarkEnd w:id="53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كارشكنى و استبدادطلبى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در برابر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و تجاوز او در شهرها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موجب شد كه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تصم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گرفت كه مردم را بر ضد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بس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ج كند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به دنبال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تصم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ماجراى جنگ طولانى صف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رخ داد كه از پنجم شوال سال 36 آغاز 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جنگ خون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و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امدها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كه حدود 18 ماه كش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صدوده هزار كشته شدند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كه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 هزار نفر آن از سپاه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بودند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بعضى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تعداد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كشته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 را تا 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صد هزار نفر نوشته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65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ن جنگ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گانه سردار شجاع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قهرمان قهرمانان سپاه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بود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كه در پشت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پرده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عظمت و وسعت 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رانى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هاى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جنگ را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نامه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هاى فراوانى براى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نوشت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66</w:t>
      </w:r>
      <w:r w:rsidR="00DA0589" w:rsidRPr="00D61E4E">
        <w:rPr>
          <w:rStyle w:val="libFootnotenumChar"/>
          <w:rtl/>
          <w:lang w:bidi="fa-IR"/>
        </w:rPr>
        <w:t>)</w:t>
      </w:r>
      <w:r>
        <w:rPr>
          <w:rtl/>
          <w:lang w:bidi="fa-IR"/>
        </w:rPr>
        <w:t xml:space="preserve"> تا بلكه آتش جنگ را خاموش كند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ولى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به لجاجت خود ادامه داد و حاضر نشد تحت لواى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در آ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او در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 شام دو از خلافت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زند و به تجاوزات خود ادامه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داد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به عنوان مطالبه خود عثمان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مردم را تحر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را قاتل عثمان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معرفى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نمود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67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2"/>
        <w:rPr>
          <w:rtl/>
          <w:lang w:bidi="fa-IR"/>
        </w:rPr>
      </w:pPr>
      <w:bookmarkStart w:id="54" w:name="_Toc396044687"/>
      <w:r>
        <w:rPr>
          <w:rtl/>
          <w:lang w:bidi="fa-IR"/>
        </w:rPr>
        <w:t>مالك اشتر خروس بلند آواز و بزرگ منقار</w:t>
      </w:r>
      <w:r w:rsidR="00C10908">
        <w:rPr>
          <w:rtl/>
          <w:lang w:bidi="fa-IR"/>
        </w:rPr>
        <w:t>!</w:t>
      </w:r>
      <w:bookmarkEnd w:id="54"/>
      <w:r w:rsidR="00C10908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ه در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نامه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با كمال خون گستاخى براى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نوشت</w:t>
      </w:r>
      <w:r w:rsidR="00C10908">
        <w:rPr>
          <w:rtl/>
          <w:lang w:bidi="fa-IR"/>
        </w:rPr>
        <w:t xml:space="preserve">: </w:t>
      </w:r>
    </w:p>
    <w:p w:rsidR="00B66E7D" w:rsidRDefault="00C10908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... </w:t>
      </w:r>
      <w:r w:rsidR="00B66E7D">
        <w:rPr>
          <w:rtl/>
          <w:lang w:bidi="fa-IR"/>
        </w:rPr>
        <w:t>سوگند به خدا</w:t>
      </w:r>
      <w:r>
        <w:rPr>
          <w:rtl/>
          <w:lang w:bidi="fa-IR"/>
        </w:rPr>
        <w:t xml:space="preserve">! </w:t>
      </w:r>
      <w:r w:rsidR="00B66E7D">
        <w:rPr>
          <w:rtl/>
          <w:lang w:bidi="fa-IR"/>
        </w:rPr>
        <w:t>ت</w:t>
      </w:r>
      <w:r w:rsidR="000D0DD5">
        <w:rPr>
          <w:rtl/>
          <w:lang w:bidi="fa-IR"/>
        </w:rPr>
        <w:t>ی</w:t>
      </w:r>
      <w:r w:rsidR="00B66E7D">
        <w:rPr>
          <w:rtl/>
          <w:lang w:bidi="fa-IR"/>
        </w:rPr>
        <w:t>رى به سوى تو پرتاب كنم كه نه آب آن را بنشاند و نه باد آن را دفع كند</w:t>
      </w:r>
      <w:r>
        <w:rPr>
          <w:rtl/>
          <w:lang w:bidi="fa-IR"/>
        </w:rPr>
        <w:t xml:space="preserve">. </w:t>
      </w:r>
      <w:r w:rsidR="00B66E7D">
        <w:rPr>
          <w:rtl/>
          <w:lang w:bidi="fa-IR"/>
        </w:rPr>
        <w:t>وقتى به هدف برسد</w:t>
      </w:r>
      <w:r>
        <w:rPr>
          <w:rtl/>
          <w:lang w:bidi="fa-IR"/>
        </w:rPr>
        <w:t xml:space="preserve">، </w:t>
      </w:r>
      <w:r w:rsidR="00B66E7D">
        <w:rPr>
          <w:rtl/>
          <w:lang w:bidi="fa-IR"/>
        </w:rPr>
        <w:t>آن را سوراخ و شعله ور سازد</w:t>
      </w:r>
      <w:r>
        <w:rPr>
          <w:rtl/>
          <w:lang w:bidi="fa-IR"/>
        </w:rPr>
        <w:t xml:space="preserve">، </w:t>
      </w:r>
      <w:r w:rsidR="00B66E7D">
        <w:rPr>
          <w:rtl/>
          <w:lang w:bidi="fa-IR"/>
        </w:rPr>
        <w:t>فر</w:t>
      </w:r>
      <w:r w:rsidR="000D0DD5">
        <w:rPr>
          <w:rtl/>
          <w:lang w:bidi="fa-IR"/>
        </w:rPr>
        <w:t>ی</w:t>
      </w:r>
      <w:r w:rsidR="00B66E7D">
        <w:rPr>
          <w:rtl/>
          <w:lang w:bidi="fa-IR"/>
        </w:rPr>
        <w:t>ب سپاه خود را نخور و براى نبرد آماده باش</w:t>
      </w:r>
      <w:r>
        <w:rPr>
          <w:rtl/>
          <w:lang w:bidi="fa-IR"/>
        </w:rPr>
        <w:t xml:space="preserve">...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پاسخ نامه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را داد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و در آغاز آن نوشت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نامه از على برادر رسول خدا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و پسر عمو و وصى و غسل دهند و كفن كننده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او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اداء كننده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او و شوهر دختر و پدر فرزندان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حسن و حس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او به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ابى سف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اما بعد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من آن شخصم كه خو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شان تو را در روز بدر به خاك هلاكت افكندم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عمو و دا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ى و جد تو را كشتم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همان شمش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هم اكنون در دست من است و آن شمش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با قوت قلب و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روى بدن و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ارى خداوند همان گونه است كه رسول خدا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به من داده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كو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طان بر تو 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ره شده و به زودى به ك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فر اعمالت خواهى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...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آنگاه امام</w:t>
      </w:r>
      <w:r w:rsidR="00C10908">
        <w:rPr>
          <w:rtl/>
          <w:lang w:bidi="fa-IR"/>
        </w:rPr>
        <w:t xml:space="preserve">،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كى از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اران شجاع خود به نام طرماح بن عدى را به حضور طلب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نامه را به او داد و او را روانه شام كرد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طرماح شخصى بود توانمند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بلند بالا و سخنور و پر صلابت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هنگامى كه وارد شام شد و كنار قصر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خواست از در وارد گردد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دربان از او پرس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از كجا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ى و كه را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خواهى</w:t>
      </w:r>
      <w:r w:rsidR="00C10908">
        <w:rPr>
          <w:rtl/>
          <w:lang w:bidi="fa-IR"/>
        </w:rPr>
        <w:t xml:space="preserve">؟! </w:t>
      </w:r>
      <w:r>
        <w:rPr>
          <w:rtl/>
          <w:lang w:bidi="fa-IR"/>
        </w:rPr>
        <w:t>او در جواب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نخست اصحاب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و سپس خود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را</w:t>
      </w:r>
      <w:r w:rsidR="00C10908">
        <w:rPr>
          <w:rtl/>
          <w:lang w:bidi="fa-IR"/>
        </w:rPr>
        <w:t xml:space="preserve">...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سرانجام او را نزد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بردند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نامه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را از او گرفت و خواند و به كاتب خود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پاسخ نامه را 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بنو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C10908">
        <w:rPr>
          <w:rtl/>
          <w:lang w:bidi="fa-IR"/>
        </w:rPr>
        <w:t xml:space="preserve">: ... </w:t>
      </w:r>
      <w:r>
        <w:rPr>
          <w:rtl/>
          <w:lang w:bidi="fa-IR"/>
        </w:rPr>
        <w:t>لشگرى از شام به سوى تو بفرستم كه اول آن به كوفه برسد و هنوز دنباله آن از ساحل در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اى شام قطع نشود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سپاه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كرانى كه اگر با هزار 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ارزان باشد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مقدار هر ارزانى هزار جنگجو بفرستم</w:t>
      </w:r>
      <w:r w:rsidR="00C10908">
        <w:rPr>
          <w:rtl/>
          <w:lang w:bidi="fa-IR"/>
        </w:rPr>
        <w:t xml:space="preserve">...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طرماح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 نتوانست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سخنان درشت و اشتلم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هاى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را تحمل كند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رو كرد و گفت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مرغابى را از آب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ترسانى</w:t>
      </w:r>
    </w:p>
    <w:tbl>
      <w:tblPr>
        <w:bidiVisual/>
        <w:tblW w:w="5000" w:type="pct"/>
        <w:tblLook w:val="01E0"/>
      </w:tblPr>
      <w:tblGrid>
        <w:gridCol w:w="3665"/>
        <w:gridCol w:w="269"/>
        <w:gridCol w:w="3653"/>
      </w:tblGrid>
      <w:tr w:rsidR="004F77FD" w:rsidTr="009B68AC">
        <w:trPr>
          <w:trHeight w:val="350"/>
        </w:trPr>
        <w:tc>
          <w:tcPr>
            <w:tcW w:w="4288" w:type="dxa"/>
            <w:shd w:val="clear" w:color="auto" w:fill="auto"/>
          </w:tcPr>
          <w:p w:rsidR="004F77FD" w:rsidRDefault="004F77FD" w:rsidP="009B68AC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فدع اوعید فما و عیدك ضائرى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4F77FD" w:rsidRDefault="004F77FD" w:rsidP="009B68AC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4F77FD" w:rsidRDefault="004F77FD" w:rsidP="009B68AC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اطنین اجنحه الذباب یضیر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از تهد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دات خود دست بردار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درشتگو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هاى تو ضررى به من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رساند آ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صداى پرهاى پشه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 ضرر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رسانند</w:t>
      </w:r>
      <w:r w:rsidR="00C10908">
        <w:rPr>
          <w:rtl/>
          <w:lang w:bidi="fa-IR"/>
        </w:rPr>
        <w:t xml:space="preserve">؟!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آنگاه طرماح به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مالك اشتر افتاد و به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گفت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واللَّه لام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رالمومن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على بن اب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طالب لد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كا على الصوت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عظ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المنقار</w:t>
      </w:r>
      <w:r w:rsidR="00C10908">
        <w:rPr>
          <w:rtl/>
          <w:lang w:bidi="fa-IR"/>
        </w:rPr>
        <w:t xml:space="preserve">،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لتقطه الج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بخ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شومه و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صرفه الى قانصته و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حطه حوصلته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سوگند به خدا بر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خروس بلند آواز و بزرگ منقارى است كه لشگر تو را با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C10908">
        <w:rPr>
          <w:rtl/>
          <w:lang w:bidi="fa-IR"/>
        </w:rPr>
        <w:t xml:space="preserve"> </w:t>
      </w:r>
      <w:r w:rsidR="00FB296A">
        <w:rPr>
          <w:rtl/>
          <w:lang w:bidi="fa-IR"/>
        </w:rPr>
        <w:t>(</w:t>
      </w:r>
      <w:r>
        <w:rPr>
          <w:rtl/>
          <w:lang w:bidi="fa-IR"/>
        </w:rPr>
        <w:t>با منقارش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بر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به سنگدان خود رد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كند و از آنجا در 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 دان خود جارى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سوگند به خدا راست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آن خروس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مالك اشتر است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طرماح جواب نامه را از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گرفت و به سوى كوفه بازگشت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به اصحاب خود رو كرد و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اگر من همه اموالم را به شما بدهم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 دهم كارى را كه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مرد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طرماح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براى امام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انجام داد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انجام ده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توان آن را ندار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عمو و عاص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اگر تو همانند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در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شگاه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مقام داشتى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ما 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ادتر از آن مرد به تو خدمت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كه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سخن بس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 ناراحت شده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عمر و عاص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خدا دهانت را بشكند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سوگند به خدا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سخن تو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براى من سخت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تر از سخنان آن اعرابى است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68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2"/>
        <w:rPr>
          <w:rtl/>
          <w:lang w:bidi="fa-IR"/>
        </w:rPr>
      </w:pPr>
      <w:bookmarkStart w:id="55" w:name="_Toc396044688"/>
      <w:r>
        <w:rPr>
          <w:rtl/>
          <w:lang w:bidi="fa-IR"/>
        </w:rPr>
        <w:t>چند نمونه از تلاشهاى مالك در جنگ صف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</w:t>
      </w:r>
      <w:bookmarkEnd w:id="55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نجا از صدها نمونه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ثار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شجاعت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معرفت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سخنرانى و 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است مالك اشتر در جنگ صف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و دنباله آن به دوازده نمونه 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توجه 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: </w:t>
      </w:r>
    </w:p>
    <w:p w:rsidR="00B66E7D" w:rsidRDefault="00B66E7D" w:rsidP="004D3746">
      <w:pPr>
        <w:pStyle w:val="Heading3"/>
        <w:rPr>
          <w:rtl/>
          <w:lang w:bidi="fa-IR"/>
        </w:rPr>
      </w:pPr>
      <w:bookmarkStart w:id="56" w:name="_Toc396044689"/>
      <w:r>
        <w:rPr>
          <w:rtl/>
          <w:lang w:bidi="fa-IR"/>
        </w:rPr>
        <w:lastRenderedPageBreak/>
        <w:t>1- اطاعت مردم رقه از ترس مالك</w:t>
      </w:r>
      <w:bookmarkEnd w:id="56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سپاه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در ركاب آن حضرت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براى سركوبى سپاه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به سوى جبهه صف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حركت كردند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آنها از راه مدائن و انبار به حركت خود ادامه دادند تا به آبادى رقه كه شهركى در كنار رود فرات بود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اگر در آنجا پلى روى فرات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فاصله مس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راه به سوى صف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براى سپاه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نزد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گرد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از مردم رقه خواست تا كشت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هاى خود را به هم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وست دهند و با آن كشت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پلى روى رود فرات درست كنند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ولى مردم رقه از فرمان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اطاعت ننمودند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مالك اشتر به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ان آنها رفت و سوگند و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كرد كه اگر كشت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هاى خود را براى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جاد پل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اور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 شمش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به شما حمله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اموالتان را محاصره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اموالتان را مصادره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مردم رقه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خود به گفتگو نشستند و گفتند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اگر مالك اشتر سوگند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كند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هرگز تخلف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رو از دستور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اطاعت نموده و با كشت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هاى خود پلى درست نمودند و سپاه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را از روى آن پل گذشت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69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3"/>
        <w:rPr>
          <w:rtl/>
          <w:lang w:bidi="fa-IR"/>
        </w:rPr>
      </w:pPr>
      <w:bookmarkStart w:id="57" w:name="_Toc396044690"/>
      <w:r>
        <w:rPr>
          <w:rtl/>
          <w:lang w:bidi="fa-IR"/>
        </w:rPr>
        <w:t>2- 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ماى مالك 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نامه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bookmarkEnd w:id="57"/>
      <w:r w:rsidR="00C10908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عبور سپاه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از روى پل رقه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دوازده هزار نفر از آنها را در دو سپاه به فرماندهى 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ادبن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نضر و شر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ح بن هانى جلوتر به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فرستاد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آنها حركت كردند و در سرزم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سورالروم با سپاه انبوه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روبرو شدند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و شر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ابولاعور اسملى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فرمانده سپاه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را به طرف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فراخواند فراخواند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آنها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شنهاد را در كردند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و شر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تمام ماجرا را در ضمن نامه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اى براى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نوشتند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نامه به دست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مالك اشتر را به حضور طلب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به او 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فرمود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و شر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ح براى من نامه نوشته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اند كه در سورالرام در برابر سپاه دشمن قرار گرفته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اند و كمك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خواهند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تو را به سوى آنها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فرستم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تو را فرمانده كل قوا بر همه آنها قرار دادم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بن نضر را فرمانده جانب راست لشگر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شر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ح را فرمانده جانب چپ لشگرت قرار بده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خود در قلب لشگر جاى بگ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حتما آغاز به جنگ نكن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حجت و عذا را بر دشمن تمام كن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وقتى ناچار شدى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دشمن حمله كن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دشمن نزد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 مباش كه آتش جنگ شعله ور شود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چندان دو مباش كه گمان كنند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تا من به سوى شما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70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سپس 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نامه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اى براى شر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ح و 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نوشت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كه در آن نامه 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آمده بود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را بر شما دو نفر و به آنان كه تحت فرمان شما هستند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ساختم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گوش به فرمانش ده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مط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 او باش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 اجعلاه درعا و مجنا فانه ممن لا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حاف و هنه ولا سقطه و لا بطوه عما الاسراع ال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احزام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لا اسراعه الى ما البطوعنه امثل</w:t>
      </w:r>
    </w:p>
    <w:p w:rsidR="00B66E7D" w:rsidRDefault="00B66E7D" w:rsidP="004F77F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را زره و سپر خود قرار ده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را ترس سستى و لغزش در او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موردى كه سرعت لازم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كندى نكن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در آنجا كه كندى بهتر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شتاب ننما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  <w:r w:rsidR="00DA0589" w:rsidRPr="004F77FD">
        <w:rPr>
          <w:rStyle w:val="libFootnotenumChar"/>
          <w:rtl/>
        </w:rPr>
        <w:t>(</w:t>
      </w:r>
      <w:r w:rsidRPr="004F77FD">
        <w:rPr>
          <w:rStyle w:val="libFootnotenumChar"/>
          <w:rtl/>
        </w:rPr>
        <w:t>71</w:t>
      </w:r>
      <w:r w:rsidR="00DA0589" w:rsidRPr="004F77FD">
        <w:rPr>
          <w:rStyle w:val="libFootnotenumChar"/>
          <w:rtl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با سه هزار نفر از سپاه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حركت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نامه به دست 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و شر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ح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آنها از مالك 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اطاعت كردند و همه در تحت فرمان او در آمدند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هاى پراكنده و جز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ى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ن سپاه عراق با سپاه شام رخ داد مالك اشتر </w:t>
      </w:r>
      <w:r>
        <w:rPr>
          <w:rtl/>
          <w:lang w:bidi="fa-IR"/>
        </w:rPr>
        <w:lastRenderedPageBreak/>
        <w:t>چند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بار براى ابو لاعور اسملى فرمانده دشمن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 فرستاد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تا براى مبارزه به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دان آ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ابو لاعور پس از مدتى سكوت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مالك اشتر به خاطر شركت در قتل عثمان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انتقاد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در پا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ازى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 كه من به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دان مالك اشتر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72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ابو الاعور بر جان خود ترس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معلوم شد كه آن همه نعره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 و فر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ادها كه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زى جز گزاف نبود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سپس آن روز تا غروب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دو سپاه جنگ سختى در گرفت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سرانجام سپاه عقب نش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نى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هنگامى كه ابولاعور نزد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آمد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چگونگى سپاه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را از او پرس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او در پاسخ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جماعت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سپاه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على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ران صفدرند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آنها را كوچك نگ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جنگ با آنها خ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لى با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عتر و سازمان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افته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صورت 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73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3"/>
        <w:rPr>
          <w:rtl/>
          <w:lang w:bidi="fa-IR"/>
        </w:rPr>
      </w:pPr>
      <w:bookmarkStart w:id="58" w:name="_Toc396044691"/>
      <w:r>
        <w:rPr>
          <w:rtl/>
          <w:lang w:bidi="fa-IR"/>
        </w:rPr>
        <w:t>3- نقش فرماندهى مالك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در تصرف شر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عه آب</w:t>
      </w:r>
      <w:bookmarkEnd w:id="58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هنگامى كه سپاه 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به سرزم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صف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افتند كه سپاه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به فرماندهى ابوالاعور اسملى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شر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عه فرات را در تصرف گرفته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اعلام كرد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سوگند به خدا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نخست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روزى است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خداوند مرا و ابوسف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پدرم را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را از آب ننوشاند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اگر بگذارم سپاه عراق از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آب بنوشند تا آن هنگام كه همه سپاه عراق 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نجا تشنه بم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74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تشنگى بر سپاه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ره شد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امام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خطبه غرا و پرشورى خواند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به سپاه خود براى گرفتن آب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فرمان حمله داد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فرازى از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خطبه 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آمده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رووا الس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وف من الدماء ترووا من الماء فالموت فى ح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اتكم مقهور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الح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اه فى موتكم قاهر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شمش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رها را از خون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آن جباران سنگدل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راب ساز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تا از آب 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راب شو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مرگ در زندگى توام با شكست شما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زندگى در مرگ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روزمندانه است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75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فرماندهان بزرگ سپاه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عنى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مالك اشتر</w:t>
      </w:r>
      <w:r w:rsidR="00C10908">
        <w:rPr>
          <w:rtl/>
          <w:lang w:bidi="fa-IR"/>
        </w:rPr>
        <w:t xml:space="preserve">، . </w:t>
      </w:r>
      <w:r>
        <w:rPr>
          <w:rtl/>
          <w:lang w:bidi="fa-IR"/>
        </w:rPr>
        <w:t>اشعث بن 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كدام با چهر هزار نفر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همدست شدند و با صف آرا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ى و آماده باش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حمله سراسرى كردند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حمله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شجاعان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تراز اول سپاه شام مانند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صالح بن 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روز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مالك بن ادهم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اح بن عت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اجلح بن منصور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ابراه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بن وضاح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زامل بن عب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محمد بن روضه به دست مالك اشتر كشته شدند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صعصمه بن صوحان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مالك اشتر به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آمد و با شمش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بران خود همه سپاه شام را كوب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تا خود را به آب رسان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شر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عه آب را در تصرف خود قرار داد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76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از گفتنى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نكه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مالك اشتر</w:t>
      </w:r>
      <w:r w:rsidR="00C10908">
        <w:rPr>
          <w:rtl/>
          <w:lang w:bidi="fa-IR"/>
        </w:rPr>
        <w:t xml:space="preserve">،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بستگان خود به نام حارث بن همام نخعى را به حضور طلب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پرچم خود را به دست او داد و با او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اى حارث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اگر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دانستم كه تو در برابر مرگ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مقاومت و استقامت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پرچم را از تو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گرفتم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افتخار را به تو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دادم</w:t>
      </w:r>
      <w:r w:rsidR="00C10908">
        <w:rPr>
          <w:rtl/>
          <w:lang w:bidi="fa-IR"/>
        </w:rPr>
        <w:t xml:space="preserve">؟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حارث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اى مالك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تو را با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روزى خود شاد خواهم كرد</w:t>
      </w:r>
      <w:r w:rsidR="00C10908">
        <w:rPr>
          <w:rtl/>
          <w:lang w:bidi="fa-IR"/>
        </w:rPr>
        <w:t xml:space="preserve">،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با كام مرگ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روم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سر حارث را بوس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سر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امروز 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زى جز خ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و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روزى به دنبال نخواهد آورد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سپس مالك 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خطاب به سپاه خود فر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زد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جانم به فداى شما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محكم و استوار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 كمال شدت و صلابت به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رو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با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 و شمش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رها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دشمن را سركوب 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اگر شمش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رها خطا كردند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</w:t>
      </w:r>
      <w:r>
        <w:rPr>
          <w:rtl/>
          <w:lang w:bidi="fa-IR"/>
        </w:rPr>
        <w:lastRenderedPageBreak/>
        <w:t>چنگ و دندان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دشمن را تار و مار 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.... </w:t>
      </w:r>
      <w:r>
        <w:rPr>
          <w:rtl/>
          <w:lang w:bidi="fa-IR"/>
        </w:rPr>
        <w:t>آنگاه خودش چون 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ر غران حمله كرد تو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اران او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 حمله كردند</w:t>
      </w:r>
      <w:r w:rsidR="00C10908">
        <w:rPr>
          <w:rtl/>
          <w:lang w:bidi="fa-IR"/>
        </w:rPr>
        <w:t xml:space="preserve">...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77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هنگامى كه شر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عه فرات در اخت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 سپاه 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قرار گرفت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اصحاب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به آن حضرت عرض كردند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آب را بر سپاه شام ممنوع كن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همان گونه كه آنها ممنوع كردند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امام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در پاسخ فرمود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نه هرگز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من كار جاهلان را انجام ندهم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آنان را به هدا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قرآن فرا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خوانم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اگر پاسخ مثبت دادند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كه چه بهتر وگرنه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برندگى شمش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به خواست خدا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مار را كفا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78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فرماندهى مالك 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روزى فراگ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و بزرگ</w:t>
      </w:r>
      <w:r w:rsidR="00C10908">
        <w:rPr>
          <w:rtl/>
          <w:lang w:bidi="fa-IR"/>
        </w:rPr>
        <w:t xml:space="preserve">،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افتخارات بزرگ زندگى بالنده مالك اشتر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كه مدال آن در تار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خ اسلام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همواره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درخشد</w:t>
      </w:r>
      <w:r w:rsidR="00C10908">
        <w:rPr>
          <w:rtl/>
          <w:lang w:bidi="fa-IR"/>
        </w:rPr>
        <w:t xml:space="preserve">. </w:t>
      </w:r>
    </w:p>
    <w:p w:rsidR="00B66E7D" w:rsidRDefault="00B66E7D" w:rsidP="004D3746">
      <w:pPr>
        <w:pStyle w:val="Heading3"/>
        <w:rPr>
          <w:rtl/>
          <w:lang w:bidi="fa-IR"/>
        </w:rPr>
      </w:pPr>
      <w:bookmarkStart w:id="59" w:name="_Toc396044692"/>
      <w:r>
        <w:rPr>
          <w:rtl/>
          <w:lang w:bidi="fa-IR"/>
        </w:rPr>
        <w:t>4- فرازها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ى از خطبه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هاى مالك اشتر در صف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</w:t>
      </w:r>
      <w:bookmarkEnd w:id="59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مالك اشتر در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روزهاى جنگ صف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حالى كه سوار بر اسب ادهم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سرزم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قناصر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براى سپاه خود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پس از حمد و ثناى الهى و درود بر محمد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گفت</w:t>
      </w:r>
      <w:r w:rsidR="00C10908">
        <w:rPr>
          <w:rtl/>
          <w:lang w:bidi="fa-IR"/>
        </w:rPr>
        <w:t xml:space="preserve">: </w:t>
      </w:r>
    </w:p>
    <w:p w:rsidR="00B66E7D" w:rsidRDefault="00C10908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... </w:t>
      </w:r>
      <w:r w:rsidR="00B66E7D">
        <w:rPr>
          <w:rtl/>
          <w:lang w:bidi="fa-IR"/>
        </w:rPr>
        <w:t>معنا ابن اعم نب</w:t>
      </w:r>
      <w:r w:rsidR="000D0DD5">
        <w:rPr>
          <w:rtl/>
          <w:lang w:bidi="fa-IR"/>
        </w:rPr>
        <w:t>ی</w:t>
      </w:r>
      <w:r w:rsidR="00B66E7D">
        <w:rPr>
          <w:rtl/>
          <w:lang w:bidi="fa-IR"/>
        </w:rPr>
        <w:t>نا و س</w:t>
      </w:r>
      <w:r w:rsidR="000D0DD5">
        <w:rPr>
          <w:rtl/>
          <w:lang w:bidi="fa-IR"/>
        </w:rPr>
        <w:t>ی</w:t>
      </w:r>
      <w:r w:rsidR="00B66E7D">
        <w:rPr>
          <w:rtl/>
          <w:lang w:bidi="fa-IR"/>
        </w:rPr>
        <w:t>ف من س</w:t>
      </w:r>
      <w:r w:rsidR="000D0DD5">
        <w:rPr>
          <w:rtl/>
          <w:lang w:bidi="fa-IR"/>
        </w:rPr>
        <w:t>ی</w:t>
      </w:r>
      <w:r w:rsidR="00B66E7D">
        <w:rPr>
          <w:rtl/>
          <w:lang w:bidi="fa-IR"/>
        </w:rPr>
        <w:t>وف اللَّه</w:t>
      </w:r>
      <w:r>
        <w:rPr>
          <w:rtl/>
          <w:lang w:bidi="fa-IR"/>
        </w:rPr>
        <w:t xml:space="preserve">، </w:t>
      </w:r>
      <w:r w:rsidR="00B66E7D">
        <w:rPr>
          <w:rtl/>
          <w:lang w:bidi="fa-IR"/>
        </w:rPr>
        <w:t>على بن اب</w:t>
      </w:r>
      <w:r w:rsidR="000D0DD5">
        <w:rPr>
          <w:rtl/>
          <w:lang w:bidi="fa-IR"/>
        </w:rPr>
        <w:t>ی</w:t>
      </w:r>
      <w:r w:rsidR="00B66E7D">
        <w:rPr>
          <w:rtl/>
          <w:lang w:bidi="fa-IR"/>
        </w:rPr>
        <w:t>طالب</w:t>
      </w:r>
      <w:r>
        <w:rPr>
          <w:rtl/>
          <w:lang w:bidi="fa-IR"/>
        </w:rPr>
        <w:t xml:space="preserve">، </w:t>
      </w:r>
      <w:r w:rsidR="00B66E7D">
        <w:rPr>
          <w:rtl/>
          <w:lang w:bidi="fa-IR"/>
        </w:rPr>
        <w:t xml:space="preserve">صلى مع رسول اللَّه لم </w:t>
      </w:r>
      <w:r w:rsidR="000D0DD5">
        <w:rPr>
          <w:rtl/>
          <w:lang w:bidi="fa-IR"/>
        </w:rPr>
        <w:t>ی</w:t>
      </w:r>
      <w:r w:rsidR="00B66E7D">
        <w:rPr>
          <w:rtl/>
          <w:lang w:bidi="fa-IR"/>
        </w:rPr>
        <w:t>سبقه الى الصلاه ذكر حتى كان ش</w:t>
      </w:r>
      <w:r w:rsidR="000D0DD5">
        <w:rPr>
          <w:rtl/>
          <w:lang w:bidi="fa-IR"/>
        </w:rPr>
        <w:t>ی</w:t>
      </w:r>
      <w:r w:rsidR="00B66E7D">
        <w:rPr>
          <w:rtl/>
          <w:lang w:bidi="fa-IR"/>
        </w:rPr>
        <w:t>خا</w:t>
      </w:r>
      <w:r>
        <w:rPr>
          <w:rtl/>
          <w:lang w:bidi="fa-IR"/>
        </w:rPr>
        <w:t xml:space="preserve">، </w:t>
      </w:r>
      <w:r w:rsidR="00B66E7D">
        <w:rPr>
          <w:rtl/>
          <w:lang w:bidi="fa-IR"/>
        </w:rPr>
        <w:t>لم تكن له صبوه ولا نبوه ولا هفوه ولا سقطه فق</w:t>
      </w:r>
      <w:r w:rsidR="000D0DD5">
        <w:rPr>
          <w:rtl/>
          <w:lang w:bidi="fa-IR"/>
        </w:rPr>
        <w:t>ی</w:t>
      </w:r>
      <w:r w:rsidR="00B66E7D">
        <w:rPr>
          <w:rtl/>
          <w:lang w:bidi="fa-IR"/>
        </w:rPr>
        <w:t>ه فى د</w:t>
      </w:r>
      <w:r w:rsidR="000D0DD5">
        <w:rPr>
          <w:rtl/>
          <w:lang w:bidi="fa-IR"/>
        </w:rPr>
        <w:t>ی</w:t>
      </w:r>
      <w:r w:rsidR="00B66E7D">
        <w:rPr>
          <w:rtl/>
          <w:lang w:bidi="fa-IR"/>
        </w:rPr>
        <w:t>ن اللَّه تعالى</w:t>
      </w:r>
      <w:r>
        <w:rPr>
          <w:rtl/>
          <w:lang w:bidi="fa-IR"/>
        </w:rPr>
        <w:t xml:space="preserve">، </w:t>
      </w:r>
      <w:r w:rsidR="00B66E7D">
        <w:rPr>
          <w:rtl/>
          <w:lang w:bidi="fa-IR"/>
        </w:rPr>
        <w:t>عالم بحدوداللَّه ذوى راى اص</w:t>
      </w:r>
      <w:r w:rsidR="000D0DD5">
        <w:rPr>
          <w:rtl/>
          <w:lang w:bidi="fa-IR"/>
        </w:rPr>
        <w:t>ی</w:t>
      </w:r>
      <w:r w:rsidR="00B66E7D">
        <w:rPr>
          <w:rtl/>
          <w:lang w:bidi="fa-IR"/>
        </w:rPr>
        <w:t>ل</w:t>
      </w:r>
      <w:r>
        <w:rPr>
          <w:rtl/>
          <w:lang w:bidi="fa-IR"/>
        </w:rPr>
        <w:t xml:space="preserve">، </w:t>
      </w:r>
      <w:r w:rsidR="00B66E7D">
        <w:rPr>
          <w:rtl/>
          <w:lang w:bidi="fa-IR"/>
        </w:rPr>
        <w:t>و صبر جم</w:t>
      </w:r>
      <w:r w:rsidR="000D0DD5">
        <w:rPr>
          <w:rtl/>
          <w:lang w:bidi="fa-IR"/>
        </w:rPr>
        <w:t>ی</w:t>
      </w:r>
      <w:r w:rsidR="00B66E7D">
        <w:rPr>
          <w:rtl/>
          <w:lang w:bidi="fa-IR"/>
        </w:rPr>
        <w:t>ل و عفاف قد</w:t>
      </w:r>
      <w:r w:rsidR="000D0DD5">
        <w:rPr>
          <w:rtl/>
          <w:lang w:bidi="fa-IR"/>
        </w:rPr>
        <w:t>ی</w:t>
      </w:r>
      <w:r w:rsidR="00B66E7D">
        <w:rPr>
          <w:rtl/>
          <w:lang w:bidi="fa-IR"/>
        </w:rPr>
        <w:t>م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اى مردم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پسر عموى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امبرمان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شمش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رى از شمش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رهاى خدا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على پسر ابو طالب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با ما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او نخست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مردى كه با رسول خدا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نماز خواند و 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چ مردى در نماز با رسول خدا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از او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شى نگرفت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تا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ن كه بزرگ </w:t>
      </w:r>
      <w:r>
        <w:rPr>
          <w:rtl/>
          <w:lang w:bidi="fa-IR"/>
        </w:rPr>
        <w:lastRenderedPageBreak/>
        <w:t>سال 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تمام عمر او بى تجربگى جوانى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كندى در كارها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شتابزدگى و لغزش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جود ندارد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او فق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در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خداوند متعال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آگاه به حدود الهى و داراى راى ثابت و صبر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كو و خو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شتن دارى سابق دار است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سپس روى به جمع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كرد و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تقوا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 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!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 هوش و پر تلاش باش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بدان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كه شما بر حق هست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و سپاه دشمن بر باطل است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همانا شما با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جنگ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همراه شما حدود صد هزار نفر از جنگجو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بدر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باشند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غ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از آنان كه اصحاب محمد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هستند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79</w:t>
      </w:r>
      <w:r w:rsidR="00DA0589" w:rsidRPr="00D61E4E">
        <w:rPr>
          <w:rStyle w:val="libFootnotenumChar"/>
          <w:rtl/>
          <w:lang w:bidi="fa-IR"/>
        </w:rPr>
        <w:t>)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شتر پرچمهاى شما همان پرچمهاى رسول خدا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در جبهه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 است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ولى همراه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پرچمهاى مشركان عصر رسول خدا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وجود دارد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فما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شك فى قتال هولاء الا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القلب</w:t>
      </w:r>
      <w:r w:rsidR="00C10908">
        <w:rPr>
          <w:rtl/>
          <w:lang w:bidi="fa-IR"/>
        </w:rPr>
        <w:t xml:space="preserve">...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در حقان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جنگ با سپاه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جز آن كسى كه قلب مرده دارد كسى شك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شما در دو راه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 قرار دار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: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روزى</w:t>
      </w:r>
      <w:r w:rsidR="00C10908">
        <w:rPr>
          <w:rtl/>
          <w:lang w:bidi="fa-IR"/>
        </w:rPr>
        <w:t xml:space="preserve">؛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شهادت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خداوند ما و شما را از لغزشها حفظ كند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همانند حفظى كه در مورد افراد با تقوا و مط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در اطاعت و تقوا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را به ما و شما الهام فرما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از درگاه خدا براى خودم و براى شما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طلب آمرزش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كنم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80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او در فرازى از سخنان خود خطاب به مردم عراق 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گفت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شدوا فداء لكم عمى و خالى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ء شده ترضون بهااللَّه و تعزون بها الد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اذا انا حملت فاحملوا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عمو و دا</w:t>
      </w:r>
      <w:r w:rsidR="000D0DD5">
        <w:rPr>
          <w:rtl/>
          <w:lang w:bidi="fa-IR"/>
        </w:rPr>
        <w:t>یی</w:t>
      </w:r>
      <w:r>
        <w:rPr>
          <w:rtl/>
          <w:lang w:bidi="fa-IR"/>
        </w:rPr>
        <w:t>م به فداى شما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آنچنان استوار و پا برجا باش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كه خداوند را با استوارى خود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خشنود ساز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را با ثابت قدمى خود عزت بده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هرگاه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من حمله كردم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شما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 حمله 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81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امام باقر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حوادث جنگ صف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را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كرد و در حالى كه اشك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خت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فرمود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 بار مالك اشتر كه سوار بر اسب به طرف سپاه عراق آمد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كلاه آهن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خود بر كوهه 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اسبش نهاد و خطاب به مردم 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گفت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اى گروه مومنان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صبر و مقاومت 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تنور جنگ شعله ور شده و خورش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از پشت پرده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 باز گشته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درگ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رى جنگ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 سخت گشته و جنگجو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با هم گلاو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 شده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هنگام مردى پرس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مرد ك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10908">
        <w:rPr>
          <w:rtl/>
          <w:lang w:bidi="fa-IR"/>
        </w:rPr>
        <w:t xml:space="preserve">؟! </w:t>
      </w:r>
      <w:r>
        <w:rPr>
          <w:rtl/>
          <w:lang w:bidi="fa-IR"/>
        </w:rPr>
        <w:t>اگر داراى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و اراده است</w:t>
      </w:r>
      <w:r w:rsidR="00C10908">
        <w:rPr>
          <w:rtl/>
          <w:lang w:bidi="fa-IR"/>
        </w:rPr>
        <w:t xml:space="preserve">؟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رف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ق آن مرد به او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مادرت به عذا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بنش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C10908">
        <w:rPr>
          <w:rtl/>
          <w:lang w:bidi="fa-IR"/>
        </w:rPr>
        <w:t xml:space="preserve">!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چه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تى بالاتر و بزرگتر از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مرد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او را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نگرى كه در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خون شناور شده و در 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حال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جنگ 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گرماى سوزان كه نفسها به حلقومها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او نه تنها خسته نكرده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بلكه نشاط و طراوت بخش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او آنچنان سخن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كه شن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خدا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ما را بعد از او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مالك اشتر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باقى نگذار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82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و در فرازى از خطبه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خطاب به سپاه عراق گفت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سپاه شام با شما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جنگند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مگر براى آنكه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شما را نابود كنند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آنها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خواهند سنت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را بم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رانند و بدعتها را زنده كنند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شما را به گمراهى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هاى عصر جاهل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باز گردانند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اى بندگان خدا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با خون پاك خود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راه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نتان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ارواح خود را پاك و شاداب ساز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پاداش در نزد خدا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بهشت در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شگاه او است اى مردم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بدان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كه فرار از جبهه جنگ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موجب ذلت و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چارگى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خوارى زنده و مرده و ننگ دن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و آخرت است</w:t>
      </w:r>
      <w:r w:rsidR="00C10908">
        <w:rPr>
          <w:rtl/>
          <w:lang w:bidi="fa-IR"/>
        </w:rPr>
        <w:t xml:space="preserve">....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83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3"/>
        <w:rPr>
          <w:rtl/>
          <w:lang w:bidi="fa-IR"/>
        </w:rPr>
      </w:pPr>
      <w:bookmarkStart w:id="60" w:name="_Toc396044693"/>
      <w:r>
        <w:rPr>
          <w:rtl/>
          <w:lang w:bidi="fa-IR"/>
        </w:rPr>
        <w:lastRenderedPageBreak/>
        <w:t>5- خطبه مرد ناشناس و حمله او</w:t>
      </w:r>
      <w:bookmarkEnd w:id="60"/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روا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شده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مرد ناشناسى از سپاه عراق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سوار بر اسب و غرق در اسلحه به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دان تاخت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در دستش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زه بود و غ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از چشمانش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ده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شد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او به سپاه عراق تشر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زد و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خدا شما را رحمت كند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صفهاى خود را منظم 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هنگامى كه صفها منظم شدند و پرچمها برافراشته گشت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آن مرد به آنها رو كرد و پس از حمد و ثناى الهى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گفت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الحمدللَّه الذى جعل 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ها ابن عم نب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اقدمهم هجره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واولهم اسلاما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 من 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وف اللَّه صبه اللَّه على اعدائه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فانظروا اذا حمى الوط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وثار القتام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وتكسرالمران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وجالب الخ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 بالابطال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فلا اسمع الا غمغمه او همهمه فاتبعونى وكونوا فى اثرى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حمد و سپاس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خداوندى را كه پسر عموى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امبرش در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ما است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او كه در هجرت و پذ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رش اسلام از همه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شگامتر است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شمش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رى از شمش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رهاى خداست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كه خداوند آن را بر دشمنانش فرود آورده است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توجه 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آن هنگام كه تنور جنگ داغ 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گرد و غبار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دان جنگ برخاست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 شكسته 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مركبها با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كه سواران شجاع به جولان افتادند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زى جز فر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ادهاى قهرمانان و همهمه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 را نشن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من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روى 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به دنبال من حركت نما</w:t>
      </w:r>
      <w:r w:rsidR="000D0DD5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آن مرد ناشناس پس از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سخن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دشمن حمله كرد و آنقدر با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اش با آنها جنگ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كه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اش شكست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سپس بازگشت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ناگاه مردم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دند كه مرد ناشناس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مالك اشتر است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84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3"/>
        <w:rPr>
          <w:rtl/>
          <w:lang w:bidi="fa-IR"/>
        </w:rPr>
      </w:pPr>
      <w:bookmarkStart w:id="61" w:name="_Toc396044694"/>
      <w:r>
        <w:rPr>
          <w:rtl/>
          <w:lang w:bidi="fa-IR"/>
        </w:rPr>
        <w:lastRenderedPageBreak/>
        <w:t>6 - شكست قسمتى از سپاه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بازسازى فورى آن توسط مالك</w:t>
      </w:r>
      <w:bookmarkEnd w:id="61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روزهاى جنگ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جانب راست سپاه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، </w:t>
      </w:r>
      <w:r>
        <w:rPr>
          <w:rtl/>
          <w:lang w:bidi="fa-IR"/>
        </w:rPr>
        <w:t>توسط دشمن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درهم شكست و جمعى گر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ختند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مالك اشتر را طلب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با او در مورد بازسازى جانب راست سپاه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سخن گفت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بى درنگ به سوى فرار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و شكست خوردگان رفت و با سخنرانى آتش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و پرمحتواى خود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آنچنان آنها را آماده و بازسازى كرد هماندم به دشمن حمله كردند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حدود 800 نفر از دودمان مذحج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مالك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وستند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با شهادت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طلبى عج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بى به دشمن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ورش بردند و صفوف دشمن را درهم شكستند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نبرد شد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صدوهشتاد شه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دادند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85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خود را به جانب راست سپاه رسان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آنجا با قهرمانان سپاه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طور گروهى به دشمن حمله كردند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همچنان راه را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گشودند و به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رفتند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بن نصر</w:t>
      </w:r>
      <w:r w:rsidR="00C10908">
        <w:rPr>
          <w:rtl/>
          <w:lang w:bidi="fa-IR"/>
        </w:rPr>
        <w:t xml:space="preserve"> (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شجاعان لشكر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0D1F4F">
        <w:rPr>
          <w:rtl/>
          <w:lang w:bidi="fa-IR"/>
        </w:rPr>
        <w:t>)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به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آمد و پرچم را به دست گرفت و همچنان با حمله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هاى قهرمانانه به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رفت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تا بر اثر ضربات دشمن به زم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افتاد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مالك اشتر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سوگند به خدا صبر جم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 و كار بزرگ هم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C10908">
        <w:rPr>
          <w:rtl/>
          <w:lang w:bidi="fa-IR"/>
        </w:rPr>
        <w:t xml:space="preserve">،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سپس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دبن 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C10908">
        <w:rPr>
          <w:rtl/>
          <w:lang w:bidi="fa-IR"/>
        </w:rPr>
        <w:t xml:space="preserve"> </w:t>
      </w:r>
      <w:r w:rsidR="00FB296A">
        <w:rPr>
          <w:rtl/>
          <w:lang w:bidi="fa-IR"/>
        </w:rPr>
        <w:t>(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 از از شجاعان لشگر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با حملات شد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خود را گشود و پرچم افتاده 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ادبن نضر را به دست گرفت و برافراشت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آنقدر جنگ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تا به زم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افتاد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سوگند به خدا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صبر و جم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 و كار بزرگ هم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به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 مالك در درون درگ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افراد سپاه خود را تحر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ص و تشو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ق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كرد و از عقب نش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نى و شكست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باز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داشت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با ظرف آبى كه در دست داشت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سپاه خود را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زد و به 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جان در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آورد و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گفت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الغمرات ثم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نجل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نا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سخت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ها و رنجها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آسا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و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روزى خواهد بود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حارث بن جمهان كه از سپاه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پس از فرار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خود را به جانب راست لشگر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رسان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ناگاه مالك اشتر كه بر اثر پوشش اسلحه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ده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او را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به او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اى پسر جمهان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آ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مثل تو در 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روزى از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مكان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تخلف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C10908">
        <w:rPr>
          <w:rtl/>
          <w:lang w:bidi="fa-IR"/>
        </w:rPr>
        <w:t xml:space="preserve">؟!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حارث وقتى كه خوب به گو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نده نگاه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افت كه او مالك اشتر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هماندم به مالك عرض كرد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سوگند به خدا از تو جدا نگردم تا مرگ به سراغم آ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86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3"/>
        <w:rPr>
          <w:rtl/>
          <w:lang w:bidi="fa-IR"/>
        </w:rPr>
      </w:pPr>
      <w:bookmarkStart w:id="62" w:name="_Toc396044695"/>
      <w:r>
        <w:rPr>
          <w:rtl/>
          <w:lang w:bidi="fa-IR"/>
        </w:rPr>
        <w:t>7- خنثى شدن طرح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در مورد فرماندهان لشگر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bookmarkEnd w:id="62"/>
      <w:r w:rsidR="00C10908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روزهاى جنگ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سران سپاه خود را احضار كرد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آنها عبارت بودند از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1- سع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بن 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2- بسربن ارطاه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3- عبداللَّه بن عمر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4- عبدالرحمن بن خالد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او به آنها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وجود برجستگانى از سپاه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مرا بس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 غمگ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نموده كه آنها عبارتند از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1- سع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بن 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2- مالك اشتر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3- هاشم مرقال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4- عدى بن حاتم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5- 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 بن سعد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شما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دان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كه جنگ طول كش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اكنون نظر من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ن است كه هر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 از ما پنج نفر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عهد دار كشتن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آن سران سپاه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گرد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انتخاب هر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ك از شما براى قتل هر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 از آنها با من باشد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حاضران گفتند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به انتخاب شما راضى شد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من فردا به جنگ سع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دبن 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روم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تو اى عمر و عاص به جنگ هاشم مرقال برو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تو اى بسربن ارطاه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جنگ 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 بن سع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برو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تو اى عبداللَّه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به جنگ مالك اشتر برو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تو اى عبدالرحمن بن خالد به جنگ عدى بن حاتم برو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مطابق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طرح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بنا شد پنج روز پشت سر هم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هر روز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آنها با سپاه خود به جنگ رق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 تع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شده بروند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هر كدام از آنها مامور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خود را انجام دادند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ولى با شكست مفتضحانه بازگشتند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نجا به مناسبت وضع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كتاب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تنها به ذكر نبرد عب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داللَّه بن عمر با مالك 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پرداز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عب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داللَّه بن عمر با سپاه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كران شام به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دان تاخت و رجز خواند و مالك اشتر را به مبارزه دعوت طلب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با سپاه خود به شام به فرماندهى عب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داللَّه آنچنان حمله كه سپاه شكست خورد و عقب نش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نى نمود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عب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داللَّه در حالى كه به دست مالك اشتر ضربه خورده بود بازگشت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با شن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خبر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 غمگ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و سركوفته شد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87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و به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نقشه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خنثى گرد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با شكست مواجه شد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سرانجام عب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داللَّه بن عمر در جنگ صف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ن به دست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سپاه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از قب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له همدان بود كشته شد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88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3"/>
        <w:rPr>
          <w:rtl/>
          <w:lang w:bidi="fa-IR"/>
        </w:rPr>
      </w:pPr>
      <w:bookmarkStart w:id="63" w:name="_Toc396044696"/>
      <w:r>
        <w:rPr>
          <w:rtl/>
          <w:lang w:bidi="fa-IR"/>
        </w:rPr>
        <w:t>8- فرار بى شرمانه عمر و عاص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جنگ ابراه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پسر مالك اشتر</w:t>
      </w:r>
      <w:bookmarkEnd w:id="63"/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روزى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مروان را طلب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به او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وجود مالك اشتر مرا بس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 غمگ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كرده و به ستوه آورده است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از تو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خواهم به جنگ او بروى مروان پس از بگو مگو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عمر و عاص را براى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كار معرفى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خودش اعلام آمادگى ننمود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عمر و عاص را خواست و از او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تقاضا را كرد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سرانجام عمر و عاص تقاضاى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را پذ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رفت و همراه سپاه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كران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دان تاخت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مالك اشتر به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دان تاخت و با رجز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عمر وعاص را به مبارزه طلب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عمر و عاص در برابر سپاه خود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شرمنده شد و چاره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اى ند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مگر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كه به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دان مالك اشتر برود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به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دان تاخت و ناگاه خود را در احاطه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زه مالك اشتر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از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دان بازگشت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حالى كه از روى شرم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صورتش را با دستها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پوشانده بود</w:t>
      </w:r>
      <w:r w:rsidR="00C10908">
        <w:rPr>
          <w:rtl/>
          <w:lang w:bidi="fa-IR"/>
        </w:rPr>
        <w:t xml:space="preserve">. </w:t>
      </w:r>
    </w:p>
    <w:p w:rsidR="00B66E7D" w:rsidRDefault="000D0DD5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B66E7D">
        <w:rPr>
          <w:rtl/>
          <w:lang w:bidi="fa-IR"/>
        </w:rPr>
        <w:t>كى از نوجوانان آل حم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ر وقتى كه فرمانده خود</w:t>
      </w:r>
      <w:r w:rsidR="00C10908">
        <w:rPr>
          <w:rtl/>
          <w:lang w:bidi="fa-IR"/>
        </w:rPr>
        <w:t xml:space="preserve">، </w:t>
      </w:r>
      <w:r w:rsidR="00B66E7D">
        <w:rPr>
          <w:rtl/>
          <w:lang w:bidi="fa-IR"/>
        </w:rPr>
        <w:t>عمر و عاص را آن گونه د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 w:rsidR="00B66E7D">
        <w:rPr>
          <w:rtl/>
          <w:lang w:bidi="fa-IR"/>
        </w:rPr>
        <w:t>به غ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رتش برخورد و فر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اد زد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اى عمر وعاص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تا ابد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خاك بر سر تو باد</w:t>
      </w:r>
      <w:r w:rsidR="00C10908">
        <w:rPr>
          <w:rtl/>
          <w:lang w:bidi="fa-IR"/>
        </w:rPr>
        <w:t xml:space="preserve">!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سپس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همان نوجوان پرچم را به دست گرفت و به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دان تاخت و رجز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خواند و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اگر مالك 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زه خود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عمر و عاص را فرارى داد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من </w:t>
      </w:r>
      <w:r>
        <w:rPr>
          <w:rtl/>
          <w:lang w:bidi="fa-IR"/>
        </w:rPr>
        <w:lastRenderedPageBreak/>
        <w:t>از عمر و عاص كفا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آن قدر با شما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جنگم تا با مرگ سرخ در 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پرچم خودم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ملاقات نما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هنگام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مناسبت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نكه نوجوانى به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دان آمده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پسرش ابراه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را طلب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او را به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دان فرستاد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ابراه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پرچم را به دست گرفت و دلاورانه به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دان تاخت و در حالى كه رجز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خواند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 نوجوان دشمن درگ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شدم طولى نكش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كه آن نوجوان به دست ابراه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خاك هلاك افتاد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آن روز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مروان بن عمر و عاص ناسرا گفت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دودمان قحطانى به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اعتراض كردند كه چرا عمر و عاص را كه با ما جنگ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فرمانده ما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كنى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89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3"/>
        <w:rPr>
          <w:rtl/>
          <w:lang w:bidi="fa-IR"/>
        </w:rPr>
      </w:pPr>
      <w:bookmarkStart w:id="64" w:name="_Toc396044697"/>
      <w:r>
        <w:rPr>
          <w:rtl/>
          <w:lang w:bidi="fa-IR"/>
        </w:rPr>
        <w:t>9- مالك اشتر در 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لته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الهر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روز آن</w:t>
      </w:r>
      <w:bookmarkEnd w:id="64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جنگ صف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همچنان به شدت ادامه داشت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تا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نكه در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شبها كه شب جمعه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شدت و وسعت جنگ به اوج خود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جنگ سراسرى و تمام 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همان گونه كه سگها در شبهاى سرد زمستانى در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ابان زوزه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C10908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(</w:t>
      </w:r>
      <w:r w:rsidR="00B66E7D">
        <w:rPr>
          <w:rtl/>
          <w:lang w:bidi="fa-IR"/>
        </w:rPr>
        <w:t>و به زبان عربى از ا</w:t>
      </w:r>
      <w:r w:rsidR="000D0DD5">
        <w:rPr>
          <w:rtl/>
          <w:lang w:bidi="fa-IR"/>
        </w:rPr>
        <w:t>ی</w:t>
      </w:r>
      <w:r w:rsidR="00B66E7D">
        <w:rPr>
          <w:rtl/>
          <w:lang w:bidi="fa-IR"/>
        </w:rPr>
        <w:t>ن زوزه به هر</w:t>
      </w:r>
      <w:r w:rsidR="000D0DD5">
        <w:rPr>
          <w:rtl/>
          <w:lang w:bidi="fa-IR"/>
        </w:rPr>
        <w:t>ی</w:t>
      </w:r>
      <w:r w:rsidR="00B66E7D">
        <w:rPr>
          <w:rtl/>
          <w:lang w:bidi="fa-IR"/>
        </w:rPr>
        <w:t>ر تعب</w:t>
      </w:r>
      <w:r w:rsidR="000D0DD5">
        <w:rPr>
          <w:rtl/>
          <w:lang w:bidi="fa-IR"/>
        </w:rPr>
        <w:t>ی</w:t>
      </w:r>
      <w:r w:rsidR="00B66E7D">
        <w:rPr>
          <w:rtl/>
          <w:lang w:bidi="fa-IR"/>
        </w:rPr>
        <w:t>ر مى</w:t>
      </w:r>
      <w:r w:rsidR="00F472FF">
        <w:rPr>
          <w:rtl/>
          <w:lang w:bidi="fa-IR"/>
        </w:rPr>
        <w:t xml:space="preserve"> </w:t>
      </w:r>
      <w:r w:rsidR="00B66E7D">
        <w:rPr>
          <w:rtl/>
          <w:lang w:bidi="fa-IR"/>
        </w:rPr>
        <w:t>شود</w:t>
      </w:r>
      <w:r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در آن شب صدا و زوزه مردم بر اثر شدت جنگ و سوزش زخمها بلند بود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رو آن شب را 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لته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الهر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نام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به دنبال آن شب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روز آن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ز همچنان جنگ با شدت و وسعت همه جانبه ادامه داشت كه آن را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وم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الهر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نام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براى درك كشتار آن شب و روز كافى است كه بدان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هفتاد هزار نفر دو طرف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آن شب و روز كشته شدند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90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جنگ سراسرى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فرمانده قلب لشگر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مالك اشتر فرمانده جانب راست لشگر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مالك اشتر با فر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ادهاى پى درپى سپاه </w:t>
      </w:r>
      <w:r>
        <w:rPr>
          <w:rtl/>
          <w:lang w:bidi="fa-IR"/>
        </w:rPr>
        <w:lastRenderedPageBreak/>
        <w:t>خود را به حمله و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شروى دعوت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اش را به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انداخت و به لشگر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به اندازه طول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زه به جلو رو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لشگر همان گونه به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رفتند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بار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 فر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زد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به اندازه طول كمان من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رو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آنها به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رفتند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باز مكرر از آنها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خواست به اندازه طول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زه و كمان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شروى كنند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آنها همان گونه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رفتند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شروى آنها به قدرى سخت و طولانى شد كه اكثر سپاه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خسته شدند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سپس مالك بر اسب خود شد و فر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زد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من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شرى نفسه للَّه و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قاتل مع الاشتر حتى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ظهر امراللَّه او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لحق باللَّه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چه كسى جان خود را به خدا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فروشد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با مالك اشتر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جنگد تا فرمان خدا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با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روزى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آشكار گردد</w:t>
      </w:r>
      <w:r w:rsidR="00C10908">
        <w:rPr>
          <w:rtl/>
          <w:lang w:bidi="fa-IR"/>
        </w:rPr>
        <w:t xml:space="preserve">؟ </w:t>
      </w:r>
      <w:r>
        <w:rPr>
          <w:rtl/>
          <w:lang w:bidi="fa-IR"/>
        </w:rPr>
        <w:t>تا به لقا اللَّه بپ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وندد</w:t>
      </w:r>
      <w:r w:rsidR="00C10908">
        <w:rPr>
          <w:rtl/>
          <w:lang w:bidi="fa-IR"/>
        </w:rPr>
        <w:t xml:space="preserve">؟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سپاه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تحت تاث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تحر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كات مخلصانه و قهرمانانه مالك قرار گرفته و گروه گرفته و گروه گروه به مالك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وستند و به دشمن حمله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كردند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91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سا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فرماندهان در راس آنها 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ز سپاه را به حمله و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ورش دعوت نموده و به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رفتند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كاملا آثار تفوق دعوت نموده و به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رفتند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كاملا آثار تفوق و برترى سپاه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بر سپاه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شد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عج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نكه در همان شب 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لته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الهر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اشعث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بن 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س كه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فرماندهان لشگر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باطن ناپاك خود را آشكار ساخت و در ضمن خطبه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اش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سخن از برادركشى و نسل كشى و امورى كه موجب سستى سپاه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آورد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جاسوسان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سخن او را به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رساندند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بى درنگ عمق مطلب را گرفت و همان شب با عمر و عاص در مورد طرح قرار دادن قرآن بر سر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صحبت كرد تا بد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وس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له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جاد اختلاف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سپاه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C10908">
        <w:rPr>
          <w:rtl/>
          <w:lang w:bidi="fa-IR"/>
        </w:rPr>
        <w:t xml:space="preserve">؛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را اطلاع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افتند كه زم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 اختلاف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آنها وجود دارد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92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3"/>
        <w:rPr>
          <w:rtl/>
          <w:lang w:bidi="fa-IR"/>
        </w:rPr>
      </w:pPr>
      <w:bookmarkStart w:id="65" w:name="_Toc396044698"/>
      <w:r>
        <w:rPr>
          <w:rtl/>
          <w:lang w:bidi="fa-IR"/>
        </w:rPr>
        <w:t>10- تحر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 شورانگ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 سپاه رب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عه بر اثر تحر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كات مالك</w:t>
      </w:r>
      <w:bookmarkEnd w:id="65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سپاه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همچون سپاه شام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چند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لشگر و گردان براساس قبا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تقس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بندى شده بود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روزهاى جنگ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بنا بود صبح زود لشگر رب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عه به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دان رود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ولى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لشگر در آن روز بر اثر سستى و بهانه جو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تحر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خودشان نشان نداد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توسط ابو ثروان به آنها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 داد كه لشگرهاى شام آماده شد و صف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آراى كرده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چرا سستى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بى درنگ حركت 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ابو ثروان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 آن حضرت را به آنها ابلاغ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ولى آنها در پاسخ گفتند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قب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له همدان داراى چهار هزار نفر جنگجو در كنار ما هستند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نخست به آنها فرمان بده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تا حركت كنند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از بهانه جو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ى آنها اصلاع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مالك اشتر را به حضور طلب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به او فرمان داد كه به قبله رب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عه بگو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چرا كه سستى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نك وقت حركت است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كه صداى بلندى داشت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بر پشت اسب برجه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به سوى لشگر رب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عه حركت كرد و فر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زد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اى گروه جنگجوى بى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بدل كه كسى را توان نبرد با شما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 در راه نبرد و در ركاب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بر جان و مال خود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افسوس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خور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اندوه زن و فرزند را به دل خود راه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ده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نك چه شده</w:t>
      </w:r>
      <w:r w:rsidR="00C10908">
        <w:rPr>
          <w:rtl/>
          <w:lang w:bidi="fa-IR"/>
        </w:rPr>
        <w:t xml:space="preserve">؟! </w:t>
      </w:r>
      <w:r>
        <w:rPr>
          <w:rtl/>
          <w:lang w:bidi="fa-IR"/>
        </w:rPr>
        <w:t>چرا حركت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؟!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نفوذ و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قهرمان پرور مالك 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روح تازه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اى بر كالبد لشگر رب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عه دم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گفتند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ما همان اراده استوار سابق را دار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ولى نظر ما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بود كه لشگر قب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له همدان نخست حمله كنند و سپس ما به دنبال آنها حركت 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فرمان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است كه شما هم اكنون حركت 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اى لشگر قب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له رب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اگر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است شما هم اكنون حركت 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اى لشگر قب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له رب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اگر گروهى از شما بر سپاه دشمن حمله كند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دشمن شما را 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ابان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 xml:space="preserve">گذارد و همچون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عاف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خران وحشى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هم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فر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مخلصانه و پرتوان مالك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جنب جوش فوق العاده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اى در سپاه رب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عه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جاد كرد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آنها هماندم به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دان تاختند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آن روز همچنان تا غروب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جنگ خود با دشمن ادامه دادند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سخنان مالك اشتر را كه گفته بود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دشمنان چون خران وحشى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فرار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خود و همد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آورند و بى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امان حمله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هاى پى درپى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نمودند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سرانجام دشمن را وادار به عقب نش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نى كرده و آن روز دشمن نتوانست از خود تحر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نشان دهد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93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3"/>
        <w:rPr>
          <w:rtl/>
          <w:lang w:bidi="fa-IR"/>
        </w:rPr>
      </w:pPr>
      <w:bookmarkStart w:id="66" w:name="_Toc396044699"/>
      <w:r>
        <w:rPr>
          <w:rtl/>
          <w:lang w:bidi="fa-IR"/>
        </w:rPr>
        <w:t>11- درگ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رى شد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مالك با عبدالرحمن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خالد</w:t>
      </w:r>
      <w:bookmarkEnd w:id="66"/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در روز خم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 پنجشنبه كه شد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دتر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روز جنگ صف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بود بود و به آن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روز هر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گفتند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عبدالرحمن بن پسر خالد بن ول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كه همچون پدرش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و رزم آور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دان تاخت و با جولان و رجزهاى خود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دان را 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طره و چنبره خود افكند او فر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زد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من پسر 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خدا هستم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آن روز لشگر مذحج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سپاه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در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دان بود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سران لشگر به مالك لشتر گفتند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امروز روز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دان رفتن تو است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مگر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نى كه پرچم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در دست عبدالرحمن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تازد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بى درنگ پرچم سپاه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از به اهتراز در آورد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به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دان تاخت و همچون نهنگ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دل به در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اى دشمن زد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حالى كه 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رجز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خواند</w:t>
      </w:r>
      <w:r w:rsidR="00C10908">
        <w:rPr>
          <w:rtl/>
          <w:lang w:bidi="fa-IR"/>
        </w:rPr>
        <w:t xml:space="preserve">: </w:t>
      </w:r>
    </w:p>
    <w:tbl>
      <w:tblPr>
        <w:bidiVisual/>
        <w:tblW w:w="5000" w:type="pct"/>
        <w:tblLook w:val="01E0"/>
      </w:tblPr>
      <w:tblGrid>
        <w:gridCol w:w="3661"/>
        <w:gridCol w:w="269"/>
        <w:gridCol w:w="3657"/>
      </w:tblGrid>
      <w:tr w:rsidR="004F77FD" w:rsidTr="009B68AC">
        <w:trPr>
          <w:trHeight w:val="350"/>
        </w:trPr>
        <w:tc>
          <w:tcPr>
            <w:tcW w:w="4288" w:type="dxa"/>
            <w:shd w:val="clear" w:color="auto" w:fill="auto"/>
          </w:tcPr>
          <w:p w:rsidR="004F77FD" w:rsidRDefault="004F77FD" w:rsidP="009B68AC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انى انا الاشتر معروف السیر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4F77FD" w:rsidRDefault="004F77FD" w:rsidP="009B68AC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4F77FD" w:rsidRDefault="004F77FD" w:rsidP="009B68AC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انى انا الافعى العراقى الذكر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F77FD" w:rsidTr="009B68AC">
        <w:trPr>
          <w:trHeight w:val="350"/>
        </w:trPr>
        <w:tc>
          <w:tcPr>
            <w:tcW w:w="4288" w:type="dxa"/>
          </w:tcPr>
          <w:p w:rsidR="004F77FD" w:rsidRDefault="004F77FD" w:rsidP="009B68AC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ولست من حى ربیعه و مضر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4F77FD" w:rsidRDefault="004F77FD" w:rsidP="009B68AC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4F77FD" w:rsidRDefault="004F77FD" w:rsidP="009B68AC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لكننى من مذحج الغر الغرر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من همان مالك اشتر كه 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رتم براى همه آشناست</w:t>
      </w:r>
      <w:r w:rsidR="00C10908">
        <w:rPr>
          <w:rtl/>
          <w:lang w:bidi="fa-IR"/>
        </w:rPr>
        <w:t xml:space="preserve">!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من همان افعى رادمرد عراق هستم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من از دودمان رب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عه و مضر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ستم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بلكه از قب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له برجسته مذحج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باشم</w:t>
      </w:r>
      <w:r w:rsidR="00C10908">
        <w:rPr>
          <w:rtl/>
          <w:lang w:bidi="fa-IR"/>
        </w:rPr>
        <w:t xml:space="preserve">!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حمله مالك همچنان چشمگ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و توفنده بود كه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دان را 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چنبره قرار داد و عبدالرحمن را به عقب نشاند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در نت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جه آن روز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پرچم پر افتخار سپاه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در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دان به اهتزار در آمد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پرچم 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اه و ننگ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از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دان رانده شد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94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3"/>
        <w:rPr>
          <w:rtl/>
          <w:lang w:bidi="fa-IR"/>
        </w:rPr>
      </w:pPr>
      <w:bookmarkStart w:id="67" w:name="_Toc396044700"/>
      <w:r>
        <w:rPr>
          <w:rtl/>
          <w:lang w:bidi="fa-IR"/>
        </w:rPr>
        <w:t>12 - مالك اشتر در ماجراى نهادن قرآنها بر سر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bookmarkEnd w:id="67"/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به عمر و عاص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نشانه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هاى خطر سقوط ما از هرسو آشكار شده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چاره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اى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چه با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كرد</w:t>
      </w:r>
      <w:r w:rsidR="00C10908">
        <w:rPr>
          <w:rtl/>
          <w:lang w:bidi="fa-IR"/>
        </w:rPr>
        <w:t xml:space="preserve">؟ ...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عمر و عاص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بار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شنهادى به تو كنم كه با اجراى آن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سپاه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اختلاف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افتد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در نت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جه جنگ متوقف شده و در نها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برنده جنگ ما هست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سپس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رنگ خائنانه خود را 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كرد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فرمان بده قرآنها را سر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زه كننده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اعلام كنند كه قرآن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ما و شما حاكم باشد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كه به 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ركى و 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طنت عمر و عاص آگاهى داشت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عمق سخن او را در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افت و بى درنگ به او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راست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همان روزى كه شب آن 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له الهر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سران سپاه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قرآنها را بر سر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زه كردند و فر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زدند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ما و شما قرآن حاكم و داور باشد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نصربن مزاحم صاحب كتاب وقعه الصف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نقل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صد عدد قرآن روى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 قرار دادند و با هم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حال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نزد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آمدند و گفتند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قرآن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ما و شما حكومت و داورى كند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و جمعا پانصد عدد قرآن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روى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 قرار دادند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و مطابق نقل بعضى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قرآنها را سر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زه و گردن اسبها انداختند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قرآن بزرگ و معروف دمشق را بر سر چهار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زه بزرگ نهادند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ده نفر آن را حمل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نمودند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گرچه براى انجام مقصود آنها</w:t>
      </w:r>
      <w:r w:rsidR="00C10908">
        <w:rPr>
          <w:rtl/>
          <w:lang w:bidi="fa-IR"/>
        </w:rPr>
        <w:t xml:space="preserve">،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ك عدد قرآن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ده عدد قرآن كافى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ولى سپاه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رنگباز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 آن همه 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اهو و جوسازى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خواستند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رنگ خود را به خوبى در قلوب سپاه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جا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ندازند و با جار و جنجال و 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اهو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افكار را بدزدند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هم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رنگ باعث اختلاف در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سپاه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رالمومن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شد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بعضى گفتند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به جنگ ادامه ده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و بعضى گفتند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پس از داور قرار دادن قرآن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 جنگ حرام است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95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خطاب به سپاه خود فرمود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اى مردم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ء من سزاوارترم كه به داورى قرآن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پاسخ مثبت دهم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ولى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عمر و عاص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ابن ابى مع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ط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ابن ابى سرح و ابن مسلمه اهل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و قرآن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من كوچك و بزرگ آنها را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شناسم كه بدتر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افراد هستند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واى بر شما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10908">
        <w:rPr>
          <w:rtl/>
          <w:lang w:bidi="fa-IR"/>
        </w:rPr>
        <w:t xml:space="preserve"> </w:t>
      </w:r>
      <w:r w:rsidR="00FB296A">
        <w:rPr>
          <w:rtl/>
          <w:lang w:bidi="fa-IR"/>
        </w:rPr>
        <w:t>(</w:t>
      </w:r>
      <w:r>
        <w:rPr>
          <w:rtl/>
          <w:lang w:bidi="fa-IR"/>
        </w:rPr>
        <w:t>داورى قرآن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سخن حقى است كه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و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روانش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خواهد 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را ماسك آن به باطل آن برسند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آنها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از قرآن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روى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سخن آنها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رنگ و ترفند براى سست كردن اراده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هاى شما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من مهلت ده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ما در مرحله حساس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روزى هست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دشمن پرتگاه سقوط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اژگونى ستمگران به دوزخ فرا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فرصت خوبى به دست آمده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آن را از دست نده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ولى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 سخن 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در آن كودلان كج فهم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مقدس مابهاى بى خرد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اثر نداشت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كار به جا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ى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كه حدود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 هزار نفر از سپاه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غرق در اسلحه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كه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شانى آنها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بر اثر عبادت خشك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 بسته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نزد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آمدند و فر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زدند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به داورى قرآن جواب مثبت بده وگرنه تو را همچون عثمان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!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سوگند به خدا اگر جواب مثبت ندهى تو را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!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هرچه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رمومنان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، </w:t>
      </w:r>
      <w:r>
        <w:rPr>
          <w:rtl/>
          <w:lang w:bidi="fa-IR"/>
        </w:rPr>
        <w:t>به آنها فرمود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گول نخور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شنهاد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رنگ و خدعه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ما با آنها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جنگ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تا به حكم قرآن تسل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گردند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آنها به سخن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اعتنا نكردند و بر فشار خود افزودند و گفتند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با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جنگ متوقف شود و مطابق داورى قرآن رفتار گردد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96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0D0DD5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B66E7D">
        <w:rPr>
          <w:rtl/>
          <w:lang w:bidi="fa-IR"/>
        </w:rPr>
        <w:t>كى از روساى ا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ن جمع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ت كه از آن پس به عنوان خوارج نام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ده شدند</w:t>
      </w:r>
      <w:r w:rsidR="00C10908">
        <w:rPr>
          <w:rtl/>
          <w:lang w:bidi="fa-IR"/>
        </w:rPr>
        <w:t xml:space="preserve">، </w:t>
      </w:r>
      <w:r w:rsidR="00B66E7D">
        <w:rPr>
          <w:rtl/>
          <w:lang w:bidi="fa-IR"/>
        </w:rPr>
        <w:t>اشعث بن ق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س بود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همچنان در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شاپ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سپاه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 دشمن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جنگ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نشانه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هاى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روزى سپاه عراق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هر نظر روشن بود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فرصت و موقع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حساس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گروه خوارج به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گفتند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براى مالك اشتر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 بفرست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كه از جنگ دست بردارد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به نزد ما باز گردد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ابراه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پسر مالك اشتر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آن حضرت ناگز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ر به به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دبن هانى فرمود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مالك اشتر برو و بگو نزد من بازگردد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ابن هانى نزد مالك اشتر آمد و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را به او ابلاغ كرد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به ابن هانى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از جانب من به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عرض كن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اكنون در موقع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حساس هست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و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روزى دارم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اكنون هنگام رها كردن جبهه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ابن هانى جواب مالك اشتر را به 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رسان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ولى خوارج همچنان با فشار و اصرار به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گفتند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 بده مالك اشتر باز گردد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وگرنه تو را از رهبرى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عزل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!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امام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ابن هانى را نزد مالك فرستاد و فرمود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به او بگو نزد من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كه فتنه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اى رخ داده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ابن هانى نزد مالك رفت و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را به او ابلاغ كرد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مالك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به خاطر بر سر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زه نهادن قرآنها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فتنه رخ داده</w:t>
      </w:r>
      <w:r w:rsidR="00C10908">
        <w:rPr>
          <w:rtl/>
          <w:lang w:bidi="fa-IR"/>
        </w:rPr>
        <w:t xml:space="preserve">؟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ابن هانى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آرى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اى ابن هانى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واى بر تو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آ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تفوق سپاه ما را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نى</w:t>
      </w:r>
      <w:r w:rsidR="00C10908">
        <w:rPr>
          <w:rtl/>
          <w:lang w:bidi="fa-IR"/>
        </w:rPr>
        <w:t xml:space="preserve">؟ </w:t>
      </w:r>
      <w:r>
        <w:rPr>
          <w:rtl/>
          <w:lang w:bidi="fa-IR"/>
        </w:rPr>
        <w:t>آ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شكست و تارومار شدن سپاه دشمن را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نگرى</w:t>
      </w:r>
      <w:r w:rsidR="00C10908">
        <w:rPr>
          <w:rtl/>
          <w:lang w:bidi="fa-IR"/>
        </w:rPr>
        <w:t xml:space="preserve">؟ </w:t>
      </w:r>
      <w:r>
        <w:rPr>
          <w:rtl/>
          <w:lang w:bidi="fa-IR"/>
        </w:rPr>
        <w:t>آ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در 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وقتى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جبهه را رها سازم</w:t>
      </w:r>
      <w:r w:rsidR="00C10908">
        <w:rPr>
          <w:rtl/>
          <w:lang w:bidi="fa-IR"/>
        </w:rPr>
        <w:t xml:space="preserve">؟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ابن هانى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دوست دارى كه تو 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نجا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روز گردى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ولى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رمومنان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در خطر قرار بگ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C10908">
        <w:rPr>
          <w:rtl/>
          <w:lang w:bidi="fa-IR"/>
        </w:rPr>
        <w:t>....؟</w:t>
      </w:r>
      <w:r w:rsidR="002734A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تعدادى 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ادى از سپاه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به سوى او شمش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بكشند</w:t>
      </w:r>
      <w:r w:rsidR="00C10908">
        <w:rPr>
          <w:rtl/>
          <w:lang w:bidi="fa-IR"/>
        </w:rPr>
        <w:t xml:space="preserve">؟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سبحان اللَّه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نه به خدا سوگند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زى را دوست ندارم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آنگاه مالك اشتر جبهه را رها كرد و به محضر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آمد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در آنجا بر سر خوارج فر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كش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گفت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اى آدمهاى ذل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 و زبون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واى سست عنصرهاى بى صفت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اكنون كه بر دشمن تفوق دار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دشمن تصور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كند كه شما بر آنها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روز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گرد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قرآنها را بر سر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 بالا برده و شما را به قرآن و مخالف سنت است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جواب مثبت به دعوت دشمن نده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به من مهلت ده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من احساس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روزى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كنم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خوارج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ما به تو مهلت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ده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به اندازه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كبار دو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 اسب به من مهلت ده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من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روزى دارم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خوارج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ما اگر به تو مهلت ده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گناه تو شر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 خواه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شد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كارى نخواه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كرد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هرچه نص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حت و اصرار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آن كوردلان اثر نكرد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درگ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رى لفظى شد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به همد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 ناسزا گفتند و با تاز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انه به صورت اسبهاى همد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زدند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بر سر آنها فر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كش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كه خوددارى 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مالك اشتر عرض كرد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اى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رمومنان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هرگاه حمله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هاى پى در پى ما بر دشمن ادامه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دشمن از پاى در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آ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خوارج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خود فر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زدند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رمومنان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به حكم قرآن راضى شده است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كه تسل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فرمان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 كمال تواضع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اگر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رمومنان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دعوت به داورى قرآن را پذ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رفته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من هم به آنچه كه آن حضرت راضى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خشنودم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97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ابن ابى الحد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دانشمند معتزلى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نو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مالك اشتر هنگامى كه نزد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آمد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اصحابش او را در صورت عدم قبول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رنگ داورى </w:t>
      </w:r>
      <w:r>
        <w:rPr>
          <w:rtl/>
          <w:lang w:bidi="fa-IR"/>
        </w:rPr>
        <w:lastRenderedPageBreak/>
        <w:t>قرآن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دو راه قرار داده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C10908">
        <w:rPr>
          <w:rtl/>
          <w:lang w:bidi="fa-IR"/>
        </w:rPr>
        <w:t xml:space="preserve">: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ا او را بكشند و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او را به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تسل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نما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C10908">
        <w:rPr>
          <w:rtl/>
          <w:lang w:bidi="fa-IR"/>
        </w:rPr>
        <w:t xml:space="preserve">....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وقتى آنها را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آنها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واى بر شما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آ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بعد از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روزى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پراكندگى و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چارگى به شما رو آورده است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اى احمقها و اى بى خردها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هلاكت باد بر شما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98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2"/>
        <w:rPr>
          <w:rtl/>
          <w:lang w:bidi="fa-IR"/>
        </w:rPr>
      </w:pPr>
      <w:bookmarkStart w:id="68" w:name="_Toc396044701"/>
      <w:r>
        <w:rPr>
          <w:rtl/>
          <w:lang w:bidi="fa-IR"/>
        </w:rPr>
        <w:t>من هرگز پاى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نوشته را امضاء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كنم</w:t>
      </w:r>
      <w:bookmarkEnd w:id="68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هنگامى كه ماجراى ننگ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حكم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بر اثر فشار خوارج رخ داد و ابو موسى اشعرى فر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 عمر و عاص را خورد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به عنوان خل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فه معرفى گرد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اشعث بن 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ر</w:t>
      </w:r>
      <w:r w:rsidR="000D0DD5">
        <w:rPr>
          <w:rtl/>
          <w:lang w:bidi="fa-IR"/>
        </w:rPr>
        <w:t>یی</w:t>
      </w:r>
      <w:r>
        <w:rPr>
          <w:rtl/>
          <w:lang w:bidi="fa-IR"/>
        </w:rPr>
        <w:t>س خوارج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ماجراى حكم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را كه صورت جلسه شده بود و در كاغذى ثبت شده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نزد مالك اشتر آورد و اصرار كرد كه آن را امضاء كن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من هرگز پاى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نوشته و به اصطلاح صلحنامه را امضاء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كنم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من در عق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ده خود استوار هستم و به حقان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ت خود و ضلالت دشمنان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دارم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با شمش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من خونها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ى از دشمنان 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خته شده كه تو بهتر از آنها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خون تو محترمتر از خون آنها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باشد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ولى باز مالك اشتر كه خشنودى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را بر همه 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 مقدم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داشت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پا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گفت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لكن رض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بما صنع على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رالمومن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دخلت 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ما دخل 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خرجت مما خرج منه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فانه لا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دخل الا فى هدى وصواب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ولى من به آنچه كه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رمومنان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انجام دهد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راضى هستم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در همان راهى كه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وارد گردد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وارد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شوم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از همان راهى كه آن حضرت خارج خواهم شد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را او در كارى وارد نشود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نكه آن كار قطعا بر اساس هدا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و راستى و درستى است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99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روا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شده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شخصى به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عرض كرد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مالك 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صح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فه صلحنامه را امضاء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نظرش ادامه جنگ است</w:t>
      </w:r>
      <w:r w:rsidR="00C10908">
        <w:rPr>
          <w:rtl/>
          <w:lang w:bidi="fa-IR"/>
        </w:rPr>
        <w:t>. (</w:t>
      </w:r>
      <w:r>
        <w:rPr>
          <w:rtl/>
          <w:lang w:bidi="fa-IR"/>
        </w:rPr>
        <w:t>بنابرا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تحت او امر شما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10908">
        <w:rPr>
          <w:rtl/>
          <w:lang w:bidi="fa-IR"/>
        </w:rPr>
        <w:t>.</w:t>
      </w:r>
      <w:r w:rsidR="000D1F4F">
        <w:rPr>
          <w:rtl/>
          <w:lang w:bidi="fa-IR"/>
        </w:rPr>
        <w:t>)</w:t>
      </w:r>
      <w:r w:rsidR="00C10908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در پاسخ فرمود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همانا مالك 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همان را كه من راضى شوم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راضى خواهد شد</w:t>
      </w:r>
      <w:r w:rsidR="00C10908">
        <w:rPr>
          <w:rtl/>
          <w:lang w:bidi="fa-IR"/>
        </w:rPr>
        <w:t xml:space="preserve">.... </w:t>
      </w:r>
      <w:r>
        <w:rPr>
          <w:rtl/>
          <w:lang w:bidi="fa-IR"/>
        </w:rPr>
        <w:t>اما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نكه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ى او از تحت امر من خارج شده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من او را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گونه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شناسم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آنگاه 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در شان مالك 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جمله معروف را فرمود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ول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كم اثنان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بل 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كم مثله واحد</w:t>
      </w:r>
      <w:r w:rsidR="00C10908">
        <w:rPr>
          <w:rtl/>
          <w:lang w:bidi="fa-IR"/>
        </w:rPr>
        <w:t xml:space="preserve">،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رى فى عدوى مثل را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اى كاش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در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شما دو نفر مانند او بود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بلكه اى كاش در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ان شما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 نفر مثل او بود كه در مورد دشمنانم مانند نظر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او را داشت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100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2"/>
        <w:rPr>
          <w:rtl/>
          <w:lang w:bidi="fa-IR"/>
        </w:rPr>
      </w:pPr>
      <w:bookmarkStart w:id="69" w:name="_Toc396044702"/>
      <w:r>
        <w:rPr>
          <w:rtl/>
          <w:lang w:bidi="fa-IR"/>
        </w:rPr>
        <w:t>تولى و تبرى مالك اشتر</w:t>
      </w:r>
      <w:bookmarkEnd w:id="69"/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مومنان راست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هم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 داراى دو خصلت تولى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دوستى با دوستان خدا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و تبرى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دشمنى با دشمنان خدا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هستند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مالك اشتر در تمام فراز و نش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بهاى جنگ صف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و قبل و بعد آن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وند استوار دوستى خود با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را كاملا رعا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تسل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فرمان او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در فكر و اراده و عمل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جز راه او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راه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گرى نرفت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نسبت به دشمنان او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 دشمن سرسخت بود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از همان آغاز با عثمان و عثمان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مخالفت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سپس با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عت شكنان و آتش افروزان جنگ جمل دشمنى نمود و بعد با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و هوادارانش و بعد با اصحاب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روز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كه امروز به عنوان خوارج دسته جدا كردند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او همواره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راه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راه صواب و هدا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راه دشمنان او راه انحراف و ضلالت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بر هم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اساس تصم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گرفت و عمل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تبرى او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آنجا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كه مانند 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غى در چشم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هم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 با تصو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مالك اشتر و خارى در گلوى او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هم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 با تصور مالك 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غمگ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>
        <w:rPr>
          <w:rtl/>
          <w:lang w:bidi="fa-IR"/>
        </w:rPr>
        <w:lastRenderedPageBreak/>
        <w:t>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حتى دستور داده بود مالك اشتر را در كنار نام امام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و حسن و حس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در خطبه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هاى نماز جمعه و در قنوت نمازهاى لعن كننده</w:t>
      </w:r>
      <w:r w:rsidR="00C10908">
        <w:rPr>
          <w:rtl/>
          <w:lang w:bidi="fa-IR"/>
        </w:rPr>
        <w:t xml:space="preserve">؟!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به خاطر آنكه حما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تهاى قهرمانانه و بى در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غ او از 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، </w:t>
      </w:r>
      <w:r>
        <w:rPr>
          <w:rtl/>
          <w:lang w:bidi="fa-IR"/>
        </w:rPr>
        <w:t>اعصاب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را خرد كرد و جگرش را كباب نمود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دل را خون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است معنى تولى و تبرى</w:t>
      </w:r>
      <w:r w:rsidR="00C10908">
        <w:rPr>
          <w:rtl/>
          <w:lang w:bidi="fa-IR"/>
        </w:rPr>
        <w:t xml:space="preserve">،! ... </w:t>
      </w:r>
    </w:p>
    <w:p w:rsidR="00B66E7D" w:rsidRDefault="004D3746" w:rsidP="004D3746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70" w:name="_Toc396044703"/>
      <w:r w:rsidR="00B66E7D">
        <w:rPr>
          <w:rtl/>
          <w:lang w:bidi="fa-IR"/>
        </w:rPr>
        <w:lastRenderedPageBreak/>
        <w:t>بخش چهارم</w:t>
      </w:r>
      <w:bookmarkEnd w:id="70"/>
      <w:r w:rsidR="00F472FF">
        <w:rPr>
          <w:rtl/>
          <w:lang w:bidi="fa-IR"/>
        </w:rPr>
        <w:t xml:space="preserve"> </w:t>
      </w:r>
    </w:p>
    <w:p w:rsidR="00B66E7D" w:rsidRDefault="00B66E7D" w:rsidP="004D3746">
      <w:pPr>
        <w:pStyle w:val="Heading2"/>
        <w:rPr>
          <w:rtl/>
          <w:lang w:bidi="fa-IR"/>
        </w:rPr>
      </w:pPr>
      <w:bookmarkStart w:id="71" w:name="_Toc396044704"/>
      <w:r>
        <w:rPr>
          <w:rtl/>
          <w:lang w:bidi="fa-IR"/>
        </w:rPr>
        <w:t>مالك 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بزرگمرد تقوا و كمالات و ماجراى شهادت او</w:t>
      </w:r>
      <w:bookmarkEnd w:id="71"/>
    </w:p>
    <w:p w:rsidR="00B66E7D" w:rsidRDefault="00B66E7D" w:rsidP="004F77FD">
      <w:pPr>
        <w:pStyle w:val="Heading3"/>
        <w:rPr>
          <w:rtl/>
          <w:lang w:bidi="fa-IR"/>
        </w:rPr>
      </w:pPr>
      <w:bookmarkStart w:id="72" w:name="_Toc396044705"/>
      <w:r>
        <w:rPr>
          <w:rtl/>
          <w:lang w:bidi="fa-IR"/>
        </w:rPr>
        <w:t>اشاره</w:t>
      </w:r>
      <w:bookmarkEnd w:id="72"/>
      <w:r w:rsidR="00C10908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همچون استادش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جامع اضداد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بود در 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نكه شجاع و نترس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نسبت به 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دستان قلبى رئوف و مهربان داشت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در 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آنكه قدرتمند و صاحب راى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 خو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شتن دارى و تحمل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تسل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راى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تى خالص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اراده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اى پرتوان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قلبى ثابت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عزمى خلل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ناپذ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داشت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عارفى 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بى هوشمند سخنورى توانا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جنگجو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ى پر تجربه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استمدارى بلند نظرت مد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رى وارسته و عارفى خوش اخلاق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همه شوون زندگى در جا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گاه رفع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ى از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مان و معرفت و اخلاق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 قرار داشت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رو او نه تنها در شجاعت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بلكه در همه ابعاد انسانى قهرمان قهرمانان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دوست دشمن به عظمت روح جوانمردى او اعتراف داشتند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نجا براى آگاهى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شتر به ابعاد شخص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مالك 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كافى است كه به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سخن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توجه عم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ق 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آنجا كه فرمود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رحم اللَّه مالكا فلقد كان الاشتر لى كما كنت لرسول اللَّه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مالك اشتر را رحمت كند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او براى من همان گونه بود كه من براى رسول خدا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بودم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101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اگر در شان مالك اشتر 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چ سخنى جز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سخن نبود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كافى بود كه اوج عظمت مالك اشتر را نشان بدهد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نك 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نجا به ذكر چند نمونه از كمالات مالك اشتر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پرداز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: </w:t>
      </w:r>
    </w:p>
    <w:p w:rsidR="00B66E7D" w:rsidRDefault="00B66E7D" w:rsidP="004D3746">
      <w:pPr>
        <w:pStyle w:val="Heading3"/>
        <w:rPr>
          <w:rtl/>
          <w:lang w:bidi="fa-IR"/>
        </w:rPr>
      </w:pPr>
      <w:bookmarkStart w:id="73" w:name="_Toc396044706"/>
      <w:r>
        <w:rPr>
          <w:rtl/>
          <w:lang w:bidi="fa-IR"/>
        </w:rPr>
        <w:lastRenderedPageBreak/>
        <w:t>1- مالك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مجموعه كمالات از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دگاه دانشمند سنى</w:t>
      </w:r>
      <w:bookmarkEnd w:id="73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ابن ابى الحد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دانشمند معروف اهل تسنن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مالك اشتر را 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توص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او مردى جنگجو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بخشنده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بلند مقام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بردبار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سخنور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شاعر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شدت را با نرمى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آم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خت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به هنگام اظهار قدرت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قدر نشان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داد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به هنگام مدارا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مدارا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او نگهبان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پاسدار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شجاع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ر</w:t>
      </w:r>
      <w:r w:rsidR="000D0DD5">
        <w:rPr>
          <w:rtl/>
          <w:lang w:bidi="fa-IR"/>
        </w:rPr>
        <w:t>یی</w:t>
      </w:r>
      <w:r>
        <w:rPr>
          <w:rtl/>
          <w:lang w:bidi="fa-IR"/>
        </w:rPr>
        <w:t>س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بزرگان 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عه و شخص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تهاى برجسته به حساب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آمد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وند والا و شد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خلل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ناپذ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با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داشت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للَّه او قامت عن الاشتر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لو ان انسانا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قس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ان اللَّه تعالى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ما خلق فى العرب ولا فى العجم اشجع منه الا استاد على بن اب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طالب لما خش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عل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الاتم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خدا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به مادرش پاداش دهد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كه مالك اشتر را به دن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ا آورد اگر كسى سوكند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كند كه خداوند در عرب و عجم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قهرمانى دل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رتر از مالك 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جز استادش على بن اب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طالب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افر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من او را 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سوگند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گناهكار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گزاف گو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دانم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102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3"/>
        <w:rPr>
          <w:rtl/>
          <w:lang w:bidi="fa-IR"/>
        </w:rPr>
      </w:pPr>
      <w:bookmarkStart w:id="74" w:name="_Toc396044707"/>
      <w:r>
        <w:rPr>
          <w:rtl/>
          <w:lang w:bidi="fa-IR"/>
        </w:rPr>
        <w:t>2- چند 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ژگى مالك 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نامه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bookmarkEnd w:id="74"/>
      <w:r w:rsidR="00C10908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محمد بن ابوبكر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 مخلص و شجاع 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از جانب آن حضرت استاندار مصر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ولى شرا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ط مصر به گونه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اى بود كه براى نگهدارى و كنترل آن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از به وجود شخصى مانند مالك اشتر داشت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محمد بن ابوبكر را عزل كرد و مالك اشتر را براى استاندارى مصر نصب نمود</w:t>
      </w:r>
      <w:r w:rsidR="00C10908">
        <w:rPr>
          <w:rtl/>
          <w:lang w:bidi="fa-IR"/>
        </w:rPr>
        <w:t>. (</w:t>
      </w:r>
      <w:r>
        <w:rPr>
          <w:rtl/>
          <w:lang w:bidi="fa-IR"/>
        </w:rPr>
        <w:t>ولى مالك در مس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راه توسط ماموران نفوذى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به شهادت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>.</w:t>
      </w:r>
      <w:r w:rsidR="000D1F4F">
        <w:rPr>
          <w:rtl/>
          <w:lang w:bidi="fa-IR"/>
        </w:rPr>
        <w:t>)</w:t>
      </w:r>
      <w:r w:rsidR="00C10908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 w:rsidR="00FB296A">
        <w:rPr>
          <w:rtl/>
          <w:lang w:bidi="fa-IR"/>
        </w:rPr>
        <w:t>(</w:t>
      </w:r>
      <w:r>
        <w:rPr>
          <w:rtl/>
          <w:lang w:bidi="fa-IR"/>
        </w:rPr>
        <w:t>پس از خبر شهادت مالك اشتر</w:t>
      </w:r>
      <w:r w:rsidR="00C10908">
        <w:rPr>
          <w:rtl/>
          <w:lang w:bidi="fa-IR"/>
        </w:rPr>
        <w:t xml:space="preserve">)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نامه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اى براى محمد بن ابوبكر نوشت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بخشى از آن نامه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مالك اشتر را 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معرفى كرد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مردى را كه در والى مصر نمودم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داراى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ژگ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ها بود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كان رجلا لنا ناصحا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وعلى عدونا شد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ناقما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فرحمه اللَّه فلقد استكمل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امه ولاقى حمامه و نحن عنه راضون اولاه للَّه رضوانه و ضاعف الثواب له</w:t>
      </w:r>
      <w:r w:rsidR="00C10908">
        <w:rPr>
          <w:rtl/>
          <w:lang w:bidi="fa-IR"/>
        </w:rPr>
        <w:t xml:space="preserve">....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ناصح و خ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رخواه ما بود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او نسبت به دشمنان ما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سختگ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و در هم كوبنده بود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خدا تو را رحمت كند كه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 زندگى را به پا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برد و با مرگ ملاقات كرد در حالى كه ما از او راضى و خشنود هست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!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نعمت خشنود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را بر او ارزانى دارد و چندان برابر پاداشش به او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فزا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103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3"/>
        <w:rPr>
          <w:rtl/>
          <w:lang w:bidi="fa-IR"/>
        </w:rPr>
      </w:pPr>
      <w:bookmarkStart w:id="75" w:name="_Toc396044708"/>
      <w:r>
        <w:rPr>
          <w:rtl/>
          <w:lang w:bidi="fa-IR"/>
        </w:rPr>
        <w:t>3- بزرگوارى مالك اشتر در مورد آزادى اس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</w:t>
      </w:r>
      <w:bookmarkEnd w:id="75"/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در جنگ صف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10908">
        <w:rPr>
          <w:rtl/>
          <w:lang w:bidi="fa-IR"/>
        </w:rPr>
        <w:t xml:space="preserve">،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سرداران سپاه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ه شخصى به نام اصبغ بن ضرار در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درگ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هاى شد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مالك اشتر در ركاب امام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با دشمن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جنگ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به مالك فر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زد تا به جنگ اصبغ برود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مالك اشتر به سوى اصبغ حمله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ولى اصبغ نتوانست در برابر مالك مقاومت كند و به اسارت مالك درآمد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مالك دستهاى او را محكم بست و به اردوگاه خود آورد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آن روز پا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ان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افت و شب فرا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آن اس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بس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 ناراحت بود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چرا كه فكر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كرد فرداى آن شب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روز اعدام اوست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او آن شب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سوز دل خود را در اشعارى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كرد و آن اشعار را بلند خواند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طورى كه مالك اشتر آن اشعار را از او شن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او در آن اشعار گفته بود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اى شب تا ابد و تا 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شب باش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اى كاش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شب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روز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شد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را از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نكه فردا اعدام كنند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ترس و وحشت دارم</w:t>
      </w:r>
      <w:r w:rsidR="00C10908">
        <w:rPr>
          <w:rtl/>
          <w:lang w:bidi="fa-IR"/>
        </w:rPr>
        <w:t xml:space="preserve">....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نسبت به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نكه نسبت به دشمن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سختگ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نجا نسبت با آن اس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بزرگوارى كرد و دلش به حال او سوخت</w:t>
      </w:r>
      <w:r w:rsidR="00C10908">
        <w:rPr>
          <w:rtl/>
          <w:lang w:bidi="fa-IR"/>
        </w:rPr>
        <w:t xml:space="preserve">. </w:t>
      </w:r>
      <w:r w:rsidR="00FB296A">
        <w:rPr>
          <w:rtl/>
          <w:lang w:bidi="fa-IR"/>
        </w:rPr>
        <w:t>(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است كه گفتم مالك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مانند مولا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جامع اضداد بود</w:t>
      </w:r>
      <w:r w:rsidR="00C10908">
        <w:rPr>
          <w:rtl/>
          <w:lang w:bidi="fa-IR"/>
        </w:rPr>
        <w:t>.</w:t>
      </w:r>
      <w:r w:rsidR="000D1F4F">
        <w:rPr>
          <w:rtl/>
          <w:lang w:bidi="fa-IR"/>
        </w:rPr>
        <w:t>)</w:t>
      </w:r>
      <w:r w:rsidR="00C10908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آن شب به پا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صبح مالك 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آن اس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را نزد مومنان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آورد و عرض كرد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شخص سپاه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مسلح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او را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روز اس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كردم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امشب در نزد ما بود و اشعارى اثر بخش خواند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اكنون او را به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نجا آوردم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اگر راى شما كشتن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شخص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او را بكش ولى اگر بخش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شخص راه دارد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او را به ما ببخش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اى مالك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او را به تو بخش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هرگاه در جنگ با اهل اس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گرفتى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او را نكش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چرا كه اس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اهل قبله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مسلمان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كشته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اصبغ را به خانه خود برد و آزاد كرد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104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2377AA">
      <w:pPr>
        <w:pStyle w:val="Heading3"/>
        <w:rPr>
          <w:rtl/>
          <w:lang w:bidi="fa-IR"/>
        </w:rPr>
      </w:pPr>
      <w:bookmarkStart w:id="76" w:name="_Toc396044709"/>
      <w:r>
        <w:rPr>
          <w:rtl/>
          <w:lang w:bidi="fa-IR"/>
        </w:rPr>
        <w:t>4- مالك اشتر خار چشم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تبرى</w:t>
      </w:r>
      <w:r w:rsidR="00C10908">
        <w:rPr>
          <w:rtl/>
          <w:lang w:bidi="fa-IR"/>
        </w:rPr>
        <w:t>)</w:t>
      </w:r>
      <w:bookmarkEnd w:id="76"/>
      <w:r w:rsidR="00C10908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مقام تبرى مالك اشتر نسبت به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به قدرى شد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بود كه وجود او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عرصه را براى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تنگ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او همچون خارى در چشمان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نزد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 بود كه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از غصه او دق كند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براى در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افت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حق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قت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اشعار مالك اشتر دقت 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: </w:t>
      </w:r>
    </w:p>
    <w:tbl>
      <w:tblPr>
        <w:bidiVisual/>
        <w:tblW w:w="5000" w:type="pct"/>
        <w:tblLook w:val="01E0"/>
      </w:tblPr>
      <w:tblGrid>
        <w:gridCol w:w="3662"/>
        <w:gridCol w:w="269"/>
        <w:gridCol w:w="3656"/>
      </w:tblGrid>
      <w:tr w:rsidR="0061074F" w:rsidTr="009B68AC">
        <w:trPr>
          <w:trHeight w:val="350"/>
        </w:trPr>
        <w:tc>
          <w:tcPr>
            <w:tcW w:w="4288" w:type="dxa"/>
            <w:shd w:val="clear" w:color="auto" w:fill="auto"/>
          </w:tcPr>
          <w:p w:rsidR="0061074F" w:rsidRDefault="0061074F" w:rsidP="009B68AC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بقیت و فرى و انحرفت عن العلى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61074F" w:rsidRDefault="0061074F" w:rsidP="009B68AC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61074F" w:rsidRDefault="0061074F" w:rsidP="009B68AC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ولقیت اضیافى بوجه عبوس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074F" w:rsidTr="009B68AC">
        <w:trPr>
          <w:trHeight w:val="350"/>
        </w:trPr>
        <w:tc>
          <w:tcPr>
            <w:tcW w:w="4288" w:type="dxa"/>
          </w:tcPr>
          <w:p w:rsidR="0061074F" w:rsidRDefault="0061074F" w:rsidP="009B68AC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ان لم اشن على ابن هند غاره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1074F" w:rsidRDefault="0061074F" w:rsidP="009B68AC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61074F" w:rsidRDefault="0061074F" w:rsidP="009B68AC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لو تخل یوما من نهاب نفوس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074F" w:rsidTr="009B68AC">
        <w:trPr>
          <w:trHeight w:val="350"/>
        </w:trPr>
        <w:tc>
          <w:tcPr>
            <w:tcW w:w="4288" w:type="dxa"/>
          </w:tcPr>
          <w:p w:rsidR="0061074F" w:rsidRDefault="0061074F" w:rsidP="009B68AC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lastRenderedPageBreak/>
              <w:t>خیلا كامثل السعالى شزبا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1074F" w:rsidRDefault="0061074F" w:rsidP="009B68AC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61074F" w:rsidRDefault="0061074F" w:rsidP="009B68AC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تغدوا ببیض فى الكریهه شوس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1074F" w:rsidTr="009B68AC">
        <w:trPr>
          <w:trHeight w:val="350"/>
        </w:trPr>
        <w:tc>
          <w:tcPr>
            <w:tcW w:w="4288" w:type="dxa"/>
          </w:tcPr>
          <w:p w:rsidR="0061074F" w:rsidRDefault="0061074F" w:rsidP="009B68AC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حمى الحدید علیهم فكانه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61074F" w:rsidRDefault="0061074F" w:rsidP="009B68AC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61074F" w:rsidRDefault="0061074F" w:rsidP="009B68AC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و مضان برق او شعاع شموس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ثروت اندوزى كنم</w:t>
      </w:r>
      <w:r w:rsidR="00C10908">
        <w:rPr>
          <w:rtl/>
          <w:lang w:bidi="fa-IR"/>
        </w:rPr>
        <w:t xml:space="preserve"> </w:t>
      </w:r>
      <w:r w:rsidR="00FB296A">
        <w:rPr>
          <w:rtl/>
          <w:lang w:bidi="fa-IR"/>
        </w:rPr>
        <w:t>(</w:t>
      </w:r>
      <w:r>
        <w:rPr>
          <w:rtl/>
          <w:lang w:bidi="fa-IR"/>
        </w:rPr>
        <w:t>و به من نسبت خلق بدهند</w:t>
      </w:r>
      <w:r w:rsidR="00C10908">
        <w:rPr>
          <w:rtl/>
          <w:lang w:bidi="fa-IR"/>
        </w:rPr>
        <w:t xml:space="preserve">)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و از مقام بلند انسانى به دور باش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با مهمانان خودم با چهره درهم گرفته ملاقات كنم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به من نسبت دهند كه مهمان نواز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ستم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اگر با شدت و خشونت از هر سو بر فرزند هند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وارد نگردم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او را به باد غارت نگ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در كشتن او و هوادارانش</w:t>
      </w:r>
      <w:r w:rsidR="00C10908">
        <w:rPr>
          <w:rtl/>
          <w:lang w:bidi="fa-IR"/>
        </w:rPr>
        <w:t xml:space="preserve">،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 روز فرو گذار نما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با آن گروه سواران خود همانند غولهاى سبك و 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 روى هستند و همواره توسط شمش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رهاى بلند با شدت و استوارى هماورد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طلبند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و حامل آهنهاى شعله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ورى هستند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كه داراى درخشش برق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شعاع خورش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باشند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105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آنچنان از ناح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مالك اشتر سركوفته و عصبى شده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كه در شام مجلس مجلس دعا برگذار نموده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تا مردم دعا كنند و براى نابودى مالك 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درگاه خدا استغاثه نما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106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3"/>
        <w:rPr>
          <w:rtl/>
          <w:lang w:bidi="fa-IR"/>
        </w:rPr>
      </w:pPr>
      <w:bookmarkStart w:id="77" w:name="_Toc396044710"/>
      <w:r>
        <w:rPr>
          <w:rtl/>
          <w:lang w:bidi="fa-IR"/>
        </w:rPr>
        <w:t xml:space="preserve">5 - به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دوست شه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تلاش براى انتقام خون او</w:t>
      </w:r>
      <w:bookmarkEnd w:id="77"/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مالك اشتر و عمار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اسر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 هم دوست صم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مى و هم خط و هم فكر بودند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هر دو در سطح بالا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ى از اراده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رومند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دشمن شناسى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نبرد با دشمن بودند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عمار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اسر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جنگ صف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به شهادت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شهادت او همان گونه كه داغى جانكاه بر دل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نهاد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داغى پرسوز بر دل مالك اشتر نهاد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شهادت عمار نه تنها روح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مالك را تضع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 نكرد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بلكه قوت آن را چندان برابر نمود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پس از شهادت عمار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شدت خشم و حمله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هاى مالك در مرحله جد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دى قرار گرفت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تندتر و پرتوان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تر از قبل گرد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به طورى كه طعم تلخ شكست و عقب نش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نى </w:t>
      </w:r>
      <w:r>
        <w:rPr>
          <w:rtl/>
          <w:lang w:bidi="fa-IR"/>
        </w:rPr>
        <w:lastRenderedPageBreak/>
        <w:t>را در كام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و هوادارانش نهاد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او با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شدت عمل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انتقام خون جوشان دوستش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عمار را از دشمن گرفت و به راستى كه روح پر فتوح عمار را شاد كرد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107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3"/>
        <w:rPr>
          <w:rtl/>
          <w:lang w:bidi="fa-IR"/>
        </w:rPr>
      </w:pPr>
      <w:bookmarkStart w:id="78" w:name="_Toc396044711"/>
      <w:r>
        <w:rPr>
          <w:rtl/>
          <w:lang w:bidi="fa-IR"/>
        </w:rPr>
        <w:t>6- اخلاق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 و خو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شتن دارى مالك</w:t>
      </w:r>
      <w:bookmarkEnd w:id="78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روزى مالك اشتر در بازار كوفه عبور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C10908">
        <w:rPr>
          <w:rtl/>
          <w:lang w:bidi="fa-IR"/>
        </w:rPr>
        <w:t xml:space="preserve">.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بازار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او را نشناخت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به خ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ال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ن كه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 دهاتى فق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رى عبور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مقدارى ته مانده سبزى را به سوى او پرتاب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از تلخ كارى خود خند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بى آن كه سخنى بگو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آنجا گذشت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مردى به آن بازارى گفت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شخصى را كه مسخره كردى نشناختى</w:t>
      </w:r>
      <w:r w:rsidR="00C10908">
        <w:rPr>
          <w:rtl/>
          <w:lang w:bidi="fa-IR"/>
        </w:rPr>
        <w:t xml:space="preserve">؟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او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نه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گمانم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 ره گذره فق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عادى بود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آن مرد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او مالك 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سردار بزرگ سپاه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بود</w:t>
      </w:r>
      <w:r w:rsidR="00C10908">
        <w:rPr>
          <w:rtl/>
          <w:lang w:bidi="fa-IR"/>
        </w:rPr>
        <w:t xml:space="preserve">!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بازارى با شن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سخن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ترسان و لرزان شد و با شتاب به دنبال مالك به راه افتاد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تا به حضور او برسد و عذر خواهى كند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مالك به مسجد رفت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مشغول نماز شد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صبر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پس از نماز به دست و پاى مالك افتاد و بوس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عذر خواهى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كه من تو را نشناختم و بى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ادبى كردم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مرا ببخش</w:t>
      </w:r>
      <w:r w:rsidR="00C10908">
        <w:rPr>
          <w:rtl/>
          <w:lang w:bidi="fa-IR"/>
        </w:rPr>
        <w:t xml:space="preserve">!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به او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سوگند به خدا به مسجد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امدم مگر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كه براى تو طلب آمرزش كنم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تا خدا تو را ببخشد و خلاف تو را اصلاح كند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108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3"/>
        <w:rPr>
          <w:rtl/>
          <w:lang w:bidi="fa-IR"/>
        </w:rPr>
      </w:pPr>
      <w:bookmarkStart w:id="79" w:name="_Toc396044712"/>
      <w:r>
        <w:rPr>
          <w:rtl/>
          <w:lang w:bidi="fa-IR"/>
        </w:rPr>
        <w:t>7- نفوذ اجتماعى مالك اشتر</w:t>
      </w:r>
      <w:bookmarkEnd w:id="79"/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مدتى پس از شهادت مالك 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سپاه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ه به شهر انبار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ورش نموده و به قتل و غارت پرداختند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زنها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ى را 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نمودند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خبر به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مردم را جمع كرده و براى آنها سخنرانى كرد و آنها را به جنگ با سپاه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دعوت نمود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مردم عراق بر اثر سستى و ضعف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نه تنها پاسخ مثبت ندادند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بلكه حرفهاى ناموزون زدند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هنگام جاى خالى مالك اشتر كاملا احساس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شد</w:t>
      </w:r>
      <w:r w:rsidR="00C10908">
        <w:rPr>
          <w:rtl/>
          <w:lang w:bidi="fa-IR"/>
        </w:rPr>
        <w:t xml:space="preserve">،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كوف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با صداى بلند گفت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استبان فقد الاشتر على العراق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ان لوكان ح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لقل اللغط و لع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م كل امرء ما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قول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جالى خالى مالك 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بر مردم عراق آشكار شد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همانا اگر زنده بود گفتار سست و نابجاكم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شد و هر شخصى مراقب سخنش بود كه چه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؟ </w:t>
      </w:r>
    </w:p>
    <w:p w:rsidR="00B66E7D" w:rsidRDefault="00C10908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(</w:t>
      </w:r>
      <w:r w:rsidR="00B66E7D">
        <w:rPr>
          <w:rtl/>
          <w:lang w:bidi="fa-IR"/>
        </w:rPr>
        <w:t>واضح است كه ا</w:t>
      </w:r>
      <w:r w:rsidR="000D0DD5">
        <w:rPr>
          <w:rtl/>
          <w:lang w:bidi="fa-IR"/>
        </w:rPr>
        <w:t>ی</w:t>
      </w:r>
      <w:r w:rsidR="00B66E7D">
        <w:rPr>
          <w:rtl/>
          <w:lang w:bidi="fa-IR"/>
        </w:rPr>
        <w:t>ن سخن ب</w:t>
      </w:r>
      <w:r w:rsidR="000D0DD5">
        <w:rPr>
          <w:rtl/>
          <w:lang w:bidi="fa-IR"/>
        </w:rPr>
        <w:t>ی</w:t>
      </w:r>
      <w:r w:rsidR="00B66E7D">
        <w:rPr>
          <w:rtl/>
          <w:lang w:bidi="fa-IR"/>
        </w:rPr>
        <w:t>انگر نفوز اجتماعى مالك اشتر در م</w:t>
      </w:r>
      <w:r w:rsidR="000D0DD5">
        <w:rPr>
          <w:rtl/>
          <w:lang w:bidi="fa-IR"/>
        </w:rPr>
        <w:t>ی</w:t>
      </w:r>
      <w:r w:rsidR="00B66E7D">
        <w:rPr>
          <w:rtl/>
          <w:lang w:bidi="fa-IR"/>
        </w:rPr>
        <w:t>ان مردم</w:t>
      </w:r>
      <w:r>
        <w:rPr>
          <w:rtl/>
          <w:lang w:bidi="fa-IR"/>
        </w:rPr>
        <w:t xml:space="preserve">، </w:t>
      </w:r>
      <w:r w:rsidR="00B66E7D">
        <w:rPr>
          <w:rtl/>
          <w:lang w:bidi="fa-IR"/>
        </w:rPr>
        <w:t>و ترس و واهمه مردم از اوست</w:t>
      </w:r>
      <w:r>
        <w:rPr>
          <w:rtl/>
          <w:lang w:bidi="fa-IR"/>
        </w:rPr>
        <w:t xml:space="preserve">؛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ولى افسوس كه مردم عراق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را كه از هر جهت استاد مالك اشتر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خود مالك را به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موضوع اقرار داشت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فراموش كردند و سخن از مالك اشتر به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آوردند</w:t>
      </w:r>
      <w:r w:rsidR="00C10908">
        <w:rPr>
          <w:rtl/>
          <w:lang w:bidi="fa-IR"/>
        </w:rPr>
        <w:t xml:space="preserve">) 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خطاب به جمع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كرد و فرمود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هبلتكم الهوابل لانا اوجب عل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كم حقا من الاشتر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هل الاشتر عل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كم من الحق الا حق المسلم</w:t>
      </w:r>
      <w:r w:rsidR="00C10908">
        <w:rPr>
          <w:rtl/>
          <w:lang w:bidi="fa-IR"/>
        </w:rPr>
        <w:t xml:space="preserve">؟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زنان بچه مرده بر شمت گر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كنند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حق من بر حق مالك اشتر بر شما لازمتر است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حق مالك اشتر بر شما جز حق مسلمانان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 است</w:t>
      </w:r>
      <w:r w:rsidR="00C10908">
        <w:rPr>
          <w:rtl/>
          <w:lang w:bidi="fa-IR"/>
        </w:rPr>
        <w:t xml:space="preserve">.! ؟ </w:t>
      </w:r>
    </w:p>
    <w:p w:rsidR="00B66E7D" w:rsidRDefault="00C10908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(</w:t>
      </w:r>
      <w:r w:rsidR="00B66E7D">
        <w:rPr>
          <w:rtl/>
          <w:lang w:bidi="fa-IR"/>
        </w:rPr>
        <w:t>ولى من حق امامت بر شما دارم</w:t>
      </w:r>
      <w:r>
        <w:rPr>
          <w:rtl/>
          <w:lang w:bidi="fa-IR"/>
        </w:rPr>
        <w:t>.</w:t>
      </w:r>
      <w:r w:rsidR="000D1F4F">
        <w:rPr>
          <w:rtl/>
          <w:lang w:bidi="fa-IR"/>
        </w:rPr>
        <w:t>)</w:t>
      </w:r>
      <w:r w:rsidR="00DA0589" w:rsidRPr="00D61E4E">
        <w:rPr>
          <w:rStyle w:val="libFootnotenumChar"/>
          <w:rtl/>
          <w:lang w:bidi="fa-IR"/>
        </w:rPr>
        <w:t>(</w:t>
      </w:r>
      <w:r w:rsidR="00B66E7D" w:rsidRPr="00D61E4E">
        <w:rPr>
          <w:rStyle w:val="libFootnotenumChar"/>
          <w:rtl/>
          <w:lang w:bidi="fa-IR"/>
        </w:rPr>
        <w:t>109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3"/>
        <w:rPr>
          <w:rtl/>
          <w:lang w:bidi="fa-IR"/>
        </w:rPr>
      </w:pPr>
      <w:bookmarkStart w:id="80" w:name="_Toc396044713"/>
      <w:r>
        <w:rPr>
          <w:rtl/>
          <w:lang w:bidi="fa-IR"/>
        </w:rPr>
        <w:t>8 - خطبه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 و اشعار مالك</w:t>
      </w:r>
      <w:bookmarkEnd w:id="80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از مالك 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دهها خطبه و صدها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شعر و رجز در كتب تار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خ و حد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ث به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ادگار مانده و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انگر آن است كه او سخنورى توانا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بى آگاه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هنرمندى </w:t>
      </w:r>
      <w:r>
        <w:rPr>
          <w:rtl/>
          <w:lang w:bidi="fa-IR"/>
        </w:rPr>
        <w:lastRenderedPageBreak/>
        <w:t>پر احساس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سرشار از ذوق و استعداد بوده است و عمق مطالب او در سطحى است كه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توان او را به عنوان علامه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اى از علامه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هاى تار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خ برشمرد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كتاب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نمونه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ى از اشعار و سخنرانى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هاى او خاطرنشان 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آنكه درواند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شان حق نگر 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راستا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 از كلاس مالك اشتر بهرمند گردند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مكر نه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است كه 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او را تشب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ه به كوه بلندى كرد كه سواران را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اراى حركت به سوى قله آن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 و پرندگان را توان پر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 بر فراز آن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باشد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110</w:t>
      </w:r>
      <w:r w:rsidR="00DA0589" w:rsidRPr="00D61E4E">
        <w:rPr>
          <w:rStyle w:val="libFootnotenumChar"/>
          <w:rtl/>
          <w:lang w:bidi="fa-IR"/>
        </w:rPr>
        <w:t>)</w:t>
      </w:r>
    </w:p>
    <w:tbl>
      <w:tblPr>
        <w:bidiVisual/>
        <w:tblW w:w="5000" w:type="pct"/>
        <w:tblLook w:val="01E0"/>
      </w:tblPr>
      <w:tblGrid>
        <w:gridCol w:w="3643"/>
        <w:gridCol w:w="270"/>
        <w:gridCol w:w="3674"/>
      </w:tblGrid>
      <w:tr w:rsidR="0061074F" w:rsidTr="009B68AC">
        <w:trPr>
          <w:trHeight w:val="350"/>
        </w:trPr>
        <w:tc>
          <w:tcPr>
            <w:tcW w:w="4288" w:type="dxa"/>
            <w:shd w:val="clear" w:color="auto" w:fill="auto"/>
          </w:tcPr>
          <w:p w:rsidR="0061074F" w:rsidRDefault="0061074F" w:rsidP="00D771E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چو بشنوى سخن اهل دل مگو كه خطا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61074F" w:rsidRDefault="0061074F" w:rsidP="00D771E5">
            <w:pPr>
              <w:pStyle w:val="libPoemFootnote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61074F" w:rsidRDefault="0061074F" w:rsidP="00D771E5">
            <w:pPr>
              <w:pStyle w:val="libPoemFootnote"/>
              <w:rPr>
                <w:rtl/>
              </w:rPr>
            </w:pPr>
            <w:r>
              <w:rPr>
                <w:rtl/>
                <w:lang w:bidi="fa-IR"/>
              </w:rPr>
              <w:t>سخن ناشناس نا اى جان من خطا اینجاست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علامه 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محسن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سخنى از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دانشمندان اهل تسنن به نام استاد احمدى جندى در شان مالك اشتر نقل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كند كه 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نجا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آور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مالك اشتر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شخص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تهاى فرزانه تار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خ اسلامى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از قهرمانان مبارز جنگ است كه خصلت قهرمانى را در سطح عالى خود جمع كرده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به طور كامل از ارزشها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ى مانند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شجاعت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فصاحت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بلاغت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سخاوت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ادب و اند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 بلند برخوردار است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در 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حال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تار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خ نسبت به او رعا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انصاف نكرده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خصال بزرگ و بى شمار او را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تب</w:t>
      </w:r>
      <w:r w:rsidR="000D0DD5">
        <w:rPr>
          <w:rtl/>
          <w:lang w:bidi="fa-IR"/>
        </w:rPr>
        <w:t>یی</w:t>
      </w:r>
      <w:r>
        <w:rPr>
          <w:rtl/>
          <w:lang w:bidi="fa-IR"/>
        </w:rPr>
        <w:t>ن ننموده است</w:t>
      </w:r>
      <w:r w:rsidR="00C10908">
        <w:rPr>
          <w:rtl/>
          <w:lang w:bidi="fa-IR"/>
        </w:rPr>
        <w:t xml:space="preserve">... </w:t>
      </w:r>
      <w:r>
        <w:rPr>
          <w:rtl/>
          <w:lang w:bidi="fa-IR"/>
        </w:rPr>
        <w:t>ما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خواه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مورد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 كلمات بازى 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بلكه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خواه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با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واژه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معانى بلند زندگى درخشان مالك اشتر را بازگو نما</w:t>
      </w:r>
      <w:r w:rsidR="000D0DD5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شان قهرمانى كه همه اركان و قواعد كمال و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روزى و ارزشها را در زندگى خود استوار ساخته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همه خطوط طلا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ى وزانت و عظمت انسانى در زندگى او ترس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گشته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تا به آنجا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ده كه به عنوان انسان نمونه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مثال عالى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 انسان كامل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بر تارك جهان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درخشد</w:t>
      </w:r>
      <w:r w:rsidR="00C10908">
        <w:rPr>
          <w:rtl/>
          <w:lang w:bidi="fa-IR"/>
        </w:rPr>
        <w:t xml:space="preserve">..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111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3"/>
        <w:rPr>
          <w:rtl/>
          <w:lang w:bidi="fa-IR"/>
        </w:rPr>
      </w:pPr>
      <w:bookmarkStart w:id="81" w:name="_Toc396044714"/>
      <w:r>
        <w:rPr>
          <w:rtl/>
          <w:lang w:bidi="fa-IR"/>
        </w:rPr>
        <w:lastRenderedPageBreak/>
        <w:t>9 - مالك 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استمدارى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رومند</w:t>
      </w:r>
      <w:bookmarkEnd w:id="81"/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استان مصر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در آن عصر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از استانهاى پرجمع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 سابقه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پر محصول و داراى مال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ات بس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با آن وسعت و عمقى كه داشت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براى خود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 كشورى پهناور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اداره آن به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 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استمدار قوى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از داشت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محمد بن ابى بكر با آن همه اخلاص و تقوا و سابقه خوبى كه در محضر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داشت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داراى 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استى نبود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امام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براى اداره استان مصر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مالك اشتر را برگز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انتخاب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انگر شا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ستگى و كفا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اسى و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نى مالك در سطح عالى است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تحل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 گران تار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خ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در 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چ مورد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مانند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مورد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شن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 خبر نصب مالك اشتر به عنوان استاندار مصر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ناراحت نشد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به خوبى مالك را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شناخت و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دانست كه 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استمدارى قوى به سوى مصر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رود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كه با سرپنجه 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است و تدب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رش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مصر را آرام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محصول و مخازن مصر را در اخت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 حكومت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قرار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دهد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اگر مصر نبود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هرگز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توانست بودجه كشورش را تام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كند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بود كه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ه در مشورت با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ارانش همچون عمر و عاص و</w:t>
      </w:r>
      <w:r w:rsidR="00C10908">
        <w:rPr>
          <w:rtl/>
          <w:lang w:bidi="fa-IR"/>
        </w:rPr>
        <w:t xml:space="preserve">.... </w:t>
      </w:r>
      <w:r>
        <w:rPr>
          <w:rtl/>
          <w:lang w:bidi="fa-IR"/>
        </w:rPr>
        <w:t>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نت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جه گرفت كه مالك را توسط ماموران نفوذى مسموم كند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با ناجوانمردانه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و كث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رنگ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جوانمردتر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و پاكتر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فرد را از سر راه خود بردارد</w:t>
      </w:r>
      <w:r w:rsidR="00C10908">
        <w:rPr>
          <w:rtl/>
          <w:lang w:bidi="fa-IR"/>
        </w:rPr>
        <w:t xml:space="preserve">. </w:t>
      </w:r>
    </w:p>
    <w:p w:rsidR="00B66E7D" w:rsidRDefault="00B66E7D" w:rsidP="004D3746">
      <w:pPr>
        <w:pStyle w:val="Heading3"/>
        <w:rPr>
          <w:rtl/>
          <w:lang w:bidi="fa-IR"/>
        </w:rPr>
      </w:pPr>
      <w:bookmarkStart w:id="82" w:name="_Toc396044715"/>
      <w:r>
        <w:rPr>
          <w:rtl/>
          <w:lang w:bidi="fa-IR"/>
        </w:rPr>
        <w:t>10 - مالك اشتر از سرداران سپاه امام قائم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عج</w:t>
      </w:r>
      <w:r w:rsidR="00C10908">
        <w:rPr>
          <w:rtl/>
          <w:lang w:bidi="fa-IR"/>
        </w:rPr>
        <w:t>)</w:t>
      </w:r>
      <w:bookmarkEnd w:id="82"/>
      <w:r w:rsidR="00C10908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امام صادق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هنگامى كه حضرت قائم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عج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 و ظهور كند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پشت كوفه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نجف اشرف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 و هفت مرد ظاهر شده و به او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وندند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پانزده نفر آنها از قوم حضرت موسى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هستند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كه در راه هدا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گام بر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دارند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در محور حق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گردند و هفت نفر آنها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اصحاب كهف هستند و بق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C10908">
        <w:rPr>
          <w:rtl/>
          <w:lang w:bidi="fa-IR"/>
        </w:rPr>
        <w:t xml:space="preserve"> </w:t>
      </w:r>
      <w:r w:rsidR="00C10908">
        <w:rPr>
          <w:rtl/>
          <w:lang w:bidi="fa-IR"/>
        </w:rPr>
        <w:lastRenderedPageBreak/>
        <w:t>(</w:t>
      </w:r>
      <w:r>
        <w:rPr>
          <w:rtl/>
          <w:lang w:bidi="fa-IR"/>
        </w:rPr>
        <w:t>5</w:t>
      </w:r>
      <w:r w:rsidR="0061074F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نفر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عبارتند از</w:t>
      </w:r>
      <w:r w:rsidR="00C10908">
        <w:rPr>
          <w:rtl/>
          <w:lang w:bidi="fa-IR"/>
        </w:rPr>
        <w:t xml:space="preserve">: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وشع بن نون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وصى 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سى</w:t>
      </w:r>
      <w:r w:rsidR="00C10908">
        <w:rPr>
          <w:rtl/>
          <w:lang w:bidi="fa-IR"/>
        </w:rPr>
        <w:t xml:space="preserve">) ، </w:t>
      </w:r>
      <w:r>
        <w:rPr>
          <w:rtl/>
          <w:lang w:bidi="fa-IR"/>
        </w:rPr>
        <w:t>سلمان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ابودجانه انصارى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مقداد و مالك 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در پا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فرمود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كونون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انصاراً و حكاماً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 و هفت نفر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شگاه حضرت قائم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عنوان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اران و فرمانروا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آن حضرت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باشند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هم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انگر عظمت مالك اشتر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كه در عالم برزخ با افراد برجسته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دن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مراجعت كرده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به امام قائم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عج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وندد و از سرداران سپاه آن حضرت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شود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هم درس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گرى به ما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آموزد و آن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نكه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منتظران و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اران حضرت ولى عصر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عج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با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چگونه افرادى باشند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اگر كسى خواسته باشد 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وادى گام بگذارد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از نظر فكر و اراده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شخص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تها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ى مانند سلمان و مقداد و مالك اشتر را الگوى خود سازد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مالك 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نمونه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اى از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اران نزد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 امام عصر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عج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است</w:t>
      </w:r>
      <w:r w:rsidR="00C10908">
        <w:rPr>
          <w:rtl/>
          <w:lang w:bidi="fa-IR"/>
        </w:rPr>
        <w:t xml:space="preserve">. </w:t>
      </w:r>
    </w:p>
    <w:p w:rsidR="00B66E7D" w:rsidRDefault="000D0DD5" w:rsidP="004D3746">
      <w:pPr>
        <w:pStyle w:val="Heading3"/>
        <w:rPr>
          <w:rtl/>
          <w:lang w:bidi="fa-IR"/>
        </w:rPr>
      </w:pPr>
      <w:bookmarkStart w:id="83" w:name="_Toc396044716"/>
      <w:r>
        <w:rPr>
          <w:rtl/>
          <w:lang w:bidi="fa-IR"/>
        </w:rPr>
        <w:t>ی</w:t>
      </w:r>
      <w:r w:rsidR="00B66E7D">
        <w:rPr>
          <w:rtl/>
          <w:lang w:bidi="fa-IR"/>
        </w:rPr>
        <w:t>كى از وصا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اى 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 w:rsidR="00B66E7D">
        <w:rPr>
          <w:rtl/>
          <w:lang w:bidi="fa-IR"/>
        </w:rPr>
        <w:t>به مالك</w:t>
      </w:r>
      <w:bookmarkEnd w:id="83"/>
      <w:r w:rsidR="00F472FF">
        <w:rPr>
          <w:rtl/>
          <w:lang w:bidi="fa-IR"/>
        </w:rPr>
        <w:t xml:space="preserve"> </w:t>
      </w:r>
    </w:p>
    <w:p w:rsidR="00B66E7D" w:rsidRDefault="000D0DD5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B66E7D">
        <w:rPr>
          <w:rtl/>
          <w:lang w:bidi="fa-IR"/>
        </w:rPr>
        <w:t>ا مالك</w:t>
      </w:r>
      <w:r w:rsidR="00C10908">
        <w:rPr>
          <w:rtl/>
          <w:lang w:bidi="fa-IR"/>
        </w:rPr>
        <w:t xml:space="preserve">! </w:t>
      </w:r>
      <w:r w:rsidR="00B66E7D">
        <w:rPr>
          <w:rtl/>
          <w:lang w:bidi="fa-IR"/>
        </w:rPr>
        <w:t>احفظ عنى هذا الكلام وعه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 xml:space="preserve">ا مالك بخس مروته من ضعف 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ق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نه</w:t>
      </w:r>
      <w:r w:rsidR="00C10908">
        <w:rPr>
          <w:rtl/>
          <w:lang w:bidi="fa-IR"/>
        </w:rPr>
        <w:t xml:space="preserve">، </w:t>
      </w:r>
      <w:r w:rsidR="00B66E7D">
        <w:rPr>
          <w:rtl/>
          <w:lang w:bidi="fa-IR"/>
        </w:rPr>
        <w:t>وازرى نفسه من استشعر الطمع</w:t>
      </w:r>
      <w:r w:rsidR="00C10908">
        <w:rPr>
          <w:rtl/>
          <w:lang w:bidi="fa-IR"/>
        </w:rPr>
        <w:t xml:space="preserve">، </w:t>
      </w:r>
      <w:r w:rsidR="00B66E7D">
        <w:rPr>
          <w:rtl/>
          <w:lang w:bidi="fa-IR"/>
        </w:rPr>
        <w:t>ورضى بالذل من كشف عن ضره</w:t>
      </w:r>
      <w:r w:rsidR="00C10908">
        <w:rPr>
          <w:rtl/>
          <w:lang w:bidi="fa-IR"/>
        </w:rPr>
        <w:t xml:space="preserve">، </w:t>
      </w:r>
      <w:r w:rsidR="00B66E7D">
        <w:rPr>
          <w:rtl/>
          <w:lang w:bidi="fa-IR"/>
        </w:rPr>
        <w:t>وهانت عل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ه نفسه من اطلع على سره</w:t>
      </w:r>
      <w:r w:rsidR="00C10908">
        <w:rPr>
          <w:rtl/>
          <w:lang w:bidi="fa-IR"/>
        </w:rPr>
        <w:t xml:space="preserve">، </w:t>
      </w:r>
      <w:r w:rsidR="00B66E7D">
        <w:rPr>
          <w:rtl/>
          <w:lang w:bidi="fa-IR"/>
        </w:rPr>
        <w:t>واهلكها من امر عل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ه لسانه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اى مالك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سخنان را از من فراگ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و به خاطر بسپار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اى مالك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 xml:space="preserve">آن كس كه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نش ضع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جوانمرد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ناقص و ناچ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آن كس كه در درون طمع داشته باشد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خود را حق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كرده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آن كس كه ناراحتى ها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را فاش كند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لذت خو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راضى شده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آن كس كه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گران را بر اسرار خود آگاه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سازد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شخص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خود را پا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مان كرده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>
        <w:rPr>
          <w:rtl/>
          <w:lang w:bidi="fa-IR"/>
        </w:rPr>
        <w:lastRenderedPageBreak/>
        <w:t>آن كس كه زبانش را بر خود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كند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شخص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خود را در ورطه هلاكت قرار داده است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سپس فرمود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اى مالك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حرص شد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 خطر درگ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است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كسى كه امور دور دست را تحص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 كند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تلاشش بى نت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جه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گردد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خصلت بخل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ننگ است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ترسو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نقص است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پاكى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سپر انسان است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شكر و سپاس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ثروت و فراوانى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صبر و استقامت شجاعت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انسان فق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در شهر خود غر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 است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فقر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انسان 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رك را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حجت خود لال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كندم رضا و خوشنودى به مقررات الهى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همنش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ادب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لباس فاخر و نو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درجه مقام انسان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بستگى به درجه عقل او دارد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 انسان خزانه اسرار او است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اند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 صاف و درخشان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حلم و خو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دارى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خود برجسته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صدقه درمان نت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جه بخش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كردار انسانها 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دن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نصب الع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آنها در آخرت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حوادث عبرت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انگ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دهنده شا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سته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خوشرو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دام دوستى است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112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2"/>
        <w:rPr>
          <w:rtl/>
          <w:lang w:bidi="fa-IR"/>
        </w:rPr>
      </w:pPr>
      <w:bookmarkStart w:id="84" w:name="_Toc396044717"/>
      <w:r>
        <w:rPr>
          <w:rtl/>
          <w:lang w:bidi="fa-IR"/>
        </w:rPr>
        <w:t>ماجراى شهادت جانسوز مالك اشتر</w:t>
      </w:r>
      <w:bookmarkEnd w:id="84"/>
    </w:p>
    <w:p w:rsidR="00B66E7D" w:rsidRDefault="00B66E7D" w:rsidP="004D3746">
      <w:pPr>
        <w:pStyle w:val="Heading3"/>
        <w:rPr>
          <w:rtl/>
          <w:lang w:bidi="fa-IR"/>
        </w:rPr>
      </w:pPr>
      <w:bookmarkStart w:id="85" w:name="_Toc396044718"/>
      <w:r>
        <w:rPr>
          <w:rtl/>
          <w:lang w:bidi="fa-IR"/>
        </w:rPr>
        <w:t>نامه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به مالك اشتر</w:t>
      </w:r>
      <w:bookmarkEnd w:id="85"/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پس از پا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جنگ صف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مالك اشتر همراه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به كوفه بازگشت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مالك را به جاى خود كه قبل از جنگ صف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در آنجا بود</w:t>
      </w:r>
      <w:r w:rsidR="00C10908">
        <w:rPr>
          <w:rtl/>
          <w:lang w:bidi="fa-IR"/>
        </w:rPr>
        <w:t xml:space="preserve">؛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عنى فرماندارى جز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ره فرستاد</w:t>
      </w:r>
      <w:r w:rsidR="00C10908">
        <w:rPr>
          <w:rtl/>
          <w:lang w:bidi="fa-IR"/>
        </w:rPr>
        <w:t>. (</w:t>
      </w:r>
      <w:r>
        <w:rPr>
          <w:rtl/>
          <w:lang w:bidi="fa-IR"/>
        </w:rPr>
        <w:t>مالك در شهر نص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ن كه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شهرها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عراق و شام بود و جزء جز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ره به حساب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آمد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سكونت گز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>.</w:t>
      </w:r>
      <w:r w:rsidR="000D1F4F">
        <w:rPr>
          <w:rtl/>
          <w:lang w:bidi="fa-IR"/>
        </w:rPr>
        <w:t>)</w:t>
      </w:r>
      <w:r w:rsidR="00C10908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هنگام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محمد بن ابى بكر از جانب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استاندار مصر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از مصر گزارش گزارش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كه در مصر عده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 xml:space="preserve">اى از </w:t>
      </w:r>
      <w:r>
        <w:rPr>
          <w:rtl/>
          <w:lang w:bidi="fa-IR"/>
        </w:rPr>
        <w:lastRenderedPageBreak/>
        <w:t>دشمنان با محمد بن ابى بكر درگ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رى دارند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محمد توانا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ى مقابله با آنها را ندارد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وقتى گزارش به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آن حضرت فرمود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به نظر من 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چ كس شا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سته براى استاندار شدن در مصر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جز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دو نفر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قسى بن سعد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مالك اشتر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 بن سعد در آن وقت ر</w:t>
      </w:r>
      <w:r w:rsidR="000D0DD5">
        <w:rPr>
          <w:rtl/>
          <w:lang w:bidi="fa-IR"/>
        </w:rPr>
        <w:t>یی</w:t>
      </w:r>
      <w:r>
        <w:rPr>
          <w:rtl/>
          <w:lang w:bidi="fa-IR"/>
        </w:rPr>
        <w:t>س ستاد ارتش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تنها مالك اشتر باقى مانده بود كه به سوى مصر برود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نامه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اى براى مالك اشتر كه در آن هنگام در شهر نص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بود فرستاد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در آن نامه 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نوشت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اما بعد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فانك ممن استظهر به على اقامه الد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واقمع به نخوه الاث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واسد به الثغر المخوف</w:t>
      </w:r>
      <w:r w:rsidR="00C10908">
        <w:rPr>
          <w:rtl/>
          <w:lang w:bidi="fa-IR"/>
        </w:rPr>
        <w:t xml:space="preserve">...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تو از كسانى هستى كه من براى به پاداشتن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از آنها كمك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سركشى و نخوف گنهكاران را به وس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له آنها درهم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كوبم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مرزهاى مورد خطر را به وس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له آنان حفظ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نما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من محمد بن ابى بكر را استاندار مصر كردم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ولى خوارج در آنجا بر ضد او بپاخاسته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و او را به خاطر جوانى و تجربه كم در امور زندگى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توانا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ى و كارا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ى ندارد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نزد من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تا 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مورد با تو گفتگو كنم و به جاى خو در نص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10908">
        <w:rPr>
          <w:rtl/>
          <w:lang w:bidi="fa-IR"/>
        </w:rPr>
        <w:t xml:space="preserve">،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افراد مورد اطم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نان را نصب كن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113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نامه به دست مالك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او بى درنگ به حضور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كه در كوفه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بازگشت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امام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ماجرا و حوادث مصر را براى مالك اشتر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كرد و فرمود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كسى را براى استاندارى مصر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شا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تر از تو نمى</w:t>
      </w:r>
      <w:r w:rsidR="00F472FF">
        <w:rPr>
          <w:rtl/>
          <w:lang w:bidi="fa-IR"/>
        </w:rPr>
        <w:t xml:space="preserve">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ابم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سوى مصر حركت </w:t>
      </w:r>
      <w:r>
        <w:rPr>
          <w:rtl/>
          <w:lang w:bidi="fa-IR"/>
        </w:rPr>
        <w:lastRenderedPageBreak/>
        <w:t>كن با آن نظر بلند و فكر صائبى كه دارى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از به توص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در امور از درگاه الهى كمك بجوى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خشونت را با ارزش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اموز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آنجا كه نرمش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مقصود است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نرمش كن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آنجا كه جز خشونت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راه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گرى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خشونت كن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114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3"/>
        <w:rPr>
          <w:rtl/>
          <w:lang w:bidi="fa-IR"/>
        </w:rPr>
      </w:pPr>
      <w:bookmarkStart w:id="86" w:name="_Toc396044719"/>
      <w:r>
        <w:rPr>
          <w:rtl/>
          <w:lang w:bidi="fa-IR"/>
        </w:rPr>
        <w:t>عهد نامه مالك اشتر و تقاضاى شهادت</w:t>
      </w:r>
      <w:bookmarkEnd w:id="86"/>
      <w:r w:rsidR="00F472FF">
        <w:rPr>
          <w:rtl/>
          <w:lang w:bidi="fa-IR"/>
        </w:rPr>
        <w:t xml:space="preserve"> </w:t>
      </w:r>
    </w:p>
    <w:p w:rsidR="00B66E7D" w:rsidRDefault="00C534DB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ام</w:t>
      </w:r>
      <w:r>
        <w:rPr>
          <w:rFonts w:hint="cs"/>
          <w:rtl/>
          <w:lang w:bidi="fa-IR"/>
        </w:rPr>
        <w:t>یر</w:t>
      </w:r>
      <w:r w:rsidR="00B66E7D">
        <w:rPr>
          <w:rtl/>
          <w:lang w:bidi="fa-IR"/>
        </w:rPr>
        <w:t xml:space="preserve"> مومنان</w:t>
      </w:r>
      <w:r w:rsidR="00C10908">
        <w:rPr>
          <w:rtl/>
          <w:lang w:bidi="fa-IR"/>
        </w:rPr>
        <w:t xml:space="preserve"> </w:t>
      </w:r>
      <w:r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 w:rsidR="00B66E7D">
        <w:rPr>
          <w:rtl/>
          <w:lang w:bidi="fa-IR"/>
        </w:rPr>
        <w:t>ش</w:t>
      </w:r>
      <w:r w:rsidR="000D0DD5">
        <w:rPr>
          <w:rtl/>
          <w:lang w:bidi="fa-IR"/>
        </w:rPr>
        <w:t>ی</w:t>
      </w:r>
      <w:r w:rsidR="00B66E7D">
        <w:rPr>
          <w:rtl/>
          <w:lang w:bidi="fa-IR"/>
        </w:rPr>
        <w:t>وه حكومت دارى و رفتار با طبقات مختلف را به مجموعه</w:t>
      </w:r>
      <w:r w:rsidR="00F472FF">
        <w:rPr>
          <w:rtl/>
          <w:lang w:bidi="fa-IR"/>
        </w:rPr>
        <w:t xml:space="preserve"> </w:t>
      </w:r>
      <w:r w:rsidR="00B66E7D">
        <w:rPr>
          <w:rtl/>
          <w:lang w:bidi="fa-IR"/>
        </w:rPr>
        <w:t>اى نوشت و به مالك سپرد تا بر اساس آن</w:t>
      </w:r>
      <w:r w:rsidR="00C10908">
        <w:rPr>
          <w:rtl/>
          <w:lang w:bidi="fa-IR"/>
        </w:rPr>
        <w:t xml:space="preserve">، </w:t>
      </w:r>
      <w:r w:rsidR="00B66E7D">
        <w:rPr>
          <w:rtl/>
          <w:lang w:bidi="fa-IR"/>
        </w:rPr>
        <w:t>در مصر حكومت دارى كند</w:t>
      </w:r>
      <w:r w:rsidR="00C10908">
        <w:rPr>
          <w:rtl/>
          <w:lang w:bidi="fa-IR"/>
        </w:rPr>
        <w:t xml:space="preserve">، </w:t>
      </w:r>
      <w:r w:rsidR="00B66E7D"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 w:rsidR="00B66E7D">
        <w:rPr>
          <w:rtl/>
          <w:lang w:bidi="fa-IR"/>
        </w:rPr>
        <w:t>ن مجموعه به عنوان عهد نامه مالك اشتر در نهج البلاغه</w:t>
      </w:r>
      <w:r w:rsidR="00C10908">
        <w:rPr>
          <w:rtl/>
          <w:lang w:bidi="fa-IR"/>
        </w:rPr>
        <w:t xml:space="preserve"> (</w:t>
      </w:r>
      <w:r w:rsidR="00B66E7D">
        <w:rPr>
          <w:rtl/>
          <w:lang w:bidi="fa-IR"/>
        </w:rPr>
        <w:t>نامه 53</w:t>
      </w:r>
      <w:r w:rsidR="00C10908">
        <w:rPr>
          <w:rtl/>
          <w:lang w:bidi="fa-IR"/>
        </w:rPr>
        <w:t xml:space="preserve">) </w:t>
      </w:r>
      <w:r w:rsidR="00B66E7D">
        <w:rPr>
          <w:rtl/>
          <w:lang w:bidi="fa-IR"/>
        </w:rPr>
        <w:t>آمده است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در سطور آخر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عهد نامه 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از درگاه خداوند 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تقاضا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و انا اسئل اللَّه بسعه رحمته</w:t>
      </w:r>
      <w:r w:rsidR="00C10908">
        <w:rPr>
          <w:rtl/>
          <w:lang w:bidi="fa-IR"/>
        </w:rPr>
        <w:t xml:space="preserve">... </w:t>
      </w:r>
      <w:r>
        <w:rPr>
          <w:rtl/>
          <w:lang w:bidi="fa-IR"/>
        </w:rPr>
        <w:t xml:space="preserve">ان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ختم لى ولك بالسعاده و الشهاده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من از خداوند بزرگ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 آن رحمت وس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عش مسئلت دارم</w:t>
      </w:r>
      <w:r w:rsidR="00C10908">
        <w:rPr>
          <w:rtl/>
          <w:lang w:bidi="fa-IR"/>
        </w:rPr>
        <w:t xml:space="preserve">... </w:t>
      </w:r>
      <w:r>
        <w:rPr>
          <w:rtl/>
          <w:lang w:bidi="fa-IR"/>
        </w:rPr>
        <w:t>تا پا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زندگى من و تو را با سعادت و شهادت ختم كند</w:t>
      </w:r>
      <w:r w:rsidR="00C10908">
        <w:rPr>
          <w:rtl/>
          <w:lang w:bidi="fa-IR"/>
        </w:rPr>
        <w:t xml:space="preserve">!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چنانكه خواهم گفت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دعا مستجاب 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مالك اشتر 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شهادت شكوهمندانه نا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 گرد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شهادت مالك 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عهد نامه مذكور توسط ماموران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به دست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آن را نگاه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از مضام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بلند و عالى و عم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ق آن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تعجب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نمود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ابن ابى الحد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نو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مقدارى از نامه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 و عهدنامه 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كه به دست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افتاد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مركز نگهدارى خزا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بنى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به طور مخفى نگهدارى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شد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هنگامى كه عمر بن عبدالعز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هشتم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خل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فه بنى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روى كار آمد آنها را آشكار ساخت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115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3"/>
        <w:rPr>
          <w:rtl/>
          <w:lang w:bidi="fa-IR"/>
        </w:rPr>
      </w:pPr>
      <w:bookmarkStart w:id="87" w:name="_Toc396044720"/>
      <w:r>
        <w:rPr>
          <w:rtl/>
          <w:lang w:bidi="fa-IR"/>
        </w:rPr>
        <w:lastRenderedPageBreak/>
        <w:t>نامه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به مردم مصر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شان مالك اشتر</w:t>
      </w:r>
      <w:bookmarkEnd w:id="87"/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نامه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اى به مردم مصر در شان و مقام مالك اشتر نوشت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نامه مالك با 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ژگى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هاى دهگانه 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توص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 فرمود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به سوى شما فرستادم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1- بنده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اى از بندگان خدا را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2- او كسى است كه به هنگام خوف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مردم از جنگ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خواب به چشمش راه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ابد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3- در ساعت ترس و وحشت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دشمن هراس ندارد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4- نسبت به بدكاران از شعله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سوزنده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تر است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5-گفتار ائ با گوش جان بشنو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از او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روى 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6- او شمش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رى از شمش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رهاى خدا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كه 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زى آن كندى ندارد و برندگى آن اثر بخش است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7- گوش به فرمان او باش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من شما را در انتخاب او براى ولا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بر شما از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گران مقدم داشتم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8- او تسل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فرمان من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بر اساس 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وه من رفتار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9- او ناصح و خ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خواه شما است</w:t>
      </w:r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10- او نسبت به دشمنانتان سختگ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رتر است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116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ابن ابى الحد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در شرح نهج البلاغه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نامه را به اندكى تفاوت نقل نموده كه چه 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ژگى 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در آن از زبان 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افزوده شده است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من اشد عباداللَّه باسا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اكرمهم حسبا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ابعد الناس من دنس و عار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حسام صارم حل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فى التسلم رز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فى الحراب ذو راى اص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 و صبر جم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مالك 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نبرد با دشمن از سختگ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رتر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بندگان خدا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او از كر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متر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دودمان برخاسته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و از همگان نسبت به ناپاك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ها و ننگها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دورتر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او شمش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بران و 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 است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هنگام آرامش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بردبار و خو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شتن دار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در جنگ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انسان سنگ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و با وقار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باشد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صاحب نظر اص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 و صبر و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كو است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117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3"/>
        <w:rPr>
          <w:rtl/>
          <w:lang w:bidi="fa-IR"/>
        </w:rPr>
      </w:pPr>
      <w:bookmarkStart w:id="88" w:name="_Toc396044721"/>
      <w:r>
        <w:rPr>
          <w:rtl/>
          <w:lang w:bidi="fa-IR"/>
        </w:rPr>
        <w:t>توطئه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در مورد قتل مالك اشتر</w:t>
      </w:r>
      <w:bookmarkEnd w:id="88"/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به سوى مصر رهسپار گرد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جاسوسهاى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به او گزارش دادند كه 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مالك را به عنوان استاندار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منصوب كرده و او را به سوى مصر روانه كرده است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از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خبر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 وحشتزده شد و آن را به عنوان بزرگتر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خبر در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افت نمود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بى درنگ براى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سرما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دارهاى زم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خوار كه سالانه مال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ات 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به حكومت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پرداخت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مورد وثوق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در قلزم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شهرهاى بندرى مصر سكونت داشت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 محرمانه فرستاد كه اگر مالك اشتر را سر به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 كنى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تا هر چه زنده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ام و زنده هستى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تو مال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ات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رم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هنگامى كه مالك اشتر در مس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راه به شهر قلزم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آن سرما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دار زم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خوار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خود را در 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افه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دوستان مالك اشتر جا زد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نزد مالك آمد و از او استقبال نمود و با كمال احترام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او را به خانه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اش دعوت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من مردى مال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ات بده هستم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شما در خانه من اقامت و استراحت 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به خانه وارد 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هنگام غذا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زبان در كنار غذا عسلى را مسموم كرده بود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نزد مالك گذاشت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وقتى مالك مقدارى از آن عسل را خورد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هماندم مسموم شد و طولى نكش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كه به شهادت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118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3"/>
        <w:rPr>
          <w:rtl/>
          <w:lang w:bidi="fa-IR"/>
        </w:rPr>
      </w:pPr>
      <w:bookmarkStart w:id="89" w:name="_Toc396044722"/>
      <w:r>
        <w:rPr>
          <w:rtl/>
          <w:lang w:bidi="fa-IR"/>
        </w:rPr>
        <w:lastRenderedPageBreak/>
        <w:t>شهادت مالك اشتر به وس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له مامور نفوذى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</w:t>
      </w:r>
      <w:bookmarkEnd w:id="89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در مورد چگونگى توطئه قتل مالك از جانب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روا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گرى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 نقل شده است و آن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نكه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غلامان آزاد شده عثمان به نام نافع را محرمانه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به او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خود را به مالك برسان به عنوان دوست و 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جا بزن و بعد در فرصت مناسب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او را با زهر مسموم كن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با همراهان به راه خود ادامه داد تا به قر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له كه در كنار جاده بصره قرار داشت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در همانجا نافع خود را به مالك اشتر رسان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همواره با كمال تواضع در حضور مالك اشتر بود با او مانوس 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تا آنجا كه مالك از او پرس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تو ك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ستى</w:t>
      </w:r>
      <w:r w:rsidR="00C10908">
        <w:rPr>
          <w:rtl/>
          <w:lang w:bidi="fa-IR"/>
        </w:rPr>
        <w:t xml:space="preserve">؟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نافع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از اهالى مد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 هستم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از كدام دودمان</w:t>
      </w:r>
      <w:r w:rsidR="00C10908">
        <w:rPr>
          <w:rtl/>
          <w:lang w:bidi="fa-IR"/>
        </w:rPr>
        <w:t xml:space="preserve">؟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نافع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غلام آزاد شده عمر بن خطاب هستم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كجا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روى</w:t>
      </w:r>
      <w:r w:rsidR="00C10908">
        <w:rPr>
          <w:rtl/>
          <w:lang w:bidi="fa-IR"/>
        </w:rPr>
        <w:t xml:space="preserve">؟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نافع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به مصر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روم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براى چه به مصر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روى</w:t>
      </w:r>
      <w:r w:rsidR="00C10908">
        <w:rPr>
          <w:rtl/>
          <w:lang w:bidi="fa-IR"/>
        </w:rPr>
        <w:t xml:space="preserve">؟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نافع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براى تحص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 نان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را در مد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 بر اثر بى كارى نتوانستم معاشم را تام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كنم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دلش سوخت و فرمود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همراه من باش و من معاش تو را تام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كنم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از قر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ابله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سوى مصر حركت كرد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نافع همراه مالك به راه افتاد و به طور عج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 خود را 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عه معرفى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مكرر از فض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لت و برترى 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سخن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و آنچنان خود را خوش چهره معرفى كرد كه در قلب مالك جاى گرفت و با هم به طور شد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همدم شدند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تا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نكه به شهر قلزم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در آنجا بانو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ى از دودمان جه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مالك اشتر استقبال كرد و او را به خانه خود دعوت نمود و احترام شا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انى به مالك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هنگام غذا از مالك و همراهان پرس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عراق چه غذا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غذاى مطبوع است تا براى شما فراهم كنم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ماهى تازه</w:t>
      </w:r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آن بانو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غذاى مطبوعى از ماهى تازه فراهم كرد و نزد مالك گذاشت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مالك و همراهان از آن غذا خوردند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سپس مالك به طور شد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تشنه 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هر چه آب آشام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تشنگ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برطرف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فرصت نافع گفت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براى رفع عطش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بهتر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غذا عسل است مالك درخواست عسل كرد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نافع بى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درنگ رفت و شربت عسلى را كه قبلا مسموم كرده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آن را با تردستى خاصى نزد مالك اشتر آورد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مالك از آن خورد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طولى نكش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كه آثار مسموم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در او ظاهر گرد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حالش منقلب شده و بسترى گرد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نافع از تار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شب استفاده كرده و از آنجا گر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خت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مالك امر كرد او را تعق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 كرده و دستگ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كنند</w:t>
      </w:r>
      <w:r w:rsidR="00C10908">
        <w:rPr>
          <w:rtl/>
          <w:lang w:bidi="fa-IR"/>
        </w:rPr>
        <w:t xml:space="preserve">؛ </w:t>
      </w:r>
      <w:r>
        <w:rPr>
          <w:rtl/>
          <w:lang w:bidi="fa-IR"/>
        </w:rPr>
        <w:t>ولى او گر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خته بود و تعق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 كنندگان به او دست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افتند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مالك همچنان منقلب بود تا در همان شب مظلومانه و غر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بانه به شهادت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كر مطهرش در همان شهر قلزم به خاك سپرده 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ماجرا در سال 38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هجرى رخ داد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119</w:t>
      </w:r>
      <w:r w:rsidR="00DA0589" w:rsidRPr="00D61E4E">
        <w:rPr>
          <w:rStyle w:val="libFootnotenumChar"/>
          <w:rtl/>
          <w:lang w:bidi="fa-IR"/>
        </w:rPr>
        <w:t>)</w:t>
      </w:r>
      <w:r>
        <w:rPr>
          <w:rtl/>
          <w:lang w:bidi="fa-IR"/>
        </w:rPr>
        <w:t xml:space="preserve"> و مالك 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هنگام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حدود 70 سال عمر داشت</w:t>
      </w:r>
      <w:r w:rsidR="00C10908">
        <w:rPr>
          <w:rtl/>
          <w:lang w:bidi="fa-IR"/>
        </w:rPr>
        <w:t xml:space="preserve">. </w:t>
      </w:r>
    </w:p>
    <w:p w:rsidR="00B66E7D" w:rsidRDefault="00B66E7D" w:rsidP="004D3746">
      <w:pPr>
        <w:pStyle w:val="Heading3"/>
        <w:rPr>
          <w:rtl/>
          <w:lang w:bidi="fa-IR"/>
        </w:rPr>
      </w:pPr>
      <w:bookmarkStart w:id="90" w:name="_Toc396044723"/>
      <w:r>
        <w:rPr>
          <w:rtl/>
          <w:lang w:bidi="fa-IR"/>
        </w:rPr>
        <w:lastRenderedPageBreak/>
        <w:t>سخن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هنگام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 خبر شهادت مالك</w:t>
      </w:r>
      <w:bookmarkEnd w:id="90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نافع خود را به شام رسان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خبر مسموم نمودن مالك اشتر را به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گزارش داد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بس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 شاد شد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او قبلا به مردم شام گفته بود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دعا 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خدا مالك را بكشد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وقتى خبر شهادت مالك به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مردم شام گفت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الا ترون ك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 استج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 لكم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كه چگونه دعاى شما به استجابت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؟!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سپس از طرف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اعلام شد كه مردم در مسجد اجتماع كنند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جمع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بس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 وارد مسجد شدند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سخنرانى كرد و 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سخنرانى گفت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كان لعلى بن ابى طالب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دان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نان فقطعت احداهما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وم صف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ن و هو عماربن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اسر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قد قطعت الاخرى ال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وم و هو مالك الاشتر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براى على بن ابى طالب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دو دست راست بود</w:t>
      </w:r>
      <w:r w:rsidR="00C10908">
        <w:rPr>
          <w:rtl/>
          <w:lang w:bidi="fa-IR"/>
        </w:rPr>
        <w:t xml:space="preserve">. </w:t>
      </w:r>
    </w:p>
    <w:p w:rsidR="00B66E7D" w:rsidRDefault="000D0DD5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B66E7D">
        <w:rPr>
          <w:rtl/>
          <w:lang w:bidi="fa-IR"/>
        </w:rPr>
        <w:t>كى از آنها در جنگ صف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ن بر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 xml:space="preserve">ده شد و آن عمار 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اسر بود</w:t>
      </w:r>
      <w:r w:rsidR="00C10908">
        <w:rPr>
          <w:rtl/>
          <w:lang w:bidi="fa-IR"/>
        </w:rPr>
        <w:t xml:space="preserve">، </w:t>
      </w:r>
      <w:r w:rsidR="00B66E7D">
        <w:rPr>
          <w:rtl/>
          <w:lang w:bidi="fa-IR"/>
        </w:rPr>
        <w:t>و د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گرى امروز بر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ده گرد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د و او مالك اشتر بود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و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با شادى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گفت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الا و ان للَّه جنودا من عسل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همانا خدا سپاه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انى از عسل دارد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120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3"/>
        <w:rPr>
          <w:rtl/>
          <w:lang w:bidi="fa-IR"/>
        </w:rPr>
      </w:pPr>
      <w:bookmarkStart w:id="91" w:name="_Toc396044724"/>
      <w:r>
        <w:rPr>
          <w:rtl/>
          <w:lang w:bidi="fa-IR"/>
        </w:rPr>
        <w:t>گفتار جانسوز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در سوگ مالك اشتر</w:t>
      </w:r>
      <w:bookmarkEnd w:id="91"/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هنگامى كه خبر جانسوز شهادت مالك 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اناللَّه و انا ال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راجعون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خدا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او را در راه تو حساب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كنم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چرا كه مرگ او از مصا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 بزرگ روزگار است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خداوند مالك را رحمت كند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او به عهدش وفا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به راه شا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اش رفت</w:t>
      </w:r>
      <w:r w:rsidR="00C10908">
        <w:rPr>
          <w:rtl/>
          <w:lang w:bidi="fa-IR"/>
        </w:rPr>
        <w:t xml:space="preserve">،: </w:t>
      </w:r>
      <w:r>
        <w:rPr>
          <w:rtl/>
          <w:lang w:bidi="fa-IR"/>
        </w:rPr>
        <w:t>به راه شا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اش رفت و با پروردگارش ملاقات نمود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ما با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نكه خود را آماده كرده بود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كه پس از مص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بت رحلت رسول خدا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صبر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 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حال مرگ مالك از بزرگتر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مصا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 بود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121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جماعتى از دودمان نخع به محضر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آمدند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دند آن حضرت سخت ناراحت است و بى تابى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كند سپس فرمود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للَّه درمالك وما مالك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و اللَّه لوكان جبلا لكان فندا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لوكا حجرا لكان صلدا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لا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رتق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ه الحافر ولا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وفى عل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الطائر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پاداش مالك با خدا باد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مالك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اما چه مالك چه مالك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سوگند به خدا اگر كوه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كوهى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بلند مرتبه و بى مانند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اگر سنگ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سنگى سخت و محكم بود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و 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چ مركبى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توانست از كوهسار وجودش بالا رود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چ پرنده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اى به اوج آن راه نمى</w:t>
      </w:r>
      <w:r w:rsidR="00F472FF">
        <w:rPr>
          <w:rtl/>
          <w:lang w:bidi="fa-IR"/>
        </w:rPr>
        <w:t xml:space="preserve">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سپس فرمود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به خدا سوگند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مرگ تو جهانى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عراق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را در هم 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خت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جهانى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شام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را شاد كرد</w:t>
      </w:r>
      <w:r w:rsidR="00C10908">
        <w:rPr>
          <w:rtl/>
          <w:lang w:bidi="fa-IR"/>
        </w:rPr>
        <w:t xml:space="preserve">!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على مثل مالك فلتبك البواكى و هل موجود كمالك</w:t>
      </w:r>
      <w:r w:rsidR="00C10908">
        <w:rPr>
          <w:rtl/>
          <w:lang w:bidi="fa-IR"/>
        </w:rPr>
        <w:t xml:space="preserve">؟ 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براى چون تو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ى با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گر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كنندگان بگر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آ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شخص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گرى همچون مالك به وجود خواهد آمد</w:t>
      </w:r>
      <w:r w:rsidR="00C10908">
        <w:rPr>
          <w:rtl/>
          <w:lang w:bidi="fa-IR"/>
        </w:rPr>
        <w:t xml:space="preserve">؟!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122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علقمه بن 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 نخعى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از خو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شان مالك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مدتى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از مرگ مالك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محزون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نشانه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هاى اندوهى جانكاه از چهره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اش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 xml:space="preserve">شد كه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كرد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صاحب عزا او است نه ما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مغ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ره بن ضبى گفت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لم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زل امر على شد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 حى مات الاشتر</w:t>
      </w:r>
      <w:r w:rsidR="00C10908">
        <w:rPr>
          <w:rtl/>
          <w:lang w:bidi="fa-IR"/>
        </w:rPr>
        <w:t xml:space="preserve">...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همواره تا مالك زنده بود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شوون حكومت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استوار و پابرجا بود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وقتى كه او رفت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اركان حكومت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با رخنه خوارج و منافقان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 سوى آن استوارى را نداشت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آقا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ى مالك در كوفه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شتر از آقا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ى احنف در بصره بود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123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به امام عرض شد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براى شهادت مالك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سخت ناراحت و افسرده شده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اى</w:t>
      </w:r>
      <w:r w:rsidR="00C10908">
        <w:rPr>
          <w:rtl/>
          <w:lang w:bidi="fa-IR"/>
        </w:rPr>
        <w:t xml:space="preserve">؟ </w:t>
      </w:r>
      <w:r>
        <w:rPr>
          <w:rtl/>
          <w:lang w:bidi="fa-IR"/>
        </w:rPr>
        <w:t>امام در پاسخ فرمود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اما و اللَّه هلاكه قد اعز اهل المغرب و اذل اهل المشرق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سوگند به خدا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مرگش اهل مغرب شام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را قدرت بخش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اهل مشرق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عراق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را خوار ساخت</w:t>
      </w:r>
      <w:r w:rsidR="00C10908">
        <w:rPr>
          <w:rtl/>
          <w:lang w:bidi="fa-IR"/>
        </w:rPr>
        <w:t xml:space="preserve">!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و آن حضرت چند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روز از فراق با قلبى غمبار گر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كرد و فرمود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لا ارى بعده مثله ابدا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بعد از او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 همانند او هرگز نخواهم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! . </w:t>
      </w:r>
      <w:r>
        <w:rPr>
          <w:rtl/>
          <w:lang w:bidi="fa-IR"/>
        </w:rPr>
        <w:t>آرى به گفته ابن ابى الحد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دانشمند بزرگ اهل تسنن</w:t>
      </w:r>
      <w:r w:rsidR="00C10908">
        <w:rPr>
          <w:rtl/>
          <w:lang w:bidi="fa-IR"/>
        </w:rPr>
        <w:t xml:space="preserve">، . </w:t>
      </w:r>
      <w:r>
        <w:rPr>
          <w:rtl/>
          <w:lang w:bidi="fa-IR"/>
        </w:rPr>
        <w:t>و چه خوب پاسخ داده آن گو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نده كه از او درباره مالك اشتر شوال 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پاسخ گفت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ما اقول فى رجل هزمت ح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اته اهل الشام و هزم موته اهل العراق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من چه گو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در شان كسى كه ح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اتش شام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شكست داد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مرگش عراق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را خوار ساخت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124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رحمت و درود بى كران خدا بر تو اى مالك اشتر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اى قهرمان قهرمانان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و اى مجاهد سترگ و عزت بخش بزرگ اسلام</w:t>
      </w:r>
      <w:r w:rsidR="00C10908">
        <w:rPr>
          <w:rtl/>
          <w:lang w:bidi="fa-IR"/>
        </w:rPr>
        <w:t xml:space="preserve">!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چه 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با هستى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و چه 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با به لقا اللَّه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وستى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گواهى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دهم كه تو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هم اكنون در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شگاه خدا زنده و جاو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هستى و از مواهب الهى بهرمند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باشى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 xml:space="preserve">و </w:t>
      </w:r>
      <w:r>
        <w:rPr>
          <w:rtl/>
          <w:lang w:bidi="fa-IR"/>
        </w:rPr>
        <w:lastRenderedPageBreak/>
        <w:t>در جا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گاه رف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 عرش الهى در كنار استاد و رهبرت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مومنان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باشى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زهى سعادت و زهى افتخار</w:t>
      </w:r>
      <w:r w:rsidR="00C10908">
        <w:rPr>
          <w:rtl/>
          <w:lang w:bidi="fa-IR"/>
        </w:rPr>
        <w:t xml:space="preserve">! </w:t>
      </w:r>
    </w:p>
    <w:p w:rsidR="00B66E7D" w:rsidRDefault="00B66E7D" w:rsidP="004D3746">
      <w:pPr>
        <w:pStyle w:val="Heading2"/>
        <w:rPr>
          <w:rtl/>
          <w:lang w:bidi="fa-IR"/>
        </w:rPr>
      </w:pPr>
      <w:bookmarkStart w:id="92" w:name="_Toc396044725"/>
      <w:r>
        <w:rPr>
          <w:rtl/>
          <w:lang w:bidi="fa-IR"/>
        </w:rPr>
        <w:t>برادر و فرزندان مالك اشتر</w:t>
      </w:r>
      <w:bookmarkEnd w:id="92"/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قبلا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شد كه دودمان مذحج و نخع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صدر اسلام به بعد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خدمات شا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انى به اسلام نمودند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در عصر خلافت 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، 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دودمان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نظر مالك اشتر در كوفه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پشت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بانى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رومند براى آن حضرت بودند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در جنگ جمل و صف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در ركاب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با دشمن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جنگ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نجا به طور اختصار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برادر مالك اشتر به نام عبداللَّه و از دو فرزندش به نامهاى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اسحاق و ابراه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،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: </w:t>
      </w:r>
    </w:p>
    <w:p w:rsidR="00B66E7D" w:rsidRDefault="00B66E7D" w:rsidP="004D3746">
      <w:pPr>
        <w:pStyle w:val="Heading3"/>
        <w:rPr>
          <w:rtl/>
          <w:lang w:bidi="fa-IR"/>
        </w:rPr>
      </w:pPr>
      <w:bookmarkStart w:id="93" w:name="_Toc396044726"/>
      <w:r>
        <w:rPr>
          <w:rtl/>
          <w:lang w:bidi="fa-IR"/>
        </w:rPr>
        <w:t>عبداللَّه برادر مالك</w:t>
      </w:r>
      <w:bookmarkEnd w:id="93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عبداللَّه از شخص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تهاى برجسته خاندان نخع بود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او در راستاى هدا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تهاى 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، </w:t>
      </w:r>
      <w:r>
        <w:rPr>
          <w:rtl/>
          <w:lang w:bidi="fa-IR"/>
        </w:rPr>
        <w:t>فداكار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ها و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ثارهاى فراوان داشت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در نبرد صف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همراه برادرش مالك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 دشمن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جنگ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هنگامى كه مختار در سال 66 به عنوان مطالبه خون امام حس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بر ضد حكومت ننگ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بنى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عبداللَّه برادر مالك اشتر را پرچمدار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گردانهاى سپاه خود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پس از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روزى مختار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به دست گرفتن حكومت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از 14 رب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 الاول سال 66 تا 14 رمضان سال 67</w:t>
      </w:r>
      <w:r w:rsidR="00C10908">
        <w:rPr>
          <w:rtl/>
          <w:lang w:bidi="fa-IR"/>
        </w:rPr>
        <w:t xml:space="preserve">) ، </w:t>
      </w:r>
      <w:r>
        <w:rPr>
          <w:rtl/>
          <w:lang w:bidi="fa-IR"/>
        </w:rPr>
        <w:t xml:space="preserve">عبداللَّه حاكم و فرمانرواى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شهرها گرد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در همان وقت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حجربن عدى سردار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اسلام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اران امام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براى نجات خود از چنگال دژخ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مان جلاد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عبداللَّه پناهنده 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عبداللَّه او را پناه داد</w:t>
      </w:r>
      <w:r w:rsidR="00C10908">
        <w:rPr>
          <w:rtl/>
          <w:lang w:bidi="fa-IR"/>
        </w:rPr>
        <w:t xml:space="preserve">. 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125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4D3746">
      <w:pPr>
        <w:pStyle w:val="Heading3"/>
        <w:rPr>
          <w:rtl/>
          <w:lang w:bidi="fa-IR"/>
        </w:rPr>
      </w:pPr>
      <w:bookmarkStart w:id="94" w:name="_Toc396044727"/>
      <w:r>
        <w:rPr>
          <w:rtl/>
          <w:lang w:bidi="fa-IR"/>
        </w:rPr>
        <w:lastRenderedPageBreak/>
        <w:t>اسحاق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پسر مالك اشتر</w:t>
      </w:r>
      <w:bookmarkEnd w:id="94"/>
    </w:p>
    <w:p w:rsidR="00B66E7D" w:rsidRDefault="000D0DD5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B66E7D">
        <w:rPr>
          <w:rtl/>
          <w:lang w:bidi="fa-IR"/>
        </w:rPr>
        <w:t>كى از پسران مالك اشتر</w:t>
      </w:r>
      <w:r w:rsidR="00C10908">
        <w:rPr>
          <w:rtl/>
          <w:lang w:bidi="fa-IR"/>
        </w:rPr>
        <w:t xml:space="preserve">، </w:t>
      </w:r>
      <w:r w:rsidR="00B66E7D">
        <w:rPr>
          <w:rtl/>
          <w:lang w:bidi="fa-IR"/>
        </w:rPr>
        <w:t>اسحاق بود كه در روز عاشورا در ركاب امام حس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ن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 w:rsidR="00B66E7D">
        <w:rPr>
          <w:rtl/>
          <w:lang w:bidi="fa-IR"/>
        </w:rPr>
        <w:t>به شهادت رس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 w:rsidR="00B66E7D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ن بزرگمرد رش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 w:rsidR="00B66E7D">
        <w:rPr>
          <w:rtl/>
          <w:lang w:bidi="fa-IR"/>
        </w:rPr>
        <w:t>شجاعت</w:t>
      </w:r>
      <w:r w:rsidR="00C10908">
        <w:rPr>
          <w:rtl/>
          <w:lang w:bidi="fa-IR"/>
        </w:rPr>
        <w:t xml:space="preserve">، </w:t>
      </w:r>
      <w:r w:rsidR="00B66E7D">
        <w:rPr>
          <w:rtl/>
          <w:lang w:bidi="fa-IR"/>
        </w:rPr>
        <w:t>صلابت</w:t>
      </w:r>
      <w:r w:rsidR="00C10908">
        <w:rPr>
          <w:rtl/>
          <w:lang w:bidi="fa-IR"/>
        </w:rPr>
        <w:t xml:space="preserve">، </w:t>
      </w:r>
      <w:r w:rsidR="00B66E7D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مان و دوستى خاندان رسالت را از پدرش مالك</w:t>
      </w:r>
      <w:r w:rsidR="00C10908">
        <w:rPr>
          <w:rtl/>
          <w:lang w:bidi="fa-IR"/>
        </w:rPr>
        <w:t xml:space="preserve">، </w:t>
      </w:r>
      <w:r w:rsidR="00B66E7D">
        <w:rPr>
          <w:rtl/>
          <w:lang w:bidi="fa-IR"/>
        </w:rPr>
        <w:t>به ارث برده بود</w:t>
      </w:r>
      <w:r w:rsidR="00C10908">
        <w:rPr>
          <w:rtl/>
          <w:lang w:bidi="fa-IR"/>
        </w:rPr>
        <w:t xml:space="preserve">. </w:t>
      </w:r>
      <w:r w:rsidR="00B66E7D">
        <w:rPr>
          <w:rtl/>
          <w:lang w:bidi="fa-IR"/>
        </w:rPr>
        <w:t>او همواره در خط تش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ع گامهاى استوار برداشت و به دنبال معاو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ه و گروههاى ضد ش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عى نرفت و سرانجام به كاروان امام حس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ن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 w:rsidR="00B66E7D">
        <w:rPr>
          <w:rtl/>
          <w:lang w:bidi="fa-IR"/>
        </w:rPr>
        <w:t>پ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وست</w:t>
      </w:r>
      <w:r w:rsidR="00C10908">
        <w:rPr>
          <w:rtl/>
          <w:lang w:bidi="fa-IR"/>
        </w:rPr>
        <w:t xml:space="preserve">. </w:t>
      </w:r>
      <w:r w:rsidR="00B66E7D">
        <w:rPr>
          <w:rtl/>
          <w:lang w:bidi="fa-IR"/>
        </w:rPr>
        <w:t>با ا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نكه در كوفه سكونت داشت</w:t>
      </w:r>
      <w:r w:rsidR="00C10908">
        <w:rPr>
          <w:rtl/>
          <w:lang w:bidi="fa-IR"/>
        </w:rPr>
        <w:t xml:space="preserve">، </w:t>
      </w:r>
      <w:r w:rsidR="00B66E7D">
        <w:rPr>
          <w:rtl/>
          <w:lang w:bidi="fa-IR"/>
        </w:rPr>
        <w:t>به مردم بى وفاى كوفه پشت كرد</w:t>
      </w:r>
      <w:r w:rsidR="00C10908">
        <w:rPr>
          <w:rtl/>
          <w:lang w:bidi="fa-IR"/>
        </w:rPr>
        <w:t xml:space="preserve">، </w:t>
      </w:r>
      <w:r w:rsidR="00B66E7D">
        <w:rPr>
          <w:rtl/>
          <w:lang w:bidi="fa-IR"/>
        </w:rPr>
        <w:t xml:space="preserve">و 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ارى امام حس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ن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 w:rsidR="00B66E7D">
        <w:rPr>
          <w:rtl/>
          <w:lang w:bidi="fa-IR"/>
        </w:rPr>
        <w:t xml:space="preserve">را ضد 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ز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د برگز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در روز عاشورا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نداى امام حس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را شن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كه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فرمود</w:t>
      </w:r>
      <w:r w:rsidR="00C10908">
        <w:rPr>
          <w:rtl/>
          <w:lang w:bidi="fa-IR"/>
        </w:rPr>
        <w:t xml:space="preserve">: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من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بارز الى هولاء الملعون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ك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 تا به جنگ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ملعون شدگان برود</w:t>
      </w:r>
      <w:r w:rsidR="00C10908">
        <w:rPr>
          <w:rtl/>
          <w:lang w:bidi="fa-IR"/>
        </w:rPr>
        <w:t xml:space="preserve">؟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اسحاق به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ندا لب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 گفت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و با شعارها و رجزهاى خود</w:t>
      </w:r>
      <w:r w:rsidR="00C10908">
        <w:rPr>
          <w:rtl/>
          <w:lang w:bidi="fa-IR"/>
        </w:rPr>
        <w:t xml:space="preserve">،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اران امام را به جنگ تشو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ق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كرد و خطاب به آنها 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گفت</w:t>
      </w:r>
      <w:r w:rsidR="00C10908">
        <w:rPr>
          <w:rtl/>
          <w:lang w:bidi="fa-IR"/>
        </w:rPr>
        <w:t xml:space="preserve">: </w:t>
      </w:r>
    </w:p>
    <w:tbl>
      <w:tblPr>
        <w:bidiVisual/>
        <w:tblW w:w="5000" w:type="pct"/>
        <w:tblLook w:val="01E0"/>
      </w:tblPr>
      <w:tblGrid>
        <w:gridCol w:w="3655"/>
        <w:gridCol w:w="269"/>
        <w:gridCol w:w="3663"/>
      </w:tblGrid>
      <w:tr w:rsidR="000510DD" w:rsidTr="009B68AC">
        <w:trPr>
          <w:trHeight w:val="350"/>
        </w:trPr>
        <w:tc>
          <w:tcPr>
            <w:tcW w:w="4288" w:type="dxa"/>
            <w:shd w:val="clear" w:color="auto" w:fill="auto"/>
          </w:tcPr>
          <w:p w:rsidR="000510DD" w:rsidRDefault="000510DD" w:rsidP="009B68AC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نفسى فداكم طاعنوا و جالودا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0510DD" w:rsidRDefault="000510DD" w:rsidP="009B68AC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0510DD" w:rsidRDefault="000510DD" w:rsidP="009B68AC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حتى یبان منكم المجاهد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510DD" w:rsidTr="009B68AC">
        <w:trPr>
          <w:trHeight w:val="350"/>
        </w:trPr>
        <w:tc>
          <w:tcPr>
            <w:tcW w:w="4288" w:type="dxa"/>
          </w:tcPr>
          <w:p w:rsidR="000510DD" w:rsidRDefault="000510DD" w:rsidP="009B68AC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و ارجل تتبعها سواعد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510DD" w:rsidRDefault="000510DD" w:rsidP="009B68AC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0510DD" w:rsidRDefault="000510DD" w:rsidP="009B68AC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فى نصر مولاى الحسین العابد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0510DD" w:rsidTr="009B68AC">
        <w:trPr>
          <w:trHeight w:val="350"/>
        </w:trPr>
        <w:tc>
          <w:tcPr>
            <w:tcW w:w="4288" w:type="dxa"/>
          </w:tcPr>
          <w:p w:rsidR="000510DD" w:rsidRDefault="000510DD" w:rsidP="009B68AC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بذاك اوصانى الكمى الوالد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0510DD" w:rsidRDefault="000510DD" w:rsidP="009B68AC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0510DD" w:rsidRDefault="000510DD" w:rsidP="009B68AC">
            <w:pPr>
              <w:pStyle w:val="libPoem"/>
              <w:rPr>
                <w:rtl/>
              </w:rPr>
            </w:pP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جانم به فداى شما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بجنگ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شمش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از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 بركش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به نبرد با دشمن بپرداز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تا در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شما آن كس كه جهادگر پرتوان است آشكار گردد</w:t>
      </w:r>
      <w:r w:rsidR="00C10908">
        <w:rPr>
          <w:rtl/>
          <w:lang w:bidi="fa-IR"/>
        </w:rPr>
        <w:t xml:space="preserve">!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گامها و بازوان را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 xml:space="preserve">اپى در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ارى مولا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حس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عبد صالح خدا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حركت در آور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!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پدر شجاع من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مالك اشتر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گونه به من وص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كرده است</w:t>
      </w:r>
      <w:r w:rsidR="00C10908">
        <w:rPr>
          <w:rtl/>
          <w:lang w:bidi="fa-IR"/>
        </w:rPr>
        <w:t xml:space="preserve">!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آرى مالك اشتر به پسرش وص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نموده كه او در خاندان رسالت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آل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جهاد كند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او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 خلف صالح پدر 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كه آن وص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را با گوش جان شن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و اجرا نمود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درودهاى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اپى خداوند بر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پدر و پسر رش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4D3746">
      <w:pPr>
        <w:pStyle w:val="Heading3"/>
        <w:rPr>
          <w:rtl/>
          <w:lang w:bidi="fa-IR"/>
        </w:rPr>
      </w:pPr>
      <w:bookmarkStart w:id="95" w:name="_Toc396044728"/>
      <w:r>
        <w:rPr>
          <w:rtl/>
          <w:lang w:bidi="fa-IR"/>
        </w:rPr>
        <w:t>ابراه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پسر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 مالك</w:t>
      </w:r>
      <w:bookmarkEnd w:id="95"/>
      <w:r w:rsidR="00F472FF">
        <w:rPr>
          <w:rtl/>
          <w:lang w:bidi="fa-IR"/>
        </w:rPr>
        <w:t xml:space="preserve">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ابراه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مان و عرفان و شجاعت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نمونه پدر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گو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ى پدر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رش رفته و جوان بازگشته است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او همان روح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پدر را داشت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دودمان نخع او را به عنوان آقا و ر</w:t>
      </w:r>
      <w:r w:rsidR="000D0DD5">
        <w:rPr>
          <w:rtl/>
          <w:lang w:bidi="fa-IR"/>
        </w:rPr>
        <w:t>یی</w:t>
      </w:r>
      <w:r>
        <w:rPr>
          <w:rtl/>
          <w:lang w:bidi="fa-IR"/>
        </w:rPr>
        <w:t>س خود پذ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رفتند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جنگ صف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با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نكه نوجوان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 حمله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هاى قهرمانانه خود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عرصه را بر دشمن تنگ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جهان را بر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ره و تار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نمود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با كشتن جوانى از آل حم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كه به جاى عمر و عاص به جنگ مالك اشتر آمده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قلب پر تپش پدر را شاد نمود</w:t>
      </w:r>
      <w:r w:rsidR="00C10908">
        <w:rPr>
          <w:rtl/>
          <w:lang w:bidi="fa-IR"/>
        </w:rPr>
        <w:t>. (</w:t>
      </w:r>
      <w:r>
        <w:rPr>
          <w:rtl/>
          <w:lang w:bidi="fa-IR"/>
        </w:rPr>
        <w:t>چنانكه قبلا ذكر شد</w:t>
      </w:r>
      <w:r w:rsidR="00C10908">
        <w:rPr>
          <w:rtl/>
          <w:lang w:bidi="fa-IR"/>
        </w:rPr>
        <w:t xml:space="preserve">)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آن هنگام كه مختار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سال 66 ه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به عنوان خونخواهى امام حس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بر ضد بنى 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ابراه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را به كمك دعوت نمود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ابراه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در كوفه به خانه مختار رفت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مختار از او احترام شا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انى كرد و در پا</w:t>
      </w:r>
      <w:r w:rsidR="000D0DD5">
        <w:rPr>
          <w:rtl/>
          <w:lang w:bidi="fa-IR"/>
        </w:rPr>
        <w:t>یی</w:t>
      </w:r>
      <w:r>
        <w:rPr>
          <w:rtl/>
          <w:lang w:bidi="fa-IR"/>
        </w:rPr>
        <w:t>ن دست او نشست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ابراه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به مختار قول مساعد نداد تا آن هنگام كه در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افت 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 مختار مورد رضا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آل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است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آن هنگام برخاست و پا</w:t>
      </w:r>
      <w:r w:rsidR="000D0DD5">
        <w:rPr>
          <w:rtl/>
          <w:lang w:bidi="fa-IR"/>
        </w:rPr>
        <w:t>یی</w:t>
      </w:r>
      <w:r>
        <w:rPr>
          <w:rtl/>
          <w:lang w:bidi="fa-IR"/>
        </w:rPr>
        <w:t>ن دست مختار نشست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مختار خروج كرد و سراسر كوفه را در اخت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 و تصرف خود درآورد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بزرگتر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لشگرى كه حكومت مختار را تهد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لشگر شام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مختار هفت هزار نفر را به فرماندهى ابراه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براى جنگ با سپاه شام روانه كرد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سپاه هفت هزار نفرى ابراه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در سرزم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موصل با سپاه هفتاد هزار نفرى شام درگ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شدند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هنگام نا برابر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افراد بس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ارى از دو طرف كشته شدند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از جمله ابن 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و گروهى از سران سپاه شام به دست ابراه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هلاكت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به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 مختار به دست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ارى ابراه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بر دشمن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رو 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عاملان اصلى حادثه خون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كربلا را به مجازات سخت رساند</w:t>
      </w:r>
      <w:r w:rsidR="00C10908">
        <w:rPr>
          <w:rtl/>
          <w:lang w:bidi="fa-IR"/>
        </w:rPr>
        <w:t xml:space="preserve">. </w:t>
      </w:r>
    </w:p>
    <w:p w:rsidR="00B66E7D" w:rsidRDefault="000D0DD5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B66E7D">
        <w:rPr>
          <w:rtl/>
          <w:lang w:bidi="fa-IR"/>
        </w:rPr>
        <w:t>كى از سخنان ابراه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م</w:t>
      </w:r>
      <w:r w:rsidR="00C10908">
        <w:rPr>
          <w:rtl/>
          <w:lang w:bidi="fa-IR"/>
        </w:rPr>
        <w:t xml:space="preserve">، </w:t>
      </w:r>
      <w:r w:rsidR="00B66E7D">
        <w:rPr>
          <w:rtl/>
          <w:lang w:bidi="fa-IR"/>
        </w:rPr>
        <w:t>خطاب به سپاه خود كه ب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انگر هدف و خط فكرى اوست</w:t>
      </w:r>
      <w:r w:rsidR="00C10908">
        <w:rPr>
          <w:rtl/>
          <w:lang w:bidi="fa-IR"/>
        </w:rPr>
        <w:t xml:space="preserve">، </w:t>
      </w:r>
      <w:r w:rsidR="00B66E7D">
        <w:rPr>
          <w:rtl/>
          <w:lang w:bidi="fa-IR"/>
        </w:rPr>
        <w:t>چن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ن بود</w:t>
      </w:r>
      <w:r w:rsidR="00C10908">
        <w:rPr>
          <w:rtl/>
          <w:lang w:bidi="fa-IR"/>
        </w:rPr>
        <w:t xml:space="preserve">، </w:t>
      </w:r>
      <w:r w:rsidR="00B66E7D">
        <w:rPr>
          <w:rtl/>
          <w:lang w:bidi="fa-IR"/>
        </w:rPr>
        <w:t xml:space="preserve">اى 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اران د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ن</w:t>
      </w:r>
      <w:r w:rsidR="00F472FF">
        <w:rPr>
          <w:rtl/>
          <w:lang w:bidi="fa-IR"/>
        </w:rPr>
        <w:t xml:space="preserve"> </w:t>
      </w:r>
      <w:r w:rsidR="00B66E7D">
        <w:rPr>
          <w:rtl/>
          <w:lang w:bidi="fa-IR"/>
        </w:rPr>
        <w:t>ء اى طالبان خون حس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ن</w:t>
      </w:r>
      <w:r w:rsidR="00C10908">
        <w:rPr>
          <w:rtl/>
          <w:lang w:bidi="fa-IR"/>
        </w:rPr>
        <w:t xml:space="preserve">! </w:t>
      </w:r>
      <w:r w:rsidR="00B66E7D">
        <w:rPr>
          <w:rtl/>
          <w:lang w:bidi="fa-IR"/>
        </w:rPr>
        <w:t>اى پ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روان حق و پاسداران الهى</w:t>
      </w:r>
      <w:r w:rsidR="00C10908">
        <w:rPr>
          <w:rtl/>
          <w:lang w:bidi="fa-IR"/>
        </w:rPr>
        <w:t xml:space="preserve">! </w:t>
      </w:r>
      <w:r w:rsidR="00B66E7D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نك ا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ن ابن ز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اد پسر مرجانه است</w:t>
      </w:r>
      <w:r w:rsidR="00C10908">
        <w:rPr>
          <w:rtl/>
          <w:lang w:bidi="fa-IR"/>
        </w:rPr>
        <w:t xml:space="preserve">، </w:t>
      </w:r>
      <w:r w:rsidR="00B66E7D">
        <w:rPr>
          <w:rtl/>
          <w:lang w:bidi="fa-IR"/>
        </w:rPr>
        <w:t>همان كسى كه آب را بر حس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ن و اهل ب</w:t>
      </w:r>
      <w:r>
        <w:rPr>
          <w:rtl/>
          <w:lang w:bidi="fa-IR"/>
        </w:rPr>
        <w:t>ی</w:t>
      </w:r>
      <w:r w:rsidR="00B66E7D">
        <w:rPr>
          <w:rtl/>
          <w:lang w:bidi="fa-IR"/>
        </w:rPr>
        <w:t>تش ممنوع كرد</w:t>
      </w:r>
      <w:r w:rsidR="00C10908">
        <w:rPr>
          <w:rtl/>
          <w:lang w:bidi="fa-IR"/>
        </w:rPr>
        <w:t xml:space="preserve">، </w:t>
      </w:r>
      <w:r w:rsidR="00B66E7D">
        <w:rPr>
          <w:rtl/>
          <w:lang w:bidi="fa-IR"/>
        </w:rPr>
        <w:t>و آنها را كشت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سوگند به خدا</w:t>
      </w:r>
      <w:r w:rsidR="00C10908">
        <w:rPr>
          <w:rtl/>
          <w:lang w:bidi="fa-IR"/>
        </w:rPr>
        <w:t xml:space="preserve">! </w:t>
      </w:r>
      <w:r>
        <w:rPr>
          <w:rtl/>
          <w:lang w:bidi="fa-IR"/>
        </w:rPr>
        <w:t>فرعون با بنى اسرائ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 چن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نكرد كه او با دودمان پ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نمود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دوارم 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 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ختن خون آن نامرد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خاطر شما شاد گردد</w:t>
      </w:r>
      <w:r w:rsidR="00C10908">
        <w:rPr>
          <w:rtl/>
          <w:lang w:bidi="fa-IR"/>
        </w:rPr>
        <w:t xml:space="preserve">...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ابراه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دو فرزند به نام نعمان و خولان داشت كه آنها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 مردانى با شخص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و مومن بودند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رو به ابو النعمان گو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سرانجام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بزرگمرد خدا در سال 72 هجرى در سرزم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مسكن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ده فرسخى بغداد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هنگام نبرد با سپاه عبدالملك</w:t>
      </w:r>
      <w:r w:rsidR="00C10908">
        <w:rPr>
          <w:rtl/>
          <w:lang w:bidi="fa-IR"/>
        </w:rPr>
        <w:t xml:space="preserve"> </w:t>
      </w:r>
      <w:r w:rsidR="00FB296A">
        <w:rPr>
          <w:rtl/>
          <w:lang w:bidi="fa-IR"/>
        </w:rPr>
        <w:t>(</w:t>
      </w:r>
      <w:r>
        <w:rPr>
          <w:rtl/>
          <w:lang w:bidi="fa-IR"/>
        </w:rPr>
        <w:t>پنجم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خل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فه اموى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به شهادت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بنا به نقل محدث معروف مسعودى جسد مطهر ابراه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را نزد عبدالملك آوردند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غلام آزاد شده حص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بن نم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آورد و آن جسد را آتش زد</w:t>
      </w:r>
      <w:r w:rsidR="00C10908">
        <w:rPr>
          <w:rtl/>
          <w:lang w:bidi="fa-IR"/>
        </w:rPr>
        <w:t xml:space="preserve">. </w:t>
      </w:r>
      <w:r w:rsidR="00FB296A">
        <w:rPr>
          <w:rtl/>
          <w:lang w:bidi="fa-IR"/>
        </w:rPr>
        <w:t>(</w:t>
      </w:r>
      <w:r>
        <w:rPr>
          <w:rtl/>
          <w:lang w:bidi="fa-IR"/>
        </w:rPr>
        <w:t>با توجه به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نكه حص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بن نم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از سركردگان شام به دست ابراه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به هلاكت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ده بود</w:t>
      </w:r>
      <w:r w:rsidR="00C10908">
        <w:rPr>
          <w:rtl/>
          <w:lang w:bidi="fa-IR"/>
        </w:rPr>
        <w:t>.</w:t>
      </w:r>
      <w:r w:rsidR="000D1F4F">
        <w:rPr>
          <w:rtl/>
          <w:lang w:bidi="fa-IR"/>
        </w:rPr>
        <w:t>)</w:t>
      </w:r>
      <w:r w:rsidR="00DA0589" w:rsidRPr="00D61E4E">
        <w:rPr>
          <w:rStyle w:val="libFootnotenumChar"/>
          <w:rtl/>
          <w:lang w:bidi="fa-IR"/>
        </w:rPr>
        <w:t>(</w:t>
      </w:r>
      <w:r w:rsidRPr="00D61E4E">
        <w:rPr>
          <w:rStyle w:val="libFootnotenumChar"/>
          <w:rtl/>
          <w:lang w:bidi="fa-IR"/>
        </w:rPr>
        <w:t>126</w:t>
      </w:r>
      <w:r w:rsidR="00DA0589" w:rsidRPr="00D61E4E">
        <w:rPr>
          <w:rStyle w:val="libFootnotenumChar"/>
          <w:rtl/>
          <w:lang w:bidi="fa-IR"/>
        </w:rPr>
        <w:t>)</w:t>
      </w:r>
    </w:p>
    <w:p w:rsidR="00B66E7D" w:rsidRDefault="00B66E7D" w:rsidP="00B66E7D">
      <w:pPr>
        <w:pStyle w:val="libNormal"/>
        <w:rPr>
          <w:rtl/>
          <w:lang w:bidi="fa-IR"/>
        </w:rPr>
      </w:pPr>
      <w:r>
        <w:rPr>
          <w:rtl/>
          <w:lang w:bidi="fa-IR"/>
        </w:rPr>
        <w:t>پا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F472FF">
        <w:rPr>
          <w:rtl/>
          <w:lang w:bidi="fa-IR"/>
        </w:rPr>
        <w:t xml:space="preserve"> </w:t>
      </w:r>
    </w:p>
    <w:p w:rsidR="000510DD" w:rsidRDefault="000510DD" w:rsidP="000510DD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96" w:name="_Toc396044729"/>
      <w:r>
        <w:rPr>
          <w:rFonts w:hint="cs"/>
          <w:rtl/>
          <w:lang w:bidi="fa-IR"/>
        </w:rPr>
        <w:lastRenderedPageBreak/>
        <w:t>پی نوشت ها :</w:t>
      </w:r>
      <w:bookmarkEnd w:id="96"/>
    </w:p>
    <w:p w:rsidR="000510DD" w:rsidRDefault="000510DD" w:rsidP="00B66E7D">
      <w:pPr>
        <w:pStyle w:val="libNormal"/>
        <w:rPr>
          <w:rtl/>
          <w:lang w:bidi="fa-IR"/>
        </w:rPr>
      </w:pP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1 - نهج البلاغه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حكمت 147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2 - شرح نهج البلاغه ابن ابى الحد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15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98</w:t>
      </w:r>
      <w:r w:rsidR="00C10908">
        <w:rPr>
          <w:rtl/>
          <w:lang w:bidi="fa-IR"/>
        </w:rPr>
        <w:t xml:space="preserve">، 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3 - الغد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40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4 - شرح نهج البلاغه ابن ابى الحد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16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158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5 - تار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خ طبرى - مالك اشتر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نوشته عبدالواحد مظفر</w:t>
      </w:r>
      <w:r w:rsidR="00C10908">
        <w:rPr>
          <w:rtl/>
          <w:lang w:bidi="fa-IR"/>
        </w:rPr>
        <w:t xml:space="preserve">) ، </w:t>
      </w:r>
      <w:r>
        <w:rPr>
          <w:rtl/>
          <w:lang w:bidi="fa-IR"/>
        </w:rPr>
        <w:t>ص 9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6 - القصد و الامم قرطبى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مطابق نقل كتاب مالك اشتر الاشتر محمد رضا حك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ص 3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7 - مالك الاشتر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محمدرضا حك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) ، </w:t>
      </w:r>
      <w:r>
        <w:rPr>
          <w:rtl/>
          <w:lang w:bidi="fa-IR"/>
        </w:rPr>
        <w:t>ص 3 مالك اشتر براى قب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له مذحج و دودمان نخع علاوه بر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كه بزرگ قوم و رئ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 آنها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معلم و مرشد و راهنماى آنها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 بود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نقش بس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 در هدا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ت آنها به سوى خط امام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داشت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به عنوان نمونه در جنگ صف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روزها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عمر و عاص همراه چهارصد نفر سواركار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از سپاه دشمن به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دان تاخت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مالك اشتر به همراه دو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 نفر از دودمان نخع و مذحج به گردان عمرو عاص حمله كرد و ضربه سختى بر عمر و عاص وارد ساخت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ضربه بر كوهه 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اسب عمرو وارد 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آن كوهه شكست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عمر و عاص بر زم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افتاد و دندانهاى ثنا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اى او سقوط كرد</w:t>
      </w:r>
      <w:r w:rsidR="00C10908">
        <w:rPr>
          <w:rtl/>
          <w:lang w:bidi="fa-IR"/>
        </w:rPr>
        <w:t xml:space="preserve">. </w:t>
      </w:r>
      <w:r w:rsidR="00FB296A">
        <w:rPr>
          <w:rtl/>
          <w:lang w:bidi="fa-IR"/>
        </w:rPr>
        <w:t>(</w:t>
      </w:r>
      <w:r>
        <w:rPr>
          <w:rtl/>
          <w:lang w:bidi="fa-IR"/>
        </w:rPr>
        <w:t>بحار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32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578</w:t>
      </w:r>
      <w:r w:rsidR="00C10908">
        <w:rPr>
          <w:rtl/>
          <w:lang w:bidi="fa-IR"/>
        </w:rPr>
        <w:t>،</w:t>
      </w:r>
      <w:r w:rsidR="000D1F4F">
        <w:rPr>
          <w:rtl/>
          <w:lang w:bidi="fa-IR"/>
        </w:rPr>
        <w:t>)</w:t>
      </w:r>
      <w:r w:rsidR="00C10908">
        <w:rPr>
          <w:rtl/>
          <w:lang w:bidi="fa-IR"/>
        </w:rPr>
        <w:t xml:space="preserve"> 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8 - مالك اشتر ص 76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9 - كامل ابن اث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305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ارشاد مف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ص 31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10 - اع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الش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ط جد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40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11 - همان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242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- بهجه الامال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207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12 - الغد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ج 9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471</w:t>
      </w:r>
      <w:r w:rsidR="00C10908">
        <w:rPr>
          <w:rtl/>
          <w:lang w:bidi="fa-IR"/>
        </w:rPr>
        <w:t xml:space="preserve">،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13 - مالك اشتر محمد رضا حك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ص 5</w:t>
      </w:r>
      <w:r w:rsidR="00C10908">
        <w:rPr>
          <w:rtl/>
          <w:lang w:bidi="fa-IR"/>
        </w:rPr>
        <w:t>، (</w:t>
      </w:r>
      <w:r>
        <w:rPr>
          <w:rtl/>
          <w:lang w:bidi="fa-IR"/>
        </w:rPr>
        <w:t>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واقعه در سال 12 هجرت رخ داد</w:t>
      </w:r>
      <w:r w:rsidR="00C10908">
        <w:rPr>
          <w:rtl/>
          <w:lang w:bidi="fa-IR"/>
        </w:rPr>
        <w:t xml:space="preserve">) 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14 - همان مدرك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10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15 - مالك الاشتر تأل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 محمدرضا حك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10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6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16 - مالك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الاشتر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11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17 - اقتباس از همان مدرك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18 - تتمه المنتهى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6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19 - شرح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مطلب در شرح نهج البلاغه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ابن ابى الحد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ج 2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129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بعد آمده است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20 - اع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الش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عه ط جد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242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- بهجه الامال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208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21 - مادر عثمان و ول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اروىدختر كرزبن رب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عه بود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22 - سف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 البحار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288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699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23 - مالك الاشتر ص 14 و 15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24 - سف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 البحار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686-مالك الاشتر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158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25 - مالك الاشتر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16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26 - شرح نهج البلاغه ابن ابى الحد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دج 2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129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130 - مالك الاشتر ص 17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27 - مالك الاشتر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18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تا 20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- و نظ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مطلب با اندكى تفاوت در شرح نهج البلاغه حد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130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131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28 - اقتباس از الغد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35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36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29 - همان مدرك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30 - مالك الاشتر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21 و 22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- شرح نهج البلاغه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34</w:t>
      </w:r>
      <w:r w:rsidR="00C10908">
        <w:rPr>
          <w:rtl/>
          <w:lang w:bidi="fa-IR"/>
        </w:rPr>
        <w:t>، (</w:t>
      </w:r>
      <w:r>
        <w:rPr>
          <w:rtl/>
          <w:lang w:bidi="fa-IR"/>
        </w:rPr>
        <w:t>با اندكى اختلاف</w:t>
      </w:r>
      <w:r w:rsidR="00C10908">
        <w:rPr>
          <w:rtl/>
          <w:lang w:bidi="fa-IR"/>
        </w:rPr>
        <w:t xml:space="preserve">)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31 - مالك الاشتر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22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تا 25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- شرح نهج البلاغه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ابن ابى الحد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135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136</w:t>
      </w:r>
      <w:r w:rsidR="00C10908">
        <w:rPr>
          <w:rtl/>
          <w:lang w:bidi="fa-IR"/>
        </w:rPr>
        <w:t>، (</w:t>
      </w:r>
      <w:r>
        <w:rPr>
          <w:rtl/>
          <w:lang w:bidi="fa-IR"/>
        </w:rPr>
        <w:t>با اندكى اختلاف</w:t>
      </w:r>
      <w:r w:rsidR="00C10908">
        <w:rPr>
          <w:rtl/>
          <w:lang w:bidi="fa-IR"/>
        </w:rPr>
        <w:t xml:space="preserve">)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32 - الغد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ج 9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141و 142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33 - الانساب بلاذرى مطابق نقل الغد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199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34 - شرح نهج البلاغه ابن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ابى الحد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143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154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35 - شرح نهج البلاغه ابن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ابى الحد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155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تا 185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ج 3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27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36 - الغد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203</w:t>
      </w:r>
      <w:r w:rsidR="00C10908">
        <w:rPr>
          <w:rtl/>
          <w:lang w:bidi="fa-IR"/>
        </w:rPr>
        <w:t xml:space="preserve">،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37 - مالك الاشتر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44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38 - مالك الاشتر ص 46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39 - شرح نهج البلاغه ابن ابى الحد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29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40 - مدرك قبل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7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41 - شرح نهج البلاغه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ابن ابى الحد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دت ج 4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9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42 - مالك الاشتر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52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43 - اقتباس از تتمه المنتهى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9 تا 13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-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ار سعى و نص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حت كرد كه جنگ نشود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مكرر نامه نوشت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واسطه فرستاد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خودش مستق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 تماس گرفت و سخن گفت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ولى جنگ افروزان جمل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با لجاجت وارد معركه شدند و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چاره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اى جزء دفاع و جنگ ند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44 - مالك الاشتر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68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45 - ناسخ التوار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59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60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- سف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 البحار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6 و 5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46 - تار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خ ابو مخنف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نقل بحار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32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64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- شرح نهج البلاغه ابن ابى الحد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310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47 - مالك الاشتر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65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66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48 - ناسخ التوار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107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49 - مالك الاشتر ص 66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50 - ناسخ التوار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108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51 - همان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154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- شرح نهج البلاغه ابن ابى الحد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285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52 - بحار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32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175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53 - شرح نهج البلاغه ابن ابى الحد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259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260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54 -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تا آخر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قطره اشكم براى او گر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كنم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55 - همان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261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56 - بحار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32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179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- مالك الاشتر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73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74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57 - سف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 البحار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686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- مالك 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74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75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58 - همان مدرك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59 - بحار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32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179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203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209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60 - شرح نهج البلاغه ابن ابى الحد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229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61 - بعضى نوشته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عا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 عبداللَّه را 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جو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اى حال او 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شخصى به او گفت من او را ز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پنجه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مالك اشتر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در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هنگام عا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 سخن فوق را گفت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شرح نهج البلاغه ابن ابى الحد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15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101</w:t>
      </w:r>
      <w:r w:rsidR="00C10908">
        <w:rPr>
          <w:rtl/>
          <w:lang w:bidi="fa-IR"/>
        </w:rPr>
        <w:t xml:space="preserve">) . </w:t>
      </w:r>
      <w:r>
        <w:rPr>
          <w:rtl/>
          <w:lang w:bidi="fa-IR"/>
        </w:rPr>
        <w:t>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 نقل شده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عا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شه اعلام كرد</w:t>
      </w:r>
      <w:r w:rsidR="00C10908">
        <w:rPr>
          <w:rtl/>
          <w:lang w:bidi="fa-IR"/>
        </w:rPr>
        <w:t xml:space="preserve">: </w:t>
      </w:r>
      <w:r>
        <w:rPr>
          <w:rtl/>
          <w:lang w:bidi="fa-IR"/>
        </w:rPr>
        <w:t>هر كس خبر سلامتى عبداللَّه را به من بدهد ده هزار درهم جا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زه با او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دهم</w:t>
      </w:r>
      <w:r w:rsidR="00C10908">
        <w:rPr>
          <w:rtl/>
          <w:lang w:bidi="fa-IR"/>
        </w:rPr>
        <w:t xml:space="preserve">. </w:t>
      </w:r>
      <w:r w:rsidR="00FB296A">
        <w:rPr>
          <w:rtl/>
          <w:lang w:bidi="fa-IR"/>
        </w:rPr>
        <w:t>(</w:t>
      </w:r>
      <w:r>
        <w:rPr>
          <w:rtl/>
          <w:lang w:bidi="fa-IR"/>
        </w:rPr>
        <w:t>مالك الاشتر 75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الكنى و الالقاب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30</w:t>
      </w:r>
      <w:r w:rsidR="00C10908">
        <w:rPr>
          <w:rtl/>
          <w:lang w:bidi="fa-IR"/>
        </w:rPr>
        <w:t>،</w:t>
      </w:r>
      <w:r w:rsidR="000D1F4F">
        <w:rPr>
          <w:rtl/>
          <w:lang w:bidi="fa-IR"/>
        </w:rPr>
        <w:t>)</w:t>
      </w:r>
      <w:r w:rsidR="00C10908">
        <w:rPr>
          <w:rtl/>
          <w:lang w:bidi="fa-IR"/>
        </w:rPr>
        <w:t xml:space="preserve"> 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62 - شرح نهج البلاغه ابن ابى احد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262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63 - شرح نهج حد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262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263</w:t>
      </w:r>
      <w:r w:rsidR="00C10908">
        <w:rPr>
          <w:rtl/>
          <w:lang w:bidi="fa-IR"/>
        </w:rPr>
        <w:t xml:space="preserve">،، </w:t>
      </w:r>
      <w:r>
        <w:rPr>
          <w:rtl/>
          <w:lang w:bidi="fa-IR"/>
        </w:rPr>
        <w:t>و ج 15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101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64 - مالك الاشتر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77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78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65 - تتمه المنتهى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13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تا 19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66 -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نامه در بحار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33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57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تا 159</w:t>
      </w:r>
      <w:r w:rsidR="00C10908">
        <w:rPr>
          <w:rtl/>
          <w:lang w:bidi="fa-IR"/>
        </w:rPr>
        <w:t xml:space="preserve">،، </w:t>
      </w:r>
      <w:r>
        <w:rPr>
          <w:rtl/>
          <w:lang w:bidi="fa-IR"/>
        </w:rPr>
        <w:t>و قسمتى از آنها در نهج البلاغه آمده است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67 -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نامه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ها در بحار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33 و ص 57 تا 159و قسمتى از آنها در نهج البلاغه آمده است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68 - مجالس المومن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298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- بحار ط قد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588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69 - سف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 البحار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685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- شرح نهج البلاغه ابن ابى الحد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211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70 - شرح نهج البلاغه ابن ابى الحد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3 ص 212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213</w:t>
      </w:r>
      <w:r w:rsidR="00C10908">
        <w:rPr>
          <w:rtl/>
          <w:lang w:bidi="fa-IR"/>
        </w:rPr>
        <w:t xml:space="preserve">،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71 - نهج البلاغه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نامه 13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72 - شرح نهج البلاغه ابن ابى الحد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214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73 - ناسخ التوار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خ 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، </w:t>
      </w:r>
      <w:r>
        <w:rPr>
          <w:rtl/>
          <w:lang w:bidi="fa-IR"/>
        </w:rPr>
        <w:t>ج 2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62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74 - شرح نهج البلاغه حد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320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75 - نهج البلاغه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خطبه 51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76 - اقتباس از شرح نهج البلاغه ابن ابى الحد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328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تا 330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77 - همان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327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78 - همان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330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بحار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32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443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79 - در كتاب اصحاب رسول الثقل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فى حرب الصف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تأل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 علامه قوام الد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و شنوى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56 نفر از اصحاب رسول خدا</w:t>
      </w:r>
      <w:r w:rsidR="00C10908">
        <w:rPr>
          <w:rtl/>
          <w:lang w:bidi="fa-IR"/>
        </w:rPr>
        <w:t xml:space="preserve"> </w:t>
      </w:r>
      <w:r w:rsidR="000D0DD5" w:rsidRPr="000D0DD5">
        <w:rPr>
          <w:rStyle w:val="libAlaemChar"/>
          <w:rtl/>
        </w:rPr>
        <w:t>صلى‌الله‌عليه‌وآله‌وسلم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نام برده شده كه در جنگ صف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در ركاب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>با دشمن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جنگ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دند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80 - شرح نهج البلاغه ابن ابى الحد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190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81 - بحار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32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537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82 - همان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530 و 531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به نقل از وقعه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الصف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 مزاحم - اع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الش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40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83 - شرح نهج البلاغه ابن ابى الحد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203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84 - بحار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32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526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85 - اقتباس از شرح نهج البلاغه ابن ابى الحد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ج 5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199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-201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86 - همان ص 202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203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87 - همان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70 به بعد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88 - سف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 البحار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144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89 - اقتباس از شرح نهج البلاغه ابن ابى الحد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79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80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90 - بحار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32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527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91 - بحار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32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527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92 - همان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531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93 - اقتباس از ناسخ التوار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خ حضرت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، </w:t>
      </w:r>
      <w:r>
        <w:rPr>
          <w:rtl/>
          <w:lang w:bidi="fa-IR"/>
        </w:rPr>
        <w:t>ج 2 ص 332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333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94 - همان ص 347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348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95 - بحار ج 32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530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-مالك الاشتر</w:t>
      </w:r>
      <w:r w:rsidR="00C10908">
        <w:rPr>
          <w:rtl/>
          <w:lang w:bidi="fa-IR"/>
        </w:rPr>
        <w:t xml:space="preserve"> (</w:t>
      </w:r>
      <w:r>
        <w:rPr>
          <w:rtl/>
          <w:lang w:bidi="fa-IR"/>
        </w:rPr>
        <w:t>تال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ف محمد رضا حك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C10908">
        <w:rPr>
          <w:rtl/>
          <w:lang w:bidi="fa-IR"/>
        </w:rPr>
        <w:t xml:space="preserve">) ، </w:t>
      </w:r>
      <w:r>
        <w:rPr>
          <w:rtl/>
          <w:lang w:bidi="fa-IR"/>
        </w:rPr>
        <w:t>ص 128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132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96 - همان ص 432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533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97 - بحار ج 32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533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535 - اع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الش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39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98 - شرح نهج البلاغه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31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99 - اع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الش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39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40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- بحار ج 32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544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100 - بحار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32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547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101 - اع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الش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41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الغد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9 ص 40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102 - الكنى و الالقاب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28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29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- سف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 البحار ج 1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687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103 - نهج البلاغه نامه 34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104 - شرح نهج البلاغه ابن ابى الحد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101 و 102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105 - سف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 البحار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1 ص 687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- الكنى والالقاب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29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106 - شرح نهج البلاغه ابن ابى الحد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 ج 6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76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107 - اقتباس از اع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الش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41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108 - بحار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42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157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109 - امامى مف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بحار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34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148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110 - نهج البلاغه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حكمت 443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111 - اقباس از اع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الش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41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112 - بحار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78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38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39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113 - بخش مهمى از نامه فوق در نهج البلاغه نامه 46 آمده است و در كتابهاى شرح نهج البلاغه حد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74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سف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 البحار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686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نامه فوق به عنوان نامه امام على</w:t>
      </w:r>
      <w:r w:rsidR="00C10908">
        <w:rPr>
          <w:rtl/>
          <w:lang w:bidi="fa-IR"/>
        </w:rPr>
        <w:t xml:space="preserve"> </w:t>
      </w:r>
      <w:r w:rsidR="00C534DB" w:rsidRPr="00C534DB">
        <w:rPr>
          <w:rStyle w:val="libAlaemChar"/>
          <w:rtl/>
        </w:rPr>
        <w:t>عليه‌السلام</w:t>
      </w:r>
      <w:r w:rsidR="00C10908">
        <w:rPr>
          <w:rtl/>
          <w:lang w:bidi="fa-IR"/>
        </w:rPr>
        <w:t xml:space="preserve"> </w:t>
      </w:r>
      <w:r>
        <w:rPr>
          <w:rtl/>
          <w:lang w:bidi="fa-IR"/>
        </w:rPr>
        <w:t xml:space="preserve">به مالك اشتر 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اد شده است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114 - شرح نهج البلاغه ابن ابى الحد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74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115 - همان مدرك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72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73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116 - اقتباس از نهج البلاغه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نامه 38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117 - شرح نهج البلاغه ابن ابى الحد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75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118 - شرح نهج البلاغه ابن ابى الحد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6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74 و 75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مطابق نقل قول بعضى معاو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ه براى دهبان عر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C10908">
        <w:rPr>
          <w:rtl/>
          <w:lang w:bidi="fa-IR"/>
        </w:rPr>
        <w:t xml:space="preserve"> (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كى از قراء مصر</w:t>
      </w:r>
      <w:r w:rsidR="00C10908">
        <w:rPr>
          <w:rtl/>
          <w:lang w:bidi="fa-IR"/>
        </w:rPr>
        <w:t xml:space="preserve">) </w:t>
      </w:r>
      <w:r>
        <w:rPr>
          <w:rtl/>
          <w:lang w:bidi="fa-IR"/>
        </w:rPr>
        <w:t>نامه نوشت كه اگر مالك را مسموم نمودى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مال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ات ب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ست سال تو را از تو نمى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رم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آن دن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 پرست ناپاك فر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ب خورد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وقتى كه مالك در م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سر راه خود به عر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ش رس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او را با عسل مسموم كرد</w:t>
      </w:r>
      <w:r w:rsidR="00C10908">
        <w:rPr>
          <w:rtl/>
          <w:lang w:bidi="fa-IR"/>
        </w:rPr>
        <w:t xml:space="preserve">. </w:t>
      </w:r>
      <w:r>
        <w:rPr>
          <w:rtl/>
          <w:lang w:bidi="fa-IR"/>
        </w:rPr>
        <w:t>تتمه المنتهى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22</w:t>
      </w:r>
      <w:r w:rsidR="00C10908">
        <w:rPr>
          <w:rtl/>
          <w:lang w:bidi="fa-IR"/>
        </w:rPr>
        <w:t xml:space="preserve">)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و بعضى چگونگى شهادت و محل شهادت و سال شهادت او را به گونه 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گر نقل كرده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اند ولى آنچه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در بالا ذكر شد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صح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حتر به نظر مى</w:t>
      </w:r>
      <w:r w:rsidR="00F472FF">
        <w:rPr>
          <w:rtl/>
          <w:lang w:bidi="fa-IR"/>
        </w:rPr>
        <w:t xml:space="preserve"> </w:t>
      </w:r>
      <w:r>
        <w:rPr>
          <w:rtl/>
          <w:lang w:bidi="fa-IR"/>
        </w:rPr>
        <w:t>رسد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119 - مالك الاشتر ص 174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176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120 - شرح نهج البلاغه ابن ابى الحد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76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- الكنى و الالقاب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31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الغد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ر حد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دى ج 6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77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121 - شرح نهج البلاغه حد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دى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77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122 - همان مدرك و نهج البلاغه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حكمت 443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123 - همان مدرك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و و اع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ان الش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39</w:t>
      </w:r>
      <w:r w:rsidR="00C10908">
        <w:rPr>
          <w:rtl/>
          <w:lang w:bidi="fa-IR"/>
        </w:rPr>
        <w:t xml:space="preserve">.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124 - همان مدرك</w:t>
      </w:r>
      <w:r w:rsidR="00F472FF">
        <w:rPr>
          <w:rtl/>
          <w:lang w:bidi="fa-IR"/>
        </w:rPr>
        <w:t xml:space="preserve"> </w:t>
      </w:r>
    </w:p>
    <w:p w:rsidR="00B66E7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125 - اقتباس از ت</w:t>
      </w:r>
      <w:r w:rsidR="002734AF">
        <w:rPr>
          <w:rtl/>
          <w:lang w:bidi="fa-IR"/>
        </w:rPr>
        <w:t xml:space="preserve"> </w:t>
      </w:r>
      <w:r>
        <w:rPr>
          <w:rtl/>
          <w:lang w:bidi="fa-IR"/>
        </w:rPr>
        <w:t>تار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خ طبرى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109</w:t>
      </w:r>
      <w:r w:rsidR="00C10908">
        <w:rPr>
          <w:rtl/>
          <w:lang w:bidi="fa-IR"/>
        </w:rPr>
        <w:t xml:space="preserve">. </w:t>
      </w:r>
    </w:p>
    <w:p w:rsidR="000510DD" w:rsidRDefault="00B66E7D" w:rsidP="000510DD">
      <w:pPr>
        <w:pStyle w:val="libFootnote"/>
        <w:rPr>
          <w:rtl/>
          <w:lang w:bidi="fa-IR"/>
        </w:rPr>
      </w:pPr>
      <w:r>
        <w:rPr>
          <w:rtl/>
          <w:lang w:bidi="fa-IR"/>
        </w:rPr>
        <w:t>126 - اقتباس از بحار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45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صفحه 356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تا 370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- سف</w:t>
      </w:r>
      <w:r w:rsidR="000D0DD5">
        <w:rPr>
          <w:rtl/>
          <w:lang w:bidi="fa-IR"/>
        </w:rPr>
        <w:t>ی</w:t>
      </w:r>
      <w:r>
        <w:rPr>
          <w:rtl/>
          <w:lang w:bidi="fa-IR"/>
        </w:rPr>
        <w:t>نه البحار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C10908">
        <w:rPr>
          <w:rtl/>
          <w:lang w:bidi="fa-IR"/>
        </w:rPr>
        <w:t xml:space="preserve">، </w:t>
      </w:r>
      <w:r>
        <w:rPr>
          <w:rtl/>
          <w:lang w:bidi="fa-IR"/>
        </w:rPr>
        <w:t>ص 688</w:t>
      </w:r>
      <w:r w:rsidR="00C10908">
        <w:rPr>
          <w:rtl/>
          <w:lang w:bidi="fa-IR"/>
        </w:rPr>
        <w:t xml:space="preserve">. </w:t>
      </w:r>
    </w:p>
    <w:p w:rsidR="00551712" w:rsidRDefault="000510DD" w:rsidP="000510DD">
      <w:pPr>
        <w:pStyle w:val="Heading2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97" w:name="_Toc396044730"/>
      <w:r>
        <w:rPr>
          <w:rFonts w:hint="cs"/>
          <w:rtl/>
          <w:lang w:bidi="fa-IR"/>
        </w:rPr>
        <w:lastRenderedPageBreak/>
        <w:t>فهرست مطالب</w:t>
      </w:r>
      <w:bookmarkEnd w:id="97"/>
    </w:p>
    <w:p w:rsidR="000510DD" w:rsidRDefault="000510DD" w:rsidP="000510DD">
      <w:pPr>
        <w:pStyle w:val="libNormal"/>
        <w:rPr>
          <w:rtl/>
          <w:lang w:bidi="fa-IR"/>
        </w:rPr>
      </w:pPr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</w:rPr>
        <w:id w:val="22178647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2377AA" w:rsidRDefault="002377AA" w:rsidP="002377AA">
          <w:pPr>
            <w:pStyle w:val="TOCHeading"/>
          </w:pPr>
        </w:p>
        <w:p w:rsidR="00606F27" w:rsidRDefault="00E136A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 w:rsidRPr="00E136AE">
            <w:fldChar w:fldCharType="begin"/>
          </w:r>
          <w:r w:rsidR="002377AA">
            <w:instrText xml:space="preserve"> TOC \o "1-3" \h \z \u </w:instrText>
          </w:r>
          <w:r w:rsidRPr="00E136AE">
            <w:fldChar w:fldCharType="separate"/>
          </w:r>
          <w:hyperlink w:anchor="_Toc396044633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شگفتار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396044633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34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پرواز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سوى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ملكوت،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همراه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396044634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35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كتاب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حاضر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396044635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6044636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بخش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396044636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37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عصر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رسول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cs="Rafed Alaem" w:hint="eastAsia"/>
                <w:noProof/>
                <w:rtl/>
              </w:rPr>
              <w:t>صلى‌الله‌عليه‌وآله‌وسلم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396044637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38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خاندان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نخع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مذحج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396044638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39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آغاز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396044639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40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گواهى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امبر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cs="Rafed Alaem" w:hint="eastAsia"/>
                <w:noProof/>
                <w:rtl/>
              </w:rPr>
              <w:t>صلى‌الله‌عليه‌وآله‌وسلم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مان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396044640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41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كن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لقب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396044641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42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عصر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خلافت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ابوبكر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عمر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396044642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43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جنگ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ابو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مس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كه،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نخست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جنگ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396044643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44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جنگ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روم،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جنگ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رموك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396044644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45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اشتر،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ران،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جنگ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قادس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396044645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46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سكونت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خاندانش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كوفه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396044646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6044647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بخش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دوم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عصر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خلافت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عثمان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396044647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48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بروز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عدالتى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تباهى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حكومت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عثمان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396044648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49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نفر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عثمان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كنار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قبر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ابوذر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396044649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50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اعتراض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شد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همراهان،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فرماندار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كوفه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396044650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51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تقاضاى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عزل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ول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د،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عثمان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396044651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52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فر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ادرسى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گروه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مظلوم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396044652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53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خلافكارى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سع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عاص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اعتراض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396044653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54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گسترش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اعتراضات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سع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د،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نامه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او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عثمان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396044654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55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فرمان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تبع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همدستان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او،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جانب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عثمان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396044655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56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همراهان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تبع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دگاه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شام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396044656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57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اعتراض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تبع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شدگان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گفتار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معاو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396044657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58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بازگرداندن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همدستانش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كوفه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396044658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59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بازگشت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تبع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شدگان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كوفه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نامه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عثمان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نفر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396044659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60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همدستانش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تبع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دگاه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حمص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396044660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61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بازگشت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سر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كوفه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396044661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62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همراهان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مد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نه،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شكا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حاكم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كوفه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396044662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63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سخنرانى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آتش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كوفه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عت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هزار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نفر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او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396044663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64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نامه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عثمان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جواب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كوبنده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او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396044664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65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كشته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نائل،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غلام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عثمان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دست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396044665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66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ماجراى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قتل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عثمان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396044666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67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مذاكره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شد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عثمان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396044667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6044668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بخش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سوم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عصر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خلافت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مومنان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396044668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69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تلاش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تحقق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خلافت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396044669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70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اشتر،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ش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حق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قى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396044670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71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نمودارى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جنگ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جمل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396044671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72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جنگ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جمل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396044672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73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نامه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عا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شه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پاسخ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عا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شه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396044673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74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سخنرانى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داغ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پر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محتواى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ذى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قار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396044674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75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تصرف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دارالاماره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كوفه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توسط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اشتر،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رون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كردن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ابوموسى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396044675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76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سخنرانى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مالك،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بس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ج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عمومى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سوى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جبهه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396044676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77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درهم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شكستن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دو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جانب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دشمن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غ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396044677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78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ضربه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عمروبن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ثربى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نظر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او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درباره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شجاعت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396044678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79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كشته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چند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جنگجوى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دشمن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دست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396044679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80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ضربه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محمد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فرزند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طلحه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396044680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81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هلاك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كعب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سور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قاضى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بصره،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دست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396044681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82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حمله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قهرمانانه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همراه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عمار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شتر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عا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شه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396044682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83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نجات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عبداللَّه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زب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دست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396044683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84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پاسخ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كوبنده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اعتراض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عا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شه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>!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396044684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85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محاصره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حران،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نبرد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اپى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موصل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396044685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86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نمودارى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جنگ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صف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396044686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87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خروس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بلند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آواز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بزرگ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منقار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>!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396044687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88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چند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نمونه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تلاشهاى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جنگ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صف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396044688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89" w:history="1"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1-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اطاعت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مردم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رقه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ترس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396044689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90" w:history="1"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2-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اشتر،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نامه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396044690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91" w:history="1"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3-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نقش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فرماندهى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تصرف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شر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آب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396044691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92" w:history="1"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4-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فرازها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خطبه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صف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396044692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93" w:history="1"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5-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خطبه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مرد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ناشناس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حمله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او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396044693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94" w:history="1"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6 -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شكست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قسمتى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سپاه،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بازسازى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فورى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توسط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396044694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95" w:history="1"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7-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خنثى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طرح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معاو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مورد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فرماندهان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لشگر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396044695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96" w:history="1"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8-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فرار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شرمانه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عمر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عاص،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جنگ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ابراه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م،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پسر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396044696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97" w:history="1"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9-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لته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الهر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ر،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روز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396044697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98" w:history="1"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10-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تحر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شورانگ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ز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سپاه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رب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اثر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تحر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كات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396044698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699" w:history="1"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11-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درگ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رى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شد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عبدالرحمن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خالد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396044699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700" w:history="1"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12 -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ماجراى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نهادن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قرآنها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سر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زه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396044700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701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من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هرگز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پاى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نوشته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امضاء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نمى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كنم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396044701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702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تولى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تبرى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396044702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6044703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بخش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چهارم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396044703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704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اشتر،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بزرگمرد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تقوا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كمالات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ماجراى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شهادت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او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396044704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705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اشاره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396044705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706" w:history="1"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1-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مالك،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مجموعه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كمالات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دگاه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دانشمند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سنى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396044706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707" w:history="1"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2-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چند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ژگى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اشتر،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نامه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396044707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708" w:history="1"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3-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بزرگوارى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مورد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آزادى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اس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396044708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709" w:history="1"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4-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خار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چشم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معاو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تبرى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>)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396044709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710" w:history="1"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5 -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اد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دوست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شه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د،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تلاش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انتقام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خون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او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396044710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711" w:history="1"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6-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اخلاق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خو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شتن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دارى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396044711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712" w:history="1"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7-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نفوذ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اجتماعى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396044712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713" w:history="1"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8 -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خطبه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اشعار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396044713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714" w:history="1"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9 -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اشتر،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استمدارى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رومند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396044714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715" w:history="1"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10 -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سرداران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سپاه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قائم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عج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>)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396044715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716" w:history="1"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كى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وصا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396044716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717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ماجراى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شهادت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جانسوز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396044717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718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نامه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396044718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719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عهد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نامه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تقاضاى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شهادت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396044719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720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نامه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مردم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مصر،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شان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396044720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721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توطئه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معاو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مورد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قتل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396044721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722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شهادت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وس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له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مامور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نفوذى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معاو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396044722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723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سخن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معاو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هنگام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رس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دن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خبر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شهادت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396044723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724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گفتار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جانسوز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ام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مومنان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سوگ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396044724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725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برادر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فرزندان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396044725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726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عبداللَّه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برادر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396044726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727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اسحاق،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پسر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اشتر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396044727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728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ابراه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م،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پسر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گر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396044728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729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606F27" w:rsidRPr="008B63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نوشت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: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396044729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06F27" w:rsidRDefault="00E136AE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6044730" w:history="1"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="00606F27" w:rsidRPr="008B6357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606F27" w:rsidRPr="008B6357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 w:rsidR="00606F2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 w:rsidR="00606F27">
              <w:rPr>
                <w:noProof/>
                <w:webHidden/>
              </w:rPr>
              <w:instrText>PAGEREF</w:instrText>
            </w:r>
            <w:r w:rsidR="00606F27">
              <w:rPr>
                <w:noProof/>
                <w:webHidden/>
                <w:rtl/>
              </w:rPr>
              <w:instrText xml:space="preserve"> _</w:instrText>
            </w:r>
            <w:r w:rsidR="00606F27">
              <w:rPr>
                <w:noProof/>
                <w:webHidden/>
              </w:rPr>
              <w:instrText>Toc</w:instrText>
            </w:r>
            <w:r w:rsidR="00606F27">
              <w:rPr>
                <w:noProof/>
                <w:webHidden/>
                <w:rtl/>
              </w:rPr>
              <w:instrText xml:space="preserve">396044730 </w:instrText>
            </w:r>
            <w:r w:rsidR="00606F27">
              <w:rPr>
                <w:noProof/>
                <w:webHidden/>
              </w:rPr>
              <w:instrText>\h</w:instrText>
            </w:r>
            <w:r w:rsidR="00606F2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B68AC"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510DD" w:rsidRPr="0042098A" w:rsidRDefault="00E136AE" w:rsidP="002377AA">
          <w:pPr>
            <w:rPr>
              <w:rtl/>
            </w:rPr>
          </w:pPr>
          <w:r>
            <w:fldChar w:fldCharType="end"/>
          </w:r>
        </w:p>
      </w:sdtContent>
    </w:sdt>
    <w:sectPr w:rsidR="000510DD" w:rsidRPr="0042098A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4C32" w:rsidRDefault="00734C32">
      <w:r>
        <w:separator/>
      </w:r>
    </w:p>
  </w:endnote>
  <w:endnote w:type="continuationSeparator" w:id="1">
    <w:p w:rsidR="00734C32" w:rsidRDefault="00734C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8AC" w:rsidRDefault="00E136AE">
    <w:pPr>
      <w:pStyle w:val="Footer"/>
    </w:pPr>
    <w:fldSimple w:instr=" PAGE   \* MERGEFORMAT ">
      <w:r w:rsidR="00D771E5">
        <w:rPr>
          <w:noProof/>
          <w:rtl/>
        </w:rPr>
        <w:t>94</w:t>
      </w:r>
    </w:fldSimple>
  </w:p>
  <w:p w:rsidR="009B68AC" w:rsidRDefault="009B68A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8AC" w:rsidRDefault="00E136AE">
    <w:pPr>
      <w:pStyle w:val="Footer"/>
    </w:pPr>
    <w:fldSimple w:instr=" PAGE   \* MERGEFORMAT ">
      <w:r w:rsidR="00D771E5">
        <w:rPr>
          <w:noProof/>
          <w:rtl/>
        </w:rPr>
        <w:t>95</w:t>
      </w:r>
    </w:fldSimple>
  </w:p>
  <w:p w:rsidR="009B68AC" w:rsidRDefault="009B68A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8AC" w:rsidRDefault="00E136AE">
    <w:pPr>
      <w:pStyle w:val="Footer"/>
    </w:pPr>
    <w:fldSimple w:instr=" PAGE   \* MERGEFORMAT ">
      <w:r w:rsidR="00D771E5">
        <w:rPr>
          <w:noProof/>
          <w:rtl/>
        </w:rPr>
        <w:t>1</w:t>
      </w:r>
    </w:fldSimple>
  </w:p>
  <w:p w:rsidR="009B68AC" w:rsidRDefault="009B68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4C32" w:rsidRDefault="00734C32">
      <w:r>
        <w:separator/>
      </w:r>
    </w:p>
  </w:footnote>
  <w:footnote w:type="continuationSeparator" w:id="1">
    <w:p w:rsidR="00734C32" w:rsidRDefault="00734C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3746"/>
    <w:rsid w:val="00005A19"/>
    <w:rsid w:val="00010942"/>
    <w:rsid w:val="000217A6"/>
    <w:rsid w:val="00024AA0"/>
    <w:rsid w:val="000267FE"/>
    <w:rsid w:val="00040272"/>
    <w:rsid w:val="00040798"/>
    <w:rsid w:val="00043023"/>
    <w:rsid w:val="000510DD"/>
    <w:rsid w:val="00054406"/>
    <w:rsid w:val="0006216A"/>
    <w:rsid w:val="00067F84"/>
    <w:rsid w:val="00071C97"/>
    <w:rsid w:val="000761F7"/>
    <w:rsid w:val="00076A3A"/>
    <w:rsid w:val="00092805"/>
    <w:rsid w:val="00092A0C"/>
    <w:rsid w:val="000A7750"/>
    <w:rsid w:val="000B3A56"/>
    <w:rsid w:val="000C0A89"/>
    <w:rsid w:val="000C7722"/>
    <w:rsid w:val="000D0932"/>
    <w:rsid w:val="000D0DD5"/>
    <w:rsid w:val="000D180B"/>
    <w:rsid w:val="000D1BDF"/>
    <w:rsid w:val="000D1F4F"/>
    <w:rsid w:val="000D71B7"/>
    <w:rsid w:val="000E6824"/>
    <w:rsid w:val="000F6B97"/>
    <w:rsid w:val="0010049D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1343"/>
    <w:rsid w:val="0012268F"/>
    <w:rsid w:val="001243ED"/>
    <w:rsid w:val="00126471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377AA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4AF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3746"/>
    <w:rsid w:val="004D7678"/>
    <w:rsid w:val="004D7CD7"/>
    <w:rsid w:val="004E6E95"/>
    <w:rsid w:val="004F4B1F"/>
    <w:rsid w:val="004F58BA"/>
    <w:rsid w:val="004F77FD"/>
    <w:rsid w:val="005022E5"/>
    <w:rsid w:val="00502651"/>
    <w:rsid w:val="005254BC"/>
    <w:rsid w:val="00526724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E2913"/>
    <w:rsid w:val="005E4DD0"/>
    <w:rsid w:val="005E7821"/>
    <w:rsid w:val="00606F27"/>
    <w:rsid w:val="0061074F"/>
    <w:rsid w:val="00613E8E"/>
    <w:rsid w:val="00614301"/>
    <w:rsid w:val="00620B12"/>
    <w:rsid w:val="006210F4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26F6"/>
    <w:rsid w:val="00672E5A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4C32"/>
    <w:rsid w:val="007355A7"/>
    <w:rsid w:val="00740E80"/>
    <w:rsid w:val="0074517B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CD8"/>
    <w:rsid w:val="007B6D51"/>
    <w:rsid w:val="007C3DC9"/>
    <w:rsid w:val="007D1D2B"/>
    <w:rsid w:val="007D4810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6941"/>
    <w:rsid w:val="0085698F"/>
    <w:rsid w:val="00857A7C"/>
    <w:rsid w:val="00864864"/>
    <w:rsid w:val="008703F4"/>
    <w:rsid w:val="00870D4D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AA2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224"/>
    <w:rsid w:val="00974FF1"/>
    <w:rsid w:val="00975DC6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4B66"/>
    <w:rsid w:val="009B5C7D"/>
    <w:rsid w:val="009B68AC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221"/>
    <w:rsid w:val="009F6DDF"/>
    <w:rsid w:val="00A00A9C"/>
    <w:rsid w:val="00A05A22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5B92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1E7F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7FEA"/>
    <w:rsid w:val="00B426ED"/>
    <w:rsid w:val="00B42E0C"/>
    <w:rsid w:val="00B47827"/>
    <w:rsid w:val="00B506FA"/>
    <w:rsid w:val="00B629FE"/>
    <w:rsid w:val="00B65134"/>
    <w:rsid w:val="00B66E7D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0908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534DB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C02"/>
    <w:rsid w:val="00D54728"/>
    <w:rsid w:val="00D61E4E"/>
    <w:rsid w:val="00D66EE9"/>
    <w:rsid w:val="00D67101"/>
    <w:rsid w:val="00D70D85"/>
    <w:rsid w:val="00D718B1"/>
    <w:rsid w:val="00D7331A"/>
    <w:rsid w:val="00D7499D"/>
    <w:rsid w:val="00D771E5"/>
    <w:rsid w:val="00D84ECA"/>
    <w:rsid w:val="00D854D7"/>
    <w:rsid w:val="00D91B67"/>
    <w:rsid w:val="00D92CDF"/>
    <w:rsid w:val="00DA0589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F5E1E"/>
    <w:rsid w:val="00DF6442"/>
    <w:rsid w:val="00E022DC"/>
    <w:rsid w:val="00E024D3"/>
    <w:rsid w:val="00E07A7B"/>
    <w:rsid w:val="00E10B3C"/>
    <w:rsid w:val="00E136AE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472FF"/>
    <w:rsid w:val="00F571FE"/>
    <w:rsid w:val="00F638A5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296A"/>
    <w:rsid w:val="00FB3EBB"/>
    <w:rsid w:val="00FB7CFB"/>
    <w:rsid w:val="00FC002F"/>
    <w:rsid w:val="00FD04E0"/>
    <w:rsid w:val="00FD3E4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10D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C97009"/>
    <w:pPr>
      <w:keepNext/>
      <w:spacing w:before="120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33796"/>
    <w:pPr>
      <w:keepNext/>
      <w:spacing w:before="120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qFormat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Heading2Char">
    <w:name w:val="Heading 2 Char"/>
    <w:link w:val="Heading2"/>
    <w:rsid w:val="00C97009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character" w:customStyle="1" w:styleId="libAieChar">
    <w:name w:val="libAie Char"/>
    <w:link w:val="libAie"/>
    <w:rsid w:val="006E446F"/>
    <w:rPr>
      <w:rFonts w:ascii="Arial" w:hAnsi="Arial" w:cs="B Badr"/>
      <w:color w:val="008000"/>
      <w:sz w:val="32"/>
      <w:szCs w:val="32"/>
      <w:lang w:val="en-US" w:eastAsia="en-US" w:bidi="ar-SA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character" w:customStyle="1" w:styleId="libPoemChar">
    <w:name w:val="libPoem Char"/>
    <w:basedOn w:val="DefaultParagraphFont"/>
    <w:link w:val="libPoem"/>
    <w:rsid w:val="00F472FF"/>
    <w:rPr>
      <w:rFonts w:cs="B Badr"/>
      <w:color w:val="000000"/>
      <w:sz w:val="32"/>
      <w:szCs w:val="3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15176C"/>
    <w:pPr>
      <w:spacing w:before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3F52A9"/>
    <w:rPr>
      <w:color w:val="663300"/>
    </w:rPr>
  </w:style>
  <w:style w:type="character" w:customStyle="1" w:styleId="libHadeesChar">
    <w:name w:val="libHadees Char"/>
    <w:link w:val="libHadees"/>
    <w:rsid w:val="003F52A9"/>
    <w:rPr>
      <w:rFonts w:cs="B Badr"/>
      <w:color w:val="663300"/>
      <w:sz w:val="32"/>
      <w:szCs w:val="32"/>
      <w:lang w:val="en-US" w:eastAsia="en-US" w:bidi="ar-SA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377AA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2377A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stafa\Desktop\Persi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86419-C512-40C6-9F66-E07EEFAEC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41</TotalTime>
  <Pages>122</Pages>
  <Words>22112</Words>
  <Characters>126041</Characters>
  <Application>Microsoft Office Word</Application>
  <DocSecurity>0</DocSecurity>
  <Lines>1050</Lines>
  <Paragraphs>295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147858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Mostafa</dc:creator>
  <cp:lastModifiedBy>Mostafa</cp:lastModifiedBy>
  <cp:revision>21</cp:revision>
  <cp:lastPrinted>2014-08-17T08:55:00Z</cp:lastPrinted>
  <dcterms:created xsi:type="dcterms:W3CDTF">2014-08-17T08:08:00Z</dcterms:created>
  <dcterms:modified xsi:type="dcterms:W3CDTF">2014-08-20T06:32:00Z</dcterms:modified>
</cp:coreProperties>
</file>