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B5" w:rsidRDefault="004A50B5" w:rsidP="00C96E96">
      <w:pPr>
        <w:pStyle w:val="libCenterBold1"/>
        <w:rPr>
          <w:rtl/>
          <w:lang w:bidi="fa-IR"/>
        </w:rPr>
      </w:pPr>
      <w:r w:rsidRPr="004A50B5">
        <w:rPr>
          <w:rtl/>
          <w:lang w:bidi="fa-IR"/>
        </w:rPr>
        <w:t>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</w:p>
    <w:p w:rsidR="004A50B5" w:rsidRDefault="004A50B5" w:rsidP="004A50B5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Pr="004A50B5">
        <w:rPr>
          <w:rtl/>
          <w:lang w:bidi="fa-IR"/>
        </w:rPr>
        <w:t xml:space="preserve"> 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انصار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</w:p>
    <w:p w:rsidR="004337C3" w:rsidRDefault="004337C3" w:rsidP="004337C3">
      <w:pPr>
        <w:pStyle w:val="libCenterBold2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4337C3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4337C3" w:rsidRPr="004337C3" w:rsidRDefault="004337C3" w:rsidP="004337C3">
      <w:pPr>
        <w:pStyle w:val="libCenterBold2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4A50B5" w:rsidRPr="004A50B5" w:rsidRDefault="004A50B5" w:rsidP="006C238D">
      <w:pPr>
        <w:pStyle w:val="Heading1"/>
        <w:rPr>
          <w:rtl/>
        </w:rPr>
      </w:pPr>
      <w:r>
        <w:rPr>
          <w:rtl/>
        </w:rPr>
        <w:br w:type="page"/>
      </w:r>
      <w:bookmarkStart w:id="0" w:name="_Toc500835233"/>
      <w:bookmarkStart w:id="1" w:name="_Toc500835402"/>
      <w:r w:rsidRPr="004A50B5">
        <w:rPr>
          <w:rFonts w:hint="eastAsia"/>
          <w:rtl/>
        </w:rPr>
        <w:lastRenderedPageBreak/>
        <w:t>مقدمه</w:t>
      </w:r>
      <w:bookmarkEnd w:id="0"/>
      <w:bookmarkEnd w:id="1"/>
    </w:p>
    <w:p w:rsidR="004A50B5" w:rsidRPr="004A50B5" w:rsidRDefault="004A50B5" w:rsidP="006C238D">
      <w:pPr>
        <w:pStyle w:val="libCenterBold2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بسم</w:t>
      </w:r>
      <w:r w:rsidRPr="004A50B5">
        <w:rPr>
          <w:rtl/>
          <w:lang w:bidi="fa-IR"/>
        </w:rPr>
        <w:t xml:space="preserve"> الله الرحمن الرح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بزرگ</w:t>
      </w:r>
      <w:r w:rsidRPr="004A50B5">
        <w:rPr>
          <w:rtl/>
          <w:lang w:bidi="fa-IR"/>
        </w:rPr>
        <w:t xml:space="preserve"> پروردگارا!از ثناگو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ناتوانم، مهربان خداوندا! از آوردن سپاس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باعظمتت عاجزم، به ربوب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تت</w:t>
      </w:r>
      <w:r w:rsidRPr="004A50B5">
        <w:rPr>
          <w:rtl/>
          <w:lang w:bidi="fa-IR"/>
        </w:rPr>
        <w:t xml:space="preserve"> اقرار دارم، و چرا نداشته باشم که تمام اجزاء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بر وجودت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راهنما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خداوندا،</w:t>
      </w:r>
      <w:r w:rsidRPr="004A50B5">
        <w:rPr>
          <w:rtl/>
          <w:lang w:bidi="fa-IR"/>
        </w:rPr>
        <w:t xml:space="preserve"> به وجودت به همان صورت که در قرآن فرموده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کنم:</w:t>
      </w:r>
    </w:p>
    <w:p w:rsidR="004A50B5" w:rsidRPr="004A50B5" w:rsidRDefault="006C238D" w:rsidP="006C238D">
      <w:pPr>
        <w:pStyle w:val="libNormal"/>
        <w:rPr>
          <w:rtl/>
          <w:lang w:bidi="fa-IR"/>
        </w:rPr>
      </w:pPr>
      <w:r w:rsidRPr="006C238D">
        <w:rPr>
          <w:rStyle w:val="libAlaemChar"/>
          <w:rFonts w:hint="cs"/>
          <w:rtl/>
        </w:rPr>
        <w:t>(</w:t>
      </w:r>
      <w:r w:rsidR="004A50B5" w:rsidRPr="006C238D">
        <w:rPr>
          <w:rStyle w:val="libAieChar"/>
          <w:rFonts w:hint="eastAsia"/>
          <w:rtl/>
        </w:rPr>
        <w:t>قُلْ</w:t>
      </w:r>
      <w:r w:rsidR="004A50B5" w:rsidRPr="006C238D">
        <w:rPr>
          <w:rStyle w:val="libAieChar"/>
          <w:rtl/>
        </w:rPr>
        <w:t xml:space="preserve"> هُوَ اللّهُ أَحَدٌ  اَللّهُ الصَّمَدُ  لَمْ </w:t>
      </w:r>
      <w:r w:rsidR="004A50B5" w:rsidRPr="006C238D">
        <w:rPr>
          <w:rStyle w:val="libAieChar"/>
          <w:rFonts w:hint="cs"/>
          <w:rtl/>
        </w:rPr>
        <w:t>یَ</w:t>
      </w:r>
      <w:r w:rsidR="004A50B5" w:rsidRPr="006C238D">
        <w:rPr>
          <w:rStyle w:val="libAieChar"/>
          <w:rFonts w:hint="eastAsia"/>
          <w:rtl/>
        </w:rPr>
        <w:t>لِدْ</w:t>
      </w:r>
      <w:r w:rsidR="004A50B5" w:rsidRPr="006C238D">
        <w:rPr>
          <w:rStyle w:val="libAieChar"/>
          <w:rtl/>
        </w:rPr>
        <w:t xml:space="preserve"> وَ لَمْ </w:t>
      </w:r>
      <w:r w:rsidR="004A50B5" w:rsidRPr="006C238D">
        <w:rPr>
          <w:rStyle w:val="libAieChar"/>
          <w:rFonts w:hint="cs"/>
          <w:rtl/>
        </w:rPr>
        <w:t>یُ</w:t>
      </w:r>
      <w:r w:rsidR="004A50B5" w:rsidRPr="006C238D">
        <w:rPr>
          <w:rStyle w:val="libAieChar"/>
          <w:rFonts w:hint="eastAsia"/>
          <w:rtl/>
        </w:rPr>
        <w:t>ولَدْ</w:t>
      </w:r>
      <w:r w:rsidR="004A50B5" w:rsidRPr="006C238D">
        <w:rPr>
          <w:rStyle w:val="libAieChar"/>
          <w:rtl/>
        </w:rPr>
        <w:t xml:space="preserve">  وَ لَمْ </w:t>
      </w:r>
      <w:r w:rsidR="004A50B5" w:rsidRPr="006C238D">
        <w:rPr>
          <w:rStyle w:val="libAieChar"/>
          <w:rFonts w:hint="cs"/>
          <w:rtl/>
        </w:rPr>
        <w:t>یَ</w:t>
      </w:r>
      <w:r w:rsidR="004A50B5" w:rsidRPr="006C238D">
        <w:rPr>
          <w:rStyle w:val="libAieChar"/>
          <w:rFonts w:hint="eastAsia"/>
          <w:rtl/>
        </w:rPr>
        <w:t>کُنْ</w:t>
      </w:r>
      <w:r w:rsidR="004A50B5" w:rsidRPr="006C238D">
        <w:rPr>
          <w:rStyle w:val="libAieChar"/>
          <w:rtl/>
        </w:rPr>
        <w:t xml:space="preserve"> لَهُ کُفُواً أَحَدٌ</w:t>
      </w:r>
      <w:r w:rsidR="004A50B5" w:rsidRPr="004A50B5">
        <w:rPr>
          <w:rtl/>
          <w:lang w:bidi="fa-IR"/>
        </w:rPr>
        <w:t xml:space="preserve">. </w:t>
      </w:r>
      <w:r w:rsidRPr="006C238D">
        <w:rPr>
          <w:rStyle w:val="libAlaemChar"/>
          <w:rFonts w:hint="cs"/>
          <w:rtl/>
        </w:rPr>
        <w:t>)</w:t>
      </w:r>
      <w:r w:rsidR="004A50B5" w:rsidRPr="006C238D">
        <w:rPr>
          <w:rStyle w:val="libFootnotenumChar"/>
          <w:rtl/>
        </w:rPr>
        <w:t>(1)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6C238D" w:rsidP="004A50B5">
      <w:pPr>
        <w:pStyle w:val="libNormal"/>
        <w:rPr>
          <w:rtl/>
          <w:lang w:bidi="fa-IR"/>
        </w:rPr>
      </w:pPr>
      <w:r w:rsidRPr="006C238D">
        <w:rPr>
          <w:rStyle w:val="libAlaemChar"/>
          <w:rFonts w:hint="cs"/>
          <w:rtl/>
        </w:rPr>
        <w:t>(</w:t>
      </w:r>
      <w:r w:rsidR="004A50B5" w:rsidRPr="006C238D">
        <w:rPr>
          <w:rStyle w:val="libAieChar"/>
          <w:rFonts w:hint="eastAsia"/>
          <w:rtl/>
        </w:rPr>
        <w:t>هُوَ</w:t>
      </w:r>
      <w:r w:rsidR="004A50B5" w:rsidRPr="006C238D">
        <w:rPr>
          <w:rStyle w:val="libAieChar"/>
          <w:rtl/>
        </w:rPr>
        <w:t xml:space="preserve"> اللّهُ الَّذِ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tl/>
        </w:rPr>
        <w:t xml:space="preserve"> لا إِلهَ إِلاّ هُوَ عالِمُ الْغَ</w:t>
      </w:r>
      <w:r w:rsidR="004A50B5" w:rsidRPr="006C238D">
        <w:rPr>
          <w:rStyle w:val="libAieChar"/>
          <w:rFonts w:hint="cs"/>
          <w:rtl/>
        </w:rPr>
        <w:t>یْ</w:t>
      </w:r>
      <w:r w:rsidR="004A50B5" w:rsidRPr="006C238D">
        <w:rPr>
          <w:rStyle w:val="libAieChar"/>
          <w:rFonts w:hint="eastAsia"/>
          <w:rtl/>
        </w:rPr>
        <w:t>بِ</w:t>
      </w:r>
      <w:r w:rsidR="004A50B5" w:rsidRPr="006C238D">
        <w:rPr>
          <w:rStyle w:val="libAieChar"/>
          <w:rtl/>
        </w:rPr>
        <w:t xml:space="preserve"> وَ الشَّهادَهِ هُوَ الرَّحْمنُ الرَّحِ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Fonts w:hint="eastAsia"/>
          <w:rtl/>
        </w:rPr>
        <w:t>مُ</w:t>
      </w:r>
      <w:r w:rsidR="004A50B5" w:rsidRPr="006C238D">
        <w:rPr>
          <w:rStyle w:val="libAieChar"/>
          <w:rtl/>
        </w:rPr>
        <w:t xml:space="preserve">  هُوَ اللّهُ الَّذِ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tl/>
        </w:rPr>
        <w:t xml:space="preserve"> لا إِلهَ إِلاّ هُوَ الْمَلِکُ الْقُدُّوسُ السَّلامُ الْمُؤْمِنُ الْمُهَ</w:t>
      </w:r>
      <w:r w:rsidR="004A50B5" w:rsidRPr="006C238D">
        <w:rPr>
          <w:rStyle w:val="libAieChar"/>
          <w:rFonts w:hint="cs"/>
          <w:rtl/>
        </w:rPr>
        <w:t>یْ</w:t>
      </w:r>
      <w:r w:rsidR="004A50B5" w:rsidRPr="006C238D">
        <w:rPr>
          <w:rStyle w:val="libAieChar"/>
          <w:rFonts w:hint="eastAsia"/>
          <w:rtl/>
        </w:rPr>
        <w:t>مِنُ</w:t>
      </w:r>
      <w:r w:rsidR="004A50B5" w:rsidRPr="006C238D">
        <w:rPr>
          <w:rStyle w:val="libAieChar"/>
          <w:rtl/>
        </w:rPr>
        <w:t xml:space="preserve"> الْعَزِ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Fonts w:hint="eastAsia"/>
          <w:rtl/>
        </w:rPr>
        <w:t>زُ</w:t>
      </w:r>
      <w:r w:rsidR="004A50B5" w:rsidRPr="006C238D">
        <w:rPr>
          <w:rStyle w:val="libAieChar"/>
          <w:rtl/>
        </w:rPr>
        <w:t xml:space="preserve"> الْجَبّارُ الْمُتَکَبِّرُ سُبْحا</w:t>
      </w:r>
      <w:r w:rsidR="004A50B5" w:rsidRPr="006C238D">
        <w:rPr>
          <w:rStyle w:val="libAieChar"/>
          <w:rFonts w:hint="eastAsia"/>
          <w:rtl/>
        </w:rPr>
        <w:t>نَ</w:t>
      </w:r>
      <w:r w:rsidR="004A50B5" w:rsidRPr="006C238D">
        <w:rPr>
          <w:rStyle w:val="libAieChar"/>
          <w:rtl/>
        </w:rPr>
        <w:t xml:space="preserve"> اللّهِ عَمّا </w:t>
      </w:r>
      <w:r w:rsidR="004A50B5" w:rsidRPr="006C238D">
        <w:rPr>
          <w:rStyle w:val="libAieChar"/>
          <w:rFonts w:hint="cs"/>
          <w:rtl/>
        </w:rPr>
        <w:t>یُ</w:t>
      </w:r>
      <w:r w:rsidR="004A50B5" w:rsidRPr="006C238D">
        <w:rPr>
          <w:rStyle w:val="libAieChar"/>
          <w:rFonts w:hint="eastAsia"/>
          <w:rtl/>
        </w:rPr>
        <w:t>شْرِکُونَ</w:t>
      </w:r>
      <w:r w:rsidR="004A50B5" w:rsidRPr="006C238D">
        <w:rPr>
          <w:rStyle w:val="libAieChar"/>
          <w:rtl/>
        </w:rPr>
        <w:t xml:space="preserve">  هُوَ اللّهُ الْخالِقُ الْبارِئُ الْمُصَوِّرُ لَهُ الْأَسْماءُ الْحُسْن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tl/>
        </w:rPr>
        <w:t xml:space="preserve"> </w:t>
      </w:r>
      <w:r w:rsidR="004A50B5" w:rsidRPr="006C238D">
        <w:rPr>
          <w:rStyle w:val="libAieChar"/>
          <w:rFonts w:hint="cs"/>
          <w:rtl/>
        </w:rPr>
        <w:t>یُ</w:t>
      </w:r>
      <w:r w:rsidR="004A50B5" w:rsidRPr="006C238D">
        <w:rPr>
          <w:rStyle w:val="libAieChar"/>
          <w:rFonts w:hint="eastAsia"/>
          <w:rtl/>
        </w:rPr>
        <w:t>سَبِّحُ</w:t>
      </w:r>
      <w:r w:rsidR="004A50B5" w:rsidRPr="006C238D">
        <w:rPr>
          <w:rStyle w:val="libAieChar"/>
          <w:rtl/>
        </w:rPr>
        <w:t xml:space="preserve"> لَهُ ما فِ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tl/>
        </w:rPr>
        <w:t xml:space="preserve"> السَّماواتِ وَ الْأَرْضِ وَ هُوَ الْعَزِ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Fonts w:hint="eastAsia"/>
          <w:rtl/>
        </w:rPr>
        <w:t>زُ</w:t>
      </w:r>
      <w:r w:rsidR="004A50B5" w:rsidRPr="006C238D">
        <w:rPr>
          <w:rStyle w:val="libAieChar"/>
          <w:rtl/>
        </w:rPr>
        <w:t xml:space="preserve"> الْحَکِ</w:t>
      </w:r>
      <w:r w:rsidR="004A50B5" w:rsidRPr="006C238D">
        <w:rPr>
          <w:rStyle w:val="libAieChar"/>
          <w:rFonts w:hint="cs"/>
          <w:rtl/>
        </w:rPr>
        <w:t>ی</w:t>
      </w:r>
      <w:r w:rsidR="004A50B5" w:rsidRPr="006C238D">
        <w:rPr>
          <w:rStyle w:val="libAieChar"/>
          <w:rFonts w:hint="eastAsia"/>
          <w:rtl/>
        </w:rPr>
        <w:t>مُ</w:t>
      </w:r>
      <w:r w:rsidRPr="006C238D">
        <w:rPr>
          <w:rStyle w:val="libAlaemChar"/>
          <w:rFonts w:hint="cs"/>
          <w:rtl/>
        </w:rPr>
        <w:t>)</w:t>
      </w:r>
      <w:r w:rsidR="004A50B5" w:rsidRPr="004A50B5">
        <w:rPr>
          <w:rtl/>
          <w:lang w:bidi="fa-IR"/>
        </w:rPr>
        <w:t xml:space="preserve"> . </w:t>
      </w:r>
      <w:r w:rsidR="004A50B5" w:rsidRPr="006C238D">
        <w:rPr>
          <w:rStyle w:val="libFootnotenumChar"/>
          <w:rtl/>
        </w:rPr>
        <w:t>(2)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درود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 روان تابناک انسان کامل حضرت محمّد بن عبد الله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، و دوازده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او که اول آنان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و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نشان</w:t>
      </w:r>
      <w:r w:rsidRPr="004A50B5">
        <w:rPr>
          <w:rtl/>
          <w:lang w:bidi="fa-IR"/>
        </w:rPr>
        <w:t xml:space="preserve"> مهد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(عج) منج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هاست.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6C238D" w:rsidRDefault="004A50B5" w:rsidP="006C238D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شمندان</w:t>
      </w:r>
      <w:r w:rsidRPr="004A50B5">
        <w:rPr>
          <w:rtl/>
          <w:lang w:bidi="fa-IR"/>
        </w:rPr>
        <w:t xml:space="preserve"> و صاحبان خرد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مقصد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انسان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عالم جز به کمال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ماده وجود او و بدست آوردن درجات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  <w:r w:rsidR="006C238D" w:rsidRPr="004A50B5">
        <w:rPr>
          <w:rtl/>
          <w:lang w:bidi="fa-IR"/>
        </w:rPr>
        <w:t xml:space="preserve"> </w:t>
      </w:r>
    </w:p>
    <w:p w:rsidR="004A50B5" w:rsidRPr="006C238D" w:rsidRDefault="006C238D" w:rsidP="006C238D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سوره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الحشر: 22 تا 24</w:t>
      </w:r>
    </w:p>
    <w:p w:rsidR="004A50B5" w:rsidRPr="004A50B5" w:rsidRDefault="006C238D" w:rsidP="006C23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انسان</w:t>
      </w:r>
      <w:r w:rsidR="004A50B5" w:rsidRPr="004A50B5">
        <w:rPr>
          <w:rtl/>
          <w:lang w:bidi="fa-IR"/>
        </w:rPr>
        <w:t xml:space="preserve"> به اراد</w:t>
      </w:r>
      <w:r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عال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حق با همکار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شرکت عوامل متعدد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جهان خلقت، قدم به هست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گذاشته و در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</w:t>
      </w:r>
      <w:r w:rsidR="004A50B5" w:rsidRPr="004A50B5">
        <w:rPr>
          <w:rtl/>
          <w:lang w:bidi="fa-IR"/>
        </w:rPr>
        <w:t xml:space="preserve">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قاعده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تواند به تنها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کند.</w:t>
      </w:r>
      <w:r w:rsidR="004A50B5" w:rsidRPr="004A50B5">
        <w:rPr>
          <w:rFonts w:hint="eastAsia"/>
          <w:rtl/>
          <w:lang w:bidi="fa-IR"/>
        </w:rPr>
        <w:t>ادام</w:t>
      </w:r>
      <w:r>
        <w:rPr>
          <w:rFonts w:hint="cs"/>
          <w:rtl/>
        </w:rPr>
        <w:t>ه</w:t>
      </w:r>
      <w:r w:rsidR="004A50B5" w:rsidRPr="004A50B5">
        <w:rPr>
          <w:rtl/>
        </w:rPr>
        <w:t xml:space="preserve"> ح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ات</w:t>
      </w:r>
      <w:r w:rsidR="004A50B5" w:rsidRPr="004A50B5">
        <w:rPr>
          <w:rtl/>
        </w:rPr>
        <w:t xml:space="preserve"> انسان، در پرتو آم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ختگ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او و بهره بردنش از عوامل خلقت و کمک گرفتن از انسان ها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گر</w:t>
      </w:r>
      <w:r w:rsidR="004A50B5" w:rsidRPr="004A50B5">
        <w:rPr>
          <w:rtl/>
        </w:rPr>
        <w:t xml:space="preserve"> است، و 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آم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ختگ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با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</w:t>
      </w:r>
      <w:r w:rsidR="004A50B5" w:rsidRPr="004A50B5">
        <w:rPr>
          <w:rtl/>
        </w:rPr>
        <w:t xml:space="preserve"> بر پا</w:t>
      </w:r>
      <w:r w:rsidR="004A50B5" w:rsidRPr="004A50B5">
        <w:rPr>
          <w:rFonts w:hint="cs"/>
          <w:rtl/>
        </w:rPr>
        <w:t>ی</w:t>
      </w:r>
      <w:r>
        <w:rPr>
          <w:rFonts w:hint="cs"/>
          <w:rtl/>
        </w:rPr>
        <w:t>ه</w:t>
      </w:r>
      <w:r w:rsidR="004A50B5" w:rsidRPr="004A50B5">
        <w:rPr>
          <w:rtl/>
        </w:rPr>
        <w:t xml:space="preserve"> اصول صح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ح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استوار باشد تا انسان را به سو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ک</w:t>
      </w:r>
      <w:r w:rsidR="004A50B5" w:rsidRPr="004A50B5">
        <w:rPr>
          <w:rtl/>
        </w:rPr>
        <w:t xml:space="preserve"> آراستگ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همه جانبه سوق دهد، و در 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مس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ر</w:t>
      </w:r>
      <w:r w:rsidR="004A50B5" w:rsidRPr="004A50B5">
        <w:rPr>
          <w:rtl/>
        </w:rPr>
        <w:t xml:space="preserve"> موقع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تش</w:t>
      </w:r>
      <w:r w:rsidR="004A50B5" w:rsidRPr="004A50B5">
        <w:rPr>
          <w:rtl/>
        </w:rPr>
        <w:t xml:space="preserve"> محفوظ بماند.خدا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بزرگ در قرآن مج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</w:t>
      </w:r>
      <w:r w:rsidR="004A50B5" w:rsidRPr="004A50B5">
        <w:rPr>
          <w:rtl/>
        </w:rPr>
        <w:t xml:space="preserve"> ا</w:t>
      </w:r>
      <w:r w:rsidR="004A50B5" w:rsidRPr="004A50B5">
        <w:rPr>
          <w:rFonts w:hint="eastAsia"/>
          <w:rtl/>
        </w:rPr>
        <w:t>ز</w:t>
      </w:r>
      <w:r w:rsidR="004A50B5" w:rsidRPr="004A50B5">
        <w:rPr>
          <w:rtl/>
        </w:rPr>
        <w:t xml:space="preserve"> همکار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و شرکت عوامل متعدد در پد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</w:t>
      </w:r>
      <w:r w:rsidR="004A50B5" w:rsidRPr="004A50B5">
        <w:rPr>
          <w:rtl/>
        </w:rPr>
        <w:t xml:space="preserve"> آوردن نظم جهان و بالخصوص وجود انسان 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اد</w:t>
      </w:r>
      <w:r w:rsidR="004A50B5" w:rsidRPr="004A50B5">
        <w:rPr>
          <w:rtl/>
        </w:rPr>
        <w:t xml:space="preserve"> فرموده و بشر را به تدب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ر</w:t>
      </w:r>
      <w:r w:rsidR="004A50B5" w:rsidRPr="004A50B5">
        <w:rPr>
          <w:rtl/>
        </w:rPr>
        <w:t xml:space="preserve"> و تفکر در تمام زوا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هست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و وجود پر از اسرار خودش دعوت نموده است.ترجم</w:t>
      </w:r>
      <w:r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نه</w:t>
      </w:r>
      <w:r w:rsidR="004A50B5" w:rsidRPr="004A50B5">
        <w:rPr>
          <w:rtl/>
          <w:lang w:bidi="fa-IR"/>
        </w:rPr>
        <w:t xml:space="preserve"> شما را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مسئله نزد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تر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کند.</w:t>
      </w:r>
      <w:r w:rsidR="004A50B5" w:rsidRPr="004A50B5">
        <w:rPr>
          <w:rFonts w:hint="eastAsia"/>
          <w:rtl/>
          <w:lang w:bidi="fa-IR"/>
        </w:rPr>
        <w:t>در</w:t>
      </w:r>
      <w:r w:rsidR="004A50B5" w:rsidRPr="004A50B5">
        <w:rPr>
          <w:rtl/>
          <w:lang w:bidi="fa-IR"/>
        </w:rPr>
        <w:t xml:space="preserve">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آسمان ها( ستارگان، خورش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د،</w:t>
      </w:r>
      <w:r w:rsidR="004A50B5" w:rsidRPr="004A50B5">
        <w:rPr>
          <w:rtl/>
          <w:lang w:bidi="fa-IR"/>
        </w:rPr>
        <w:t xml:space="preserve"> قمرها، سحاب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 و کهکشان ها، توده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عظ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نور و...) و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 توال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شب و روز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اهل خرد نشانه 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است، آنان که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ستاده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نشسته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بر پهلو دراز کش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ده،</w:t>
      </w:r>
      <w:r w:rsidR="004A50B5" w:rsidRPr="004A50B5">
        <w:rPr>
          <w:rtl/>
          <w:lang w:bidi="fa-IR"/>
        </w:rPr>
        <w:t xml:space="preserve"> از خدا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و در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آسمان ها و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شند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>:</w:t>
      </w:r>
      <w:r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پروردگارا</w:t>
      </w:r>
      <w:r w:rsidRPr="004A50B5">
        <w:rPr>
          <w:rtl/>
          <w:lang w:bidi="fa-IR"/>
        </w:rPr>
        <w:t>!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. </w:t>
      </w:r>
      <w:r w:rsidRPr="006C238D">
        <w:rPr>
          <w:rStyle w:val="libFootnotenumChar"/>
          <w:rtl/>
        </w:rPr>
        <w:t>(1)</w:t>
      </w:r>
      <w:r w:rsidRPr="004A50B5">
        <w:rPr>
          <w:rtl/>
          <w:lang w:bidi="fa-IR"/>
        </w:rPr>
        <w:t>بگو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گردش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دقّت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خداوند چگونه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را آغاز کرد؟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. </w:t>
      </w:r>
      <w:r w:rsidRPr="006C238D">
        <w:rPr>
          <w:rStyle w:val="libFootnotenumChar"/>
          <w:rtl/>
        </w:rPr>
        <w:t>(2)</w:t>
      </w:r>
      <w:r w:rsidRPr="004A50B5">
        <w:rPr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خداوند آنچه را در آسمان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به فرمان شما قرار داد، و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آشکار و نهان خود را به شما ارزان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داشت. </w:t>
      </w:r>
      <w:r w:rsidRPr="006C238D">
        <w:rPr>
          <w:rStyle w:val="libFootnotenumChar"/>
          <w:rtl/>
        </w:rPr>
        <w:t>(3)</w:t>
      </w:r>
      <w:r w:rsidRPr="004A50B5">
        <w:rPr>
          <w:rtl/>
          <w:lang w:bidi="fa-IR"/>
        </w:rPr>
        <w:t>شب و روز،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ماه و ستارگان به فرمان حق در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شما هستند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خرد خود را بکار بندند نشانه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مهم. </w:t>
      </w:r>
      <w:r w:rsidRPr="006C238D">
        <w:rPr>
          <w:rStyle w:val="libFootnotenumChar"/>
          <w:rtl/>
        </w:rPr>
        <w:t>(4)</w:t>
      </w:r>
      <w:r w:rsidRPr="004A50B5">
        <w:rPr>
          <w:rtl/>
          <w:lang w:bidi="fa-IR"/>
        </w:rPr>
        <w:t>در هر صورت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شرکت عوامل گوناگون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عالم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آمدن انسان گوشزد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به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هشدار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همانند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موجودات جهان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هدف دار.م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انسان در اصل نطفه </w:t>
      </w:r>
      <w:r w:rsidRPr="004A50B5">
        <w:rPr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نبود،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ثمر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ذره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اردها</w:t>
      </w:r>
      <w:r w:rsidRPr="004A50B5">
        <w:rPr>
          <w:rtl/>
          <w:lang w:bidi="fa-IR"/>
        </w:rPr>
        <w:t xml:space="preserve"> عوامل مختلف با هم همکار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تا از تعاون آنان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بنام بشر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خوانندگان گرام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برگ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به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عوامل اشاره کرده و برنامه را با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:</w:t>
      </w:r>
    </w:p>
    <w:p w:rsidR="004A50B5" w:rsidRPr="006C238D" w:rsidRDefault="006C238D" w:rsidP="006C23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آل عمران: 190 و 191.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العنکبوت: 20.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3- 3) لقمان: 20.</w:t>
      </w:r>
    </w:p>
    <w:p w:rsidR="004A50B5" w:rsidRPr="004A50B5" w:rsidRDefault="004A50B5" w:rsidP="006C238D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4- 4) النحل: 12.</w:t>
      </w:r>
    </w:p>
    <w:p w:rsidR="004A50B5" w:rsidRPr="004A50B5" w:rsidRDefault="006C238D" w:rsidP="006C238D">
      <w:pPr>
        <w:pStyle w:val="Heading1"/>
        <w:rPr>
          <w:rtl/>
        </w:rPr>
      </w:pPr>
      <w:r>
        <w:rPr>
          <w:rtl/>
        </w:rPr>
        <w:br w:type="page"/>
      </w:r>
      <w:bookmarkStart w:id="2" w:name="_Toc500835234"/>
      <w:bookmarkStart w:id="3" w:name="_Toc500835403"/>
      <w:r w:rsidR="004A50B5" w:rsidRPr="004A50B5">
        <w:rPr>
          <w:rFonts w:hint="eastAsia"/>
          <w:rtl/>
        </w:rPr>
        <w:lastRenderedPageBreak/>
        <w:t>زم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bookmarkEnd w:id="2"/>
      <w:bookmarkEnd w:id="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با تمام عواملش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بشر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مقرر شده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نشانه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داند.</w:t>
      </w:r>
    </w:p>
    <w:p w:rsidR="004A50B5" w:rsidRPr="004A50B5" w:rsidRDefault="004A50B5" w:rsidP="006C238D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زم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که حق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قت</w:t>
      </w:r>
      <w:r w:rsidRPr="004A50B5">
        <w:rPr>
          <w:rtl/>
        </w:rPr>
        <w:t xml:space="preserve"> بشر زا</w:t>
      </w:r>
      <w:r w:rsidRPr="004A50B5">
        <w:rPr>
          <w:rFonts w:hint="cs"/>
          <w:rtl/>
        </w:rPr>
        <w:t>یی</w:t>
      </w:r>
      <w:r w:rsidRPr="004A50B5">
        <w:rPr>
          <w:rFonts w:hint="eastAsia"/>
          <w:rtl/>
        </w:rPr>
        <w:t>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اوست، از نظر وضع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منظم است، و اگر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آن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موجودات زنده بس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دشوار و مشکل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مساحت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509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لومتر</w:t>
      </w:r>
      <w:r w:rsidRPr="004A50B5">
        <w:rPr>
          <w:rtl/>
          <w:lang w:bidi="fa-IR"/>
        </w:rPr>
        <w:t xml:space="preserve"> مربع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حجم</w:t>
      </w:r>
      <w:r w:rsidRPr="004A50B5">
        <w:rPr>
          <w:rtl/>
          <w:lang w:bidi="fa-IR"/>
        </w:rPr>
        <w:t xml:space="preserve"> 1083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لومتر</w:t>
      </w:r>
      <w:r w:rsidRPr="004A50B5">
        <w:rPr>
          <w:rtl/>
          <w:lang w:bidi="fa-IR"/>
        </w:rPr>
        <w:t xml:space="preserve"> مکعب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وزن</w:t>
      </w:r>
      <w:r w:rsidRPr="004A50B5">
        <w:rPr>
          <w:rtl/>
          <w:lang w:bidi="fa-IR"/>
        </w:rPr>
        <w:t xml:space="preserve"> 5980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فاصله</w:t>
      </w:r>
      <w:r w:rsidRPr="004A50B5">
        <w:rPr>
          <w:rtl/>
          <w:lang w:bidi="fa-IR"/>
        </w:rPr>
        <w:t xml:space="preserve"> از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150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لومتر</w:t>
      </w:r>
      <w:r w:rsidRPr="004A50B5">
        <w:rPr>
          <w:rtl/>
          <w:lang w:bidi="fa-IR"/>
        </w:rPr>
        <w:t xml:space="preserve">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</w:p>
    <w:p w:rsidR="004A50B5" w:rsidRPr="004A50B5" w:rsidRDefault="004A50B5" w:rsidP="006C238D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و پانصد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سال</w:t>
      </w:r>
      <w:r w:rsidR="006C238D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از سطح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</w:t>
      </w:r>
      <w:r w:rsidRPr="004A50B5">
        <w:rPr>
          <w:rtl/>
          <w:lang w:bidi="fa-IR"/>
        </w:rPr>
        <w:t xml:space="preserve"> فرا گرفته و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</w:t>
      </w:r>
      <w:r w:rsidRPr="004A50B5">
        <w:rPr>
          <w:rtl/>
          <w:lang w:bidi="fa-IR"/>
        </w:rPr>
        <w:t xml:space="preserve"> تمام نقاط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وصل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ن،</w:t>
      </w:r>
      <w:r w:rsidRPr="004A50B5">
        <w:rPr>
          <w:rtl/>
          <w:lang w:bidi="fa-IR"/>
        </w:rPr>
        <w:t xml:space="preserve"> موجودات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آبها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وجود آنها از هر جهت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سودمند است.</w:t>
      </w:r>
    </w:p>
    <w:p w:rsidR="004A50B5" w:rsidRPr="004A50B5" w:rsidRDefault="004A50B5" w:rsidP="006C238D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مقدار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آبها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حرارت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بخار شده و سپس به صورت ابر درآمده، آنگاه 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بارد تا دانه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اتِ</w:t>
      </w:r>
      <w:r w:rsidRPr="004A50B5">
        <w:rPr>
          <w:rtl/>
          <w:lang w:bidi="fa-IR"/>
        </w:rPr>
        <w:t xml:space="preserve"> موجودات زنده به ثمر برسد.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C238D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فاصل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زم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تا خورش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Pr="004A50B5">
        <w:rPr>
          <w:rtl/>
        </w:rPr>
        <w:t xml:space="preserve"> به قدر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دق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</w:t>
      </w:r>
      <w:r w:rsidRPr="004A50B5">
        <w:rPr>
          <w:rtl/>
        </w:rPr>
        <w:t xml:space="preserve"> و حساب شده است که ادام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ات</w:t>
      </w:r>
      <w:r w:rsidRPr="004A50B5">
        <w:rPr>
          <w:rtl/>
        </w:rPr>
        <w:t xml:space="preserve"> بر رو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گاهواره پرنعمت کار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ساده و آسان است، بطور حتم اگر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</w:t>
      </w:r>
      <w:r w:rsidRPr="004A50B5">
        <w:rPr>
          <w:rtl/>
        </w:rPr>
        <w:lastRenderedPageBreak/>
        <w:t>فاصله ب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شتر</w:t>
      </w:r>
      <w:r w:rsidRPr="004A50B5">
        <w:rPr>
          <w:rtl/>
        </w:rPr>
        <w:t xml:space="preserve"> بود کل</w:t>
      </w:r>
      <w:r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موجودات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بودند و اگر کمتر بود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سخن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شکل است و کرو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 و حرکت به دور محورش باعث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آمدن شب و روز است،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آن روبرو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روشن،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گرش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است، و اگر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طرفش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روز و طرف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گرش</w:t>
      </w:r>
      <w:r w:rsidRPr="004A50B5">
        <w:rPr>
          <w:rtl/>
          <w:lang w:bidi="fa-IR"/>
        </w:rPr>
        <w:t xml:space="preserve"> شب بود، آن گاه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آن جز با ملالت و خستگ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نبود،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امکان نداشت.گردش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دور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آورند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چهار فصل است، و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منافع چهار فصل از 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کوهها</w:t>
      </w:r>
      <w:r w:rsidRPr="004A50B5">
        <w:rPr>
          <w:rtl/>
          <w:lang w:bidi="fa-IR"/>
        </w:rPr>
        <w:t xml:space="preserve"> چون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محکم بر پشت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استوار شده، و اگر وجود کوهها نبود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حال گردش به دور خود و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دچار حرکتها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بود،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شد، پست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tl/>
          <w:lang w:bidi="fa-IR"/>
        </w:rPr>
        <w:t xml:space="preserve"> و بلند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منافع فوق العاده 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و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عبث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872DB" w:rsidP="001872DB">
      <w:pPr>
        <w:pStyle w:val="Heading1"/>
        <w:rPr>
          <w:rtl/>
        </w:rPr>
      </w:pPr>
      <w:r>
        <w:rPr>
          <w:rtl/>
        </w:rPr>
        <w:br w:type="page"/>
      </w:r>
      <w:bookmarkStart w:id="4" w:name="_Toc500835235"/>
      <w:bookmarkStart w:id="5" w:name="_Toc500835404"/>
      <w:r w:rsidR="004A50B5" w:rsidRPr="004A50B5">
        <w:rPr>
          <w:rFonts w:hint="eastAsia"/>
          <w:rtl/>
        </w:rPr>
        <w:lastRenderedPageBreak/>
        <w:t>خورش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</w:t>
      </w:r>
      <w:bookmarkEnd w:id="4"/>
      <w:bookmarkEnd w:id="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حجم</w:t>
      </w:r>
      <w:r w:rsidRPr="004A50B5">
        <w:rPr>
          <w:rtl/>
          <w:lang w:bidi="fa-IR"/>
        </w:rPr>
        <w:t xml:space="preserve"> 1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صد</w:t>
      </w:r>
      <w:r w:rsidRPr="004A50B5">
        <w:rPr>
          <w:rtl/>
          <w:lang w:bidi="fa-IR"/>
        </w:rPr>
        <w:t xml:space="preserve"> هزار برابر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درجه</w:t>
      </w:r>
      <w:r w:rsidRPr="004A50B5">
        <w:rPr>
          <w:rtl/>
          <w:lang w:bidi="fa-IR"/>
        </w:rPr>
        <w:t xml:space="preserve"> حرارت خارج آن 6 هزار درجه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درجه</w:t>
      </w:r>
      <w:r w:rsidRPr="004A50B5">
        <w:rPr>
          <w:rtl/>
          <w:lang w:bidi="fa-IR"/>
        </w:rPr>
        <w:t xml:space="preserve"> حرارت مرکز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17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درجه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موجودات زنده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نور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است،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  <w:r w:rsidRPr="004A50B5">
        <w:rPr>
          <w:rtl/>
          <w:lang w:bidi="fa-IR"/>
        </w:rPr>
        <w:t xml:space="preserve"> سرچشمه تمام انرژ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است،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رشد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مواد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فراهم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چون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جانداران بستگ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دارد پس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جاندار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چوب،</w:t>
      </w:r>
      <w:r w:rsidRPr="004A50B5">
        <w:rPr>
          <w:rtl/>
          <w:lang w:bidi="fa-IR"/>
        </w:rPr>
        <w:t xml:space="preserve"> زغال، و نفت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هر روز مصرف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کار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در اعصار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گرفته و در خود نهفته 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872DB" w:rsidP="001872DB">
      <w:pPr>
        <w:pStyle w:val="Heading1"/>
        <w:rPr>
          <w:rtl/>
        </w:rPr>
      </w:pPr>
      <w:r>
        <w:rPr>
          <w:rtl/>
        </w:rPr>
        <w:br w:type="page"/>
      </w:r>
      <w:bookmarkStart w:id="6" w:name="_Toc500835236"/>
      <w:bookmarkStart w:id="7" w:name="_Toc500835405"/>
      <w:r w:rsidR="004A50B5" w:rsidRPr="004A50B5">
        <w:rPr>
          <w:rFonts w:hint="eastAsia"/>
          <w:rtl/>
        </w:rPr>
        <w:lastRenderedPageBreak/>
        <w:t>هوا</w:t>
      </w:r>
      <w:bookmarkEnd w:id="6"/>
      <w:bookmarkEnd w:id="7"/>
    </w:p>
    <w:p w:rsidR="004A50B5" w:rsidRPr="004A50B5" w:rsidRDefault="004A50B5" w:rsidP="001872D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به شما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که ما هم از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جهات مانند ماه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اعماق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سه</w:t>
      </w:r>
      <w:r w:rsidRPr="004A50B5">
        <w:rPr>
          <w:rtl/>
          <w:lang w:bidi="fa-IR"/>
        </w:rPr>
        <w:t xml:space="preserve"> به نظر شما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باشد،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ما در عمق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انوس</w:t>
      </w:r>
      <w:r w:rsidRPr="004A50B5">
        <w:rPr>
          <w:rtl/>
          <w:lang w:bidi="fa-IR"/>
        </w:rPr>
        <w:t xml:space="preserve"> بزرگ، 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هوا که چند بار از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 است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  <w:r w:rsidR="001872DB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انوس</w:t>
      </w:r>
      <w:r w:rsidRPr="004A50B5">
        <w:rPr>
          <w:rtl/>
          <w:lang w:bidi="fa-IR"/>
        </w:rPr>
        <w:t xml:space="preserve"> بزرگ و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که آن را هوا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و جانداران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بدون هوا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امکان ندارد،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هوا شامل مواد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موجودات زنده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و مهم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مواد اکس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ژن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موجودات لازم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872DB" w:rsidP="001872DB">
      <w:pPr>
        <w:pStyle w:val="Heading1"/>
        <w:rPr>
          <w:rtl/>
        </w:rPr>
      </w:pPr>
      <w:r>
        <w:rPr>
          <w:rtl/>
        </w:rPr>
        <w:br w:type="page"/>
      </w:r>
      <w:bookmarkStart w:id="8" w:name="_Toc500835237"/>
      <w:bookmarkStart w:id="9" w:name="_Toc500835406"/>
      <w:r w:rsidR="004A50B5" w:rsidRPr="004A50B5">
        <w:rPr>
          <w:rFonts w:hint="eastAsia"/>
          <w:rtl/>
        </w:rPr>
        <w:lastRenderedPageBreak/>
        <w:t>آب</w:t>
      </w:r>
      <w:bookmarkEnd w:id="8"/>
      <w:bookmarkEnd w:id="9"/>
    </w:p>
    <w:p w:rsidR="004A50B5" w:rsidRPr="004A50B5" w:rsidRDefault="004A50B5" w:rsidP="001872D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مانند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موجودات زنده به آب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دارد، شبانه روز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مقدار شش</w:t>
      </w:r>
      <w:r w:rsidR="001872DB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تا</w:t>
      </w:r>
      <w:r w:rsidRPr="004A50B5">
        <w:rPr>
          <w:rtl/>
          <w:lang w:bidi="fa-IR"/>
        </w:rPr>
        <w:t xml:space="preserve"> هفت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آب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اشامد</w:t>
      </w:r>
      <w:r w:rsidRPr="004A50B5">
        <w:rPr>
          <w:rtl/>
          <w:lang w:bidi="fa-IR"/>
        </w:rPr>
        <w:t xml:space="preserve"> تا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آب از دست رفته در بدن گردد، انسان مرتباً از بدن خود آب دفع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با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نفس مقدار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بخار آب به هوا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فرستد،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از آشام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آب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دارد.</w:t>
      </w:r>
      <w:r w:rsidRPr="004A50B5">
        <w:rPr>
          <w:rFonts w:hint="eastAsia"/>
          <w:rtl/>
          <w:lang w:bidi="fa-IR"/>
        </w:rPr>
        <w:t>آب</w:t>
      </w:r>
      <w:r w:rsidRPr="004A50B5">
        <w:rPr>
          <w:rtl/>
          <w:lang w:bidi="fa-IR"/>
        </w:rPr>
        <w:t xml:space="preserve"> همراه سبز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tl/>
          <w:lang w:bidi="fa-IR"/>
        </w:rPr>
        <w:t xml:space="preserve">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غذاها به بدن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رسد، آب ماده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است و بدون آن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محال است.علاوه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عوامل گوناگون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عالم خلقت به کمک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وسائل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فراهم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تا از مواد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نطفه جاندار ساخته شود و آن نطفه به صورت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ق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به سفر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سراسر پر از عجا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اسرار که در خطوط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برخ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آشنا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872DB" w:rsidP="001872DB">
      <w:pPr>
        <w:pStyle w:val="Heading1"/>
        <w:rPr>
          <w:rtl/>
        </w:rPr>
      </w:pPr>
      <w:r>
        <w:rPr>
          <w:rtl/>
        </w:rPr>
        <w:br w:type="page"/>
      </w:r>
      <w:bookmarkStart w:id="10" w:name="_Toc500835238"/>
      <w:bookmarkStart w:id="11" w:name="_Toc500835407"/>
      <w:r w:rsidR="004A50B5" w:rsidRPr="004A50B5">
        <w:rPr>
          <w:rFonts w:hint="eastAsia"/>
          <w:rtl/>
        </w:rPr>
        <w:lastRenderedPageBreak/>
        <w:t>تشک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لات</w:t>
      </w:r>
      <w:r w:rsidR="004A50B5" w:rsidRPr="004A50B5">
        <w:rPr>
          <w:rtl/>
        </w:rPr>
        <w:t xml:space="preserve"> بدن</w:t>
      </w:r>
      <w:bookmarkEnd w:id="10"/>
      <w:bookmarkEnd w:id="1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پا</w:t>
      </w:r>
      <w:r w:rsidRPr="004A50B5">
        <w:rPr>
          <w:rtl/>
          <w:lang w:bidi="fa-IR"/>
        </w:rPr>
        <w:t xml:space="preserve"> 2 عدد تنه 1عدد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ساق</w:t>
      </w:r>
      <w:r w:rsidRPr="004A50B5">
        <w:rPr>
          <w:rtl/>
          <w:lang w:bidi="fa-IR"/>
        </w:rPr>
        <w:t xml:space="preserve"> 2 عدد سر 1 عدد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2 عدد اسکلت 243 عدد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دست</w:t>
      </w:r>
      <w:r w:rsidRPr="004A50B5">
        <w:rPr>
          <w:rtl/>
          <w:lang w:bidi="fa-IR"/>
        </w:rPr>
        <w:t xml:space="preserve"> 2 عدد روابط اسکلت 150 عدد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بازو</w:t>
      </w:r>
      <w:r w:rsidRPr="004A50B5">
        <w:rPr>
          <w:rtl/>
          <w:lang w:bidi="fa-IR"/>
        </w:rPr>
        <w:t xml:space="preserve"> 2 عدد عضلات 450 جفت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آرنج</w:t>
      </w:r>
      <w:r w:rsidRPr="004A50B5">
        <w:rPr>
          <w:rtl/>
          <w:lang w:bidi="fa-IR"/>
        </w:rPr>
        <w:t xml:space="preserve"> 2 عدد قلب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4 حفره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باز</w:t>
      </w:r>
      <w:r w:rsidRPr="004A50B5">
        <w:rPr>
          <w:rtl/>
          <w:lang w:bidi="fa-IR"/>
        </w:rPr>
        <w:t xml:space="preserve"> و بسته شدن در شبانه روز 110 هزار مرتبه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تحو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خون به بدن در 24 ساعت معادل 10520ل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قدرت</w:t>
      </w:r>
      <w:r w:rsidRPr="004A50B5">
        <w:rPr>
          <w:rtl/>
          <w:lang w:bidi="fa-IR"/>
        </w:rPr>
        <w:t xml:space="preserve">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قلب به انداز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آسانسور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3 سرنش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ارتفاع صد متر بالا ببرد.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باز</w:t>
      </w:r>
      <w:r w:rsidRPr="004A50B5">
        <w:rPr>
          <w:rtl/>
          <w:lang w:bidi="fa-IR"/>
        </w:rPr>
        <w:t xml:space="preserve"> و بسته شدنش در70 سال 3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مرتبه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شبکه</w:t>
      </w:r>
      <w:r w:rsidRPr="004A50B5">
        <w:rPr>
          <w:rtl/>
          <w:lang w:bidi="fa-IR"/>
        </w:rPr>
        <w:t xml:space="preserve"> لوله 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رگها 560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متر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گلبول</w:t>
      </w:r>
      <w:r w:rsidRPr="004A50B5">
        <w:rPr>
          <w:rtl/>
          <w:lang w:bidi="fa-IR"/>
        </w:rPr>
        <w:t xml:space="preserve"> خون 25 ترل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مجموع</w:t>
      </w:r>
      <w:r w:rsidRPr="004A50B5">
        <w:rPr>
          <w:rtl/>
          <w:lang w:bidi="fa-IR"/>
        </w:rPr>
        <w:t xml:space="preserve"> گلبولها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به صورت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ستون 37م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و500هزار متر.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200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حفره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حفره 5 سانت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طول</w:t>
      </w:r>
      <w:r w:rsidRPr="004A50B5">
        <w:rPr>
          <w:rtl/>
          <w:lang w:bidi="fa-IR"/>
        </w:rPr>
        <w:t xml:space="preserve"> مجموع حفره ها 100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لومتر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خون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در شبانه روز معادل 500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350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حفره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عمل</w:t>
      </w:r>
      <w:r w:rsidRPr="004A50B5">
        <w:rPr>
          <w:rtl/>
          <w:lang w:bidi="fa-IR"/>
        </w:rPr>
        <w:t xml:space="preserve"> اکس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ژن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شبانه روز 700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پوست</w:t>
      </w:r>
      <w:r w:rsidRPr="004A50B5">
        <w:rPr>
          <w:rtl/>
          <w:lang w:bidi="fa-IR"/>
        </w:rPr>
        <w:t xml:space="preserve"> 1/5 متر مربع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سانت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متر مربع پوست 5000 دگمه عصب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مجموع</w:t>
      </w:r>
      <w:r w:rsidRPr="004A50B5">
        <w:rPr>
          <w:rtl/>
          <w:lang w:bidi="fa-IR"/>
        </w:rPr>
        <w:t xml:space="preserve"> مراکز عصب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4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روده</w:t>
      </w:r>
      <w:r w:rsidRPr="004A50B5">
        <w:rPr>
          <w:rtl/>
          <w:lang w:bidi="fa-IR"/>
        </w:rPr>
        <w:t xml:space="preserve"> کوچک 8 متر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سانت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متر مربع 4000 غده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غده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3000 سلول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سلول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100 لوله تنفس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مغز</w:t>
      </w:r>
      <w:r w:rsidRPr="004A50B5">
        <w:rPr>
          <w:rtl/>
          <w:lang w:bidi="fa-IR"/>
        </w:rPr>
        <w:t xml:space="preserve"> 14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سلول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شبکه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مخابرات 480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متر معادل12مرتبه دور کر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گوش</w:t>
      </w:r>
      <w:r w:rsidRPr="004A50B5">
        <w:rPr>
          <w:rtl/>
          <w:lang w:bidi="fa-IR"/>
        </w:rPr>
        <w:t xml:space="preserve"> 24 هزار عامل عصب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>... و..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 اگر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نعمتها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 که به شما ارزان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ام بشمار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عهده شما خارج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872D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نعمتها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در بوجود آوردن انسان و ادام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در کارند، قابل شمارش</w:t>
      </w:r>
      <w:r w:rsidR="001872DB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توجه خوانندگان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به چند سؤال معطوف داشته و بپرسم با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سطور گذشته خواند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انسان که در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طره</w:t>
      </w:r>
      <w:r w:rsidRPr="004A50B5">
        <w:rPr>
          <w:rtl/>
          <w:lang w:bidi="fa-IR"/>
        </w:rPr>
        <w:t xml:space="preserve"> قانون و اراده حق است،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خانوادگ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از قانون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آزاد است هر چه دلش بخواهد انجام دهد، و هر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خواسته باشد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کند، گر چه به نظام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ضرر وارد کند؟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عوامل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آنچه در کارند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هدف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در کارند؟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انسان جز خوردن و آشام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و اعمال شهوت تکل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مفهوم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 پنداشته اند؟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صلح و صفا، و اخلاق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هر مکتب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بشر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مناسب با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محتاج به خداوند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جز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جهان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و آگاه به تمام مصالح و مفاسد است؟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روش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قدر و انسان دوست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مورد عمل قرار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حق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منظم و حساب شده عالم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جهان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>...اگر از طرف انسانها اقدام به زنده کردن معارف در وجودشان نشود، و ثروت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آشکار نسازند، و فشار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درون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احساسس نکنند، روح در درون آنان همچون سنگ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انسان به صورت ماده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1872DB" w:rsidRDefault="004A50B5" w:rsidP="001872D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جاودان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او بسته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با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روبرو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اوست ارتباط برقرار سازد، و آنچه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ارتباط را برقرار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معرفت است،و معرفت همان ادراک حس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فهم حالت کمال و پختگ</w:t>
      </w:r>
      <w:r w:rsidRPr="004A50B5">
        <w:rPr>
          <w:rFonts w:hint="cs"/>
          <w:rtl/>
          <w:lang w:bidi="fa-IR"/>
        </w:rPr>
        <w:t>ی</w:t>
      </w:r>
      <w:r w:rsidR="001872DB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باشد.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معرفت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تمام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سالم و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 که در پرتو انسان به تمام حقوق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</w:t>
      </w:r>
      <w:r w:rsidRPr="004A50B5">
        <w:rPr>
          <w:rtl/>
          <w:lang w:bidi="fa-IR"/>
        </w:rPr>
        <w:t xml:space="preserve"> دست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هم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حقوق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رسند.</w:t>
      </w: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تمام مکتب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نگه داشتن انسان در اصول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آمده مکتب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تر و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همانند مکتب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تمام افکار و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افکار آن بزرگ مردان از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سرچشمه گرفته و با فطرت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بشر هماهنگ است.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انسان را به پاسخ دادن به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فطرت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دعوت کردند،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آوردند که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آنان را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مدرسه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1872DB" w:rsidP="001872DB">
      <w:pPr>
        <w:pStyle w:val="Heading1"/>
        <w:rPr>
          <w:rtl/>
        </w:rPr>
      </w:pPr>
      <w:r>
        <w:rPr>
          <w:rtl/>
        </w:rPr>
        <w:br w:type="page"/>
      </w:r>
      <w:bookmarkStart w:id="12" w:name="_Toc500835239"/>
      <w:bookmarkStart w:id="13" w:name="_Toc500835408"/>
      <w:r w:rsidR="004A50B5" w:rsidRPr="004A50B5">
        <w:rPr>
          <w:rFonts w:hint="eastAsia"/>
          <w:rtl/>
        </w:rPr>
        <w:lastRenderedPageBreak/>
        <w:t>اسلام</w:t>
      </w:r>
      <w:r w:rsidR="004A50B5" w:rsidRPr="004A50B5">
        <w:rPr>
          <w:rtl/>
        </w:rPr>
        <w:t xml:space="preserve"> 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گانه</w:t>
      </w:r>
      <w:r w:rsidR="004A50B5" w:rsidRPr="004A50B5">
        <w:rPr>
          <w:rtl/>
        </w:rPr>
        <w:t xml:space="preserve"> راه نجات</w:t>
      </w:r>
      <w:bookmarkEnd w:id="12"/>
      <w:bookmarkEnd w:id="13"/>
    </w:p>
    <w:p w:rsidR="004A50B5" w:rsidRPr="004A50B5" w:rsidRDefault="004A50B5" w:rsidP="001872D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شروان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عمل صالحند،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شدگان آنان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طور، و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بشر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اصول دعوت کنند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ندارند.</w:t>
      </w:r>
      <w:r w:rsidR="001872DB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به حق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به مقام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عمل صالح برسند و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دعوت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را بشنوند و قدرت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داشته باشند و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کنند چون از دواع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تقل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نرسته اند، رستگار نخواهند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نظام</w:t>
      </w:r>
      <w:r w:rsidRPr="004A50B5">
        <w:rPr>
          <w:rtl/>
          <w:lang w:bidi="fa-IR"/>
        </w:rPr>
        <w:t xml:space="preserve"> اسلام که شاهد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و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چهره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 و تابناک از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 شده خداوند در تمام ادوار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جامع و کامل آن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خاتم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در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خشک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آب و علف همانند نقشه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منظم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تمام بشر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ساختمان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فضائل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سطح خاک بنا کرد که تا ابد از تندباد حوادث در امان خواهد بود.</w:t>
      </w: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 و سامان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پراکندگ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که امواج خروشان زمان هرگز آن را از دفتر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محو نخواهد کرد.</w:t>
      </w:r>
      <w:r w:rsidR="001872DB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درهم کوب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شرک و نفاق و رذائل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کرده که مانندش آورده نشده بود و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نخواهد آمد.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ساده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ش،</w:t>
      </w:r>
      <w:r w:rsidRPr="004A50B5">
        <w:rPr>
          <w:rtl/>
          <w:lang w:bidi="fa-IR"/>
        </w:rPr>
        <w:t xml:space="preserve">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هماهنگ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با اصول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در اندک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مکتب ها فائق آمد و شؤون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ملل مختلف جهان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سلطه و نفوذ خود قرار داد.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که اساس آن بر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بشر را به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 و برون و درستکار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امانت،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صداقت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مساوات، دعوت </w:t>
      </w:r>
      <w:r w:rsidRPr="004A50B5">
        <w:rPr>
          <w:rtl/>
          <w:lang w:bidi="fa-IR"/>
        </w:rPr>
        <w:lastRenderedPageBreak/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همان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توده بشر را از نادان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شاه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راه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دانا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تکامل در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</w:t>
      </w:r>
      <w:r w:rsidRPr="004A50B5">
        <w:rPr>
          <w:rFonts w:hint="eastAsia"/>
          <w:rtl/>
          <w:lang w:bidi="fa-IR"/>
        </w:rPr>
        <w:t>هنمون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عمل</w:t>
      </w:r>
      <w:r w:rsidRPr="004A50B5">
        <w:rPr>
          <w:rtl/>
          <w:lang w:bidi="fa-IR"/>
        </w:rPr>
        <w:t xml:space="preserve"> کردن به اسلام نه تنها مف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آسان است، بلکه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ناسازگار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تمدن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ندارد، بلکه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سرعت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تمدن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  <w:r w:rsidRPr="004A50B5">
        <w:rPr>
          <w:rFonts w:hint="eastAsia"/>
          <w:rtl/>
          <w:lang w:bidi="fa-IR"/>
        </w:rPr>
        <w:t>مسلم</w:t>
      </w:r>
      <w:r w:rsidRPr="004A50B5">
        <w:rPr>
          <w:rtl/>
          <w:lang w:bidi="fa-IR"/>
        </w:rPr>
        <w:t xml:space="preserve"> آن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دوش به دوش تمدن در حرکت نباشد و آباد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باشد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خود جز لهو و لعب ثمر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و تابع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فرمانبردارانش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هلاکت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مراجعه به قرآن و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روشن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تمدن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و خود مثل اعلا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تمدن است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است و منکر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دور از خرد است،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دست نشانده استعمار است،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 اسلام به خاطر عقده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  <w:r w:rsidR="00CA00B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هم ناگفته نماند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ندارند،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عامل انحطاط و دور شدن از تمدن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دانند، البته</w:t>
      </w: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آنان حق داد،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شده عهد عت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استعداد جوابگو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را نداشت و در آن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که انسان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سعادت بتواند به آن عمل کند.</w:t>
      </w:r>
      <w:r w:rsidR="00CA00B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علوم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حکومت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خود در خطر اضمحلال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جان و مال و ناموس مردم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داشت مسلط بود، و البته در هم کوب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تسلط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اربابان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آسان نبود،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با دانشمندان به مبارزه برخاسته و سخت در مق</w:t>
      </w:r>
      <w:r w:rsidRPr="004A50B5">
        <w:rPr>
          <w:rFonts w:hint="eastAsia"/>
          <w:rtl/>
          <w:lang w:bidi="fa-IR"/>
        </w:rPr>
        <w:t>ابل</w:t>
      </w:r>
      <w:r w:rsidRPr="004A50B5">
        <w:rPr>
          <w:rtl/>
          <w:lang w:bidi="fa-IR"/>
        </w:rPr>
        <w:t xml:space="preserve"> آنان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ستادند</w:t>
      </w:r>
      <w:r w:rsidRPr="004A50B5">
        <w:rPr>
          <w:rtl/>
          <w:lang w:bidi="fa-IR"/>
        </w:rPr>
        <w:t xml:space="preserve">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به چند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عالم و دانشمند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نگاهدار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مقاصد غلط خود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بردند، </w:t>
      </w:r>
      <w:r w:rsidRPr="004A50B5">
        <w:rPr>
          <w:rtl/>
          <w:lang w:bidi="fa-IR"/>
        </w:rPr>
        <w:lastRenderedPageBreak/>
        <w:t>دانشمندان و مردم که از دست مظالم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به جان آمده بودند مبارزه جانانه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تا سر حد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روانش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و بالاخره در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جنگ که جنگ با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شدند و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از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جدا کردند، و به راه خود کشف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دادند،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نبودن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 ساعت از روز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کشنبه</w:t>
      </w:r>
      <w:r w:rsidRPr="004A50B5">
        <w:rPr>
          <w:rtl/>
          <w:lang w:bidi="fa-IR"/>
        </w:rPr>
        <w:t xml:space="preserve"> را اختصاص به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داده، آن هم برنامه ه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مشکل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بشر حل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بلکه آن برنامه ها بشر را به جانب گناه تشو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آزاد</w:t>
      </w:r>
      <w:r w:rsidRPr="004A50B5">
        <w:rPr>
          <w:rtl/>
          <w:lang w:bidi="fa-IR"/>
        </w:rPr>
        <w:t xml:space="preserve"> شدن از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tl/>
          <w:lang w:bidi="fa-IR"/>
        </w:rPr>
        <w:t xml:space="preserve"> و نصران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عامل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عامل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نقش مقم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اروپا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تمدن داشت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در طول جنگ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علوم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بود، کتب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 از برخورد اروپا با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ممالک مغرب منتقل شد و سا</w:t>
      </w:r>
      <w:r w:rsidRPr="004A50B5">
        <w:rPr>
          <w:rFonts w:hint="eastAsia"/>
          <w:rtl/>
          <w:lang w:bidi="fa-IR"/>
        </w:rPr>
        <w:t>لها</w:t>
      </w:r>
      <w:r w:rsidRPr="004A50B5">
        <w:rPr>
          <w:rtl/>
          <w:lang w:bidi="fa-IR"/>
        </w:rPr>
        <w:t xml:space="preserve"> مدار بحث و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بود،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گانگان</w:t>
      </w:r>
      <w:r w:rsidRPr="004A50B5">
        <w:rPr>
          <w:rtl/>
          <w:lang w:bidi="fa-IR"/>
        </w:rPr>
        <w:t xml:space="preserve">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نائل شدند،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خاطر ثروت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آباد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نشان</w:t>
      </w:r>
      <w:r w:rsidRPr="004A50B5">
        <w:rPr>
          <w:rtl/>
          <w:lang w:bidi="fa-IR"/>
        </w:rPr>
        <w:t xml:space="preserve"> با سرعت هر چه تمامتر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ارضاء شهوات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کوشش و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ترق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در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قوا و قدرت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نظام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دند،</w:t>
      </w:r>
      <w:r w:rsidRPr="004A50B5">
        <w:rPr>
          <w:rtl/>
          <w:lang w:bidi="fa-IR"/>
        </w:rPr>
        <w:t xml:space="preserve"> با به دست آوردن قدرت چشم طمع به ثروت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مشرق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دوختند، بدست آوردن ثروت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کران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جز از راه 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اسلام و جاهل نگاه داشتن دولتها و ملتها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نبود،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موضوع به کوشش 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برخواستند، تا توانستند بر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اسلام و قرآن از طرق مختلفه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غات</w:t>
      </w:r>
      <w:r w:rsidRPr="004A50B5">
        <w:rPr>
          <w:rtl/>
          <w:lang w:bidi="fa-IR"/>
        </w:rPr>
        <w:t xml:space="preserve"> سوء کردند، وسائل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شهوت 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مشرق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نور علم را از آنان گرفتند، علماء و دانشمندان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منفور ملت کردند، راه نفوذ استعمار را در ممالک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نمودند.</w:t>
      </w:r>
      <w:r w:rsidRPr="004A50B5">
        <w:rPr>
          <w:rFonts w:hint="eastAsia"/>
          <w:rtl/>
          <w:lang w:bidi="fa-IR"/>
        </w:rPr>
        <w:t>روزگار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مغرب به سرعت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شد، مشرق به سرعت به خواب خرگوش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رفت، گلادستون در مجلس عوام انگلستان به پا خواست و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دست اشاره به قرآن و با دست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اشاره به کعبه کرد و گفت که:</w:t>
      </w:r>
      <w:r w:rsidR="00CA00BA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قدرت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حکومت ما بر آنان محال است،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خلال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زمان زمامدار روس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تزار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شنهاد</w:t>
      </w:r>
      <w:r w:rsidRPr="004A50B5">
        <w:rPr>
          <w:rtl/>
          <w:lang w:bidi="fa-IR"/>
        </w:rPr>
        <w:t xml:space="preserve"> کرد.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چه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اسلامبول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شد،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آنجا حکومت کند سلطان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خواهد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جنگ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مداوم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ضد عثمان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ضد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کرد، لازم است مؤسسات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ساحل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نمود و به 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را که دو نقطه لازم و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و انجام نقشه ها به تصرف آورد.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اضمحلال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تسر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کرد و بر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فارس دست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در صورت امکان راه تجارت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مشرق را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سور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تا هندوستان که به منزله انبار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کرد،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آنجا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طلا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انگلستان صرف نظر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خوانندگان</w:t>
      </w:r>
      <w:r w:rsidRPr="004A50B5">
        <w:rPr>
          <w:rtl/>
          <w:lang w:bidi="fa-IR"/>
        </w:rPr>
        <w:t xml:space="preserve">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نادان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زمامداران آن روز،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نبودن مردم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به برنامه ها</w:t>
      </w:r>
      <w:r w:rsidRPr="004A50B5">
        <w:rPr>
          <w:rFonts w:hint="cs"/>
          <w:rtl/>
          <w:lang w:bidi="fa-IR"/>
        </w:rPr>
        <w:t>ی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استعمار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کمک کرد تا استعمارگران که خود فاقد اخلاق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بودند توانستند چراغ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ممالک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خاموش کنند.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جامعه</w:t>
      </w:r>
      <w:r w:rsidRPr="004A50B5">
        <w:rPr>
          <w:rtl/>
          <w:lang w:bidi="fa-IR"/>
        </w:rPr>
        <w:t xml:space="preserve"> مغرب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محض، و جامع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مشرق هم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وغ</w:t>
      </w:r>
      <w:r w:rsidRPr="004A50B5">
        <w:rPr>
          <w:rtl/>
          <w:lang w:bidi="fa-IR"/>
        </w:rPr>
        <w:t xml:space="preserve"> استعمار،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باخت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جهان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پارچه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جهنم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سوزان شده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آسا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رخت بست، امروز کم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جهان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که مبارزه با اسلام و با اخلاق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کار احمقانه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eastAsia"/>
          <w:rtl/>
          <w:lang w:bidi="fa-IR"/>
        </w:rPr>
        <w:t>وده</w:t>
      </w:r>
      <w:r w:rsidRPr="004A50B5">
        <w:rPr>
          <w:rtl/>
          <w:lang w:bidi="fa-IR"/>
        </w:rPr>
        <w:t>.</w:t>
      </w:r>
      <w:r w:rsidR="00CA00B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که نسل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گرداب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مهلک از رذائل و جاده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پرخطر از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افتاده، فساد از هر طرف چون باران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بارد، نسل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تشنه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متر مکتب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دار است.</w:t>
      </w: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که هسته مرکز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انسان از آفت ها و بلاها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خانمان سوز شهوات،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خداوند و عمل به مقررات کامل اوست.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بر عقلا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بنابر اعترافات خودشان ثابت شده که اسلام با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 رأس تمام برنامه هاست و تنها راه نجات بشر از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اسلام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کتاب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دوره اصول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محکم آن در پرتو شمع وجود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خود از مصلح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بزرگ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نگاشته شود،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با مطالعه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کتاب چهره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روشن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</w:t>
      </w:r>
      <w:r w:rsidRPr="004A50B5">
        <w:rPr>
          <w:rtl/>
          <w:lang w:bidi="fa-IR"/>
        </w:rPr>
        <w:t xml:space="preserve"> آنان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به نعمت اخلاق آراسته شوند، و کسب سعادت دو جهان کنند از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بهره مند گردند.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ناگفته نگذارم که نوشتن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کتاب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اش سوره مبارکه لقمان که سور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31 قرآن و در جزء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کم</w:t>
      </w:r>
      <w:r w:rsidRPr="004A50B5">
        <w:rPr>
          <w:rtl/>
          <w:lang w:bidi="fa-IR"/>
        </w:rPr>
        <w:t xml:space="preserve"> است بود، تا آنجا که در حد و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من بوده در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بزرگوار و شرح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قرآن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انصار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</w:p>
    <w:p w:rsidR="004A50B5" w:rsidRPr="004A50B5" w:rsidRDefault="00CA00BA" w:rsidP="00CA00BA">
      <w:pPr>
        <w:pStyle w:val="Heading1"/>
        <w:rPr>
          <w:rtl/>
        </w:rPr>
      </w:pPr>
      <w:r>
        <w:rPr>
          <w:rtl/>
        </w:rPr>
        <w:br w:type="page"/>
      </w:r>
      <w:bookmarkStart w:id="14" w:name="_Toc500835240"/>
      <w:bookmarkStart w:id="15" w:name="_Toc500835409"/>
      <w:r w:rsidR="004A50B5" w:rsidRPr="004A50B5">
        <w:rPr>
          <w:rFonts w:hint="eastAsia"/>
          <w:rtl/>
        </w:rPr>
        <w:lastRenderedPageBreak/>
        <w:t>بخش</w:t>
      </w:r>
      <w:r w:rsidR="004A50B5" w:rsidRPr="004A50B5">
        <w:rPr>
          <w:rtl/>
        </w:rPr>
        <w:t xml:space="preserve"> اول</w:t>
      </w:r>
      <w:r>
        <w:rPr>
          <w:rFonts w:hint="cs"/>
          <w:rtl/>
        </w:rPr>
        <w:t xml:space="preserve"> </w:t>
      </w:r>
      <w:r w:rsidR="004A50B5" w:rsidRPr="004A50B5">
        <w:rPr>
          <w:rtl/>
        </w:rPr>
        <w:t>انسان غرب</w:t>
      </w:r>
      <w:r w:rsidR="004A50B5" w:rsidRPr="004A50B5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4A50B5" w:rsidRPr="004A50B5">
        <w:rPr>
          <w:rtl/>
        </w:rPr>
        <w:t>انسان اسلام</w:t>
      </w:r>
      <w:r w:rsidR="004A50B5" w:rsidRPr="004A50B5">
        <w:rPr>
          <w:rFonts w:hint="cs"/>
          <w:rtl/>
        </w:rPr>
        <w:t>ی</w:t>
      </w:r>
      <w:bookmarkEnd w:id="14"/>
      <w:bookmarkEnd w:id="15"/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Heading2"/>
        <w:rPr>
          <w:rtl/>
        </w:rPr>
      </w:pPr>
      <w:bookmarkStart w:id="16" w:name="_Toc500835241"/>
      <w:bookmarkStart w:id="17" w:name="_Toc500835410"/>
      <w:r w:rsidRPr="004A50B5">
        <w:rPr>
          <w:rFonts w:hint="eastAsia"/>
          <w:rtl/>
        </w:rPr>
        <w:t>انسان</w:t>
      </w:r>
      <w:r w:rsidRPr="004A50B5">
        <w:rPr>
          <w:rtl/>
        </w:rPr>
        <w:t xml:space="preserve"> غرب</w:t>
      </w:r>
      <w:r w:rsidRPr="004A50B5">
        <w:rPr>
          <w:rFonts w:hint="cs"/>
          <w:rtl/>
        </w:rPr>
        <w:t>ی</w:t>
      </w:r>
      <w:bookmarkEnd w:id="16"/>
      <w:bookmarkEnd w:id="1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قواعد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سا،</w:t>
      </w:r>
      <w:r w:rsidRPr="004A50B5">
        <w:rPr>
          <w:rtl/>
          <w:lang w:bidi="fa-IR"/>
        </w:rPr>
        <w:t xml:space="preserve"> و قدرت مطلق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اربابان آ</w:t>
      </w:r>
      <w:r w:rsidRPr="004A50B5">
        <w:rPr>
          <w:rFonts w:hint="cs"/>
          <w:rtl/>
        </w:rPr>
        <w:t>یی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تحر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ف</w:t>
      </w:r>
      <w:r w:rsidRPr="004A50B5">
        <w:rPr>
          <w:rtl/>
        </w:rPr>
        <w:t xml:space="preserve"> شد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انج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ل،</w:t>
      </w:r>
      <w:r w:rsidRPr="004A50B5">
        <w:rPr>
          <w:rtl/>
        </w:rPr>
        <w:t xml:space="preserve"> به تدر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ج</w:t>
      </w:r>
      <w:r w:rsidRPr="004A50B5">
        <w:rPr>
          <w:rtl/>
        </w:rPr>
        <w:t xml:space="preserve"> مردم مغرب زم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را در جدا شدن از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امور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بدب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شدن به خط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ن،</w:t>
      </w:r>
      <w:r w:rsidRPr="004A50B5">
        <w:rPr>
          <w:rtl/>
          <w:lang w:bidi="fa-IR"/>
        </w:rPr>
        <w:t xml:space="preserve"> و 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به مسائل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تمام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ات،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دادن به شهوات و آمال، و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شرط، و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کلمه خود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تلخ خدافراموش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آماده کرد.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برنامه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هماهنگ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فطرت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نداشت و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اربابان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به جان و مال و ناموس انسان، باعث 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انسان به فراورده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عقل تنها، و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کردنش به علوم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در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ملاک حق و باطل قرار داد، و خود بت خود گشت.</w:t>
      </w:r>
      <w:r w:rsidR="00CA00B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فکر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علوم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امور حسّ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محصولات عقل جزئ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ته تمام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پاسخ دهد،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 زمان به او ثابت کرد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مجموعه،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غذا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شکستن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ود</w:t>
      </w:r>
      <w:r w:rsidRPr="004A50B5">
        <w:rPr>
          <w:rtl/>
          <w:lang w:bidi="fa-IR"/>
        </w:rPr>
        <w:t xml:space="preserve"> و شروط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دست برداشتن از حالات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آزاد گذاشتن شهوات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ال،</w:t>
      </w:r>
      <w:r w:rsidRPr="004A50B5">
        <w:rPr>
          <w:rtl/>
          <w:lang w:bidi="fa-IR"/>
        </w:rPr>
        <w:t xml:space="preserve"> و باز گذاشتن دست غرائز، او را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خواهد کرد، وارد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وحشتناک شد،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خود را با آفات </w:t>
      </w:r>
      <w:r w:rsidRPr="004A50B5">
        <w:rPr>
          <w:rtl/>
          <w:lang w:bidi="fa-IR"/>
        </w:rPr>
        <w:lastRenderedPageBreak/>
        <w:t>و بلاها</w:t>
      </w:r>
      <w:r w:rsidRPr="004A50B5">
        <w:rPr>
          <w:rFonts w:hint="cs"/>
          <w:rtl/>
          <w:lang w:bidi="fa-IR"/>
        </w:rPr>
        <w:t>یی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دچار</w:t>
      </w:r>
      <w:r w:rsidRPr="004A50B5">
        <w:rPr>
          <w:rtl/>
          <w:lang w:bidi="fa-IR"/>
        </w:rPr>
        <w:t xml:space="preserve"> ساخت که امروزه از دست خودش بجان آمده، و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خلأ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آزار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احساس</w:t>
      </w:r>
      <w:r w:rsidRPr="004A50B5">
        <w:rPr>
          <w:rtl/>
          <w:lang w:bidi="fa-IR"/>
        </w:rPr>
        <w:t xml:space="preserve">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پوک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بالا در مرد و زن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سن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رمردان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رزنان</w:t>
      </w:r>
      <w:r w:rsidRPr="004A50B5">
        <w:rPr>
          <w:rtl/>
          <w:lang w:bidi="fa-IR"/>
        </w:rPr>
        <w:t xml:space="preserve">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اگر دست به خودکش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نزنند، و اگر دچار جنون نشوند، در کمال افسردگ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برند، و هر لحظه در انتظار مرگ هستند، تا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شوم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را از سر خود باز کرده، و با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شدن به خاک گور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خودشان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راحت شوند،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نسل جوان غرب به خاطر شور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</w:t>
      </w:r>
      <w:r w:rsidRPr="004A50B5">
        <w:rPr>
          <w:rtl/>
          <w:lang w:bidi="fa-IR"/>
        </w:rPr>
        <w:t xml:space="preserve">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کمتر احساس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پوک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کرده،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دلخوش به انواع لذات و شهواتند آنان هم پس از فروکش کردن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جانات</w:t>
      </w:r>
      <w:r w:rsidRPr="004A50B5">
        <w:rPr>
          <w:rtl/>
          <w:lang w:bidi="fa-IR"/>
        </w:rPr>
        <w:t xml:space="preserve">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از کار افتادن ابزار شهوات، ورشکسته شدن بدن، به همان کاروان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احساس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در رنج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جانکاه فرو برد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وارد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به افسردگ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جنون،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خودکش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دچار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محصول</w:t>
      </w:r>
      <w:r w:rsidRPr="004A50B5">
        <w:rPr>
          <w:rtl/>
          <w:lang w:bidi="fa-IR"/>
        </w:rPr>
        <w:t xml:space="preserve"> خدا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خودفراموش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محصول خودفراموش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آوردن به عقل جزئ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علوم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آوردن به عقل جزئ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علوم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غرق شدن در منجلاب لذات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شهوات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پس از آن دچار شدن به پوک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پوچ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افتادن در بند افسردگ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خودکش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است.من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مسائل را در طول سفرها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مکرر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اروپا داشته ام از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لمس کرده، و با صحبت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مفصل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مرد و زن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ام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نموده ام.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A00B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تعداد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انگشت شمار از دانشمندان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امثال کارل فرانسو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لانزاد فاستو، که برق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 سو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وجودشان جلوه کرده، به اوضاع وحشتناک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در غرب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برده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ادشان</w:t>
      </w:r>
      <w:r w:rsidRPr="004A50B5">
        <w:rPr>
          <w:rtl/>
          <w:lang w:bidi="fa-IR"/>
        </w:rPr>
        <w:t xml:space="preserve"> از فاجعه و بلا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بر انسان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آمده بلند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شده،</w:t>
      </w:r>
      <w:r w:rsidRPr="004A50B5">
        <w:rPr>
          <w:rtl/>
          <w:lang w:bidi="fa-IR"/>
        </w:rPr>
        <w:t xml:space="preserve"> و غرب را نسبت به خود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هشدار داده، و عاقبت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خطرناک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تمدن غرب و بندگان و بردگان آن تمدن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اند.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</w:t>
      </w:r>
      <w:r w:rsidR="00CA00BA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- تمدن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نصوص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محکم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را لغو کرده، ناچار است مجموع بلاها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سرش آمده با خود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اندازه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اندازه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tl/>
          <w:lang w:bidi="fa-IR"/>
        </w:rPr>
        <w:t xml:space="preserve"> شناخت حق از باطل گردد،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بشر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علاج دردها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</w:t>
      </w:r>
      <w:r w:rsidRPr="004A50B5">
        <w:rPr>
          <w:rFonts w:hint="eastAsia"/>
          <w:rtl/>
          <w:lang w:bidi="fa-IR"/>
        </w:rPr>
        <w:t>اک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و خود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دچار بن بست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کند!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</w:t>
      </w:r>
      <w:r w:rsidR="00B41186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- انسان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امکانات و مواهب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مالک است،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 تمام وجود عاجز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باشد، و آن خودشناس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تأمّل در باطن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است، و تنها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موضوع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اثبات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درخشندگ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کاذب تمدن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</w:t>
      </w:r>
      <w:r w:rsidR="00B41186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-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از هوش و درک قابل قبول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برخوردارند،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با حکمت عمل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اند!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</w:t>
      </w:r>
      <w:r w:rsidR="00B41186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- تمدن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مبتلا به خوردن مشروبات الکل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گوشت خوک و انواع مواد حرام نموده، و به اعمال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شهوات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شرط مبتلا کرده،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هدر ساختن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است، اغلب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و قهرمان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اعمال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محصول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قدرت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بر اکتشاف و اختراع،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فرار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است نه قدرت و تسلّط استثنائ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خود.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5 - ترس از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سکوت، وحشت از خلأ باطن و درون و توسل به پول،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باطن عاجز ساخته، و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مداوم او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امور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6 - محرک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جهانگشا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ناتوان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حکومت به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است،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علت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آورند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آشوب و فساد در سراسر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. </w:t>
      </w:r>
      <w:r w:rsidRPr="00B41186">
        <w:rPr>
          <w:rStyle w:val="libFootnotenumChar"/>
          <w:rtl/>
        </w:rPr>
        <w:t>(1)</w:t>
      </w:r>
      <w:r w:rsidRPr="004A50B5">
        <w:rPr>
          <w:rtl/>
          <w:lang w:bidi="fa-IR"/>
        </w:rPr>
        <w:t>ذلّت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در غرب، و در هم شکستن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است که نتوانسته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وجود خود، و ارزش گوهر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ابد،</w:t>
      </w:r>
      <w:r w:rsidRPr="004A50B5">
        <w:rPr>
          <w:rtl/>
          <w:lang w:bidi="fa-IR"/>
        </w:rPr>
        <w:t xml:space="preserve"> انسان د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مدرسه غرب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خودش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است، و ارزش او مانند و برابر ارزش موجودات زنده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نظر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از آنجا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و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tl/>
          <w:lang w:bidi="fa-IR"/>
        </w:rPr>
        <w:t xml:space="preserve"> ارزش هر موجود در نظام تطور و شبکه نشو و ارتقاء،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بقاء است،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موجودات زنده که غربال انتخاب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مانده، و در مبارزه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مقاومت آورده اند، از نظر ارزش برابرند.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گاو و مورچه، پلنگ و روباه، الاغ و خرگوش،مار و عقرب، گرگ و سگ، کلاغ و خوک و انسان و شتر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ارزش و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اسند</w:t>
      </w:r>
      <w:r w:rsidRPr="004A50B5">
        <w:rPr>
          <w:rtl/>
          <w:lang w:bidi="fa-IR"/>
        </w:rPr>
        <w:t>!!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B4118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تمام وجود مغرور فر</w:t>
      </w:r>
      <w:r w:rsidR="00B41186">
        <w:rPr>
          <w:rFonts w:hint="cs"/>
          <w:rtl/>
          <w:lang w:bidi="fa-IR"/>
        </w:rPr>
        <w:t>آ</w:t>
      </w:r>
      <w:r w:rsidRPr="004A50B5">
        <w:rPr>
          <w:rtl/>
          <w:lang w:bidi="fa-IR"/>
        </w:rPr>
        <w:t>ورده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تمدن شده، در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ارزش و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دستخوش خبط و اشتباه گشته، و در شناخت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راه خطا رفته، تا آنجا که خود را به سطح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برابر با مورچه و موش فرو کاسته!! انسان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بااثر گرفتن از افکار دانشمندان ملحد خود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نفوذ و حما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حضرت حق و ولا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حاکم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پروردگار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رفت، و تصورش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با خروج از مدار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خوشبخت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موهوم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فرض کرده بود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پس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رفتن از حوزه نفوذ ربوب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حق به چنگ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مجعول و موهوم گرفتار شد، و دامن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انواع مفاسد و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 کرد.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فشار</w:t>
      </w:r>
      <w:r w:rsidRPr="004A50B5">
        <w:rPr>
          <w:rtl/>
          <w:lang w:bidi="fa-IR"/>
        </w:rPr>
        <w:t xml:space="preserve"> اربابان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به مردم، و قانع نبودن روح انسان در برابر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سا،</w:t>
      </w:r>
      <w:r w:rsidRPr="004A50B5">
        <w:rPr>
          <w:rtl/>
          <w:lang w:bidi="fa-IR"/>
        </w:rPr>
        <w:t xml:space="preserve"> و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نامرئ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اروپا به خصوص سردمداران صه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اوضاع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امروز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گرفتار آن هستند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سزا داشت.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1- 1) مذهب من به نقل اقوال الأئمه، ج 7،ص 48.</w:t>
      </w:r>
    </w:p>
    <w:p w:rsidR="00B41186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درصد بالا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مردان و زنان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خاطر خدا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دچار خود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علاج نشود، به فاجعه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جهت نابود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و تمدن او خواهد انجام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B41186" w:rsidP="00C96E96">
      <w:pPr>
        <w:pStyle w:val="Heading2"/>
        <w:rPr>
          <w:rtl/>
        </w:rPr>
      </w:pPr>
      <w:r>
        <w:rPr>
          <w:rtl/>
        </w:rPr>
        <w:br w:type="page"/>
      </w:r>
      <w:bookmarkStart w:id="18" w:name="_Toc500835242"/>
      <w:bookmarkStart w:id="19" w:name="_Toc500835411"/>
      <w:r w:rsidR="004A50B5" w:rsidRPr="004A50B5">
        <w:rPr>
          <w:rFonts w:hint="eastAsia"/>
          <w:rtl/>
        </w:rPr>
        <w:lastRenderedPageBreak/>
        <w:t>انسان</w:t>
      </w:r>
      <w:r w:rsidR="004A50B5" w:rsidRPr="004A50B5">
        <w:rPr>
          <w:rtl/>
        </w:rPr>
        <w:t xml:space="preserve"> اسلام</w:t>
      </w:r>
      <w:r w:rsidR="004A50B5" w:rsidRPr="004A50B5">
        <w:rPr>
          <w:rFonts w:hint="cs"/>
          <w:rtl/>
        </w:rPr>
        <w:t>ی</w:t>
      </w:r>
      <w:bookmarkEnd w:id="18"/>
      <w:bookmarkEnd w:id="1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در فرهنگ اسلام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احسن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خدا، ظرف علم اسماء، عرصه گاه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منبع کرامت، سزاوار رشد و کمال، مسجود فرشتگان، و بالقوّه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: متق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طاهر، شاکر، صابر، ذاکر، عادل، محسن، مجاهد، مهاجر، مؤمن، زاهد، تائب، 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</w:t>
      </w:r>
      <w:r w:rsidRPr="004A50B5">
        <w:rPr>
          <w:rtl/>
          <w:lang w:bidi="fa-IR"/>
        </w:rPr>
        <w:t xml:space="preserve">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ل،</w:t>
      </w:r>
      <w:r w:rsidRPr="004A50B5">
        <w:rPr>
          <w:rtl/>
          <w:lang w:bidi="fa-IR"/>
        </w:rPr>
        <w:t xml:space="preserve">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ف،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شکوفا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اصول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مبعوث به رسالت شدند، 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باغبان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نهال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عهد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آنان قرار گرفت.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باعظمت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کتب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رساندن او به کمال مطلوب، از جانب حق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فرستاده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قرب، 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مقام لقاء اللّ</w:t>
      </w:r>
      <w:r w:rsidRPr="004A50B5">
        <w:rPr>
          <w:rFonts w:hint="cs"/>
          <w:rtl/>
          <w:lang w:bidi="fa-IR"/>
        </w:rPr>
        <w:t>ه و وجودی</w:t>
      </w:r>
      <w:r w:rsidRPr="004A50B5">
        <w:rPr>
          <w:rtl/>
          <w:lang w:bidi="fa-IR"/>
        </w:rPr>
        <w:t xml:space="preserve"> سزاوار بهشت ابد و رضوان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چراغ فطرت، نور و وجدان، عقل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مستعد بدست آوردن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عظمت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در پرتو اسلام خود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افتند،</w:t>
      </w:r>
      <w:r w:rsidRPr="004A50B5">
        <w:rPr>
          <w:rtl/>
          <w:lang w:bidi="fa-IR"/>
        </w:rPr>
        <w:t xml:space="preserve"> و به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آگاه شدند، و از برکت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جهت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اخلاق و عمل به مقامات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کم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B4118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شماره</w:t>
      </w:r>
      <w:r w:rsidRPr="004A50B5">
        <w:rPr>
          <w:rtl/>
          <w:lang w:bidi="fa-IR"/>
        </w:rPr>
        <w:t xml:space="preserve"> کردن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منابع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لت،</w:t>
      </w:r>
      <w:r w:rsidRPr="004A50B5">
        <w:rPr>
          <w:rtl/>
          <w:lang w:bidi="fa-IR"/>
        </w:rPr>
        <w:t xml:space="preserve"> و نشان دادن چهره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اوراق محدود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سّر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تنها به چند نمونه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اشاره کرد، تا دورنما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</w:t>
      </w:r>
      <w:r w:rsidR="00B4118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و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اسلام و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او روشن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سلمان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فطرت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 با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زردشت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نشد، به اشاره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آورد، آنجا هم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و شکوفا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با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آمد، و محضر نوران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فرستاد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حق را درک کرد، خود را لب چشمه آب 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وان</w:t>
      </w:r>
      <w:r w:rsidRPr="004A50B5">
        <w:rPr>
          <w:rtl/>
        </w:rPr>
        <w:t xml:space="preserve"> 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د،</w:t>
      </w:r>
      <w:r w:rsidRPr="004A50B5">
        <w:rPr>
          <w:rtl/>
        </w:rPr>
        <w:t xml:space="preserve"> و کنار گنج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ب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پا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افت،</w:t>
      </w:r>
      <w:r w:rsidRPr="004A50B5">
        <w:rPr>
          <w:rtl/>
        </w:rPr>
        <w:t xml:space="preserve"> از آن چشمه عشق وضو گرفت و از آن گنج ب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پا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کسب بهره کرد، قلبش از پرتو اتصال به حق و ق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امت</w:t>
      </w:r>
      <w:r w:rsidRPr="004A50B5">
        <w:rPr>
          <w:rtl/>
        </w:rPr>
        <w:t xml:space="preserve"> روشن شد، نفسش به مقام تزک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ه</w:t>
      </w:r>
      <w:r w:rsidRPr="004A50B5">
        <w:rPr>
          <w:rtl/>
        </w:rPr>
        <w:t xml:space="preserve"> رس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د،</w:t>
      </w:r>
      <w:r w:rsidRPr="004A50B5">
        <w:rPr>
          <w:rtl/>
        </w:rPr>
        <w:t xml:space="preserve"> اعضاء و جوارحش در مدار عمل صالح قرار گرفت، درخت شخص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او 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وه</w:t>
      </w:r>
      <w:r w:rsidRPr="004A50B5">
        <w:rPr>
          <w:rtl/>
        </w:rPr>
        <w:t xml:space="preserve"> داد، تبد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به کلم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ط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به</w:t>
      </w:r>
      <w:r w:rsidRPr="004A50B5">
        <w:rPr>
          <w:rtl/>
        </w:rPr>
        <w:t xml:space="preserve"> شد، به مراح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عال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مان</w:t>
      </w:r>
      <w:r w:rsidRPr="004A50B5">
        <w:rPr>
          <w:rtl/>
        </w:rPr>
        <w:t xml:space="preserve"> رس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د،</w:t>
      </w:r>
      <w:r w:rsidRPr="004A50B5">
        <w:rPr>
          <w:rtl/>
        </w:rPr>
        <w:t xml:space="preserve"> خورش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Pr="004A50B5">
        <w:rPr>
          <w:rtl/>
        </w:rPr>
        <w:t xml:space="preserve"> حق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قت</w:t>
      </w:r>
      <w:r w:rsidRPr="004A50B5">
        <w:rPr>
          <w:rtl/>
        </w:rPr>
        <w:t xml:space="preserve"> از افق وجودش طلوع کرد، بجا</w:t>
      </w:r>
      <w:r w:rsidRPr="004A50B5">
        <w:rPr>
          <w:rFonts w:hint="cs"/>
          <w:rtl/>
        </w:rPr>
        <w:t>یی</w:t>
      </w:r>
      <w:r w:rsidRPr="004A50B5">
        <w:rPr>
          <w:rtl/>
        </w:rPr>
        <w:t xml:space="preserve"> رس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Pr="004A50B5">
        <w:rPr>
          <w:rtl/>
        </w:rPr>
        <w:t xml:space="preserve"> که پ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امبر</w:t>
      </w:r>
      <w:r w:rsidRPr="004A50B5">
        <w:rPr>
          <w:rtl/>
        </w:rPr>
        <w:t xml:space="preserve"> اسلام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 فرمود: سَلْم</w:t>
      </w:r>
      <w:r w:rsidRPr="004A50B5">
        <w:rPr>
          <w:rFonts w:hint="cs"/>
          <w:rtl/>
          <w:lang w:bidi="fa-IR"/>
        </w:rPr>
        <w:t>انُ مِنّا أَهْلَ الْبَیْ</w:t>
      </w:r>
      <w:r w:rsidRPr="004A50B5">
        <w:rPr>
          <w:rFonts w:hint="eastAsia"/>
          <w:rtl/>
          <w:lang w:bidi="fa-IR"/>
        </w:rPr>
        <w:t>تِ،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یَ</w:t>
      </w:r>
      <w:r w:rsidRPr="004A50B5">
        <w:rPr>
          <w:rFonts w:hint="eastAsia"/>
          <w:rtl/>
          <w:lang w:bidi="fa-IR"/>
        </w:rPr>
        <w:t>مْنَحُ</w:t>
      </w:r>
      <w:r w:rsidRPr="004A50B5">
        <w:rPr>
          <w:rtl/>
          <w:lang w:bidi="fa-IR"/>
        </w:rPr>
        <w:t xml:space="preserve"> الْحِکْمَهَ وَ </w:t>
      </w:r>
      <w:r w:rsidRPr="004A50B5">
        <w:rPr>
          <w:rFonts w:hint="cs"/>
          <w:rtl/>
          <w:lang w:bidi="fa-IR"/>
        </w:rPr>
        <w:t>یُ</w:t>
      </w:r>
      <w:r w:rsidRPr="004A50B5">
        <w:rPr>
          <w:rFonts w:hint="eastAsia"/>
          <w:rtl/>
          <w:lang w:bidi="fa-IR"/>
        </w:rPr>
        <w:t>ؤْتِ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الْبُرْه</w:t>
      </w:r>
      <w:r w:rsidRPr="004A50B5">
        <w:rPr>
          <w:rFonts w:hint="cs"/>
          <w:rtl/>
          <w:lang w:bidi="fa-IR"/>
        </w:rPr>
        <w:t>انَ.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سلمان</w:t>
      </w:r>
      <w:r w:rsidRPr="004A50B5">
        <w:rPr>
          <w:rtl/>
          <w:lang w:bidi="fa-IR"/>
        </w:rPr>
        <w:t xml:space="preserve"> از ما اهل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است، حکمت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بخشد، و برهان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 فرمود: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بَحْرٌ</w:t>
      </w:r>
      <w:r w:rsidRPr="004A50B5">
        <w:rPr>
          <w:rtl/>
          <w:lang w:bidi="fa-IR"/>
        </w:rPr>
        <w:t xml:space="preserve"> لا</w:t>
      </w:r>
      <w:r w:rsidRPr="004A50B5">
        <w:rPr>
          <w:rFonts w:hint="cs"/>
          <w:rtl/>
          <w:lang w:bidi="fa-IR"/>
        </w:rPr>
        <w:t xml:space="preserve"> یُ</w:t>
      </w:r>
      <w:r w:rsidRPr="004A50B5">
        <w:rPr>
          <w:rFonts w:hint="eastAsia"/>
          <w:rtl/>
          <w:lang w:bidi="fa-IR"/>
        </w:rPr>
        <w:t>نْزَفُ</w:t>
      </w:r>
      <w:r w:rsidRPr="004A50B5">
        <w:rPr>
          <w:rtl/>
          <w:lang w:bidi="fa-IR"/>
        </w:rPr>
        <w:t xml:space="preserve"> وَ کَنْزٌ لا</w:t>
      </w:r>
      <w:r w:rsidRPr="004A50B5">
        <w:rPr>
          <w:rFonts w:hint="cs"/>
          <w:rtl/>
          <w:lang w:bidi="fa-IR"/>
        </w:rPr>
        <w:t xml:space="preserve"> یَ</w:t>
      </w:r>
      <w:r w:rsidRPr="004A50B5">
        <w:rPr>
          <w:rFonts w:hint="eastAsia"/>
          <w:rtl/>
          <w:lang w:bidi="fa-IR"/>
        </w:rPr>
        <w:t>نْفَدُ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B41186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سلمان</w:t>
      </w:r>
      <w:r w:rsidR="004A50B5" w:rsidRPr="004A50B5">
        <w:rPr>
          <w:rtl/>
          <w:lang w:bidi="fa-IR"/>
        </w:rPr>
        <w:t xml:space="preserve">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است که کش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شود،و گنج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پا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پذ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فرمود: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را ده مقام است، و سلمان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ده مقام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را به محبت چهار نفر دستور داد،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ها سلمان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تحفه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اثر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 با اهل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تناول کرد، و بهشت عاشق او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منصور</w:t>
      </w:r>
      <w:r w:rsidRPr="004A50B5">
        <w:rPr>
          <w:rtl/>
          <w:lang w:bidi="fa-IR"/>
        </w:rPr>
        <w:t xml:space="preserve"> بن برزخ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حضرت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عرضه داشتم از سلمان فراوان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فرمود: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سه علت: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خواسته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برخواسته خودش در تمام شؤون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ات،</w:t>
      </w:r>
      <w:r w:rsidRPr="004A50B5">
        <w:rPr>
          <w:rtl/>
          <w:lang w:bidi="fa-IR"/>
        </w:rPr>
        <w:t xml:space="preserve">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دستان،</w:t>
      </w:r>
      <w:r w:rsidRPr="004A50B5">
        <w:rPr>
          <w:rtl/>
          <w:lang w:bidi="fa-IR"/>
        </w:rPr>
        <w:t xml:space="preserve"> عشقش به علم و دانش و دانشمندان.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عبد اللّه بن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عفور</w:t>
      </w:r>
      <w:r w:rsidRPr="004A50B5">
        <w:rPr>
          <w:rtl/>
          <w:lang w:bidi="fa-IR"/>
        </w:rPr>
        <w:t xml:space="preserve">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 حضرت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عظمت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انسان رشد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به مفضل بن عمر کوف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نوشت: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عبد</w:t>
      </w:r>
      <w:r w:rsidRPr="004A50B5">
        <w:rPr>
          <w:rtl/>
          <w:lang w:bidi="fa-IR"/>
        </w:rPr>
        <w:t xml:space="preserve"> اللّه بن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عفور</w:t>
      </w:r>
      <w:r w:rsidRPr="004A50B5">
        <w:rPr>
          <w:rtl/>
          <w:lang w:bidi="fa-IR"/>
        </w:rPr>
        <w:t xml:space="preserve"> که صلوات خدا بر او باد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عهد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خدا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امام خود بر عهده داشت وفا کرد،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رفت، صلوات خدا بر روح او، اثرش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بود،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کوشش او مشکور شد، غفران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افت،</w:t>
      </w:r>
      <w:r w:rsidRPr="004A50B5">
        <w:rPr>
          <w:rtl/>
          <w:lang w:bidi="fa-IR"/>
        </w:rPr>
        <w:t xml:space="preserve"> از برکت رضا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خداوند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ا</w:t>
      </w:r>
      <w:r w:rsidRPr="004A50B5">
        <w:rPr>
          <w:rFonts w:hint="eastAsia"/>
          <w:rtl/>
          <w:lang w:bidi="fa-IR"/>
        </w:rPr>
        <w:t>مام</w:t>
      </w:r>
      <w:r w:rsidRPr="004A50B5">
        <w:rPr>
          <w:rtl/>
          <w:lang w:bidi="fa-IR"/>
        </w:rPr>
        <w:t xml:space="preserve"> واجب الاطاعه اش به رحمت حق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</w:t>
      </w:r>
      <w:r w:rsidRPr="004A50B5">
        <w:rPr>
          <w:rtl/>
          <w:lang w:bidi="fa-IR"/>
        </w:rPr>
        <w:t>. به حق فرزند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رابطه به رسول خدا، در زمان ما </w:t>
      </w:r>
      <w:r w:rsidRPr="004A50B5">
        <w:rPr>
          <w:rtl/>
          <w:lang w:bidi="fa-IR"/>
        </w:rPr>
        <w:lastRenderedPageBreak/>
        <w:t>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نسبت به خداوند و رسول حق و امامش مط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تر از او نبود،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برنامه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داشت، تا خداوند او را به جانب رحمتش سوق داد، و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رسول خدا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بهشت ساکن نمود، منزلش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منزل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داد، گر چه آن منازل و درجات در آن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گاه</w:t>
      </w:r>
      <w:r w:rsidRPr="004A50B5">
        <w:rPr>
          <w:rtl/>
          <w:lang w:bidi="fa-IR"/>
        </w:rPr>
        <w:t xml:space="preserve"> 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خداوند به رضا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او دارم رضا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مغفرتش را بر او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. </w:t>
      </w:r>
      <w:r w:rsidRPr="00111539">
        <w:rPr>
          <w:rStyle w:val="libFootnotenumChar"/>
          <w:rtl/>
        </w:rPr>
        <w:t>(1)</w:t>
      </w:r>
      <w:r w:rsidRPr="004A50B5">
        <w:rPr>
          <w:rtl/>
          <w:lang w:bidi="fa-IR"/>
        </w:rPr>
        <w:t>عبد اللّ</w:t>
      </w:r>
      <w:r w:rsidRPr="004A50B5">
        <w:rPr>
          <w:rFonts w:hint="cs"/>
          <w:rtl/>
          <w:lang w:bidi="fa-IR"/>
        </w:rPr>
        <w:t>ه بن مسعود می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تنها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آرزو دارم که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آن آرزو بر من محال شده: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جنگ تبوک در دل شب از خواب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شدم، شعله آتش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گوش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اردوگاه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رفتم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tl/>
          <w:lang w:bidi="fa-IR"/>
        </w:rPr>
        <w:t xml:space="preserve"> چه خبر است،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عبد اللّ</w:t>
      </w:r>
      <w:r w:rsidRPr="004A50B5">
        <w:rPr>
          <w:rFonts w:hint="cs"/>
          <w:rtl/>
          <w:lang w:bidi="fa-IR"/>
        </w:rPr>
        <w:t>ه مزنی</w:t>
      </w:r>
      <w:r w:rsidRPr="004A50B5">
        <w:rPr>
          <w:rtl/>
          <w:lang w:bidi="fa-IR"/>
        </w:rPr>
        <w:t xml:space="preserve"> جان سپرده،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دو نفر از مسلمانان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دفن او آتش افروخته اند، من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منظره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ستادم</w:t>
      </w:r>
      <w:r w:rsidRPr="004A50B5">
        <w:rPr>
          <w:rtl/>
          <w:lang w:bidi="fa-IR"/>
        </w:rPr>
        <w:t xml:space="preserve"> تا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tl/>
          <w:lang w:bidi="fa-IR"/>
        </w:rPr>
        <w:t xml:space="preserve">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شود؟ قبر آماده شد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قبر رفت و فرمود: برادرتان را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آن دو نفر عبد اللّ</w:t>
      </w:r>
      <w:r w:rsidRPr="004A50B5">
        <w:rPr>
          <w:rFonts w:hint="cs"/>
          <w:rtl/>
          <w:lang w:bidi="fa-IR"/>
        </w:rPr>
        <w:t>ه را بدست رسول خدا دادند، حضرت او را در می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قبر گذاشت و گفت: خداوندا من از او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هستم، تو هم از او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 آرزو دارم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کاش صاحب آن قبر من بودم،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رفته و من از عاقبتم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خبرم، و آن آرزو بر دلم مانده، 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آن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ممکن است!</w:t>
      </w:r>
    </w:p>
    <w:p w:rsidR="004A50B5" w:rsidRPr="00111539" w:rsidRDefault="00111539" w:rsidP="001115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رجال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،ص</w:t>
      </w:r>
      <w:r w:rsidRPr="004A50B5">
        <w:rPr>
          <w:rtl/>
          <w:lang w:bidi="fa-IR"/>
        </w:rPr>
        <w:t xml:space="preserve"> 215.</w:t>
      </w:r>
    </w:p>
    <w:p w:rsidR="004A50B5" w:rsidRPr="004A50B5" w:rsidRDefault="00111539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مدرسه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جهان، و مکتب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شرق و غرب از تعال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لازم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انسان ساز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است، انسان ها در آن مدارس و مکتب ها تغذ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روح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فکر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اخلاق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شوند، به ناچار پس از مدت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آن منابع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گردانده، به آزاد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شرط،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آورند و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پارچه بنده و برده شهوات و 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ال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شوند، و چون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وانات</w:t>
      </w:r>
      <w:r w:rsidR="004A50B5" w:rsidRPr="004A50B5">
        <w:rPr>
          <w:rtl/>
          <w:lang w:bidi="fa-IR"/>
        </w:rPr>
        <w:t xml:space="preserve"> و بلکه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بندوبارتر از آنان 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شکم و شهوت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 و فرهنگ و تمدن و علم و صنعت و همه مواهب و نعمتها را در خدمت شکم و غر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زه</w:t>
      </w:r>
      <w:r w:rsidR="004A50B5" w:rsidRPr="004A50B5">
        <w:rPr>
          <w:rtl/>
          <w:lang w:bidi="fa-IR"/>
        </w:rPr>
        <w:t xml:space="preserve"> جنس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رند</w:t>
      </w:r>
      <w:r w:rsidR="004A50B5"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جوامع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روزگار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کار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شکم 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شهوت 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کنند. و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برنامه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با کمال تأسف چنانکه از گفتگوها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 آنان در اروپا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مرگ را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خاموش شدن چراغ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فرو رفتن در عدم مطلق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حقه، و اخلاق حسنه، و اعمال صالحه، و امور مثبته، و حالات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کمالات نفس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ندارند،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کردن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امور، در وجود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حس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کنند.</w:t>
      </w:r>
      <w:r w:rsidR="0011153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از اهداف مثبته و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به تمام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لذّات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کار و کوشش و خوردن و آشام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و ارضا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هر شکل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ممکن باشد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>.</w:t>
      </w:r>
      <w:r w:rsidR="00111539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آنچه</w:t>
      </w:r>
      <w:r w:rsidRPr="004A50B5">
        <w:rPr>
          <w:rtl/>
          <w:lang w:bidi="fa-IR"/>
        </w:rPr>
        <w:t xml:space="preserve"> من در اروپا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و در رابطه با ملّت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از نوشتن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انش</w:t>
      </w:r>
      <w:r w:rsidRPr="004A50B5">
        <w:rPr>
          <w:rtl/>
          <w:lang w:bidi="fa-IR"/>
        </w:rPr>
        <w:t xml:space="preserve"> شرم دارم، تنها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توانم در رابطه با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اظهار کنم،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با تمام وجود از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شده، و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صحرا و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هوا شده اند،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تمام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اعم از وحش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اهل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نمونه ندارند.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 هم ناگفته نگذارم که از نظر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حاکم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مربوط به امور</w:t>
      </w:r>
      <w:r w:rsidR="0011153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نظم و انضباط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ماندن و شکم 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شهوت 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شرط در سطح بالا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قرار دارند.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شما</w:t>
      </w:r>
      <w:r w:rsidRPr="004A50B5">
        <w:rPr>
          <w:rtl/>
          <w:lang w:bidi="fa-IR"/>
        </w:rPr>
        <w:t xml:space="preserve"> نمونه مسائل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در جهت رشد و تکامل انسان،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مکتب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مکاتب موجود جهان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ادعا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 آن را دارند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به گوشه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شکوفا کردن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و رسان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او به اوج کمال و عظمت است اشاره کرده، باشد که دل مشتاقان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متوجه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مدرسه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حق را غن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دانسته وجود خود را به آن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معاذ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جانب رسول خدا مأمور به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شدم، به وقت وداع مرا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حت</w:t>
      </w:r>
      <w:r w:rsidRPr="004A50B5">
        <w:rPr>
          <w:rtl/>
          <w:lang w:bidi="fa-IR"/>
        </w:rPr>
        <w:t xml:space="preserve"> کرد، و به آراسته شدن به مسائل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نمود، در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سفارشات آمده: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أُوص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</w:rPr>
        <w:t>کَ</w:t>
      </w:r>
      <w:r w:rsidRPr="004A50B5">
        <w:rPr>
          <w:rtl/>
        </w:rPr>
        <w:t xml:space="preserve"> بِتَقْوَ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الل</w:t>
      </w:r>
      <w:r w:rsidRPr="004A50B5">
        <w:rPr>
          <w:rFonts w:hint="cs"/>
          <w:rtl/>
        </w:rPr>
        <w:t>ّهِ، وَ صِدْقِ الْحَدی</w:t>
      </w:r>
      <w:r w:rsidRPr="004A50B5">
        <w:rPr>
          <w:rFonts w:hint="eastAsia"/>
          <w:rtl/>
        </w:rPr>
        <w:t>ثِ،</w:t>
      </w:r>
      <w:r w:rsidRPr="004A50B5">
        <w:rPr>
          <w:rtl/>
        </w:rPr>
        <w:t xml:space="preserve"> وَ الْوَف</w:t>
      </w:r>
      <w:r w:rsidRPr="004A50B5">
        <w:rPr>
          <w:rFonts w:hint="cs"/>
          <w:rtl/>
        </w:rPr>
        <w:t>اءِ بِالْعَهْدِ، وَ اداءِ اْلاَمانَهِ، وَ تَرْکِ الْخِی</w:t>
      </w:r>
      <w:r w:rsidRPr="004A50B5">
        <w:rPr>
          <w:rFonts w:hint="eastAsia"/>
          <w:rtl/>
        </w:rPr>
        <w:t>انَهِ،</w:t>
      </w:r>
      <w:r w:rsidRPr="004A50B5">
        <w:rPr>
          <w:rtl/>
        </w:rPr>
        <w:t xml:space="preserve"> وَ حِفْظِ الجار،و رحمه ال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م،و</w:t>
      </w:r>
      <w:r w:rsidRPr="004A50B5">
        <w:rPr>
          <w:rtl/>
        </w:rPr>
        <w:t xml:space="preserve"> ل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الکلام،و بذل السلام،و حسن العمل،و قصر الامل، و لزوم الا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مان،و</w:t>
      </w:r>
      <w:r w:rsidRPr="004A50B5">
        <w:rPr>
          <w:rtl/>
        </w:rPr>
        <w:t xml:space="preserve"> الفقه ف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القرآن،و حب الا</w:t>
      </w:r>
      <w:r w:rsidRPr="004A50B5">
        <w:rPr>
          <w:rFonts w:hint="cs"/>
          <w:rtl/>
        </w:rPr>
        <w:t>خره،و ال</w:t>
      </w:r>
      <w:r w:rsidRPr="004A50B5">
        <w:rPr>
          <w:rFonts w:hint="eastAsia"/>
          <w:rtl/>
        </w:rPr>
        <w:t>جزع</w:t>
      </w:r>
      <w:r w:rsidRPr="004A50B5">
        <w:rPr>
          <w:rtl/>
        </w:rPr>
        <w:t xml:space="preserve"> من الحساب،و خفض الجناح، و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اک</w:t>
      </w:r>
      <w:r w:rsidRPr="004A50B5">
        <w:rPr>
          <w:rtl/>
        </w:rPr>
        <w:t xml:space="preserve"> ان تسب حک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ماً،او</w:t>
      </w:r>
      <w:r w:rsidRPr="004A50B5">
        <w:rPr>
          <w:rtl/>
        </w:rPr>
        <w:t xml:space="preserve"> تکذب صادقاً،او تط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ع</w:t>
      </w:r>
      <w:r w:rsidRPr="004A50B5">
        <w:rPr>
          <w:rtl/>
        </w:rPr>
        <w:t xml:space="preserve"> آثماً،او تعص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اماماً عادلاً: </w:t>
      </w:r>
      <w:r w:rsidRPr="00111539">
        <w:rPr>
          <w:rStyle w:val="libFootnotenumChar"/>
          <w:rtl/>
        </w:rPr>
        <w:t>(1)</w:t>
      </w:r>
      <w:r w:rsidRPr="004A50B5">
        <w:rPr>
          <w:rtl/>
        </w:rPr>
        <w:t>تور اسفارش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کنم به تقوا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اله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عن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خود دار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</w:t>
      </w:r>
      <w:r w:rsidRPr="004A50B5">
        <w:rPr>
          <w:rtl/>
        </w:rPr>
        <w:lastRenderedPageBreak/>
        <w:t>از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گناهان،و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گفتار،و وفا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مان،و</w:t>
      </w:r>
      <w:r w:rsidRPr="004A50B5">
        <w:rPr>
          <w:rtl/>
          <w:lang w:bidi="fa-IR"/>
        </w:rPr>
        <w:t xml:space="preserve">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امانت،و ترک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انت،حفظ</w:t>
      </w:r>
      <w:r w:rsidRPr="004A50B5">
        <w:rPr>
          <w:rtl/>
          <w:lang w:bidi="fa-IR"/>
        </w:rPr>
        <w:t xml:space="preserve"> حقوق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ه،و</w:t>
      </w:r>
      <w:r w:rsidRPr="004A50B5">
        <w:rPr>
          <w:rtl/>
          <w:lang w:bidi="fa-IR"/>
        </w:rPr>
        <w:t xml:space="preserve"> مهربان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م،و</w:t>
      </w:r>
      <w:r w:rsidRPr="004A50B5">
        <w:rPr>
          <w:rtl/>
          <w:lang w:bidi="fa-IR"/>
        </w:rPr>
        <w:t xml:space="preserve"> نرم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گفتار،و سلام به مردم،و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عمل،و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آرزو،و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مان،و</w:t>
      </w:r>
      <w:r w:rsidRPr="004A50B5">
        <w:rPr>
          <w:rtl/>
          <w:lang w:bidi="fa-IR"/>
        </w:rPr>
        <w:t xml:space="preserve"> فهم قرآن،و عشق،به آخرت،و وحشت از حساب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امت،و</w:t>
      </w:r>
      <w:r w:rsidRPr="004A50B5">
        <w:rPr>
          <w:rtl/>
          <w:lang w:bidi="fa-IR"/>
        </w:rPr>
        <w:t xml:space="preserve"> فروتن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خاکسار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ناسزاگو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،و</w:t>
      </w:r>
      <w:r w:rsidRPr="004A50B5">
        <w:rPr>
          <w:rtl/>
          <w:lang w:bidi="fa-IR"/>
        </w:rPr>
        <w:t xml:space="preserve">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تکذ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،و</w:t>
      </w:r>
      <w:r w:rsidRPr="004A50B5">
        <w:rPr>
          <w:rtl/>
          <w:lang w:bidi="fa-IR"/>
        </w:rPr>
        <w:t xml:space="preserve"> زشت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،و</w:t>
      </w:r>
      <w:r w:rsidRPr="004A50B5">
        <w:rPr>
          <w:rtl/>
          <w:lang w:bidi="fa-IR"/>
        </w:rPr>
        <w:t xml:space="preserve"> از امام عادل سر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معارف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براساس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 تشب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درخت شده،که</w:t>
      </w:r>
    </w:p>
    <w:p w:rsidR="004A50B5" w:rsidRPr="00111539" w:rsidRDefault="00111539" w:rsidP="001115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بحار، ج 74.</w:t>
      </w:r>
    </w:p>
    <w:p w:rsidR="004A50B5" w:rsidRPr="004A50B5" w:rsidRDefault="00111539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دانه</w:t>
      </w:r>
      <w:r w:rsidR="004A50B5" w:rsidRPr="004A50B5">
        <w:rPr>
          <w:rtl/>
          <w:lang w:bidi="fa-IR"/>
        </w:rPr>
        <w:t xml:space="preserve"> اول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و 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اصل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 درخت لطف حق،و باغبان و برزگر آن 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امام،و مالک درخت خداوند،و سرزم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آن روح انسان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درخت عروق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هفت مقام،و شاخ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هفت مرحله،و هفت برگ و هفت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وه،شمرده</w:t>
      </w:r>
      <w:r w:rsidRPr="004A50B5">
        <w:rPr>
          <w:rtl/>
          <w:lang w:bidi="fa-IR"/>
        </w:rPr>
        <w:t xml:space="preserve"> اند که از هفت آب و از هفت بر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چون به لقاء حق رسد هفت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</w:t>
      </w:r>
      <w:r w:rsidR="00111539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 xml:space="preserve">عروق: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ن،توکل،رضا،صبر،خوف</w:t>
      </w:r>
      <w:r w:rsidRPr="004A50B5">
        <w:rPr>
          <w:rtl/>
          <w:lang w:bidi="fa-IR"/>
        </w:rPr>
        <w:t xml:space="preserve"> از مقام حق،رجا،تسل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شاخه:طهارت،نماز،صدقات،روزه، جهاد، حسن خلق،امر به معروف.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برگ:صفا،حمد،ثناء اله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،اخلاص،خضوع،حرمت،وفا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>:انابت،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ا،</w:t>
      </w:r>
      <w:r w:rsidRPr="004A50B5">
        <w:rPr>
          <w:rtl/>
          <w:lang w:bidi="fa-IR"/>
        </w:rPr>
        <w:t xml:space="preserve"> تجر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د،قلب</w:t>
      </w:r>
      <w:r w:rsidRPr="004A50B5">
        <w:rPr>
          <w:rtl/>
          <w:lang w:bidi="fa-IR"/>
        </w:rPr>
        <w:t xml:space="preserve"> از ما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اللّ</w:t>
      </w:r>
      <w:r w:rsidRPr="004A50B5">
        <w:rPr>
          <w:rFonts w:hint="cs"/>
          <w:rtl/>
          <w:lang w:bidi="fa-IR"/>
        </w:rPr>
        <w:t>ه، تفری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زهد، محبت -شوق.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5 - باران:کفا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ولا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قرب، نعمت،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6 - ابر:رحمت، کرامت، جود، لطافت، احسان، امتنان، مغفرت.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7 - تعهد بر:فقر، مسکنت، زهد، جوع، ذلّت، انکسار، افتقار.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lastRenderedPageBreak/>
        <w:t>8 -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:جزاء، عطا، نعماء، خلد، بقاء، رضا، لقا. </w:t>
      </w:r>
      <w:r w:rsidRPr="00111539">
        <w:rPr>
          <w:rStyle w:val="libFootnotenumChar"/>
          <w:rtl/>
        </w:rPr>
        <w:t>(1)</w:t>
      </w:r>
      <w:r w:rsidRPr="004A50B5">
        <w:rPr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امور که همه و همه در ظرف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است،و هر مرد و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اسلام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آراسته شدن به آنها را دارند، اگر بخواهد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شود،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کتاب مفصّل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دچار حجاب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آن حجاب ها مانع از تاب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نور حق در وجود آنها شده، حجاب جسم، حجاب شهوات، حجاب غرائز، حجاب مال و منال، حجاب دانش و صنعت، حجاب 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غرور،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اتصال به اسلام مهاجر از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حجاب هاست.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حجاب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روح جان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دارد، نور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دلش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تابد، و آن نور با رفتن هر حجاب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تمام فضا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و دل را فرا</w:t>
      </w:r>
    </w:p>
    <w:p w:rsidR="004A50B5" w:rsidRPr="00111539" w:rsidRDefault="00111539" w:rsidP="001115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روح الأرواح، 123.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شرح صدر حاصل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پس از شرح صدر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کشف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حاصل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که هر چه را خداوند 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امامان به آن دعوت کرده اند نظام اتمّ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باعث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انسان است، و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انشراح پاک شدن دل و جان از ل</w:t>
      </w:r>
      <w:r w:rsidRPr="004A50B5">
        <w:rPr>
          <w:rFonts w:hint="eastAsia"/>
          <w:rtl/>
          <w:lang w:bidi="fa-IR"/>
        </w:rPr>
        <w:t>وث</w:t>
      </w:r>
      <w:r w:rsidRPr="004A50B5">
        <w:rPr>
          <w:rtl/>
          <w:lang w:bidi="fa-IR"/>
        </w:rPr>
        <w:t xml:space="preserve"> صفات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است، صفات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هر کدامشان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علت خذلان انسان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گردد.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ذمائم عبارتند از: شرک، کفر، نفاق، عجب،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ا،</w:t>
      </w:r>
      <w:r w:rsidRPr="004A50B5">
        <w:rPr>
          <w:rtl/>
          <w:lang w:bidi="fa-IR"/>
        </w:rPr>
        <w:t xml:space="preserve"> غرور، حسد، حرص، طمع، تکبر،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نه،</w:t>
      </w:r>
      <w:r w:rsidRPr="004A50B5">
        <w:rPr>
          <w:rtl/>
          <w:lang w:bidi="fa-IR"/>
        </w:rPr>
        <w:t xml:space="preserve"> خودب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خودپسند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و...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قلب و جان به نور حق روشن شود،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آن اطاعت از تمام اوامر حق 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امامان، و اجتناب از محرمات و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 رابطه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انسان 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قد</w:t>
      </w:r>
      <w:r w:rsidRPr="004A50B5">
        <w:rPr>
          <w:rtl/>
          <w:lang w:bidi="fa-IR"/>
        </w:rPr>
        <w:t xml:space="preserve"> خلع سراب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الشهوات، و تخل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الهموم الا واحداً، انفرد به، فخرج من صفه العم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مشارکه اهل الهو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صار من مفات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ابواب الهد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مغال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ابواب الرد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 ابصر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قه،</w:t>
      </w:r>
      <w:r w:rsidRPr="004A50B5">
        <w:rPr>
          <w:rtl/>
          <w:lang w:bidi="fa-IR"/>
        </w:rPr>
        <w:t xml:space="preserve"> و سلک سب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له،</w:t>
      </w:r>
      <w:r w:rsidRPr="004A50B5">
        <w:rPr>
          <w:rtl/>
          <w:lang w:bidi="fa-IR"/>
        </w:rPr>
        <w:t xml:space="preserve"> و عرف مناره، و قطع غماره، و استمسک من العر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باوثقها و من الجبال بامتنها، فهو من 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مثل ضوء الشمس. </w:t>
      </w:r>
      <w:r w:rsidRPr="00111539">
        <w:rPr>
          <w:rStyle w:val="libFootnotenumChar"/>
          <w:rtl/>
        </w:rPr>
        <w:t>(1)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جامه</w:t>
      </w:r>
      <w:r w:rsidRPr="004A50B5">
        <w:rPr>
          <w:rtl/>
          <w:lang w:bidi="fa-IR"/>
        </w:rPr>
        <w:t xml:space="preserve"> شهوات را از وجودش بدر آورد، و از تمام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 جز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مقامات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شد، از گردونه کوردل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آمد، و از مشارکت در شکل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اهل هوا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ابواب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بازگشا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شد، و ابواب ضلالت و گمراه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قفل بستن شد، راهش را شناخت،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مود،</w:t>
      </w:r>
      <w:r w:rsidRPr="004A50B5">
        <w:rPr>
          <w:rtl/>
          <w:lang w:bidi="fa-IR"/>
        </w:rPr>
        <w:t xml:space="preserve"> نشانه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افت،</w:t>
      </w:r>
      <w:r w:rsidRPr="004A50B5">
        <w:rPr>
          <w:rtl/>
          <w:lang w:bidi="fa-IR"/>
        </w:rPr>
        <w:t xml:space="preserve">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پشت سر گذاشت، از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ها به محکم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چنگ زد، از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سمان</w:t>
      </w:r>
      <w:r w:rsidRPr="004A50B5">
        <w:rPr>
          <w:rtl/>
          <w:lang w:bidi="fa-IR"/>
        </w:rPr>
        <w:t xml:space="preserve"> ها به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متصل شد، او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همانند نور آفتاب است.</w:t>
      </w:r>
    </w:p>
    <w:p w:rsid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چه من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نوشتار قصد نشان دادن گوشه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حضرت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را که از چهره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برجسته مکتب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دارم،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</w:t>
      </w:r>
    </w:p>
    <w:p w:rsidR="00111539" w:rsidRPr="00111539" w:rsidRDefault="00111539" w:rsidP="004A50B5">
      <w:pPr>
        <w:pStyle w:val="libNormal"/>
        <w:rPr>
          <w:rFonts w:cs="Times New Roman"/>
          <w:rtl/>
          <w:lang w:bidi="fa-IR"/>
        </w:rPr>
      </w:pPr>
      <w:r>
        <w:rPr>
          <w:rFonts w:cs="Times New Roman" w:hint="cs"/>
          <w:rtl/>
          <w:lang w:bidi="fa-IR"/>
        </w:rPr>
        <w:t>___________________________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نهج البلاغه: خطبه 86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لازم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tl/>
          <w:lang w:bidi="fa-IR"/>
        </w:rPr>
        <w:t xml:space="preserve"> که انسان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 و استعدادها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شگرف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آفتاب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حق قرار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از انسان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برتر از تمام موجودات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بالاتر از فرشته مقرب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سازد، و اگر دور از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بماند، گر چه در عمل و صنعت و تمدن و مدن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شرفت چشمگ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از او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پست تر از تمام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بوجود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!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وجود آن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 و استعدادها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اعجاب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رشد و کمالش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هدا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حق وجود انسان ها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باعظمت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است که در گردون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نبوت و امامت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عمل صالح ظهور کردند و صفحات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را به نور خود روشن نموده و به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تمدن آبرو دادند.</w:t>
      </w:r>
    </w:p>
    <w:p w:rsidR="004A50B5" w:rsidRPr="004A50B5" w:rsidRDefault="00111539" w:rsidP="00111539">
      <w:pPr>
        <w:pStyle w:val="Heading1"/>
        <w:rPr>
          <w:rtl/>
        </w:rPr>
      </w:pPr>
      <w:r>
        <w:rPr>
          <w:rtl/>
        </w:rPr>
        <w:br w:type="page"/>
      </w:r>
      <w:bookmarkStart w:id="20" w:name="_Toc500835243"/>
      <w:bookmarkStart w:id="21" w:name="_Toc500835412"/>
      <w:r w:rsidR="004A50B5" w:rsidRPr="004A50B5">
        <w:rPr>
          <w:rFonts w:hint="eastAsia"/>
          <w:rtl/>
        </w:rPr>
        <w:lastRenderedPageBreak/>
        <w:t>بخش</w:t>
      </w:r>
      <w:r w:rsidR="004A50B5" w:rsidRPr="004A50B5">
        <w:rPr>
          <w:rtl/>
        </w:rPr>
        <w:t xml:space="preserve"> دوم</w:t>
      </w:r>
      <w:bookmarkEnd w:id="20"/>
      <w:bookmarkEnd w:id="21"/>
    </w:p>
    <w:p w:rsidR="004A50B5" w:rsidRPr="004A50B5" w:rsidRDefault="004A50B5" w:rsidP="00111539">
      <w:pPr>
        <w:pStyle w:val="Heading2"/>
        <w:rPr>
          <w:rtl/>
        </w:rPr>
      </w:pPr>
      <w:bookmarkStart w:id="22" w:name="_Toc500835244"/>
      <w:bookmarkStart w:id="23" w:name="_Toc500835413"/>
      <w:r w:rsidRPr="004A50B5">
        <w:rPr>
          <w:rtl/>
        </w:rPr>
        <w:t>چهره انب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اء</w:t>
      </w:r>
      <w:r w:rsidRPr="004A50B5">
        <w:rPr>
          <w:rtl/>
        </w:rPr>
        <w:t xml:space="preserve"> بهتر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دل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بر حقا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</w:t>
      </w:r>
      <w:r w:rsidRPr="004A50B5">
        <w:rPr>
          <w:rtl/>
        </w:rPr>
        <w:t xml:space="preserve"> و کمالات انسان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 چهره 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پ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روز</w:t>
      </w:r>
      <w:r w:rsidRPr="004A50B5">
        <w:rPr>
          <w:rtl/>
        </w:rPr>
        <w:t xml:space="preserve"> و جاودان</w:t>
      </w:r>
      <w:bookmarkEnd w:id="22"/>
      <w:bookmarkEnd w:id="23"/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کمالات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جاودان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</w:t>
      </w:r>
      <w:r w:rsidR="00111539" w:rsidRPr="00111539">
        <w:rPr>
          <w:rStyle w:val="libAlaemChar"/>
          <w:rFonts w:eastAsiaTheme="minorHAnsi"/>
          <w:rtl/>
        </w:rPr>
        <w:t>صلى‌الله‌عليه‌وآله‌وسلم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عواقب وخ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فساد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حرکت انسان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زبان امام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السلام</w:t>
      </w:r>
    </w:p>
    <w:p w:rsidR="004A50B5" w:rsidRPr="004A50B5" w:rsidRDefault="00111539" w:rsidP="00111539">
      <w:pPr>
        <w:pStyle w:val="Heading2"/>
        <w:rPr>
          <w:rtl/>
        </w:rPr>
      </w:pPr>
      <w:r>
        <w:rPr>
          <w:rtl/>
        </w:rPr>
        <w:br w:type="page"/>
      </w:r>
      <w:bookmarkStart w:id="24" w:name="_Toc500835245"/>
      <w:bookmarkStart w:id="25" w:name="_Toc500835414"/>
      <w:r w:rsidR="004A50B5" w:rsidRPr="004A50B5">
        <w:rPr>
          <w:rFonts w:hint="eastAsia"/>
          <w:rtl/>
        </w:rPr>
        <w:lastRenderedPageBreak/>
        <w:t>چهره</w:t>
      </w:r>
      <w:r w:rsidR="004A50B5" w:rsidRPr="004A50B5">
        <w:rPr>
          <w:rtl/>
        </w:rPr>
        <w:t xml:space="preserve"> انب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اء</w:t>
      </w:r>
      <w:r w:rsidR="004A50B5" w:rsidRPr="004A50B5">
        <w:rPr>
          <w:rtl/>
        </w:rPr>
        <w:t xml:space="preserve"> بهتر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دل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ل</w:t>
      </w:r>
      <w:r w:rsidR="004A50B5" w:rsidRPr="004A50B5">
        <w:rPr>
          <w:rtl/>
        </w:rPr>
        <w:t xml:space="preserve"> بر حقا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ق</w:t>
      </w:r>
      <w:r w:rsidR="004A50B5" w:rsidRPr="004A50B5">
        <w:rPr>
          <w:rtl/>
        </w:rPr>
        <w:t xml:space="preserve"> و کمالات انسان</w:t>
      </w:r>
      <w:r w:rsidR="004A50B5" w:rsidRPr="004A50B5">
        <w:rPr>
          <w:rFonts w:hint="cs"/>
          <w:rtl/>
        </w:rPr>
        <w:t>ی</w:t>
      </w:r>
      <w:bookmarkEnd w:id="24"/>
      <w:bookmarkEnd w:id="2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جسم</w:t>
      </w:r>
      <w:r w:rsidRPr="004A50B5">
        <w:rPr>
          <w:rtl/>
          <w:lang w:bidi="fa-IR"/>
        </w:rPr>
        <w:t xml:space="preserve"> و جان انسان هر کدام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بقاء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خواهند، درست است که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دارد، اما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دو وجود کاملاً از هم جدا و متبا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هستند، پس هر کدام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مخصوص و مناسب به خود لازم دارند.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انواع</w:t>
      </w:r>
      <w:r w:rsidRPr="004A50B5">
        <w:rPr>
          <w:rtl/>
          <w:lang w:bidi="fa-IR"/>
        </w:rPr>
        <w:t xml:space="preserve"> خوراک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و حلال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جسم و انواع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سرچشمه گرفته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ناگفته نماند که اسلام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 و کامل است که هم سعادت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هم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آخرت را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لحاظ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راجع به بدن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مانند تکال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مربوط به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فرموده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صراحت کامل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زند:</w:t>
      </w:r>
    </w:p>
    <w:p w:rsid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خدا بر بندگانش مباح کرده و در دسترس آنان قرار داده،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و خوب را چه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ممنوع نموده.</w:t>
      </w:r>
      <w:r w:rsidRPr="00111539">
        <w:rPr>
          <w:rStyle w:val="libFootnotenumChar"/>
          <w:rtl/>
        </w:rPr>
        <w:t xml:space="preserve"> (1)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توجه داشت که نه اسلام و نه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مرام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نه به روح معتقدند و نه به عالم پس از مرگ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خوب خوردن و خوب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ستا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نکرده اند، بر عکس در تمام ملت ها از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کمالات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قائل بودند و خود آراسته به آن انوار بودند تمج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</w:p>
    <w:p w:rsidR="00111539" w:rsidRPr="00111539" w:rsidRDefault="00111539" w:rsidP="001115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الاعراف: 32.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شده،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است بر توجه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اصولاً وجود آن چنان مردان بافض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ثابت بودن و حق بودن کمالات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نفس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ائمه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بزرگ و مصلح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="0011153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قدر</w:t>
      </w:r>
      <w:r w:rsidRPr="004A50B5">
        <w:rPr>
          <w:rtl/>
          <w:lang w:bidi="fa-IR"/>
        </w:rPr>
        <w:t xml:space="preserve"> گواه صادق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که در صفحات قبل در اطراف آن سخن رانه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راهنما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پاک خود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بودند، و از نظر هدف نسبت به توده حلق جز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پرورش روان و رساندن انسان به مقام قرب حضرت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زال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قائل نبودند.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توجه آنان به امور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مسأله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دانست که آنان به تمام نمودها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جهان به عنوان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مقامات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نظر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کردند،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برنامه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هدف قرار ندادند تا به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آن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حالت توقف و سکون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بشر حضرت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از شدت زهد به سبز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صحرا قانع بود و در آن موقع که از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ساختن گوس</w:t>
      </w:r>
      <w:r w:rsidR="00111539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ندان شع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فارغ شد بنابه قول قرآن: در پناه درخت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گرسنه و مستمند 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نشست،از خدا قرص 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آن هم پس از چند روز در دهان گذاشت آن زمان هم که در ا</w:t>
      </w:r>
      <w:r w:rsidRPr="004A50B5">
        <w:rPr>
          <w:rFonts w:hint="eastAsia"/>
          <w:rtl/>
          <w:lang w:bidi="fa-IR"/>
        </w:rPr>
        <w:t>وج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برقوم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بود عاد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داشت،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مکارم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سرآمد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داود</w:t>
      </w:r>
      <w:r w:rsidRPr="004A50B5">
        <w:rPr>
          <w:rtl/>
          <w:lang w:bidi="fa-IR"/>
        </w:rPr>
        <w:t xml:space="preserve"> آن سرا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پادشاه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الشأن و مقتدر بود با دست خود از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خرما سبد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بافت و بدان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امرار معاش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قانون را فرزند بزرگوارش 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که از نظر حشمت شاه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فوق العاده تر بود به ارث برد.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</w:t>
      </w:r>
      <w:r w:rsidRPr="004A50B5">
        <w:rPr>
          <w:rtl/>
          <w:lang w:bidi="fa-IR"/>
        </w:rPr>
        <w:t xml:space="preserve">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عذراء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از خاک بستر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 و کاخ پادشاه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دامن کوه و</w:t>
      </w:r>
      <w:r w:rsidR="0011153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چراغ</w:t>
      </w:r>
      <w:r w:rsidRPr="004A50B5">
        <w:rPr>
          <w:rtl/>
          <w:lang w:bidi="fa-IR"/>
        </w:rPr>
        <w:t xml:space="preserve"> خانه او مهتاب شب افروز و آن قدر به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عادت کرده بود که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به نان و خورش نداشت، با علف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سبز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با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کرد، جهان را نور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داد، کور مادرزاد را شفا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جذام را از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رهاند، مرده را زنده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کرد، نفوس خاک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="0011153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به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عالم صفا و مهر و محبت و اشت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</w:t>
      </w:r>
      <w:r w:rsidRPr="004A50B5">
        <w:rPr>
          <w:rtl/>
          <w:lang w:bidi="fa-IR"/>
        </w:rPr>
        <w:t xml:space="preserve"> به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1153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مرکب</w:t>
      </w:r>
      <w:r w:rsidRPr="004A50B5">
        <w:rPr>
          <w:rtl/>
          <w:lang w:bidi="fa-IR"/>
        </w:rPr>
        <w:t xml:space="preserve"> سوار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بود، و دست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گناهش او را از خدمتکار مستغن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داشت. </w:t>
      </w:r>
      <w:r w:rsidRPr="00111539">
        <w:rPr>
          <w:rStyle w:val="libFootnotenumChar"/>
          <w:rtl/>
        </w:rPr>
        <w:t>(1)</w:t>
      </w:r>
      <w:r w:rsidRPr="004A50B5">
        <w:rPr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پرارزش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بزرگ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است که تمام نشان دهنده کمالات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  <w:r w:rsidR="0011153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شاهد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صدق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دوازده گانه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محکم تر از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وضع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گفتار و رفتار آنان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نبوت و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را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گرفتن ابلاغ بر آنان غلبه داشت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آنان را به آن کمالات آراست و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هم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قابل شناخت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جز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آثار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شناخت، همچنان که منشأ هر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جز با آثار و قدرت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مظاهر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شناخت، و چنان که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نبوت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نبوده بلکه در آفاق مختلف و فواصل زمان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و مکرر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آمده و همه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 خصا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و اوصاف مشترک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داشتند، و در اصول دعوت و راه و روش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مکارم اخلاق در بشر با هم 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وضع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 و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هر عصر و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انشان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بس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 بود،چنانکه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محقق و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ادعا کند: که</w:t>
      </w:r>
    </w:p>
    <w:p w:rsidR="004A50B5" w:rsidRPr="00111539" w:rsidRDefault="00111539" w:rsidP="0011153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50B5" w:rsidRPr="004A50B5" w:rsidRDefault="004A50B5" w:rsidP="0011153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نهج البلاغه، جواد فاضل- ص 15.</w:t>
      </w:r>
    </w:p>
    <w:p w:rsidR="004A50B5" w:rsidRPr="004A50B5" w:rsidRDefault="00111539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آنان</w:t>
      </w:r>
      <w:r w:rsidR="004A50B5" w:rsidRPr="004A50B5">
        <w:rPr>
          <w:rtl/>
          <w:lang w:bidi="fa-IR"/>
        </w:rPr>
        <w:t xml:space="preserve"> دچار انحراف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اخلاق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تشنج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عصب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بوده 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هر چه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آنان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آثار مختلف و منقولات ملل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که:آنان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به دعوت نمونه کامل سلامت جسم و اعتدال خلق و قدرت عقل و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هستند که نام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بر تارک فلک اطلس چون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فروزان نوربخش زمانها و اعصار تا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است.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بزرگ</w:t>
      </w:r>
      <w:r w:rsidRPr="004A50B5">
        <w:rPr>
          <w:rtl/>
          <w:lang w:bidi="fa-IR"/>
        </w:rPr>
        <w:t xml:space="preserve"> و بزرگ زاده در جهان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بوجود آمده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خبر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آنان در دست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و از آنان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هست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نقاط ضعف خصوصاً در اخلاق و روح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زمان هر سردار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و فاتح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دوره، و هر غاصب زورگو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صفحه کتابها و متن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وانها</w:t>
      </w:r>
      <w:r w:rsidRPr="004A50B5">
        <w:rPr>
          <w:rtl/>
          <w:lang w:bidi="fa-IR"/>
        </w:rPr>
        <w:t xml:space="preserve"> و گنج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دلها و لوح زبانها از مدح و ثنا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لبر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شد، اما پس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قدرت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دلها و زبانها و کتابها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وانها</w:t>
      </w:r>
      <w:r w:rsidRPr="004A50B5">
        <w:rPr>
          <w:rtl/>
          <w:lang w:bidi="fa-IR"/>
        </w:rPr>
        <w:t xml:space="preserve"> دست افزار فاتح و زورگو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و از فاتح قبل جز چ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سطر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کهنه بجا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ماند.با گذران عمر روزگار، حوادث جهان افزون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ناچار صفحات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نخواهد توانست همه قصه ها و داستان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گشا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درّندگان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صورت را در گنج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خود نگاه بدارد.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اندک</w:t>
      </w:r>
      <w:r w:rsidRPr="004A50B5">
        <w:rPr>
          <w:rtl/>
          <w:lang w:bidi="fa-IR"/>
        </w:rPr>
        <w:t xml:space="preserve"> اندک سهم آنان در دفتر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کمتر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تا آن که از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مختصر 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و بس و آن هم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زود از حوصله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خارج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گردد و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عرصه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تکاپو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افسانه نفرت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خونخواران و نام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وانگان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در آن بر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بماند.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رفته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افتخارات موهوم از بر و تارک آن ستمگران و آن سرداران ظالم فرو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زد،</w:t>
      </w:r>
      <w:r w:rsidRPr="004A50B5">
        <w:rPr>
          <w:rtl/>
          <w:lang w:bidi="fa-IR"/>
        </w:rPr>
        <w:t xml:space="preserve"> و آنان از زمره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کان</w:t>
      </w:r>
      <w:r w:rsidRPr="004A50B5">
        <w:rPr>
          <w:rtl/>
          <w:lang w:bidi="fa-IR"/>
        </w:rPr>
        <w:t xml:space="preserve"> رانده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شوند، و در دولابچه موزه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تا نمودار شقاوت نسل و درجه انحطاط بشر باشند.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نام و اثر آن کس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که قدرت بشر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داشته، و در راه سعادت توده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تکامل و قانون ثابت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است، روزگار 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هدفش با هدف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زنده و حساس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سان عمر زودگذر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به زمان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منتها متصل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نام آن کس در دفتر خاطرات بشر، جاودانه ثبت است که از سطح تنعم و خودخواه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بالاتر رود و در افق پهناور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نام دارد پرواز کرده، و چندان غرقه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ها و مسحور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اند که ب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خوراک و پوشش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و از لذا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دست شسته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فته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بشر بوده 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آوازه مردان حق با ترانه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هم نواست،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هر روز ورق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فصل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مخصوصاً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و شرح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ورق هرگز فرسوده و کهنه نخواهد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6A5218" w:rsidP="006A5218">
      <w:pPr>
        <w:pStyle w:val="Heading2"/>
        <w:rPr>
          <w:rtl/>
        </w:rPr>
      </w:pPr>
      <w:r>
        <w:rPr>
          <w:rtl/>
        </w:rPr>
        <w:br w:type="page"/>
      </w:r>
      <w:bookmarkStart w:id="26" w:name="_Toc500835246"/>
      <w:bookmarkStart w:id="27" w:name="_Toc500835415"/>
      <w:r w:rsidR="004A50B5" w:rsidRPr="004A50B5">
        <w:rPr>
          <w:rFonts w:hint="eastAsia"/>
          <w:rtl/>
        </w:rPr>
        <w:lastRenderedPageBreak/>
        <w:t>چهره</w:t>
      </w:r>
      <w:r w:rsidR="004A50B5" w:rsidRPr="004A50B5">
        <w:rPr>
          <w:rtl/>
        </w:rPr>
        <w:t xml:space="preserve"> 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پ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روز</w:t>
      </w:r>
      <w:r w:rsidR="004A50B5" w:rsidRPr="004A50B5">
        <w:rPr>
          <w:rtl/>
        </w:rPr>
        <w:t xml:space="preserve"> و جاو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دان</w:t>
      </w:r>
      <w:bookmarkEnd w:id="26"/>
      <w:bookmarkEnd w:id="2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نفس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،که خود مصدق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است روشنتر و مدوّن تر از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گذشته دور و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به هر صورت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بشر داشته اند، تا آنجا که پس از کار تدو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و ظهور چاپ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راه و روش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اشخاص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باز و روشن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نام</w:t>
      </w:r>
      <w:r w:rsidRPr="004A50B5">
        <w:rPr>
          <w:rtl/>
          <w:lang w:bidi="fa-IR"/>
        </w:rPr>
        <w:t xml:space="preserve"> و نشان پدران و مادران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و افراد قوم و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تا آداب و اخلاق گفتگوها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در برابر خوانندگان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مستند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چنان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نامداران هم عصر و گذشتگان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آنان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اوضاع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ظهور و مقدمات ولادت، و دوره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رخوارگ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طفول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کفالت به هنگام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اخلاق و آداب، مسافرت و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ازدواج،</w:t>
      </w:r>
      <w:r w:rsidRPr="004A50B5">
        <w:rPr>
          <w:rtl/>
          <w:lang w:bidi="fa-IR"/>
        </w:rPr>
        <w:t xml:space="preserve"> جنگ و صلح و آراء و افکار، کناره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و بعثت و دعوت و هجرت، و اوصاف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گروندگان و دشمنان سلوک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او در تمام مراتب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کلمات و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شات</w:t>
      </w:r>
      <w:r w:rsidRPr="004A50B5">
        <w:rPr>
          <w:rtl/>
          <w:lang w:bidi="fa-IR"/>
        </w:rPr>
        <w:t xml:space="preserve"> تا وفات حضرت واضح و روشن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سراسر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احوالات مختلفش با آنکه در شهر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بت پرست و جاهل و ستمگر و بدخو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بدکردار و قمارباز و شرابخوار و متعرض به مال و ناموس و جان مردم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برد،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از او اندک سبک سر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بدخو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،رفتار</w:t>
      </w:r>
      <w:r w:rsidRPr="004A50B5">
        <w:rPr>
          <w:rtl/>
          <w:lang w:bidi="fa-IR"/>
        </w:rPr>
        <w:t xml:space="preserve"> ناروا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نشا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بود، آراستگ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به کمالات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که علت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بر </w:t>
      </w:r>
      <w:r w:rsidRPr="004A50B5">
        <w:rPr>
          <w:rtl/>
          <w:lang w:bidi="fa-IR"/>
        </w:rPr>
        <w:lastRenderedPageBreak/>
        <w:t>تمام برنامه ها بود و باعث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شدن چهره اش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پوچ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سخنان و افکار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ها روشن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آنان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از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چهره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به قضاوت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روان و حالات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برخاستند.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از طوفان هواها، و گرد و غبار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خو</w:t>
      </w:r>
      <w:r w:rsidR="006A5218">
        <w:rPr>
          <w:rFonts w:hint="cs"/>
          <w:rtl/>
          <w:lang w:bidi="fa-IR"/>
        </w:rPr>
        <w:t xml:space="preserve">ی </w:t>
      </w:r>
      <w:r w:rsidRPr="004A50B5">
        <w:rPr>
          <w:rtl/>
          <w:lang w:bidi="fa-IR"/>
        </w:rPr>
        <w:t>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چهره روحش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سبک 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هوس ها و سرکش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جوانان و غرور و نخوت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مکه را در دوران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بودند که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ضعف ها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بود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ها شاد و مسرور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ده،</w:t>
      </w:r>
      <w:r w:rsidRPr="004A50B5">
        <w:rPr>
          <w:rtl/>
          <w:lang w:bidi="fa-IR"/>
        </w:rPr>
        <w:t xml:space="preserve"> آن هم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ظالمانه و در شکست ها</w:t>
      </w:r>
      <w:r w:rsidR="006A521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اعتدال</w:t>
      </w:r>
      <w:r w:rsidRPr="004A50B5">
        <w:rPr>
          <w:rtl/>
          <w:lang w:bidi="fa-IR"/>
        </w:rPr>
        <w:t xml:space="preserve"> خود را از 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دادند، در راه سرافراز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به خطاها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دست زده اند که از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برابر موفق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تشان</w:t>
      </w:r>
      <w:r w:rsidRPr="004A50B5">
        <w:rPr>
          <w:rtl/>
          <w:lang w:bidi="fa-IR"/>
        </w:rPr>
        <w:t xml:space="preserve"> نعره شاد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اند، و خلاصه هم سطح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در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امور با مردم زبون نشان داده و ثابت کرده اند که اعصاب و دماغشان در حد تعادل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نظم نبوده و حوادث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مؤثر آن را منحرف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دستورها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ضد و نق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و اشتباه فراوان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احکام و افکارشان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با واقع و سلامت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مقرون نبوده است.</w:t>
      </w:r>
      <w:r w:rsidR="006A521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و رهبر بزرگ اسلام برخلاف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مردان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شکست ها زبون نشده، و در فتح ها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شاد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به حق بوده و در راه حق،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شکست پناه به خدا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برد، و از سرخوردگ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جنگ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پند و عبرت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ساخت، و خلاصه فتح و شکست، رن</w:t>
      </w:r>
      <w:r w:rsidRPr="004A50B5">
        <w:rPr>
          <w:rFonts w:hint="eastAsia"/>
          <w:rtl/>
          <w:lang w:bidi="fa-IR"/>
        </w:rPr>
        <w:t>جور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سلامت بر دل و جانش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>.</w:t>
      </w: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او</w:t>
      </w:r>
      <w:r w:rsidRPr="004A50B5">
        <w:rPr>
          <w:rtl/>
          <w:lang w:bidi="fa-IR"/>
        </w:rPr>
        <w:t xml:space="preserve">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بود، و به حق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شناخت و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و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خواست.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مکه روابط مردم و گفتگوها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در حدود افتخارات و اختلافات، و جنگ و تجارت، و شعر و ادب، و زن و شهوت، و در خواب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ال،</w:t>
      </w:r>
      <w:r w:rsidRPr="004A50B5">
        <w:rPr>
          <w:rtl/>
          <w:lang w:bidi="fa-IR"/>
        </w:rPr>
        <w:t xml:space="preserve"> و آرزوها و احلام، و عشق و رجز، و شعر در وصف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اسب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زه،</w:t>
      </w:r>
      <w:r w:rsidRPr="004A50B5">
        <w:rPr>
          <w:rtl/>
          <w:lang w:bidi="fa-IR"/>
        </w:rPr>
        <w:t xml:space="preserve"> و غزل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امرؤ الق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بود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 آنان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قهرمان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گذشته و خانه زنان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بام منزلشان علامت قرمز بود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کشاند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وصف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دوران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جوانان گذرانده بود،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آرزو ها و احلام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خاطرش نگذاشت،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نلغزاند، و سخن 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برنامه ها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دشمنا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 نقل نشده، او آن قدر پاک و با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پس از اظهار دعوت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گروندگانش از همان همسالانش 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فطرت پاک انسان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برابر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شود راه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گردش زمان و حرکت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چهره ها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 ورق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بگذارد؟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فرزندان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گردنکشان و جهان گشا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انند</w:t>
      </w:r>
      <w:r w:rsidRPr="004A50B5">
        <w:rPr>
          <w:rtl/>
          <w:lang w:bidi="fa-IR"/>
        </w:rPr>
        <w:t xml:space="preserve"> که با قتل و غارت ها از تل لاشه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تخت مراد بالا رفته و از چپاول و دسترنج مردم بخشش ها و تصدق ها کرده اند. اعراض و اموال مردم را در تمام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چه</w:t>
      </w:r>
      <w:r w:rsidRPr="004A50B5">
        <w:rPr>
          <w:rtl/>
          <w:lang w:bidi="fa-IR"/>
        </w:rPr>
        <w:t xml:space="preserve"> هوس نموده اند و از جهل بشر سوء استفاده برده اند، و از حاصل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شکوه و جلال ساخته اند و چندان نادان برده اند که از مداح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چاکر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نسبت به خود،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را بزرگ و گرام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پنداشته اند.</w:t>
      </w: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گروه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 کشتند و سوزاندند و بردند و دعاگو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گدا و پست بپروردند و مزرع سرسبز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به قربانگاه حماقت و مطامع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مبدل کردند.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اسلام، در جنگ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پس از گشودن دژها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 و خلع سلاح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گردآور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آنچه در جنگ بدست آمده دستور دادند غنا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جمع شود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سرباز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ارتش اسلام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بزند که: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هر فرد مسلمان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لازم است هر چه از غنا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بدست آورده، گر چه نخ و سوزن باشد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المال باز گرداند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صرف مصالح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ننگ و روز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آن مال به جان انسان آتش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  <w:r w:rsidR="006A5218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قدر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در مسئله امانت فوق العاده سختگ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بودند،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گرداندن امانت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علائم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در آن را نشان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جرم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دانستند. روز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که پ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امبر</w:t>
      </w:r>
      <w:r w:rsidRPr="004A50B5">
        <w:rPr>
          <w:rtl/>
        </w:rPr>
        <w:t xml:space="preserve"> از 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باق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مانده اموال 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ک</w:t>
      </w:r>
      <w:r w:rsidRPr="004A50B5">
        <w:rPr>
          <w:rtl/>
        </w:rPr>
        <w:t xml:space="preserve"> سرباز مال دزد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بدست آمد بر جناز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 نماز نخواند و تفص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مسئله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بود: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روز حرکت سربازان اسلام از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غلام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مأمور بستن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کجاوه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بود اصابت کرد و همان دم جان سپرد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کردن قاتل به جستجو پرداختند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قات</w:t>
      </w:r>
      <w:r w:rsidRPr="004A50B5">
        <w:rPr>
          <w:rtl/>
          <w:lang w:bidi="fa-IR"/>
        </w:rPr>
        <w:t xml:space="preserve"> آنان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گفتند بهشت بر او گوارا باد،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فرمود: من با شما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عبا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 او از غنائم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سرباز در آن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نداشته،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ورز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روز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صورت آتش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احاطه خواهد کرد،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لحظه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سربازان گفت: من دو بند کفش از غنائم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برداشته ام فرمود: برگردان وگرنه روز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صورت آتش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خواهد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 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مکتب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</w:t>
      </w:r>
      <w:r w:rsidRPr="004A50B5">
        <w:rPr>
          <w:rtl/>
          <w:lang w:bidi="fa-IR"/>
        </w:rPr>
        <w:t xml:space="preserve"> به تمام حقوق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برسد، لذا نسبت به حق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جفت بند کفش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هم 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نداشت، تمام اموال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جنگ ها بدست آورد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کلمه حق خرج کرد و خودش روز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رفتن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نداشت.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مشت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خاورشناسان خائن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آنان که نبردها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به عنوان غارتگر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قلمداد کرده و از اهداف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نظم و انضباط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رهبر، و ملت غارتگر قابل تصور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رهبر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ملت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غماگر</w:t>
      </w:r>
      <w:r w:rsidRPr="004A50B5">
        <w:rPr>
          <w:rtl/>
          <w:lang w:bidi="fa-IR"/>
        </w:rPr>
        <w:t xml:space="preserve"> هرگز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رد امانت را ن</w:t>
      </w:r>
      <w:r w:rsidRPr="004A50B5">
        <w:rPr>
          <w:rFonts w:hint="eastAsia"/>
          <w:rtl/>
          <w:lang w:bidi="fa-IR"/>
        </w:rPr>
        <w:t>شان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بداند، و آن چنان سرباز خود را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کند که از بردن بند کفش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المال آنان را باز بدارد.</w:t>
      </w:r>
      <w:r w:rsidR="006A5218" w:rsidRPr="004A50B5">
        <w:rPr>
          <w:rtl/>
          <w:lang w:bidi="fa-IR"/>
        </w:rPr>
        <w:t xml:space="preserve"> </w:t>
      </w: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انتکاران</w:t>
      </w:r>
      <w:r w:rsidRPr="004A50B5">
        <w:rPr>
          <w:rtl/>
          <w:lang w:bidi="fa-IR"/>
        </w:rPr>
        <w:t xml:space="preserve"> و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اعقاب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در راه خدمت به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عمر 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و جهاد و فداکار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سرافراز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خانوادگ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است؟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سلال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دودمان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در مخزن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</w:t>
      </w:r>
      <w:r w:rsidRPr="004A50B5">
        <w:rPr>
          <w:rtl/>
          <w:lang w:bidi="fa-IR"/>
        </w:rPr>
        <w:t xml:space="preserve"> خودشان شرف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اندوخته اند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راث</w:t>
      </w:r>
      <w:r w:rsidRPr="004A50B5">
        <w:rPr>
          <w:rtl/>
          <w:lang w:bidi="fa-IR"/>
        </w:rPr>
        <w:t xml:space="preserve"> گرانبها را به اخلاف خود سپرده اند؟</w:t>
      </w:r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گذشتگانشان با زشت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و رسم باغ و بستان ساخته و مال و جاه ساخته اند و خلاصه خاندان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اما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انکار</w:t>
      </w:r>
      <w:r w:rsidRPr="004A50B5">
        <w:rPr>
          <w:rtl/>
          <w:lang w:bidi="fa-IR"/>
        </w:rPr>
        <w:t xml:space="preserve">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داده اند.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 مردم غرب را بخوان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اوضاع نسل فاسد و گمراه و جاهل قبل از بعثت</w:t>
      </w:r>
      <w:r w:rsidR="006A521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مطالعه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ملت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اکرم قبل از بعثت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دند؟</w:t>
      </w:r>
      <w:r w:rsidRPr="004A50B5">
        <w:rPr>
          <w:rtl/>
          <w:lang w:bidi="fa-IR"/>
        </w:rPr>
        <w:t xml:space="preserve"> صفا و وقار،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امانت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سخنان کوتاه و پرمغز و قضاوت به حق بود، امانت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 آن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فاسد بر همه آشکار بود، آن چنان لقب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نام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گرش</w:t>
      </w:r>
      <w:r w:rsidRPr="004A50B5">
        <w:rPr>
          <w:rtl/>
          <w:lang w:bidi="fa-IR"/>
        </w:rPr>
        <w:t xml:space="preserve"> معروف بود او 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لقب توص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راه و روش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حضرت بود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خواندند و همه با چشم احترام و تجل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نگرستند،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اعتقاد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</w:t>
      </w:r>
      <w:r w:rsidRPr="004A50B5">
        <w:rPr>
          <w:rtl/>
          <w:lang w:bidi="fa-IR"/>
        </w:rPr>
        <w:lastRenderedPageBreak/>
        <w:t xml:space="preserve">در آن نشو و نما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انواع شرک و بت 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بود، از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تصور مبهم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شرک آم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ز عرب نداشت در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اذهان مانده بود، مقاومت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عرب در برابر دعوت به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شاهد بر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است،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عنا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خدا قبل از بعثت راه رشد و کمال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پ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مود،</w:t>
      </w:r>
      <w:r w:rsidRPr="004A50B5">
        <w:rPr>
          <w:rtl/>
        </w:rPr>
        <w:t xml:space="preserve"> و پس از برانگ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خته</w:t>
      </w:r>
      <w:r w:rsidRPr="004A50B5">
        <w:rPr>
          <w:rtl/>
        </w:rPr>
        <w:t xml:space="preserve"> شدن وح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او را به سرحد عال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کمالات رهنمون بود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مردان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اوصاف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در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 آنان موج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 لابراتوار مغز پوس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ها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چه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6A5218" w:rsidP="006A5218">
      <w:pPr>
        <w:pStyle w:val="Heading2"/>
        <w:rPr>
          <w:rtl/>
        </w:rPr>
      </w:pPr>
      <w:r>
        <w:rPr>
          <w:rtl/>
        </w:rPr>
        <w:br w:type="page"/>
      </w:r>
      <w:bookmarkStart w:id="28" w:name="_Toc500835247"/>
      <w:bookmarkStart w:id="29" w:name="_Toc500835416"/>
      <w:r w:rsidR="004A50B5" w:rsidRPr="004A50B5">
        <w:rPr>
          <w:rFonts w:hint="eastAsia"/>
          <w:rtl/>
        </w:rPr>
        <w:lastRenderedPageBreak/>
        <w:t>کمالات</w:t>
      </w:r>
      <w:r w:rsidR="004A50B5" w:rsidRPr="004A50B5">
        <w:rPr>
          <w:rtl/>
        </w:rPr>
        <w:t xml:space="preserve"> روح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و جاودان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پ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امبر</w:t>
      </w:r>
      <w:r w:rsidR="004A50B5" w:rsidRPr="004A50B5">
        <w:rPr>
          <w:rtl/>
        </w:rPr>
        <w:t xml:space="preserve"> اسلام </w:t>
      </w:r>
      <w:r w:rsidRPr="006A5218">
        <w:rPr>
          <w:rStyle w:val="libAlaemChar"/>
          <w:rFonts w:eastAsiaTheme="minorHAnsi"/>
          <w:rtl/>
        </w:rPr>
        <w:t>صلى‌الله‌عليه‌وآله‌وسلم</w:t>
      </w:r>
      <w:bookmarkEnd w:id="28"/>
      <w:bookmarkEnd w:id="29"/>
    </w:p>
    <w:p w:rsidR="004A50B5" w:rsidRPr="004A50B5" w:rsidRDefault="004A50B5" w:rsidP="006A52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مردان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استمدارانند</w:t>
      </w:r>
      <w:r w:rsidRPr="004A50B5">
        <w:rPr>
          <w:rtl/>
          <w:lang w:bidi="fa-IR"/>
        </w:rPr>
        <w:t xml:space="preserve"> که اغلب با تزو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حقوق ملت ها را بر باد داده اند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افتخار و دوام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خود به هر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رنگ</w:t>
      </w:r>
      <w:r w:rsidRPr="004A50B5">
        <w:rPr>
          <w:rtl/>
          <w:lang w:bidi="fa-IR"/>
        </w:rPr>
        <w:t xml:space="preserve"> دست زده اند.</w:t>
      </w:r>
      <w:r w:rsidR="006A52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گروه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لسوفانند</w:t>
      </w:r>
      <w:r w:rsidRPr="004A50B5">
        <w:rPr>
          <w:rtl/>
          <w:lang w:bidi="fa-IR"/>
        </w:rPr>
        <w:t xml:space="preserve"> که اغلب عار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قدرت اراده و هنر بوده اند دستشان آن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نداشته است که به احکام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جامه عمل بپوشانند.</w:t>
      </w: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راه پرحادثه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غالباً به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خشونت و درندگ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را ساخته، و بارقه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مهر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طرح آن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چهره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مصادف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حساس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نازک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آن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انداخته، و از اراده و قدرت</w:t>
      </w:r>
      <w:r w:rsidR="0018276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آن نقش نبسته.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فرزندان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دور بوده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غرق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مأنوس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قلاب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خندان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منبت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تلألو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قصرها ساخته شده،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از واد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خشک و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فقر که آنجا نهال ظرائف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آلام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خوش </w:t>
      </w:r>
      <w:r w:rsidRPr="004A50B5">
        <w:rPr>
          <w:rFonts w:hint="eastAsia"/>
          <w:rtl/>
          <w:lang w:bidi="fa-IR"/>
        </w:rPr>
        <w:t>باور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رأفت را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کن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دست افشان و پاکوبان تا خانه گور رفته 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سنت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گردن ننهاده،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خواسته اند، و فقط مرگ، دهان باز و طمع کارشان را به هم بربسته است.</w:t>
      </w: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بالجمله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از نام</w:t>
      </w:r>
      <w:r w:rsidR="00182769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وران خاندان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نِرُن و 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ز،و</w:t>
      </w:r>
      <w:r w:rsidRPr="004A50B5">
        <w:rPr>
          <w:rtl/>
          <w:lang w:bidi="fa-IR"/>
        </w:rPr>
        <w:t xml:space="preserve"> کال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تلر،</w:t>
      </w:r>
      <w:r w:rsidRPr="004A50B5">
        <w:rPr>
          <w:rtl/>
          <w:lang w:bidi="fa-IR"/>
        </w:rPr>
        <w:t xml:space="preserve"> و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مور</w:t>
      </w:r>
      <w:r w:rsidRPr="004A50B5">
        <w:rPr>
          <w:rtl/>
          <w:lang w:bidi="fa-IR"/>
        </w:rPr>
        <w:t xml:space="preserve"> بوده اند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شبل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امثال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>.</w:t>
      </w:r>
      <w:r w:rsidR="0018276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چه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کم اند، مردان برازنده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شجاعت و قدرت پرعاطفه و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النفس، و در کمالات صراحت پرشرم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اء،</w:t>
      </w:r>
      <w:r w:rsidRPr="004A50B5">
        <w:rPr>
          <w:rtl/>
          <w:lang w:bidi="fa-IR"/>
        </w:rPr>
        <w:t xml:space="preserve"> و در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متواضع باشند، و در طوفان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سر آن نداشته باشند که تنها 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از موج حادثه به در برند، بلکه با نبرد و تلاش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ز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باشند، و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اسلام به خاطر کمالات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عطا کرده بود و از راه فکر و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دست آورده بود در رأس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صفات را دارا بودند.</w:t>
      </w:r>
      <w:r w:rsidRPr="004A50B5">
        <w:rPr>
          <w:rFonts w:hint="eastAsia"/>
          <w:rtl/>
          <w:lang w:bidi="fa-IR"/>
        </w:rPr>
        <w:t>او</w:t>
      </w:r>
      <w:r w:rsidRPr="004A50B5">
        <w:rPr>
          <w:rtl/>
          <w:lang w:bidi="fa-IR"/>
        </w:rPr>
        <w:t xml:space="preserve">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بود، و در جنگ بدر که هفتاد نفر بدست سربازان اسلام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شدند اعدام نکرد، بلکه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طرق مختلف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شنهاد</w:t>
      </w:r>
      <w:r w:rsidRPr="004A50B5">
        <w:rPr>
          <w:rtl/>
          <w:lang w:bidi="fa-IR"/>
        </w:rPr>
        <w:t xml:space="preserve"> کرد،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طرق آن بود که هر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 شدن ضمانت کند ده نفر مسلمان را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دانش دهد.</w:t>
      </w: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جنگ ها قبل از حمله دشمن فرمان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ورش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داد، هنگام فتح مکه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جنگ، و بروز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جنگ روابط مخابرات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شهر قطع کرد و</w:t>
      </w:r>
      <w:r w:rsidR="0018276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بعد</w:t>
      </w:r>
      <w:r w:rsidRPr="004A50B5">
        <w:rPr>
          <w:rtl/>
          <w:lang w:bidi="fa-IR"/>
        </w:rPr>
        <w:t xml:space="preserve"> از فتح مکه فرمان اعدام دشمنان سرسخت را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با او مبارزه کردند نداد، بلکه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همه در قبضه او و تحت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طره</w:t>
      </w:r>
      <w:r w:rsidRPr="004A50B5">
        <w:rPr>
          <w:rtl/>
          <w:lang w:bidi="fa-IR"/>
        </w:rPr>
        <w:t xml:space="preserve"> حکومتش بودند، حکم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را صادر کرد، و فرمود: با شما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با برادرانش انجام داد و آن کار جز اظهار محبت و ح</w:t>
      </w:r>
      <w:r w:rsidRPr="004A50B5">
        <w:rPr>
          <w:rFonts w:hint="eastAsia"/>
          <w:rtl/>
          <w:lang w:bidi="fa-IR"/>
        </w:rPr>
        <w:t>فظ</w:t>
      </w:r>
      <w:r w:rsidRPr="004A50B5">
        <w:rPr>
          <w:rtl/>
          <w:lang w:bidi="fa-IR"/>
        </w:rPr>
        <w:t xml:space="preserve"> خون 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نبود،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حضرت او در صف جنگ و در صحنه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دان،</w:t>
      </w:r>
      <w:r w:rsidRPr="004A50B5">
        <w:rPr>
          <w:rtl/>
          <w:lang w:bidi="fa-IR"/>
        </w:rPr>
        <w:t xml:space="preserve"> اخلاق و رفتار او در مراحل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مفصل و فوق العاده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هر انسان آشنا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را دچار تعجب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کند.</w:t>
      </w:r>
      <w:r w:rsidR="00182769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 هستند مصلحان دلاور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داده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با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هوسناک نشناخته، در موفق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 خود را بناخته و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احلام نشده استعداد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نگذاشته تا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عمر با گام استوار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مقصود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شرفته</w:t>
      </w:r>
      <w:r w:rsidRPr="004A50B5">
        <w:rPr>
          <w:rtl/>
          <w:lang w:bidi="fa-IR"/>
        </w:rPr>
        <w:t xml:space="preserve"> و با دست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به افکار ع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جام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عمل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پوشانده باشند.</w:t>
      </w: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افکار و حالات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آنچه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بدست ما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قرائن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داست</w:t>
      </w:r>
      <w:r w:rsidRPr="004A50B5">
        <w:rPr>
          <w:rtl/>
          <w:lang w:bidi="fa-IR"/>
        </w:rPr>
        <w:t xml:space="preserve"> که به خداوند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</w:t>
      </w:r>
      <w:r w:rsidRPr="004A50B5">
        <w:rPr>
          <w:rtl/>
          <w:lang w:bidi="fa-IR"/>
        </w:rPr>
        <w:t xml:space="preserve"> و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جدش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آن دعوت کرد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کامل داشت، از شرک و انحراف و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باطل قوم خود که وارثان دعوت و ساختمان خانه حق بودند، رنج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شناک</w:t>
      </w:r>
      <w:r w:rsidRPr="004A50B5">
        <w:rPr>
          <w:rtl/>
          <w:lang w:bidi="fa-IR"/>
        </w:rPr>
        <w:t xml:space="preserve"> بود،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افکار و فلسفه و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در ذهنش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فکنده</w:t>
      </w:r>
      <w:r w:rsidRPr="004A50B5">
        <w:rPr>
          <w:rtl/>
          <w:lang w:bidi="fa-IR"/>
        </w:rPr>
        <w:t xml:space="preserve"> بود.</w:t>
      </w:r>
      <w:r w:rsidR="0018276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در اعماق روحش و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نگران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اضطراب در او مشاهده نشد.</w:t>
      </w: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هم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کناره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 روش عزلتش مانند مرتاض ها و مثل کاهنان و صوف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منظور و مقصد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نبود، همان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جوانب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ناسازگار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بود که به خلوتگاهش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کشاند تا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و</w:t>
      </w:r>
      <w:r w:rsidR="0018276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سرگرم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غلط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 بماند، و به اعماق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جمال و جلال و شکوه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عالم دلش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مشغول باشد، و دور از چشم قومش به عبادت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آرد، و برابر قدرت و جلال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سراسر وجودش را پر کرده است خضو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  <w:r w:rsidRPr="004A50B5">
        <w:rPr>
          <w:rFonts w:hint="eastAsia"/>
          <w:rtl/>
          <w:lang w:bidi="fa-IR"/>
        </w:rPr>
        <w:t>اوست</w:t>
      </w:r>
      <w:r w:rsidRPr="004A50B5">
        <w:rPr>
          <w:rtl/>
          <w:lang w:bidi="fa-IR"/>
        </w:rPr>
        <w:t xml:space="preserve"> که با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بلندتر از همه افکار، و با چشم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 از پس پرده وهم و پندار رنگ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راز سعادت آن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افته،</w:t>
      </w:r>
      <w:r w:rsidRPr="004A50B5">
        <w:rPr>
          <w:rtl/>
          <w:lang w:bidi="fa-IR"/>
        </w:rPr>
        <w:t xml:space="preserve"> با عزم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آهن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سراسر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و مقدس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سعادت انسان راه سپرده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هراس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خطر،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از فداکار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مردمان را با </w:t>
      </w:r>
      <w:r w:rsidRPr="004A50B5">
        <w:rPr>
          <w:rFonts w:hint="eastAsia"/>
          <w:rtl/>
          <w:lang w:bidi="fa-IR"/>
        </w:rPr>
        <w:t>زنج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بهشت سعادت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شاد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 قلب شجاع و پر مهرش دست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تا آنکه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کمال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</w:t>
      </w:r>
      <w:r w:rsidRPr="004A50B5">
        <w:rPr>
          <w:rtl/>
          <w:lang w:bidi="fa-IR"/>
        </w:rPr>
        <w:t>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حوادث روزگار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اتفاق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افتاد که دودمان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رنگ دروغ و تزو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از ننگ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قرن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دراز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طرف هر </w:t>
      </w:r>
      <w:r w:rsidRPr="004A50B5">
        <w:rPr>
          <w:rFonts w:hint="cs"/>
          <w:rtl/>
          <w:lang w:bidi="fa-IR"/>
        </w:rPr>
        <w:lastRenderedPageBreak/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مشعلدار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باشند و پدران و مادران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دست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هرگز به خون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 نشده، و هرگز گنهکار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رها نکرده و فشار دست</w:t>
      </w:r>
      <w:r w:rsidRPr="004A50B5">
        <w:rPr>
          <w:rFonts w:hint="eastAsia"/>
          <w:rtl/>
          <w:lang w:bidi="fa-IR"/>
        </w:rPr>
        <w:t>بند</w:t>
      </w:r>
      <w:r w:rsidRPr="004A50B5">
        <w:rPr>
          <w:rtl/>
          <w:lang w:bidi="fa-IR"/>
        </w:rPr>
        <w:t xml:space="preserve"> تعد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مقابل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کس بر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نخورده و در برابر بت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بلند نشده،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مشعل فروزان وجود را نسل به نسل حمل کنند تا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شعله آن در افق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کشد و بالا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در جب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بلند و با عظمت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پرتو اندازد.</w:t>
      </w:r>
      <w:r w:rsidRPr="004A50B5">
        <w:rPr>
          <w:rFonts w:hint="eastAsia"/>
          <w:rtl/>
          <w:lang w:bidi="fa-IR"/>
        </w:rPr>
        <w:t>هنوز</w:t>
      </w:r>
      <w:r w:rsidRPr="004A50B5">
        <w:rPr>
          <w:rtl/>
          <w:lang w:bidi="fa-IR"/>
        </w:rPr>
        <w:t xml:space="preserve">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خردسال بود که گرد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چهره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نشست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اندوه مانند که هاله به دور ماه رخسارش چرخ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خورد،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معصومش را جذاب تر جلوه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داد.</w:t>
      </w:r>
      <w:r w:rsidRPr="004A50B5">
        <w:rPr>
          <w:rFonts w:hint="eastAsia"/>
          <w:rtl/>
          <w:lang w:bidi="fa-IR"/>
        </w:rPr>
        <w:t>هم</w:t>
      </w:r>
      <w:r w:rsidRPr="004A50B5">
        <w:rPr>
          <w:rtl/>
          <w:lang w:bidi="fa-IR"/>
        </w:rPr>
        <w:t xml:space="preserve"> آن روز ستاره نبوغ و عظمت بر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بلندش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با چشمان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رنده</w:t>
      </w:r>
      <w:r w:rsidRPr="004A50B5">
        <w:rPr>
          <w:rtl/>
          <w:lang w:bidi="fa-IR"/>
        </w:rPr>
        <w:t xml:space="preserve"> خود جهان را خردمندانه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مقدرات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انقلاب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گوهر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دست قدرت او را در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کان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پرورش داده و نهال وجودش را باغبان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با آب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تقوا سرسبز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ساخته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نسبش</w:t>
      </w:r>
      <w:r w:rsidRPr="004A50B5">
        <w:rPr>
          <w:rtl/>
          <w:lang w:bidi="fa-IR"/>
        </w:rPr>
        <w:t xml:space="preserve">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بزرگ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وست،</w:t>
      </w:r>
      <w:r w:rsidRPr="004A50B5">
        <w:rPr>
          <w:rtl/>
          <w:lang w:bidi="fa-IR"/>
        </w:rPr>
        <w:t xml:space="preserve"> و در آغوش زنان پاکدامن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آن دردانه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نوازش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خانواده کهنسال و 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تنها عمو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ابو طالب افتخار پرستار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بود و آن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رمرد</w:t>
      </w:r>
      <w:r w:rsidRPr="004A50B5">
        <w:rPr>
          <w:rtl/>
          <w:lang w:bidi="fa-IR"/>
        </w:rPr>
        <w:t xml:space="preserve"> مهربان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</w:t>
      </w:r>
      <w:r w:rsidRPr="004A50B5">
        <w:rPr>
          <w:rtl/>
          <w:lang w:bidi="fa-IR"/>
        </w:rPr>
        <w:t xml:space="preserve"> برادرش را همچو جان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داشت، تا آنکه اندک اندک قدم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گذاشت، و با جامعه آن روز که فاقد هر گونه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اخلاق بود </w:t>
      </w:r>
      <w:r w:rsidRPr="004A50B5">
        <w:rPr>
          <w:rFonts w:hint="eastAsia"/>
          <w:rtl/>
          <w:lang w:bidi="fa-IR"/>
        </w:rPr>
        <w:t>تماس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سپس</w:t>
      </w:r>
      <w:r w:rsidRPr="004A50B5">
        <w:rPr>
          <w:rtl/>
          <w:lang w:bidi="fa-IR"/>
        </w:rPr>
        <w:t xml:space="preserve"> مسافرت ها و گردش ها و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افراد و سازمان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شروع شد،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چوپان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رمه گوس</w:t>
      </w:r>
      <w:r w:rsidR="00182769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 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مانند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شبان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را از شبان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گوس</w:t>
      </w:r>
      <w:r w:rsidR="00182769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ندان آغاز کند،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چهلم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عمر پا گذاشت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او را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آ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چهل ساله مرد را که سخت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برد، و بر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و خانواده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نداشت با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وحش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خونخوار به مبارزه درانداخت روزگار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جهان در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آشوب و فساد غرق بود، تمام ملت ها مخصوصاً عرب در آتش فجور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سوختند،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که فرشته رح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را بپرستند تا رستگار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در فضا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خاموش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انداز ساخت، معلوم است که اعراب جاهل و خونخوار با چه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او روبرو شدند،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پشتکار و استقامت که بر بالا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 پرشورش آش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داشت از سنگباران قوم، و زبا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 ترک آش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نگفت، او ه</w:t>
      </w:r>
      <w:r w:rsidR="00182769">
        <w:rPr>
          <w:rFonts w:hint="cs"/>
          <w:rtl/>
          <w:lang w:bidi="fa-IR"/>
        </w:rPr>
        <w:t>م</w:t>
      </w:r>
      <w:r w:rsidRPr="004A50B5">
        <w:rPr>
          <w:rtl/>
          <w:lang w:bidi="fa-IR"/>
        </w:rPr>
        <w:t>چنان بر اراده خود متک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تا آنکه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اسلام را که سازنده کمالات و منعکس کننده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است مانند کوه در جهان استوار و محکم کرد، و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را در آسمان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چنان پرتو افکن ساخت که کتاب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کهنه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مانند ستارگان کوچک در اشعه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کننده اش محو و پنهان کرد.</w:t>
      </w:r>
    </w:p>
    <w:p w:rsidR="004A50B5" w:rsidRPr="004A50B5" w:rsidRDefault="00182769" w:rsidP="0018276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گفتار</w:t>
      </w:r>
      <w:r w:rsidR="004A50B5" w:rsidRPr="004A50B5">
        <w:rPr>
          <w:rtl/>
          <w:lang w:bidi="fa-IR"/>
        </w:rPr>
        <w:t xml:space="preserve"> حک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مانه</w:t>
      </w:r>
      <w:r w:rsidR="004A50B5" w:rsidRPr="004A50B5">
        <w:rPr>
          <w:rtl/>
          <w:lang w:bidi="fa-IR"/>
        </w:rPr>
        <w:t xml:space="preserve"> اش مانند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اران</w:t>
      </w:r>
      <w:r w:rsidR="004A50B5" w:rsidRPr="004A50B5">
        <w:rPr>
          <w:rtl/>
          <w:lang w:bidi="fa-IR"/>
        </w:rPr>
        <w:t xml:space="preserve"> رحمت آتش نفاق و 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نه</w:t>
      </w:r>
      <w:r w:rsidR="004A50B5" w:rsidRPr="004A50B5">
        <w:rPr>
          <w:rtl/>
          <w:lang w:bidi="fa-IR"/>
        </w:rPr>
        <w:t xml:space="preserve"> را خاموش کرد، و کاروان گمراه بشر را که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ام</w:t>
      </w:r>
      <w:r w:rsidR="004A50B5" w:rsidRPr="004A50B5">
        <w:rPr>
          <w:rtl/>
          <w:lang w:bidi="fa-IR"/>
        </w:rPr>
        <w:t xml:space="preserve"> جاهل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سر و سامان بود به شاهراه سعادت باز آورد.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موهومات</w:t>
      </w:r>
      <w:r w:rsidR="004A50B5" w:rsidRPr="004A50B5">
        <w:rPr>
          <w:rtl/>
          <w:lang w:bidi="fa-IR"/>
        </w:rPr>
        <w:t xml:space="preserve"> طبقات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لغو کرد و مسلمانان را در برابر قانون مقدس قرآن بدون استثناء مساو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قرار داد.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توانگران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سر که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راث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زر اندوخته بودند و بر کارگران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دست</w:t>
      </w:r>
      <w:r w:rsidRPr="004A50B5">
        <w:rPr>
          <w:rtl/>
          <w:lang w:bidi="fa-IR"/>
        </w:rPr>
        <w:t xml:space="preserve"> و زحمتکش کبر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فروختند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توانستند از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منحوس خود استفاده کنند،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آن چنان ساده بود که اگر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 تازه وارد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ناچار بودند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شناختن او از او بپرسند، تا روز مرگ که بر جهان حکومت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جز به نشر کمالات و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نشان دادن راه و رسم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سنگ نگذاشت تا چه رسد که کاخ ستم بپا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با چشم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همواره گرسنه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هر چه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خرج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روز رحلت هم گرسنه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82769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همسرانش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نسبتاً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بر در خانه آو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خته</w:t>
      </w:r>
      <w:r w:rsidRPr="004A50B5">
        <w:rPr>
          <w:rtl/>
          <w:lang w:bidi="fa-IR"/>
        </w:rPr>
        <w:t xml:space="preserve"> بود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آن پرده اندک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نقش و نگار داشت، گونه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فرط خشم گل انداخته ب</w:t>
      </w:r>
      <w:r w:rsidR="00182769">
        <w:rPr>
          <w:rFonts w:hint="cs"/>
          <w:rtl/>
          <w:lang w:bidi="fa-IR"/>
        </w:rPr>
        <w:t>ه</w:t>
      </w:r>
      <w:r w:rsidRPr="004A50B5">
        <w:rPr>
          <w:rtl/>
          <w:lang w:bidi="fa-IR"/>
        </w:rPr>
        <w:t xml:space="preserve"> آن بانو تأک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کرد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پرده نگار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از خانه نبوت بردار،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به تجمل و آرا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محتاج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دست</w:t>
      </w:r>
      <w:r w:rsidRPr="004A50B5">
        <w:rPr>
          <w:rtl/>
          <w:lang w:bidi="fa-IR"/>
        </w:rPr>
        <w:t xml:space="preserve"> پرورده آن مکتب بزرگ، دوم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پس از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حکومتش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مرا</w:t>
      </w:r>
      <w:r w:rsidRPr="004A50B5">
        <w:rPr>
          <w:rtl/>
          <w:lang w:bidi="fa-IR"/>
        </w:rPr>
        <w:t xml:space="preserve"> ببن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چگونه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کنم،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جامه که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چندان وصله خورده که از وصله کننده آن شرم دارم،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من گفت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راهن</w:t>
      </w:r>
      <w:r w:rsidRPr="004A50B5">
        <w:rPr>
          <w:rtl/>
          <w:lang w:bidi="fa-IR"/>
        </w:rPr>
        <w:t xml:space="preserve"> مندرس را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وصله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 به دور انداز، گفتم: آرام باش، ما سبکباران آسانتر به منزل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غلامان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جده</w:t>
      </w:r>
      <w:r w:rsidRPr="004A50B5">
        <w:rPr>
          <w:rtl/>
          <w:lang w:bidi="fa-IR"/>
        </w:rPr>
        <w:t xml:space="preserve"> سال در خدمتش به سر بردم، در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حرکت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سخن ملال آور از او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و نشن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در جنگ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شجاع و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بود، از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خطر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با وصف حال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وقت هم بدون جهت خود را در مخاطره ن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انداخت.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بخش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گذشت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کمالات و حقا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</w:t>
      </w:r>
      <w:r w:rsidRPr="004A50B5">
        <w:rPr>
          <w:rtl/>
        </w:rPr>
        <w:t xml:space="preserve"> عال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در پرتو وجود مؤدبان به آداب اله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و انسان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خصوصاً نب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</w:rPr>
        <w:t>ملاحظه فرمود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د،</w:t>
      </w:r>
      <w:r w:rsidRPr="004A50B5">
        <w:rPr>
          <w:rtl/>
        </w:rPr>
        <w:t xml:space="preserve"> فطرت و طب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عت</w:t>
      </w:r>
      <w:r w:rsidRPr="004A50B5">
        <w:rPr>
          <w:rtl/>
        </w:rPr>
        <w:t xml:space="preserve"> دست نخورده و سالم هر انسان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چه در شرق و چه در غرب به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واقع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ات</w:t>
      </w:r>
      <w:r w:rsidRPr="004A50B5">
        <w:rPr>
          <w:rtl/>
        </w:rPr>
        <w:t xml:space="preserve"> تما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د</w:t>
      </w:r>
      <w:r w:rsidRPr="004A50B5">
        <w:rPr>
          <w:rFonts w:hint="eastAsia"/>
          <w:rtl/>
        </w:rPr>
        <w:t>ارد</w:t>
      </w:r>
      <w:r w:rsidRPr="004A50B5">
        <w:rPr>
          <w:rtl/>
        </w:rPr>
        <w:t xml:space="preserve"> و هم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هاست که نم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گذارد انسان متجاوز شود 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</w:t>
      </w:r>
      <w:r w:rsidRPr="004A50B5">
        <w:rPr>
          <w:rtl/>
        </w:rPr>
        <w:t xml:space="preserve"> مورد هجوم و تجاوز زورگو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قرار بگ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رد،</w:t>
      </w:r>
      <w:r w:rsidRPr="004A50B5">
        <w:rPr>
          <w:rtl/>
        </w:rPr>
        <w:t xml:space="preserve"> بگذار فرو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Pr="004A50B5">
        <w:rPr>
          <w:rtl/>
        </w:rPr>
        <w:t xml:space="preserve"> و فرو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سم</w:t>
      </w:r>
      <w:r w:rsidRPr="004A50B5">
        <w:rPr>
          <w:rtl/>
        </w:rPr>
        <w:t xml:space="preserve"> ها هر چه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خواهند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فضائل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آنان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متخصص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تخصص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دخالت کرده و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علم خو را رسوا کرده باشند ک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نکرده 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شما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طره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نفوذ افکار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اوه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بوده نظر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گاه با وجدان و انصاف خود قضاوت کرده که کدام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راه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350D98" w:rsidP="00350D98">
      <w:pPr>
        <w:pStyle w:val="Heading2"/>
        <w:rPr>
          <w:rtl/>
        </w:rPr>
      </w:pPr>
      <w:r>
        <w:rPr>
          <w:rtl/>
        </w:rPr>
        <w:br w:type="page"/>
      </w:r>
      <w:bookmarkStart w:id="30" w:name="_Toc500835248"/>
      <w:bookmarkStart w:id="31" w:name="_Toc500835417"/>
      <w:r w:rsidR="004A50B5" w:rsidRPr="004A50B5">
        <w:rPr>
          <w:rFonts w:hint="eastAsia"/>
          <w:rtl/>
        </w:rPr>
        <w:lastRenderedPageBreak/>
        <w:t>عواقب</w:t>
      </w:r>
      <w:r w:rsidR="004A50B5" w:rsidRPr="004A50B5">
        <w:rPr>
          <w:rtl/>
        </w:rPr>
        <w:t xml:space="preserve"> وخ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م</w:t>
      </w:r>
      <w:r w:rsidR="004A50B5" w:rsidRPr="004A50B5">
        <w:rPr>
          <w:rtl/>
        </w:rPr>
        <w:t xml:space="preserve"> ماد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گر</w:t>
      </w:r>
      <w:r w:rsidR="004A50B5" w:rsidRPr="004A50B5">
        <w:rPr>
          <w:rFonts w:hint="cs"/>
          <w:rtl/>
        </w:rPr>
        <w:t>ی</w:t>
      </w:r>
      <w:bookmarkEnd w:id="30"/>
      <w:bookmarkEnd w:id="3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آنان که با افکار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خود گمراه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کردند، دانسته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ندانسته بشر را در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فساد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دند،</w:t>
      </w:r>
      <w:r w:rsidRPr="004A50B5">
        <w:rPr>
          <w:rtl/>
          <w:lang w:bidi="fa-IR"/>
        </w:rPr>
        <w:t xml:space="preserve"> آنان که دست انسان را از دامن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کوتاه کردند،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را مبدل به 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 از شرک و تجاوز و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350D9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مغرور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فته</w:t>
      </w:r>
      <w:r w:rsidRPr="004A50B5">
        <w:rPr>
          <w:rtl/>
          <w:lang w:bidi="fa-IR"/>
        </w:rPr>
        <w:t xml:space="preserve"> افکار آن گمراه کنندگان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 درک نکرده است که سلسل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با گذشت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مدت محدود و موقت در کره</w:t>
      </w:r>
      <w:r w:rsidR="00350D9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و دوران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مبارزات و مخاصمات و مظالم نامحدودش هرگاه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تنگ و محصور به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برسد و اگر پس از انقضاء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کره خاک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وجود نداشته باشد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گمان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لغو و عبث خواهد بود و حق و باطل آن از هم جدا نخواهد شد،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انسان عاقل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غلط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 نخواهد داد، تا چه رسد که تنظ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کننده نظام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خداوند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انسان را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رها شده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باشد،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آخرت خبر داده و از آنجا به عنوان روز جزا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و مطابق با منطق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جزا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اعمال بشر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دقت خبر آورده اند: </w:t>
      </w:r>
      <w:r w:rsidR="00350D98" w:rsidRPr="00350D98">
        <w:rPr>
          <w:rStyle w:val="libAlaemChar"/>
          <w:rFonts w:hint="cs"/>
          <w:rtl/>
        </w:rPr>
        <w:t>(</w:t>
      </w:r>
      <w:r w:rsidRPr="00350D98">
        <w:rPr>
          <w:rStyle w:val="libAieChar"/>
          <w:rtl/>
        </w:rPr>
        <w:t xml:space="preserve">فَمَنْ </w:t>
      </w:r>
      <w:r w:rsidRPr="00350D98">
        <w:rPr>
          <w:rStyle w:val="libAieChar"/>
          <w:rFonts w:hint="cs"/>
          <w:rtl/>
        </w:rPr>
        <w:t>یَ</w:t>
      </w:r>
      <w:r w:rsidRPr="00350D98">
        <w:rPr>
          <w:rStyle w:val="libAieChar"/>
          <w:rFonts w:hint="eastAsia"/>
          <w:rtl/>
        </w:rPr>
        <w:t>عْمَلْ</w:t>
      </w:r>
      <w:r w:rsidRPr="00350D98">
        <w:rPr>
          <w:rStyle w:val="libAieChar"/>
          <w:rtl/>
        </w:rPr>
        <w:t xml:space="preserve"> مِثْق</w:t>
      </w:r>
      <w:r w:rsidRPr="00350D98">
        <w:rPr>
          <w:rStyle w:val="libAieChar"/>
          <w:rFonts w:hint="cs"/>
          <w:rtl/>
        </w:rPr>
        <w:t>الَ ذَرَّهٍ خَیْ</w:t>
      </w:r>
      <w:r w:rsidRPr="00350D98">
        <w:rPr>
          <w:rStyle w:val="libAieChar"/>
          <w:rFonts w:hint="eastAsia"/>
          <w:rtl/>
        </w:rPr>
        <w:t>راً</w:t>
      </w:r>
      <w:r w:rsidRPr="00350D98">
        <w:rPr>
          <w:rStyle w:val="libAieChar"/>
          <w:rtl/>
        </w:rPr>
        <w:t xml:space="preserve"> </w:t>
      </w:r>
      <w:r w:rsidRPr="00350D98">
        <w:rPr>
          <w:rStyle w:val="libAieChar"/>
          <w:rFonts w:hint="cs"/>
          <w:rtl/>
        </w:rPr>
        <w:t>یَ</w:t>
      </w:r>
      <w:r w:rsidRPr="00350D98">
        <w:rPr>
          <w:rStyle w:val="libAieChar"/>
          <w:rFonts w:hint="eastAsia"/>
          <w:rtl/>
        </w:rPr>
        <w:t>رَهُ</w:t>
      </w:r>
      <w:r w:rsidRPr="00350D98">
        <w:rPr>
          <w:rStyle w:val="libAieChar"/>
          <w:rtl/>
        </w:rPr>
        <w:t xml:space="preserve">  وَ مَنْ </w:t>
      </w:r>
      <w:r w:rsidRPr="00350D98">
        <w:rPr>
          <w:rStyle w:val="libAieChar"/>
          <w:rFonts w:hint="cs"/>
          <w:rtl/>
        </w:rPr>
        <w:t>یَ</w:t>
      </w:r>
      <w:r w:rsidRPr="00350D98">
        <w:rPr>
          <w:rStyle w:val="libAieChar"/>
          <w:rFonts w:hint="eastAsia"/>
          <w:rtl/>
        </w:rPr>
        <w:t>عْمَلْ</w:t>
      </w:r>
      <w:r w:rsidRPr="00350D98">
        <w:rPr>
          <w:rStyle w:val="libAieChar"/>
          <w:rtl/>
        </w:rPr>
        <w:t xml:space="preserve"> مِثْق</w:t>
      </w:r>
      <w:r w:rsidRPr="00350D98">
        <w:rPr>
          <w:rStyle w:val="libAieChar"/>
          <w:rFonts w:hint="cs"/>
          <w:rtl/>
        </w:rPr>
        <w:t>الَ ذَرَّهٍ شَرًّا یَ</w:t>
      </w:r>
      <w:r w:rsidRPr="00350D98">
        <w:rPr>
          <w:rStyle w:val="libAieChar"/>
          <w:rFonts w:hint="eastAsia"/>
          <w:rtl/>
        </w:rPr>
        <w:t>رَهُ</w:t>
      </w:r>
      <w:r w:rsidR="00350D98" w:rsidRPr="00350D98">
        <w:rPr>
          <w:rStyle w:val="libAlaemChar"/>
          <w:rFonts w:hint="cs"/>
          <w:rtl/>
        </w:rPr>
        <w:t>)</w:t>
      </w:r>
      <w:r w:rsidRPr="004A50B5">
        <w:rPr>
          <w:rtl/>
          <w:lang w:bidi="fa-IR"/>
        </w:rPr>
        <w:t xml:space="preserve"> </w:t>
      </w:r>
      <w:r w:rsidRPr="00350D98">
        <w:rPr>
          <w:rStyle w:val="libFootnotenumChar"/>
          <w:rtl/>
        </w:rPr>
        <w:t>(1)،</w:t>
      </w:r>
      <w:r w:rsidRPr="004A50B5">
        <w:rPr>
          <w:rtl/>
          <w:lang w:bidi="fa-IR"/>
        </w:rPr>
        <w:t xml:space="preserve"> انسان معتقد به آن جهان هرگز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کند، و </w:t>
      </w:r>
      <w:r w:rsidRPr="004A50B5">
        <w:rPr>
          <w:rFonts w:hint="eastAsia"/>
          <w:rtl/>
          <w:lang w:bidi="fa-IR"/>
        </w:rPr>
        <w:t>خود</w:t>
      </w:r>
      <w:r w:rsidRPr="004A50B5">
        <w:rPr>
          <w:rtl/>
          <w:lang w:bidi="fa-IR"/>
        </w:rPr>
        <w:t xml:space="preserve"> را مانند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غرق در شهوات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تصور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محدود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وخ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دارد، و آن قطع رابطه با خدا و انکار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 و مبارزه با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کمالات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بر همه روشن است که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محدود شمردن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ات،</w:t>
      </w:r>
      <w:r w:rsidRPr="004A50B5">
        <w:rPr>
          <w:rtl/>
          <w:lang w:bidi="fa-IR"/>
        </w:rPr>
        <w:t xml:space="preserve"> در افق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شده که مردم صورت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را زشت و زننده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ناقص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افتند</w:t>
      </w:r>
      <w:r w:rsidRPr="004A50B5">
        <w:rPr>
          <w:rtl/>
          <w:lang w:bidi="fa-IR"/>
        </w:rPr>
        <w:t xml:space="preserve">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زبان حال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مردم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 و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سراسر باطل و عبث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قاعده است،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تمام همت و فکر و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حه</w:t>
      </w:r>
      <w:r w:rsidRPr="004A50B5">
        <w:rPr>
          <w:rtl/>
          <w:lang w:bidi="fa-IR"/>
        </w:rPr>
        <w:t xml:space="preserve"> و مصنوعات خود را در مبارزه و زد و خورد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بر سر تمتعات و لذات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نظر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فرصت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زودگذر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ثبات است و چه بهتر که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فرصت کوتاه از بردن هر نوع لذت فروگذار نشود.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مبارزات و جنگ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بشر را مطالعه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همه به ناحق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و به ناحق هم به سود ارتش فاتح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>.</w:t>
      </w:r>
    </w:p>
    <w:p w:rsidR="004A50B5" w:rsidRPr="00884021" w:rsidRDefault="00884021" w:rsidP="008840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884021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زلزال: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7 و 8 .</w:t>
      </w:r>
    </w:p>
    <w:p w:rsidR="004A50B5" w:rsidRPr="004A50B5" w:rsidRDefault="00884021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علت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مبارزات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جز طغ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شهوات بشر و روح ماد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نبود، مواد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صرف رفاه بن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آدم شود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جنگ ها و برنامه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استعمار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مصرف نابود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بشر و شعله ور ساختن فساد در هم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زوا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هارولدال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کس،</w:t>
      </w:r>
      <w:r w:rsidRPr="004A50B5">
        <w:rPr>
          <w:rtl/>
          <w:lang w:bidi="fa-IR"/>
        </w:rPr>
        <w:t xml:space="preserve"> منش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سابق وزارت کشور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در مقاله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تحت عنوان ما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 جنگ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روبرو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</w:t>
      </w:r>
      <w:r w:rsidRPr="004A50B5">
        <w:rPr>
          <w:rtl/>
          <w:lang w:bidi="fa-IR"/>
        </w:rPr>
        <w:t xml:space="preserve">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مجلات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انتشار داد: مقدار مواد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پنج سال جنگ از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اول ژانو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سال 1940 به مصرف رسان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قرار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زغال</w:t>
      </w:r>
      <w:r w:rsidRPr="004A50B5">
        <w:rPr>
          <w:rtl/>
          <w:lang w:bidi="fa-IR"/>
        </w:rPr>
        <w:t xml:space="preserve"> 3 هزار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آهن</w:t>
      </w:r>
      <w:r w:rsidRPr="004A50B5">
        <w:rPr>
          <w:rtl/>
          <w:lang w:bidi="fa-IR"/>
        </w:rPr>
        <w:t xml:space="preserve"> 516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سرب</w:t>
      </w:r>
      <w:r w:rsidRPr="004A50B5">
        <w:rPr>
          <w:rtl/>
          <w:lang w:bidi="fa-IR"/>
        </w:rPr>
        <w:t xml:space="preserve"> 2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3/5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</w:t>
      </w:r>
      <w:r w:rsidRPr="004A50B5">
        <w:rPr>
          <w:rtl/>
          <w:lang w:bidi="fa-IR"/>
        </w:rPr>
        <w:t xml:space="preserve"> 5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بوکس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14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گوگرد</w:t>
      </w:r>
      <w:r w:rsidRPr="004A50B5">
        <w:rPr>
          <w:rtl/>
          <w:lang w:bidi="fa-IR"/>
        </w:rPr>
        <w:t xml:space="preserve"> 17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نمک</w:t>
      </w:r>
      <w:r w:rsidRPr="004A50B5">
        <w:rPr>
          <w:rtl/>
          <w:lang w:bidi="fa-IR"/>
        </w:rPr>
        <w:t xml:space="preserve"> 68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پتاس</w:t>
      </w:r>
      <w:r w:rsidRPr="004A50B5">
        <w:rPr>
          <w:rtl/>
          <w:lang w:bidi="fa-IR"/>
        </w:rPr>
        <w:t xml:space="preserve"> 3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نفت</w:t>
      </w:r>
      <w:r w:rsidRPr="004A50B5">
        <w:rPr>
          <w:rtl/>
          <w:lang w:bidi="fa-IR"/>
        </w:rPr>
        <w:t xml:space="preserve"> 1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بدن</w:t>
      </w:r>
      <w:r w:rsidRPr="004A50B5">
        <w:rPr>
          <w:rtl/>
          <w:lang w:bidi="fa-IR"/>
        </w:rPr>
        <w:t xml:space="preserve"> 112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تونکستن</w:t>
      </w:r>
      <w:r w:rsidRPr="004A50B5">
        <w:rPr>
          <w:rtl/>
          <w:lang w:bidi="fa-IR"/>
        </w:rPr>
        <w:t xml:space="preserve"> 10 هزار تن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اجناس که در خوان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بشر قرار داده شده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انسانها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شهوت پرست در خراب کردن دانشگاه ها و دانشکده ها، 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رستان</w:t>
      </w:r>
      <w:r w:rsidRPr="004A50B5">
        <w:rPr>
          <w:rtl/>
          <w:lang w:bidi="fa-IR"/>
        </w:rPr>
        <w:t xml:space="preserve"> ها، مدرسه ها، پارک ها،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مارستان</w:t>
      </w:r>
      <w:r w:rsidRPr="004A50B5">
        <w:rPr>
          <w:rtl/>
          <w:lang w:bidi="fa-IR"/>
        </w:rPr>
        <w:t xml:space="preserve"> ها، مخزن ها، کشتن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گناهان و مظلومان بکار برده شد. تازه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آمار مصرف شده انگلستان، </w:t>
      </w:r>
      <w:r w:rsidRPr="004A50B5">
        <w:rPr>
          <w:rFonts w:hint="eastAsia"/>
          <w:rtl/>
          <w:lang w:bidi="fa-IR"/>
        </w:rPr>
        <w:t>فرانسه،</w:t>
      </w:r>
      <w:r w:rsidRPr="004A50B5">
        <w:rPr>
          <w:rtl/>
          <w:lang w:bidi="fa-IR"/>
        </w:rPr>
        <w:t xml:space="preserve"> شورو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آلمان، بلژ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ک،</w:t>
      </w:r>
      <w:r w:rsidRPr="004A50B5">
        <w:rPr>
          <w:rtl/>
          <w:lang w:bidi="fa-IR"/>
        </w:rPr>
        <w:t xml:space="preserve"> هلند،</w:t>
      </w:r>
      <w:r w:rsidRPr="004A50B5">
        <w:rPr>
          <w:rFonts w:hint="eastAsia"/>
          <w:rtl/>
          <w:lang w:bidi="fa-IR"/>
        </w:rPr>
        <w:t>مجارستان،</w:t>
      </w:r>
      <w:r w:rsidRPr="004A50B5">
        <w:rPr>
          <w:rtl/>
          <w:lang w:bidi="fa-IR"/>
        </w:rPr>
        <w:t xml:space="preserve"> اطر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ش،</w:t>
      </w:r>
      <w:r w:rsidRPr="004A50B5">
        <w:rPr>
          <w:rtl/>
          <w:lang w:bidi="fa-IR"/>
        </w:rPr>
        <w:t xml:space="preserve"> لهستان، نروژ، دانمارک، بس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آنهاست، تازه پس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بلا و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درس عبرت نگرفته و از آن پس تاکنون هزاران بلاها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="00884021">
        <w:rPr>
          <w:rFonts w:hint="cs"/>
          <w:rtl/>
          <w:lang w:bidi="fa-IR"/>
        </w:rPr>
        <w:t xml:space="preserve">ه </w:t>
      </w:r>
      <w:r w:rsidRPr="004A50B5">
        <w:rPr>
          <w:rtl/>
          <w:lang w:bidi="fa-IR"/>
        </w:rPr>
        <w:t>سر بشر آورده اند،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صرف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تلخ افکار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تعجب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پس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ناراحت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گروه کث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همان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غلط، انکار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کنند، </w:t>
      </w:r>
      <w:r w:rsidRPr="004A50B5">
        <w:rPr>
          <w:rtl/>
          <w:lang w:bidi="fa-IR"/>
        </w:rPr>
        <w:lastRenderedPageBreak/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چه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روان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تا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شک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طرز تفکر و تصور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انسان از سطح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تنزل کند، و با انکار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روح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که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دانشمندان غرب نوا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ساز کرده اند، در شمار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و ددان و درندگان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هر گونه هدف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ماند، و آرامش و آسا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رفاه و سعادت و نوع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عرصه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رخت بندد،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اگر بشر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مکتب دارو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شده و ما او را جز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پست ندان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از جهان انتظار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فساد جنگ و شهوت 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هرزگ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داشت.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884021" w:rsidP="00884021">
      <w:pPr>
        <w:pStyle w:val="Heading2"/>
        <w:rPr>
          <w:rtl/>
        </w:rPr>
      </w:pPr>
      <w:r>
        <w:rPr>
          <w:rtl/>
        </w:rPr>
        <w:br w:type="page"/>
      </w:r>
      <w:bookmarkStart w:id="32" w:name="_Toc500835249"/>
      <w:bookmarkStart w:id="33" w:name="_Toc500835418"/>
      <w:r w:rsidR="004A50B5" w:rsidRPr="004A50B5">
        <w:rPr>
          <w:rFonts w:hint="eastAsia"/>
          <w:rtl/>
        </w:rPr>
        <w:lastRenderedPageBreak/>
        <w:t>فساد</w:t>
      </w:r>
      <w:r w:rsidR="004A50B5" w:rsidRPr="004A50B5">
        <w:rPr>
          <w:rtl/>
        </w:rPr>
        <w:t xml:space="preserve"> در تمام زوا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ح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ات</w:t>
      </w:r>
      <w:bookmarkEnd w:id="32"/>
      <w:bookmarkEnd w:id="3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</w:t>
      </w:r>
      <w:r w:rsidRPr="00884021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قبل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روان شناسان سوئد با سرسخت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چه تمامتر اعلام کردند که: محدود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سبب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شده، و عقده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آورده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خطرناک تر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 و وباست، خلاصه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مردم سوئد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تحت</w:t>
      </w:r>
      <w:r w:rsidRPr="004A50B5">
        <w:rPr>
          <w:rtl/>
          <w:lang w:bidi="fa-IR"/>
        </w:rPr>
        <w:t xml:space="preserve"> محدود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باشد،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را آزاد گذاشت.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بدنبال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کار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دولت سوئد در صدد برآمد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</w:p>
    <w:p w:rsidR="004A50B5" w:rsidRPr="00884021" w:rsidRDefault="00884021" w:rsidP="008840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4A50B5" w:rsidRPr="004A50B5" w:rsidRDefault="004A50B5" w:rsidP="00884021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مربوط به روز نشر مقاله در روزنامه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سوئد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مدارس متوسط و ابتدا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بگنجاند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روان شناسان کتاب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باره نوشتند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آموزگاران با تجربه را مأمور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جزئ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="00884021">
        <w:rPr>
          <w:rtl/>
          <w:lang w:bidi="fa-IR"/>
        </w:rPr>
        <w:t xml:space="preserve"> برنامه کردند</w:t>
      </w:r>
      <w:r w:rsidR="00884021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حد و حساب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عشق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هزاران فجا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دردناک و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آمدن اطفال نامشروع و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وحشتناک جوانان،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</w:t>
      </w:r>
      <w:r w:rsidRPr="004A50B5">
        <w:rPr>
          <w:rtl/>
          <w:lang w:bidi="fa-IR"/>
        </w:rPr>
        <w:t xml:space="preserve"> خود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مهمتر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مشکلات دولت و ملت سوئد شده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هفته</w:t>
      </w:r>
      <w:r w:rsidRPr="004A50B5">
        <w:rPr>
          <w:rtl/>
          <w:lang w:bidi="fa-IR"/>
        </w:rPr>
        <w:t xml:space="preserve"> گذشته کاب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سوئد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جلسه داد، و در آن مسئله نسل جوان 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 را مورد بحث قرار داد،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جلسه هشت ساعت تمام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دو بعد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شب به طول انجام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گرفته شود، جالب توجه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در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مدت هزاران پسر و دختر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بار کاخ نخست 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جار و جنجال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محاصره کرده 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دامنه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بحث به پارلمان آن کشور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ندگان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شهر کارلسکوکا همان شهر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اثر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نگ</w:t>
      </w:r>
      <w:r w:rsidRPr="004A50B5">
        <w:rPr>
          <w:rtl/>
          <w:lang w:bidi="fa-IR"/>
        </w:rPr>
        <w:t xml:space="preserve">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جوانان آشوبگر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 دچار تشنج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بود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داً</w:t>
      </w:r>
      <w:r w:rsidRPr="004A50B5">
        <w:rPr>
          <w:rtl/>
          <w:lang w:bidi="fa-IR"/>
        </w:rPr>
        <w:t xml:space="preserve"> به دولت حمله کرد، بالاخره نخست 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سوئد عظمت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فاجعه را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کلا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خلاصه کرد و گفت: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جبران اشتباه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تمام ادامه داشته چهل سال وقت لازم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م،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جمله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نسل نو با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ابتداء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تا فردا جامع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سالم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است که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گرفتار آنست،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تر و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 از آنان مشرق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پسران و دختران را حلّال مشکلات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ضمن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از هارلوک آل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س،</w:t>
      </w:r>
      <w:r w:rsidRPr="004A50B5">
        <w:rPr>
          <w:rtl/>
          <w:lang w:bidi="fa-IR"/>
        </w:rPr>
        <w:t xml:space="preserve"> بشنو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قابل توجه است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مخصوصاً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غرب زدگان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کورکورانه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به غرب باخته اند،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معلم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تنها</w:t>
      </w:r>
      <w:r w:rsidRPr="004A50B5">
        <w:rPr>
          <w:rtl/>
          <w:lang w:bidi="fa-IR"/>
        </w:rPr>
        <w:t xml:space="preserve"> معلم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مسائل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را با کمال صداقت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دقت مورد برّرس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داده،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از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کاگو</w:t>
      </w:r>
      <w:r w:rsidRPr="004A50B5">
        <w:rPr>
          <w:rtl/>
          <w:lang w:bidi="fa-IR"/>
        </w:rPr>
        <w:t xml:space="preserve"> بشنو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200 دختر پس از آنکه با آهنگ جاز رقص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شورش کردند، و ماجرا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وحشتناک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آوردند،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جانور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 دارند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غرند آنها شورش کرده اند، برق آسا کمک برسان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جمله را رئ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دار التأد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کاگو</w:t>
      </w:r>
      <w:r w:rsidRPr="004A50B5">
        <w:rPr>
          <w:rtl/>
          <w:lang w:bidi="fa-IR"/>
        </w:rPr>
        <w:t xml:space="preserve"> تلفن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اطلاع داد،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ده ها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با باتون و بمب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گاز اشک آور و سلاح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آتش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طرف مرکز شورش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هجوم بردند.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دختر 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بودند، از خشم 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شکستند و خورد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سالم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آنها</w:t>
      </w:r>
      <w:r w:rsidRPr="004A50B5">
        <w:rPr>
          <w:rtl/>
          <w:lang w:bidi="fa-IR"/>
        </w:rPr>
        <w:t xml:space="preserve"> بچه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 التأد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بودند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حالا در و پنجره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 التأد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را خورد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و مراقبان را کتک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زدند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هوش</w:t>
      </w:r>
      <w:r w:rsidRPr="004A50B5">
        <w:rPr>
          <w:rtl/>
          <w:lang w:bidi="fa-IR"/>
        </w:rPr>
        <w:t xml:space="preserve"> شوند.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ها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آمدند، اما دخترها باز هم رحم نکردند و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حمله بردند،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توانست آنان را آرام سازد ناگز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رفتار خشن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گرفت، بمب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گاز اشک آور را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دختران شورش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ترکاند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گاز اثر خود را کرد دخترها به جانب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ختند</w:t>
      </w:r>
      <w:r w:rsidRPr="004A50B5">
        <w:rPr>
          <w:rtl/>
          <w:lang w:bidi="fa-IR"/>
        </w:rPr>
        <w:t xml:space="preserve"> و از آنجا 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دم دستشان بود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پرتاب کردند مگر چه شده بود؟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آنها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شورش کنند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دو ساعت موز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جاز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بودند و دچار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گشته و عامل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پزشکان بود که</w:t>
      </w:r>
      <w:r w:rsidR="008840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آنها صفحات جاز گذارده بود. </w:t>
      </w:r>
      <w:r w:rsidRPr="00884021">
        <w:rPr>
          <w:rStyle w:val="libFootnotenumChar"/>
          <w:rtl/>
        </w:rPr>
        <w:t>(1)</w:t>
      </w:r>
      <w:r w:rsidRPr="004A50B5">
        <w:rPr>
          <w:rtl/>
          <w:lang w:bidi="fa-IR"/>
        </w:rPr>
        <w:t>پزشک 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پزشک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هنگام گرفتن گواه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طب قسم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آدم مضر نباشد آن هم در کجا دار التأد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ب،</w:t>
      </w:r>
      <w:r w:rsidRPr="004A50B5">
        <w:rPr>
          <w:rtl/>
          <w:lang w:bidi="fa-IR"/>
        </w:rPr>
        <w:t xml:space="preserve">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 التأد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 آور است مشابه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اوضاع فعلاً در تمام جهان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: روح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روان چه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کمالات، شرف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رت،</w:t>
      </w:r>
      <w:r w:rsidRPr="004A50B5">
        <w:rPr>
          <w:rtl/>
          <w:lang w:bidi="fa-IR"/>
        </w:rPr>
        <w:t xml:space="preserve"> حم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آدم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اوهام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الات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چهل و هشت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الت</w:t>
      </w:r>
      <w:r w:rsidRPr="004A50B5">
        <w:rPr>
          <w:rtl/>
          <w:lang w:bidi="fa-IR"/>
        </w:rPr>
        <w:t xml:space="preserve">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هم خبر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افکار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خروج بشر از حوزه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حق چه کرده؟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سال 1985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چهل و هشت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الت</w:t>
      </w:r>
      <w:r w:rsidRPr="004A50B5">
        <w:rPr>
          <w:rtl/>
          <w:lang w:bidi="fa-IR"/>
        </w:rPr>
        <w:t xml:space="preserve">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248439 دختر و زن به جرائم مختلف از قتل گرفته تا 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قاچاق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کردند، طبق آمار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جرائم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زنان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درصد نسبت به دو سال قبل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 منحصر به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آمار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اروپا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جمع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جرائم و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بانوان در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اروپا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نسبت به پنج سال قبل از 20 تا 45 درصد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است نکته مهم و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جرائم به چشم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40 </w:t>
      </w:r>
      <w:r w:rsidRPr="004A50B5">
        <w:rPr>
          <w:rtl/>
          <w:lang w:bidi="fa-IR"/>
        </w:rPr>
        <w:lastRenderedPageBreak/>
        <w:t>درصد مجرم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دختران و زنان جوان کمتر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باشند، و ارتکاب جرم و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طرف دختران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سنشان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12 تا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سال است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انحطاط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چه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خطرناک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جرائم و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زنان، روان شناسان و دانشمندان علم علم الاجتماع را در</w:t>
      </w:r>
    </w:p>
    <w:p w:rsidR="004A50B5" w:rsidRPr="00884021" w:rsidRDefault="00884021" w:rsidP="008840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884021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اطلاعات هفتگ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.</w:t>
      </w:r>
    </w:p>
    <w:p w:rsidR="004A50B5" w:rsidRPr="004A50B5" w:rsidRDefault="00884021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  <w:r w:rsidR="004A50B5" w:rsidRPr="004A50B5">
        <w:rPr>
          <w:rFonts w:hint="eastAsia"/>
          <w:rtl/>
          <w:lang w:bidi="fa-IR"/>
        </w:rPr>
        <w:lastRenderedPageBreak/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اواخر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شناک</w:t>
      </w:r>
      <w:r w:rsidR="004A50B5" w:rsidRPr="004A50B5">
        <w:rPr>
          <w:rtl/>
          <w:lang w:bidi="fa-IR"/>
        </w:rPr>
        <w:t xml:space="preserve"> ساخته و با کشف علل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افزا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خطرناک راهها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چاره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شنهاد</w:t>
      </w:r>
      <w:r w:rsidR="004A50B5" w:rsidRPr="004A50B5">
        <w:rPr>
          <w:rtl/>
          <w:lang w:bidi="fa-IR"/>
        </w:rPr>
        <w:t xml:space="preserve"> کرده اند، از جمله کنترل شد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لم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نما،</w:t>
      </w:r>
      <w:r w:rsidR="004A50B5" w:rsidRPr="004A50B5">
        <w:rPr>
          <w:rtl/>
          <w:lang w:bidi="fa-IR"/>
        </w:rPr>
        <w:t xml:space="preserve"> جلوگ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انتشار داستان ها و نشر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فسادانگ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جاد</w:t>
      </w:r>
      <w:r w:rsidR="004A50B5" w:rsidRPr="004A50B5">
        <w:rPr>
          <w:rtl/>
          <w:lang w:bidi="fa-IR"/>
        </w:rPr>
        <w:t xml:space="preserve"> محدود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ها و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ود</w:t>
      </w:r>
      <w:r w:rsidR="004A50B5" w:rsidRPr="004A50B5">
        <w:rPr>
          <w:rtl/>
          <w:lang w:bidi="fa-IR"/>
        </w:rPr>
        <w:t xml:space="preserve"> تازه در مناسبات مردان و زنان و پسران و دختران. </w:t>
      </w:r>
      <w:r w:rsidR="004A50B5" w:rsidRPr="00884021">
        <w:rPr>
          <w:rStyle w:val="libFootnotenumChar"/>
          <w:rtl/>
        </w:rPr>
        <w:t>(1)</w:t>
      </w:r>
      <w:r w:rsidR="004A50B5" w:rsidRPr="004A50B5">
        <w:rPr>
          <w:rtl/>
          <w:lang w:bidi="fa-IR"/>
        </w:rPr>
        <w:t>از فران</w:t>
      </w:r>
      <w:r w:rsidR="004A50B5" w:rsidRPr="004A50B5">
        <w:rPr>
          <w:rFonts w:hint="eastAsia"/>
          <w:rtl/>
          <w:lang w:bidi="fa-IR"/>
        </w:rPr>
        <w:t>سه</w:t>
      </w:r>
      <w:r w:rsidR="004A50B5" w:rsidRPr="004A50B5">
        <w:rPr>
          <w:rtl/>
          <w:lang w:bidi="fa-IR"/>
        </w:rPr>
        <w:t xml:space="preserve"> پرچمدار حقوق بشر هم خبر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بشنو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گانگسترها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فرانسو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(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مردان مسلح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چند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دلار قانع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>)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کسب مهارت حرفه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دانشکده مخف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درست کرده بودند، آنها قبل از شروع بکار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دانشکده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مزارع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وزن</w:t>
      </w:r>
      <w:r w:rsidRPr="004A50B5">
        <w:rPr>
          <w:rtl/>
          <w:lang w:bidi="fa-IR"/>
        </w:rPr>
        <w:t xml:space="preserve"> مخف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بود،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840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خبرنگاران در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افراد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به دانشکده گانگستر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رفتند در اطاق بزرگ آن تخته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که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اصول حمله به مغازه ها و بانکها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شده بود.</w:t>
      </w:r>
      <w:r w:rsidR="008840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ژاندارمر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حادثه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منجر به کشف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دانشکده 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پل</w:t>
      </w:r>
      <w:r w:rsidRPr="004A50B5">
        <w:rPr>
          <w:rtl/>
          <w:lang w:bidi="fa-IR"/>
        </w:rPr>
        <w:t xml:space="preserve"> گواع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رئ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گروه گانگسترها و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دانشکده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سوءظن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را جلب نکند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اتحاد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کشاورز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کرده و آن را به ثبت رسانده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</w:t>
      </w:r>
      <w:r w:rsidRPr="004A50B5">
        <w:rPr>
          <w:rtl/>
          <w:lang w:bidi="fa-IR"/>
        </w:rPr>
        <w:t xml:space="preserve"> گانگسترها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تحت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را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قماربازان پار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انتخاب کرده بود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عده هر کدام در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کسب تخصص کرده بودند.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رانند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کارشناس، گشا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در صندوق،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رانداز</w:t>
      </w:r>
      <w:r w:rsidRPr="004A50B5">
        <w:rPr>
          <w:rtl/>
          <w:lang w:bidi="fa-IR"/>
        </w:rPr>
        <w:t xml:space="preserve"> و... عده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گانگسترها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فرانسو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دانشکده مشغول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بوده اند و برنامه روزانه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بود: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صبح</w:t>
      </w:r>
      <w:r w:rsidRPr="004A50B5">
        <w:rPr>
          <w:rtl/>
          <w:lang w:bidi="fa-IR"/>
        </w:rPr>
        <w:t xml:space="preserve"> ورزش، سپس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رانداز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مسلسل و طپانچه و بعد از ظهر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مختلف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بعد از ظهرها درس جنبه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داشت، نقشه مورد محل نظر با تمام جزئ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</w:p>
    <w:p w:rsidR="004A50B5" w:rsidRPr="008E3F32" w:rsidRDefault="008E3F32" w:rsidP="008E3F32">
      <w:pPr>
        <w:pStyle w:val="libLine"/>
        <w:rPr>
          <w:rtl/>
        </w:rPr>
      </w:pPr>
      <w:r w:rsidRPr="008E3F32">
        <w:rPr>
          <w:rFonts w:hint="cs"/>
          <w:rtl/>
        </w:rPr>
        <w:t>___________________________</w:t>
      </w:r>
    </w:p>
    <w:p w:rsidR="004A50B5" w:rsidRPr="004A50B5" w:rsidRDefault="004A50B5" w:rsidP="008E3F3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>.</w:t>
      </w:r>
    </w:p>
    <w:p w:rsidR="004A50B5" w:rsidRPr="004A50B5" w:rsidRDefault="008E3F32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آن</w:t>
      </w:r>
      <w:r w:rsidR="004A50B5" w:rsidRPr="004A50B5">
        <w:rPr>
          <w:rtl/>
          <w:lang w:bidi="fa-IR"/>
        </w:rPr>
        <w:t xml:space="preserve">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شاگردان تشر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شد تا هنگام عمل دچار اشتباه نشوند.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حمله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شاگردان دانشکده گانگستر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فرانسه به بانک توتون کردند پنج مأمور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مجروح شد،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گانگسترها دم مرگ رفت.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هم مدت هاست غرب زده شده و انواع مفاسد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در آن راه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تعداد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کشور در حال حاضر از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هزار تجاوز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دو درصد</w:t>
      </w:r>
      <w:r w:rsidRPr="008E3F32">
        <w:rPr>
          <w:rStyle w:val="libFootnotenumChar"/>
          <w:rtl/>
        </w:rPr>
        <w:t xml:space="preserve"> (1) </w:t>
      </w:r>
      <w:r w:rsidRPr="004A50B5">
        <w:rPr>
          <w:rtl/>
          <w:lang w:bidi="fa-IR"/>
        </w:rPr>
        <w:t>آنان را جوانان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 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تعداد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13 برابر شده،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تعداد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آلمان در 40 سال 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3 برابر، و در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5 برابر شده، و آمار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در زنها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مردها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آمار تنها مربوط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اگر بخواهند آمار مفاسد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از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قتل، خودکش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تجاوز به عفت، فرار دختران از خانه ها، روابط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مشروع، قمار باز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شرابخوار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و... منتشر کنند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وحشتناک است،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مولود فرا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و دور شدن از مقررات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نوشته</w:t>
      </w:r>
      <w:r w:rsidRPr="004A50B5">
        <w:rPr>
          <w:rtl/>
          <w:lang w:bidi="fa-IR"/>
        </w:rPr>
        <w:t xml:space="preserve"> اند: مواد مخدر، موز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تند، رقص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شلوغ، روابط دختران و پسران،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نما</w:t>
      </w:r>
      <w:r w:rsidRPr="004A50B5">
        <w:rPr>
          <w:rtl/>
          <w:lang w:bidi="fa-IR"/>
        </w:rPr>
        <w:t xml:space="preserve"> و تلو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ون،</w:t>
      </w:r>
      <w:r w:rsidRPr="004A50B5">
        <w:rPr>
          <w:rtl/>
          <w:lang w:bidi="fa-IR"/>
        </w:rPr>
        <w:t xml:space="preserve"> داستان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عشق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عوامل مساعد کننده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فشارها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عصب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باعث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مرگ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رهاست</w:t>
      </w:r>
      <w:r w:rsidRPr="004A50B5">
        <w:rPr>
          <w:rtl/>
          <w:lang w:bidi="fa-IR"/>
        </w:rPr>
        <w:t>.</w:t>
      </w:r>
    </w:p>
    <w:p w:rsidR="008E3F32" w:rsidRPr="004A50B5" w:rsidRDefault="004A50B5" w:rsidP="008E3F3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زمان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شرف،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لت،</w:t>
      </w:r>
      <w:r w:rsidRPr="004A50B5">
        <w:rPr>
          <w:rtl/>
          <w:lang w:bidi="fa-IR"/>
        </w:rPr>
        <w:t xml:space="preserve">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عصمت، و عفت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صلاح و سداد، وقار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بردبار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خلاصه قرآن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خانواده و جامعه حاکم بود،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وب</w:t>
      </w:r>
      <w:r w:rsidRPr="004A50B5">
        <w:rPr>
          <w:rtl/>
          <w:lang w:bidi="fa-IR"/>
        </w:rPr>
        <w:t xml:space="preserve">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اندازه خبر نبود. اما اگر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ناکرده تمام ج</w:t>
      </w:r>
      <w:r w:rsidRPr="004A50B5">
        <w:rPr>
          <w:rFonts w:hint="eastAsia"/>
          <w:rtl/>
          <w:lang w:bidi="fa-IR"/>
        </w:rPr>
        <w:t>امعه</w:t>
      </w:r>
      <w:r w:rsidRPr="004A50B5">
        <w:rPr>
          <w:rtl/>
          <w:lang w:bidi="fa-IR"/>
        </w:rPr>
        <w:t xml:space="preserve"> از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جدا شود، اوضاع چه</w:t>
      </w:r>
      <w:r w:rsidR="008E3F32" w:rsidRPr="008E3F32">
        <w:rPr>
          <w:rFonts w:hint="eastAsia"/>
          <w:rtl/>
          <w:lang w:bidi="fa-IR"/>
        </w:rPr>
        <w:t xml:space="preserve"> </w:t>
      </w:r>
      <w:r w:rsidR="008E3F32" w:rsidRPr="004A50B5">
        <w:rPr>
          <w:rFonts w:hint="eastAsia"/>
          <w:rtl/>
          <w:lang w:bidi="fa-IR"/>
        </w:rPr>
        <w:t>خواهد</w:t>
      </w:r>
      <w:r w:rsidR="008E3F32" w:rsidRPr="004A50B5">
        <w:rPr>
          <w:rtl/>
          <w:lang w:bidi="fa-IR"/>
        </w:rPr>
        <w:t xml:space="preserve"> شد؟!</w:t>
      </w:r>
    </w:p>
    <w:p w:rsidR="004A50B5" w:rsidRPr="008E3F32" w:rsidRDefault="008E3F32" w:rsidP="008E3F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8E3F3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آمار مربوط به قبل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انقلاب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8E3F32" w:rsidP="008E3F32">
      <w:pPr>
        <w:pStyle w:val="Heading2"/>
        <w:rPr>
          <w:rtl/>
        </w:rPr>
      </w:pPr>
      <w:r>
        <w:rPr>
          <w:rtl/>
        </w:rPr>
        <w:br w:type="page"/>
      </w:r>
      <w:bookmarkStart w:id="34" w:name="_Toc500835250"/>
      <w:bookmarkStart w:id="35" w:name="_Toc500835419"/>
      <w:r w:rsidR="004A50B5" w:rsidRPr="004A50B5">
        <w:rPr>
          <w:rFonts w:hint="eastAsia"/>
          <w:rtl/>
        </w:rPr>
        <w:lastRenderedPageBreak/>
        <w:t>س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ر</w:t>
      </w:r>
      <w:r w:rsidR="004A50B5" w:rsidRPr="004A50B5">
        <w:rPr>
          <w:rtl/>
        </w:rPr>
        <w:t xml:space="preserve"> و حرکت انسان ماد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از زبان عل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</w:t>
      </w:r>
      <w:r w:rsidRPr="008E3F32">
        <w:rPr>
          <w:rStyle w:val="libAlaemChar"/>
          <w:rFonts w:eastAsiaTheme="minorHAnsi"/>
          <w:rtl/>
        </w:rPr>
        <w:t>عليه‌السلام</w:t>
      </w:r>
      <w:bookmarkEnd w:id="34"/>
      <w:bookmarkEnd w:id="3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وحشت</w:t>
      </w:r>
      <w:r w:rsidR="008E3F32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عدم مسافر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سرگردان،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طولان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را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گرفته آهسته به جانب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نهاده بود.</w:t>
      </w:r>
    </w:p>
    <w:p w:rsidR="004A50B5" w:rsidRPr="004A50B5" w:rsidRDefault="004A50B5" w:rsidP="008E3F3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صورت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در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نباتات روان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شد، و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خون و گوشت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سرچشمه گرفته در نهرها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رگ راه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 تا به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پستان فرو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خت،</w:t>
      </w:r>
      <w:r w:rsidRPr="004A50B5">
        <w:rPr>
          <w:rtl/>
          <w:lang w:bidi="fa-IR"/>
        </w:rPr>
        <w:t xml:space="preserve"> عاقبت شکل قطره آب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آن را نطفه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درآمد،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</w:t>
      </w:r>
      <w:r w:rsidRPr="004A50B5">
        <w:rPr>
          <w:rtl/>
          <w:lang w:bidi="fa-IR"/>
        </w:rPr>
        <w:t xml:space="preserve">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از پشت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شکم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مکان داد و مانند تخم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بدست باغبان در دل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دفن شود در خلال پرده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 به انتظار روز موعود پنهان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  <w:r w:rsidR="008E3F32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راهگذار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که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وجود و عدم سرگردان است 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تر بود،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مسافرت خسته کننده و دشوار چه ها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چه شهرها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نشن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را تماشا کرد، و در مدت نه ماه که مهمان رحم و همسا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امعا و احشاء بود تا موقع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چگونه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شود به </w:t>
      </w:r>
      <w:r w:rsidRPr="004A50B5">
        <w:rPr>
          <w:rFonts w:hint="eastAsia"/>
          <w:rtl/>
          <w:lang w:bidi="fa-IR"/>
        </w:rPr>
        <w:t>چه</w:t>
      </w:r>
      <w:r w:rsidRPr="004A50B5">
        <w:rPr>
          <w:rtl/>
          <w:lang w:bidi="fa-IR"/>
        </w:rPr>
        <w:t xml:space="preserve"> صورت ها درآمد.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خون</w:t>
      </w:r>
      <w:r w:rsidRPr="004A50B5">
        <w:rPr>
          <w:rtl/>
          <w:lang w:bidi="fa-IR"/>
        </w:rPr>
        <w:t xml:space="preserve"> بود کم کم گوشت شد، رفته رفته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 و مهندس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بر اندامش خطوط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 تا وقت رفتن با چشم و گوش و با دست و پا 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 و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آمد، و سرانجام انقلاب و فشار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احساس کرد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هوش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ناگهان چشمان ناتوان و خسته اش را در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 جنجال و غوغا بر جماعت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گشود که همه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زدند،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آمده معلوم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لحظه با چه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ترس آو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</w:t>
      </w:r>
      <w:r w:rsidRPr="004A50B5">
        <w:rPr>
          <w:rtl/>
          <w:lang w:bidi="fa-IR"/>
        </w:rPr>
        <w:lastRenderedPageBreak/>
        <w:t>وحشتناک برخورد کرده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هلهله شاد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مسرت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با تمام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برآورده مانند ابر بهار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زار زار بگر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درست</w:t>
      </w:r>
      <w:r w:rsidRPr="004A50B5">
        <w:rPr>
          <w:rtl/>
          <w:lang w:bidi="fa-IR"/>
        </w:rPr>
        <w:t xml:space="preserve"> در همان موقع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مسافر از آن جهان ابهام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 شده بود، پروانه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 و بال هم از آش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عالم قدس به همراه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رخت بربست و از آسمان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نزول کرد(روح)</w:t>
      </w:r>
      <w:r w:rsidR="008E3F32" w:rsidRPr="008E3F32">
        <w:rPr>
          <w:rStyle w:val="libAlaemChar"/>
          <w:rFonts w:hint="cs"/>
          <w:rtl/>
        </w:rPr>
        <w:t>(</w:t>
      </w:r>
      <w:r w:rsidRPr="004A50B5">
        <w:rPr>
          <w:rtl/>
          <w:lang w:bidi="fa-IR"/>
        </w:rPr>
        <w:t xml:space="preserve"> </w:t>
      </w:r>
      <w:r w:rsidRPr="008E3F32">
        <w:rPr>
          <w:rStyle w:val="libAieChar"/>
          <w:rtl/>
        </w:rPr>
        <w:t>وَ نَفَخْتُ فِ</w:t>
      </w:r>
      <w:r w:rsidRPr="008E3F32">
        <w:rPr>
          <w:rStyle w:val="libAieChar"/>
          <w:rFonts w:hint="cs"/>
          <w:rtl/>
        </w:rPr>
        <w:t>ی</w:t>
      </w:r>
      <w:r w:rsidRPr="008E3F32">
        <w:rPr>
          <w:rStyle w:val="libAieChar"/>
          <w:rFonts w:hint="eastAsia"/>
          <w:rtl/>
        </w:rPr>
        <w:t>هِ</w:t>
      </w:r>
      <w:r w:rsidRPr="008E3F32">
        <w:rPr>
          <w:rStyle w:val="libAieChar"/>
          <w:rtl/>
        </w:rPr>
        <w:t xml:space="preserve"> مِنْ رُوحِ</w:t>
      </w:r>
      <w:r w:rsidRPr="008E3F32">
        <w:rPr>
          <w:rStyle w:val="libAieChar"/>
          <w:rFonts w:hint="cs"/>
          <w:rtl/>
        </w:rPr>
        <w:t>ی</w:t>
      </w:r>
      <w:r w:rsidRPr="008E3F32">
        <w:rPr>
          <w:rStyle w:val="libAieChar"/>
          <w:rtl/>
        </w:rPr>
        <w:t xml:space="preserve"> </w:t>
      </w:r>
      <w:r w:rsidRPr="004A50B5">
        <w:rPr>
          <w:rtl/>
          <w:lang w:bidi="fa-IR"/>
        </w:rPr>
        <w:t>.</w:t>
      </w:r>
      <w:r w:rsidR="008E3F32" w:rsidRPr="008E3F32">
        <w:rPr>
          <w:rStyle w:val="libAlaemChar"/>
          <w:rFonts w:hint="cs"/>
          <w:rtl/>
        </w:rPr>
        <w:t>)</w:t>
      </w:r>
      <w:r w:rsidRPr="004A50B5">
        <w:rPr>
          <w:rtl/>
          <w:lang w:bidi="fa-IR"/>
        </w:rPr>
        <w:t xml:space="preserve"> </w:t>
      </w:r>
      <w:r w:rsidRPr="008E3F32">
        <w:rPr>
          <w:rStyle w:val="libFootnotenumChar"/>
          <w:rtl/>
        </w:rPr>
        <w:t>(1)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8E3F32" w:rsidRDefault="004A50B5" w:rsidP="008E3F3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پرنده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و سبک پرواز که با فرشتگان همباز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بر گل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ستارگان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نشست، و به دور شمع ابد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چرخ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خورد، بنا به فرمان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متعال دل از چمن سبز آسمان و چراغ مهر و ماه برکنده به دنبال مقدرات مجهول خود بال </w:t>
      </w:r>
      <w:r w:rsidR="008E3F32" w:rsidRPr="004A50B5">
        <w:rPr>
          <w:rFonts w:hint="eastAsia"/>
          <w:rtl/>
          <w:lang w:bidi="fa-IR"/>
        </w:rPr>
        <w:t>پر</w:t>
      </w:r>
      <w:r w:rsidR="008E3F32" w:rsidRPr="004A50B5">
        <w:rPr>
          <w:rtl/>
          <w:lang w:bidi="fa-IR"/>
        </w:rPr>
        <w:t xml:space="preserve"> گشود.</w:t>
      </w:r>
    </w:p>
    <w:p w:rsidR="004A50B5" w:rsidRPr="008E3F32" w:rsidRDefault="008E3F32" w:rsidP="008E3F3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4A50B5" w:rsidRPr="004A50B5" w:rsidRDefault="004A50B5" w:rsidP="008E3F3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حجر: آ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29.</w:t>
      </w:r>
    </w:p>
    <w:p w:rsidR="004A50B5" w:rsidRPr="004A50B5" w:rsidRDefault="008E3F32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دو همسفر مانند جسم و سا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ه،</w:t>
      </w:r>
      <w:r w:rsidR="004A50B5" w:rsidRPr="004A50B5">
        <w:rPr>
          <w:rtl/>
          <w:lang w:bidi="fa-IR"/>
        </w:rPr>
        <w:t xml:space="preserve">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و دنبال به جهان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آمدند و 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عاشق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tl/>
          <w:lang w:bidi="fa-IR"/>
        </w:rPr>
        <w:t xml:space="preserve"> بودند،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نخست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ملاقات خوب با هم آشنا شده، انس گرفتند به طور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اخت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 آغوش آن و آن در قلب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فرو رفت.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8E3F3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اندک</w:t>
      </w:r>
      <w:r w:rsidRPr="004A50B5">
        <w:rPr>
          <w:rtl/>
          <w:lang w:bidi="fa-IR"/>
        </w:rPr>
        <w:t xml:space="preserve"> اندک چهر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هولناک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نظر نوزاد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و محبوب گرفته، هر چه بزرگتر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احساس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فضا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دوست دارد، تا کار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فدا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محبوب و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زش</w:t>
      </w:r>
      <w:r w:rsidRPr="004A50B5">
        <w:rPr>
          <w:rtl/>
          <w:lang w:bidi="fa-IR"/>
        </w:rPr>
        <w:t xml:space="preserve"> نمود (ا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دور ماندن از حوزه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غفلت از وطن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جان است، انسان چه موجود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دستگاه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محصول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زتر</w:t>
      </w:r>
      <w:r w:rsidRPr="004A50B5">
        <w:rPr>
          <w:rtl/>
          <w:lang w:bidi="fa-IR"/>
        </w:rPr>
        <w:t xml:space="preserve"> از بشر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نفرستاده، هر قدر هم که سالمند و بزرگ باشد باز هم به کودکان خردسال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سبب خوش دل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آزرده و ملول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افراط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رود، و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باز پس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اگر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دوار</w:t>
      </w:r>
      <w:r w:rsidRPr="004A50B5">
        <w:rPr>
          <w:rtl/>
          <w:lang w:bidi="fa-IR"/>
        </w:rPr>
        <w:t xml:space="preserve"> باشد بر حرص و طمع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اگر مأ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</w:t>
      </w:r>
      <w:r w:rsidRPr="004A50B5">
        <w:rPr>
          <w:rtl/>
          <w:lang w:bidi="fa-IR"/>
        </w:rPr>
        <w:t xml:space="preserve"> گردد از شدت تأسف جان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سپارد. چنان خشمگ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خود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به هلاکت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اندازد، و چنان خرسند و خوشحال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فراموش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موقع ترس به قدر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عاجز است که از سود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و هنگام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کورکورانه در چاه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سخت نابردبار و کم طاقت است،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به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خوشگذران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جهان را 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گرسنه ماند از شدت ضعف بر خاک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بر سر سفره چندان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 که باز هم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کسالت به او مجال جنبش و حرکت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دهد، 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افراط کار و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است و کمتر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معتدل و با اراده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طفل ناتوان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چاره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دم در گهواره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توانست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پرستار بسر برد، و از پشه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ناتوان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درمانده و عاجز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جز جرعه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که از خون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توانست هضم کند به مرور زمان کار را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که با بلع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 عظمت باز هم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گرسنه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همان</w:t>
      </w:r>
      <w:r w:rsidRPr="004A50B5">
        <w:rPr>
          <w:rtl/>
          <w:lang w:bidi="fa-IR"/>
        </w:rPr>
        <w:t xml:space="preserve"> کودک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رخوار</w:t>
      </w:r>
      <w:r w:rsidRPr="004A50B5">
        <w:rPr>
          <w:rtl/>
          <w:lang w:bidi="fa-IR"/>
        </w:rPr>
        <w:t xml:space="preserve"> درنده و خونخوار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اما چندان طول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کشد که دوباره روزگار عجز و ناتوان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 باز گشته از صورت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هزاران باز هولناک تر جلوه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گهواره روز ولادتش به گور تنگ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مبدل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آنجا در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سنگ لحد تنها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سر به خاک و خشت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و از آن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و از آن کاخ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آن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زر و خلاصه از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دل کنده فقط به مشت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خاک قناعت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موقع کردار زشت و پندار فاسد و تباه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خونر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قتل و غارت ها همه ب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منظره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وحشتناک از </w:t>
      </w:r>
      <w:r w:rsidRPr="004A50B5">
        <w:rPr>
          <w:rtl/>
          <w:lang w:bidi="fa-IR"/>
        </w:rPr>
        <w:lastRenderedPageBreak/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چشمش رژه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 و به صورت او زهرخند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زنند، اما از همه جگرگدازتر نما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همسفر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اوست که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افسوسش را به فلک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همان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کار، همان روح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که از افق مجردات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آمده و در آغوش او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بود، اکنون سراپا آلوده و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بال شکسته و پر سوخته، مستمند و اندوهناک به بال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حاضر شده او را به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سرزنش و ملامت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که: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کاش هرگز با تو دوست و آشن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شدم.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ترانه را خردمندان و افراد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هم در دوران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همان ترانه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نامند.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آهنگ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قدر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رقت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آهسته شده، اشک به دور چشمان خدا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حلقه زد: خداوندا، آنها کجا رفتند؟ آن پادشاهان جهانگ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ر،</w:t>
      </w:r>
      <w:r w:rsidRPr="004A50B5">
        <w:rPr>
          <w:rtl/>
          <w:lang w:bidi="fa-IR"/>
        </w:rPr>
        <w:t xml:space="preserve"> آن ستمگران خونر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ز،</w:t>
      </w:r>
      <w:r w:rsidRPr="004A50B5">
        <w:rPr>
          <w:rtl/>
          <w:lang w:bidi="fa-IR"/>
        </w:rPr>
        <w:t xml:space="preserve"> آنها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افتخار موهوم،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تصرف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وجب خاک هزاران خاندان را بر باد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اکنون به چه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سرگرمند؟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تخت و تاج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باتر،</w:t>
      </w:r>
      <w:r w:rsidRPr="004A50B5">
        <w:rPr>
          <w:rtl/>
          <w:lang w:bidi="fa-IR"/>
        </w:rPr>
        <w:t xml:space="preserve"> از نفوذ سلطنت بهتر، از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عشرت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 چه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بدست آورده اند که با آن خوش کرده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باره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رخت بربستند؟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چ،</w:t>
      </w:r>
      <w:r w:rsidRPr="004A50B5">
        <w:rPr>
          <w:rtl/>
          <w:lang w:bidi="fa-IR"/>
        </w:rPr>
        <w:t xml:space="preserve"> فقط در قبر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گرفتند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راهن</w:t>
      </w:r>
      <w:r w:rsidRPr="004A50B5">
        <w:rPr>
          <w:rtl/>
          <w:lang w:bidi="fa-IR"/>
        </w:rPr>
        <w:t xml:space="preserve"> کفن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خاک بودند و سرانجام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 خاک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همدم و هم آغوش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. </w:t>
      </w:r>
      <w:r w:rsidRPr="00147E3B">
        <w:rPr>
          <w:rStyle w:val="libFootnotenumChar"/>
          <w:rtl/>
        </w:rPr>
        <w:t>(1)</w:t>
      </w:r>
    </w:p>
    <w:p w:rsidR="004A50B5" w:rsidRPr="00147E3B" w:rsidRDefault="00147E3B" w:rsidP="00147E3B">
      <w:pPr>
        <w:pStyle w:val="libLine"/>
        <w:rPr>
          <w:szCs w:val="32"/>
          <w:rtl/>
        </w:rPr>
      </w:pPr>
      <w:r w:rsidRPr="00147E3B">
        <w:rPr>
          <w:rFonts w:hint="cs"/>
          <w:szCs w:val="32"/>
          <w:rtl/>
        </w:rPr>
        <w:t>_______________________</w:t>
      </w:r>
    </w:p>
    <w:p w:rsidR="004A50B5" w:rsidRDefault="004A50B5" w:rsidP="00147E3B">
      <w:pPr>
        <w:pStyle w:val="libFootnote0"/>
        <w:numPr>
          <w:ilvl w:val="0"/>
          <w:numId w:val="2"/>
        </w:numPr>
        <w:rPr>
          <w:rtl/>
          <w:lang w:bidi="fa-IR"/>
        </w:rPr>
      </w:pPr>
      <w:r w:rsidRPr="004A50B5">
        <w:rPr>
          <w:rtl/>
          <w:lang w:bidi="fa-IR"/>
        </w:rPr>
        <w:t>1) نهج البلاغه جواد فاضل با 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>: ص 133.</w:t>
      </w:r>
    </w:p>
    <w:p w:rsidR="004A50B5" w:rsidRPr="004A50B5" w:rsidRDefault="004A50B5" w:rsidP="00147E3B">
      <w:pPr>
        <w:pStyle w:val="Heading1"/>
        <w:rPr>
          <w:rtl/>
        </w:rPr>
      </w:pPr>
      <w:bookmarkStart w:id="36" w:name="_Toc500835251"/>
      <w:bookmarkStart w:id="37" w:name="_Toc500835420"/>
      <w:r w:rsidRPr="004A50B5">
        <w:rPr>
          <w:rFonts w:hint="eastAsia"/>
          <w:rtl/>
        </w:rPr>
        <w:lastRenderedPageBreak/>
        <w:t>بخش</w:t>
      </w:r>
      <w:r w:rsidRPr="004A50B5">
        <w:rPr>
          <w:rtl/>
        </w:rPr>
        <w:t xml:space="preserve"> سوم</w:t>
      </w:r>
      <w:bookmarkEnd w:id="36"/>
      <w:bookmarkEnd w:id="3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کمال کدام است؟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کمال در پرتو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 و روان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پرورش روان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عامل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فساد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حالات گوناگون روح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نقش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در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اخلاق چراغ راه زندگ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در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قرآن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47E3B" w:rsidP="00147E3B">
      <w:pPr>
        <w:pStyle w:val="Heading2"/>
        <w:rPr>
          <w:rtl/>
        </w:rPr>
      </w:pPr>
      <w:r>
        <w:rPr>
          <w:rtl/>
        </w:rPr>
        <w:br w:type="page"/>
      </w:r>
      <w:bookmarkStart w:id="38" w:name="_Toc500835252"/>
      <w:bookmarkStart w:id="39" w:name="_Toc500835421"/>
      <w:r w:rsidR="004A50B5" w:rsidRPr="004A50B5">
        <w:rPr>
          <w:rFonts w:hint="eastAsia"/>
          <w:rtl/>
        </w:rPr>
        <w:lastRenderedPageBreak/>
        <w:t>کمال</w:t>
      </w:r>
      <w:r w:rsidR="004A50B5" w:rsidRPr="004A50B5">
        <w:rPr>
          <w:rtl/>
        </w:rPr>
        <w:t xml:space="preserve"> کدام است؟</w:t>
      </w:r>
      <w:bookmarkEnd w:id="38"/>
      <w:bookmarkEnd w:id="3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بزرگ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مهربان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موجودات جهان را به دو قسم از کمال مخصوص ساخته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اصطلاح دانشمندان کمال اول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را کمال دوم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کمال</w:t>
      </w:r>
      <w:r w:rsidRPr="004A50B5">
        <w:rPr>
          <w:rtl/>
          <w:lang w:bidi="fa-IR"/>
        </w:rPr>
        <w:t xml:space="preserve"> اول هر موجود وجود اوست،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هر موجود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نقص عدم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راسته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کمال دوم هر موجود به ظهور آمدن استعداد و قابل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در نهاد او به 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نهاده شده.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مثلاً</w:t>
      </w:r>
      <w:r w:rsidRPr="004A50B5">
        <w:rPr>
          <w:rtl/>
          <w:lang w:bidi="fa-IR"/>
        </w:rPr>
        <w:t xml:space="preserve"> کمال اول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بذر گل وجود آن بذر است، و کمال دومش آن است که برو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ساق و برگ و شکوفه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آورد.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47E3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موجودات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از مرتبه کمال اول به مرحله کمال دوم برسند،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مقررات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سنن و نوام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مقرر فرموده که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جاً</w:t>
      </w:r>
      <w:r w:rsidRPr="004A50B5">
        <w:rPr>
          <w:rtl/>
          <w:lang w:bidi="fa-IR"/>
        </w:rPr>
        <w:t xml:space="preserve"> به کمال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رسند و چون فاقد اراده و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ارند</w:t>
      </w:r>
      <w:r w:rsidRPr="004A50B5">
        <w:rPr>
          <w:rtl/>
          <w:lang w:bidi="fa-IR"/>
        </w:rPr>
        <w:t xml:space="preserve"> ناچار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کنند، و از حدود مصلحت خود 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فراتر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 و منحرف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شوند.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چون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و اراده است،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نعمت سوءاستفاده نکند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مواهب را در راه فساد و انحطاط بکار نبرد محتاج به راهنما و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او را در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کمال مطلوب خود </w:t>
      </w:r>
      <w:r w:rsidRPr="004A50B5">
        <w:rPr>
          <w:rFonts w:hint="eastAsia"/>
          <w:rtl/>
          <w:lang w:bidi="fa-IR"/>
        </w:rPr>
        <w:t>ارشاد</w:t>
      </w:r>
      <w:r w:rsidRPr="004A50B5">
        <w:rPr>
          <w:rtl/>
          <w:lang w:bidi="fa-IR"/>
        </w:rPr>
        <w:t xml:space="preserve"> کند، و البته راهنما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طرف خداوند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شود، تا اولاً به انجام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عالم</w:t>
      </w:r>
      <w:r w:rsidR="00147E3B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قادر باشد، و ثان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اً</w:t>
      </w:r>
      <w:r w:rsidRPr="004A50B5">
        <w:rPr>
          <w:rtl/>
          <w:lang w:bidi="fa-IR"/>
        </w:rPr>
        <w:t xml:space="preserve"> از هو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هوس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نکند و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عوامل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نباشد لذا پروردگار عالم به </w:t>
      </w:r>
      <w:r w:rsidRPr="004A50B5">
        <w:rPr>
          <w:rtl/>
          <w:lang w:bidi="fa-IR"/>
        </w:rPr>
        <w:lastRenderedPageBreak/>
        <w:t>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لطف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بشر کاملتر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صالحتر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را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کرد و طرق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نوع انسان را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آموخت و به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مردم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داد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ب</w:t>
      </w:r>
      <w:r w:rsidRPr="004A50B5">
        <w:rPr>
          <w:rFonts w:hint="eastAsia"/>
          <w:rtl/>
          <w:lang w:bidi="fa-IR"/>
        </w:rPr>
        <w:t>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در اصطلاح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شوند.همان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ناح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جسم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انسان در معرض حوادث گوناگون و امراض مختلف است، و برا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رفع آلام بدن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انسان ن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ازمند</w:t>
      </w:r>
      <w:r w:rsidRPr="004A50B5">
        <w:rPr>
          <w:rtl/>
        </w:rPr>
        <w:t xml:space="preserve"> به طب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عت</w:t>
      </w:r>
      <w:r w:rsidRPr="004A50B5">
        <w:rPr>
          <w:rtl/>
        </w:rPr>
        <w:t xml:space="preserve"> و دارو است، و برا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ادام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سلامت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بهداشت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او لازم و واجب است به همان شکل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روان در معرض امراض گوناگون و آلام خطرناک است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دفع و رفع امراض انسان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مراجعه به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بان</w:t>
      </w:r>
      <w:r w:rsidRPr="004A50B5">
        <w:rPr>
          <w:rtl/>
          <w:lang w:bidi="fa-IR"/>
        </w:rPr>
        <w:t xml:space="preserve"> روحان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معمولاً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با درد به متخصص فن مراجعه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متخصص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علاج امراض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...روان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ائمه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شدگان مکتب آنان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حسد، کبر، دو رو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دشنام، تهمت،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بت،</w:t>
      </w:r>
      <w:r w:rsidRPr="004A50B5">
        <w:rPr>
          <w:rtl/>
          <w:lang w:bidi="fa-IR"/>
        </w:rPr>
        <w:t xml:space="preserve"> عادت به رشوه، تقلب،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تعرض و تجاوز به حقوق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گران،</w:t>
      </w:r>
      <w:r w:rsidRPr="004A50B5">
        <w:rPr>
          <w:rtl/>
          <w:lang w:bidi="fa-IR"/>
        </w:rPr>
        <w:t xml:space="preserve">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شهوت 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صرف، بد خلق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جبن، زنا، قمار باز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وطن فروش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شراب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کم فروش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شرک، جهالت،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... مرض است و قابل معالجه و تنها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امراض را در بشر معالجه کرده اند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مقررات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آنان به بشر عرضه شده، تاکنون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مکتب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نتوانسته بشر را آراسته به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کند، تنها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انسان را آراسته به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اصول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بوده،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بشر را از کمال اول به کمال دوم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بزرگ بدون چشم داشت و توجه به منافع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بعثت خود به معالجه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پرداختند و به مردم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گفتند: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غمبران</w:t>
      </w:r>
      <w:r w:rsidRPr="004A50B5">
        <w:rPr>
          <w:rtl/>
          <w:lang w:bidi="fa-IR"/>
        </w:rPr>
        <w:t xml:space="preserve"> را وادار به مداوا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امراض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مگر فرمان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طرف حق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بودجه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از کارها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اداره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که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مشغول به آن بودند، در دوران عمر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چکدام</w:t>
      </w:r>
      <w:r w:rsidRPr="004A50B5">
        <w:rPr>
          <w:rtl/>
          <w:lang w:bidi="fa-IR"/>
        </w:rPr>
        <w:t xml:space="preserve"> کمتر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چشم طمع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مال مردم نداشتند، ترو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اخلاق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را مجان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عهده داشتند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از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کوشش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مقصود</w:t>
      </w:r>
      <w:r w:rsidRPr="004A50B5">
        <w:rPr>
          <w:rtl/>
          <w:lang w:bidi="fa-IR"/>
        </w:rPr>
        <w:t xml:space="preserve">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نظر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بعثت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دعوت خلق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خالق، و استخدام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راه کسب سعادت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بکار گماشتن شهوات تحت فرمان عقل بود تا بوس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انسان به کمال مطلوب خود که سعادت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برسد و از نقص و عذاب جا</w:t>
      </w:r>
      <w:r w:rsidRPr="004A50B5">
        <w:rPr>
          <w:rFonts w:hint="eastAsia"/>
          <w:rtl/>
          <w:lang w:bidi="fa-IR"/>
        </w:rPr>
        <w:t>ودان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برهد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خطبه نهج البلاغه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سبحان از فرزندان آدم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بر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گرفت، و آنان را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داد، پس چون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خدا را تغ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دادند و حق او را نشناختند و شرکا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با خدا قرار دادند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از شناسا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خدا بگرداندن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عبادتش باز داشتند، رسولانش را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خود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برانگ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</w:t>
      </w:r>
      <w:r w:rsidRPr="004A50B5">
        <w:rPr>
          <w:rtl/>
          <w:lang w:bidi="fa-IR"/>
        </w:rPr>
        <w:t xml:space="preserve"> تا به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فطرت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وادارشان کنند، و نعمت فراموش شده او را به </w:t>
      </w:r>
      <w:r w:rsidRPr="004A50B5">
        <w:rPr>
          <w:rFonts w:hint="cs"/>
          <w:rtl/>
          <w:lang w:bidi="fa-IR"/>
        </w:rPr>
        <w:lastRenderedPageBreak/>
        <w:t>ی</w:t>
      </w:r>
      <w:r w:rsidRPr="004A50B5">
        <w:rPr>
          <w:rFonts w:hint="eastAsia"/>
          <w:rtl/>
          <w:lang w:bidi="fa-IR"/>
        </w:rPr>
        <w:t>ادشان</w:t>
      </w:r>
      <w:r w:rsidRPr="004A50B5">
        <w:rPr>
          <w:rtl/>
          <w:lang w:bidi="fa-IR"/>
        </w:rPr>
        <w:t xml:space="preserve"> آرند و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احتجاج کنند، و گنج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عقولشان را استخراج </w:t>
      </w:r>
      <w:r w:rsidRPr="004A50B5">
        <w:rPr>
          <w:rFonts w:hint="eastAsia"/>
          <w:rtl/>
          <w:lang w:bidi="fa-IR"/>
        </w:rPr>
        <w:t>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خاک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جهل و نس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را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گوهرها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مشاعرشان برطرف سازند.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47E3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قدرت خدا را از آن سقف که بر فرازشان افروخته و آن گهواره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ساخته، و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بدست فناشان بسپارد، و امراض و آمال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و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وارد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به آنان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دهند.</w:t>
      </w:r>
      <w:r w:rsidR="00147E3B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است،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منطور مستلزم آن است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منظم و بر اساس عدالت استوار باشد لذا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اداره امور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حفظ جان و مال و نسل و ظاهر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شبرد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حفظ عقل مردم،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ظلم و فساد و بطالت و ض</w:t>
      </w:r>
      <w:r w:rsidRPr="004A50B5">
        <w:rPr>
          <w:rFonts w:hint="eastAsia"/>
          <w:rtl/>
          <w:lang w:bidi="fa-IR"/>
        </w:rPr>
        <w:t>رر</w:t>
      </w:r>
      <w:r w:rsidRPr="004A50B5">
        <w:rPr>
          <w:rtl/>
          <w:lang w:bidi="fa-IR"/>
        </w:rPr>
        <w:t xml:space="preserve">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خدعه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نظامات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برقرار کنند و حدود حقوق مردم را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و بطور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را بر اساس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استوار سازند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اصل احکام معاملات و حدود حقوق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مورد توجه 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غمبران</w:t>
      </w:r>
      <w:r w:rsidRPr="004A50B5">
        <w:rPr>
          <w:rtl/>
          <w:lang w:bidi="fa-IR"/>
        </w:rPr>
        <w:t xml:space="preserve"> قرار گرفته است. </w:t>
      </w:r>
      <w:r w:rsidRPr="00147E3B">
        <w:rPr>
          <w:rStyle w:val="libFootnotenumChar"/>
          <w:rtl/>
        </w:rPr>
        <w:t>(1)</w:t>
      </w:r>
      <w:r w:rsidRPr="004A50B5">
        <w:rPr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بزرگداشت جسم و م</w:t>
      </w:r>
      <w:r w:rsidRPr="004A50B5">
        <w:rPr>
          <w:rFonts w:hint="eastAsia"/>
          <w:rtl/>
          <w:lang w:bidi="fa-IR"/>
        </w:rPr>
        <w:t>سائل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مکتب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عرض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 مرتبه دوم است،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احکام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برقرار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منظور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و عدالت که روح اجتماع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سعادت است از آن جهت منظور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ش</w:t>
      </w:r>
      <w:r w:rsidRPr="004A50B5">
        <w:rPr>
          <w:rFonts w:hint="eastAsia"/>
          <w:rtl/>
          <w:lang w:bidi="fa-IR"/>
        </w:rPr>
        <w:t>هوات</w:t>
      </w:r>
      <w:r w:rsidRPr="004A50B5">
        <w:rPr>
          <w:rtl/>
          <w:lang w:bidi="fa-IR"/>
        </w:rPr>
        <w:t xml:space="preserve"> و هواها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مسخر عقل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گردد، و ظلم و جور از آن سبب مذموم و منفور است که عقل را در راه </w:t>
      </w:r>
      <w:r w:rsidRPr="004A50B5">
        <w:rPr>
          <w:rtl/>
          <w:lang w:bidi="fa-IR"/>
        </w:rPr>
        <w:lastRenderedPageBreak/>
        <w:t>خدمت شهوات بکار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شخص را از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کمال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سعادت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قرب به خدا که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کمال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مانع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مردم در امور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شؤون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نخواهند بود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کاملتر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نظامات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بشر آن را وضع کند تنها خاص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امور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منظم کند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ضامن سعادت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کمال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باشد،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نظامات ساخته بشر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عهده اصلاح امور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هم برن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امده</w:t>
      </w:r>
      <w:r w:rsidRPr="004A50B5">
        <w:rPr>
          <w:rtl/>
          <w:lang w:bidi="fa-IR"/>
        </w:rPr>
        <w:t xml:space="preserve"> تا چه رسد به امور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47E3B" w:rsidP="00147E3B">
      <w:pPr>
        <w:pStyle w:val="Heading2"/>
        <w:rPr>
          <w:rtl/>
        </w:rPr>
      </w:pPr>
      <w:r>
        <w:rPr>
          <w:rtl/>
        </w:rPr>
        <w:br w:type="page"/>
      </w:r>
      <w:bookmarkStart w:id="40" w:name="_Toc500835253"/>
      <w:bookmarkStart w:id="41" w:name="_Toc500835422"/>
      <w:r w:rsidR="004A50B5" w:rsidRPr="004A50B5">
        <w:rPr>
          <w:rFonts w:hint="eastAsia"/>
          <w:rtl/>
        </w:rPr>
        <w:lastRenderedPageBreak/>
        <w:t>کمال</w:t>
      </w:r>
      <w:r w:rsidR="004A50B5" w:rsidRPr="004A50B5">
        <w:rPr>
          <w:rtl/>
        </w:rPr>
        <w:t xml:space="preserve"> در پرتو ترب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ت</w:t>
      </w:r>
      <w:r w:rsidR="004A50B5" w:rsidRPr="004A50B5">
        <w:rPr>
          <w:rtl/>
        </w:rPr>
        <w:t xml:space="preserve"> روح و روان</w:t>
      </w:r>
      <w:bookmarkEnd w:id="40"/>
      <w:bookmarkEnd w:id="4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موجودات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آنها آثار مختلف بروز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نبات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و انسان است، آثار نبات نمو و برومند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مثل و شاخ و برگ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و گل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رنگارنگ و</w:t>
      </w:r>
      <w:r w:rsidR="00147E3B" w:rsidRPr="00147E3B">
        <w:rPr>
          <w:rFonts w:hint="eastAsia"/>
          <w:rtl/>
          <w:lang w:bidi="fa-IR"/>
        </w:rPr>
        <w:t xml:space="preserve"> </w:t>
      </w:r>
      <w:r w:rsidR="00147E3B" w:rsidRPr="004A50B5">
        <w:rPr>
          <w:rFonts w:hint="eastAsia"/>
          <w:rtl/>
          <w:lang w:bidi="fa-IR"/>
        </w:rPr>
        <w:t>عطرها</w:t>
      </w:r>
      <w:r w:rsidR="00147E3B" w:rsidRPr="004A50B5">
        <w:rPr>
          <w:rFonts w:hint="cs"/>
          <w:rtl/>
          <w:lang w:bidi="fa-IR"/>
        </w:rPr>
        <w:t>ی</w:t>
      </w:r>
      <w:r w:rsidR="00147E3B" w:rsidRPr="004A50B5">
        <w:rPr>
          <w:rtl/>
          <w:lang w:bidi="fa-IR"/>
        </w:rPr>
        <w:t xml:space="preserve"> گوناگون و اقسام خواص ش</w:t>
      </w:r>
      <w:r w:rsidR="00147E3B" w:rsidRPr="004A50B5">
        <w:rPr>
          <w:rFonts w:hint="cs"/>
          <w:rtl/>
          <w:lang w:bidi="fa-IR"/>
        </w:rPr>
        <w:t>ی</w:t>
      </w:r>
      <w:r w:rsidR="00147E3B" w:rsidRPr="004A50B5">
        <w:rPr>
          <w:rFonts w:hint="eastAsia"/>
          <w:rtl/>
          <w:lang w:bidi="fa-IR"/>
        </w:rPr>
        <w:t>م</w:t>
      </w:r>
      <w:r w:rsidR="00147E3B" w:rsidRPr="004A50B5">
        <w:rPr>
          <w:rFonts w:hint="cs"/>
          <w:rtl/>
          <w:lang w:bidi="fa-IR"/>
        </w:rPr>
        <w:t>ی</w:t>
      </w:r>
      <w:r w:rsidR="00147E3B" w:rsidRPr="004A50B5">
        <w:rPr>
          <w:rFonts w:hint="eastAsia"/>
          <w:rtl/>
          <w:lang w:bidi="fa-IR"/>
        </w:rPr>
        <w:t>ا</w:t>
      </w:r>
      <w:r w:rsidR="00147E3B" w:rsidRPr="004A50B5">
        <w:rPr>
          <w:rFonts w:hint="cs"/>
          <w:rtl/>
          <w:lang w:bidi="fa-IR"/>
        </w:rPr>
        <w:t>یی</w:t>
      </w:r>
      <w:r w:rsidR="00147E3B" w:rsidRPr="004A50B5">
        <w:rPr>
          <w:rtl/>
          <w:lang w:bidi="fa-IR"/>
        </w:rPr>
        <w:t xml:space="preserve"> و غ</w:t>
      </w:r>
      <w:r w:rsidR="00147E3B" w:rsidRPr="004A50B5">
        <w:rPr>
          <w:rFonts w:hint="cs"/>
          <w:rtl/>
          <w:lang w:bidi="fa-IR"/>
        </w:rPr>
        <w:t>ی</w:t>
      </w:r>
      <w:r w:rsidR="00147E3B" w:rsidRPr="004A50B5">
        <w:rPr>
          <w:rFonts w:hint="eastAsia"/>
          <w:rtl/>
          <w:lang w:bidi="fa-IR"/>
        </w:rPr>
        <w:t>ره</w:t>
      </w:r>
      <w:r w:rsidR="00147E3B" w:rsidRPr="004A50B5">
        <w:rPr>
          <w:rtl/>
          <w:lang w:bidi="fa-IR"/>
        </w:rPr>
        <w:t xml:space="preserve"> است</w:t>
      </w:r>
    </w:p>
    <w:p w:rsidR="004A50B5" w:rsidRPr="00147E3B" w:rsidRDefault="00147E3B" w:rsidP="00147E3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147E3B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به کتاب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ب،من</w:t>
      </w:r>
      <w:r w:rsidRPr="004A50B5">
        <w:rPr>
          <w:rtl/>
          <w:lang w:bidi="fa-IR"/>
        </w:rPr>
        <w:t xml:space="preserve"> لا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حضره</w:t>
      </w:r>
      <w:r w:rsidRPr="004A50B5">
        <w:rPr>
          <w:rtl/>
          <w:lang w:bidi="fa-IR"/>
        </w:rPr>
        <w:t xml:space="preserve"> الفق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ه،</w:t>
      </w:r>
      <w:r w:rsidRPr="004A50B5">
        <w:rPr>
          <w:rtl/>
          <w:lang w:bidi="fa-IR"/>
        </w:rPr>
        <w:t xml:space="preserve">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الش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عه،</w:t>
      </w:r>
      <w:r w:rsidRPr="004A50B5">
        <w:rPr>
          <w:rtl/>
          <w:lang w:bidi="fa-IR"/>
        </w:rPr>
        <w:t xml:space="preserve"> بحار الانوار علامه مجلس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مراجعه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147E3B" w:rsidP="00147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در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</w:t>
      </w:r>
      <w:r w:rsidR="004A50B5" w:rsidRPr="004A50B5">
        <w:rPr>
          <w:rtl/>
          <w:lang w:bidi="fa-IR"/>
        </w:rPr>
        <w:t xml:space="preserve"> علاوه بر نمو و تول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مثل، حس و حرکت 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و نفرت و اراده وجود دارد، در انسان اضافه بر ماتب نبات و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</w:t>
      </w:r>
      <w:r w:rsidR="004A50B5" w:rsidRPr="004A50B5">
        <w:rPr>
          <w:rtl/>
          <w:lang w:bidi="fa-IR"/>
        </w:rPr>
        <w:t xml:space="preserve"> استدلال و استنباط و اختراع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که به تعب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جامع تفکر نام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شود، و ناش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قوه عاقله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خود او شأن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شؤون 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قت</w:t>
      </w:r>
      <w:r w:rsidR="004A50B5" w:rsidRPr="004A50B5">
        <w:rPr>
          <w:rtl/>
          <w:lang w:bidi="fa-IR"/>
        </w:rPr>
        <w:t xml:space="preserve"> انسان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روح و نفس اوست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با</w:t>
      </w:r>
      <w:r w:rsidR="004A50B5" w:rsidRPr="004A50B5">
        <w:rPr>
          <w:rtl/>
          <w:lang w:bidi="fa-IR"/>
        </w:rPr>
        <w:t xml:space="preserve"> چراغ علم و استدلال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 به 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قت</w:t>
      </w:r>
      <w:r w:rsidR="004A50B5" w:rsidRPr="004A50B5">
        <w:rPr>
          <w:rtl/>
          <w:lang w:bidi="fa-IR"/>
        </w:rPr>
        <w:t xml:space="preserve"> نفس 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د،</w:t>
      </w:r>
      <w:r w:rsidR="004A50B5" w:rsidRPr="004A50B5">
        <w:rPr>
          <w:rtl/>
          <w:lang w:bidi="fa-IR"/>
        </w:rPr>
        <w:t xml:space="preserve"> فقط از راه تفکر در آثار است که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 به عظمت و جامع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عه</w:t>
      </w:r>
      <w:r w:rsidR="004A50B5" w:rsidRPr="004A50B5">
        <w:rPr>
          <w:rtl/>
          <w:lang w:bidi="fa-IR"/>
        </w:rPr>
        <w:t xml:space="preserve"> اله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47E3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انسان صحنه دو قسم آثار و اعمال است: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محسوس و مشهود، مانند اعمال دوران خون و ترشح صفراء از کبد، 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جهاز هاضمه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آن.</w:t>
      </w:r>
      <w:r w:rsidR="00147E3B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دوم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محسوس و نامشهود، مانند تفکر، خوشحال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تتابع افکار و نقش بند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که فقط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آثار و وجدان قابل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و به حکم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اختلاف اثر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اختلاف مؤثر است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اعمال را به دو مبدأ و منشأ نسبت داد آثار اول را به جسم و دوم را به رو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تحت دو عنوان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آثار را خواند آثار جسمان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آثار روحان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اعمال جسمان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ها با تفاوت صورت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با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برابر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او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موجودات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اعمال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منشأ دوم است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را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رهنمون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47E3B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هر قدر از امور محسوسه و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مناسب با خود دور، و پا بر شهوات حاد و هو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هوس بگذارد باصفاتر، و بر درک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علوم و </w:t>
      </w:r>
      <w:r w:rsidRPr="004A50B5">
        <w:rPr>
          <w:rtl/>
          <w:lang w:bidi="fa-IR"/>
        </w:rPr>
        <w:lastRenderedPageBreak/>
        <w:t>وصول به سعادت و به آرامش خاطر توانا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هر اندازه به طرف امور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کند به عالم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تر و ب</w:t>
      </w:r>
      <w:r w:rsidRPr="004A50B5">
        <w:rPr>
          <w:rFonts w:hint="eastAsia"/>
          <w:rtl/>
          <w:lang w:bidi="fa-IR"/>
        </w:rPr>
        <w:t>لکه</w:t>
      </w:r>
      <w:r w:rsidRPr="004A50B5">
        <w:rPr>
          <w:rtl/>
          <w:lang w:bidi="fa-IR"/>
        </w:rPr>
        <w:t xml:space="preserve"> چوب اسباب کارش آماده تر است پست تر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خواهد شد. انسان مانند آن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کور-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اعماق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="00147E3B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مشغول</w:t>
      </w:r>
      <w:r w:rsidRPr="004A50B5">
        <w:rPr>
          <w:rtl/>
          <w:lang w:bidi="fa-IR"/>
        </w:rPr>
        <w:t xml:space="preserve"> ساختن 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مرجان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خودش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چکار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فهمد که به زود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انسان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اشرف تر از خودش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خواهند نمود، مبارزه در راه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انسان به خاطر قوه تفکر و عالم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حدود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قدم بر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نهد، انسان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شرف خود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کوشش و مبارزه آغاز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مبارزه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وجدان و اعمال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فراموش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همواره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ها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جرقه نوران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قرب حق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در ظروف وجدان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نهفته است،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انسان وابسته به تکامل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اوست و انسان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تکامل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خواهد بود که در جهات مختلف به برطرف کردن نقص خود بپردازد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عبارت از عاطفه، عقل، وجدان،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فطرت، کمک به همنوع،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مساوات و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حسن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صلح و سلامت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وقار،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شرف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رت،</w:t>
      </w:r>
      <w:r w:rsidRPr="004A50B5">
        <w:rPr>
          <w:rtl/>
          <w:lang w:bidi="fa-IR"/>
        </w:rPr>
        <w:t xml:space="preserve"> عصمت و عفت، منزلت و کرامت،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احسان و عدل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فقط عبارت از سلول و اعصاب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کمال باشد آن هم کمال جسم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تکامل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او، انسان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محفوظ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تمام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عارض به </w:t>
      </w:r>
      <w:r w:rsidRPr="004A50B5">
        <w:rPr>
          <w:rtl/>
          <w:lang w:bidi="fa-IR"/>
        </w:rPr>
        <w:lastRenderedPageBreak/>
        <w:t>جسم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آن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پابرجاست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روان و </w:t>
      </w:r>
      <w:r w:rsidRPr="004A50B5">
        <w:rPr>
          <w:rFonts w:hint="eastAsia"/>
          <w:rtl/>
          <w:lang w:bidi="fa-IR"/>
        </w:rPr>
        <w:t>روح</w:t>
      </w:r>
      <w:r w:rsidRPr="004A50B5">
        <w:rPr>
          <w:rtl/>
          <w:lang w:bidi="fa-IR"/>
        </w:rPr>
        <w:t xml:space="preserve"> است که مبدأ آثار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محسوس و ظرف تمام کمالات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باشد، علما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بدن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تبدّل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جسم را تا استخوان ها منته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درجه هفت ماه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کرده اند،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جهت مابه الامت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انسان از اول تا به آخر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هنگام مفارقت از بدن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برقرا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بدن از نسوج ها و سلول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که دائماً در حال مرگ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اتند،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با انساج و 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و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جسم</w:t>
      </w:r>
      <w:r w:rsidRPr="004A50B5">
        <w:rPr>
          <w:rtl/>
          <w:lang w:bidi="fa-IR"/>
        </w:rPr>
        <w:t xml:space="preserve"> و اعصاب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مانند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معمول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کار فرسوده شده و عادتاً تا چهل سالگ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نشاط دارند،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چهل سالگ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هر قدر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کار کند کامل 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به هر نسبت که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و فرس</w:t>
      </w:r>
      <w:r w:rsidRPr="004A50B5">
        <w:rPr>
          <w:rFonts w:hint="eastAsia"/>
          <w:rtl/>
          <w:lang w:bidi="fa-IR"/>
        </w:rPr>
        <w:t>وده</w:t>
      </w:r>
      <w:r w:rsidRPr="004A50B5">
        <w:rPr>
          <w:rtl/>
          <w:lang w:bidi="fa-IR"/>
        </w:rPr>
        <w:t xml:space="preserve"> شوند و شهوات و هوس ها کاسته گردند، ظهور و بروز نتا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عقل و روح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هم خستگ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مفهوم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ذات و سرشت انسان تنها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شگرف روح است که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شناسد و زمان و مکان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و ابتدا و انتها را بلد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و بالاخره فنا در ذاتش راه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روان و روح تنها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آنچه عقل حس و درک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و بدان بپ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او تنها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 جاودانگ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و بدان راه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کند و بالاخره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 خدا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شود،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منتها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روح که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 و آن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هم جز در مکتب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CF7C37" w:rsidP="00CF7C37">
      <w:pPr>
        <w:pStyle w:val="Heading2"/>
        <w:rPr>
          <w:rtl/>
        </w:rPr>
      </w:pPr>
      <w:r>
        <w:rPr>
          <w:rtl/>
        </w:rPr>
        <w:br w:type="page"/>
      </w:r>
      <w:bookmarkStart w:id="42" w:name="_Toc500835254"/>
      <w:bookmarkStart w:id="43" w:name="_Toc500835423"/>
      <w:r w:rsidR="004A50B5" w:rsidRPr="004A50B5">
        <w:rPr>
          <w:rFonts w:hint="eastAsia"/>
          <w:rtl/>
        </w:rPr>
        <w:lastRenderedPageBreak/>
        <w:t>شخص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ت</w:t>
      </w:r>
      <w:r w:rsidR="004A50B5" w:rsidRPr="004A50B5">
        <w:rPr>
          <w:rtl/>
        </w:rPr>
        <w:t xml:space="preserve"> معنو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انسان</w:t>
      </w:r>
      <w:bookmarkEnd w:id="42"/>
      <w:bookmarkEnd w:id="4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هنوز هنگام آن فرا نرس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که مؤمنان در برابر خدا و آنچه از جانب حق نازل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دل به فروتن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وادارند؟ و مانند اهل کتاب نباشند که با گذشت زمان قلب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سخت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کردند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شترشان</w:t>
      </w:r>
      <w:r w:rsidRPr="004A50B5">
        <w:rPr>
          <w:rtl/>
          <w:lang w:bidi="fa-IR"/>
        </w:rPr>
        <w:t xml:space="preserve"> فاسق شدند، بدان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خدا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پس از مردن آن دوباره زنده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ما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خود 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شما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. </w:t>
      </w:r>
      <w:r w:rsidRPr="00CF7C37">
        <w:rPr>
          <w:rStyle w:val="libFootnotenumChar"/>
          <w:rtl/>
        </w:rPr>
        <w:t>(1)</w:t>
      </w:r>
    </w:p>
    <w:p w:rsidR="004A50B5" w:rsidRPr="00CF7C37" w:rsidRDefault="00CF7C37" w:rsidP="00CF7C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50B5" w:rsidRPr="004A50B5" w:rsidRDefault="004A50B5" w:rsidP="00CF7C37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الحد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 16 -17.</w:t>
      </w:r>
    </w:p>
    <w:p w:rsidR="004A50B5" w:rsidRPr="004A50B5" w:rsidRDefault="00CF7C37" w:rsidP="00CF7C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در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فراهم آمدن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واقع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در پرتو فروتن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برابر اصول ترب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حق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م،</w:t>
      </w:r>
      <w:r w:rsidR="004A50B5" w:rsidRPr="004A50B5">
        <w:rPr>
          <w:rtl/>
          <w:lang w:bidi="fa-IR"/>
        </w:rPr>
        <w:t xml:space="preserve"> و جمود و سنگدل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برابر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حق را پست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زبون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>.</w:t>
      </w:r>
      <w:r w:rsidR="004A50B5" w:rsidRPr="004A50B5">
        <w:rPr>
          <w:rFonts w:hint="eastAsia"/>
          <w:rtl/>
          <w:lang w:bidi="fa-IR"/>
        </w:rPr>
        <w:t>هر</w:t>
      </w:r>
      <w:r w:rsidR="004A50B5" w:rsidRPr="004A50B5">
        <w:rPr>
          <w:rtl/>
          <w:lang w:bidi="fa-IR"/>
        </w:rPr>
        <w:t xml:space="preserve">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عالم وجود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خود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دارد،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ملاک تحقق وجود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باز شناختن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اوست، اگر به ما بگو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بدون در نظر گرفتن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تش</w:t>
      </w:r>
      <w:r w:rsidR="004A50B5" w:rsidRPr="004A50B5">
        <w:rPr>
          <w:rtl/>
          <w:lang w:bidi="fa-IR"/>
        </w:rPr>
        <w:t xml:space="preserve"> بازگو کن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مشت پر کن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تا مشخص نباشد مورد نظر قرار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و شرا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ط</w:t>
      </w:r>
      <w:r w:rsidR="004A50B5" w:rsidRPr="004A50B5">
        <w:rPr>
          <w:rtl/>
          <w:lang w:bidi="fa-IR"/>
        </w:rPr>
        <w:t xml:space="preserve"> مربوط به او به آن تعلق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وجود</w:t>
      </w:r>
      <w:r w:rsidRPr="004A50B5">
        <w:rPr>
          <w:rtl/>
          <w:lang w:bidi="fa-IR"/>
        </w:rPr>
        <w:t xml:space="preserve"> بر دو گونه است: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وجود حس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CF7C37" w:rsidRDefault="004A50B5" w:rsidP="00CF7C37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وجود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ء</w:t>
      </w:r>
      <w:r w:rsidRPr="004A50B5">
        <w:rPr>
          <w:rtl/>
          <w:lang w:bidi="fa-IR"/>
        </w:rPr>
        <w:t xml:space="preserve">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وجود کامل برخوردار است که صاحب هر دو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باشد هم حس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در ظاهر و در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کمال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>.</w:t>
      </w:r>
    </w:p>
    <w:p w:rsidR="004A50B5" w:rsidRPr="004A50B5" w:rsidRDefault="00CF7C37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افراد</w:t>
      </w:r>
      <w:r w:rsidR="004A50B5" w:rsidRPr="004A50B5">
        <w:rPr>
          <w:rtl/>
          <w:lang w:bidi="fa-IR"/>
        </w:rPr>
        <w:t xml:space="preserve"> بشر 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دو بعد از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هستند: محسوس و معنو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،</w:t>
      </w:r>
      <w:r w:rsidR="004A50B5" w:rsidRPr="004A50B5">
        <w:rPr>
          <w:rtl/>
          <w:lang w:bidi="fa-IR"/>
        </w:rPr>
        <w:t xml:space="preserve"> اما وجود حس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آنان شخص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اضاف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محسوس آنان است که عبارت است از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</w:t>
      </w:r>
      <w:r w:rsidR="004A50B5" w:rsidRPr="004A50B5">
        <w:rPr>
          <w:rtl/>
          <w:lang w:bidi="fa-IR"/>
        </w:rPr>
        <w:t xml:space="preserve"> و صورت، حرکت و سکون، خوردن و آشام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دن،</w:t>
      </w:r>
      <w:r w:rsidR="004A50B5" w:rsidRPr="004A50B5">
        <w:rPr>
          <w:rtl/>
          <w:lang w:bidi="fa-IR"/>
        </w:rPr>
        <w:t xml:space="preserve"> رفتن، و برپا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ستادن</w:t>
      </w:r>
      <w:r w:rsidR="004A50B5" w:rsidRPr="004A50B5">
        <w:rPr>
          <w:rtl/>
          <w:lang w:bidi="fa-IR"/>
        </w:rPr>
        <w:t>.</w:t>
      </w: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امّا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مربوط به داشتن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و ضعف عقل و کودن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ثبات و دو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خلاصه بهره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است، هر گاه افراد را از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منشأ آثار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هست جدا ساز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مرز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شان را فقط در حدود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محسوس قرار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وجود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گردند، آن وقت جز 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وان دوپا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خود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که حرکتشان به </w:t>
      </w:r>
      <w:r w:rsidRPr="004A50B5">
        <w:rPr>
          <w:rtl/>
          <w:lang w:bidi="fa-IR"/>
        </w:rPr>
        <w:lastRenderedPageBreak/>
        <w:t>حرکت آنان و فکرشان به طرز فکر آنان و رفتارشان تابع رفتار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خواهد بود، و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منوال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از 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چه آثار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از وجود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ساطع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به عبارت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چرخ گرداننده کارخانه شهوات و هوس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گرانند،</w:t>
      </w:r>
      <w:r w:rsidRPr="004A50B5">
        <w:rPr>
          <w:rtl/>
          <w:lang w:bidi="fa-IR"/>
        </w:rPr>
        <w:t xml:space="preserve"> جامعه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مانند فرد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محسوس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با هر کدام نوع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وجود خود را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محسوس ملت وجود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منطقه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آسمانش به جنب و جوش پرداخته از فرآورده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استفاده م</w:t>
      </w:r>
      <w:r w:rsidRPr="004A50B5">
        <w:rPr>
          <w:rFonts w:hint="cs"/>
          <w:rtl/>
          <w:lang w:bidi="fa-IR"/>
        </w:rPr>
        <w:t>ی</w:t>
      </w:r>
      <w:r w:rsidR="00CF7C37">
        <w:rPr>
          <w:rtl/>
          <w:lang w:bidi="fa-IR"/>
        </w:rPr>
        <w:t xml:space="preserve"> کند</w:t>
      </w:r>
      <w:r w:rsidR="00CF7C37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تابع مقدار درک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صحنه عام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آن مقدار نفع و ضرر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طرز سلوک خود کسب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کنمد و راه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را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هموار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.</w:t>
      </w: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دانست که هر کدام از جسم و جان و روان و تن و فرد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اجتماع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بقاء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خواهد، درست است که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دارد لکن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دو وجود کاملاً متما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هستند تن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روح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همان طور فرد و جامعه.</w:t>
      </w:r>
      <w:r w:rsidR="00CF7C3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بقاء شخص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محسوس فرآورده ها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زم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و آسمان و شخص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روح وح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و قوان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آسمان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است هم در ناح</w:t>
      </w:r>
      <w:r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فرد و هم در عرصه اجتماع.</w:t>
      </w: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معدوم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گردد و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حدود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محسوس خود اکتفاء کنند، قطعاً از داشتن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محروم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کم بهره خواهند شد،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 خوار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اگر چه در خانه خود به سر برد و به تنگدست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اگر چه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آسمان مائ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نازل گردد،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مقدار خواهد شد گرچه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نفرات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باشد.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فرمود: ملت فاقد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خار و </w:t>
      </w:r>
      <w:r w:rsidRPr="004A50B5">
        <w:rPr>
          <w:rtl/>
          <w:lang w:bidi="fa-IR"/>
        </w:rPr>
        <w:lastRenderedPageBreak/>
        <w:t>خاشاک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همراه با کف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است که ملت مقتدر چون گرسنگان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سر کاسه غذا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اطرافش را احاطه کرده مرعوب و محکومش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هر چه به خلاف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تباه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اضافه شود، و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گناه شدت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افول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ممنوع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شرک،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ا،</w:t>
      </w:r>
      <w:r w:rsidRPr="004A50B5">
        <w:rPr>
          <w:rtl/>
          <w:lang w:bidi="fa-IR"/>
        </w:rPr>
        <w:t xml:space="preserve"> دروغ، تهمت، شرابخوار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قمارباز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و... از طرف حق به خاطر زنده ماندن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ممنوع تا روز برپا بودن نظام عالم به مصلحت بشر ممنوع است گرچه با ذائقه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خواهان و متجدد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ناسازگار نباشد.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CF7C37" w:rsidP="00CF7C37">
      <w:pPr>
        <w:pStyle w:val="Heading2"/>
        <w:rPr>
          <w:rtl/>
        </w:rPr>
      </w:pPr>
      <w:r>
        <w:rPr>
          <w:rtl/>
        </w:rPr>
        <w:br w:type="page"/>
      </w:r>
      <w:bookmarkStart w:id="44" w:name="_Toc500835255"/>
      <w:bookmarkStart w:id="45" w:name="_Toc500835424"/>
      <w:r w:rsidR="004A50B5" w:rsidRPr="004A50B5">
        <w:rPr>
          <w:rFonts w:hint="eastAsia"/>
          <w:rtl/>
        </w:rPr>
        <w:lastRenderedPageBreak/>
        <w:t>پرورش</w:t>
      </w:r>
      <w:r w:rsidR="004A50B5" w:rsidRPr="004A50B5">
        <w:rPr>
          <w:rtl/>
        </w:rPr>
        <w:t xml:space="preserve"> روان بهتر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عامل جلوگ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ر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از فساد</w:t>
      </w:r>
      <w:bookmarkEnd w:id="44"/>
      <w:bookmarkEnd w:id="45"/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ممنوع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ضد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طرف خداوند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شوم و خلاف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دستخوش تنزل و ناپاک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کند، و او را از روش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منحرف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از صحنه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برطرف شود.</w:t>
      </w:r>
      <w:r w:rsidR="00CF7C3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با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ت،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شرف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پابرجاست به خود اجازه ورود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مراحل ممنوع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دهد، اما محروم از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نسبت به آنچه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ضرر دارد گوش شنوا ندارد.</w:t>
      </w:r>
      <w:r w:rsidRPr="004A50B5">
        <w:rPr>
          <w:rFonts w:hint="eastAsia"/>
          <w:rtl/>
          <w:lang w:bidi="fa-IR"/>
        </w:rPr>
        <w:t>مدت</w:t>
      </w:r>
      <w:r w:rsidRPr="004A50B5">
        <w:rPr>
          <w:rtl/>
          <w:lang w:bidi="fa-IR"/>
        </w:rPr>
        <w:t xml:space="preserve"> ها قبل در کشور فرانسه، کشور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پرچمدار انقلاب است و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اعلام حقوق بشر، آن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بدست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فرانسه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 کردن کشورش الجزا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کشته داد.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کشور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همه علم و دانشش به خاطر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مهد فسوق و فجور و منکرات است،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ندگان</w:t>
      </w:r>
      <w:r w:rsidRPr="004A50B5">
        <w:rPr>
          <w:rtl/>
          <w:lang w:bidi="fa-IR"/>
        </w:rPr>
        <w:t xml:space="preserve"> پارلمان به پا خاست، و با اصرار و تأک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تمام خواهان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منع مسکرات شد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خواست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نشد،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ندگان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دانستند مس</w:t>
      </w:r>
      <w:r w:rsidRPr="004A50B5">
        <w:rPr>
          <w:rFonts w:hint="eastAsia"/>
          <w:rtl/>
          <w:lang w:bidi="fa-IR"/>
        </w:rPr>
        <w:t>کرات</w:t>
      </w:r>
      <w:r w:rsidRPr="004A50B5">
        <w:rPr>
          <w:rtl/>
          <w:lang w:bidi="fa-IR"/>
        </w:rPr>
        <w:t xml:space="preserve"> مبدأ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گناهان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غافلند که عادت انسان به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فساد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وضع قانون و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دخالت</w:t>
      </w:r>
      <w:r w:rsidRPr="004A50B5">
        <w:rPr>
          <w:rtl/>
          <w:lang w:bidi="fa-IR"/>
        </w:rPr>
        <w:t xml:space="preserve"> حکومت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نخواهد رفت،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عادت ها از عوارض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 است، و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تا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مرض قلع و قمع نشود مبارزه با آثار و عوارض مرض کاملاً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و بر خلاف عقل و منطق است،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حساب مبارزه با شرب خمر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گناهان است د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اجتماع و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کامران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 گرفت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حاصل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مبارزه با گناه در جامعه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روان را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برده و تنها به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محسوس خو کرده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براثر است ، مبدأ تمام انقلابات و حرکت ها روح است ، و بدون توجه به مسأل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نفس و روان جامعه به سو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فضا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و حقا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ق</w:t>
      </w:r>
      <w:r w:rsidRPr="004A50B5">
        <w:rPr>
          <w:rtl/>
        </w:rPr>
        <w:t xml:space="preserve"> عال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انسان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</w:t>
      </w:r>
      <w:r w:rsidRPr="004A50B5">
        <w:rPr>
          <w:rtl/>
        </w:rPr>
        <w:t xml:space="preserve"> نخواهد کرد . شرب خمر اجتناب </w:t>
      </w:r>
      <w:r w:rsidRPr="004A50B5">
        <w:rPr>
          <w:rFonts w:hint="eastAsia"/>
          <w:rtl/>
        </w:rPr>
        <w:t>ناپذ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</w:t>
      </w:r>
      <w:r w:rsidRPr="004A50B5">
        <w:rPr>
          <w:rtl/>
        </w:rPr>
        <w:t xml:space="preserve"> در جوامع مترق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، معلول دلباختگ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نسبت به لذت ها و کامران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ها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جسم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است که کام و لذت را حت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در انواع سموم جستجو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کند و مال و جان خود را برا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رس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دن</w:t>
      </w:r>
      <w:r w:rsidRPr="004A50B5">
        <w:rPr>
          <w:rtl/>
        </w:rPr>
        <w:t xml:space="preserve"> به آن قربان 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سازد ، و بده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است که وقت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کار لذت ها و کام جو</w:t>
      </w:r>
      <w:r w:rsidRPr="004A50B5">
        <w:rPr>
          <w:rFonts w:hint="cs"/>
          <w:rtl/>
        </w:rPr>
        <w:t>یی</w:t>
      </w:r>
      <w:r w:rsidRPr="004A50B5">
        <w:rPr>
          <w:rtl/>
        </w:rPr>
        <w:t xml:space="preserve"> به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مرحله پ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وست</w:t>
      </w:r>
      <w:r w:rsidRPr="004A50B5">
        <w:rPr>
          <w:rtl/>
        </w:rPr>
        <w:t xml:space="preserve"> به وس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غات</w:t>
      </w:r>
      <w:r w:rsidRPr="004A50B5">
        <w:rPr>
          <w:rtl/>
          <w:lang w:bidi="fa-IR"/>
        </w:rPr>
        <w:t xml:space="preserve"> و ن</w:t>
      </w:r>
      <w:r w:rsidRPr="004A50B5">
        <w:rPr>
          <w:rFonts w:hint="eastAsia"/>
          <w:rtl/>
          <w:lang w:bidi="fa-IR"/>
        </w:rPr>
        <w:t>شر</w:t>
      </w:r>
      <w:r w:rsidRPr="004A50B5">
        <w:rPr>
          <w:rtl/>
          <w:lang w:bidi="fa-IR"/>
        </w:rPr>
        <w:t xml:space="preserve"> مجلات و القاء خطبه ها و تع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مجازات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با آن مبارزه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ترک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عادت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گناهان در درجه اول محتاج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نوع تحول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در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هر گاه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عادت به زور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خطرناکتر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آن را خواهد گرفت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گفت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جز با توسل به عظمت روح و انقلاب در جان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عادت به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دور کرد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شاهد آن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مبارزه حکومت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با استعمال مسکرات است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چگونه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مثبت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دربر نداشت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آن مبارزه به </w:t>
      </w:r>
      <w:r w:rsidR="00CF7C37">
        <w:rPr>
          <w:rFonts w:hint="cs"/>
          <w:rtl/>
          <w:lang w:bidi="fa-IR"/>
        </w:rPr>
        <w:t>ا</w:t>
      </w:r>
      <w:r w:rsidRPr="004A50B5">
        <w:rPr>
          <w:rtl/>
          <w:lang w:bidi="fa-IR"/>
        </w:rPr>
        <w:t>نقلاب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نشده بود ، بلکه دولت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توسل به زور و جهات ظاهر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منکر را از جامعه دور کند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شکست روبرو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F7C3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حکومت</w:t>
      </w:r>
      <w:r w:rsidRPr="004A50B5">
        <w:rPr>
          <w:rtl/>
          <w:lang w:bidi="fa-IR"/>
        </w:rPr>
        <w:t xml:space="preserve">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عادت زشت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انبار</w:t>
      </w:r>
      <w:r w:rsidRPr="004A50B5">
        <w:rPr>
          <w:rtl/>
          <w:lang w:bidi="fa-IR"/>
        </w:rPr>
        <w:t xml:space="preserve"> به کل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وسائل و اسلحه</w:t>
      </w:r>
      <w:r w:rsidR="00CF7C3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مجازات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و پخش مجلات و جرائد و سخنران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لم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نما</w:t>
      </w:r>
      <w:r w:rsidRPr="004A50B5">
        <w:rPr>
          <w:rtl/>
          <w:lang w:bidi="fa-IR"/>
        </w:rPr>
        <w:t xml:space="preserve"> متوسل شد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غات</w:t>
      </w:r>
      <w:r w:rsidRPr="004A50B5">
        <w:rPr>
          <w:rtl/>
          <w:lang w:bidi="fa-IR"/>
        </w:rPr>
        <w:t xml:space="preserve"> بر ضد مسکرات مبلغ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افزون از شصت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دلار مصرف کرد و بالغ بر 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صفحه کتاب و مجله و نشر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منظور منتشر ساخت ، و در ظرف 14 سال مبارزه در حدود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پنجاه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</w:t>
      </w:r>
      <w:r w:rsidRPr="004A50B5">
        <w:rPr>
          <w:rtl/>
          <w:lang w:bidi="fa-IR"/>
        </w:rPr>
        <w:t xml:space="preserve"> و اجراء قانون منع مسکرات خرج کرد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صد</w:t>
      </w:r>
      <w:r w:rsidRPr="004A50B5">
        <w:rPr>
          <w:rtl/>
          <w:lang w:bidi="fa-IR"/>
        </w:rPr>
        <w:t xml:space="preserve"> نفر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 دار و اعدام سپرد ، و پانصد و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دو هزار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پنج نفر را به زندان انداخت ، و در حدود شانزده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بابت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مسکرات گرفت ، و برابر چهارصد و چهار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املاک مصادره کرد ، اما کل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مبارزات جز عشق و ش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فتگ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نسبت به مسکرات سود و حاصل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نداد ، تا آنجا که سرانجام در سال 1933 به ناچار آن قانون را نقض کرد ، و انواع مسکرات را به کل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آزاد ساخت ، و پس از آن همه تجربه تلخ در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افت</w:t>
      </w:r>
      <w:r w:rsidRPr="004A50B5">
        <w:rPr>
          <w:rtl/>
        </w:rPr>
        <w:t xml:space="preserve"> که علاج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ب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مار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و م</w:t>
      </w:r>
      <w:r w:rsidRPr="004A50B5">
        <w:rPr>
          <w:rFonts w:hint="eastAsia"/>
          <w:rtl/>
        </w:rPr>
        <w:t>شابهتش</w:t>
      </w:r>
      <w:r w:rsidRPr="004A50B5">
        <w:rPr>
          <w:rtl/>
        </w:rPr>
        <w:t xml:space="preserve"> با توسل به قانون آن هم ساخت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بشر و همچن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اعمال زور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اختلاف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 آن حکومت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ناچار گرفتار انواع مفاسد خواهد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آنجا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طبقه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کامران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مفرط ، و طبقه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گرش</w:t>
      </w:r>
      <w:r w:rsidRPr="004A50B5">
        <w:rPr>
          <w:rtl/>
          <w:lang w:bidi="fa-IR"/>
        </w:rPr>
        <w:t xml:space="preserve"> هم در محروم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ناکام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سر برند توقع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5092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طبقه اول در اثر خوشگذران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کامران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حد و حساب احساساتشان خاموش و محتاج به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است پس پناه به مسکر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، و طبق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دوم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تسک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آلام و ناکام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محتاج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فرار از تلخ 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کدام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ملت خود را از مسکرات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وجود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خلافکار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مشابه آن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وجود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علاجش مستلزم کوشش در مبارزه با علل و موجبات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وع</w:t>
      </w:r>
      <w:r w:rsidRPr="004A50B5">
        <w:rPr>
          <w:rtl/>
          <w:lang w:bidi="fa-IR"/>
        </w:rPr>
        <w:t xml:space="preserve"> آن است چنانچه اسلام به هنگام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شرب خمر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گناهان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موضوع را از حساب دور نداشت و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در قلع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ماده فساد و 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کن کردن موجبات و علل آن منتها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کوشش را بکار</w:t>
      </w:r>
      <w:r w:rsidR="0095092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قبل</w:t>
      </w:r>
      <w:r w:rsidRPr="004A50B5">
        <w:rPr>
          <w:rtl/>
          <w:lang w:bidi="fa-IR"/>
        </w:rPr>
        <w:t xml:space="preserve"> از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شروع به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مردم کرد ، آنگاه که اخلاق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روح آنان مستقر نمود برنامه ممنوع بودن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آورد ، مردم آن روزگار هم پس از قوت گرفتن روح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اراده سخنان حق را از جان و دل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در مدت 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آنچ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با شؤون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منافات داشت دست برداشتند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شرط معالجه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خطرناک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امور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نگران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هدف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امران</w:t>
      </w:r>
      <w:r w:rsidRPr="004A50B5">
        <w:rPr>
          <w:rtl/>
          <w:lang w:bidi="fa-IR"/>
        </w:rPr>
        <w:t xml:space="preserve"> را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توجه نمودن به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تنها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جبران دارد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</w:t>
      </w:r>
      <w:r w:rsidRPr="004A50B5">
        <w:rPr>
          <w:rFonts w:hint="eastAsia"/>
          <w:rtl/>
          <w:lang w:bidi="fa-IR"/>
        </w:rPr>
        <w:t>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ملت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و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نظر دور داشت که در اندرون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ملت ها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تحقق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وجود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کسب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هست که چگونگ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از عقل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استنباط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که بر اساس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چرخد ، 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الهام و درک خود بشر است ، و از </w:t>
      </w:r>
      <w:r w:rsidRPr="004A50B5">
        <w:rPr>
          <w:rFonts w:hint="eastAsia"/>
          <w:rtl/>
          <w:lang w:bidi="fa-IR"/>
        </w:rPr>
        <w:t>جهت</w:t>
      </w:r>
      <w:r w:rsidRPr="004A50B5">
        <w:rPr>
          <w:rtl/>
          <w:lang w:bidi="fa-IR"/>
        </w:rPr>
        <w:t xml:space="preserve"> مبدأ و هدف به صورت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مختلف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 مسائل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افکار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وحدت انسان ها را بر اساس حفظ حقوق متقابل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هرگز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توجه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جانبه انسان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که 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عقل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5092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فراموش کرد که راه ملت ها در لوا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تنها از هم جدا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و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بر اساس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ژه</w:t>
      </w:r>
      <w:r w:rsidRPr="004A50B5">
        <w:rPr>
          <w:rtl/>
          <w:lang w:bidi="fa-IR"/>
        </w:rPr>
        <w:t xml:space="preserve"> خود دست به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 رقابت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سر برآورده ، طمع ، استعمارگر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استثمار ، آشوبگر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جنگ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کوبنده و ساختن انواع وسائل جنگ و تخر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="0095092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فکر است ، و جهان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اصول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دست داده روح صلح و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قالب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بر لب پرتگاه مخوف گناه به جانب سقوط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تا 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سرنگون گردد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5092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داستان</w:t>
      </w:r>
      <w:r w:rsidRPr="004A50B5">
        <w:rPr>
          <w:rtl/>
          <w:lang w:bidi="fa-IR"/>
        </w:rPr>
        <w:t xml:space="preserve"> اتم و متعلقات آن ، زورگو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اختناق در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بازگو کنند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شوم و اسف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 ، ملت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قلدر بر اثر تحک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همگام با شهوت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رشد کرده اند و حالا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همه جا مردم را به نفع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تسخ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کنند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به ماتم فرو برده اند </w:t>
      </w: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از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 شده ، و راه ورود به انواع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همچنان ادامه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 اسف بار تا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ملت ها بر دو دسته اند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lastRenderedPageBreak/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فاقد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ذل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ناتوان و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صاحب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بافتگ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قلاب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سرگرم سرقت شرف و اراده ملت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سست -عنصر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هرگز از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سرکش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مگر آن که ملل زورگو که به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بالند خواهان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بروند که خداوند دانا به اقتضا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سرشت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قرار داده و توسط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رسولانش ابلاغ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ملت ها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رشته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مرتبط شده و در جنب آن از جم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خطرات مصون خواهند ماند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50928" w:rsidP="00950928">
      <w:pPr>
        <w:pStyle w:val="Heading2"/>
        <w:rPr>
          <w:rtl/>
        </w:rPr>
      </w:pPr>
      <w:r>
        <w:rPr>
          <w:rtl/>
        </w:rPr>
        <w:br w:type="page"/>
      </w:r>
      <w:bookmarkStart w:id="46" w:name="_Toc500835256"/>
      <w:bookmarkStart w:id="47" w:name="_Toc500835425"/>
      <w:r w:rsidR="004A50B5" w:rsidRPr="004A50B5">
        <w:rPr>
          <w:rFonts w:hint="eastAsia"/>
          <w:rtl/>
        </w:rPr>
        <w:lastRenderedPageBreak/>
        <w:t>حالات</w:t>
      </w:r>
      <w:r w:rsidR="004A50B5" w:rsidRPr="004A50B5">
        <w:rPr>
          <w:rtl/>
        </w:rPr>
        <w:t xml:space="preserve"> گوناگون روح</w:t>
      </w:r>
      <w:bookmarkEnd w:id="46"/>
      <w:bookmarkEnd w:id="47"/>
    </w:p>
    <w:p w:rsidR="00950928" w:rsidRDefault="004A50B5" w:rsidP="0095092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صاحبان بص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و مراقبت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کنجکاو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حالات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تحولات ناگهان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خود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که قوه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گوناگون و منف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درون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به نوبت تسلط و حکمران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چنانچه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غضب و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شهوت ، و</w:t>
      </w:r>
      <w:r w:rsidR="0095092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حسد و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اهر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حرص و آز و نخوت زمان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عقل و دل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در دست گرفته و آنان را به هر برزن و برزخ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، اما صاحبان قلب آگاه و ژرف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هم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برده اند که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هر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قدر هم غرق و گرفتار چنگال هوس ها و ش</w:t>
      </w:r>
      <w:r w:rsidRPr="004A50B5">
        <w:rPr>
          <w:rFonts w:hint="eastAsia"/>
          <w:rtl/>
          <w:lang w:bidi="fa-IR"/>
        </w:rPr>
        <w:t>هوات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مغلوب و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پست و ذمائم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باز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روح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پس پرده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نهان و نگران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سبب هر فرد انسان باز در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مخصوص عمر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، در دل خود تجل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حس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لط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احساس نموده که و لو جند ثان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باشد مانند آفتاب از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ابرها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نفس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جلوه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کرده است ، مراتب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انسان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با جسم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ارتباط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کوشد که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طرف خود بکشد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در راه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و آرزوها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</w:t>
      </w:r>
      <w:r w:rsidRPr="004A50B5">
        <w:rPr>
          <w:rFonts w:hint="eastAsia"/>
          <w:rtl/>
          <w:lang w:bidi="fa-IR"/>
        </w:rPr>
        <w:t>کار</w:t>
      </w:r>
      <w:r w:rsidRPr="004A50B5">
        <w:rPr>
          <w:rtl/>
          <w:lang w:bidi="fa-IR"/>
        </w:rPr>
        <w:t xml:space="preserve"> برد ، و از طرف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روح انسان با عالم ملکوت و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علاقه و ارتباط دارد و همواره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کوشد بلکه مکلف است که طبا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مقصد خود ساخته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اوامر خود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پاک کند و با خود هم جنس و هم طراز ساخته به عالم ملکوت پروازش بدهد و با روح علو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گرداند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که مقصد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فرود آمدن او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تن خاک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زندان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با کمک مقررات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پرواز کند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950928" w:rsidTr="00161F24">
        <w:trPr>
          <w:trHeight w:val="350"/>
        </w:trPr>
        <w:tc>
          <w:tcPr>
            <w:tcW w:w="3920" w:type="dxa"/>
            <w:shd w:val="clear" w:color="auto" w:fill="auto"/>
          </w:tcPr>
          <w:p w:rsidR="00950928" w:rsidRDefault="00950928" w:rsidP="00161F24">
            <w:pPr>
              <w:pStyle w:val="libPoem"/>
            </w:pPr>
            <w:r w:rsidRPr="004A50B5">
              <w:rPr>
                <w:rtl/>
                <w:lang w:bidi="fa-IR"/>
              </w:rPr>
              <w:t>به عزم مرحله عشق پ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ش</w:t>
            </w:r>
            <w:r w:rsidRPr="004A50B5">
              <w:rPr>
                <w:rtl/>
                <w:lang w:bidi="fa-IR"/>
              </w:rPr>
              <w:t xml:space="preserve"> نه قدم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50928" w:rsidRDefault="00950928" w:rsidP="00161F2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50928" w:rsidRDefault="00950928" w:rsidP="00161F24">
            <w:pPr>
              <w:pStyle w:val="libPoem"/>
            </w:pPr>
            <w:r w:rsidRPr="004A50B5">
              <w:rPr>
                <w:rFonts w:hint="eastAsia"/>
                <w:rtl/>
                <w:lang w:bidi="fa-IR"/>
              </w:rPr>
              <w:t>دلا</w:t>
            </w:r>
            <w:r w:rsidRPr="004A50B5">
              <w:rPr>
                <w:rtl/>
                <w:lang w:bidi="fa-IR"/>
              </w:rPr>
              <w:t xml:space="preserve"> ز نور ر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اضت</w:t>
            </w:r>
            <w:r w:rsidRPr="004A50B5">
              <w:rPr>
                <w:rtl/>
                <w:lang w:bidi="fa-IR"/>
              </w:rPr>
              <w:t xml:space="preserve"> گر آگه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tl/>
                <w:lang w:bidi="fa-IR"/>
              </w:rPr>
              <w:t xml:space="preserve"> 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اب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هر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 شود بالطبع با کمک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آماده هر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شد ، و چون در راه خود مانع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آنچه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نفس به او تلق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کند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هرج و مرج و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فساد در جهان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وع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خواهد کرد .نفس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مرکب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سرکش و تندرو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چون به حال خود بماند و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خود راکب را حرکت دهد ، بالاخره او را به سقوط خواهد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اگر انسان بخواهد از شر او در امان باشد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 او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نهد و آن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بتواند از سرکش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مانع شود فقط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و آماده کردن انسان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تمام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دور شدن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مؤثرتر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است ،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و برقرار کردن عدالت در حالات گوناگونش به اندازه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ندارد ، و علت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نفس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مبدأش حق و قوه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حاکم بر عالم است 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tl/>
          <w:lang w:bidi="fa-IR"/>
        </w:rPr>
        <w:t xml:space="preserve"> و نصران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و احکام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تنها اسلام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مقررات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دار و مثبت است . و با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آوردن به آن و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شدن در برابر مقرراتش فساد از جهان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کن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50928" w:rsidP="00950928">
      <w:pPr>
        <w:pStyle w:val="Heading2"/>
        <w:rPr>
          <w:rtl/>
        </w:rPr>
      </w:pPr>
      <w:r>
        <w:rPr>
          <w:rtl/>
        </w:rPr>
        <w:br w:type="page"/>
      </w:r>
      <w:bookmarkStart w:id="48" w:name="_Toc500835257"/>
      <w:bookmarkStart w:id="49" w:name="_Toc500835426"/>
      <w:r w:rsidR="004A50B5" w:rsidRPr="004A50B5">
        <w:rPr>
          <w:rFonts w:hint="eastAsia"/>
          <w:rtl/>
        </w:rPr>
        <w:lastRenderedPageBreak/>
        <w:t>نقش</w:t>
      </w:r>
      <w:r w:rsidR="004A50B5" w:rsidRPr="004A50B5">
        <w:rPr>
          <w:rtl/>
        </w:rPr>
        <w:t xml:space="preserve"> مرب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کامل در ح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ات</w:t>
      </w:r>
      <w:r w:rsidR="004A50B5" w:rsidRPr="004A50B5">
        <w:rPr>
          <w:rtl/>
        </w:rPr>
        <w:t xml:space="preserve"> انسان</w:t>
      </w:r>
      <w:bookmarkEnd w:id="48"/>
      <w:bookmarkEnd w:id="4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مطالعه فصول قبل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انسان علاوه بر جنبه ظاهر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مثبت و منف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از وجودش جستجو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غلط بالاتر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مؤثرتر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نقش را در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 به عهده دارند ، چنانچه انسان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شود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مبدل به بهشت خواهد گشت و در مقابل اگر انسان در معرض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غلط واقع شود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پر از جور و ظلم خواهد کرد ، وضع امروز جهان روشن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است که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گرفتار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غلط شده و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است که از دورن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غلط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به اصلاح حال و قال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انسان بدون بازگشت به حوزه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چهره صلح و صفا را در جوانب مختلف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نخواهد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انسان بدون دست زدن به دامن مرب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سلامت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 که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کرده و او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مقصد رهنمون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آنچه جنبه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جنبه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 بسته به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سلسله کارها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جنب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در روح افراد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تحت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هستند نفوذ کند ، و در اعمال دل و جان آنها دست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ندازد</w:t>
      </w:r>
      <w:r w:rsidRPr="004A50B5">
        <w:rPr>
          <w:rtl/>
          <w:lang w:bidi="fa-IR"/>
        </w:rPr>
        <w:t xml:space="preserve"> و به تعد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پرروش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بپردازد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آن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علاوه بر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کامل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اطلاع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از اسرار رموز وجود انسان شخصاً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فرد کامل از نظر اخلاق و عمل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انتظار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ذات 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انتظار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قدر که صفات و اخلاق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افراد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ردست</w:t>
      </w:r>
      <w:r w:rsidRPr="004A50B5">
        <w:rPr>
          <w:rtl/>
          <w:lang w:bidi="fa-IR"/>
        </w:rPr>
        <w:t xml:space="preserve"> مؤثر است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و دانش او مؤثر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ممکن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خبران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: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فعلاً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پرداختن به امور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همرنگ جماعت شد ، در جواب آنان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5092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اولاً</w:t>
      </w:r>
      <w:r w:rsidRPr="004A50B5">
        <w:rPr>
          <w:rtl/>
          <w:lang w:bidi="fa-IR"/>
        </w:rPr>
        <w:t xml:space="preserve"> : با اقرار اربابان خودتان جهان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پر از فساد و آشوب و اضطراب</w:t>
      </w:r>
      <w:r w:rsidR="0095092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و طبع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پس سخن شما کاملاً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ثان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اً</w:t>
      </w:r>
      <w:r w:rsidRPr="004A50B5">
        <w:rPr>
          <w:rtl/>
          <w:lang w:bidi="fa-IR"/>
        </w:rPr>
        <w:t xml:space="preserve"> : اصل همرنگ شدن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اصول مسلم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مطابق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اصل انسان کشش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وجود خود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هماهنگ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همرنگ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دگران حس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در اثر آن به طرف اعمال و صفات آن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جذب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چرا با مطالعه در احوال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اخلاق و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همرنگ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احساس و انجذاب البته در برابر افراد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انسان به آنها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دارد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و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است ،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مسلم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علاوه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فرد جامع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و مورد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و علاقه </w:t>
      </w:r>
      <w:r w:rsidRPr="004A50B5">
        <w:rPr>
          <w:rtl/>
          <w:lang w:bidi="fa-IR"/>
        </w:rPr>
        <w:lastRenderedPageBreak/>
        <w:t>تا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پر</w:t>
      </w:r>
      <w:r w:rsidRPr="004A50B5">
        <w:rPr>
          <w:rFonts w:hint="eastAsia"/>
          <w:rtl/>
          <w:lang w:bidi="fa-IR"/>
        </w:rPr>
        <w:t>ورش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ابند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اصل همرنگ شدن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او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کمال در شخص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از ناح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مبدأ مطمئن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 بودن آن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شده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معصوم و امام پاک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باشد ؟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امام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طرف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جهان به عنوان مرب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راهنما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شده و علاوه بر علمِ سرشار از هر گونه گناه و انحراف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مصون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منزل مقصود ، و راه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</w:t>
      </w:r>
      <w:r w:rsidRPr="004A50B5">
        <w:rPr>
          <w:rtl/>
          <w:lang w:bidi="fa-IR"/>
        </w:rPr>
        <w:t xml:space="preserve"> به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کمال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بدون بعثت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امامت ائمه ممکن نبود ، و خداوند بزرگ که از خلقت ما انسان ها هدف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مقدس داشته ،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قرار داده تا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آنان روح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صفا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از هر گونه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گردد ، و انسان اگر بخواهد از اصل همرنگ شدن استفاده کند چه بهتر که همرنگ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شود ، و در مکتب آنان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رشد و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بپ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50928" w:rsidP="00950928">
      <w:pPr>
        <w:pStyle w:val="Heading2"/>
        <w:rPr>
          <w:rtl/>
        </w:rPr>
      </w:pPr>
      <w:r>
        <w:rPr>
          <w:rtl/>
        </w:rPr>
        <w:br w:type="page"/>
      </w:r>
      <w:bookmarkStart w:id="50" w:name="_Toc500835258"/>
      <w:bookmarkStart w:id="51" w:name="_Toc500835427"/>
      <w:r w:rsidR="004A50B5" w:rsidRPr="004A50B5">
        <w:rPr>
          <w:rFonts w:hint="eastAsia"/>
          <w:rtl/>
        </w:rPr>
        <w:lastRenderedPageBreak/>
        <w:t>اخلاق</w:t>
      </w:r>
      <w:r w:rsidR="004A50B5" w:rsidRPr="004A50B5">
        <w:rPr>
          <w:rtl/>
        </w:rPr>
        <w:t xml:space="preserve"> چراغ راه زندگ</w:t>
      </w:r>
      <w:r w:rsidR="004A50B5" w:rsidRPr="004A50B5">
        <w:rPr>
          <w:rFonts w:hint="cs"/>
          <w:rtl/>
        </w:rPr>
        <w:t>ی</w:t>
      </w:r>
      <w:bookmarkEnd w:id="50"/>
      <w:bookmarkEnd w:id="5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دانست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تنها راه نجات از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است و منکران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که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شهوت رانند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اثبات انکار خود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دست ندارند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سه بخش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قواعد اعتقاد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اصول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مسائل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آنچه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باطن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است مقررات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مسائل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نقش مهم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بشر از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به عهده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اخلاق</w:t>
      </w:r>
      <w:r w:rsidRPr="004A50B5">
        <w:rPr>
          <w:rtl/>
          <w:lang w:bidi="fa-IR"/>
        </w:rPr>
        <w:t xml:space="preserve"> علم و فن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انسان چگونه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آموزد و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علوم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</w:t>
      </w:r>
      <w:r w:rsidR="00950928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ستند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ممکن است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چگونه علاج کردن امراض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تدب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بات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طرح نقشه ها و به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آوردن ساختمان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معلومات را بداند ، اما از جهت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در معاملات و آداب و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سکنات و حرکات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،و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رفتار با افراد جامعه چگونه باشد </w:t>
      </w:r>
      <w:r w:rsidRPr="004A50B5">
        <w:rPr>
          <w:rtl/>
          <w:lang w:bidi="fa-IR"/>
        </w:rPr>
        <w:lastRenderedPageBreak/>
        <w:t>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جهل به سر برد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سود از آنچه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زبان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بش</w:t>
      </w:r>
      <w:r w:rsidRPr="004A50B5">
        <w:rPr>
          <w:rtl/>
          <w:lang w:bidi="fa-IR"/>
        </w:rPr>
        <w:t xml:space="preserve"> شود ،و در عوض محبوب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نزد خدا و خلق مبغوض و منفور گردد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چکدام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تخصص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ندارند ، اما خوش و مرفّه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سعادت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ابن الحس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دعاها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از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فروغ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در پرتو آن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خلق به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مسئلت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نور و چراغ جز اخلاق حسنه و پاک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همه</w:t>
      </w:r>
      <w:r w:rsidRPr="004A50B5">
        <w:rPr>
          <w:rtl/>
          <w:lang w:bidi="fa-IR"/>
        </w:rPr>
        <w:t xml:space="preserve"> کس به اعمال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عنوان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بد ، و صواب و خطا ، و حق و باطل ، و</w:t>
      </w:r>
      <w:r w:rsidR="00C1605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ثواب</w:t>
      </w:r>
      <w:r w:rsidRPr="004A50B5">
        <w:rPr>
          <w:rtl/>
          <w:lang w:bidi="fa-IR"/>
        </w:rPr>
        <w:t xml:space="preserve"> و گناه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حکم و حکومت بر تمام اعمال بزرگ و کوچک ، و بر افکار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گوناگون در هر عرف و هر زمان جار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هست ، و در طبقات مختلف مردم متداول و معمول است ،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اطفال هم در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حرکات و اعمال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متصف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حکم و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از زبان قانونگذار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استمدار</w:t>
      </w:r>
      <w:r w:rsidRPr="004A50B5">
        <w:rPr>
          <w:rtl/>
          <w:lang w:bidi="fa-IR"/>
        </w:rPr>
        <w:t xml:space="preserve"> ، و طبقات کارگر و کارفرماها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 و زارع و مالک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آنچه در 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مسئله مهم است شناخت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بد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دست داشت که اعمال و افعال را با آن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حسن و قبح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و درجات مختلف سنج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معلوم کرد که فلان عمل اراد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شر ،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چه درجه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؟</w:t>
      </w:r>
      <w:r w:rsidR="00C1605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علم</w:t>
      </w:r>
      <w:r w:rsidRPr="004A50B5">
        <w:rPr>
          <w:rtl/>
          <w:lang w:bidi="fa-IR"/>
        </w:rPr>
        <w:t xml:space="preserve"> اخلاق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ما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خوب و بد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را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رفتار انسان نسبت به خود </w:t>
      </w:r>
      <w:r w:rsidRPr="004A50B5">
        <w:rPr>
          <w:rtl/>
          <w:lang w:bidi="fa-IR"/>
        </w:rPr>
        <w:lastRenderedPageBreak/>
        <w:t>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چگونه باشد ، و هدف 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 و راه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آن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روشن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همان</w:t>
      </w:r>
      <w:r w:rsidRPr="004A50B5">
        <w:rPr>
          <w:rtl/>
          <w:lang w:bidi="fa-IR"/>
        </w:rPr>
        <w:t xml:space="preserve">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طب خادم صحت جسم است ، اخلاق خادم صحت روح است ، به همان گونه که علم منطق راه استدلال را بر عقل باز و صاف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اخلاق نسبت به اراده و اعمال همان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را دارد ، انتفاع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tl/>
          <w:lang w:bidi="fa-IR"/>
        </w:rPr>
        <w:t xml:space="preserve">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طب به اندازه دستور پزشک است و عقل گمراه از فن منطق به قدر بکار بستن قواعد آن بهرمند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حال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مرض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اصول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آن را طب النفوس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سعادت بشر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مغز و قلب بشر با هم پرورش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ابند</w:t>
      </w:r>
      <w:r w:rsidRPr="004A50B5">
        <w:rPr>
          <w:rtl/>
          <w:lang w:bidi="fa-IR"/>
        </w:rPr>
        <w:t xml:space="preserve"> ، تمدن اروپا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را دارد که مغز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اندازه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کرده و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علوم و صنا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قلب و روح را متروک گذاشته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عشق به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که ثمره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روح است ض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نابود شده و جم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="00C1605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دوره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عدم توجه به امور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C16059" w:rsidP="00C16059">
      <w:pPr>
        <w:pStyle w:val="Heading2"/>
        <w:rPr>
          <w:rtl/>
        </w:rPr>
      </w:pPr>
      <w:r>
        <w:rPr>
          <w:rtl/>
        </w:rPr>
        <w:br w:type="page"/>
      </w:r>
      <w:bookmarkStart w:id="52" w:name="_Toc500835259"/>
      <w:bookmarkStart w:id="53" w:name="_Toc500835428"/>
      <w:r w:rsidR="004A50B5" w:rsidRPr="004A50B5">
        <w:rPr>
          <w:rFonts w:hint="eastAsia"/>
          <w:rtl/>
        </w:rPr>
        <w:lastRenderedPageBreak/>
        <w:t>در</w:t>
      </w:r>
      <w:r w:rsidR="004A50B5" w:rsidRPr="004A50B5">
        <w:rPr>
          <w:rtl/>
        </w:rPr>
        <w:t xml:space="preserve"> حر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م</w:t>
      </w:r>
      <w:r w:rsidR="004A50B5" w:rsidRPr="004A50B5">
        <w:rPr>
          <w:rtl/>
        </w:rPr>
        <w:t xml:space="preserve"> قرآن</w:t>
      </w:r>
      <w:bookmarkEnd w:id="52"/>
      <w:bookmarkEnd w:id="53"/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تمدن</w:t>
      </w:r>
      <w:r w:rsidRPr="004A50B5">
        <w:rPr>
          <w:rtl/>
          <w:lang w:bidi="fa-IR"/>
        </w:rPr>
        <w:t xml:space="preserve"> عصر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جهات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صنعت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آثار مغز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  <w:r w:rsidRPr="004A50B5">
        <w:rPr>
          <w:rtl/>
          <w:lang w:bidi="fa-IR"/>
        </w:rPr>
        <w:t xml:space="preserve"> نقص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فقط فاقد وجدان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عرفان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نقص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نابود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تمدن بدست خود بشر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C1605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تمدن فاقد اخلاق و نور د</w:t>
      </w:r>
      <w:r w:rsidR="00C16059">
        <w:rPr>
          <w:rFonts w:hint="cs"/>
          <w:rtl/>
          <w:lang w:bidi="fa-IR"/>
        </w:rPr>
        <w:t>نی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با همه نعمت ها و لذا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ذش</w:t>
      </w:r>
      <w:r w:rsidRPr="004A50B5">
        <w:rPr>
          <w:rtl/>
          <w:lang w:bidi="fa-IR"/>
        </w:rPr>
        <w:t xml:space="preserve"> به جهنم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سوزان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کرده و امروز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توسل به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تنها</w:t>
      </w:r>
      <w:r w:rsidRPr="004A50B5">
        <w:rPr>
          <w:rtl/>
          <w:lang w:bidi="fa-IR"/>
        </w:rPr>
        <w:t xml:space="preserve"> روش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منشأ حرکت گشته ، تحول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عملاً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اعمال گردد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منشأ حرکت و تحولات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بوده و بالخصوص چهره تابناک رهبر بزرگ اسلام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مسأله را بهتر و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تر بازگو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را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سرمشق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جهان قرار داده ، و صورت کامل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در وجود آن حضرت گذاشت که در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چهره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جاودان و زنده است 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نقشه جامع و کامل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قرآن است ، و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جلوه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کتاب خداست و هر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حد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آراسته به دستورات آن شود ، پس نمونه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انسان کامل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خلق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را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، گفت : خلقش قرآن بود جواب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،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مختصر کامل و جامع ، خلقش قرآن بود ، زبان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و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قرآن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نقش قرآن در جامعه نشان داده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احکام</w:t>
      </w:r>
      <w:r w:rsidRPr="004A50B5">
        <w:rPr>
          <w:rtl/>
          <w:lang w:bidi="fa-IR"/>
        </w:rPr>
        <w:t xml:space="preserve"> و اوامر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کتاب منحصر در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تنها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در تمام جهان قرآن را به عنوان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کتاب فقه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بلکه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که قرآن قانون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شامل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نظامات مدن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، حاو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تمام عمل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امور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بشر</w:t>
      </w:r>
      <w:r w:rsidRPr="004A50B5">
        <w:rPr>
          <w:rtl/>
          <w:lang w:bidi="fa-IR"/>
        </w:rPr>
        <w:t xml:space="preserve"> را اداره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امور که به موجب احکام ثابت و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اراده خداست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عبارت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گر،قرآن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دستور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قانون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،و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،مدن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،تجار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،جزا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،و</w:t>
      </w:r>
      <w:r w:rsidRPr="004A50B5">
        <w:rPr>
          <w:rtl/>
          <w:lang w:bidi="fa-IR"/>
        </w:rPr>
        <w:t xml:space="preserve"> جنا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مجموعه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از تکال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روزانه تا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نفس ، تا حفظ بدن و بهداشت ، از حقوق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از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تا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، و از اعمال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مکافاتش تا عذاب و جزا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همه را دربر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کومت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قرآن با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فرق دارد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مکتب فقاهت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ست،</w:t>
      </w:r>
      <w:r w:rsidRPr="004A50B5">
        <w:rPr>
          <w:rtl/>
          <w:lang w:bidi="fa-IR"/>
        </w:rPr>
        <w:t xml:space="preserve"> بلکه بطور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محتو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آن مرکّب است از قصص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انات</w:t>
      </w:r>
      <w:r w:rsidRPr="004A50B5">
        <w:rPr>
          <w:rtl/>
          <w:lang w:bidi="fa-IR"/>
        </w:rPr>
        <w:t xml:space="preserve"> و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و ترغ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بشر در نشر عواطف و احساسات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فداکار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نوع عامل و رابطه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جالب و جاذب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ربط دهد در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وجود ندارد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گذشته قرآن </w:t>
      </w:r>
      <w:r w:rsidRPr="004A50B5">
        <w:rPr>
          <w:rtl/>
          <w:lang w:bidi="fa-IR"/>
        </w:rPr>
        <w:lastRenderedPageBreak/>
        <w:t>مانند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فقط به عنوان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و شاخص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عبادت و عمل باشد، بلکه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مکتب و روش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هست و هر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اداره امور کشور به وجه احسن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تمام ازمنه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منبع گرفت، و خلاصه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مسائل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توجه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حل و 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 </w:t>
      </w:r>
      <w:r w:rsidRPr="00C16059">
        <w:rPr>
          <w:rStyle w:val="libFootnotenumChar"/>
          <w:rtl/>
        </w:rPr>
        <w:t>(1)</w:t>
      </w:r>
      <w:r w:rsidRPr="004A50B5">
        <w:rPr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اثر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دستورات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ما فوق تمام دستورات و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قصص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در کمال صحت و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هر زمان جوابگو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</w:p>
    <w:p w:rsidR="004A50B5" w:rsidRPr="00C16059" w:rsidRDefault="00C16059" w:rsidP="00C1605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4A50B5" w:rsidRPr="004A50B5" w:rsidRDefault="004A50B5" w:rsidP="00C1605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از نظر ما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آقا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کومب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آنچه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قائلند در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در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ملاحظه کرد ،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کتاب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جوابگو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C16059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بشر</w:t>
      </w:r>
      <w:r w:rsidR="004A50B5" w:rsidRPr="004A50B5">
        <w:rPr>
          <w:rtl/>
          <w:lang w:bidi="fa-IR"/>
        </w:rPr>
        <w:t xml:space="preserve"> در تمام زوا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. انب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در سا</w:t>
      </w:r>
      <w:r w:rsidR="004A50B5"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="004A50B5" w:rsidRPr="004A50B5">
        <w:rPr>
          <w:rtl/>
        </w:rPr>
        <w:t xml:space="preserve"> کتب آسمان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خود و نب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="004A50B5" w:rsidRPr="004A50B5">
        <w:rPr>
          <w:rtl/>
        </w:rPr>
        <w:t>در حر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م</w:t>
      </w:r>
      <w:r w:rsidR="004A50B5" w:rsidRPr="004A50B5">
        <w:rPr>
          <w:rtl/>
        </w:rPr>
        <w:t xml:space="preserve"> قرآن و مصلح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و انسان دوستان که پرورد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مکتب اله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بودند ، شمع آسا خو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شتن</w:t>
      </w:r>
      <w:r w:rsidR="004A50B5" w:rsidRPr="004A50B5">
        <w:rPr>
          <w:rtl/>
          <w:lang w:bidi="fa-IR"/>
        </w:rPr>
        <w:t xml:space="preserve"> را سوختند تا بر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</w:t>
      </w:r>
      <w:r w:rsidR="004A50B5" w:rsidRPr="004A50B5">
        <w:rPr>
          <w:rtl/>
          <w:lang w:bidi="fa-IR"/>
        </w:rPr>
        <w:t xml:space="preserve"> و خم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راه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انسان فروغ فروزان باشند ، تا 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غرور و تعصب و رذا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را بزدا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راه که گام ها در آن برداشته شد مظاهر و آثار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راند که از اوج دارتر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سرما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تمدن گران انسان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راث</w:t>
      </w:r>
      <w:r w:rsidRPr="004A50B5">
        <w:rPr>
          <w:rtl/>
          <w:lang w:bidi="fa-IR"/>
        </w:rPr>
        <w:t xml:space="preserve"> مهم در دسترس انسان ها قرار گرفت تا خود را از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بخشد و از منجلاب رذا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با اتکا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قدرت آن به 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شرو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راث</w:t>
      </w:r>
      <w:r w:rsidRPr="004A50B5">
        <w:rPr>
          <w:rtl/>
          <w:lang w:bidi="fa-IR"/>
        </w:rPr>
        <w:t xml:space="preserve"> گرانبها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که صفحات آموزنده آن سرچشمه از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و دستوراتش در تمام قسمت ها مطابق با فطرت بشر تنظ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شده است ،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علاوه بر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معرف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از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آنان د</w:t>
      </w:r>
      <w:r w:rsidRPr="004A50B5">
        <w:rPr>
          <w:rFonts w:hint="eastAsia"/>
          <w:rtl/>
          <w:lang w:bidi="fa-IR"/>
        </w:rPr>
        <w:t>رس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  <w:r w:rsidR="00C16059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معرف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بارز و مرد فوق العاده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قهرمان حکمت ، اخلاق و علم بوده .</w:t>
      </w:r>
      <w:r w:rsidR="00C16059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مرد جاودان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آن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کره</w:t>
      </w:r>
      <w:r w:rsidRPr="004A50B5">
        <w:rPr>
          <w:rtl/>
          <w:lang w:bidi="fa-IR"/>
        </w:rPr>
        <w:t xml:space="preserve"> دانش و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آن صدرنش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مسند حکمت و اخلاق حضرت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است که در کشور قرآن چراغ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فروزان و پندها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گوهر غلطان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بزرگوار نشان دهنده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معناست که در انسان استعداد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کمالات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وجود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لقمان</w:t>
      </w:r>
      <w:r w:rsidRPr="004A50B5">
        <w:rPr>
          <w:rtl/>
          <w:lang w:bidi="fa-IR"/>
        </w:rPr>
        <w:t xml:space="preserve"> بزرگ اشاره کننده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که در انسان روح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شده و اساس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منبع گرفتن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بوجود آمده ، مشت محکم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 دهان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اوه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همچون فرو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دارو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درکا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مارکس و انگس که فقط شهوت و اقتصاد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را سازمان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C16059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نوشته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 الهام از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آنجا که بتوانم در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و شرح</w:t>
      </w:r>
      <w:r w:rsidR="00C16059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حکمت ها و آثار وجودش پرداخته تا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خوانندگان ارجمند ثابت شود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در پرتو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روان و آراسته شدن به صفات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نوشته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در شرح آثار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و آراستگ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و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قرآن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معتبره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مستند استفاده شود و خلاصه هدف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کتاب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تا 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مسلمان را در پرتو شمع وجود لقمان که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 قرآن به عنوان مرد حکم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آشنا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سالم ستوده 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C16059" w:rsidP="00C16059">
      <w:pPr>
        <w:pStyle w:val="libNormal"/>
        <w:rPr>
          <w:rtl/>
          <w:lang w:bidi="fa-IR"/>
        </w:rPr>
      </w:pPr>
      <w:r w:rsidRPr="00C16059">
        <w:rPr>
          <w:rStyle w:val="libAlaemChar"/>
          <w:rFonts w:hint="cs"/>
          <w:rtl/>
        </w:rPr>
        <w:t xml:space="preserve"> (</w:t>
      </w:r>
      <w:r w:rsidRPr="00C16059">
        <w:rPr>
          <w:rStyle w:val="libAieChar"/>
          <w:rFonts w:hint="cs"/>
          <w:rtl/>
        </w:rPr>
        <w:t>وَمِنْ آيَاتِهِ أَنْ خَلَقَكُم مِّن تُرَابٍ ثُمَّ إِذَا أَنتُم بَشَرٌ تَنتَشِرُونَ</w:t>
      </w:r>
      <w:r w:rsidRPr="00C16059">
        <w:rPr>
          <w:rStyle w:val="libAlaemChar"/>
          <w:rFonts w:hint="cs"/>
          <w:rtl/>
        </w:rPr>
        <w:t>)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الروم</w:t>
      </w:r>
      <w:r w:rsidRPr="004A50B5">
        <w:rPr>
          <w:rtl/>
          <w:lang w:bidi="fa-IR"/>
        </w:rPr>
        <w:t xml:space="preserve"> :</w:t>
      </w:r>
    </w:p>
    <w:p w:rsidR="004A50B5" w:rsidRPr="00C96E96" w:rsidRDefault="00C16059" w:rsidP="00C96E96">
      <w:pPr>
        <w:pStyle w:val="Heading1"/>
        <w:rPr>
          <w:rtl/>
        </w:rPr>
      </w:pPr>
      <w:r>
        <w:rPr>
          <w:rtl/>
        </w:rPr>
        <w:br w:type="page"/>
      </w:r>
      <w:bookmarkStart w:id="54" w:name="_Toc500835260"/>
      <w:bookmarkStart w:id="55" w:name="_Toc500835429"/>
      <w:r w:rsidR="004A50B5" w:rsidRPr="00C96E96">
        <w:rPr>
          <w:rFonts w:hint="eastAsia"/>
          <w:rtl/>
        </w:rPr>
        <w:lastRenderedPageBreak/>
        <w:t>بخش</w:t>
      </w:r>
      <w:r w:rsidR="004A50B5" w:rsidRPr="00C96E96">
        <w:rPr>
          <w:rtl/>
        </w:rPr>
        <w:t xml:space="preserve"> چهارم</w:t>
      </w:r>
      <w:bookmarkEnd w:id="54"/>
      <w:bookmarkEnd w:id="5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افسان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نژاد و رنگ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وضع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پوستان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متمدن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اسلام 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</w:p>
    <w:p w:rsidR="004A50B5" w:rsidRPr="00C96E96" w:rsidRDefault="00C16059" w:rsidP="00C96E96">
      <w:pPr>
        <w:pStyle w:val="Heading2"/>
        <w:rPr>
          <w:rtl/>
        </w:rPr>
      </w:pPr>
      <w:r>
        <w:rPr>
          <w:rtl/>
        </w:rPr>
        <w:br w:type="page"/>
      </w:r>
      <w:bookmarkStart w:id="56" w:name="_Toc500835261"/>
      <w:bookmarkStart w:id="57" w:name="_Toc500835430"/>
      <w:r w:rsidR="004A50B5" w:rsidRPr="00C96E96">
        <w:rPr>
          <w:rFonts w:hint="eastAsia"/>
          <w:rtl/>
        </w:rPr>
        <w:lastRenderedPageBreak/>
        <w:t>افسان</w:t>
      </w:r>
      <w:r w:rsidR="006C238D" w:rsidRPr="00C96E96">
        <w:rPr>
          <w:rFonts w:hint="cs"/>
          <w:rtl/>
        </w:rPr>
        <w:t>ه</w:t>
      </w:r>
      <w:r w:rsidR="004A50B5" w:rsidRPr="00C96E96">
        <w:rPr>
          <w:rtl/>
        </w:rPr>
        <w:t xml:space="preserve"> نژاد و رنگ</w:t>
      </w:r>
      <w:bookmarkEnd w:id="56"/>
      <w:bookmarkEnd w:id="5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نوشته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:که لقمان بزرگ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چهره از مردم </w:t>
      </w:r>
      <w:r w:rsidRPr="00C16059">
        <w:rPr>
          <w:rStyle w:val="libFootnotenumChar"/>
          <w:rtl/>
        </w:rPr>
        <w:t>(1)</w:t>
      </w:r>
      <w:r w:rsidRPr="004A50B5">
        <w:rPr>
          <w:rtl/>
          <w:lang w:bidi="fa-IR"/>
        </w:rPr>
        <w:t>سودان مصر بود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تناسب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نظر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را تا به امروز در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نژاد و رنگ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خوانندگان ارجمند بازگو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کتاب</w:t>
      </w:r>
      <w:r w:rsidRPr="004A50B5">
        <w:rPr>
          <w:rtl/>
          <w:lang w:bidi="fa-IR"/>
        </w:rPr>
        <w:t xml:space="preserve"> خدا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روشنگر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مکتب حق است ، و اصول دعوت و قواعد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در آن منعکس است ملاک ارزش را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، و به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نژاد و رنگ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همه افراد بشر را مخلوق حق دانسته و از نظر اساس خلقت و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انسان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قائل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رهبر اسلام و ائم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طاهر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 که مفسر کتاب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بازگو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به شدت با فخر فروش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و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بر رع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مبارزه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سور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روم آ</w:t>
      </w:r>
      <w:r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32 خلقت آسمان ها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اختلاف در نژاد و رنگ و زبان را از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سور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حجرات آ</w:t>
      </w:r>
      <w:r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13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شما را از مرد و زن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گروه گروه و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قرار داد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گرام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شما نزد خدا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شماست .</w:t>
      </w:r>
    </w:p>
    <w:p w:rsidR="004A50B5" w:rsidRPr="00C16059" w:rsidRDefault="00C16059" w:rsidP="00C1605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</w:t>
      </w:r>
    </w:p>
    <w:p w:rsidR="004A50B5" w:rsidRPr="004A50B5" w:rsidRDefault="004A50B5" w:rsidP="00C16059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کشف الاسرار : ج 7 ،ص 489 . الم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:ج 16 ، ص 233 . روح الب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: ج 7 ، ص 73 . مجمع الب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: ج 8 ، ص 315 .</w:t>
      </w:r>
    </w:p>
    <w:p w:rsidR="004A50B5" w:rsidRPr="004A50B5" w:rsidRDefault="00C16059" w:rsidP="00C1605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امبر</w:t>
      </w:r>
      <w:r w:rsidR="004A50B5"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="004A50B5" w:rsidRPr="004A50B5">
        <w:rPr>
          <w:rtl/>
          <w:lang w:bidi="fa-IR"/>
        </w:rPr>
        <w:t>فرمود :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عرب بر عجم و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عجم بر عرب و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بر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اه</w:t>
      </w:r>
      <w:r w:rsidR="004A50B5" w:rsidRPr="004A50B5">
        <w:rPr>
          <w:rtl/>
          <w:lang w:bidi="fa-IR"/>
        </w:rPr>
        <w:t xml:space="preserve"> 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چگونه</w:t>
      </w:r>
      <w:r w:rsidR="004A50B5" w:rsidRPr="004A50B5">
        <w:rPr>
          <w:rtl/>
          <w:lang w:bidi="fa-IR"/>
        </w:rPr>
        <w:t xml:space="preserve"> فخر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، تنها افتخار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بشر خو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شتن</w:t>
      </w:r>
      <w:r w:rsidR="004A50B5" w:rsidRPr="004A50B5">
        <w:rPr>
          <w:rtl/>
          <w:lang w:bidi="fa-IR"/>
        </w:rPr>
        <w:t xml:space="preserve"> 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گناه و آراسته بودن به فضا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است ، البته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نه</w:t>
      </w:r>
      <w:r w:rsidR="004A50B5" w:rsidRPr="004A50B5">
        <w:rPr>
          <w:rtl/>
          <w:lang w:bidi="fa-IR"/>
        </w:rPr>
        <w:t xml:space="preserve">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و روا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فراوان است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چند فراز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eastAsia"/>
          <w:rtl/>
          <w:lang w:bidi="fa-IR"/>
        </w:rPr>
        <w:t>شان</w:t>
      </w:r>
      <w:r w:rsidR="004A50B5" w:rsidRPr="004A50B5">
        <w:rPr>
          <w:rtl/>
          <w:lang w:bidi="fa-IR"/>
        </w:rPr>
        <w:t xml:space="preserve"> دادن نظر مکتب حق نسبت به مسئله کاف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ماد</w:t>
      </w:r>
      <w:r w:rsidR="004A50B5" w:rsidRPr="004A50B5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گران</w:t>
      </w:r>
      <w:r w:rsidR="004A50B5" w:rsidRPr="004A50B5">
        <w:rPr>
          <w:rtl/>
          <w:lang w:bidi="fa-IR"/>
        </w:rPr>
        <w:t xml:space="preserve">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و آنان که از ترب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اله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نداشتند در جنب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مسئله جنا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مرتکب شدند 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 ، و برخورد آنان نسبت به مسئله رنگ و نژاد صفحات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را لکه دار و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اه</w:t>
      </w:r>
      <w:r w:rsidR="004A50B5" w:rsidRPr="004A50B5">
        <w:rPr>
          <w:rtl/>
          <w:lang w:bidi="fa-IR"/>
        </w:rPr>
        <w:t xml:space="preserve"> کرده است . هنوز هم با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همه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شرفت</w:t>
      </w:r>
      <w:r w:rsidR="004A50B5" w:rsidRPr="004A50B5">
        <w:rPr>
          <w:rtl/>
          <w:lang w:bidi="fa-IR"/>
        </w:rPr>
        <w:t xml:space="preserve"> بشر در برنامه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eastAsia"/>
          <w:rtl/>
          <w:lang w:bidi="fa-IR"/>
        </w:rPr>
        <w:t>سئله</w:t>
      </w:r>
      <w:r w:rsidR="004A50B5" w:rsidRPr="004A50B5">
        <w:rPr>
          <w:rtl/>
          <w:lang w:bidi="fa-IR"/>
        </w:rPr>
        <w:t xml:space="preserve"> دامن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زنند و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گرفتار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قرن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برنامه است . مبدأ فرض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افسانه نژاد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تفوق سپ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بر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اه</w:t>
      </w:r>
      <w:r w:rsidR="004A50B5" w:rsidRPr="004A50B5">
        <w:rPr>
          <w:rtl/>
          <w:lang w:bidi="fa-IR"/>
        </w:rPr>
        <w:t xml:space="preserve"> و غن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 فق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مبدأ به تمام معن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پوشال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و بنا به گفت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گوستاولبون فرانسو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مسئله در غرب از مغزها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پوشال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گروه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زمامداران و سرکردگ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مال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تراوش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هدف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موجبات عجب و نخوت را فراهم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با اصول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احترام افکار و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فلسفه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بشر مخالف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پرآشوب ، و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سراسرش را مکر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و خدعه گرفته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الفاظ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بنده</w:t>
      </w:r>
      <w:r w:rsidRPr="004A50B5">
        <w:rPr>
          <w:rtl/>
          <w:lang w:bidi="fa-IR"/>
        </w:rPr>
        <w:t xml:space="preserve"> و مصلحت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تنها در موارد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جلب توجه عوام ، و حکمران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توده محروم به کار برده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واقع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طرفداران</w:t>
      </w:r>
      <w:r w:rsidRPr="004A50B5">
        <w:rPr>
          <w:rtl/>
          <w:lang w:bidi="fa-IR"/>
        </w:rPr>
        <w:t xml:space="preserve"> افسانه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دشمنان خونخوار رنگ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با اتومب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پارچه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شب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، دارو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رنگ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دارد و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الخصوص نفت مبارزه ندارند ، اما با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فقط رنگ پوستش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ساختمان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مبارزه دارند 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</w:t>
      </w:r>
      <w:r w:rsidRPr="004A50B5">
        <w:rPr>
          <w:rFonts w:hint="eastAsia"/>
          <w:rtl/>
          <w:lang w:bidi="fa-IR"/>
        </w:rPr>
        <w:t>هند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ارضاء شهوات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از او هم چون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بهره 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داستان</w:t>
      </w:r>
      <w:r w:rsidRPr="004A50B5">
        <w:rPr>
          <w:rtl/>
          <w:lang w:bidi="fa-IR"/>
        </w:rPr>
        <w:t xml:space="preserve"> افسانه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غرب متمدن در کتاب اسلام و تبع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صفحه 43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افسانه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اروپا جشن ها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متجاوز از صد هزار نفر سخنران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سخنرانان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طوفان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احساسات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</w:t>
      </w:r>
      <w:r w:rsidRPr="004A50B5">
        <w:rPr>
          <w:rtl/>
          <w:lang w:bidi="fa-IR"/>
        </w:rPr>
        <w:t xml:space="preserve">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زدند 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ادها</w:t>
      </w:r>
      <w:r w:rsidRPr="004A50B5">
        <w:rPr>
          <w:rtl/>
          <w:lang w:bidi="fa-IR"/>
        </w:rPr>
        <w:t xml:space="preserve"> اغلب مطالب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پست عنوان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که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سخنران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در فرازها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دولت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در نظر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بر آن باشد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دوره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نوشته شود ،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مسئله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درجه اول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باشد ، و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از نقطه افسانه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افسانه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موجب تحک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هم بس</w:t>
      </w:r>
      <w:r w:rsidRPr="004A50B5">
        <w:rPr>
          <w:rFonts w:hint="eastAsia"/>
          <w:rtl/>
          <w:lang w:bidi="fa-IR"/>
        </w:rPr>
        <w:t>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 آلمان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دولت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وسائل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مخصوص ، افراد نژاد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مقابله با آن امتحان سخت ، حاضر و آماده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امروز جز فکر نژاد 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انرژ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 ها را جمع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دولت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غرور 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صم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خالص گرداند موظف است در اوان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هنوز لوح خاطر کودکان نقش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 اصل پولاد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نژادپرست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آنها تزر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اگر اختلاط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ها چه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و چه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هم از نظر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باشند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زود به وضع منحوس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دورگه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اختلاط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بروند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ازدواج را از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دنائت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آورد ، و صورت پاک و مقدس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</w:t>
      </w:r>
      <w:r w:rsidRPr="004A50B5">
        <w:rPr>
          <w:rFonts w:hint="eastAsia"/>
          <w:rtl/>
          <w:lang w:bidi="fa-IR"/>
        </w:rPr>
        <w:t>ازدواج</w:t>
      </w:r>
      <w:r w:rsidRPr="004A50B5">
        <w:rPr>
          <w:rtl/>
          <w:lang w:bidi="fa-IR"/>
        </w:rPr>
        <w:t xml:space="preserve"> داد و موجودات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بوجود آورد نه غول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نه آدمشان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خواند و نه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مون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قبول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نژادها مستلزم آن است که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ملت ها و افراد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چشم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فلسفه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 ها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ندارد ، فلسفه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نژاد را تسه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خواهان اطاعت و متابعت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پست و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گاه بگاه روزنامه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مصوّر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نظر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و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در فلان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فلان مملکت وک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استاد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آوازه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است که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نقش ها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زها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را به عهده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جنون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فرد پست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آغاز خلقت خود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چنان از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بهره ببرد که او را وک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بشمارند ،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قتاً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صحبت از پرورش سگ و صحبت از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افکار منحط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انگذاران</w:t>
      </w:r>
      <w:r w:rsidRPr="004A50B5">
        <w:rPr>
          <w:rtl/>
          <w:lang w:bidi="fa-IR"/>
        </w:rPr>
        <w:t xml:space="preserve"> و طرفداران فلسفه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مدت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سرگردان و سرانجام موجب صلح مسلح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به خاک و خون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افسانه زننده با اصول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اساساً فلسفه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سازگار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</w:t>
      </w:r>
      <w:r w:rsidRPr="004A50B5">
        <w:rPr>
          <w:rtl/>
          <w:lang w:bidi="fa-IR"/>
        </w:rPr>
        <w:t xml:space="preserve"> تو رشد ملت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که تنها ناسازگار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فقط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 آنها را از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حقوق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محروم ساخته است .</w:t>
      </w: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از جنوب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قا</w:t>
      </w:r>
      <w:r w:rsidRPr="004A50B5">
        <w:rPr>
          <w:rtl/>
          <w:lang w:bidi="fa-IR"/>
        </w:rPr>
        <w:t xml:space="preserve"> گرفته تا شمال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، و از عقب افتاده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ملل تا متمدن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آنها مبتلا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درد بزرگ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، و هر چند وقت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مرتبه انفجار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جهان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همه</w:t>
      </w:r>
      <w:r w:rsidRPr="004A50B5">
        <w:rPr>
          <w:rtl/>
          <w:lang w:bidi="fa-IR"/>
        </w:rPr>
        <w:t xml:space="preserve"> جا مردم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حوادث اسف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جنوب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قا</w:t>
      </w:r>
      <w:r w:rsidRPr="004A50B5">
        <w:rPr>
          <w:rtl/>
          <w:lang w:bidi="fa-IR"/>
        </w:rPr>
        <w:t xml:space="preserve">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خوانده اند که چگونه دو سه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</w:t>
      </w:r>
      <w:r w:rsidRPr="004A50B5">
        <w:rPr>
          <w:rtl/>
          <w:lang w:bidi="fa-IR"/>
        </w:rPr>
        <w:t xml:space="preserve"> مهاجر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دوازده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بوم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</w:t>
      </w:r>
      <w:r w:rsidR="001E416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به صورت برده و بنده خود نگهدارند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گلوله بسته و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خاک و خون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تا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هوس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را در دل نپرورانند و بدون اجازه اربابان و داشتن جواز عبور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محله به آن محله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شهر نروند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E416A" w:rsidP="001E416A">
      <w:pPr>
        <w:pStyle w:val="Heading2"/>
        <w:rPr>
          <w:rtl/>
        </w:rPr>
      </w:pPr>
      <w:r>
        <w:rPr>
          <w:rtl/>
        </w:rPr>
        <w:br w:type="page"/>
      </w:r>
      <w:bookmarkStart w:id="58" w:name="_Toc500835262"/>
      <w:bookmarkStart w:id="59" w:name="_Toc500835431"/>
      <w:r w:rsidR="004A50B5" w:rsidRPr="004A50B5">
        <w:rPr>
          <w:rFonts w:hint="eastAsia"/>
          <w:rtl/>
        </w:rPr>
        <w:lastRenderedPageBreak/>
        <w:t>وضع</w:t>
      </w:r>
      <w:r w:rsidR="004A50B5" w:rsidRPr="004A50B5">
        <w:rPr>
          <w:rtl/>
        </w:rPr>
        <w:t xml:space="preserve"> س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اه</w:t>
      </w:r>
      <w:r w:rsidR="004A50B5" w:rsidRPr="004A50B5">
        <w:rPr>
          <w:rtl/>
        </w:rPr>
        <w:t xml:space="preserve"> پوستان در دن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متمدن</w:t>
      </w:r>
      <w:bookmarkEnd w:id="58"/>
      <w:bookmarkEnd w:id="5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خبرگزار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 در اخبار خود از وضع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پوستان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متمدن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بود :</w:t>
      </w: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چموند</w:t>
      </w:r>
      <w:r w:rsidRPr="004A50B5">
        <w:rPr>
          <w:rtl/>
          <w:lang w:bidi="fa-IR"/>
        </w:rPr>
        <w:t xml:space="preserve">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در حدود چهل دانشجو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که تظاهرات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بدست آوردن حقوق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دانشجو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</w:t>
      </w:r>
      <w:r w:rsidRPr="004A50B5">
        <w:rPr>
          <w:rtl/>
          <w:lang w:bidi="fa-IR"/>
        </w:rPr>
        <w:t xml:space="preserve"> کرده بودند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شدند . تقاضا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ها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در ناهار خور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آنان مطابق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رفتار شود ، آنان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خواستند مانند دانشجو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پوس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هنگام غذا خوردن حق نشستن داشته باشند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متمدن در کشور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خود را پرچمدار علم و قدرت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من حافظ منافع انسان و حقوق بشر هستم چهل نفر انسان رابه خاطر طلب حق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روانه زندان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مملکت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شش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الت</w:t>
      </w:r>
      <w:r w:rsidRPr="004A50B5">
        <w:rPr>
          <w:rtl/>
          <w:lang w:bidi="fa-IR"/>
        </w:rPr>
        <w:t xml:space="preserve"> از جمله 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ورک</w:t>
      </w:r>
      <w:r w:rsidRPr="004A50B5">
        <w:rPr>
          <w:rtl/>
          <w:lang w:bidi="fa-IR"/>
        </w:rPr>
        <w:t xml:space="preserve"> مقر و مرکز سازمان ملل ، مرکز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 تمام جهان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بدست آوردن حقوق از دست رفته خود به طرف آن است ازدواج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پوستان را با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ممنوع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جرم شناخته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جرا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نوشته اند 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32 ساله در لندن به ضرب چاقو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درآمد ، حمله کنندگان به او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جوانان لندن بودند که چند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قبل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پوستان حمله کرده بودند ، علت حمله فقط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 آنان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 در جهان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است ، و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تکاران</w:t>
      </w:r>
      <w:r w:rsidRPr="004A50B5">
        <w:rPr>
          <w:rtl/>
          <w:lang w:bidi="fa-IR"/>
        </w:rPr>
        <w:t xml:space="preserve"> امروز بلا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سر بشر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اروند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مطالعه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اخبار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رغم تمام کوشش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هنوز مسئله تبع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صورت فوق العاده زننده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صحنه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اسف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که قطع نظر از مسائل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ک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وجدان و احساسات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دردناک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.</w:t>
      </w: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اعتراف کرد که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دم از حما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فکر تسخ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آسمان ها و دست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</w:t>
      </w:r>
      <w:r w:rsidRPr="004A50B5">
        <w:rPr>
          <w:rtl/>
          <w:lang w:bidi="fa-IR"/>
        </w:rPr>
        <w:t xml:space="preserve"> به کرات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افتاده از حل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ساده که از مسائل ابتدا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اجتماع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عاجز است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موضوع</w:t>
      </w:r>
      <w:r w:rsidRPr="004A50B5">
        <w:rPr>
          <w:rtl/>
          <w:lang w:bidi="fa-IR"/>
        </w:rPr>
        <w:t xml:space="preserve"> تعجب آورتر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حل بحران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مجامع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الملل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متوسل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البته تا اندازه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با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کنندگان است چون مرجع و پناهگاه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سراغ ندارند .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باور کرد مجمع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اعضاء مؤثر آن خودشان مبتلا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دردند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اقدام مثبت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باره کند ، ممکن است اقدامات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اما بحث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تا چه اندازه مؤثر خواهد بود ، و چقدر دوام خواهد داشت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چرا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حاضر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با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پوستان حقوق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باشند و در مدارس و کارگاه ها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مربوط به ازدواج و 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عبور و مرور در شهرها و ...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کسان</w:t>
      </w:r>
      <w:r w:rsidRPr="004A50B5">
        <w:rPr>
          <w:rtl/>
          <w:lang w:bidi="fa-IR"/>
        </w:rPr>
        <w:t xml:space="preserve"> باشند و برادروار با هم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جواب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مسائل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خودشان را نوع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تر و ممتازتر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و به قول آنها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عقل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نژاد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پست در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 هم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برابر باشند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نژادپرست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: مگر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شرافت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 اگر داشتن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جسم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لط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است مسلم ما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نظر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اگر فکر و هوش سرشار است ما فکورتر و باهوش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اگر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صنعت و تمدن است ما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قدم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اگر ثروت و مال است ، ما ثروتمندتر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اگر حکومت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است ، ما در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حکومت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آماده و مجهزتر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.اگر سابق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ما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سوابق درخشان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اگر هم بگو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>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ما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آنچه شمرد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سراغ 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مورد قبول ما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بحث و استدلال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مطالب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بنده</w:t>
      </w:r>
      <w:r w:rsidRPr="004A50B5">
        <w:rPr>
          <w:rtl/>
          <w:lang w:bidi="fa-IR"/>
        </w:rPr>
        <w:t xml:space="preserve"> و مزوّرانه دنبال شود مثل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حق با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دپوستان</w:t>
      </w:r>
      <w:r w:rsidRPr="004A50B5">
        <w:rPr>
          <w:rtl/>
          <w:lang w:bidi="fa-IR"/>
        </w:rPr>
        <w:t xml:space="preserve"> است ،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به حکم آنکه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و بدمنظر و کم فکر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 ترند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هرگز تخم هوس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دها</w:t>
      </w:r>
      <w:r w:rsidRPr="004A50B5">
        <w:rPr>
          <w:rtl/>
          <w:lang w:bidi="fa-IR"/>
        </w:rPr>
        <w:t xml:space="preserve"> را در دل نکارند و تا ابد برده و خدمتکار باشند همان ط</w:t>
      </w:r>
      <w:r w:rsidRPr="004A50B5">
        <w:rPr>
          <w:rFonts w:hint="eastAsia"/>
          <w:rtl/>
          <w:lang w:bidi="fa-IR"/>
        </w:rPr>
        <w:t>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هم انواع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تر و پست تر خدمتکار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رومندترند</w:t>
      </w:r>
      <w:r w:rsidRPr="004A50B5">
        <w:rPr>
          <w:rtl/>
          <w:lang w:bidi="fa-IR"/>
        </w:rPr>
        <w:t xml:space="preserve"> بلکه فدا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فلسفه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وجدان سالم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حاضر است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ضات</w:t>
      </w:r>
      <w:r w:rsidRPr="004A50B5">
        <w:rPr>
          <w:rtl/>
          <w:lang w:bidi="fa-IR"/>
        </w:rPr>
        <w:t xml:space="preserve"> و اجحافات صحّه بگذارد ؟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مطلب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</w:t>
      </w:r>
      <w:r w:rsidRPr="004A50B5">
        <w:rPr>
          <w:rtl/>
          <w:lang w:bidi="fa-IR"/>
        </w:rPr>
        <w:lastRenderedPageBreak/>
        <w:t>کار است که خودشان و همه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مطالب ارتجاع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بگذر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کمال دقت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را مطرح کرده که ت</w:t>
      </w:r>
      <w:r w:rsidRPr="004A50B5">
        <w:rPr>
          <w:rFonts w:hint="eastAsia"/>
          <w:rtl/>
          <w:lang w:bidi="fa-IR"/>
        </w:rPr>
        <w:t>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را در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جستجو کرد و در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تمام نژادها در آن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آن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سخن گفته و آن اصل و ذات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که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اهش</w:t>
      </w:r>
      <w:r w:rsidRPr="004A50B5">
        <w:rPr>
          <w:rtl/>
          <w:lang w:bidi="fa-IR"/>
        </w:rPr>
        <w:t xml:space="preserve"> ،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و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، از جهت آن با هم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برابرند .</w:t>
      </w: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خدا از زمان آدم که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راهنما بود تا برانگ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خته</w:t>
      </w:r>
      <w:r w:rsidRPr="004A50B5">
        <w:rPr>
          <w:rtl/>
          <w:lang w:bidi="fa-IR"/>
        </w:rPr>
        <w:t xml:space="preserve"> شدن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که کامل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مقررات را آورد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زار</w:t>
      </w:r>
      <w:r w:rsidRPr="004A50B5">
        <w:rPr>
          <w:rtl/>
          <w:lang w:bidi="fa-IR"/>
        </w:rPr>
        <w:t xml:space="preserve"> بود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باطل را در هر دوره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آن روبرو بود باطل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 ، 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بتوان گفت که در زمان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افسانه رنگ در ک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نبود اگر هم بود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به ندرت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بلکه مسئله به صورت تفوق جستن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نمودار بود ، و برنامه نژاد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="001E416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شوم اخلاق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و تمام برنامه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که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جزء مشکلات بود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زنده کردن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پرورش فطرت انسان به آسان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حل کرد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اقوام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توسعه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 که نه تنها در نژاد بلکه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اعم از زبان ، 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، طرز تفکر ، اقتصاد ،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جغراف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سوابق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هم شباهت نداشتند ، و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تمام مشکلات مخصوصاً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نژاد را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حل کرد و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</w:t>
      </w:r>
      <w:r w:rsidRPr="004A50B5">
        <w:rPr>
          <w:rFonts w:hint="eastAsia"/>
          <w:rtl/>
          <w:lang w:bidi="fa-IR"/>
        </w:rPr>
        <w:t>همه</w:t>
      </w:r>
      <w:r w:rsidRPr="004A50B5">
        <w:rPr>
          <w:rtl/>
          <w:lang w:bidi="fa-IR"/>
        </w:rPr>
        <w:t xml:space="preserve">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پرچم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جمع نمود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تمام احکام و دستورات اسلام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نمونه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حکم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بر اساس اختلاف نژادها قرار داشته باشد ، و قابل توجه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بدون عکس العمل و مقاومت منف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سراسر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عموم نژادها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اسلام را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بودند اجرا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تمام</w:t>
      </w:r>
      <w:r w:rsidRPr="004A50B5">
        <w:rPr>
          <w:rtl/>
          <w:lang w:bidi="fa-IR"/>
        </w:rPr>
        <w:t xml:space="preserve"> مسلمانان از هر نژاد و رنگ ، از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از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صف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ستادند</w:t>
      </w:r>
      <w:r w:rsidRPr="004A50B5">
        <w:rPr>
          <w:rtl/>
          <w:lang w:bidi="fa-IR"/>
        </w:rPr>
        <w:t xml:space="preserve"> ، و بر سر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سفره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نشستند ، و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المال بطور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مند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که مؤذن اسلام در زمان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 xml:space="preserve">بلال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حبش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وقت نماز را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اذان اعلام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و از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افراد هم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تقوا محترم تر بود ، و از مردم باا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که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اعتر</w:t>
      </w:r>
      <w:r w:rsidRPr="004A50B5">
        <w:rPr>
          <w:rFonts w:hint="eastAsia"/>
          <w:rtl/>
          <w:lang w:bidi="fa-IR"/>
        </w:rPr>
        <w:t>اض</w:t>
      </w:r>
      <w:r w:rsidRPr="004A50B5">
        <w:rPr>
          <w:rtl/>
          <w:lang w:bidi="fa-IR"/>
        </w:rPr>
        <w:t xml:space="preserve"> نداشت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هم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حکمفرماست ، در برخوردها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ازدواج انجام مراسم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حج ، معاملات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...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فرق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پوست مسلمان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را از هر نژاد و هر ملت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انسان مانند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نگرد و در برابر او احساس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1E416A" w:rsidP="001E416A">
      <w:pPr>
        <w:pStyle w:val="Heading2"/>
        <w:rPr>
          <w:rtl/>
        </w:rPr>
      </w:pPr>
      <w:r>
        <w:rPr>
          <w:rtl/>
        </w:rPr>
        <w:br w:type="page"/>
      </w:r>
      <w:bookmarkStart w:id="60" w:name="_Toc500835263"/>
      <w:bookmarkStart w:id="61" w:name="_Toc500835432"/>
      <w:r w:rsidR="004A50B5" w:rsidRPr="004A50B5">
        <w:rPr>
          <w:rFonts w:hint="eastAsia"/>
          <w:rtl/>
        </w:rPr>
        <w:lastRenderedPageBreak/>
        <w:t>در</w:t>
      </w:r>
      <w:r w:rsidR="004A50B5" w:rsidRPr="004A50B5">
        <w:rPr>
          <w:rtl/>
        </w:rPr>
        <w:t xml:space="preserve"> سا</w:t>
      </w:r>
      <w:r w:rsidR="004A50B5"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="004A50B5" w:rsidRPr="004A50B5">
        <w:rPr>
          <w:rtl/>
        </w:rPr>
        <w:t xml:space="preserve"> اسلام</w:t>
      </w:r>
      <w:bookmarkEnd w:id="60"/>
      <w:bookmarkEnd w:id="61"/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انسان را از هر نژاد و منطقه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انسان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به تقوا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قائل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مؤمن را هم شأن مؤمن و مؤمنه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 شأن مؤمن و مؤمنه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، امروز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فاصله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جهان حکم فرماست ، مشکلات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جوانب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ظهور کرده و حل آن جز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برگشت به اسلام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.</w:t>
      </w:r>
      <w:r w:rsidR="001E416A" w:rsidRPr="004A50B5">
        <w:rPr>
          <w:rtl/>
          <w:lang w:bidi="fa-IR"/>
        </w:rPr>
        <w:t xml:space="preserve"> </w:t>
      </w:r>
    </w:p>
    <w:p w:rsidR="004A50B5" w:rsidRPr="004A50B5" w:rsidRDefault="004A50B5" w:rsidP="001E416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مسئله</w:t>
      </w:r>
      <w:r w:rsidRPr="004A50B5">
        <w:rPr>
          <w:rtl/>
          <w:lang w:bidi="fa-IR"/>
        </w:rPr>
        <w:t xml:space="preserve"> ازدواج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مسائل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خاطر اختلافات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چنان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مشکلات فوق العاده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که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حکم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ملت ها از رفع آن مشکلات به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عاجز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آن چنان در اسلام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به سادگ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برگزار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عمر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مرد و زن در کمال صفا و صم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که مورث اعجاب است نمونه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که در صدر اول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اتفاق افتاد نشان دهنده 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اسلام است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آوازه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در گوشه و کنار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دوردست طن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انداز شد از اطراف جهان دسته دسته از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او با خبر شده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او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رفتند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شتافته خدمت آن حضرت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.</w:t>
      </w:r>
      <w:r w:rsidR="001E416A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، قدکوتاه بد منظر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بنام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کس از حسب و نسب و محل او اطلاع نداشت به حضور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شتافت و با شوق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فراوان اسلام را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</w:t>
      </w:r>
      <w:r w:rsidRPr="004A50B5">
        <w:rPr>
          <w:rtl/>
          <w:lang w:bidi="fa-IR"/>
        </w:rPr>
        <w:t xml:space="preserve"> ، 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نگذشت که از بزرگان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زکاران</w:t>
      </w:r>
      <w:r w:rsidRPr="004A50B5">
        <w:rPr>
          <w:rtl/>
          <w:lang w:bidi="fa-IR"/>
        </w:rPr>
        <w:t xml:space="preserve"> صحابه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رهبر</w:t>
      </w:r>
      <w:r w:rsidRPr="004A50B5">
        <w:rPr>
          <w:rtl/>
          <w:lang w:bidi="fa-IR"/>
        </w:rPr>
        <w:t xml:space="preserve"> اسلام به ملاحظه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ناشناس بود او را مورد تفقد و توجه قرار داد ، و امر فرمود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راهن</w:t>
      </w:r>
      <w:r w:rsidRPr="004A50B5">
        <w:rPr>
          <w:rtl/>
          <w:lang w:bidi="fa-IR"/>
        </w:rPr>
        <w:t xml:space="preserve"> به طرز پوشش آن روز به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بپوشانند و روزانه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  <w:r w:rsidRPr="004A50B5">
        <w:rPr>
          <w:rtl/>
          <w:lang w:bidi="fa-IR"/>
        </w:rPr>
        <w:t xml:space="preserve"> سه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لو</w:t>
      </w:r>
      <w:r w:rsidRPr="004A50B5">
        <w:rPr>
          <w:rtl/>
          <w:lang w:bidi="fa-IR"/>
        </w:rPr>
        <w:t xml:space="preserve"> خوراک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مقرر دارند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کم</w:t>
      </w:r>
      <w:r w:rsidRPr="004A50B5">
        <w:rPr>
          <w:rtl/>
          <w:lang w:bidi="fa-IR"/>
        </w:rPr>
        <w:t xml:space="preserve"> کم افراد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حاجتمند که مثل او به شرف اسلام نائل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شدند و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ناچار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ماندند رو به فزون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گذاشتند و مسجد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سکونت آنان تنگ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فرستاد : که آنان را از مسجد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برد و آن مکان مقدس را همچنان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پاک و منزه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نگه دارد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هم دستور داد محل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جنب مسجد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مسکن 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آن فراهم کنند ، محل فراهم شد از آنجا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صفّه کردند ،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آن عده از فقرا و غربا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 که در صدر اول اسلام و روزگار تنگدست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 آن وضع رقت بار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ساختند معروف به اصحاب صفه شدند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رسول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شخصاً از آنان دلجو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و هر قدر ممکن بود خرما و مو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گندم به آنها مرحمت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 ، مسلمانان متمکن هم از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نموده به اندازه قدرت از آنان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در جمع آنان حاضر شد ، و با کمال لطف به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نظر کرده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چه</w:t>
      </w:r>
      <w:r w:rsidRPr="004A50B5">
        <w:rPr>
          <w:rtl/>
          <w:lang w:bidi="fa-IR"/>
        </w:rPr>
        <w:t xml:space="preserve"> خوب بود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گردد ، و در امر آخرت به تو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  <w:r w:rsidR="001E416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 پدر و مادرم فدا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، کدام دختر حاضر است به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درآ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من که از مال و جمال و حسب و نسب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ام ؟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فرمود :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جمال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عهد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بودند توانا و آنان که ذل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شمرده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شدند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آن همه نخوت و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تفاخر به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و نسبت را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برد ، امروز مردم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عرب و عجم و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با هم برابرند و همه فرزندان آدمند و آد</w:t>
      </w:r>
      <w:r w:rsidRPr="004A50B5">
        <w:rPr>
          <w:rFonts w:hint="eastAsia"/>
          <w:rtl/>
          <w:lang w:bidi="fa-IR"/>
        </w:rPr>
        <w:t>مند</w:t>
      </w:r>
      <w:r w:rsidRPr="004A50B5">
        <w:rPr>
          <w:rtl/>
          <w:lang w:bidi="fa-IR"/>
        </w:rPr>
        <w:t xml:space="preserve"> و آدم از خاک است .</w:t>
      </w: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! من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tl/>
          <w:lang w:bidi="fa-IR"/>
        </w:rPr>
        <w:t xml:space="preserve"> که امروز بر تو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باشد ، مگر</w:t>
      </w:r>
      <w:r w:rsidRPr="004A50B5">
        <w:rPr>
          <w:rFonts w:hint="eastAsia"/>
          <w:rtl/>
          <w:lang w:bidi="fa-IR"/>
        </w:rPr>
        <w:t>آنکه</w:t>
      </w:r>
      <w:r w:rsidRPr="004A50B5">
        <w:rPr>
          <w:rtl/>
          <w:lang w:bidi="fa-IR"/>
        </w:rPr>
        <w:t xml:space="preserve"> از تو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زکارتر</w:t>
      </w:r>
      <w:r w:rsidRPr="004A50B5">
        <w:rPr>
          <w:rtl/>
          <w:lang w:bidi="fa-IR"/>
        </w:rPr>
        <w:t xml:space="preserve"> باشد ،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هم محبوبتر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در نزد حق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آنهاست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آنگاه</w:t>
      </w:r>
      <w:r w:rsidRPr="004A50B5">
        <w:rPr>
          <w:rtl/>
          <w:lang w:bidi="fa-IR"/>
        </w:rPr>
        <w:t xml:space="preserve"> فرمود :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!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نزد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بن 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از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اضه</w:t>
      </w:r>
      <w:r w:rsidRPr="004A50B5">
        <w:rPr>
          <w:rtl/>
          <w:lang w:bidi="fa-IR"/>
        </w:rPr>
        <w:t xml:space="preserve">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رسول خدا مرا فرستاده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دخترت ذلفا را به عقد من درآور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، به دنبال فرمان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رفت 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با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در خانه نشسته بود ، به حضار سلام کرد ، سپس اجازه ورود به مجمع گرفت ، پس از ورود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! من از طرف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حاجت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شما دارم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آورده ام ، آن را آشکارا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پنهان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گفت : آشکارا بگو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شرافت و فخر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گفت :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فرموده : دخترت ذلفا را به عقد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در آور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گفت :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تو را فقط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فرستاد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من بر آن حضرت دروغ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گفت : ما انصار دختران خود را به اشخاص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هم شأن ما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تزو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برگرد و عذر مرا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برسان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به خدا قسم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مطابق با دستور قرآن و رسول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مراجعه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ذلفا</w:t>
      </w:r>
      <w:r w:rsidRPr="004A50B5">
        <w:rPr>
          <w:rtl/>
          <w:lang w:bidi="fa-IR"/>
        </w:rPr>
        <w:t xml:space="preserve"> گفتگو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پدر را با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پدر را به اندرون خواست و از برنامه پرسش کرد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مسئله را با دختر خود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گذاشت ، در جواب پدر گفت :</w:t>
      </w:r>
      <w:r w:rsidR="002A2802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خدا قسم او دروغ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آنکه نزد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رود بفرست او را برگردانند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را برگرداند او را مورد لطف و نوازش خود قرار داد ، سپس به او گفت :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باش تا من برگردم ، آن گاه به محضر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شتافت عرضه داشت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طرف شما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آورده بودند من به نرم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جواب ندادم ، و خواستم شخصاً به محضر شما شرف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tl/>
          <w:lang w:bidi="fa-IR"/>
        </w:rPr>
        <w:t xml:space="preserve"> شده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ما انصار دختران خود را به جز به افراد هم شأن خود تزو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فرمود :</w:t>
      </w: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!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است ، و مرد مؤمن هم شأن زن مؤمنه است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مرد مسلمان هم شأن زن مسلمان ، دخترت را به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آور و از داماد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ننگ مدار .</w:t>
      </w:r>
      <w:r w:rsidR="002A2802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به خانه برگشت ، برنامه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را به اطلاع دختر رساند ، دختر در جواب پدر گفت : پدر جان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بدان که اگر از فرمان فرستاده حق سرپ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کافر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به صلاحد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را به داماد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دختر خارج شد ، سپس دست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را گرفت و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رجال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آورد و ذلفا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عقد بست ، مهر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جه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خود بر عهده گرفت ، از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خانه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عروس را به آنجا ببر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نه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بدستور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تمام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در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ارش</w:t>
      </w:r>
      <w:r w:rsidRPr="004A50B5">
        <w:rPr>
          <w:rtl/>
          <w:lang w:bidi="fa-IR"/>
        </w:rPr>
        <w:t xml:space="preserve"> گذاشته و بالاخره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اسلام دختر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بزرگ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اشراف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خزرج که از قبا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نامدار عرب بود به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که آراسته به نور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معرفت بود درآمد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حوزه اسلام رنگ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چهره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و ناز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،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مطرح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آنچه مطرح است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داستان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و ازدواج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سابقه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نگذشت که ماجرا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مهمش تحت عنوان ازدواج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پوست با دختر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از نژاد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فرزند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از 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عصر بر سر زبان ها افتاد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از شاهکارها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پربها</w:t>
      </w:r>
      <w:r w:rsidRPr="004A50B5">
        <w:rPr>
          <w:rFonts w:hint="cs"/>
          <w:rtl/>
          <w:lang w:bidi="fa-IR"/>
        </w:rPr>
        <w:t>ی</w:t>
      </w:r>
      <w:r w:rsidR="002A2802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به شمار آمد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غلام خود را چند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آواز دادم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جواب نداد ، بر او خشم گرفتم و از سر غضب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کردم :</w:t>
      </w:r>
      <w:r w:rsidR="002A2802" w:rsidRPr="004A50B5">
        <w:rPr>
          <w:rFonts w:hint="cs"/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ابن السودا ،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پسر زن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چرا جوابم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؟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باز پس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نگاه خشم آگ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رسول اکرم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و خطاب قهرآم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زش</w:t>
      </w:r>
      <w:r w:rsidRPr="004A50B5">
        <w:rPr>
          <w:rtl/>
          <w:lang w:bidi="fa-IR"/>
        </w:rPr>
        <w:t xml:space="preserve">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که به من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 را به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 مادرش سرزنش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 همانا تو هنوز در گرد افکار و تقال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مگر نشن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من بارها گفتم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خلق جهان از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در برابر خداوند مانند دندانه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شانه برابرند ،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کس را بر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به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سپس فر</w:t>
      </w:r>
      <w:r w:rsidRPr="004A50B5">
        <w:rPr>
          <w:rFonts w:hint="eastAsia"/>
          <w:rtl/>
          <w:lang w:bidi="fa-IR"/>
        </w:rPr>
        <w:t>مود</w:t>
      </w:r>
      <w:r w:rsidRPr="004A50B5">
        <w:rPr>
          <w:rtl/>
          <w:lang w:bidi="fa-IR"/>
        </w:rPr>
        <w:t xml:space="preserve"> هم اکنون بر تو لازم است خشنود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غلام را جلب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من گونه چپ خود را 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نهادم و از غلام خواستم تا چندان با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خاک آلود خود بر گونه ام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رم</w:t>
      </w:r>
      <w:r w:rsidRPr="004A50B5">
        <w:rPr>
          <w:rtl/>
          <w:lang w:bidi="fa-IR"/>
        </w:rPr>
        <w:t xml:space="preserve"> راحت شود ، آن گاه گونه راست را همان گونه 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نهادم و پس از آن با صورت خ</w:t>
      </w:r>
      <w:r w:rsidRPr="004A50B5">
        <w:rPr>
          <w:rFonts w:hint="eastAsia"/>
          <w:rtl/>
          <w:lang w:bidi="fa-IR"/>
        </w:rPr>
        <w:t>اک</w:t>
      </w:r>
      <w:r w:rsidRPr="004A50B5">
        <w:rPr>
          <w:rtl/>
          <w:lang w:bidi="fa-IR"/>
        </w:rPr>
        <w:t xml:space="preserve"> آلود نزد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رفتم و رضا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خاطر غلام را اعلام نمودم تا تبسم خشنود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لبان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نقش بست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 هر انسان باشرف و باوجدان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فطرت پاک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خود را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دهد حکم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نژاد خاص خلاف انسان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، و اختلاط نژاد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مانع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2A2802" w:rsidP="002A2802">
      <w:pPr>
        <w:pStyle w:val="Heading2"/>
        <w:rPr>
          <w:rtl/>
        </w:rPr>
      </w:pPr>
      <w:r>
        <w:rPr>
          <w:rtl/>
        </w:rPr>
        <w:br w:type="page"/>
      </w:r>
      <w:bookmarkStart w:id="62" w:name="_Toc500835264"/>
      <w:bookmarkStart w:id="63" w:name="_Toc500835433"/>
      <w:r w:rsidR="004A50B5" w:rsidRPr="004A50B5">
        <w:rPr>
          <w:rFonts w:hint="eastAsia"/>
          <w:rtl/>
        </w:rPr>
        <w:lastRenderedPageBreak/>
        <w:t>ندا</w:t>
      </w:r>
      <w:r w:rsidR="004A50B5" w:rsidRPr="004A50B5">
        <w:rPr>
          <w:rFonts w:hint="cs"/>
          <w:rtl/>
        </w:rPr>
        <w:t>ی</w:t>
      </w:r>
      <w:r w:rsidR="004A50B5" w:rsidRPr="004A50B5">
        <w:rPr>
          <w:rtl/>
        </w:rPr>
        <w:t xml:space="preserve"> اسلام</w:t>
      </w:r>
      <w:bookmarkEnd w:id="62"/>
      <w:bookmarkEnd w:id="63"/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چهارده</w:t>
      </w:r>
      <w:r w:rsidRPr="004A50B5">
        <w:rPr>
          <w:rtl/>
          <w:lang w:bidi="fa-IR"/>
        </w:rPr>
        <w:t xml:space="preserve"> قرن قبل بود که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شبه 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عربستان برخاست که تمام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به خود متوجه کرد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ندا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محمد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گرام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بود که مردم را به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صلح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کرد ، و آنان را از پراکندگ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</w:t>
      </w:r>
      <w:r w:rsidR="002A2802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تشتت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خانمان سوز برحذر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آن روز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قرون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، اختلاف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تفوق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شکاف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اجتماع بوجود آورده بود ، و مردم را در فاصل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هم نگاه داشته و طبقات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احترام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قائل نبودند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اوضاع آن زمان 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شما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گروه عرب ، در آن موقع از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سنگلاخ 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خطرناک آب لجن آلود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غذا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خشن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قطع رحم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بت ها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شما نصب شده ، و گ</w:t>
      </w:r>
      <w:r w:rsidRPr="004A50B5">
        <w:rPr>
          <w:rFonts w:hint="eastAsia"/>
          <w:rtl/>
          <w:lang w:bidi="fa-IR"/>
        </w:rPr>
        <w:t>ناه</w:t>
      </w:r>
      <w:r w:rsidRPr="004A50B5">
        <w:rPr>
          <w:rtl/>
          <w:lang w:bidi="fa-IR"/>
        </w:rPr>
        <w:t xml:space="preserve"> و نافرمان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را احاطه کرده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تنها مردم عرب گرفتار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بلکه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سراسر اروپا و تمام مناطق انسان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حکم فرما بود ، در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قا</w:t>
      </w:r>
      <w:r w:rsidRPr="004A50B5">
        <w:rPr>
          <w:rtl/>
          <w:lang w:bidi="fa-IR"/>
        </w:rPr>
        <w:t xml:space="preserve"> مردم در آتش لامذهب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سوختند ، عادات زشت و رسوم خرافات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محور نژادپرست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 مردم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ونان</w:t>
      </w:r>
      <w:r w:rsidRPr="004A50B5">
        <w:rPr>
          <w:rtl/>
          <w:lang w:bidi="fa-IR"/>
        </w:rPr>
        <w:t xml:space="preserve"> و روم را گرفتار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 در مصر متمدن هم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بسزا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کرده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اسکندر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صورت قبرستان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درآمده بود 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المقدس مراکز اعمال زشت بود ، کشور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هم به سرنوشت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مردم جهان دچار بود ، حکومت فئودال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مملکت حجاز بدون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از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قبل از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عرب مسئله نژاد از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بزرگان</w:t>
      </w:r>
      <w:r w:rsidRPr="004A50B5">
        <w:rPr>
          <w:rtl/>
          <w:lang w:bidi="fa-IR"/>
        </w:rPr>
        <w:t xml:space="preserve"> و اشراف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تا شجره 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بسازند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خود را به اسماع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عرب</w:t>
      </w:r>
      <w:r w:rsidRPr="004A50B5">
        <w:rPr>
          <w:rtl/>
          <w:lang w:bidi="fa-IR"/>
        </w:rPr>
        <w:t xml:space="preserve"> بن قحطان منته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اوقات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خانواده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لحاظ نسب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محل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="002A2802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بودند ، کشمکش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سخت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و به خونر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منجر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شعرا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 اشعار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خود آتش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فتنه را دامن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زدند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اشعار خود غالباً تفاخر به نژاد و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خود را به زبان رانده از قبا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،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روح ها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متفکر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 روز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پنداشتند که عمر عالم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، و کوشش بشر پس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 نابسامان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ساختن تمدن درخشان سود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نخواهد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محمد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که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و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جوهر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اسلام بود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را به فروگذاشتن تشتت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باعث جنگ و اختلاف بود دعوت نمود ، و از عصب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تفوق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داشت و آنها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وحدت جامع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سوق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آن</w:t>
      </w:r>
      <w:r w:rsidRPr="004A50B5">
        <w:rPr>
          <w:rtl/>
          <w:lang w:bidi="fa-IR"/>
        </w:rPr>
        <w:t xml:space="preserve"> دلسوز جامعه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باطل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سنجش عظمت و شرافت قرار گرفته بود بر هم زد ، و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tl/>
          <w:lang w:bidi="fa-IR"/>
        </w:rPr>
        <w:t xml:space="preserve"> عظمت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تنها علم و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 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اصلاح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اختلاف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ازات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حکومت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ملوک الطوا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تفوق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را بر 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باطل ساخت ، همه را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چشم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مقابل قانون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کسان</w:t>
      </w:r>
      <w:r w:rsidRPr="004A50B5">
        <w:rPr>
          <w:rtl/>
          <w:lang w:bidi="fa-IR"/>
        </w:rPr>
        <w:t xml:space="preserve"> قرار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اسلام آمد تا وحدت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آغاز و انجام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مرگ ، حقوق ، و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نسبت به خالق و خلق ،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اعلام دارد ، و بفهماند که جز عمل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ندارد ، و مردم را آگاه کند که عزت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آن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زکاران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واقع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نهضت جنبش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بود که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 را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و اکنون هم در مرتبه و مقام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دارد که دست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هرگز بدانجا نخواهد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بشر آنچه را که در انقلاب کب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فرانسه و دنبال آن به نحو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="002A2802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کرده</w:t>
      </w:r>
      <w:r w:rsidRPr="004A50B5">
        <w:rPr>
          <w:rtl/>
          <w:lang w:bidi="fa-IR"/>
        </w:rPr>
        <w:t xml:space="preserve"> ، اسلام آن را به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 و برتر متجاوز از پانزده قرن قبل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 جعفر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بر مرد بد منظر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اهل سواد گذر کرد ، ابتدا به او سلام نمود و سپس در کنارش نشست ،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نرم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ملاطفت با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سخن گفت ، آن گاه آمادگ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در برآوردن حاجتش اعلام فرمود ،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ناظر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بودند عرضه داشتند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سؤال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 حضرت فرمود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 زشت چهره بنده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از بندگان خدا و به حکم کتاب خدا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، و در شهر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از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</w:t>
      </w:r>
      <w:r w:rsidRPr="004A50B5">
        <w:rPr>
          <w:rtl/>
          <w:lang w:bidi="fa-IR"/>
        </w:rPr>
        <w:t xml:space="preserve"> ما ، حضرت آدم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پدران و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، من و او را ب</w:t>
      </w:r>
      <w:r w:rsidRPr="004A50B5">
        <w:rPr>
          <w:rFonts w:hint="eastAsia"/>
          <w:rtl/>
          <w:lang w:bidi="fa-IR"/>
        </w:rPr>
        <w:t>هم</w:t>
      </w:r>
      <w:r w:rsidRPr="004A50B5">
        <w:rPr>
          <w:rtl/>
          <w:lang w:bidi="fa-IR"/>
        </w:rPr>
        <w:t xml:space="preserve"> ربط داده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جهان امروز بخواهد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مشکلات برهد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اختلافات ضد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بسوزاند ، و مسلم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آلام جز بازگشت به اسلام و الهام گرفتن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ندارد ، جهان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محور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اخلاق قرار دهد ،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همه</w:t>
      </w:r>
      <w:r w:rsidRPr="004A50B5">
        <w:rPr>
          <w:rtl/>
          <w:lang w:bidi="fa-IR"/>
        </w:rPr>
        <w:t xml:space="preserve"> بندگان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خدا ، و فرزندان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پدر و مادر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با هم برادر و برابر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ارزش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مربوط به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شماست که از راه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بحق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خوانندگان</w:t>
      </w:r>
      <w:r w:rsidRPr="004A50B5">
        <w:rPr>
          <w:rtl/>
          <w:lang w:bidi="fa-IR"/>
        </w:rPr>
        <w:t xml:space="preserve"> محترم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که در مکتب حق اعتبارات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است ، و انسان ها همه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حق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کسانند</w:t>
      </w:r>
      <w:r w:rsidRPr="004A50B5">
        <w:rPr>
          <w:rtl/>
          <w:lang w:bidi="fa-IR"/>
        </w:rPr>
        <w:t xml:space="preserve"> ،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و اعتبار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روشندل و باتقواست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مکتب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دل روشن و روح باصفا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بزرگ نظر داشت ، نه به رنگ چهره و منظره عاد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صورتش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سوره به نام او آمده ، و در خلال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ار حکمت ها و پندها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سترگ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شده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عظمتش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حق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معلوم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.در قسمت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بعد با اعمال و اخلاق و صفات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 و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گرانبها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که در هر دوره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نشان دهنده راه </w:t>
      </w:r>
      <w:r w:rsidRPr="004A50B5">
        <w:rPr>
          <w:rtl/>
          <w:lang w:bidi="fa-IR"/>
        </w:rPr>
        <w:lastRenderedPageBreak/>
        <w:t>سعادت است آشنا شده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در خور استعداد خود بتوانم و بتوان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کران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مند شده خود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ضلالت و گمراه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رهانده ،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اساس سعادت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بنا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2A2802" w:rsidRDefault="002A2802" w:rsidP="004A50B5">
      <w:pPr>
        <w:pStyle w:val="libNormal"/>
        <w:rPr>
          <w:rtl/>
          <w:lang w:bidi="fa-IR"/>
        </w:rPr>
      </w:pPr>
    </w:p>
    <w:p w:rsidR="004A50B5" w:rsidRPr="004A50B5" w:rsidRDefault="002A2802" w:rsidP="002A2802">
      <w:pPr>
        <w:pStyle w:val="Heading1"/>
        <w:rPr>
          <w:rtl/>
        </w:rPr>
      </w:pPr>
      <w:r>
        <w:rPr>
          <w:rtl/>
        </w:rPr>
        <w:br w:type="page"/>
      </w:r>
      <w:bookmarkStart w:id="64" w:name="_Toc500835265"/>
      <w:bookmarkStart w:id="65" w:name="_Toc500835434"/>
      <w:r w:rsidR="004A50B5" w:rsidRPr="004A50B5">
        <w:rPr>
          <w:rFonts w:hint="eastAsia"/>
          <w:rtl/>
        </w:rPr>
        <w:lastRenderedPageBreak/>
        <w:t>بخش</w:t>
      </w:r>
      <w:r w:rsidR="004A50B5" w:rsidRPr="004A50B5">
        <w:rPr>
          <w:rtl/>
        </w:rPr>
        <w:t xml:space="preserve"> پنجم</w:t>
      </w:r>
      <w:bookmarkEnd w:id="64"/>
      <w:bookmarkEnd w:id="65"/>
    </w:p>
    <w:p w:rsidR="002A2802" w:rsidRDefault="002A2802" w:rsidP="004A50B5">
      <w:pPr>
        <w:pStyle w:val="libNormal"/>
        <w:rPr>
          <w:rtl/>
          <w:lang w:bidi="fa-IR"/>
        </w:rPr>
      </w:pPr>
    </w:p>
    <w:p w:rsidR="004A50B5" w:rsidRPr="004A50B5" w:rsidRDefault="004A50B5" w:rsidP="002A2802">
      <w:pPr>
        <w:pStyle w:val="Heading2"/>
        <w:rPr>
          <w:rtl/>
        </w:rPr>
      </w:pPr>
      <w:bookmarkStart w:id="66" w:name="_Toc500835266"/>
      <w:bookmarkStart w:id="67" w:name="_Toc500835435"/>
      <w:r w:rsidRPr="004A50B5">
        <w:rPr>
          <w:rFonts w:hint="eastAsia"/>
          <w:rtl/>
        </w:rPr>
        <w:t>حکمت</w:t>
      </w:r>
      <w:r w:rsidRPr="004A50B5">
        <w:rPr>
          <w:rtl/>
        </w:rPr>
        <w:t xml:space="preserve"> ها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عمل</w:t>
      </w:r>
      <w:r w:rsidRPr="004A50B5">
        <w:rPr>
          <w:rFonts w:hint="cs"/>
          <w:rtl/>
        </w:rPr>
        <w:t>ی</w:t>
      </w:r>
      <w:bookmarkEnd w:id="66"/>
      <w:bookmarkEnd w:id="6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کتب اصول فقه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: قول و فعل و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خدا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حجت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شناخت حق و باطل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اعمال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انسان انتخاب شده حق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، سخنان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او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امضا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نسبت بکار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از او صادر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و همه و همه قابل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در کتب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آنها استدلال شده . از محتو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سوره لقمان ا</w:t>
      </w:r>
      <w:r w:rsidRPr="004A50B5">
        <w:rPr>
          <w:rFonts w:hint="eastAsia"/>
          <w:rtl/>
          <w:lang w:bidi="fa-IR"/>
        </w:rPr>
        <w:t>ستفاده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گفته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واجب الاتباع است ، و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قرآن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گفته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لازم بداند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کردار او و امضا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نسبت به برنامه ها حجت و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مطالعه کنندگان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دفتر بهره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ببرند ، علاوه بر جمع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کتب گوناگون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کردم به افعال و رفتار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اشاره کنم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منظور کتب متعدد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گمان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بردم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حضرت برده اند مطالعه کردم متأسفانه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چند م</w:t>
      </w:r>
      <w:r w:rsidRPr="004A50B5">
        <w:rPr>
          <w:rFonts w:hint="eastAsia"/>
          <w:rtl/>
          <w:lang w:bidi="fa-IR"/>
        </w:rPr>
        <w:t>ورد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دسترس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نکردم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مختصر است از نظر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مفصل است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که دوستان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اگر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آنچه اشاره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دست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افتند</w:t>
      </w:r>
      <w:r w:rsidRPr="004A50B5">
        <w:rPr>
          <w:rtl/>
          <w:lang w:bidi="fa-IR"/>
        </w:rPr>
        <w:t xml:space="preserve"> نگارنده را آگاه کرده تا در چاپ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بعد تدارک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lastRenderedPageBreak/>
        <w:t>1 -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حکا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شده :</w:t>
      </w:r>
    </w:p>
    <w:p w:rsidR="004A50B5" w:rsidRPr="004A50B5" w:rsidRDefault="004A50B5" w:rsidP="0045648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لقمان گذشت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انبوه گردش نشسته و از پندها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بهره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،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تعجب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تو آن غلام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فلان مکان شبان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گوس</w:t>
      </w:r>
      <w:r w:rsidR="00456486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ندان بر عهده داشت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من همانم ،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کجا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مقام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؟گفت : از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برنامه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1 ) ترک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2 ) اداء امانت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3 )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گفتار و کردار</w:t>
      </w:r>
      <w:r w:rsidRPr="00456486">
        <w:rPr>
          <w:rStyle w:val="libFootnotenumChar"/>
          <w:rtl/>
        </w:rPr>
        <w:t xml:space="preserve"> 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ظاهر به نفع انسان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واقع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اوست ، همان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حوادث که به ظاهر در جهت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شخص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ارمغان نف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سعادت به همراه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افراد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نبود که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ظاهر حوادث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اکتفا کند بلکه در پرتو نور معرفت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ظاهرب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لقمان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راز بزرگ را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داستان ساده و در خور فهم عوام منعکس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زشت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ماه صورت داشت ، شعله عشق زن تا اعماق جان و مغز استخوان او نفوذ کرده بود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 طناز عشق و التهاب او را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شمرد و از آغوش و کنارش تنفر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5648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دراز عاشق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کنار معشوق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وفا چون تشنه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کنار چشمه با چشم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سرشار از محبت و حسرت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.</w:t>
      </w:r>
      <w:r w:rsidR="0045648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قضا</w:t>
      </w:r>
      <w:r w:rsidRPr="004A50B5">
        <w:rPr>
          <w:rtl/>
          <w:lang w:bidi="fa-IR"/>
        </w:rPr>
        <w:t xml:space="preserve"> را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شب ها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حمله برد و</w:t>
      </w:r>
      <w:r w:rsidR="00456486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زن از شدت وحشت سراس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خود را به آغوش شوهر افکند و هر دو دست را محکم طوق گردن او ساخت ، مرد هجران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که در غوغا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عشق و بحران حرمان از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زر</w:t>
      </w:r>
    </w:p>
    <w:p w:rsidR="004A50B5" w:rsidRPr="00456486" w:rsidRDefault="00456486" w:rsidP="0045648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4A50B5" w:rsidRPr="004A50B5" w:rsidRDefault="004A50B5" w:rsidP="0045648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ابو الفتوح : ج 9 ، ص69 .</w:t>
      </w:r>
    </w:p>
    <w:p w:rsidR="004A50B5" w:rsidRPr="004A50B5" w:rsidRDefault="00456486" w:rsidP="0045648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و</w:t>
      </w:r>
      <w:r w:rsidR="004A50B5" w:rsidRPr="004A50B5">
        <w:rPr>
          <w:rtl/>
          <w:lang w:bidi="fa-IR"/>
        </w:rPr>
        <w:t xml:space="preserve"> خواسته و ساخته فارغ بود زن را چون جان 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 آغوش کش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مقدم دزد را مبارک شمرد و آرزو کرد :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کاش سال ها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>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حادثه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گران</w:t>
      </w:r>
      <w:r w:rsidR="004A50B5" w:rsidRPr="004A50B5">
        <w:rPr>
          <w:rtl/>
          <w:lang w:bidi="fa-IR"/>
        </w:rPr>
        <w:t xml:space="preserve"> از وقوعش نگرانند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رخ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داد ،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کاش آن دزد هر شب به خانه اش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آمد و او را از نعمت وصل و لذت آغو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برخوردار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نمود ، اتفاقاً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حادثه موجب شد که رابطه آن زن و شوهر محکم تر و برقرارتر گشت ، و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 دو نمونه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عشق و محبت شد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است نت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جه</w:t>
      </w:r>
      <w:r w:rsidR="004A50B5" w:rsidRPr="004A50B5">
        <w:rPr>
          <w:rtl/>
          <w:lang w:bidi="fa-IR"/>
        </w:rPr>
        <w:t xml:space="preserve">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آمدها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مردم عاقل و دانا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شهر در حرکت بود به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 که آن مرد لقمان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شناخت ، از آن حضرت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تا شهر چقدر راه مانده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راه برو ، مرد به راه رفتن ادامه داد ، چون مقدار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گام برداشت لقمان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زد : دو ساعت مانده ، آن مرد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جواب مختصر را بهنگام سؤال من نگفت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راه رفتنت را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بودم ،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مدت با نداشتن سرعت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نبود ، اکنون که طرز قدم برداشتنت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با طول راه سنج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دانستم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تو به شهر دو ساعت مدت لازم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لقمان بزرگوار اعتقاد داشت که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انجام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فقط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منظور جلب خشنود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باشد ، و هر گاه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تمج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خلق را هدف سازد گذشته از آنکه همت بزرگ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پست و زبون ساخته و از ارزش عملش فرو کاسته به منظور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دانست که بدگو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اوه</w:t>
      </w:r>
      <w:r w:rsidRPr="004A50B5">
        <w:rPr>
          <w:rtl/>
          <w:lang w:bidi="fa-IR"/>
        </w:rPr>
        <w:t xml:space="preserve"> سرا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زبان از خرده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 نخواهند بست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در چند جمله پندها که به فرزندش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را به او خاطرنشان ساخت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</w:t>
      </w:r>
      <w:r w:rsidRPr="004A50B5">
        <w:rPr>
          <w:rtl/>
          <w:lang w:bidi="fa-IR"/>
        </w:rPr>
        <w:t xml:space="preserve"> از پدر خواست تا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 عملاً در نظرش مجسم سازد . لقمان به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فرمود : هم اکنون ساز و برگ سفر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کن تا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مسافرت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بر تو روشن شود ، فرزند دستور پدر را به کار بست ، مرکب آماده نمود ، لقمان سوار شد و به فرزند گفت دنبال من حرکت کن ، در آن حال بر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گذشتند که در مزارع به زراعت مشغول بودند ، چون آن گروه چشم به آن دو مسافر انداختند زبان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اوه</w:t>
      </w:r>
      <w:r w:rsidRPr="004A50B5">
        <w:rPr>
          <w:rtl/>
          <w:lang w:bidi="fa-IR"/>
        </w:rPr>
        <w:t xml:space="preserve"> سرا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جهت اعتراض گشودند و گفتند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 که خود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لذت سوار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و کودک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را به دنبال خود کشد ؟!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وقت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شد و پسر را سوار کرد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رفتند تا به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نندگان</w:t>
      </w:r>
      <w:r w:rsidRPr="004A50B5">
        <w:rPr>
          <w:rtl/>
          <w:lang w:bidi="fa-IR"/>
        </w:rPr>
        <w:t xml:space="preserve"> زبان به اعتراض باز کردند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پدر را بنگر آن قدر در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فرزند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که حرمت پدر نشناسد ، جوان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سوار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پدر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ناتوان از دنبالش حرکت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لقمان در 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فرزند سوار شد تا به قوم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آنان گفتند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5648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 را بنگر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بر پشت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سوار شده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اگر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به نوبت سوار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شدند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از بار گران آنان خسته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.</w:t>
      </w:r>
      <w:r w:rsidR="0045648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هر دو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شدند تا به ده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، مردم ده چون هر دو را دنبال مرکب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گفتند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را با جوان بنگر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هر دو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 ،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مرکب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آماده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در حرکت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چون</w:t>
      </w:r>
      <w:r w:rsidRPr="004A50B5">
        <w:rPr>
          <w:rtl/>
          <w:lang w:bidi="fa-IR"/>
        </w:rPr>
        <w:t xml:space="preserve"> کار سفر به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فرزند گفت : اکنون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سفر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خشنود ساختن مردم و بستن زبان اعتراض کنندگان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محال است ،از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مرد خردمند 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گفتار و کردار خود را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جلب رضا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سازد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عمل خود را در معرض خشنود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قرا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دهد و به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="00456486" w:rsidRPr="00456486">
        <w:rPr>
          <w:rFonts w:hint="eastAsia"/>
          <w:rtl/>
          <w:lang w:bidi="fa-IR"/>
        </w:rPr>
        <w:t xml:space="preserve"> </w:t>
      </w:r>
      <w:r w:rsidR="00456486" w:rsidRPr="004A50B5">
        <w:rPr>
          <w:rFonts w:hint="eastAsia"/>
          <w:rtl/>
          <w:lang w:bidi="fa-IR"/>
        </w:rPr>
        <w:t>د</w:t>
      </w:r>
      <w:r w:rsidR="00456486" w:rsidRPr="004A50B5">
        <w:rPr>
          <w:rFonts w:hint="cs"/>
          <w:rtl/>
          <w:lang w:bidi="fa-IR"/>
        </w:rPr>
        <w:t>ی</w:t>
      </w:r>
      <w:r w:rsidR="00456486" w:rsidRPr="004A50B5">
        <w:rPr>
          <w:rFonts w:hint="eastAsia"/>
          <w:rtl/>
          <w:lang w:bidi="fa-IR"/>
        </w:rPr>
        <w:t>گران</w:t>
      </w:r>
      <w:r w:rsidR="00456486" w:rsidRPr="004A50B5">
        <w:rPr>
          <w:rtl/>
          <w:lang w:bidi="fa-IR"/>
        </w:rPr>
        <w:t xml:space="preserve"> و تحس</w:t>
      </w:r>
      <w:r w:rsidR="00456486" w:rsidRPr="004A50B5">
        <w:rPr>
          <w:rFonts w:hint="cs"/>
          <w:rtl/>
          <w:lang w:bidi="fa-IR"/>
        </w:rPr>
        <w:t>ی</w:t>
      </w:r>
      <w:r w:rsidR="00456486" w:rsidRPr="004A50B5">
        <w:rPr>
          <w:rFonts w:hint="eastAsia"/>
          <w:rtl/>
          <w:lang w:bidi="fa-IR"/>
        </w:rPr>
        <w:t>ن</w:t>
      </w:r>
      <w:r w:rsidR="00456486" w:rsidRPr="004A50B5">
        <w:rPr>
          <w:rtl/>
          <w:lang w:bidi="fa-IR"/>
        </w:rPr>
        <w:t xml:space="preserve"> مردمان ننگرد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غلام بود ، خواجه اش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المقدس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رفت و در کنار رودخانه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فرود آمد ، در حال مست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ارانش</w:t>
      </w:r>
      <w:r w:rsidRPr="004A50B5">
        <w:rPr>
          <w:rtl/>
          <w:lang w:bidi="fa-IR"/>
        </w:rPr>
        <w:t xml:space="preserve"> به قمار مشغول شد و در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مغلوب و مقهور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چون در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شرط شده بود بازنده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مال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به دوستان واگذارد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آب رودخانه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اشامد</w:t>
      </w:r>
      <w:r w:rsidRPr="004A50B5">
        <w:rPr>
          <w:rtl/>
          <w:lang w:bidi="fa-IR"/>
        </w:rPr>
        <w:t xml:space="preserve"> ، پس از بهوش آمدن دانست که در شرط خطا کرده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مهلت خواست ، پس از مهلت به حضور لقمان شتافت و از او چاره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فرمود : من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مشکل را حل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تعهد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لب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جنس آلوده نزن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بامداد</w:t>
      </w:r>
      <w:r w:rsidRPr="004A50B5">
        <w:rPr>
          <w:rtl/>
          <w:lang w:bidi="fa-IR"/>
        </w:rPr>
        <w:t xml:space="preserve"> با خواجه به طرف رودخانه رفت ،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خواجه گفت : سرچشمه آب را ببند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جواجه من آب موجود رودخانه را بخورد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از جواب فروماندند ، و خواجه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عمل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خود توبه کرد </w:t>
      </w:r>
      <w:r w:rsidRPr="0048252C">
        <w:rPr>
          <w:rStyle w:val="libFootnotenumChar"/>
          <w:rtl/>
        </w:rPr>
        <w:t>(2)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lastRenderedPageBreak/>
        <w:t>6 - لقمان در مقام صبر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مقتدر بود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مقام و مرتبه توص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داود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رفت ، او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او حلقه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آهن در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فرکند و لباس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پولاد فراهم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، لقمان که از خاص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لباس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بود خواست 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باره سؤال </w:t>
      </w:r>
      <w:r w:rsidRPr="004A50B5">
        <w:rPr>
          <w:rFonts w:hint="eastAsia"/>
          <w:rtl/>
          <w:lang w:bidi="fa-IR"/>
        </w:rPr>
        <w:t>کند</w:t>
      </w:r>
      <w:r w:rsidRPr="004A50B5">
        <w:rPr>
          <w:rtl/>
          <w:lang w:bidi="fa-IR"/>
        </w:rPr>
        <w:t xml:space="preserve"> اما در برابر خواهش نفس مقاومت کرد و زبان درکش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خاموش بماند ، تا داود زره را تمام کرد و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لقمان در پرتو صبر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ذلت سؤال را تحمل کند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حکمت است ، اما آنکه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تحمل کند اندک است ، داود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سخن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فرمود : تو را به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(3) .</w:t>
      </w:r>
    </w:p>
    <w:p w:rsidR="004A50B5" w:rsidRPr="004A50B5" w:rsidRDefault="00161F24" w:rsidP="00161F24">
      <w:pPr>
        <w:pStyle w:val="libLine"/>
        <w:rPr>
          <w:rtl/>
          <w:lang w:bidi="fa-IR"/>
        </w:rPr>
      </w:pPr>
      <w:r>
        <w:rPr>
          <w:lang w:bidi="fa-IR"/>
        </w:rPr>
        <w:t>________________________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بحار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ج 13 ، ص 433 .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ابو الفتوح : ج 9 ، ص 70 .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3- 3) مثنو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دفتر سوم : ص 47 ، دائرهالمعارف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جد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ج ، 8 ، ص 371 .</w:t>
      </w:r>
    </w:p>
    <w:p w:rsidR="004A50B5" w:rsidRPr="004A50B5" w:rsidRDefault="00161F24" w:rsidP="00161F2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tl/>
          <w:lang w:bidi="fa-IR"/>
        </w:rPr>
        <w:lastRenderedPageBreak/>
        <w:t>7 - لقمان بزرگوار از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هوده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خواجه سخت ناراحت بود و مترصد فرصت که خواجه را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دار</w:t>
      </w:r>
      <w:r w:rsidR="004A50B5" w:rsidRPr="004A50B5">
        <w:rPr>
          <w:rtl/>
          <w:lang w:bidi="fa-IR"/>
        </w:rPr>
        <w:t xml:space="preserve"> کند ، روز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مهمان عال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 خواجه وارد شد لقمان را گفت تا گوس</w:t>
      </w:r>
      <w:r>
        <w:rPr>
          <w:rFonts w:hint="cs"/>
          <w:rtl/>
          <w:lang w:bidi="fa-IR"/>
        </w:rPr>
        <w:t>ف</w:t>
      </w:r>
      <w:r w:rsidR="004A50B5" w:rsidRPr="004A50B5">
        <w:rPr>
          <w:rtl/>
          <w:lang w:bidi="fa-IR"/>
        </w:rPr>
        <w:t>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ذبح کند و از بهتر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اعضا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غذا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مطبوع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اورد</w:t>
      </w:r>
      <w:r w:rsidR="004A50B5" w:rsidRPr="004A50B5">
        <w:rPr>
          <w:rtl/>
          <w:lang w:bidi="fa-IR"/>
        </w:rPr>
        <w:t xml:space="preserve"> .</w:t>
      </w:r>
      <w:r w:rsidR="004A50B5" w:rsidRPr="004A50B5">
        <w:rPr>
          <w:rFonts w:hint="eastAsia"/>
          <w:rtl/>
          <w:lang w:bidi="fa-IR"/>
        </w:rPr>
        <w:t>لقمان</w:t>
      </w:r>
      <w:r w:rsidR="004A50B5" w:rsidRPr="004A50B5">
        <w:rPr>
          <w:rtl/>
          <w:lang w:bidi="fa-IR"/>
        </w:rPr>
        <w:t xml:space="preserve"> از دل و زبان گوس</w:t>
      </w:r>
      <w:r>
        <w:rPr>
          <w:rFonts w:hint="cs"/>
          <w:rtl/>
          <w:lang w:bidi="fa-IR"/>
        </w:rPr>
        <w:t>ف</w:t>
      </w:r>
      <w:r w:rsidR="004A50B5" w:rsidRPr="004A50B5">
        <w:rPr>
          <w:rtl/>
          <w:lang w:bidi="fa-IR"/>
        </w:rPr>
        <w:t>ند غذا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ته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کرد و بر خوان گذاشت ، روز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tl/>
          <w:lang w:bidi="fa-IR"/>
        </w:rPr>
        <w:t xml:space="preserve"> خواجه گفت گوس</w:t>
      </w:r>
      <w:r>
        <w:rPr>
          <w:rFonts w:hint="cs"/>
          <w:rtl/>
          <w:lang w:bidi="fa-IR"/>
        </w:rPr>
        <w:t>ف</w:t>
      </w:r>
      <w:r w:rsidR="004A50B5" w:rsidRPr="004A50B5">
        <w:rPr>
          <w:rtl/>
          <w:lang w:bidi="fa-IR"/>
        </w:rPr>
        <w:t>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ذبح کن و از بدتر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اعضا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غذا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بساز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بار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غذا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از دل و زبان آماده ساخت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خواجه</w:t>
      </w:r>
      <w:r w:rsidRPr="004A50B5">
        <w:rPr>
          <w:rtl/>
          <w:lang w:bidi="fa-IR"/>
        </w:rPr>
        <w:t xml:space="preserve"> از کار لقمان دچار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شد ،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چگونه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دو عضو هم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هم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اعضا باشد ؟ لقمان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خواجه دل و زبان مؤثرتر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اعضا در سعادت و شقاوتند چنانکه اگر دل را منبع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و نور گردانند و زبان را در راه نشر حکمت و بسط معرفت و اصلاح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و رفع خصومات به جنبش آورند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اعضا باشند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گاه دل به ظلمت و بداند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 رود و کانون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و عناد گرد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زبان به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و فتنه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 گردد از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اعضا خواهند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خواجه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داستان پند گرفت و از آن پس در صدد اصلاح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برآمد </w:t>
      </w:r>
      <w:r w:rsidRPr="00161F2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8 -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آغاز کار غلام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مملوک بود ، خواجه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توانگر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داشت اما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توانگر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عجز و ضعف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مبرا نبود ، در برابر اندک ناراحت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ناله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 ، لقمان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آگاه بود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اظهار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اگر با او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برنامه هب صراحت گفتگو کند عاطفه خودخواه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حه</w:t>
      </w:r>
      <w:r w:rsidRPr="004A50B5">
        <w:rPr>
          <w:rtl/>
          <w:lang w:bidi="fa-IR"/>
        </w:rPr>
        <w:t xml:space="preserve"> دار گردد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روزگار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منتظر فرصت بود تا خواجه را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گله و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باز دارد تا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دوستان خواجه خربزه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رسم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فرستاد . خواجه که از مشاهده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لقمان سخت تحت </w:t>
      </w:r>
      <w:r w:rsidRPr="004A50B5">
        <w:rPr>
          <w:rFonts w:hint="eastAsia"/>
          <w:rtl/>
          <w:lang w:bidi="fa-IR"/>
        </w:rPr>
        <w:t>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قرار گرفته بود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را از خود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داشت تا به لقمان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ثار</w:t>
      </w:r>
    </w:p>
    <w:p w:rsidR="004A50B5" w:rsidRPr="00161F24" w:rsidRDefault="00161F24" w:rsidP="00161F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ابو الفتوح : ج 9 ، ص 70 .</w:t>
      </w:r>
    </w:p>
    <w:p w:rsidR="004A50B5" w:rsidRPr="004A50B5" w:rsidRDefault="00161F24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کند</w:t>
      </w:r>
      <w:r w:rsidR="004A50B5" w:rsidRPr="004A50B5">
        <w:rPr>
          <w:rtl/>
          <w:lang w:bidi="fa-IR"/>
        </w:rPr>
        <w:t xml:space="preserve"> ، کارد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طلب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با دست خود آن را بر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قطعه قطعه به لقمان داد و او را وادار به تناول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قطعات خربزه را گرفت و با گشاده 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خورد تا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قطعه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نمانده بود که خواجه آن را به دهان گذاشت و از تلخ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هم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گاه با تعجب از لقمان سؤال کرد چگونه خربزه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تلخ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 گشاده 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تناول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سخن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61F2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که از ناسپاس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خواجه در برابر حق و همچن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ضعف و از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ناراض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فرصت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مناسب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آگاه کردن او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با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آغاز سخن کرد و گفت :</w:t>
      </w:r>
      <w:r w:rsidR="00161F24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حاجت</w:t>
      </w:r>
      <w:r w:rsidRPr="004A50B5">
        <w:rPr>
          <w:rtl/>
          <w:lang w:bidi="fa-IR"/>
        </w:rPr>
        <w:t xml:space="preserve">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من ناگوار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تلخ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را احساس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کردم و از خوردن آن رنج فراوان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بردم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 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گذرد که من از دست تو لقمه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گوارا گرفته ام و از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متنعّمم ، اکنون چگونه روا بود که چون تلخ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دست تو بستانم شکوه و گله آغاز کنم و از احساس تلخ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سخن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زبان آورم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خواجه</w:t>
      </w:r>
      <w:r w:rsidRPr="004A50B5">
        <w:rPr>
          <w:rtl/>
          <w:lang w:bidi="fa-IR"/>
        </w:rPr>
        <w:t xml:space="preserve"> از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سخن لقمان به ضعف روح خود توجه کرد ، و در برابر آن قدرت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زانو در آمد و از آن روز در اصلاح نفس و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روح همت گماشت تا خود را در برابر شدائد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ور</w:t>
      </w:r>
      <w:r w:rsidRPr="004A50B5">
        <w:rPr>
          <w:rtl/>
          <w:lang w:bidi="fa-IR"/>
        </w:rPr>
        <w:t xml:space="preserve"> صبر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161F2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9 -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از سفر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گشت غلامش از او استقبال کرد ، از حال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خود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از غلام سؤال کرد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پدرم چه خبر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جواب</w:t>
      </w:r>
      <w:r w:rsidRPr="004A50B5">
        <w:rPr>
          <w:rtl/>
          <w:lang w:bidi="fa-IR"/>
        </w:rPr>
        <w:t xml:space="preserve"> داد : خدا را شکر که مالک کار خود شدم ، از مادر چه خبر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161F24" w:rsidRDefault="00161F24" w:rsidP="00161F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مثنو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دفتر سوم : ص 38 .</w:t>
      </w:r>
    </w:p>
    <w:p w:rsidR="004A50B5" w:rsidRPr="004A50B5" w:rsidRDefault="00161F24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گفت</w:t>
      </w:r>
      <w:r w:rsidR="004A50B5" w:rsidRPr="004A50B5">
        <w:rPr>
          <w:rtl/>
          <w:lang w:bidi="fa-IR"/>
        </w:rPr>
        <w:t xml:space="preserve"> : به رحمت حق رفت ، گفت : اندوه من برطرف شد ، از همسرم چه خبر 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؟ گفت : مرد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فراش شد ، از خواهرم چه خبر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حق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:ناموسم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 ، از برادرم چه خبر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پشتم شکست ، از پسرم چه خبر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رحلت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دلم داغدار شد </w:t>
      </w:r>
      <w:r w:rsidRPr="00161F2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10 -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فرزندش به سفر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روانه شد ، و قصدش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به پسر رنج سفر و راحت وطن را معلوم کند 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شدند مرکب آنان از راه رفتن بماند ، و پسر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رفتن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درد گرفت ، و از ادامه راه عاجز ماند و به پدر از خستگ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و 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لقمان با پندها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حکمت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پسر را سرگرم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بامدادان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شد که درازگوش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با خود داشت ، پسر لقمان را بر مرکب سوار کرد و به جانب مقصد رهسپار شدند ، چون وارد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گشتند همه اهل ده را کشته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معلوم</w:t>
      </w:r>
      <w:r w:rsidRPr="004A50B5">
        <w:rPr>
          <w:rtl/>
          <w:lang w:bidi="fa-IR"/>
        </w:rPr>
        <w:t xml:space="preserve"> شد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دشمنان در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بودند و به آنان 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خون</w:t>
      </w:r>
      <w:r w:rsidRPr="004A50B5">
        <w:rPr>
          <w:rtl/>
          <w:lang w:bidi="fa-IR"/>
        </w:rPr>
        <w:t xml:space="preserve"> زده اند لقمان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، حکمت گرفتار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آن بود که اکنون ظاهر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اگر از راه ماندن مرکب و آزار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نبود ما هم کشته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 </w:t>
      </w:r>
      <w:r w:rsidRPr="00161F24">
        <w:rPr>
          <w:rStyle w:val="libFootnotenumChar"/>
          <w:rtl/>
        </w:rPr>
        <w:t>(2)</w:t>
      </w:r>
      <w:r w:rsidRPr="004A50B5">
        <w:rPr>
          <w:rtl/>
          <w:lang w:bidi="fa-IR"/>
        </w:rPr>
        <w:t>11 -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محضر حضرت داود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نشسته و به سخنان او گوش</w:t>
      </w:r>
    </w:p>
    <w:p w:rsidR="004A50B5" w:rsidRPr="00161F24" w:rsidRDefault="00161F24" w:rsidP="00161F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مجمع الب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: ج 8 ، ص 317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2- 2) درّ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 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در عبارت : ص 50 .</w:t>
      </w:r>
    </w:p>
    <w:p w:rsidR="004A50B5" w:rsidRPr="004A50B5" w:rsidRDefault="00161F24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دادند ، از هر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سخن به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آمد و هر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مطلب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گفت ، جز لقمان که سکوت اخت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کرده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داود</w:t>
      </w:r>
      <w:r w:rsidRPr="004A50B5">
        <w:rPr>
          <w:rtl/>
          <w:lang w:bidi="fa-IR"/>
        </w:rPr>
        <w:t xml:space="preserve"> گفت :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چرا سخن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در کلام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به نام خدا ، و در سکوت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تفکر در امر معاد ، و مرد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چون تأمل کند سک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و وقار بر او مستول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و چون شکر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بجا آورد بر او رحمت و برکت نازل گردد و چون قناعت ورزد از مردم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گردد ، و چون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شود اهتمامش به امور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سست گردد ، و هر که از خود محبت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خلع کند از آفات و شرور نجات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و چون ترک شهوات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گروه مردمان آزاد درآ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چون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از حزن و اندوه 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و چون از حسد برهد محبت مردم درباره خود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چون اعرا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از امور فان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عقل او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شود ، و چون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عاقبت گردد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شود دا</w:t>
      </w:r>
      <w:r w:rsidR="00161F24">
        <w:rPr>
          <w:rFonts w:hint="cs"/>
          <w:rtl/>
          <w:lang w:bidi="fa-IR"/>
        </w:rPr>
        <w:t>و</w:t>
      </w:r>
      <w:r w:rsidRPr="004A50B5">
        <w:rPr>
          <w:rtl/>
          <w:lang w:bidi="fa-IR"/>
        </w:rPr>
        <w:t>ود فرمود : سخنت را تصد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کنم و کلامت را امضا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161F2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161F24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tl/>
          <w:lang w:bidi="fa-IR"/>
        </w:rPr>
        <w:lastRenderedPageBreak/>
        <w:t>12 - زمان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غلام بود جز او غلامان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خانه خواجه کار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کردند روز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خواجه آنان را به باغ فرستاد تا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وه</w:t>
      </w:r>
      <w:r w:rsidR="004A50B5" w:rsidRPr="004A50B5">
        <w:rPr>
          <w:rtl/>
          <w:lang w:bidi="fa-IR"/>
        </w:rPr>
        <w:t xml:space="preserve"> آورند ، آنان در راه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وه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کوتر</w:t>
      </w:r>
      <w:r w:rsidR="004A50B5" w:rsidRPr="004A50B5">
        <w:rPr>
          <w:rtl/>
          <w:lang w:bidi="fa-IR"/>
        </w:rPr>
        <w:t xml:space="preserve"> را خوردند و تقص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را بر لقمان گذاشتند ، خواجه پرس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آنچه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خوب در طبق بود لقمان خورد ، لقمان گفت :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خواجه آدم منافق و دو رو نزد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نباشد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دروغ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را خود خورده اند ، به فرما تا آب گرم حاضر کنند و به ما بخورانند ، آن گاه در صحرا بدوانند تا هر که هر چه خورده برگرداند خواجه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کرد ، از دهان لقمان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آب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امد</w:t>
      </w:r>
      <w:r w:rsidRPr="004A50B5">
        <w:rPr>
          <w:rtl/>
          <w:lang w:bidi="fa-IR"/>
        </w:rPr>
        <w:t xml:space="preserve"> و از گلو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آنچه خورده بودند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آمد ، خواجه</w:t>
      </w:r>
    </w:p>
    <w:p w:rsidR="004A50B5" w:rsidRPr="00161F24" w:rsidRDefault="00161F24" w:rsidP="00161F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161F2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درّ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ص 7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بعد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ماجرا به رأ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عقل او آگاه شد و به سخنان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معتقد گشت </w:t>
      </w:r>
      <w:r w:rsidRPr="00161F2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13 -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خواجه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قضاء حاجت رفت ، و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نشست ، چون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شد لقمان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خواجه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نشستن انسان را دچار مرض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به سهولت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به آسان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، خواجه دستور داد آن کلمه را بر در محل قضاء حاجت نوشتند </w:t>
      </w:r>
      <w:r w:rsidRPr="00161F24">
        <w:rPr>
          <w:rStyle w:val="libFootnotenumChar"/>
          <w:rtl/>
        </w:rPr>
        <w:t>(2)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lastRenderedPageBreak/>
        <w:t>14 -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که خلاصه معرفت و روح حکمت تو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گفت : خلاصه معرفت و روح حکمت من آنست : که از امور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آنچه بر عهده خالق است تکل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زحمت روا ندارم ، و آن چه بر عهده من است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تسامح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نشمرم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15 - لقمان در پرتو نور معرفت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بود که مراعات جانب عدالت در هر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شروط کام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گرفتن از لذات جهان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اعتدال لازم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چون</w:t>
      </w:r>
      <w:r w:rsidRPr="004A50B5">
        <w:rPr>
          <w:rtl/>
          <w:lang w:bidi="fa-IR"/>
        </w:rPr>
        <w:t xml:space="preserve"> افراط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لذت ها را به آلام و امراض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عادت ها و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ببار خواهد آورد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فرزند خود با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جالب و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نافذ آغاز سخن کرد و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پند را از پدر بشنو ، در سراسر دوران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از لذ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غذا تناول مکن ، و جز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جامه مپوش ، و جز در ملا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بستر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ارام</w:t>
      </w:r>
      <w:r w:rsidRPr="004A50B5">
        <w:rPr>
          <w:rtl/>
          <w:lang w:bidi="fa-IR"/>
        </w:rPr>
        <w:t xml:space="preserve"> ، و جز از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مشاهد کام مستان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پندها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پدر به گوش فرزند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آمد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لقمان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او را به سادگ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اقتصاد در شؤون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اما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به نظر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آمد که او را</w:t>
      </w:r>
    </w:p>
    <w:p w:rsidR="004A50B5" w:rsidRPr="00787A82" w:rsidRDefault="00787A82" w:rsidP="00787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50B5" w:rsidRPr="004A50B5" w:rsidRDefault="004A50B5" w:rsidP="00787A8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مثنو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دفتر اول ، ص 94 .</w:t>
      </w:r>
    </w:p>
    <w:p w:rsidR="004A50B5" w:rsidRPr="004A50B5" w:rsidRDefault="004A50B5" w:rsidP="00787A8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lastRenderedPageBreak/>
        <w:t>2- 2)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ابو الفتوح : ج 79 ص 70 .</w:t>
      </w:r>
    </w:p>
    <w:p w:rsidR="004A50B5" w:rsidRPr="004A50B5" w:rsidRDefault="00787A82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به</w:t>
      </w:r>
      <w:r w:rsidR="004A50B5" w:rsidRPr="004A50B5">
        <w:rPr>
          <w:rtl/>
          <w:lang w:bidi="fa-IR"/>
        </w:rPr>
        <w:t xml:space="preserve"> تن پرور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کام جو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توص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از پدر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را باز خواست ، لقمان گفت : مراد من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پندها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هر حاجت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اقدام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و حاجت به اوج شدت و منتها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ضرورت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باشد ، و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حالت است که نازل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مراتب رفع ضرورت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خواهد آورد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از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مراتب لذت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تن</w:t>
      </w:r>
      <w:r w:rsidRPr="004A50B5">
        <w:rPr>
          <w:rtl/>
          <w:lang w:bidi="fa-IR"/>
        </w:rPr>
        <w:t xml:space="preserve"> خود را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بستر کن که فشار خواب حواس و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کسره</w:t>
      </w:r>
      <w:r w:rsidRPr="004A50B5">
        <w:rPr>
          <w:rtl/>
          <w:lang w:bidi="fa-IR"/>
        </w:rPr>
        <w:t xml:space="preserve">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قرار داده باشد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است که پاره خشت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سر از بالش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آکنده از پر بهتر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787A8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دست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سراغ لقمه بگشا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طاقتت را تاب کرده باشد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زمان است که ساده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غذا لذت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افزون تر از سفره سلطان به تو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بخشد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</w:t>
      </w:r>
      <w:r w:rsidRPr="004A50B5">
        <w:rPr>
          <w:rtl/>
          <w:lang w:bidi="fa-IR"/>
        </w:rPr>
        <w:t xml:space="preserve"> آن گاه به جامه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تازه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لباس قبل از ارزش انتفاع افتاده باشد ،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جامه کرباس از خلقت شاهانه برازنده تر جلوه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787A82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ارضاء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آماده شو که فشار شهوت از حد تحمل گذشته باشد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وقت است که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مطبخ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آغوش تو جاذبه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افزون تر از الهه حسن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</w:t>
      </w:r>
      <w:r w:rsidRPr="00787A82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 </w:t>
      </w:r>
    </w:p>
    <w:p w:rsidR="00787A82" w:rsidRPr="004A50B5" w:rsidRDefault="00787A82" w:rsidP="00787A8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tl/>
          <w:lang w:bidi="fa-IR"/>
        </w:rPr>
        <w:lastRenderedPageBreak/>
        <w:t>16 - شن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دم</w:t>
      </w:r>
      <w:r w:rsidR="004A50B5" w:rsidRPr="004A50B5">
        <w:rPr>
          <w:rtl/>
          <w:lang w:bidi="fa-IR"/>
        </w:rPr>
        <w:t xml:space="preserve"> که لقمان 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فام بود</w:t>
      </w:r>
      <w:r w:rsidRPr="00787A82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به ب</w:t>
      </w:r>
      <w:r w:rsidRPr="004A50B5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خاش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مرد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787A82" w:rsidRPr="00787A82" w:rsidRDefault="00787A82" w:rsidP="00787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787A8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قصص قرآن : ص266 .</w:t>
      </w:r>
    </w:p>
    <w:p w:rsidR="00787A82" w:rsidRDefault="00787A82" w:rsidP="004A50B5">
      <w:pPr>
        <w:pStyle w:val="libNormal"/>
        <w:rPr>
          <w:rtl/>
          <w:lang w:bidi="fa-IR"/>
        </w:rPr>
      </w:pPr>
    </w:p>
    <w:p w:rsidR="004A50B5" w:rsidRPr="004A50B5" w:rsidRDefault="00787A82" w:rsidP="00787A82">
      <w:pPr>
        <w:pStyle w:val="Heading1"/>
        <w:rPr>
          <w:rtl/>
        </w:rPr>
      </w:pPr>
      <w:r>
        <w:rPr>
          <w:rtl/>
        </w:rPr>
        <w:br w:type="page"/>
      </w:r>
      <w:bookmarkStart w:id="68" w:name="_Toc500835267"/>
      <w:bookmarkStart w:id="69" w:name="_Toc500835436"/>
      <w:r w:rsidR="004A50B5" w:rsidRPr="004A50B5">
        <w:rPr>
          <w:rFonts w:hint="eastAsia"/>
          <w:rtl/>
        </w:rPr>
        <w:lastRenderedPageBreak/>
        <w:t>بخش</w:t>
      </w:r>
      <w:r w:rsidR="004A50B5" w:rsidRPr="004A50B5">
        <w:rPr>
          <w:rtl/>
        </w:rPr>
        <w:t xml:space="preserve"> ششم</w:t>
      </w:r>
      <w:bookmarkEnd w:id="68"/>
      <w:bookmarkEnd w:id="6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انتخاب به مقام رهبر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اداء امانت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عدم دخالت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فروبستن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حرام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اقتصاد در شؤون زندگ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اسلام و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بندگ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مغز متفکر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صبر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عبرت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قضاوت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787A82" w:rsidP="00787A82">
      <w:pPr>
        <w:pStyle w:val="Heading2"/>
        <w:rPr>
          <w:rtl/>
        </w:rPr>
      </w:pPr>
      <w:r>
        <w:rPr>
          <w:rtl/>
        </w:rPr>
        <w:br w:type="page"/>
      </w:r>
      <w:bookmarkStart w:id="70" w:name="_Toc500835268"/>
      <w:bookmarkStart w:id="71" w:name="_Toc500835437"/>
      <w:r w:rsidR="004A50B5" w:rsidRPr="004A50B5">
        <w:rPr>
          <w:rFonts w:hint="eastAsia"/>
          <w:rtl/>
        </w:rPr>
        <w:lastRenderedPageBreak/>
        <w:t>انتخاب</w:t>
      </w:r>
      <w:r w:rsidR="004A50B5" w:rsidRPr="004A50B5">
        <w:rPr>
          <w:rtl/>
        </w:rPr>
        <w:t xml:space="preserve"> به مقام رهبر</w:t>
      </w:r>
      <w:r w:rsidR="004A50B5" w:rsidRPr="004A50B5">
        <w:rPr>
          <w:rFonts w:hint="cs"/>
          <w:rtl/>
        </w:rPr>
        <w:t>ی</w:t>
      </w:r>
      <w:bookmarkEnd w:id="70"/>
      <w:bookmarkEnd w:id="7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چهره از مردم سودان مصر بود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وجود چهره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و ناز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،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باصفا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بزرگ مرد به خاطر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اخلاق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آراسته شدن به لباس حکمت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، تا به هنگام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روز که مردم به خاطر استراحت از حرارت هوا به خواب رفته بودند دسته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فرشتگان به دستور حضرت حق او را ندا دادند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دوست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خداوندت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منصب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تا در اختلافات مردم به قضاوت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از 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سر و سامان بخش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جواب</w:t>
      </w:r>
      <w:r w:rsidRPr="004A50B5">
        <w:rPr>
          <w:rtl/>
          <w:lang w:bidi="fa-IR"/>
        </w:rPr>
        <w:t xml:space="preserve"> گفت : هرگاه خداوندم به قبول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مأمور سازد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دارم که هر گاه مأمور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شوم از لطف 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</w:t>
      </w:r>
      <w:r w:rsidRPr="004A50B5">
        <w:rPr>
          <w:rtl/>
          <w:lang w:bidi="fa-IR"/>
        </w:rPr>
        <w:t xml:space="preserve"> و کمک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بهره مند خواهم شد ، اما اگر مرا در رد و قبول آن مختار سازد راه عاف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خواهم 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بزرگ احتراز خ</w:t>
      </w:r>
      <w:r w:rsidRPr="004A50B5">
        <w:rPr>
          <w:rFonts w:hint="eastAsia"/>
          <w:rtl/>
          <w:lang w:bidi="fa-IR"/>
        </w:rPr>
        <w:t>واهم</w:t>
      </w:r>
      <w:r w:rsidRPr="004A50B5">
        <w:rPr>
          <w:rtl/>
          <w:lang w:bidi="fa-IR"/>
        </w:rPr>
        <w:t xml:space="preserve">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ملائکه</w:t>
      </w:r>
      <w:r w:rsidRPr="004A50B5">
        <w:rPr>
          <w:rtl/>
          <w:lang w:bidi="fa-IR"/>
        </w:rPr>
        <w:t xml:space="preserve"> سرّ قبول نکردن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مقام را از او خواستند ، گفت : حکومت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 دشوار و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انواع بلاهاست ، و هر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را به عهده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هر گاه در برنامه ها به حق حکم کند از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برهد ، و اگر به لغزش افتد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سعادت محروم شود ،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گمنام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برابر سربلند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آخرت قابل جبران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جاه و مقام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مقصود خود گرداند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هر دو را خواهد باخت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عزت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دست خواهد رفت و به عزت و نعمت آخرت هم نخواهد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فرشتگان</w:t>
      </w:r>
      <w:r w:rsidRPr="004A50B5">
        <w:rPr>
          <w:rtl/>
          <w:lang w:bidi="fa-IR"/>
        </w:rPr>
        <w:t xml:space="preserve"> چون سخن او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بر 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عقل او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گفتند و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منطق او را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چون شب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سرچشمه حکمت را از درون جان آن مرد روان کرد ، چون از آن رؤ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گشود ، آثار حکمت را در سراسر عالم جلوه 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حکمت به صورت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حت</w:t>
      </w:r>
      <w:r w:rsidRPr="004A50B5">
        <w:rPr>
          <w:rtl/>
          <w:lang w:bidi="fa-IR"/>
        </w:rPr>
        <w:t xml:space="preserve"> و دست</w:t>
      </w:r>
      <w:r w:rsidRPr="004A50B5">
        <w:rPr>
          <w:rFonts w:hint="eastAsia"/>
          <w:rtl/>
          <w:lang w:bidi="fa-IR"/>
        </w:rPr>
        <w:t>ور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زبانش جار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سبب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شدن او به مقام حکمت و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در کتب بزرگ و قابل توجه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آمده :</w:t>
      </w:r>
    </w:p>
    <w:p w:rsidR="004A50B5" w:rsidRPr="004A50B5" w:rsidRDefault="004A50B5" w:rsidP="00787A82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ابتدا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، و در ردّ امانت مردم دقت کامل داشت ، در برنامه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مربوط به او نبود دخالت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حرام فرو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بست ، و زبان از گفتن سخنان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نگاه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، در امر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مراعات اقتصاد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و در مقام فرمان بردن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امر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و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مغز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متفکر داشت ، و اکثر اوقات را به تأمل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گذراند ، از حوادث جهان عبرت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صفا دادن جان تجربه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اندوخت .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آرام داشت ، و در ساعات روز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خواب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هرگز او را در برنامه خلاف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، از خنده و استهزا نسبت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داشت ، عقل را محکوم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از کام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مغرور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و در آن امور به خود غصه و اندوه و غم راه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، در </w:t>
      </w:r>
      <w:r w:rsidRPr="004A50B5">
        <w:rPr>
          <w:rtl/>
          <w:lang w:bidi="fa-IR"/>
        </w:rPr>
        <w:lastRenderedPageBreak/>
        <w:t>صبر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اندازه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بود که چند فرزندش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چشمش جا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دادند و او از سر جزع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را بسرشگ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الود</w:t>
      </w:r>
      <w:r w:rsidRPr="004A50B5">
        <w:rPr>
          <w:rtl/>
          <w:lang w:bidi="fa-IR"/>
        </w:rPr>
        <w:t xml:space="preserve"> در اصلاح امور خلق کوشش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بسزا داشت ، و هرگاه دو نفر را در حال</w:t>
      </w:r>
      <w:r w:rsidR="00787A82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دعوا</w:t>
      </w:r>
      <w:r w:rsidRPr="004A50B5">
        <w:rPr>
          <w:rtl/>
          <w:lang w:bidi="fa-IR"/>
        </w:rPr>
        <w:t xml:space="preserve"> و جدال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آشت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 آنان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هر زمان که سخن سودمند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به مأخذ آن آگاه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از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فرو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 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اوقات خود را به معاشرت و مجالست با فقها و حکما و قضات و پادشاهان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 ، بر نخوت شاهان که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فته</w:t>
      </w:r>
      <w:r w:rsidRPr="004A50B5">
        <w:rPr>
          <w:rtl/>
          <w:lang w:bidi="fa-IR"/>
        </w:rPr>
        <w:t xml:space="preserve"> قدرت زود</w:t>
      </w:r>
      <w:r w:rsidRPr="004A50B5">
        <w:rPr>
          <w:rFonts w:hint="eastAsia"/>
          <w:rtl/>
          <w:lang w:bidi="fa-IR"/>
        </w:rPr>
        <w:t>گذر</w:t>
      </w:r>
      <w:r w:rsidRPr="004A50B5">
        <w:rPr>
          <w:rtl/>
          <w:lang w:bidi="fa-IR"/>
        </w:rPr>
        <w:t xml:space="preserve"> شده بودند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شفقت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</w:t>
      </w:r>
      <w:r w:rsidRPr="00787A82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به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ترجمه صفات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بزرگ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پرداخته و از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مهربان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خواهم که همه ما را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ور</w:t>
      </w:r>
      <w:r w:rsidRPr="004A50B5">
        <w:rPr>
          <w:rtl/>
          <w:lang w:bidi="fa-IR"/>
        </w:rPr>
        <w:t xml:space="preserve"> آن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سعادت بخش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صفات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صفحه قبل خواند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لقمان بزرگوار به آنها آراسته بود به طور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در عناو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خلاصه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گفتار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عدم دخالت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فرو بستن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حرام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5 - اقتصاد در شئون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6 - عبود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7 - مغز متفکر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8 - عبرت گرفتن از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9 - عدم غرور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10 - صبر و استقامت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11 - اصلاح امور خلق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12 - معاشرت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.</w:t>
      </w:r>
    </w:p>
    <w:p w:rsidR="00787A82" w:rsidRPr="00787A82" w:rsidRDefault="00787A82" w:rsidP="00787A8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787A82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بحار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ج 13 ، ص 409 .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ج 2 ، ص 161 . کشف الاسرار : ج 7 ، ص 489 . الم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بنقل از مجمع الب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: ج 16 ، ص 233 .</w:t>
      </w:r>
    </w:p>
    <w:p w:rsidR="004A50B5" w:rsidRPr="004A50B5" w:rsidRDefault="00787A82" w:rsidP="00787A82">
      <w:pPr>
        <w:pStyle w:val="Heading2"/>
        <w:rPr>
          <w:rtl/>
        </w:rPr>
      </w:pPr>
      <w:r>
        <w:rPr>
          <w:rtl/>
        </w:rPr>
        <w:br w:type="page"/>
      </w:r>
      <w:bookmarkStart w:id="72" w:name="_Toc500835269"/>
      <w:bookmarkStart w:id="73" w:name="_Toc500835438"/>
      <w:r w:rsidR="004A50B5" w:rsidRPr="004A50B5">
        <w:rPr>
          <w:rFonts w:hint="eastAsia"/>
          <w:rtl/>
        </w:rPr>
        <w:lastRenderedPageBreak/>
        <w:t>آ</w:t>
      </w:r>
      <w:r w:rsidR="004A50B5" w:rsidRPr="004A50B5">
        <w:rPr>
          <w:rFonts w:hint="cs"/>
          <w:rtl/>
        </w:rPr>
        <w:t>یی</w:t>
      </w:r>
      <w:r w:rsidR="004A50B5" w:rsidRPr="004A50B5">
        <w:rPr>
          <w:rFonts w:hint="eastAsia"/>
          <w:rtl/>
        </w:rPr>
        <w:t>ن</w:t>
      </w:r>
      <w:r w:rsidR="004A50B5" w:rsidRPr="004A50B5">
        <w:rPr>
          <w:rtl/>
        </w:rPr>
        <w:t xml:space="preserve"> راست</w:t>
      </w:r>
      <w:r w:rsidR="004A50B5" w:rsidRPr="004A50B5">
        <w:rPr>
          <w:rFonts w:hint="cs"/>
          <w:rtl/>
        </w:rPr>
        <w:t>ی</w:t>
      </w:r>
      <w:bookmarkEnd w:id="72"/>
      <w:bookmarkEnd w:id="7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صفات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که هماهنگ با سرشت آدم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، 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مطابق با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فطرت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گفتار و اعمال است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دارد آنچه را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شنود راست بشنود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نظر دور داشت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اعضاء ظاهر انسان از همه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تر زبانست که واسطه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ظاهر و باطن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در ظاهر خود قوا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دارد که با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آنها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جهان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مانند گوش که با آن صداها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شنود ، چشم که با آن مناظر و اشکال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آن بوها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و... بشر هر چه را با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در باطنش جمع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و تمام آنچه را ظاهر و باطنش به کمک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فراهم آورده اند زبان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زبان هر چه را آن قوا گرفته اند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عضو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اظهار جم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ادراکات ظاهر و باطن را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آنچه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با عقل و وهم و گمان هم مراتب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باطن خود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فقط زبان آشکار کنند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 مراتب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خلاصه زبان پرده دار روح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باطن نامحدود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هر</w:t>
      </w:r>
      <w:r w:rsidRPr="004A50B5">
        <w:rPr>
          <w:rtl/>
          <w:lang w:bidi="fa-IR"/>
        </w:rPr>
        <w:t xml:space="preserve"> چه موجود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معدوم ، خالق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مخلوق ، معلوم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مشکوک ، تخ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موهوم ، زبان در اطرافش به سخن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اثبات و 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آنچه دانش بشر بدان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زبان به حق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باطل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پردازد ،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وسعت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زبان دارد ا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از روش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صاحبش اهل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 ، و اگر عنان رها کند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طان</w:t>
      </w:r>
      <w:r w:rsidRPr="004A50B5">
        <w:rPr>
          <w:rtl/>
          <w:lang w:bidi="fa-IR"/>
        </w:rPr>
        <w:t xml:space="preserve"> او را به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خطرناک خواهد انداخت . مردم با داس زبانشان چون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خشک دود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به رو در آتش جهنم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شر زبان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که آن را به لجام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کند ، و جز در موارد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سود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باشد رها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غزال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زبان از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حق و صنعت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خدا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عضو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جرمش کوچک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طاعت و جرمش بزرگ است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کفر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توابع آن با شهادت زبان ظاهر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</w:t>
      </w:r>
      <w:r w:rsidRPr="005E637E">
        <w:rPr>
          <w:rStyle w:val="libFootnotenumChar"/>
          <w:rtl/>
        </w:rPr>
        <w:t xml:space="preserve"> 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قسمت مهم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تشان</w:t>
      </w:r>
      <w:r w:rsidRPr="004A50B5">
        <w:rPr>
          <w:rtl/>
          <w:lang w:bidi="fa-IR"/>
        </w:rPr>
        <w:t xml:space="preserve"> 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فطر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بوده مردم را به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دعوت کردند ، و آنان را از دروغ گفتن بر حذر داشته اند اسلام دروغ را عامل مخرب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شناخته </w:t>
      </w:r>
      <w:r w:rsidRPr="005E637E">
        <w:rPr>
          <w:rStyle w:val="libFootnotenumChar"/>
          <w:rtl/>
        </w:rPr>
        <w:t>(2)</w:t>
      </w:r>
      <w:r w:rsidRPr="004A50B5">
        <w:rPr>
          <w:rtl/>
          <w:lang w:bidi="fa-IR"/>
        </w:rPr>
        <w:t xml:space="preserve"> و آن را از گناهان کب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قرار داده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کس طعم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چشد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دروغ را ترک کند چه جد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و چه شوخ</w:t>
      </w:r>
      <w:r w:rsidRPr="004A50B5">
        <w:rPr>
          <w:rFonts w:hint="cs"/>
          <w:rtl/>
          <w:lang w:bidi="fa-IR"/>
        </w:rPr>
        <w:t>ی</w:t>
      </w:r>
      <w:r w:rsidRPr="005E637E">
        <w:rPr>
          <w:rStyle w:val="libFootnotenumChar"/>
          <w:rtl/>
        </w:rPr>
        <w:t xml:space="preserve"> (3)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فرمود :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قبح دروغگو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دروغ</w:t>
      </w:r>
      <w:r w:rsidRPr="004A50B5">
        <w:rPr>
          <w:rtl/>
          <w:lang w:bidi="fa-IR"/>
        </w:rPr>
        <w:t xml:space="preserve"> گفتن مخالف وجدان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مخالف وجدان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دروغ در نظر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اقوام و ملل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ناپسند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مشروع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دروغ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گناهان آلوده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دروغگو انواع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مرتکب گشته و هرگاه از او بپرسند در کمال وقاحت تکذ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کرده خود را پاک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ازدهم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تمام گناهان و ناپاک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خانه جمع شده ،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خانه دروغگو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</w:t>
      </w:r>
      <w:r w:rsidRPr="005E637E">
        <w:rPr>
          <w:rStyle w:val="libFootnotenumChar"/>
          <w:rtl/>
        </w:rPr>
        <w:t>(4)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>:135</w:t>
      </w:r>
    </w:p>
    <w:p w:rsidR="004A50B5" w:rsidRPr="005E637E" w:rsidRDefault="005E637E" w:rsidP="005E637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محجه الب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ضاء</w:t>
      </w:r>
      <w:r w:rsidRPr="004A50B5">
        <w:rPr>
          <w:rtl/>
          <w:lang w:bidi="fa-IR"/>
        </w:rPr>
        <w:t xml:space="preserve"> : ج 5 ، ص 190 .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ج 2 ، ص 254 .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3- 3)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ج 2 ، ص 255 .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4- 4) مستدرک الوسائل : ج 2 ، ص 100 .</w:t>
      </w:r>
    </w:p>
    <w:p w:rsidR="004A50B5" w:rsidRPr="004A50B5" w:rsidRDefault="005E637E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دروغ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معا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آشکارا و به روشن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مذموم و قابل سرزنش و مؤاخذه است ،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</w:t>
      </w:r>
      <w:r w:rsidR="004A50B5" w:rsidRPr="004A50B5">
        <w:rPr>
          <w:rtl/>
          <w:lang w:bidi="fa-IR"/>
        </w:rPr>
        <w:t xml:space="preserve"> دروغ به دنبال خود گناهان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کشد ، و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تمام معا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tl/>
          <w:lang w:bidi="fa-IR"/>
        </w:rPr>
        <w:t xml:space="preserve"> باز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، ناتوان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 در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بروز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خو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ضعف ما در منع و دفع آن گناه نابخشودن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،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ونس</w:t>
      </w:r>
      <w:r w:rsidR="004A50B5" w:rsidRPr="004A50B5">
        <w:rPr>
          <w:rtl/>
          <w:lang w:bidi="fa-IR"/>
        </w:rPr>
        <w:t xml:space="preserve"> بن ع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: هر کس زبان خود را مق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دارد در باق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اعمال او هم اثر صلاح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نقل شده: هر کس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سخن داشته باشد عاقبت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کشانده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و هر کس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گو باشد به آتش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خواهد بود.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زبان</w:t>
      </w:r>
      <w:r w:rsidRPr="004A50B5">
        <w:rPr>
          <w:rtl/>
          <w:lang w:bidi="fa-IR"/>
        </w:rPr>
        <w:t xml:space="preserve"> که مظهر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باعث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است، دروغ گذشته از آنکه دروغگو را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پست و سست و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سازد،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جامعه را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قوم و ملت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در آن رخنه کند بر باد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دروغ</w:t>
      </w:r>
      <w:r w:rsidRPr="004A50B5">
        <w:rPr>
          <w:rtl/>
          <w:lang w:bidi="fa-IR"/>
        </w:rPr>
        <w:t xml:space="preserve"> که در خانواده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 و شوهر، پدر و مادر، و فرزندان 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شود، دروغ که در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شاوندان،</w:t>
      </w:r>
      <w:r w:rsidRPr="004A50B5">
        <w:rPr>
          <w:rtl/>
          <w:lang w:bidi="fa-IR"/>
        </w:rPr>
        <w:t xml:space="preserve"> و در محله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وع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ابد،</w:t>
      </w:r>
      <w:r w:rsidRPr="004A50B5">
        <w:rPr>
          <w:rtl/>
          <w:lang w:bidi="fa-IR"/>
        </w:rPr>
        <w:t xml:space="preserve"> دروغ که در اداره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و مرئوس، و در مدرسه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شاگرد و آموزگار، و در بازار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و فروشنده ، و در مملکت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ملت</w:t>
      </w:r>
      <w:r w:rsidRPr="004A50B5">
        <w:rPr>
          <w:rtl/>
          <w:lang w:bidi="fa-IR"/>
        </w:rPr>
        <w:t xml:space="preserve"> و دولت پا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دروغ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منافذ و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 راه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و رخنه کند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جامعه را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و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خوار و آنها را 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و از سعادت و برکات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محروم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دستور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دهد: از خدا پروا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 راستگو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بوده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(1)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دروغ مگو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وعده دروغ مده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عذر دروغ اقامه نکن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در قول و عمل، در ظاهر و باطن راست گفتار و درست کردار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سوره المائده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119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>: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راستگو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 آنان سود دهد، در مقابل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آنها بهشت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از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 نهرها روان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در آنجا جاودانند، خدا از</w:t>
      </w:r>
    </w:p>
    <w:p w:rsidR="004A50B5" w:rsidRPr="005E637E" w:rsidRDefault="005E637E" w:rsidP="005E637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التوبه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119 .</w:t>
      </w:r>
    </w:p>
    <w:p w:rsidR="004A50B5" w:rsidRPr="004A50B5" w:rsidRDefault="005E637E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آنان</w:t>
      </w:r>
      <w:r w:rsidR="004A50B5" w:rsidRPr="004A50B5">
        <w:rPr>
          <w:rtl/>
          <w:lang w:bidi="fa-IR"/>
        </w:rPr>
        <w:t xml:space="preserve"> راض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و آنها از حق خشنودند ،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است رستگار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بزرگ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مکرر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را که در دستورها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اند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مطلب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بوده دگرگون نموده اند سرزنش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آنان را به خاطر دروغ بستن به کتب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ستمکار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دروغگو و مرده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کسانند</w:t>
      </w:r>
      <w:r w:rsidRPr="004A50B5">
        <w:rPr>
          <w:rtl/>
          <w:lang w:bidi="fa-IR"/>
        </w:rPr>
        <w:t xml:space="preserve">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زنده بر مرده در امکان اعتماد به اوست ، و اگر نتوان به سخن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اعتماد کرد و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است ،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تو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توست ،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روح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و خواست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روزمند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بارزتر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آشکارتر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مظاهر و جلوه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عدالت در جهان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مربوط به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و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است ، همان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خالص و مطلق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صدق مدار گردش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فلک و شب و روز است ، و تنها با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فصول چهارگانه پشت سر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باران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بارد و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نور افشان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هم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خاطر صد و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خاک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وعده وفا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نوبت خود بدون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تأخ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اند</w:t>
      </w:r>
      <w:r w:rsidRPr="004A50B5">
        <w:rPr>
          <w:rtl/>
          <w:lang w:bidi="fa-IR"/>
        </w:rPr>
        <w:t xml:space="preserve"> و تحو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و باز به خاطر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نوام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 بر جا و استوار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5E637E" w:rsidRDefault="004A50B5" w:rsidP="005E637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 خطبه همام که صفات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زکاران</w:t>
      </w:r>
      <w:r w:rsidRPr="004A50B5">
        <w:rPr>
          <w:rtl/>
          <w:lang w:bidi="fa-IR"/>
        </w:rPr>
        <w:t xml:space="preserve">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در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به صفت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آن را از نشانه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اهل تقوا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.</w:t>
      </w:r>
      <w:r w:rsidR="005E637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مترجم</w:t>
      </w:r>
      <w:r w:rsidRPr="004A50B5">
        <w:rPr>
          <w:rtl/>
          <w:lang w:bidi="fa-IR"/>
        </w:rPr>
        <w:t xml:space="preserve"> روح و تفکر هر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زبان اوست ، از گفتار هر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در چه حدّ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عواطف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تفکر قرار گرفته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جهت تکر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حق نسبت به پارسا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صفت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به صواب سخن گفتن آنان است 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84"/>
        <w:gridCol w:w="268"/>
        <w:gridCol w:w="3270"/>
      </w:tblGrid>
      <w:tr w:rsidR="005E637E" w:rsidTr="006171BF">
        <w:trPr>
          <w:trHeight w:val="350"/>
        </w:trPr>
        <w:tc>
          <w:tcPr>
            <w:tcW w:w="3920" w:type="dxa"/>
            <w:shd w:val="clear" w:color="auto" w:fill="auto"/>
          </w:tcPr>
          <w:p w:rsidR="005E637E" w:rsidRDefault="005E637E" w:rsidP="006171BF">
            <w:pPr>
              <w:pStyle w:val="libPoem"/>
            </w:pPr>
            <w:r w:rsidRPr="004A50B5">
              <w:rPr>
                <w:rtl/>
                <w:lang w:bidi="fa-IR"/>
              </w:rPr>
              <w:t>نخست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ن</w:t>
            </w:r>
            <w:r w:rsidRPr="004A50B5">
              <w:rPr>
                <w:rtl/>
                <w:lang w:bidi="fa-IR"/>
              </w:rPr>
              <w:t xml:space="preserve"> وصف خوبان راستگو</w:t>
            </w:r>
            <w:r w:rsidRPr="004A50B5">
              <w:rPr>
                <w:rFonts w:hint="cs"/>
                <w:rtl/>
                <w:lang w:bidi="fa-IR"/>
              </w:rPr>
              <w:t>یی</w:t>
            </w:r>
            <w:r w:rsidRPr="004A50B5"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E637E" w:rsidRDefault="005E637E" w:rsidP="006171B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E637E" w:rsidRDefault="005E637E" w:rsidP="006171BF">
            <w:pPr>
              <w:pStyle w:val="libPoem"/>
            </w:pPr>
            <w:r w:rsidRPr="004A50B5">
              <w:rPr>
                <w:rFonts w:hint="eastAsia"/>
                <w:rtl/>
                <w:lang w:bidi="fa-IR"/>
              </w:rPr>
              <w:t>هر</w:t>
            </w:r>
            <w:r w:rsidRPr="004A50B5">
              <w:rPr>
                <w:rtl/>
                <w:lang w:bidi="fa-IR"/>
              </w:rPr>
              <w:t xml:space="preserve"> آن کس را که باشد صدق گفتار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شکر نسبت به نعمت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حق عرضه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خداوندا</w:t>
      </w:r>
      <w:r w:rsidRPr="004A50B5">
        <w:rPr>
          <w:rtl/>
          <w:lang w:bidi="fa-IR"/>
        </w:rPr>
        <w:t xml:space="preserve"> ! زبان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فص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حم</w:t>
      </w:r>
      <w:r w:rsidRPr="004A50B5">
        <w:rPr>
          <w:rtl/>
          <w:lang w:bidi="fa-IR"/>
        </w:rPr>
        <w:t xml:space="preserve"> داد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بغ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تو مدح نگو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جز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ثنا نخوانم ، و به معادل مأ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بدگمان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روبرو نشوم ، از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حه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و ثناخوان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مخلوقات به زبانم راه بازگشت داد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! از بهر ثناگو از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ثنا شده پاداش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به تو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دوارم</w:t>
      </w:r>
      <w:r w:rsidRPr="004A50B5">
        <w:rPr>
          <w:rtl/>
          <w:lang w:bidi="fa-IR"/>
        </w:rPr>
        <w:t xml:space="preserve"> که مرا به ذخا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رحمت و خزائن مغفرت دلالتم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مهربان ! در مقام منت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گذشتگان در کتابش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آنان از رحمت خود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زبان راست قرار داد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5E637E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آنجا که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دقت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توجه واف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نسبت به صدق و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و همراه آن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و در کنار آن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از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هدف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مردم را بر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و خرد و احساس و درک خود قرار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مفهوم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مدلول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هم جز اساس و درک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ارزش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وجود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از آنجا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مفهوم تنها مفهوم بزرگ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صدق و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ذات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با هر موجود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همان محور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بود که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 دور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، چنانچه محور عدالت در جهان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اصل که مدار و ملاک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نزد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دور نگاه داشتن انسان از دروغ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پشت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انسان زنده در قبال سرد</w:t>
      </w:r>
      <w:r w:rsidRPr="004A50B5">
        <w:rPr>
          <w:rFonts w:hint="cs"/>
          <w:rtl/>
          <w:lang w:bidi="fa-IR"/>
        </w:rPr>
        <w:t>ی</w:t>
      </w:r>
    </w:p>
    <w:p w:rsidR="004A50B5" w:rsidRPr="005E637E" w:rsidRDefault="005E637E" w:rsidP="005E637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50B5" w:rsidRPr="004A50B5" w:rsidRDefault="004A50B5" w:rsidP="005E637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سوره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50 .</w:t>
      </w:r>
    </w:p>
    <w:p w:rsidR="004A50B5" w:rsidRPr="004A50B5" w:rsidRDefault="005E637E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و</w:t>
      </w:r>
      <w:r w:rsidR="004A50B5" w:rsidRPr="004A50B5">
        <w:rPr>
          <w:rtl/>
          <w:lang w:bidi="fa-IR"/>
        </w:rPr>
        <w:t xml:space="preserve"> مرگ است .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گسار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عامل مؤثر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ارتکاب گناهان است ، چه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مردم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در 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عادت دست به برخ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گناهان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زنند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موقع مست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پرده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شود و چشم عقل 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</w:t>
      </w:r>
      <w:r w:rsidR="004A50B5" w:rsidRPr="004A50B5">
        <w:rPr>
          <w:rtl/>
          <w:lang w:bidi="fa-IR"/>
        </w:rPr>
        <w:t xml:space="preserve"> گردد با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پروا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به هر گناه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دست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زنند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اثر 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دروغ در عقل و روان به مراتب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گسار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،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به دروغ عادت کرده و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پروا هر چه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خواهد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از انسان مست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اتر</w:t>
      </w:r>
      <w:r w:rsidR="004A50B5" w:rsidRPr="004A50B5">
        <w:rPr>
          <w:rtl/>
          <w:lang w:bidi="fa-IR"/>
        </w:rPr>
        <w:t xml:space="preserve"> است و از 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</w:t>
      </w:r>
      <w:r w:rsidR="004A50B5" w:rsidRPr="004A50B5">
        <w:rPr>
          <w:rtl/>
          <w:lang w:bidi="fa-IR"/>
        </w:rPr>
        <w:t xml:space="preserve"> گناه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باک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باقر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خداوندا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شرور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قفل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قرار داده که مردم از خطرات آن شرور در امان باشند شراب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قفل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بسته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 دروغ از شراب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است </w:t>
      </w:r>
      <w:r w:rsidRPr="005E637E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هشتم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نقل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5E637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ممکن</w:t>
      </w:r>
      <w:r w:rsidRPr="004A50B5">
        <w:rPr>
          <w:rtl/>
          <w:lang w:bidi="fa-IR"/>
        </w:rPr>
        <w:t xml:space="preserve"> است مؤمن بترسد ؟</w:t>
      </w:r>
    </w:p>
    <w:p w:rsidR="004A50B5" w:rsidRPr="004A50B5" w:rsidRDefault="004A50B5" w:rsidP="005E637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="005E637E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ممکن است بخ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باشد ؟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="005E637E" w:rsidRPr="004A50B5">
        <w:rPr>
          <w:rtl/>
          <w:lang w:bidi="fa-IR"/>
        </w:rPr>
        <w:t xml:space="preserve"> </w:t>
      </w:r>
    </w:p>
    <w:p w:rsidR="004A50B5" w:rsidRPr="004A50B5" w:rsidRDefault="004A50B5" w:rsidP="005E637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: ممکن است دروغ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هرگز</w:t>
      </w:r>
      <w:r w:rsidRPr="005E637E">
        <w:rPr>
          <w:rStyle w:val="libFootnotenumChar"/>
          <w:rtl/>
        </w:rPr>
        <w:t xml:space="preserve"> (2)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حجاج</w:t>
      </w:r>
      <w:r w:rsidRPr="004A50B5">
        <w:rPr>
          <w:rtl/>
          <w:lang w:bidi="fa-IR"/>
        </w:rPr>
        <w:t xml:space="preserve"> بن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سخنش طولان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جمع برخاست و گفت : سخن کوتاه کن وقت نماز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وقت نماز به خاطر تو توقف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خداوند عذرت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حجاج از صراحت آن مرد به خصوص در مجلس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آزرده شد دستور داد او را زندان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کسان</w:t>
      </w:r>
      <w:r w:rsidRPr="004A50B5">
        <w:rPr>
          <w:rtl/>
          <w:lang w:bidi="fa-IR"/>
        </w:rPr>
        <w:t xml:space="preserve"> آن مرد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حجاج رفتند و به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گفتند :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زندان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است ، دستور ده او را آزاد کنند ، حجاج گفت : اگر خودش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اقرار کند</w:t>
      </w:r>
    </w:p>
    <w:p w:rsidR="004A50B5" w:rsidRPr="00235FE4" w:rsidRDefault="00235FE4" w:rsidP="00235FE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235FE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اصول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ج 2 ، ص 254 .</w:t>
      </w:r>
    </w:p>
    <w:p w:rsidR="004A50B5" w:rsidRPr="004A50B5" w:rsidRDefault="004A50B5" w:rsidP="00235FE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جامع السعادات :ج 2 ، ص 248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آزادش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کسان</w:t>
      </w:r>
      <w:r w:rsidRPr="004A50B5">
        <w:rPr>
          <w:rtl/>
          <w:lang w:bidi="fa-IR"/>
        </w:rPr>
        <w:t xml:space="preserve"> زندان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ملاقاتش رفتند و داستان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گفتند ، سپس از او خواستند اقرار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در پاسخ گفت :</w:t>
      </w:r>
    </w:p>
    <w:p w:rsidR="00235FE4" w:rsidRDefault="004A50B5" w:rsidP="00235FE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اقرار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، خداوند مرا سالم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من به حضرت او دروغ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بندم 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جواب 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او به گوش حجاج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دستور داد به احترام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آزادش کنند .</w:t>
      </w:r>
    </w:p>
    <w:p w:rsidR="004A50B5" w:rsidRPr="004A50B5" w:rsidRDefault="00235FE4" w:rsidP="00235FE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Pr="004A50B5">
        <w:rPr>
          <w:rFonts w:hint="eastAsia"/>
          <w:rtl/>
          <w:lang w:bidi="fa-IR"/>
        </w:rPr>
        <w:lastRenderedPageBreak/>
        <w:t xml:space="preserve"> 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گرو کرده زبان را به دروغ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از صفت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بود ، و هرگز زبان پاکش به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دروغ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گناهان مخصوص به زبان آلوده نشد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آن منبع حکمت ، و فروغ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هم چون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تازه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 شاخسار درخت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اتصال به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مزرعه </w:t>
      </w:r>
      <w:r w:rsidRPr="004A50B5">
        <w:rPr>
          <w:rFonts w:hint="eastAsia"/>
          <w:rtl/>
          <w:lang w:bidi="fa-IR"/>
        </w:rPr>
        <w:t>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ثابت و استوار مانده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جاودانگ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نامش را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نموده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35FE4">
      <w:pPr>
        <w:pStyle w:val="Heading2"/>
        <w:rPr>
          <w:rtl/>
        </w:rPr>
      </w:pPr>
      <w:bookmarkStart w:id="74" w:name="_Toc500835270"/>
      <w:bookmarkStart w:id="75" w:name="_Toc500835439"/>
      <w:r w:rsidRPr="004A50B5">
        <w:rPr>
          <w:rFonts w:hint="eastAsia"/>
          <w:rtl/>
        </w:rPr>
        <w:t>اداء</w:t>
      </w:r>
      <w:r w:rsidRPr="004A50B5">
        <w:rPr>
          <w:rtl/>
        </w:rPr>
        <w:t xml:space="preserve"> امانت</w:t>
      </w:r>
      <w:bookmarkEnd w:id="74"/>
      <w:bookmarkEnd w:id="75"/>
    </w:p>
    <w:p w:rsidR="004A50B5" w:rsidRPr="004A50B5" w:rsidRDefault="004A50B5" w:rsidP="00235FE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هرگاه</w:t>
      </w:r>
      <w:r w:rsidRPr="004A50B5">
        <w:rPr>
          <w:rtl/>
          <w:lang w:bidi="fa-IR"/>
        </w:rPr>
        <w:t xml:space="preserve"> بشر نتواند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به ناچار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کمک افراد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جامعه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داده ، و بقا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نوع و تکاملش را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کند ، و مدن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بالطبع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بالفطره بودنش مورد قبول باشد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لوازم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جامعه را بالاجبار بپذ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جامعه بر چه ارکان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برپاست ؟ 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جامعه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تعهدات گذاشته شده و بدون آن نه ارکان جامعه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نه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خواهد بود .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فردا عضو جامعه است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مطابق با روش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اصول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شود ،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که کار عقل است و سجا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، ابتدا شناسا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مقررات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سپس به اداره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مقررات و کسب عادات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انسان بدان ها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tl/>
          <w:lang w:bidi="fa-IR"/>
        </w:rPr>
        <w:t xml:space="preserve"> است حکم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خردمندانه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کارآموز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همان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خ،</w:t>
      </w:r>
      <w:r w:rsidRPr="004A50B5">
        <w:rPr>
          <w:rtl/>
          <w:lang w:bidi="fa-IR"/>
        </w:rPr>
        <w:t xml:space="preserve"> و علم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و جغراف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دستور </w:t>
      </w:r>
      <w:r w:rsidRPr="004A50B5">
        <w:rPr>
          <w:rtl/>
          <w:lang w:bidi="fa-IR"/>
        </w:rPr>
        <w:lastRenderedPageBreak/>
        <w:t>زبان را 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کنند،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مقررات راه و رسم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واجب است،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بدون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مقررات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علوم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به صورت ابزار مخرب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 برخواهد آمد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امروز ناظر از هم پاش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مدن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تند</w:t>
      </w:r>
      <w:r w:rsidRPr="004A50B5">
        <w:rPr>
          <w:rtl/>
          <w:lang w:bidi="fa-IR"/>
        </w:rPr>
        <w:t xml:space="preserve"> محصول مدارس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، مدارس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آداب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عار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، اغلب جوانان کم سواد ، در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زرنگ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گر و دغل و عار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حسن اخلاقند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وب</w:t>
      </w:r>
      <w:r w:rsidRPr="004A50B5">
        <w:rPr>
          <w:rtl/>
          <w:lang w:bidi="fa-IR"/>
        </w:rPr>
        <w:t xml:space="preserve"> بزرگتر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نشانه نقص در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. خانواده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امن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مکان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طفل باشد ، به طور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رقت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پدر و مادر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روانشناس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کودک و دوره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اطلاع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ندارند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حد لزوم ساده لوح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عصبان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خشن هستند ، و </w:t>
      </w:r>
      <w:r w:rsidRPr="004A50B5">
        <w:rPr>
          <w:rFonts w:hint="eastAsia"/>
          <w:rtl/>
          <w:lang w:bidi="fa-IR"/>
        </w:rPr>
        <w:t>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آنان معا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کودکانشان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آموزند ، و قبل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مشاغل و امور و سرگرم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پردازند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فراوانند</w:t>
      </w:r>
      <w:r w:rsidRPr="004A50B5">
        <w:rPr>
          <w:rtl/>
          <w:lang w:bidi="fa-IR"/>
        </w:rPr>
        <w:t xml:space="preserve"> کودکان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خانه و خانواده خود مناظر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مجادله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خودپسند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، و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در خان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خود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از دوستان و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آموخته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بدون</w:t>
      </w:r>
      <w:r w:rsidRPr="004A50B5">
        <w:rPr>
          <w:rtl/>
          <w:lang w:bidi="fa-IR"/>
        </w:rPr>
        <w:t xml:space="preserve"> مبالغه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: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پدران و مادران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هر طبقه که هستند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حد به مسئله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کودکان خود جاهلند ، مدارس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هنوز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</w:t>
      </w:r>
      <w:r w:rsidRPr="004A50B5">
        <w:rPr>
          <w:rtl/>
          <w:lang w:bidi="fa-IR"/>
        </w:rPr>
        <w:t xml:space="preserve"> کنند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آموزگاران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رفتارشان بهتر از پدران و مادران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کودکان نه فقط ب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دستور و گفتار بلکه مخصوصاً به نمونه و سرمشق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دارند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آنکه نه مدرسه و نه خانواده امروز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راه و رسم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کودکان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اموزند،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سبب است که در چهره طبقه جوان همچون 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اثر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منعکس شده است،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عملاً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امتحانات و به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ساده حافظه منحصر گشته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جز چهارپا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بر او کتاب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چند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جوانان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توانند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درک ، 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</w:t>
      </w:r>
      <w:r w:rsidRPr="004A50B5">
        <w:rPr>
          <w:rtl/>
          <w:lang w:bidi="fa-IR"/>
        </w:rPr>
        <w:t xml:space="preserve"> کنند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در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در حوزه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مسلم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چند سطر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حفظ امانت و اداء آن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روشن شد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 بق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مسائل هم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شکل مسئله </w:t>
      </w:r>
      <w:r w:rsidRPr="004A50B5">
        <w:rPr>
          <w:rFonts w:hint="eastAsia"/>
          <w:rtl/>
          <w:lang w:bidi="fa-IR"/>
        </w:rPr>
        <w:t>امانت</w:t>
      </w:r>
      <w:r w:rsidRPr="004A50B5">
        <w:rPr>
          <w:rtl/>
          <w:lang w:bidi="fa-IR"/>
        </w:rPr>
        <w:t xml:space="preserve">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در آن قابل تطب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غالباً در مقابل امانت استعمال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شود، هر گاه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بسپارند،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او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او قرار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رد،</w:t>
      </w:r>
      <w:r w:rsidRPr="004A50B5">
        <w:rPr>
          <w:rtl/>
          <w:lang w:bidi="fa-IR"/>
        </w:rPr>
        <w:t xml:space="preserve"> او مال را حفظ نکند، راز را فاش کند، اصول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ندهد خائن، و گرنه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امانت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اختصاص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چند محل ندار</w:t>
      </w:r>
      <w:r w:rsidR="00235FE4">
        <w:rPr>
          <w:rFonts w:hint="cs"/>
          <w:rtl/>
          <w:lang w:bidi="fa-IR"/>
        </w:rPr>
        <w:t>د</w:t>
      </w:r>
      <w:r w:rsidRPr="004A50B5">
        <w:rPr>
          <w:rtl/>
          <w:lang w:bidi="fa-IR"/>
        </w:rPr>
        <w:t xml:space="preserve"> ، هر کس به عهد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بسته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دارد چه خودش آن عهد را بسته باشد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بر او قرار داده باشد وفا نکند خائن در امانت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عهد بسته شده امانت است ،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را به مقتضا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خلقت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235FE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انسان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عالم آزاد و مطلق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نشده که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بسته نباشد ، او از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جسم و جان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دگران بر گردن اوست و از او بر گردن دگران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مانند حق خدا ، حق پدر و مادر ، و رهبر ، </w:t>
      </w:r>
      <w:r w:rsidR="00235FE4">
        <w:rPr>
          <w:rFonts w:hint="cs"/>
          <w:rtl/>
          <w:lang w:bidi="fa-IR"/>
        </w:rPr>
        <w:t>ج</w:t>
      </w:r>
      <w:r w:rsidRPr="004A50B5">
        <w:rPr>
          <w:rtl/>
          <w:lang w:bidi="fa-IR"/>
        </w:rPr>
        <w:t xml:space="preserve">امعه و آب و خاک و خلاصه بر عهده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کس </w:t>
      </w:r>
      <w:r w:rsidRPr="004A50B5">
        <w:rPr>
          <w:rFonts w:hint="eastAsia"/>
          <w:rtl/>
          <w:lang w:bidi="fa-IR"/>
        </w:rPr>
        <w:t>عهدها</w:t>
      </w:r>
      <w:r w:rsidRPr="004A50B5">
        <w:rPr>
          <w:rtl/>
          <w:lang w:bidi="fa-IR"/>
        </w:rPr>
        <w:t xml:space="preserve"> است و بر ذمه هر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امانت ها است که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بطور مطلق آزاد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صورت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حقوق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در مقابل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به تعهدات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خائن است ، هر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وجود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نبوده ، و خود باعث بوجود آوردن خود نشده ، بلکه خالق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کرده 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خلق بوجود آورده ، بالطبع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که خالق او است بر گردن خود حق و نعمت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را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خود را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خالق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ند،</w:t>
      </w:r>
      <w:r w:rsidRPr="004A50B5">
        <w:rPr>
          <w:rtl/>
          <w:lang w:bidi="fa-IR"/>
        </w:rPr>
        <w:t xml:space="preserve"> و چون با زحمات مخلوق پرورش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از طرف مخلوق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بر عهده خود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حکم فطرت و وجدان بر عهده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است، و هر کس اخلاقاً خود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بار عهد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ت</w:t>
      </w:r>
      <w:r w:rsidRPr="004A50B5">
        <w:rPr>
          <w:rFonts w:hint="eastAsia"/>
          <w:rtl/>
          <w:lang w:bidi="fa-IR"/>
        </w:rPr>
        <w:t>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امانت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کلّ مسئله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طوا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اختلاف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هر فرد انسان از هر نژاد و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،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هر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قانون باشد احساس حق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نسبت به خالق و مخلوق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عهده دار امانت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هر گونه امانت را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کند و بداند که به حکم عقل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وجدان و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در امانت از گناهان بزرگ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امام</w:t>
      </w:r>
      <w:r w:rsidRPr="004A50B5">
        <w:rPr>
          <w:rtl/>
          <w:lang w:bidi="fa-IR"/>
        </w:rPr>
        <w:t xml:space="preserve"> ششم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خداوند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نفرستاد مگر به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امانت در برابر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کان</w:t>
      </w:r>
      <w:r w:rsidRPr="004A50B5">
        <w:rPr>
          <w:rtl/>
          <w:lang w:bidi="fa-IR"/>
        </w:rPr>
        <w:t xml:space="preserve"> و بدان </w:t>
      </w:r>
      <w:r w:rsidRPr="00235FE4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فرمود : سه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را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باشند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بد :</w:t>
      </w:r>
    </w:p>
    <w:p w:rsidR="004A50B5" w:rsidRPr="00235FE4" w:rsidRDefault="00235FE4" w:rsidP="00235FE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4A50B5" w:rsidRPr="004A50B5" w:rsidRDefault="004A50B5" w:rsidP="00235FE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اصول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ج 2 ،ص 85 .</w:t>
      </w:r>
    </w:p>
    <w:p w:rsidR="004A50B5" w:rsidRPr="004A50B5" w:rsidRDefault="00235FE4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tl/>
          <w:lang w:bidi="fa-IR"/>
        </w:rPr>
        <w:lastRenderedPageBreak/>
        <w:t>1 - پدر و مادر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نزد شما امانت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آن کس که با او عهد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خائن در امانت از ما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هر کس جنس مورد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را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بخرد ، چنان است که خودش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کرده</w:t>
      </w:r>
      <w:r w:rsidRPr="00235FE4">
        <w:rPr>
          <w:rStyle w:val="libFootnotenumChar"/>
          <w:rtl/>
        </w:rPr>
        <w:t xml:space="preserve"> 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فرمود : هر کس در 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امانت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کند ، و آن را به اهلش نرساند و مرگش فرا رسد بر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 خواهد مرد </w:t>
      </w:r>
      <w:r w:rsidRPr="002C13B6">
        <w:rPr>
          <w:rStyle w:val="libFootnotenumChar"/>
          <w:rtl/>
        </w:rPr>
        <w:t xml:space="preserve">(2)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به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فرمود : به ما اجازه داده نشده درباره 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برخلاف امانت رفتار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به خدا سوگند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سه مرتبه قبل از مرگش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امانت</w:t>
      </w:r>
      <w:r w:rsidRPr="004A50B5">
        <w:rPr>
          <w:rtl/>
          <w:lang w:bidi="fa-IR"/>
        </w:rPr>
        <w:t xml:space="preserve"> را بر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چه صاحبش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باشد ، چه بد ،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جنس مورد امانت اگر نخ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سوزن باشد </w:t>
      </w:r>
      <w:r w:rsidRPr="002C13B6">
        <w:rPr>
          <w:rStyle w:val="libFootnotenumChar"/>
          <w:rtl/>
        </w:rPr>
        <w:t>(3)</w:t>
      </w:r>
      <w:r w:rsidRPr="004A50B5">
        <w:rPr>
          <w:rtl/>
          <w:lang w:bidi="fa-IR"/>
        </w:rPr>
        <w:t>امام چهارم فرمود : به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محمد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را به حق برانگ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</w:t>
      </w:r>
      <w:r w:rsidRPr="004A50B5">
        <w:rPr>
          <w:rtl/>
          <w:lang w:bidi="fa-IR"/>
        </w:rPr>
        <w:t xml:space="preserve"> اگر قاتل پدرم مرا بر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پدرم با آن شه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شد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گرداند امانتش را به او 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کنم</w:t>
      </w:r>
      <w:r w:rsidRPr="004A50B5">
        <w:rPr>
          <w:rtl/>
          <w:lang w:bidi="fa-IR"/>
        </w:rPr>
        <w:t xml:space="preserve"> </w:t>
      </w:r>
      <w:r w:rsidRPr="002C13B6">
        <w:rPr>
          <w:rStyle w:val="libFootnotenumChar"/>
          <w:rtl/>
        </w:rPr>
        <w:t xml:space="preserve">(4)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 xml:space="preserve">فرمود 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صد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آن قدر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بود که پس از چند سال بدون تقص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در زندان بسر بردن 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فرستاده سلطان از او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خواب </w:t>
      </w:r>
      <w:r w:rsidRPr="004A50B5">
        <w:rPr>
          <w:rtl/>
          <w:lang w:bidi="fa-IR"/>
        </w:rPr>
        <w:lastRenderedPageBreak/>
        <w:t>خواست نگفت اول مرا آزاد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بعد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خواب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اما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خواستند او را آزاد کنند و به او رتبه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واگذار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زنان</w:t>
      </w:r>
      <w:r w:rsidRPr="004A50B5">
        <w:rPr>
          <w:rtl/>
          <w:lang w:bidi="fa-IR"/>
        </w:rPr>
        <w:t xml:space="preserve"> اشراف مصر را بطلب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آنان بپرس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خانه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من سوء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احساس کردند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زنان مصر مخصوصاً زل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خا</w:t>
      </w:r>
      <w:r w:rsidRPr="004A50B5">
        <w:rPr>
          <w:rtl/>
          <w:lang w:bidi="fa-IR"/>
        </w:rPr>
        <w:t xml:space="preserve"> و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بر پاکدامن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شهادت دادند ، گفت :</w:t>
      </w:r>
    </w:p>
    <w:p w:rsidR="004A50B5" w:rsidRPr="002C13B6" w:rsidRDefault="002C13B6" w:rsidP="002C13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2C13B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1 ، ص 433 .</w:t>
      </w:r>
    </w:p>
    <w:p w:rsidR="004A50B5" w:rsidRPr="004A50B5" w:rsidRDefault="004A50B5" w:rsidP="002C13B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1 ، ص 433 .</w:t>
      </w:r>
    </w:p>
    <w:p w:rsidR="004A50B5" w:rsidRPr="004A50B5" w:rsidRDefault="004A50B5" w:rsidP="002C13B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3- 3)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:ج 1 ،ص 41 .</w:t>
      </w:r>
    </w:p>
    <w:p w:rsidR="004A50B5" w:rsidRPr="004A50B5" w:rsidRDefault="004A50B5" w:rsidP="002C13B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4- 4)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1 ، ص41 .</w:t>
      </w:r>
    </w:p>
    <w:p w:rsidR="004A50B5" w:rsidRPr="004A50B5" w:rsidRDefault="002C13B6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غرضم</w:t>
      </w:r>
      <w:r w:rsidR="004A50B5" w:rsidRPr="004A50B5">
        <w:rPr>
          <w:rtl/>
          <w:lang w:bidi="fa-IR"/>
        </w:rPr>
        <w:t xml:space="preserve">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کار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بود که عز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بداند من در نهان به 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نکردم و در حق ناموس او نظر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نداشتم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جمال الد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اسدآباد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کتاب خود علت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تکامل جامعه را امانت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جامعه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حافظ اسرار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است ،و به موقع در اداء امانت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توجه کرد که کارگردانان امور اجتماع ، و سران ملت ، و آنان که عهده د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امور مردمند مخصوصاً پاسداران آب و خاک که همه از دسترنج ملت ارتزاق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بدانند که از طرف ملت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هستند چه ملت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بداند و چه نداند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حفظ تمام امانت ها که مال و آبرو ، و ناموس ، و آب و خاک است بکوشند ، و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برنا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نشوند ، و اگر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شناختند دست آلوده و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دش</w:t>
      </w:r>
      <w:r w:rsidRPr="004A50B5">
        <w:rPr>
          <w:rtl/>
          <w:lang w:bidi="fa-IR"/>
        </w:rPr>
        <w:t xml:space="preserve"> را از سر ملت کوتاه کنند تا عبرت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باشد ، مبارزه با خائن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باعث سربلند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ملت و دولت است ، و با برچ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شدن دست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خائن فرد فرد ملت به حقوق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رسند .</w:t>
      </w: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هر شأن و مقام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اداره امور است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خود را به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امانت و مبارزه با خائن موظف بداند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ملت در حوزه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آسا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قرار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در 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بد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به داستان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زمان محمود غزنو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اتفاق افتاد توجه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داستان نکات ارزنده ت</w:t>
      </w:r>
      <w:r w:rsidRPr="004A50B5">
        <w:rPr>
          <w:rFonts w:hint="eastAsia"/>
          <w:rtl/>
          <w:lang w:bidi="fa-IR"/>
        </w:rPr>
        <w:t>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استفاده کرده بکار بند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2C13B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شهر</w:t>
      </w:r>
      <w:r w:rsidRPr="004A50B5">
        <w:rPr>
          <w:rtl/>
          <w:lang w:bidi="fa-IR"/>
        </w:rPr>
        <w:t xml:space="preserve"> غزن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شب فرو رفته بود ، و در آرامش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، مردم همه در خواب ناز و استراحت بودند ، اما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 مردم فقط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انسان با وجدان و زنده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بود که خوابش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 و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 ،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ناراحت بود و دائم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  <w:r w:rsidRPr="004A50B5">
        <w:rPr>
          <w:rtl/>
          <w:lang w:bidi="fa-IR"/>
        </w:rPr>
        <w:cr/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خوابم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؟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مظلوم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مورد ستم قرار گرفته باشد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ظلمت شب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حالش مطلع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تا به دادش برسد ، بر من است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مشکل</w:t>
      </w:r>
      <w:r w:rsidR="002C13B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جستجو</w:t>
      </w:r>
      <w:r w:rsidRPr="004A50B5">
        <w:rPr>
          <w:rtl/>
          <w:lang w:bidi="fa-IR"/>
        </w:rPr>
        <w:t xml:space="preserve"> کرده و راه اصلاحش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محمود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افرادش دستور داد : تمام شهر را گردش کن و کاملاً توجه داشته نما که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گوش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نه ، اگر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مشاهده کر</w:t>
      </w:r>
      <w:r w:rsidR="002C13B6">
        <w:rPr>
          <w:rFonts w:hint="cs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به همراه خود نزد من آر .</w:t>
      </w: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فرستاده</w:t>
      </w:r>
      <w:r w:rsidRPr="004A50B5">
        <w:rPr>
          <w:rtl/>
          <w:lang w:bidi="fa-IR"/>
        </w:rPr>
        <w:t xml:space="preserve"> سلطان پس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گردش سطح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برگشت و به عرض محمود رساند :</w:t>
      </w:r>
      <w:r w:rsidR="002C13B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در شهر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افتم</w:t>
      </w:r>
      <w:r w:rsidRPr="004A50B5">
        <w:rPr>
          <w:rtl/>
          <w:lang w:bidi="fa-IR"/>
        </w:rPr>
        <w:t xml:space="preserve"> ، خاطر خط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ملوکانه از هر جهت آسوده باشد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سلطان</w:t>
      </w:r>
      <w:r w:rsidRPr="004A50B5">
        <w:rPr>
          <w:rtl/>
          <w:lang w:bidi="fa-IR"/>
        </w:rPr>
        <w:t xml:space="preserve"> به بستر رفت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استراحت آماده شد ، اما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وجدانش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،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دگانش</w:t>
      </w:r>
      <w:r w:rsidRPr="004A50B5">
        <w:rPr>
          <w:rtl/>
          <w:lang w:bidi="fa-IR"/>
        </w:rPr>
        <w:t xml:space="preserve"> از خواب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هراسد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دانست</w:t>
      </w:r>
      <w:r w:rsidRPr="004A50B5">
        <w:rPr>
          <w:rtl/>
          <w:lang w:bidi="fa-IR"/>
        </w:rPr>
        <w:t xml:space="preserve"> که مأمورش در تجسس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جستجو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خودش از کاخ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رود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ناچار از کاخ خارج شد ، به آرام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 ، و به هر گوشه و کنار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انداخت و به هر صدا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دقت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ناگاه</w:t>
      </w:r>
      <w:r w:rsidRPr="004A50B5">
        <w:rPr>
          <w:rtl/>
          <w:lang w:bidi="fa-IR"/>
        </w:rPr>
        <w:t xml:space="preserve">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مظلومانه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گوش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مسجد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توجهش را جلب کرد ، محمود به دنبال آن صدا وارد مسجد شد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ناراحت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افسردگ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ناله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با کمال زار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بدرگاه حضرت حق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تو را خواب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و آن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بندگانت غافل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بدان که محمود بارگاهش را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بسته و با محبوبانش در حرم </w:t>
      </w:r>
      <w:r w:rsidRPr="004A50B5">
        <w:rPr>
          <w:rtl/>
          <w:lang w:bidi="fa-IR"/>
        </w:rPr>
        <w:lastRenderedPageBreak/>
        <w:t>سرا به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عشرت است ، خداوندا ! محمود غزنو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ناله دردمندان و به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در کاخ خود بسر بر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خبر از حال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فان</w:t>
      </w:r>
      <w:r w:rsidRPr="004A50B5">
        <w:rPr>
          <w:rtl/>
          <w:lang w:bidi="fa-IR"/>
        </w:rPr>
        <w:t xml:space="preserve">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سلطان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زد : ناله مکن ، محمود غزنو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هستم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گرفتار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آمده ام مطلب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با من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بگذار .</w:t>
      </w: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سلطان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افسران ناپاکت که از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کان</w:t>
      </w:r>
      <w:r w:rsidRPr="004A50B5">
        <w:rPr>
          <w:rtl/>
          <w:lang w:bidi="fa-IR"/>
        </w:rPr>
        <w:t xml:space="preserve"> توست هر شب به خانه من وارد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با سوءاستفاده از قدرت تو دامن ناموس مرا به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</w:t>
      </w:r>
      <w:r w:rsidR="002C13B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با زور و جبر به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پاک عفت و عصمت من تجاوز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محمود</w:t>
      </w:r>
      <w:r w:rsidRPr="004A50B5">
        <w:rPr>
          <w:rtl/>
          <w:lang w:bidi="fa-IR"/>
        </w:rPr>
        <w:t xml:space="preserve"> سخت برآشفت و متأثر شد ، آن گاه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الآن در خان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توست ؟</w:t>
      </w: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باشد 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رفته باشد ، سلطان با ن</w:t>
      </w:r>
      <w:r w:rsidR="002C13B6">
        <w:rPr>
          <w:rFonts w:hint="cs"/>
          <w:rtl/>
          <w:lang w:bidi="fa-IR"/>
        </w:rPr>
        <w:t>ار</w:t>
      </w:r>
      <w:r w:rsidRPr="004A50B5">
        <w:rPr>
          <w:rtl/>
          <w:lang w:bidi="fa-IR"/>
        </w:rPr>
        <w:t>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غضب به آن مرد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هرگاه</w:t>
      </w:r>
      <w:r w:rsidRPr="004A50B5">
        <w:rPr>
          <w:rtl/>
          <w:lang w:bidi="fa-IR"/>
        </w:rPr>
        <w:t xml:space="preserve"> به سرا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آمد مرا خبر کن ، سپس به کاخ برگشت و به نگهبانان قصر گفت : هرگاه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بخواهد مرا ملاقات کند از ورودش مانع نشو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آن شب گذشت ، شبانگاه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آن افسر خائن و آن عنصر ناپاک و پست که دولت او را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جان و ناموس و مال مردم قرار داده بود ، و ا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هم روز گرفتن دانشنامه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استقامت در کار قسم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بود به سراغ آن خانه رفت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C13B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مرد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به محمود رساند و از ورود آن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تکار</w:t>
      </w:r>
      <w:r w:rsidRPr="004A50B5">
        <w:rPr>
          <w:rtl/>
          <w:lang w:bidi="fa-IR"/>
        </w:rPr>
        <w:t xml:space="preserve"> خبر داد ، پادشاه از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برخاست و با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شرربار خود را به خانه درانداخت و افسر متجاوز را در بستر آن زن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دفاع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صاحبخانه گفت : چراغ را خاموش کن ، سپس با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 و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ضربت مردانه آن افسر را در رختخواب کشت ، آن گاه فرمان داد که چراغ را روشن کن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 و با دقت به صورت مقتول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شد ، بلافاصله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افتاد و سجده شکر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سپس به صاحبخانه گفت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خانه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نان خشک و نامطبوع که سلطان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از آن تناول کند ، گفت :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</w:t>
      </w:r>
      <w:r w:rsidRPr="004A50B5">
        <w:rPr>
          <w:rtl/>
          <w:lang w:bidi="fa-IR"/>
        </w:rPr>
        <w:t xml:space="preserve"> ، صاحبخانه غذا حاضر کرد ، محمود با رغبت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چه تمام تر نان خشک را خورد ، رع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صفا را از محمود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عرض کرد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اجازه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مطلب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حضورتان سؤال کنم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محمود</w:t>
      </w:r>
      <w:r w:rsidRPr="004A50B5">
        <w:rPr>
          <w:rtl/>
          <w:lang w:bidi="fa-IR"/>
        </w:rPr>
        <w:t xml:space="preserve"> با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محبت گفت : بپرس ، عرض کرد : دستور خاموش کردن چراغ و سپس روشن کردن آن و سجده شکر و خوردن نان خشک در خانه رع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بود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سلطان</w:t>
      </w:r>
      <w:r w:rsidRPr="004A50B5">
        <w:rPr>
          <w:rtl/>
          <w:lang w:bidi="fa-IR"/>
        </w:rPr>
        <w:t xml:space="preserve"> محمود که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شکسته دل بدست آورد ، و خاطره تلخ گذشته را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ادش</w:t>
      </w:r>
      <w:r w:rsidRPr="004A50B5">
        <w:rPr>
          <w:rtl/>
          <w:lang w:bidi="fa-IR"/>
        </w:rPr>
        <w:t xml:space="preserve"> ببرد با کمال مهر گفت :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که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اول</w:t>
      </w:r>
      <w:r w:rsidRPr="004A50B5">
        <w:rPr>
          <w:rtl/>
          <w:lang w:bidi="fa-IR"/>
        </w:rPr>
        <w:t xml:space="preserve"> :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تجاوز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افسر مطلع شدم ، با خود فکر کردم که در زمان حکومت من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جرأت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واقعه را ندارد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فرزند من باشد ، گفتم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چراغ</w:t>
      </w:r>
      <w:r w:rsidRPr="004A50B5">
        <w:rPr>
          <w:rtl/>
          <w:lang w:bidi="fa-IR"/>
        </w:rPr>
        <w:t xml:space="preserve"> را خاموش کن که اگر فرزندم باشد مهر پدر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 از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عدالت باز ندارد ، چون از انجام مقصود فارغ شدم گفتم چراغ را روشن کن تا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از خاندان من نبود خدا را سجده کردم که ساحت خانواده من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پاک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دوم</w:t>
      </w:r>
      <w:r w:rsidRPr="004A50B5">
        <w:rPr>
          <w:rtl/>
          <w:lang w:bidi="fa-IR"/>
        </w:rPr>
        <w:t xml:space="preserve"> : من از هنگام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داستان اسف بار با خود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بستم که لب به خوردن نزنم تا داد تو را از آن ستمگر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رم</w:t>
      </w:r>
      <w:r w:rsidRPr="004A50B5">
        <w:rPr>
          <w:rtl/>
          <w:lang w:bidi="fa-IR"/>
        </w:rPr>
        <w:t xml:space="preserve"> 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از شب گذشته تا هم اکنون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من نرس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بود ، در شدت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بردم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نان خشک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خوردم از غذا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کاخ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لذ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ذتر</w:t>
      </w:r>
      <w:r w:rsidRPr="004A50B5">
        <w:rPr>
          <w:rtl/>
          <w:lang w:bidi="fa-IR"/>
        </w:rPr>
        <w:t xml:space="preserve">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حوزه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اسلام در مرحله اخلاق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درس امانت داده شده و مسئله آن قدر مهم است که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اداء</w:t>
      </w:r>
      <w:r w:rsidRPr="004A50B5">
        <w:rPr>
          <w:rtl/>
          <w:lang w:bidi="fa-IR"/>
        </w:rPr>
        <w:t xml:space="preserve"> امانت جلب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:چه گمان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 من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همه به رسول خدا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آورده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از همه با او صم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نشان داده ام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مرام مقدسش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پا خواهم گذاشت ، گمان مکن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من از احکام قرآن سرپ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خواهم کرد ، حاشا تا آن روز که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راهن</w:t>
      </w:r>
      <w:r w:rsidRPr="004A50B5">
        <w:rPr>
          <w:rtl/>
          <w:lang w:bidi="fa-IR"/>
        </w:rPr>
        <w:t xml:space="preserve"> کفن در محکمه عدل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قدم بگذارم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و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که دست تجاوز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آلوده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برآم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است</w:t>
      </w:r>
      <w:r w:rsidRPr="004A50B5">
        <w:rPr>
          <w:rtl/>
          <w:lang w:bidi="fa-IR"/>
        </w:rPr>
        <w:t xml:space="preserve"> ، به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قسم اگر حسن و 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ناحق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ازارند</w:t>
      </w:r>
      <w:r w:rsidRPr="004A50B5">
        <w:rPr>
          <w:rtl/>
          <w:lang w:bidi="fa-IR"/>
        </w:rPr>
        <w:t xml:space="preserve"> تا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ستم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بربا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با همان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که بت پرستان را از مرکب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سرنگون کرده ام جواب نوادگان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را خواهم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اکنون</w:t>
      </w:r>
      <w:r w:rsidRPr="004A50B5">
        <w:rPr>
          <w:rtl/>
          <w:lang w:bidi="fa-IR"/>
        </w:rPr>
        <w:t xml:space="preserve"> شما ، شما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اشراف و بزرگان عرب ، شما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سرداران سپاه اگر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روش پا بپا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حرکت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گرنه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تکاران</w:t>
      </w:r>
      <w:r w:rsidRPr="004A50B5">
        <w:rPr>
          <w:rtl/>
          <w:lang w:bidi="fa-IR"/>
        </w:rPr>
        <w:t xml:space="preserve"> و حکام ستمگر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هرگز امانت را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الود</w:t>
      </w:r>
      <w:r w:rsidRPr="004A50B5">
        <w:rPr>
          <w:rtl/>
          <w:lang w:bidi="fa-IR"/>
        </w:rPr>
        <w:t xml:space="preserve"> ، او در تمام جوانب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نسبت به خود ، و چه نسبت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شعله گذشت زمان او را نسوخت ،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نامش را به امانت نگاه داشته تا در هر عصر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گوهر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همتا را به عنوان الگو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نسل بشر همچون امانت داران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اداء امانت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عرضه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2D448E" w:rsidP="002D448E">
      <w:pPr>
        <w:pStyle w:val="Heading2"/>
        <w:rPr>
          <w:rtl/>
        </w:rPr>
      </w:pPr>
      <w:r>
        <w:rPr>
          <w:rtl/>
        </w:rPr>
        <w:br w:type="page"/>
      </w:r>
      <w:bookmarkStart w:id="76" w:name="_Toc500835271"/>
      <w:bookmarkStart w:id="77" w:name="_Toc500835440"/>
      <w:r w:rsidR="004A50B5" w:rsidRPr="004A50B5">
        <w:rPr>
          <w:rFonts w:hint="eastAsia"/>
          <w:rtl/>
        </w:rPr>
        <w:lastRenderedPageBreak/>
        <w:t>عدم</w:t>
      </w:r>
      <w:r w:rsidR="004A50B5" w:rsidRPr="004A50B5">
        <w:rPr>
          <w:rtl/>
        </w:rPr>
        <w:t xml:space="preserve"> دخالت ب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جا</w:t>
      </w:r>
      <w:bookmarkEnd w:id="76"/>
      <w:bookmarkEnd w:id="7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بدون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: دخالت کردن در آنچه در تخصص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گناهان بزرگ و در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امور از گناهان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بخشش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قابل شماره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اگر انسان در تمام مسائل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از حدود خود تجاوز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بلاها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بانش</w:t>
      </w:r>
      <w:r w:rsidRPr="004A50B5">
        <w:rPr>
          <w:rtl/>
          <w:lang w:bidi="fa-IR"/>
        </w:rPr>
        <w:t xml:space="preserve">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 .</w:t>
      </w:r>
    </w:p>
    <w:p w:rsidR="004A50B5" w:rsidRPr="004A50B5" w:rsidRDefault="004A50B5" w:rsidP="002D44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جامعه ما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مرض مهلک و آتش سوزنده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حاکم بر تمام طبقات باشد ، 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برنامه در امان نبوده اند ، باز هم در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دخالت کنند صاحب نظر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.</w:t>
      </w:r>
      <w:r w:rsidR="002D44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خود شاهد مرگ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 بود</w:t>
      </w:r>
      <w:r w:rsidR="002D448E">
        <w:rPr>
          <w:rFonts w:hint="cs"/>
          <w:rtl/>
          <w:lang w:bidi="fa-IR"/>
        </w:rPr>
        <w:t>م</w:t>
      </w:r>
      <w:r w:rsidRPr="004A50B5">
        <w:rPr>
          <w:rtl/>
          <w:lang w:bidi="fa-IR"/>
        </w:rPr>
        <w:t xml:space="preserve"> که بر اثر دخالت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 و عطار سر</w:t>
      </w:r>
      <w:r w:rsidR="002D44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محله</w:t>
      </w:r>
      <w:r w:rsidRPr="004A50B5">
        <w:rPr>
          <w:rtl/>
          <w:lang w:bidi="fa-IR"/>
        </w:rPr>
        <w:t xml:space="preserve"> بر اثر طبابت نابجا جان باخت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معمولاً</w:t>
      </w:r>
      <w:r w:rsidRPr="004A50B5">
        <w:rPr>
          <w:rtl/>
          <w:lang w:bidi="fa-IR"/>
        </w:rPr>
        <w:t xml:space="preserve"> در مهمان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مجالس دوستانه ، شرکت کنندگان به خود حق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که در هنگام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آمدن سخن در تمام مسائل اظهار نظر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شده که مردم عوام در مسئله مرجع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،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، خانواده ،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داخل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خارج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اوضاع جهان ، امر بهداشت ، مسئله طب ، اجناس بازار ، اوضاع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مسائل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...در همه جا و نزد همه کس اظهار نظر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هر فرد جامعه ما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برابر با تمام ابعاد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نوع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</w:t>
      </w:r>
      <w:r w:rsidRPr="004A50B5">
        <w:rPr>
          <w:rtl/>
          <w:lang w:bidi="fa-IR"/>
        </w:rPr>
        <w:t xml:space="preserve">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lastRenderedPageBreak/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 و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دعوت از مردم است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آنچه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حق آنهاست وارد نشوند ، دخالت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متخصص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امر تخصص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کمال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انصاف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خواهم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بدهم ، تنها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 شدن مسئله به ذکر دو جهت اکتفاء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اول</w:t>
      </w:r>
      <w:r w:rsidRPr="004A50B5">
        <w:rPr>
          <w:rtl/>
          <w:lang w:bidi="fa-IR"/>
        </w:rPr>
        <w:t xml:space="preserve"> :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ضامن سعادت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است ، و به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توجه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جامعه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به مقررات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جامعه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ملت است ،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کراراً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موضوع را گوشزد نموده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اسلام هم نمونه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جامعه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صدر اول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نکه بتوان جامعه را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به اصول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راه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شناساندن اسلام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کرد ، در صورت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درست و شناساندن اسلام به همان معنا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هست جامعه به مقتضا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فطرت و عقل سالم به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پس از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کوتاه ا</w:t>
      </w:r>
      <w:r w:rsidRPr="004A50B5">
        <w:rPr>
          <w:rFonts w:hint="eastAsia"/>
          <w:rtl/>
          <w:lang w:bidi="fa-IR"/>
        </w:rPr>
        <w:t>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سالم و پرثمر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داشت .</w:t>
      </w:r>
    </w:p>
    <w:p w:rsidR="004A50B5" w:rsidRPr="004A50B5" w:rsidRDefault="004A50B5" w:rsidP="002D44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اگر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معلم و مبلغ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به لباس معلم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جلوه کند و در</w:t>
      </w:r>
      <w:r w:rsidR="002D44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خود بو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اسلام نبرده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نمونه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ساده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اسلام را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کند به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اسلام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چه ضربه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جبران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اسلام و به جامعه وارد خواهد کرد ،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ضرر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متوجه 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ن و قرآن است فرار جامعه به خصوص نسل جوان از اصول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امروز در تمام ممالک اسلام خصوصاً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، جامعه گرفتار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D44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لباس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برخ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لباس مداح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و آل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هم چون دزدان سر گردنه ، بر سر راه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نشسته ، و با پول خود جامعه عمر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حملات ناجوانمردانه دارند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منافات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ندارد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افراد خوب باشد ،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برخورد و کردار ، و د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خواندن نماز ، گرفتن روزه ، حج رفتن ، و اطعام کردن مسئله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قرار گرفتن بر مسند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مسئله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.</w:t>
      </w:r>
      <w:r w:rsidR="002D44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دخالت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جاست</w:t>
      </w:r>
      <w:r w:rsidRPr="004A50B5">
        <w:rPr>
          <w:rtl/>
          <w:lang w:bidi="fa-IR"/>
        </w:rPr>
        <w:t xml:space="preserve"> که جهات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از نظر خدا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اندازد و اعمال آنان را حبط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گمراه کردن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نفر به خاطر دخالت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</w:t>
      </w:r>
      <w:r w:rsidRPr="004A50B5">
        <w:rPr>
          <w:rtl/>
          <w:lang w:bidi="fa-IR"/>
        </w:rPr>
        <w:t xml:space="preserve"> در امر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برابر گمراه کردن تمام انسان هاست ، چه برسد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انسان در طول عمرش متوقف کرده و از راه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دا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تر از کار غلط و نابجا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سکوت مردم مسلمان است ، سکوت همگان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بالاتر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مقام گرفته تا گمنام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مسلمان ،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قرار گرفتن افراد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متخصص را به کرس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نگرند همه و همه ساکتند ،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زخم برداشتن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</w:t>
      </w:r>
      <w:r w:rsidRPr="004A50B5">
        <w:rPr>
          <w:rtl/>
          <w:lang w:bidi="fa-IR"/>
        </w:rPr>
        <w:t xml:space="preserve"> قرآن و جامعه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لذت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.</w:t>
      </w:r>
      <w:r w:rsidRPr="004A50B5">
        <w:rPr>
          <w:rtl/>
          <w:lang w:bidi="fa-IR"/>
        </w:rPr>
        <w:cr/>
      </w:r>
      <w:r w:rsidRPr="004A50B5">
        <w:rPr>
          <w:rFonts w:hint="eastAsia"/>
          <w:rtl/>
          <w:lang w:bidi="fa-IR"/>
        </w:rPr>
        <w:t>دوم</w:t>
      </w:r>
      <w:r w:rsidRPr="004A50B5">
        <w:rPr>
          <w:rtl/>
          <w:lang w:bidi="fa-IR"/>
        </w:rPr>
        <w:t xml:space="preserve"> : آگاه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خداوند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اکمال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و اتمام نعمتش بر جامعه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پس از بازداشت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از حج</w:t>
      </w:r>
      <w:r w:rsidR="002D448E">
        <w:rPr>
          <w:rFonts w:hint="cs"/>
          <w:rtl/>
          <w:lang w:bidi="fa-IR"/>
        </w:rPr>
        <w:t xml:space="preserve">ه </w:t>
      </w:r>
      <w:r w:rsidRPr="004A50B5">
        <w:rPr>
          <w:rtl/>
          <w:lang w:bidi="fa-IR"/>
        </w:rPr>
        <w:t>الوداع ، فرمان داد :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بعد از خود جهت سرپرست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امور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را به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پس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انسان دوره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است و هم او بود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توانست پس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نسبت به جامعه عهده دار بر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رسول اکرم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مسئله</w:t>
      </w:r>
      <w:r w:rsidRPr="004A50B5">
        <w:rPr>
          <w:rtl/>
          <w:lang w:bidi="fa-IR"/>
        </w:rPr>
        <w:t xml:space="preserve">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حضرت را کتب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و سن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که در طول 14 قرن نوشته شده ضبط کرده ، و تمام جوانب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را با دقت کامل در نوشته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آورده اند ،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خلافت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 چون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قرآن و نبوت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بزرگ است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اکثر کتب اهل تسنن از قول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با سند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نقل کرده اند که منکر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ولا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خلافت او ، کافر است </w:t>
      </w:r>
      <w:r w:rsidRPr="00D3313A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D3313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کمال تأسف ، پس از درگذشت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، حسد حاسد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طاغ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ظلم ظالم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تجاوز متجاوز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معاند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خائن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نگذاشت آنکه متخصص در امر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راهبر جامعه شود ، با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سق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کرس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حکومت را به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واگذار کردند که از سواد خواندن و </w:t>
      </w:r>
      <w:r w:rsidRPr="004A50B5">
        <w:rPr>
          <w:rFonts w:hint="eastAsia"/>
          <w:rtl/>
          <w:lang w:bidi="fa-IR"/>
        </w:rPr>
        <w:t>نوشتن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بودند ، و آنان بنا به قول فاطمه زهرا </w:t>
      </w:r>
      <w:r w:rsidR="00D3313A" w:rsidRPr="00D3313A">
        <w:rPr>
          <w:rStyle w:val="libAlaemChar"/>
          <w:rFonts w:eastAsiaTheme="minorHAnsi"/>
          <w:rtl/>
        </w:rPr>
        <w:t>عليها‌السلام</w:t>
      </w:r>
      <w:r w:rsidR="00D3313A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4A50B5">
        <w:rPr>
          <w:rtl/>
          <w:lang w:bidi="fa-IR"/>
        </w:rPr>
        <w:t>در خطبه مسجد جامعه را به انحراف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و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از اصول و قواعد اسلام دور کردند </w:t>
      </w:r>
      <w:r w:rsidRPr="00D3313A">
        <w:rPr>
          <w:rStyle w:val="libFootnotenumChar"/>
          <w:rtl/>
        </w:rPr>
        <w:t>(2)</w:t>
      </w:r>
      <w:r w:rsidRPr="004A50B5">
        <w:rPr>
          <w:rtl/>
          <w:lang w:bidi="fa-IR"/>
        </w:rPr>
        <w:t xml:space="preserve"> ، زاو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انحراف در حکومت عثمان و پس از او در حکومت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عباس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تلخ سق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بودند گ</w:t>
      </w:r>
      <w:r w:rsidRPr="004A50B5">
        <w:rPr>
          <w:rFonts w:hint="eastAsia"/>
          <w:rtl/>
          <w:lang w:bidi="fa-IR"/>
        </w:rPr>
        <w:t>سترده</w:t>
      </w:r>
      <w:r w:rsidRPr="004A50B5">
        <w:rPr>
          <w:rtl/>
          <w:lang w:bidi="fa-IR"/>
        </w:rPr>
        <w:t xml:space="preserve"> تر شد ،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بنا به قول رسول اکرم از اسلام جز اسم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قرآن جز رسم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اکثر توده مسلمان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دخالت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</w:t>
      </w:r>
      <w:r w:rsidRPr="004A50B5">
        <w:rPr>
          <w:rtl/>
          <w:lang w:bidi="fa-IR"/>
        </w:rPr>
        <w:t xml:space="preserve"> علاوه بر گناه کب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بودنش از نظر حق قابل عفو و اغماض و 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نمونه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تجاوز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اصول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</w:p>
    <w:p w:rsidR="004A50B5" w:rsidRPr="00D3313A" w:rsidRDefault="00D3313A" w:rsidP="00D3313A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D3313A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بحر المناقب خط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ص44 - مناقب ابن المفازل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- کنوز الحقائق : ص 156 . -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الموده : ص 181 . - ارجح المطالب : ص 34 . -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مدارک با احاد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ثش</w:t>
      </w:r>
      <w:r w:rsidRPr="004A50B5">
        <w:rPr>
          <w:rtl/>
          <w:lang w:bidi="fa-IR"/>
        </w:rPr>
        <w:t xml:space="preserve"> که کفر منکر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 از ملحقات احقاق الحق : ج 7 ، ص 330 گرفته شده .</w:t>
      </w:r>
    </w:p>
    <w:p w:rsidR="004A50B5" w:rsidRPr="004A50B5" w:rsidRDefault="004A50B5" w:rsidP="00D3313A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کشف الغمه : ج 2 ، ص 106 .</w:t>
      </w:r>
    </w:p>
    <w:p w:rsidR="004A50B5" w:rsidRPr="004A50B5" w:rsidRDefault="00D3313A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آورد</w:t>
      </w:r>
      <w:r w:rsidR="004A50B5" w:rsidRPr="004A50B5">
        <w:rPr>
          <w:rtl/>
          <w:lang w:bidi="fa-IR"/>
        </w:rPr>
        <w:t xml:space="preserve"> ؟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مفضول را بر فاضل ترج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tl/>
          <w:lang w:bidi="fa-IR"/>
        </w:rPr>
        <w:t xml:space="preserve"> دادن</w:t>
      </w:r>
      <w:r w:rsidR="004A50B5" w:rsidRPr="00D3313A">
        <w:rPr>
          <w:rStyle w:val="libFootnotenumChar"/>
          <w:rtl/>
        </w:rPr>
        <w:t xml:space="preserve"> (1)</w:t>
      </w:r>
      <w:r w:rsidR="004A50B5" w:rsidRPr="004A50B5">
        <w:rPr>
          <w:rtl/>
          <w:lang w:bidi="fa-IR"/>
        </w:rPr>
        <w:t xml:space="preserve"> خلاف عقل و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 وجدان و علم و انسان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صورت هر انسان با</w:t>
      </w:r>
      <w:r w:rsidR="00D3313A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وجدان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آخر عمر توجه داشته باشد که از دخالت کردن در امور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مربوط به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به خاطر نور حکمت و فروغ معرفت در تمام عمر از دخالت کردن در مسائل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مربوط به او نبود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داشت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که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حکمت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همگان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از آن کمال بهره را برده ، خود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در ضلالت و گمرا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ندازند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D3313A" w:rsidP="00D3313A">
      <w:pPr>
        <w:pStyle w:val="Heading2"/>
        <w:rPr>
          <w:rtl/>
        </w:rPr>
      </w:pPr>
      <w:r>
        <w:rPr>
          <w:rtl/>
        </w:rPr>
        <w:br w:type="page"/>
      </w:r>
      <w:bookmarkStart w:id="78" w:name="_Toc500835272"/>
      <w:bookmarkStart w:id="79" w:name="_Toc500835441"/>
      <w:r w:rsidR="004A50B5" w:rsidRPr="004A50B5">
        <w:rPr>
          <w:rFonts w:hint="eastAsia"/>
          <w:rtl/>
        </w:rPr>
        <w:lastRenderedPageBreak/>
        <w:t>فروبستن</w:t>
      </w:r>
      <w:r w:rsidR="004A50B5" w:rsidRPr="004A50B5">
        <w:rPr>
          <w:rtl/>
        </w:rPr>
        <w:t xml:space="preserve"> 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ده</w:t>
      </w:r>
      <w:r w:rsidR="004A50B5" w:rsidRPr="004A50B5">
        <w:rPr>
          <w:rtl/>
        </w:rPr>
        <w:t xml:space="preserve"> از حرام</w:t>
      </w:r>
      <w:bookmarkEnd w:id="78"/>
      <w:bookmarkEnd w:id="7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علم و تکنولوژ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آمده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 ، با آنکه مفهوم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تعمداً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مردم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فراموش شده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هم چون مفاه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مکان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معلومات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بلاشک هنوز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در اجتماع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 برخورد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اجتماعات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وغ</w:t>
      </w:r>
      <w:r w:rsidRPr="004A50B5">
        <w:rPr>
          <w:rtl/>
          <w:lang w:bidi="fa-IR"/>
        </w:rPr>
        <w:t xml:space="preserve">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وجودش اکس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D3313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اجتماعات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اولو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اقتصاد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شناسند به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اصولاً خواهان اطاعت از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انسان خود را در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کرد ، کاملاً از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سخن به گزاف گفته شده باشد،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ما رابه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و تمام فعّال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را بر وفق نظم ساختمان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آنها اداره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اختلالات و آشفتگ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ضعف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معلول فقدان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است.</w:t>
      </w:r>
    </w:p>
    <w:p w:rsidR="004A50B5" w:rsidRPr="00D3313A" w:rsidRDefault="00D3313A" w:rsidP="00D331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D3313A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شرح ابن 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ج1 ، ص3 .</w:t>
      </w:r>
    </w:p>
    <w:p w:rsidR="004A50B5" w:rsidRPr="004A50B5" w:rsidRDefault="00D3313A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فض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لت</w:t>
      </w:r>
      <w:r w:rsidR="004A50B5" w:rsidRPr="004A50B5">
        <w:rPr>
          <w:rtl/>
          <w:lang w:bidi="fa-IR"/>
        </w:rPr>
        <w:t xml:space="preserve"> به علت غلط رفتار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بعض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کوته نظران اشتهار بد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افته</w:t>
      </w:r>
      <w:r w:rsidR="004A50B5" w:rsidRPr="004A50B5">
        <w:rPr>
          <w:rtl/>
          <w:lang w:bidi="fa-IR"/>
        </w:rPr>
        <w:t xml:space="preserve"> و آن را با سالوس و تعصب و خشونت و فضل فروش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اشتباه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.</w:t>
      </w:r>
    </w:p>
    <w:p w:rsidR="004A50B5" w:rsidRPr="004A50B5" w:rsidRDefault="004A50B5" w:rsidP="00D3313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واقع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، جوانمرد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روشنا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حفظ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،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D3313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همان</w:t>
      </w:r>
      <w:r w:rsidRPr="004A50B5">
        <w:rPr>
          <w:rtl/>
          <w:lang w:bidi="fa-IR"/>
        </w:rPr>
        <w:t xml:space="preserve">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ختن</w:t>
      </w:r>
      <w:r w:rsidRPr="004A50B5">
        <w:rPr>
          <w:rtl/>
          <w:lang w:bidi="fa-IR"/>
        </w:rPr>
        <w:t xml:space="preserve"> آب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موتور احتراق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افزودن شن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روغن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جنون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اخلاق لذت ،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گرفته ، 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مردم متمدن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نظر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به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آقا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رومن به طور حتم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شد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الزام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متق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منحصراً بستگ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نفع و لذت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انسان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پشت پا بزند ،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خود و نسل کشورش را در معرض تباه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مرگ رها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چنانچه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آلوده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خانواده و اجتماع تمام افراد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، و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فرد به تمام جامعه لطمه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، همان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برخوردار است به اجتماع سود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. تحمل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زشت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اشتباه خطرناک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هر کس آزاد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خود رفتار کند ،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مرتکب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اعتدال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تنبل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افتراء و گناهان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خطاکار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نظر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D3313A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اعضا و جوارح انسان چشم از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عضو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مناظر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، انسان را به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هدف که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با خداست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عضو است که با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مناظر ممنوع ،</w:t>
      </w:r>
    </w:p>
    <w:p w:rsidR="004A50B5" w:rsidRPr="00D3313A" w:rsidRDefault="00D3313A" w:rsidP="00D3313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D3313A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راه و رسم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به نحو انتخاب جملات مورد نظر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خصوصاً</w:t>
      </w:r>
      <w:r w:rsidRPr="004A50B5">
        <w:rPr>
          <w:rtl/>
          <w:lang w:bidi="fa-IR"/>
        </w:rPr>
        <w:t xml:space="preserve"> نظرباز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غرق در شهوات نابجا کرده و انسان را وادار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دل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 سر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دهد .</w:t>
      </w:r>
    </w:p>
    <w:p w:rsidR="004A50B5" w:rsidRPr="004A50B5" w:rsidRDefault="004A50B5" w:rsidP="00D3313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قسمت</w:t>
      </w:r>
      <w:r w:rsidRPr="004A50B5">
        <w:rPr>
          <w:rtl/>
          <w:lang w:bidi="fa-IR"/>
        </w:rPr>
        <w:t xml:space="preserve"> اعظم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روابط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جهان چشم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هر گاه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انسان از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منحرف شود سبب سقوط در انواع گناهان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مشاهداتش محرم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در سلامت انسان ، مخصوصاً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اعضاء و جوارح علت تامه است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مناسب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طرف انسان جلب کند .</w:t>
      </w:r>
      <w:r w:rsidR="00D3313A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انسان آن گاه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وسعت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از حرام فرو بسته گردد ، اما اگر چشم لاابال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هر چه را دل بخواهد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انتظار روز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 .</w:t>
      </w:r>
      <w:r w:rsidRPr="004A50B5">
        <w:rPr>
          <w:rFonts w:hint="eastAsia"/>
          <w:rtl/>
          <w:lang w:bidi="fa-IR"/>
        </w:rPr>
        <w:t>گناه</w:t>
      </w:r>
      <w:r w:rsidRPr="004A50B5">
        <w:rPr>
          <w:rtl/>
          <w:lang w:bidi="fa-IR"/>
        </w:rPr>
        <w:t xml:space="preserve"> عبارت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 است ،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جهل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چگونه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اقتضا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بدن و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رفتار کرد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 علم به آنها سرپ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وجود گناه همانند سرطان و سل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تصور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کس که به سن روان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7-8 برسد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 وجود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مفهوم گناه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ببرد ، فهم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دشوار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: گناه عبارت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قانون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بالاخره به انسان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.</w:t>
      </w:r>
      <w:r w:rsidR="00D3313A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با</w:t>
      </w:r>
      <w:r w:rsidRPr="004A50B5">
        <w:rPr>
          <w:rtl/>
          <w:lang w:bidi="fa-IR"/>
        </w:rPr>
        <w:t xml:space="preserve">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محاسبه تا 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به مفهوم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 چشم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، البته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کمک انسان برخاسته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آنچه خود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به او کمک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در 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به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قواعد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درباره چشم اشاره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ناگهان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اش به نامحرم افتد نظرش را از او بردارد ، هنوز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برنداشته مگر آنکه خداوند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بهشت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قرار خواهد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فرموده </w:t>
      </w:r>
      <w:r w:rsidRPr="00D3313A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مرتبه اول ناگهان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گناه ندارد ادامه آن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بار سوم هلاکت است </w:t>
      </w:r>
      <w:r w:rsidRPr="00D3313A">
        <w:rPr>
          <w:rStyle w:val="libFootnotenumChar"/>
          <w:rtl/>
        </w:rPr>
        <w:t>(2)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خشم حق بر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اش از چهره نامحرمان پر است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</w:t>
      </w:r>
      <w:r w:rsidRPr="00D3313A">
        <w:rPr>
          <w:rStyle w:val="libFootnotenumChar"/>
          <w:rtl/>
        </w:rPr>
        <w:t xml:space="preserve"> (3)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ششم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نظر به نامحرم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زهرآگ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طان</w:t>
      </w:r>
      <w:r w:rsidRPr="004A50B5">
        <w:rPr>
          <w:rtl/>
          <w:lang w:bidi="fa-IR"/>
        </w:rPr>
        <w:t xml:space="preserve"> و هر چه نظرها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صاحب خود جز حسرت و اندوه طولان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نگذاشته </w:t>
      </w:r>
      <w:r w:rsidRPr="00D3313A">
        <w:rPr>
          <w:rStyle w:val="libFootnotenumChar"/>
          <w:rtl/>
        </w:rPr>
        <w:t>(4)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D3313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ششم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آن کس که خود را در پناهگاه فرو بستن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حرام قرار دهد 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دلش مشاهده عصمت جلال و حق خواهد کرد </w:t>
      </w:r>
      <w:r w:rsidRPr="00D3313A">
        <w:rPr>
          <w:rStyle w:val="libFootnotenumChar"/>
          <w:rtl/>
        </w:rPr>
        <w:t>(5)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فرمود : شما را از نگاه نامحرم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ترسانم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نظر حرام دانه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دل صاحبش شهوت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خواه و ناخواه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فتنه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</w:t>
      </w:r>
      <w:r w:rsidRPr="00DA3FA6">
        <w:rPr>
          <w:rStyle w:val="libFootnotenumChar"/>
          <w:rtl/>
        </w:rPr>
        <w:t>(6)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نظر و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مشروع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اتفاق افتاده بازگو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تا دوستان بدانند که منع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نظرباز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مصلحت نبوده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مار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</w:t>
      </w:r>
      <w:r w:rsidRPr="004A50B5">
        <w:rPr>
          <w:rtl/>
          <w:lang w:bidi="fa-IR"/>
        </w:rPr>
        <w:t xml:space="preserve"> فاتح روم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به عظمت ، و در وطن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نوع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تا نوشته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دست آمد که خودش شرح حالش را نوشته و نامش را به دست خود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ساخته است به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که خداوند در عذابش تخف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نوشته که سال ها پس از مرگش بدست آمد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آنچه من به نام</w:t>
      </w:r>
    </w:p>
    <w:p w:rsidR="004A50B5" w:rsidRPr="00DA3FA6" w:rsidRDefault="00DA3FA6" w:rsidP="00DA3FA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2 ، ص 595 .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2- 2) همان مدرک .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3- 3) همان مدرک .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4- 4)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2 ، ص 595 .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5- 5)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: ج 2 ، ص596 .</w:t>
      </w:r>
    </w:p>
    <w:p w:rsidR="004A50B5" w:rsidRPr="004A50B5" w:rsidRDefault="004A50B5" w:rsidP="00DA3FA6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6- 6) همان مدرک .</w:t>
      </w:r>
    </w:p>
    <w:p w:rsidR="004A50B5" w:rsidRPr="004A50B5" w:rsidRDefault="00DA3FA6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مردم</w:t>
      </w:r>
      <w:r w:rsidR="004A50B5" w:rsidRPr="004A50B5">
        <w:rPr>
          <w:rtl/>
          <w:lang w:bidi="fa-IR"/>
        </w:rPr>
        <w:t xml:space="preserve"> ستمد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و به عنوان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رخواه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بردگان و طرفدارا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هن</w:t>
      </w:r>
      <w:r w:rsidR="004A50B5" w:rsidRPr="004A50B5">
        <w:rPr>
          <w:rtl/>
          <w:lang w:bidi="fa-IR"/>
        </w:rPr>
        <w:t xml:space="preserve"> و ملت انجام داده ام ، و خون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خته</w:t>
      </w:r>
      <w:r w:rsidR="004A50B5" w:rsidRPr="004A50B5">
        <w:rPr>
          <w:rtl/>
          <w:lang w:bidi="fa-IR"/>
        </w:rPr>
        <w:t xml:space="preserve"> ام و لشکرکش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که داشتم و در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ضبط است ، تمام آنها جز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نبوده ، و آن بر اثر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هوس نفسان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مولد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و پندار 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طان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 نه به خ</w:t>
      </w:r>
      <w:r w:rsidR="004A50B5" w:rsidRPr="004A50B5">
        <w:rPr>
          <w:rFonts w:hint="eastAsia"/>
          <w:rtl/>
          <w:lang w:bidi="fa-IR"/>
        </w:rPr>
        <w:t>اطر</w:t>
      </w:r>
      <w:r w:rsidR="004A50B5" w:rsidRPr="004A50B5">
        <w:rPr>
          <w:rtl/>
          <w:lang w:bidi="fa-IR"/>
        </w:rPr>
        <w:t xml:space="preserve"> ملت و نه وطن و نه ستمد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دگان</w:t>
      </w:r>
      <w:r w:rsidR="004A50B5" w:rsidRPr="004A50B5">
        <w:rPr>
          <w:rtl/>
          <w:lang w:bidi="fa-IR"/>
        </w:rPr>
        <w:t xml:space="preserve"> و محرومان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در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دختر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عاشق او شدم اما او را بعد از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جواهر فروش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که به روم ببرم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به خاطر او به روم رفتم ، و پس از چند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نهضت بردگان بوجود آمد که در آن شرکت کردم و و عاقبت رهبر بردگان شدم ،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مصدر قدرت شدم به بهانه بچه گانه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دستور دادم تمام جواهر فروش را از دم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گذراندند ، بدبختانه معلوم شد که شوهر معشوقه ام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 برد</w:t>
      </w:r>
      <w:r w:rsidRPr="004A50B5">
        <w:rPr>
          <w:rFonts w:hint="eastAsia"/>
          <w:rtl/>
          <w:lang w:bidi="fa-IR"/>
        </w:rPr>
        <w:t>گان</w:t>
      </w:r>
      <w:r w:rsidRPr="004A50B5">
        <w:rPr>
          <w:rtl/>
          <w:lang w:bidi="fa-IR"/>
        </w:rPr>
        <w:t xml:space="preserve"> نبوده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دنبال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هر چه جنا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 کشتارها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رحمانه واقع گشت ، لشگرکش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به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اتفاق افتاد ، همه و همه به خاطر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وصال آن زن شوهردار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سالها</w:t>
      </w:r>
      <w:r w:rsidRPr="004A50B5">
        <w:rPr>
          <w:rtl/>
          <w:lang w:bidi="fa-IR"/>
        </w:rPr>
        <w:t xml:space="preserve"> گذشت شب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اردو بودم ، سر و صدا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پا خاست ، پس از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معلوم شد دو سرباز پست فاحشه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سربازخانه آورده اند فرمان دادم دو جوان سرباز را فور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کشتند ، نوبت به کشتن زن بدکاره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به حضور من آوردند معلوم شد همان معشوقه من است که فکر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ذکر و کار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 سالها مصروف عشق ناپاک خود ساخته 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مدت ها در آغوش اراذل و افراد پست و مردم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برده .در هر صورت </w:t>
      </w:r>
      <w:r w:rsidRPr="004A50B5">
        <w:rPr>
          <w:rtl/>
          <w:lang w:bidi="fa-IR"/>
        </w:rPr>
        <w:lastRenderedPageBreak/>
        <w:t>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از حرام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ناپاک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رذالت ها باز داشته و انسان را به سعادت حتم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رهنمون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DA3FA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 پاک داشت ، او از راه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مناظر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به اسرار</w:t>
      </w:r>
      <w:r w:rsidR="00DA3FA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حکمت</w:t>
      </w:r>
      <w:r w:rsidRPr="004A50B5">
        <w:rPr>
          <w:rtl/>
          <w:lang w:bidi="fa-IR"/>
        </w:rPr>
        <w:t xml:space="preserve">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آشنا شد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بر قدرت و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افزود ، آن چنانکه چشمه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از درونش شکافت ، اگر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فرض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چهره پاک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ابد در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منعکس خواهد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DA3FA6">
      <w:pPr>
        <w:pStyle w:val="Heading2"/>
        <w:rPr>
          <w:rtl/>
        </w:rPr>
      </w:pPr>
      <w:bookmarkStart w:id="80" w:name="_Toc500835273"/>
      <w:bookmarkStart w:id="81" w:name="_Toc500835442"/>
      <w:r w:rsidRPr="004A50B5">
        <w:rPr>
          <w:rFonts w:hint="eastAsia"/>
          <w:rtl/>
        </w:rPr>
        <w:t>اقتصاد</w:t>
      </w:r>
      <w:r w:rsidRPr="004A50B5">
        <w:rPr>
          <w:rtl/>
        </w:rPr>
        <w:t xml:space="preserve"> در شؤون زندگ</w:t>
      </w:r>
      <w:r w:rsidRPr="004A50B5">
        <w:rPr>
          <w:rFonts w:hint="cs"/>
          <w:rtl/>
        </w:rPr>
        <w:t>ی</w:t>
      </w:r>
      <w:bookmarkEnd w:id="80"/>
      <w:bookmarkEnd w:id="81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بزرگ سفره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را با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ها مواد گوناگون ، و هزاران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آشکار و پنهان گسترده و بشر را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فکر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کار به استفاده از منبع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کران</w:t>
      </w:r>
      <w:r w:rsidRPr="004A50B5">
        <w:rPr>
          <w:rtl/>
          <w:lang w:bidi="fa-IR"/>
        </w:rPr>
        <w:t xml:space="preserve"> ثروت فرا خوانده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بشر</w:t>
      </w:r>
      <w:r w:rsidRPr="004A50B5">
        <w:rPr>
          <w:rtl/>
          <w:lang w:bidi="fa-IR"/>
        </w:rPr>
        <w:t xml:space="preserve"> هم در طول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و قرون و اعصار به 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سفره گسترده استفاده کرده و امرار معاش نموده و سطح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بالا برده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امروز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از خوراک و پوشاک و مسکن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شباهت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گذشته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امّا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را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ناگفته گذاشت : که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بشر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را در بهره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خوان نعمت دعوت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روش معتدل نموده 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شکل که مواد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دست آورده به اندازه لازم از آن استفاده کند و </w:t>
      </w:r>
      <w:r w:rsidRPr="004A50B5">
        <w:rPr>
          <w:rtl/>
          <w:lang w:bidi="fa-IR"/>
        </w:rPr>
        <w:lastRenderedPageBreak/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هنگام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در بهره بردن ا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آن مواد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کند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نه چندان به خوردن که از دهانش برآ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نه چندان که از ضعف جانش بدر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راه افراط بپ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نه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کند ، نه چندان انفاق کند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نماند ، و تنگ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روزگار بر او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الاتش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و نه چنان آن مال نگهدار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راه استفاده خود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بر او بسته شود .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جستن از افراط و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را روش معتدل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کلمه اقتصاد ، و مشابهش در قرآن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معناست که در فارس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عنوان مطلب ، اما مسئله اقتصاد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درآمد و خرج و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مورد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توجه</w:t>
      </w:r>
      <w:r w:rsidRPr="004A50B5">
        <w:rPr>
          <w:rtl/>
          <w:lang w:bidi="fa-IR"/>
        </w:rPr>
        <w:t xml:space="preserve">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تا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به تناسب کلمه اقتصاد ناتمام نماند .</w:t>
      </w:r>
    </w:p>
    <w:p w:rsidR="004A50B5" w:rsidRPr="004A50B5" w:rsidRDefault="004A50B5" w:rsidP="00DA3FA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اقتصاد</w:t>
      </w:r>
      <w:r w:rsidRPr="004A50B5">
        <w:rPr>
          <w:rtl/>
          <w:lang w:bidi="fa-IR"/>
        </w:rPr>
        <w:t xml:space="preserve"> رابطه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اجات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بهبود وضع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جامعه برقرار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علم اقتصاد جز مطالعه و نشان دادن طرق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بهتر بتواند سعادت و رفاه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افراد را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کند موضوع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نخواهد بود .</w:t>
      </w:r>
      <w:r w:rsidR="00DA3FA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زمان که رشته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رابطه به دست افراد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فتد</w:t>
      </w:r>
      <w:r w:rsidRPr="004A50B5">
        <w:rPr>
          <w:rtl/>
          <w:lang w:bidi="fa-IR"/>
        </w:rPr>
        <w:t xml:space="preserve"> بلاها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ناگفتن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سر انسان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خوشگذران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جنون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مشت معدود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ثروتمند در شرق و غرب که بر اساس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افراط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اصاله</w:t>
      </w:r>
      <w:r w:rsidR="00DA3FA6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الفرد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استوار است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عوامل مهم توسعه فحشا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و 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اقتصاد در جهت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حش</w:t>
      </w:r>
      <w:r w:rsidRPr="004A50B5">
        <w:rPr>
          <w:rtl/>
          <w:lang w:bidi="fa-IR"/>
        </w:rPr>
        <w:t xml:space="preserve"> مانع از هر نوع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گناه در تمام شؤون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داران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وقت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بر مبنا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اجرا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منطق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پول و ثروت به عناصر سوء استفاده 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هزاران مال پرست شهوت ران شرق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معروف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اجازه داده که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اجتماع را درست به صورت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صحنه مسابقه در آورند و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صحنه آزما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کنند .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ونرها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 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مملکت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آنها</w:t>
      </w:r>
      <w:r w:rsidRPr="004A50B5">
        <w:rPr>
          <w:rtl/>
          <w:lang w:bidi="fa-IR"/>
        </w:rPr>
        <w:t xml:space="preserve"> آزادند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هر نوع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سرگرم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هر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بخواهند استفاده کنند ، و هر نوع محفل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مجلس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بخواهند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دهند و هر مقدار که بخواهند خرج کنند ، و بالاخره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اصل و مفهوم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قدرت ندارد در برابر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و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مقاومت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نامقدس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شهوت ران ، به قدرت پول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نشدن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هر گونه فحشاء و عمل مناف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عفت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لذت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ترو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رونق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بازار فحشاء و منکرات و هرج و مرج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بخشند ،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مسلم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ولخرج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در راه کوب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مقررات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تمام ادوار مانع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غلط بود ، اسلام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پاک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 معنا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قبلاً گفته شد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اعتدال و اقتصاد دعوت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راه مشروع هم اجازه ولخرج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به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ادت</w:t>
      </w:r>
      <w:r w:rsidRPr="004A50B5">
        <w:rPr>
          <w:rtl/>
          <w:lang w:bidi="fa-IR"/>
        </w:rPr>
        <w:t xml:space="preserve"> سعد بن 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وقاص رفت ، سعد با آنکه جوان بود به خاطر آن مرض احتمال خطر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، به رسول اکرم عرض کرد : مرضم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، احتمال مرگ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دهم مقدار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ثروت دارم با تنها فرزند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دختر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خواهم دو قسمت مال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مرگ در راه خدا صدقه بدهم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هرگز</w:t>
      </w:r>
      <w:r w:rsidRPr="004A50B5">
        <w:rPr>
          <w:rtl/>
          <w:lang w:bidi="fa-IR"/>
        </w:rPr>
        <w:t xml:space="preserve"> ، عرض کرد نصف آن را ، فرمود : اجازه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دهم ، عرض کرد : ثلث مالم را چطور ؟ فرمود : گرچه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است اما مانع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سعد ! اگر پس از تو وارثت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باشد بهتر از آنست که تو مالت را در راه خدا داده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صورت اسلام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شأن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شؤون اقتصاد را مسکوت نگذاشته تا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بتوانند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آن به تمام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مورد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ملت اسلام استقلال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، و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عوض شده بود و به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وضع کشور اسلام و ملت قرآن مطلوب بود ، چنانچه اضافه در آمد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المال پس از صرف در تعم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ساختن مساجد و پلها و حمامها و تعم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راهها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کشور 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ناتوانان و بررس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حال دردمندان و ساختن درمانگاه ها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معالجه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ماران</w:t>
      </w:r>
      <w:r w:rsidRPr="004A50B5">
        <w:rPr>
          <w:rtl/>
          <w:lang w:bidi="fa-IR"/>
        </w:rPr>
        <w:t xml:space="preserve"> ، بالغ بر 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نار</w:t>
      </w:r>
      <w:r w:rsidRPr="004A50B5">
        <w:rPr>
          <w:rtl/>
          <w:lang w:bidi="fa-IR"/>
        </w:rPr>
        <w:t xml:space="preserve"> بود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رقم بزرگ محل خرج نداشتند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هنگام وفات در ضمن 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 امام مجتب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  <w:r w:rsidR="006A29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در معاش و در معاد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رو باش ، بر عهده توست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آنچه را</w:t>
      </w:r>
      <w:r w:rsidR="006A29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طاقت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امور انتخاب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مقصود به مراد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است ، نه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افراط و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دست دادن .</w:t>
      </w:r>
      <w:r w:rsidR="006A29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آنجا</w:t>
      </w:r>
      <w:r w:rsidRPr="004A50B5">
        <w:rPr>
          <w:rtl/>
          <w:lang w:bidi="fa-IR"/>
        </w:rPr>
        <w:t xml:space="preserve"> که انحطاط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داشته باشد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مردم از شرور در امان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انسان</w:t>
      </w:r>
      <w:r w:rsidRPr="004A50B5">
        <w:rPr>
          <w:rtl/>
          <w:lang w:bidi="fa-IR"/>
        </w:rPr>
        <w:t xml:space="preserve"> دست و پا بسته و محروم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خاطر افراط و تفر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، فشار روزگار استخوانش را در هم کوفته آخر چه بهره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چه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حال او مف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جامعه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هم مضر است ، از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جامعه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 تنها اسلام بهره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</w:t>
      </w:r>
      <w:r w:rsidRPr="004A50B5">
        <w:rPr>
          <w:rFonts w:hint="eastAsia"/>
          <w:rtl/>
          <w:lang w:bidi="fa-IR"/>
        </w:rPr>
        <w:t>لکه</w:t>
      </w:r>
      <w:r w:rsidRPr="004A50B5">
        <w:rPr>
          <w:rtl/>
          <w:lang w:bidi="fa-IR"/>
        </w:rPr>
        <w:t xml:space="preserve"> لطمه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چه ظرف آلوده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غذاها را آلوده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ملت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عدالت باعث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بدان ها انتساب دارند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نه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نه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راث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گرانبها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نفع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، آنان چون جاهلان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خود را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کتابخانه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مملو از کتب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و ه</w:t>
      </w:r>
      <w:r w:rsidRPr="004A50B5">
        <w:rPr>
          <w:rFonts w:hint="eastAsia"/>
          <w:rtl/>
          <w:lang w:bidi="fa-IR"/>
        </w:rPr>
        <w:t>رگز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سود جستن از آن ندارند .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بدتر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شده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نادان ، جهل خود را بر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تحم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کرده آنگاه 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آن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را بزرگ جلوه دهند به نازل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اندازند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معما که ممالک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بدان گرفتارند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که ملت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آنکه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اسلام کنند و انتظار کسب عظمت از آن داشته باشند لازم است که کوشش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در راه برتر گرداندن سطح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معطوف دارند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درک و عقل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اهداف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بکار اندازند .</w:t>
      </w:r>
      <w:r w:rsidR="006A29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گاه چون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درک و فهم بوجود آمده و توانست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="006A29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خود</w:t>
      </w:r>
      <w:r w:rsidRPr="004A50B5">
        <w:rPr>
          <w:rtl/>
          <w:lang w:bidi="fa-IR"/>
        </w:rPr>
        <w:t xml:space="preserve">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به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خدا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، اگر به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طالب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باارزش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چون</w:t>
      </w:r>
      <w:r w:rsidRPr="004A50B5">
        <w:rPr>
          <w:rtl/>
          <w:lang w:bidi="fa-IR"/>
        </w:rPr>
        <w:t xml:space="preserve"> پرده اوهام از جلو مغز ملت برکنار رود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،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به صرف تقل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کورکورانه درباره اسلام قضاوت نکنند .</w:t>
      </w: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به خاطر جهل خود و مست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غرب زدگ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فاقد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مورد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: اسلام از ارائه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و...مودر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جامعه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ناتوان است 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گفته آنان با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تطابق ندارد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اگر از بند جهل و عصب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آزاد شوند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مطالعه در مکتب اسلام کنند خواهند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که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را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نبرده ، علاوه مقرراتش در تمام شؤون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مقررات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.</w:t>
      </w:r>
      <w:r w:rsidR="006A29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 مسئله درآمد و خرج و محبت به مال مسائل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دارد ، اسلام در قسمت اقتصاد به دو مفهومش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بدست آوردن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آن چنان بحث کرده که هر خردمند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برابر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است .</w:t>
      </w:r>
      <w:r w:rsidR="006A298E" w:rsidRPr="004A50B5">
        <w:rPr>
          <w:rtl/>
          <w:lang w:bidi="fa-IR"/>
        </w:rPr>
        <w:t xml:space="preserve"> </w:t>
      </w: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کتب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قدر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است که دسترس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 و شمردن تعداد آنها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اگر به کتاب الذر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دانشمند خب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آقا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آقا بزرگ تهران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مراجعه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مؤلفات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را در آن بنگر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دچار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امروز هم با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آمدن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مختلف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دانش</w:t>
      </w:r>
      <w:r w:rsidRPr="004A50B5">
        <w:rPr>
          <w:rFonts w:hint="eastAsia"/>
          <w:rtl/>
          <w:lang w:bidi="fa-IR"/>
        </w:rPr>
        <w:t>مندان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بازشناساندن مکتب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و اثبات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بر تمام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ستاده</w:t>
      </w:r>
      <w:r w:rsidRPr="004A50B5">
        <w:rPr>
          <w:rtl/>
          <w:lang w:bidi="fa-IR"/>
        </w:rPr>
        <w:t xml:space="preserve"> اند ، کتاب پرارزش اقتصادنا نوشت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عالم بزرگ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اللّه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محمد باقر صدر و ترجمه آن ( اقتصاد ما ) که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نمونه کتب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عصر حاضر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بر مدع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شاهد و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است .</w:t>
      </w:r>
      <w:r w:rsidR="006A298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بشر</w:t>
      </w:r>
      <w:r w:rsidRPr="004A50B5">
        <w:rPr>
          <w:rtl/>
          <w:lang w:bidi="fa-IR"/>
        </w:rPr>
        <w:t xml:space="preserve"> مدن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الطبع است و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قهراً از نظر امور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برخوردها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منازعه و مناقشه رخ خواهد داد ، مکتب اسلام با جامع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</w:t>
      </w:r>
      <w:r w:rsidR="006A29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دوراند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تمام نکات حساس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را مورد توجه قرار داده و اساس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</w:t>
      </w:r>
      <w:r w:rsidRPr="004A50B5">
        <w:rPr>
          <w:rtl/>
          <w:lang w:bidi="fa-IR"/>
        </w:rPr>
        <w:lastRenderedPageBreak/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مقررات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برنام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برده ،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کشور و جامعه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اصول متقن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تزلزل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استوار فرموده تا فقر و مسکنت ، منازعه و مناقشه و موجبات تفرقه فراه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اسلام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اقتصاد وضع نموده هنوز علما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اقتصاد نتوانسته اند خلل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بهتر از آن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اورند</w:t>
      </w:r>
      <w:r w:rsidRPr="004A50B5">
        <w:rPr>
          <w:rtl/>
          <w:lang w:bidi="fa-IR"/>
        </w:rPr>
        <w:t xml:space="preserve"> ،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ها دکتر اقتصاد از دانشگاه ها به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اجتماع آمده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نان</w:t>
      </w:r>
      <w:r w:rsidRPr="004A50B5">
        <w:rPr>
          <w:rtl/>
        </w:rPr>
        <w:t xml:space="preserve"> در صورت آگاه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از قواعد اقتصاد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اسلام نم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توانند انکار کنند که مواد ق</w:t>
      </w:r>
      <w:r w:rsidRPr="004A50B5">
        <w:rPr>
          <w:rFonts w:hint="eastAsia"/>
          <w:rtl/>
        </w:rPr>
        <w:t>انون</w:t>
      </w:r>
      <w:r w:rsidRPr="004A50B5">
        <w:rPr>
          <w:rtl/>
        </w:rPr>
        <w:t xml:space="preserve"> اقتصاد اسلام محکمتر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مبان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ات</w:t>
      </w:r>
      <w:r w:rsidRPr="004A50B5">
        <w:rPr>
          <w:rtl/>
        </w:rPr>
        <w:t xml:space="preserve"> ماد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است و بهتر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دل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ل</w:t>
      </w:r>
      <w:r w:rsidRPr="004A50B5">
        <w:rPr>
          <w:rtl/>
        </w:rPr>
        <w:t xml:space="preserve"> نقص اقتصاد امروز تقو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طبقه سرما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ه</w:t>
      </w:r>
      <w:r w:rsidRPr="004A50B5">
        <w:rPr>
          <w:rtl/>
        </w:rPr>
        <w:t xml:space="preserve"> دار ، و فقر کارگر است که دن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</w:t>
      </w:r>
      <w:r w:rsidRPr="004A50B5">
        <w:rPr>
          <w:rtl/>
        </w:rPr>
        <w:t xml:space="preserve"> را به دو منطق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فقر و ثروت تقس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کرده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مرز هلاکتند .</w:t>
      </w: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دو مکتب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و کمون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جهان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نفوذ خود آورده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اثبات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خود و تأم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منافع استعمار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منشأ بروز جنگ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اسلام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حافظ منافع و مصالح فرد و اجتماع بود ، نه به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کمون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نه به چهره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کاپ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ادعا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بلکه آنچه خدا اراده داشت آن را پشت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بان</w:t>
      </w:r>
      <w:r w:rsidRPr="004A50B5">
        <w:rPr>
          <w:rtl/>
          <w:lang w:bidi="fa-IR"/>
        </w:rPr>
        <w:t xml:space="preserve"> مردم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، او علاوه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مردم را نسبت به درآمد و اندوختن ت</w:t>
      </w:r>
      <w:r w:rsidRPr="004A50B5">
        <w:rPr>
          <w:rFonts w:hint="eastAsia"/>
          <w:rtl/>
          <w:lang w:bidi="fa-IR"/>
        </w:rPr>
        <w:t>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در امر اصلاح همه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اهتمام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همواره دلسوز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ضرر نرسد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A298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اوضاعشان</w:t>
      </w:r>
      <w:r w:rsidRPr="004A50B5">
        <w:rPr>
          <w:rtl/>
          <w:lang w:bidi="fa-IR"/>
        </w:rPr>
        <w:t xml:space="preserve"> را از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بررس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 و آنان را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عدالت تشو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. دستوراتش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سلسله سخنان کوتاه و </w:t>
      </w:r>
      <w:r w:rsidRPr="004A50B5">
        <w:rPr>
          <w:rtl/>
          <w:lang w:bidi="fa-IR"/>
        </w:rPr>
        <w:lastRenderedPageBreak/>
        <w:t>مف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بود که همه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در شأن کار و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همگان اداء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بازار رفت مردم در حال تجارت و معامله بودند ، پس از آن که لخت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</w:t>
      </w:r>
      <w:r w:rsidR="006A298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و شنودها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توجه نمود و کالا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بازد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کرد ، گفت : شما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بازرگانان ! تجار در آن حال همه گردن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و چشم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به نشان اجابت و پاسخ به گفتار آن حضرت دوختند ، همه مشتاقانه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چه خواهد فرمود .</w:t>
      </w: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فرمودند : بازرگانان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مارک گناه بر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خورده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محشور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مگر آنان که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tl/>
          <w:lang w:bidi="fa-IR"/>
        </w:rPr>
        <w:t xml:space="preserve"> و راستگو باشند .</w:t>
      </w:r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خشم خدا پروا کند و به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ستم نکند ،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تعهدات خود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 باشد ، صادق و راستگو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="00945234">
        <w:rPr>
          <w:rFonts w:hint="cs"/>
          <w:rtl/>
          <w:lang w:bidi="fa-IR"/>
        </w:rPr>
        <w:t>نی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کذب و دروغگو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دادن مردم احتراز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مالداران اجتماع را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حت</w:t>
      </w:r>
      <w:r w:rsidRPr="004A50B5">
        <w:rPr>
          <w:rtl/>
          <w:lang w:bidi="fa-IR"/>
        </w:rPr>
        <w:t xml:space="preserve"> فرمود ، چه آنان به لحاظ کارشان مقام ارجمند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 حق دارند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و خانواده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به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آبرومند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ازمندان</w:t>
      </w:r>
      <w:r w:rsidRPr="004A50B5">
        <w:rPr>
          <w:rtl/>
          <w:lang w:bidi="fa-IR"/>
        </w:rPr>
        <w:t xml:space="preserve"> جامعه را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بدون پاسخ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اساساً</w:t>
      </w:r>
      <w:r w:rsidRPr="004A50B5">
        <w:rPr>
          <w:rtl/>
          <w:lang w:bidi="fa-IR"/>
        </w:rPr>
        <w:t xml:space="preserve">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نظر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کسب مال و تجارت قائل شده آن را به عنوان طلب فضل خدا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و به دنبال امر به نماز بدان دستور داده و هم 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توجه به خداوند مقررش فرموده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وران در صورت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دستورات مربوط به درآمد و خرج به نوب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خود عضو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مؤثر و مهم از اعضا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</w:t>
      </w:r>
      <w:r w:rsidRPr="004A50B5">
        <w:rPr>
          <w:rtl/>
          <w:lang w:bidi="fa-IR"/>
        </w:rPr>
        <w:t xml:space="preserve"> اجتماعند ، آنان در نوع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مردمان وجود داشته باشد شرکت جسته 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توجه کنند که فرموده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اساس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945234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بازرگانان</w:t>
      </w:r>
      <w:r w:rsidRPr="004A50B5">
        <w:rPr>
          <w:rtl/>
          <w:lang w:bidi="fa-IR"/>
        </w:rPr>
        <w:t xml:space="preserve"> اگر دست در و دهن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داشته باشند و راستگو و درستکردار باشند</w:t>
      </w:r>
    </w:p>
    <w:p w:rsidR="004A50B5" w:rsidRPr="00945234" w:rsidRDefault="00945234" w:rsidP="0094523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945234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المائده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2 .</w:t>
      </w:r>
    </w:p>
    <w:p w:rsidR="004A50B5" w:rsidRPr="004A50B5" w:rsidRDefault="00945234" w:rsidP="0094523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در</w:t>
      </w:r>
      <w:r w:rsidR="004A50B5" w:rsidRPr="004A50B5">
        <w:rPr>
          <w:rtl/>
          <w:lang w:bidi="fa-IR"/>
        </w:rPr>
        <w:t xml:space="preserve">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شگاه</w:t>
      </w:r>
      <w:r w:rsidR="004A50B5" w:rsidRPr="004A50B5">
        <w:rPr>
          <w:rtl/>
          <w:lang w:bidi="fa-IR"/>
        </w:rPr>
        <w:t xml:space="preserve"> خدا پاداش بزرگ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خواهند داشت ، حد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ث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: بازرگانان راستگو روز رستاخ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به همراه شه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دان</w:t>
      </w:r>
      <w:r w:rsidR="004A50B5" w:rsidRPr="004A50B5">
        <w:rPr>
          <w:rtl/>
          <w:lang w:bidi="fa-IR"/>
        </w:rPr>
        <w:t xml:space="preserve"> و صد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قان</w:t>
      </w:r>
      <w:r w:rsidR="004A50B5" w:rsidRPr="004A50B5">
        <w:rPr>
          <w:rtl/>
          <w:lang w:bidi="fa-IR"/>
        </w:rPr>
        <w:t xml:space="preserve"> محشور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 با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همه تشو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tl/>
          <w:lang w:bidi="fa-IR"/>
        </w:rPr>
        <w:t xml:space="preserve"> و ترغ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اسلام نسبت به مسأل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تجارت دارد ، و با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همه فضل و اجر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درستکاران قرار داده شده متأسفانه گروه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از</w:t>
      </w:r>
      <w:r w:rsidR="004A50B5" w:rsidRPr="004A50B5">
        <w:rPr>
          <w:rtl/>
          <w:lang w:bidi="fa-IR"/>
        </w:rPr>
        <w:t xml:space="preserve"> مردم که حس سودجو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شد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دارند و بر جمع آور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مال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حر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ص</w:t>
      </w:r>
      <w:r w:rsidR="004A50B5" w:rsidRPr="004A50B5">
        <w:rPr>
          <w:rtl/>
          <w:lang w:bidi="fa-IR"/>
        </w:rPr>
        <w:t xml:space="preserve"> اند به راهها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گام برم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دارند که خود را نزد خدا خوار و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مقدار کرده و در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مردم به صورت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درنده ،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از 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</w:t>
      </w:r>
      <w:r w:rsidR="004A50B5" w:rsidRPr="004A50B5">
        <w:rPr>
          <w:rtl/>
          <w:lang w:bidi="fa-IR"/>
        </w:rPr>
        <w:t xml:space="preserve"> مردار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گردان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ستند</w:t>
      </w:r>
      <w:r w:rsidR="004A50B5" w:rsidRPr="004A50B5">
        <w:rPr>
          <w:rtl/>
          <w:lang w:bidi="fa-IR"/>
        </w:rPr>
        <w:t xml:space="preserve"> جلوه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دهند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مردم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تنها همتشان به جمع مال است و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برنامه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شان</w:t>
      </w:r>
      <w:r w:rsidR="004A50B5" w:rsidRPr="004A50B5">
        <w:rPr>
          <w:rtl/>
          <w:lang w:bidi="fa-IR"/>
        </w:rPr>
        <w:t xml:space="preserve"> فرق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که از کدام راه بدست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، افراد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به سبب غش در معامله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پول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شتر</w:t>
      </w:r>
      <w:r w:rsidR="004A50B5" w:rsidRPr="004A50B5">
        <w:rPr>
          <w:rtl/>
          <w:lang w:bidi="fa-IR"/>
        </w:rPr>
        <w:t xml:space="preserve"> بدست آوردن 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وب</w:t>
      </w:r>
      <w:r w:rsidR="004A50B5" w:rsidRPr="004A50B5">
        <w:rPr>
          <w:rtl/>
          <w:lang w:bidi="fa-IR"/>
        </w:rPr>
        <w:t xml:space="preserve"> کالا را از نظر مشتر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پنهان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، بازرگانان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به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ازمندان</w:t>
      </w:r>
      <w:r w:rsidR="004A50B5" w:rsidRPr="004A50B5">
        <w:rPr>
          <w:rtl/>
          <w:lang w:bidi="fa-IR"/>
        </w:rPr>
        <w:t xml:space="preserve"> جواب مثبت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دهند ، همه و هم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گناهکار و بدکار محسوب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 .</w:t>
      </w:r>
      <w:r w:rsidR="004A50B5" w:rsidRPr="004A50B5">
        <w:rPr>
          <w:rFonts w:hint="eastAsia"/>
          <w:rtl/>
          <w:lang w:bidi="fa-IR"/>
        </w:rPr>
        <w:t>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اسلام روز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کنار مغازه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گذشت نظرش به کالا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افتاد که ظاهرش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</w:t>
      </w:r>
      <w:r w:rsidR="004A50B5" w:rsidRPr="004A50B5">
        <w:rPr>
          <w:rtl/>
          <w:lang w:bidi="fa-IR"/>
        </w:rPr>
        <w:t xml:space="preserve"> کننده بود ،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رفتند و دست به درون کالا فرو بردند و احساس رطوبت کردند ، از صاحب متاع پرس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دند</w:t>
      </w:r>
      <w:r w:rsidR="004A50B5" w:rsidRPr="004A50B5">
        <w:rPr>
          <w:rtl/>
          <w:lang w:bidi="fa-IR"/>
        </w:rPr>
        <w:t xml:space="preserve"> :</w:t>
      </w:r>
      <w:r w:rsidR="004A50B5" w:rsidRPr="004A50B5">
        <w:rPr>
          <w:rFonts w:hint="eastAsia"/>
          <w:rtl/>
          <w:lang w:bidi="fa-IR"/>
        </w:rPr>
        <w:t>پاسخ</w:t>
      </w:r>
      <w:r w:rsidR="004A50B5" w:rsidRPr="004A50B5">
        <w:rPr>
          <w:rtl/>
          <w:lang w:bidi="fa-IR"/>
        </w:rPr>
        <w:t xml:space="preserve"> داد : کم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باران بر آن بار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.</w:t>
      </w:r>
      <w:r w:rsidR="004A50B5" w:rsidRPr="004A50B5">
        <w:rPr>
          <w:rFonts w:hint="eastAsia"/>
          <w:rtl/>
          <w:lang w:bidi="fa-IR"/>
        </w:rPr>
        <w:t>حضرت</w:t>
      </w:r>
      <w:r w:rsidR="004A50B5" w:rsidRPr="004A50B5">
        <w:rPr>
          <w:rtl/>
          <w:lang w:bidi="fa-IR"/>
        </w:rPr>
        <w:t xml:space="preserve"> فرمودند : پس چرا قسمت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مرطوبش را هم در معرض نگذاشت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تا همه بدانند هر کس تقلب کند از ما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.</w:t>
      </w:r>
      <w:r w:rsidR="004A50B5" w:rsidRPr="004A50B5">
        <w:rPr>
          <w:rFonts w:hint="eastAsia"/>
          <w:rtl/>
          <w:lang w:bidi="fa-IR"/>
        </w:rPr>
        <w:t>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بازرگانان بر اثر خدعه در نرخ بند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کالاها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که مردم از نرخ 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 آگاه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ستند</w:t>
      </w:r>
      <w:r w:rsidR="004A50B5" w:rsidRPr="004A50B5">
        <w:rPr>
          <w:rtl/>
          <w:lang w:bidi="fa-IR"/>
        </w:rPr>
        <w:t xml:space="preserve"> به گناه و فسق ره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سپرند ، و 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 چند کالا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مشابه را با هم مخلوط کرده ، مثلاً گندم را با جو و 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را با آب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فروشند ،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شکم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وانات</w:t>
      </w:r>
      <w:r w:rsidR="004A50B5" w:rsidRPr="004A50B5">
        <w:rPr>
          <w:rtl/>
          <w:lang w:bidi="fa-IR"/>
        </w:rPr>
        <w:t xml:space="preserve"> را پر از آب کرده تا به هنگام </w:t>
      </w:r>
      <w:r w:rsidR="004A50B5" w:rsidRPr="004A50B5">
        <w:rPr>
          <w:rFonts w:hint="eastAsia"/>
          <w:rtl/>
          <w:lang w:bidi="fa-IR"/>
        </w:rPr>
        <w:t>توز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تر از وزن طب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نشان داده شود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گونه کارها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آم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که ازخدا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tl/>
          <w:lang w:bidi="fa-IR"/>
        </w:rPr>
        <w:t>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خبران سر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زند همه چپاولگر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اموال مردم و سرقت مخف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انه</w:t>
      </w:r>
      <w:r w:rsidR="004A50B5" w:rsidRPr="004A50B5">
        <w:rPr>
          <w:rtl/>
          <w:lang w:bidi="fa-IR"/>
        </w:rPr>
        <w:t xml:space="preserve"> در لباس تجارت و معامله است ، در حال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تجارت بر </w:t>
      </w:r>
      <w:r w:rsidR="004A50B5" w:rsidRPr="004A50B5">
        <w:rPr>
          <w:rtl/>
          <w:lang w:bidi="fa-IR"/>
        </w:rPr>
        <w:lastRenderedPageBreak/>
        <w:t>اساس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امانت</w:t>
      </w:r>
      <w:r w:rsidR="004A50B5" w:rsidRPr="004A50B5">
        <w:rPr>
          <w:rtl/>
          <w:lang w:bidi="fa-IR"/>
        </w:rPr>
        <w:t xml:space="preserve"> و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رخواه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استوار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 ، و همه در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آن محتاجند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گونه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ها که در تجارت اعمال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دزد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و سزاوار است مرتکب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آن به 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فر</w:t>
      </w:r>
      <w:r w:rsidR="004A50B5" w:rsidRPr="004A50B5">
        <w:rPr>
          <w:rtl/>
          <w:lang w:bidi="fa-IR"/>
        </w:rPr>
        <w:t xml:space="preserve"> دزد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محکوم شوند .</w:t>
      </w:r>
      <w:r w:rsidR="004A50B5" w:rsidRPr="004A50B5">
        <w:rPr>
          <w:rFonts w:hint="eastAsia"/>
          <w:rtl/>
          <w:lang w:bidi="fa-IR"/>
        </w:rPr>
        <w:t>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 سوداگران به طمع سود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شتر</w:t>
      </w:r>
      <w:r w:rsidR="004A50B5" w:rsidRPr="004A50B5">
        <w:rPr>
          <w:rtl/>
          <w:lang w:bidi="fa-IR"/>
        </w:rPr>
        <w:t xml:space="preserve"> به احتکار مواد ضرور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مردم دست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زنند و در مسئل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مواد غذا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و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</w:t>
      </w:r>
      <w:r w:rsidR="004A50B5" w:rsidRPr="004A50B5">
        <w:rPr>
          <w:rtl/>
          <w:lang w:bidi="fa-IR"/>
        </w:rPr>
        <w:t xml:space="preserve"> مشکلات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جاد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نان</w:t>
      </w:r>
      <w:r w:rsidR="004A50B5" w:rsidRPr="004A50B5">
        <w:rPr>
          <w:rtl/>
          <w:lang w:bidi="fa-IR"/>
        </w:rPr>
        <w:t xml:space="preserve"> از خدا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برتافته و خدا هم از آنان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زار است .</w:t>
      </w:r>
      <w:r w:rsidR="004A50B5" w:rsidRPr="004A50B5">
        <w:rPr>
          <w:rFonts w:hint="eastAsia"/>
          <w:rtl/>
          <w:lang w:bidi="fa-IR"/>
        </w:rPr>
        <w:t>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 قسم خوردن آن هم به دروغ کالا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را به خورد مردم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دهند و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راه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دست به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آلوده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نان</w:t>
      </w:r>
      <w:r w:rsidR="004A50B5" w:rsidRPr="004A50B5">
        <w:rPr>
          <w:rtl/>
          <w:lang w:bidi="fa-IR"/>
        </w:rPr>
        <w:t xml:space="preserve"> علاوه بر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که به جامعه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انت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وجودشان ننگ اسلام و مسلم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است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گونه افراد به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و متاع ناچ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زش</w:t>
      </w:r>
      <w:r w:rsidR="004A50B5" w:rsidRPr="004A50B5">
        <w:rPr>
          <w:rtl/>
          <w:lang w:bidi="fa-IR"/>
        </w:rPr>
        <w:t xml:space="preserve"> و کالا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دست رفتن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مغرور شده </w:t>
      </w:r>
      <w:r w:rsidR="004A50B5" w:rsidRPr="004A50B5">
        <w:rPr>
          <w:rFonts w:hint="eastAsia"/>
          <w:rtl/>
          <w:lang w:bidi="fa-IR"/>
        </w:rPr>
        <w:t>خود</w:t>
      </w:r>
      <w:r w:rsidR="004A50B5" w:rsidRPr="004A50B5">
        <w:rPr>
          <w:rtl/>
          <w:lang w:bidi="fa-IR"/>
        </w:rPr>
        <w:t xml:space="preserve"> و جامعه رابه هلاکت ماد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معنو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کشانند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خطبه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نهج البلاغه در اطراف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مغرور کننده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داد سخن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:</w:t>
      </w:r>
      <w:r w:rsidR="00945234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دلبر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بنده</w:t>
      </w:r>
      <w:r w:rsidRPr="004A50B5">
        <w:rPr>
          <w:rtl/>
          <w:lang w:bidi="fa-IR"/>
        </w:rPr>
        <w:t xml:space="preserve"> و پرش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است که عزم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آهن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ق</w:t>
      </w:r>
      <w:r w:rsidR="00945234">
        <w:rPr>
          <w:rFonts w:hint="cs"/>
          <w:rtl/>
          <w:lang w:bidi="fa-IR"/>
        </w:rPr>
        <w:t>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کوه آسا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در مقابل عشوه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زش</w:t>
      </w:r>
      <w:r w:rsidRPr="004A50B5">
        <w:rPr>
          <w:rtl/>
          <w:lang w:bidi="fa-IR"/>
        </w:rPr>
        <w:t xml:space="preserve"> مقاومت کرده ، آشفت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زرق و برق و جلوه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نگردد ، توانگران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چنان به قوت اخلاق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تقوا آراسته باشند که نوشانوش نعمت زمام خرد را از دستشان نربو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مست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 هوش آنها را پست و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نکند .</w:t>
      </w:r>
      <w:r w:rsidRPr="004A50B5">
        <w:rPr>
          <w:rFonts w:hint="eastAsia"/>
          <w:rtl/>
          <w:lang w:bidi="fa-IR"/>
        </w:rPr>
        <w:t>بترس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دست نعمت بخش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و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دارد که به کوچکتر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حساب داده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خواهد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ذره کاه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روز بازپرس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صرف نظر نخواهد کرد .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هوش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آن وقت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کام تلخ نوشان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گردد و نوا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آماده گردد .</w:t>
      </w:r>
      <w:r w:rsidRPr="004A50B5">
        <w:rPr>
          <w:rFonts w:hint="eastAsia"/>
          <w:rtl/>
          <w:lang w:bidi="fa-IR"/>
        </w:rPr>
        <w:t>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گرسنگان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شوند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دستان</w:t>
      </w:r>
      <w:r w:rsidRPr="004A50B5">
        <w:rPr>
          <w:rtl/>
          <w:lang w:bidi="fa-IR"/>
        </w:rPr>
        <w:t xml:space="preserve"> در قسمت اعظم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عفر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فتنه دورادور به جانب ثروتمندان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چنگال و دندان به آن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روزگران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بنما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اند</w:t>
      </w:r>
      <w:r w:rsidRPr="004A50B5">
        <w:rPr>
          <w:rtl/>
          <w:lang w:bidi="fa-IR"/>
        </w:rPr>
        <w:t xml:space="preserve"> .</w:t>
      </w:r>
      <w:r w:rsidR="00945234" w:rsidRPr="004A50B5">
        <w:rPr>
          <w:rtl/>
          <w:lang w:bidi="fa-IR"/>
        </w:rPr>
        <w:t xml:space="preserve"> </w:t>
      </w:r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آشوب</w:t>
      </w:r>
      <w:r w:rsidRPr="004A50B5">
        <w:rPr>
          <w:rtl/>
          <w:lang w:bidi="fa-IR"/>
        </w:rPr>
        <w:t xml:space="preserve"> و هنگام نخست مانند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نوزاد و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مقدار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 کم به گذشت روزگار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گردد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منه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سره</w:t>
      </w:r>
      <w:r w:rsidRPr="004A50B5">
        <w:rPr>
          <w:rtl/>
          <w:lang w:bidi="fa-IR"/>
        </w:rPr>
        <w:t xml:space="preserve">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دهد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سران مدهوش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گذارده و چاه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ژرف باز کند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اجتماع بلرزد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ئت</w:t>
      </w:r>
      <w:r w:rsidRPr="004A50B5">
        <w:rPr>
          <w:rtl/>
          <w:lang w:bidi="fa-IR"/>
        </w:rPr>
        <w:t xml:space="preserve"> توده مانند گاهواره تکان خورد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که اکثر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توانگران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 به نهضت پردازد و با وضع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صفت از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بجنبد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که حق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مال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زنان بربود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! از اشک چشم درهم اندوخت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خون دل سکه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نار</w:t>
      </w:r>
      <w:r w:rsidRPr="004A50B5">
        <w:rPr>
          <w:rtl/>
          <w:lang w:bidi="fa-IR"/>
        </w:rPr>
        <w:t xml:space="preserve"> 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بترس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آن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اشک بخشکد و در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ها خون نماند .</w:t>
      </w:r>
      <w:r w:rsidR="00945234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صاحبان اشک و خون به دنبال کالا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به جستجو افتند و سود خود را تا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سودا مطالبه کنند .</w:t>
      </w:r>
      <w:r w:rsidRPr="004A50B5">
        <w:rPr>
          <w:rFonts w:hint="eastAsia"/>
          <w:rtl/>
          <w:lang w:bidi="fa-IR"/>
        </w:rPr>
        <w:t>شما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مالداران و ثروتمندان سست عنصر که هراس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هم چون کابوس هولناک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در مقابلتان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زشت خود را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دم راحتتان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، و از انقلاب و نهضت مستمندان ستمد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و آلوده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مسلماً مردم آن روز آرام نخواهند بود 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رازه</w:t>
      </w:r>
      <w:r w:rsidRPr="004A50B5">
        <w:rPr>
          <w:rtl/>
          <w:lang w:bidi="fa-IR"/>
        </w:rPr>
        <w:t xml:space="preserve"> اجتماع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آشوب و انقلاب سالم نخواهد ماند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ضمناً</w:t>
      </w:r>
      <w:r w:rsidRPr="004A50B5">
        <w:rPr>
          <w:rtl/>
          <w:lang w:bidi="fa-IR"/>
        </w:rPr>
        <w:t xml:space="preserve"> خون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خون تبهکاران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خته</w:t>
      </w:r>
      <w:r w:rsidRPr="004A50B5">
        <w:rPr>
          <w:rtl/>
          <w:lang w:bidi="fa-IR"/>
        </w:rPr>
        <w:t xml:space="preserve"> خواهد شد و فساد در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اصلاح در جامعه خواهد نشست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بزرگ که قتل </w:t>
      </w:r>
      <w:r w:rsidRPr="004A50B5">
        <w:rPr>
          <w:rtl/>
          <w:lang w:bidi="fa-IR"/>
        </w:rPr>
        <w:lastRenderedPageBreak/>
        <w:t>نفس و هتک حرمت اجتماع است تنها به گردن آن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است که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و مال اندوختند و حق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را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نهادند پس تا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نشده به کار مردم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لخت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سود خود را فدا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دگران ساز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د،کانون</w:t>
      </w:r>
      <w:r w:rsidRPr="004A50B5">
        <w:rPr>
          <w:rtl/>
          <w:lang w:bidi="fa-IR"/>
        </w:rPr>
        <w:t xml:space="preserve"> فتنه نشو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</w:t>
      </w:r>
      <w:r w:rsidRPr="004A50B5">
        <w:rPr>
          <w:rtl/>
          <w:lang w:bidi="fa-IR"/>
        </w:rPr>
        <w:t xml:space="preserve"> و افع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انقلاب پرورش مده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هم در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جنبش دندان زهرآگ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 را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</w:t>
      </w:r>
      <w:r w:rsidRPr="004A50B5">
        <w:rPr>
          <w:rtl/>
          <w:lang w:bidi="fa-IR"/>
        </w:rPr>
        <w:t xml:space="preserve"> شما فرو برد و دمار از روزگارتان برآورد.کوشش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به روز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مظلومانه از خاک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د،نه</w:t>
      </w:r>
      <w:r w:rsidRPr="004A50B5">
        <w:rPr>
          <w:rtl/>
          <w:lang w:bidi="fa-IR"/>
        </w:rPr>
        <w:t xml:space="preserve"> مانند آن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دامن کفنش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 خون دل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خوناب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مسک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آغشته و رنگ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باشد،ا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قدر در جمع مال حرص نزن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کردن حقوق مردم افراط ننما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لقمه مسموم حرام از گلو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فرو رود چون خداوند نام آن لقمه را آتش گذاشته است .</w:t>
      </w:r>
      <w:r w:rsidR="00945234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صورت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مشروع اسلام از مردم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هستند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کمال رغبت اسلام را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و دستوراتش را به کار بندند تا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را به دست آورند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45234" w:rsidP="00945234">
      <w:pPr>
        <w:pStyle w:val="Heading2"/>
        <w:rPr>
          <w:rtl/>
        </w:rPr>
      </w:pPr>
      <w:r>
        <w:rPr>
          <w:rtl/>
        </w:rPr>
        <w:br w:type="page"/>
      </w:r>
      <w:bookmarkStart w:id="82" w:name="_Toc500835274"/>
      <w:bookmarkStart w:id="83" w:name="_Toc500835443"/>
      <w:r w:rsidR="004A50B5" w:rsidRPr="004A50B5">
        <w:rPr>
          <w:rFonts w:hint="eastAsia"/>
          <w:rtl/>
        </w:rPr>
        <w:lastRenderedPageBreak/>
        <w:t>اسلام</w:t>
      </w:r>
      <w:r w:rsidR="004A50B5" w:rsidRPr="004A50B5">
        <w:rPr>
          <w:rtl/>
        </w:rPr>
        <w:t xml:space="preserve"> و مالک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ت</w:t>
      </w:r>
      <w:bookmarkEnd w:id="82"/>
      <w:bookmarkEnd w:id="83"/>
    </w:p>
    <w:p w:rsidR="004A50B5" w:rsidRPr="004A50B5" w:rsidRDefault="004A50B5" w:rsidP="00945234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 برنامه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مصالح فرد و اجتماع را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نموده و در مقام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ستد</w:t>
      </w:r>
      <w:r w:rsidRPr="004A50B5">
        <w:rPr>
          <w:rtl/>
          <w:lang w:bidi="fa-IR"/>
        </w:rPr>
        <w:t xml:space="preserve"> که به حال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فرد و اجتماع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نرسد و در تحقق دادن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از همان روش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قانون و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متابعت نموده است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وضع قانون به هدف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ضامن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اجتماع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و قابل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رشد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، و با 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باطن بشر را به طرف تفوق بر مشکلات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که در دسترس هر کس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راند ، و راه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تکامل را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 باب اموال حق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مشروعه ثابت و مسلم دانسته و حفظ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 را از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غارت بردن و هر گونه اختلاس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نموده و 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وضع کرده که جلو تعد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تجاوز گرفته شود و به علاوه برنامه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به عنوان قانون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داشته که مردم را از دخالت در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حق خود ممنوع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هرگونه حق و تصرف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صاحب مال از فروش ، اجاره ، رهن ، بخشش ، و 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تصرفات حلال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مخالف با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اجازه داده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است که قانون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کرده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حدود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وضع نموده که صاحبش را به طور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طرف بکار انداختن مال و انفاق و دست دادن آن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البته مصالح اجتماع و همچن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مصالح خود فرد هم در حدود هدف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اسلام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 آنها بپا داشته ، پشت سر هم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محفوظ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اسلام به موازات حق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مقرر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فرد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وک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است که از طرف اجتماع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شده و تملک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مال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تا تملک و صاحب مال شدن و در واقع ثروت و مال به حسب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</w:t>
      </w:r>
      <w:r w:rsidRPr="004A50B5">
        <w:rPr>
          <w:rFonts w:hint="eastAsia"/>
          <w:rtl/>
          <w:lang w:bidi="fa-IR"/>
        </w:rPr>
        <w:t>ود</w:t>
      </w:r>
      <w:r w:rsidRPr="004A50B5">
        <w:rPr>
          <w:rtl/>
          <w:lang w:bidi="fa-IR"/>
        </w:rPr>
        <w:t xml:space="preserve"> حق اجتماع است و اجتماع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مال از طرف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جز او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خدا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امبرش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آنچه خدا شما را در آن جانش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داده انفاق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 </w:t>
      </w:r>
      <w:r w:rsidRPr="00945234">
        <w:rPr>
          <w:rStyle w:val="libFootnotenumChar"/>
          <w:rtl/>
        </w:rPr>
        <w:t>(1)</w:t>
      </w:r>
      <w:r w:rsidRPr="004A50B5">
        <w:rPr>
          <w:rtl/>
          <w:lang w:bidi="fa-IR"/>
        </w:rPr>
        <w:t>اگر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مطابق با اصول و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وضع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البته حرج و مرج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برنامه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آمد که اجتماع در آن وقت جز از اضطرار و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فساد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مسئله تول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مال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همان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مال را عمال نموده و به صاحب مال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مطلق که هر طور بخواهد در مالش تصرف کند نداده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پشت</w:t>
      </w:r>
    </w:p>
    <w:p w:rsidR="004A50B5" w:rsidRPr="00AF1B18" w:rsidRDefault="00AF1B18" w:rsidP="00AF1B1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AF1B18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سوره 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7 .</w:t>
      </w:r>
    </w:p>
    <w:p w:rsidR="004A50B5" w:rsidRPr="004A50B5" w:rsidRDefault="00AF1B18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سر</w:t>
      </w:r>
      <w:r w:rsidR="004A50B5" w:rsidRPr="004A50B5">
        <w:rPr>
          <w:rtl/>
          <w:lang w:bidi="fa-IR"/>
        </w:rPr>
        <w:t xml:space="preserve"> مصالح فرد مصالح اجتماع است که با آن معامله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و خلاصه نظر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اسلام دربار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مال و مالک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جز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نظر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اجتماع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صح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هر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مال خود آزاد است اما در حدود قانون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زراعت کند ، مواد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به صورت مصنوعات درآورد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تجارت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هرگز حق ندارد در کار خود غش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راه دهد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ضرور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را احتکار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اموال خود به ربا دهد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بخاطر سود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در مزد کارگزاران ستم کند ،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ها از نظر اسلام حرام است و به کننده اش وعده عذاب داده شده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پاک اسلام عادتاً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 را به 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فرق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طبقات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ندازد</w:t>
      </w:r>
      <w:r w:rsidRPr="004A50B5">
        <w:rPr>
          <w:rtl/>
          <w:lang w:bidi="fa-IR"/>
        </w:rPr>
        <w:t xml:space="preserve"> انبار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ثروت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کلان و هنگفت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امروزه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محصول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خلافکار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اسلام منع کرده است .</w:t>
      </w:r>
    </w:p>
    <w:p w:rsidR="004A50B5" w:rsidRPr="004A50B5" w:rsidRDefault="004A50B5" w:rsidP="00AF1B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در ثروت ثروتمندان حقوق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ضعفاء و مستمندان و از کارافتاده ها قرار داده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کسره</w:t>
      </w:r>
      <w:r w:rsidRPr="004A50B5">
        <w:rPr>
          <w:rtl/>
          <w:lang w:bidi="fa-IR"/>
        </w:rPr>
        <w:t xml:space="preserve">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در دسترس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طبقه خاص نباشد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هنگام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روزگار و قحط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حاکم مشرع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داران را وادار کند اجناس خوراک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مناسب در دسترس مردم قرار ده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اگر سرپ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خود حاکم حق دارد انبارها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را باز کرده و اجناس را بفروشد و پولش رابه صاحب مال برگرداند .</w:t>
      </w:r>
      <w:r w:rsidR="00AF1B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نظر دور بماند که : که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که امروز در شرق و غرب متداول است در اسلام نبوده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بعد از اختراع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بوده و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شکل از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قدم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گذاشت که مردم مسلمان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خود را از کف داده بودند و در چنگال استعمال قرار داشته و در گرداب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اسلام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اتکاء به قدرت استعمار </w:t>
      </w:r>
      <w:r w:rsidRPr="004A50B5">
        <w:rPr>
          <w:rtl/>
          <w:lang w:bidi="fa-IR"/>
        </w:rPr>
        <w:lastRenderedPageBreak/>
        <w:t>وارد ممالک اسلام</w:t>
      </w:r>
      <w:r w:rsidRPr="004A50B5">
        <w:rPr>
          <w:rFonts w:hint="cs"/>
          <w:rtl/>
          <w:lang w:bidi="fa-IR"/>
        </w:rPr>
        <w:t>ی</w:t>
      </w:r>
      <w:r w:rsidR="00AF1B18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شد</w:t>
      </w:r>
      <w:r w:rsidRPr="004A50B5">
        <w:rPr>
          <w:rtl/>
          <w:lang w:bidi="fa-IR"/>
        </w:rPr>
        <w:t xml:space="preserve"> و مردم مسلمان را آلوده کرد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بود که ارز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با مشاهده احوال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در حال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مقررات حق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پنداشتند که اسلام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نظام منحوس و غلط را با همه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شرش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کجا</w:t>
      </w:r>
      <w:r w:rsidRPr="004A50B5">
        <w:rPr>
          <w:rtl/>
          <w:lang w:bidi="fa-IR"/>
        </w:rPr>
        <w:t xml:space="preserve"> و دربست قبول دارد و در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معارض و مخالف آن باشد .</w:t>
      </w:r>
      <w:r w:rsidRPr="004A50B5">
        <w:rPr>
          <w:rFonts w:hint="eastAsia"/>
          <w:rtl/>
          <w:lang w:bidi="fa-IR"/>
        </w:rPr>
        <w:t>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اسلام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مباح ساخته و چون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همان مالک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حکم تطور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درآمده پس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تنف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</w:t>
      </w:r>
      <w:r w:rsidRPr="004A50B5">
        <w:rPr>
          <w:rtl/>
          <w:lang w:bidi="fa-IR"/>
        </w:rPr>
        <w:t xml:space="preserve"> کرده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رفتن</w:t>
      </w:r>
      <w:r w:rsidRPr="004A50B5">
        <w:rPr>
          <w:rtl/>
          <w:lang w:bidi="fa-IR"/>
        </w:rPr>
        <w:t xml:space="preserve"> اصل مستلزم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شدن در برابر فرع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</w:t>
      </w:r>
      <w:r w:rsidRPr="004A50B5">
        <w:rPr>
          <w:rFonts w:hint="eastAsia"/>
          <w:rtl/>
          <w:lang w:bidi="fa-IR"/>
        </w:rPr>
        <w:t>طال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شبهه و 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نکات برجسته اسلام که جزء الفبا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آن نکته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استفاده از دو عامل :ربا و احتکار بوجود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وسعت و نفوذ امروزه خود برسد .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اسلام هم ربا و احتکار را متجاوز از هزار و چهارصد سال قبل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حرام کرده است .</w:t>
      </w:r>
      <w:r w:rsidRPr="004A50B5">
        <w:rPr>
          <w:rFonts w:hint="eastAsia"/>
          <w:rtl/>
          <w:lang w:bidi="fa-IR"/>
        </w:rPr>
        <w:t>اصل</w:t>
      </w:r>
      <w:r w:rsidRPr="004A50B5">
        <w:rPr>
          <w:rtl/>
          <w:lang w:bidi="fa-IR"/>
        </w:rPr>
        <w:t xml:space="preserve">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طرف اسلام قبل از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دول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شده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:</w:t>
      </w:r>
      <w:r w:rsidR="00AF1B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اسلام کارگر را در منفعت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قرار داده و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فقهاء نصف منفعت را با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 در فقه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شده به کارگر تخص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داده اند .</w:t>
      </w:r>
      <w:r w:rsidRPr="004A50B5">
        <w:rPr>
          <w:rFonts w:hint="eastAsia"/>
          <w:rtl/>
          <w:lang w:bidi="fa-IR"/>
        </w:rPr>
        <w:t>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قابل توجه است پافشار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اسلام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عدالت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باب معمول داشته و مهم تر از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پافشار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صرفاً از بشر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رأفت اسلام درباره کرگران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گرفته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عامل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دخالت نداشته است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زمان قانون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هنوز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ضرورت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امده</w:t>
      </w:r>
      <w:r w:rsidRPr="004A50B5">
        <w:rPr>
          <w:rtl/>
          <w:lang w:bidi="fa-IR"/>
        </w:rPr>
        <w:t xml:space="preserve"> بود و مبارزه طبقات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طرفداران مذاهب </w:t>
      </w:r>
      <w:r w:rsidRPr="004A50B5">
        <w:rPr>
          <w:rtl/>
          <w:lang w:bidi="fa-IR"/>
        </w:rPr>
        <w:lastRenderedPageBreak/>
        <w:t>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را تنها عامل فعال در تطور و تحول روابط کارگر و کارفرما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،</w:t>
      </w:r>
    </w:p>
    <w:p w:rsidR="004A50B5" w:rsidRPr="004A50B5" w:rsidRDefault="004A50B5" w:rsidP="00AF1B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هنوز</w:t>
      </w:r>
      <w:r w:rsidRPr="004A50B5">
        <w:rPr>
          <w:rtl/>
          <w:lang w:bidi="fa-IR"/>
        </w:rPr>
        <w:t xml:space="preserve">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است ، و صناعت در آغاز کار و قبل از اختراع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ساده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دست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داشته و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معدود از کارگران در کارگاه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ساده به آن اشتغال داشته اند ، و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که به آن اشاره شد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که روابط کارفرما و کارگر را بر اساس عدل و عدالت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سابقه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برقرار کند .</w:t>
      </w:r>
      <w:r w:rsidR="00AF1B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صورت معمول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تزاحم و تضاد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کرده و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به خاطر غلط بودن مقررات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حملات</w:t>
      </w:r>
      <w:r w:rsidRPr="004A50B5">
        <w:rPr>
          <w:rtl/>
          <w:lang w:bidi="fa-IR"/>
        </w:rPr>
        <w:t xml:space="preserve"> ناجوانمردانه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سران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مذهب و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مولود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از اسلام است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نقشه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جدا کردن 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اللّه و شؤون اللّه بوده .</w:t>
      </w:r>
    </w:p>
    <w:p w:rsidR="004A50B5" w:rsidRPr="004A50B5" w:rsidRDefault="004A50B5" w:rsidP="00AF1B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مارکس</w:t>
      </w:r>
      <w:r w:rsidRPr="004A50B5">
        <w:rPr>
          <w:rtl/>
          <w:lang w:bidi="fa-IR"/>
        </w:rPr>
        <w:t xml:space="preserve"> گفته :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فقرا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دستان</w:t>
      </w:r>
      <w:r w:rsidRPr="004A50B5">
        <w:rPr>
          <w:rtl/>
          <w:lang w:bidi="fa-IR"/>
        </w:rPr>
        <w:t xml:space="preserve">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سنگ زاو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فلسفه مارکس به شمار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، مارکس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تمام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ها و معابد و مقررات 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زنده کردن مرام (بورژواز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)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که هدف آن تخد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کردن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نمودن طبقه کارگر و زحمت کش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.</w:t>
      </w:r>
      <w:r w:rsidRPr="004A50B5">
        <w:rPr>
          <w:rFonts w:hint="eastAsia"/>
          <w:rtl/>
          <w:lang w:bidi="fa-IR"/>
        </w:rPr>
        <w:t>لن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گفته : هر چه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آزاد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سوس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آشناتر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لازم است عقل خود را از خرافات آزاد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مارکس</w:t>
      </w:r>
      <w:r w:rsidRPr="004A50B5">
        <w:rPr>
          <w:rtl/>
          <w:lang w:bidi="fa-IR"/>
        </w:rPr>
        <w:t xml:space="preserve"> گفته :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ناله مردم رنج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ستم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روح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از هر گونه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فکر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آن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پرورش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ملت هاست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انتقاد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انتقاد از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برداشته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هر کجا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بگستراند آنجا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اشک و آه خواهد بود .</w:t>
      </w:r>
      <w:r w:rsidRPr="004A50B5">
        <w:rPr>
          <w:rFonts w:hint="eastAsia"/>
          <w:rtl/>
          <w:lang w:bidi="fa-IR"/>
        </w:rPr>
        <w:t>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مارکس متون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قضاوت کرده ، البته قضاوت او و لن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دربار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مذهب 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هود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و مس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ت</w:t>
      </w:r>
      <w:r w:rsidRPr="004A50B5">
        <w:rPr>
          <w:rtl/>
        </w:rPr>
        <w:t xml:space="preserve"> تحر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ف</w:t>
      </w:r>
      <w:r w:rsidRPr="004A50B5">
        <w:rPr>
          <w:rtl/>
        </w:rPr>
        <w:t xml:space="preserve"> شده صح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ح</w:t>
      </w:r>
      <w:r w:rsidRPr="004A50B5">
        <w:rPr>
          <w:rtl/>
        </w:rPr>
        <w:t xml:space="preserve"> است اما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اسلام نه ،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دانستند و تجاهل کردند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از طبقه محروم و زحمتکش پشت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مردم را از چنگال ستمکاران خودسر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کتاتور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سرکش نجات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بخشد .</w:t>
      </w:r>
      <w:r w:rsidR="00AF1B18" w:rsidRPr="004A50B5">
        <w:rPr>
          <w:rtl/>
          <w:lang w:bidi="fa-IR"/>
        </w:rPr>
        <w:t xml:space="preserve"> </w:t>
      </w:r>
    </w:p>
    <w:p w:rsidR="004A50B5" w:rsidRPr="004A50B5" w:rsidRDefault="004A50B5" w:rsidP="00AF1B1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فرعون سرکش و ستم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عصر خودش بود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را از چنگال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هم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عاطفه بود که اهداف مقدسه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آلوده ساخته بودند .ندا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مقدس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از قالب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روانش</w:t>
      </w:r>
      <w:r w:rsidRPr="004A50B5">
        <w:rPr>
          <w:rtl/>
          <w:lang w:bidi="fa-IR"/>
        </w:rPr>
        <w:t xml:space="preserve"> محسم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مبارزه با سرکشان و طاغ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زمان برخاست .</w:t>
      </w:r>
      <w:r w:rsidR="00AF1B18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</w:t>
      </w:r>
      <w:r w:rsidR="00AF1B18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در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جباران و ستمکاران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قرار گرفت ،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سرنوشت توده و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DC5EC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به ملت ها روح عزت و شرافت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بخشد ،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گواه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انقلاب ها و نهضت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در طول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گذاشته و معاصر با کمک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ستمکاران و جباران صورت گرفته 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که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ذاتاً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هر گونه ظلم و هر گونه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داردگر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استبداد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کتاتور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در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تفکر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هم در قرآن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به هزار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در کتب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هم مقررات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سال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پس قضاوت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مارکس و لن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روانشان</w:t>
      </w:r>
      <w:r w:rsidRPr="004A50B5">
        <w:rPr>
          <w:rtl/>
          <w:lang w:bidi="fa-IR"/>
        </w:rPr>
        <w:t xml:space="preserve">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زاو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شامل اسلام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در مسئل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اقتصاد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فوق العاده بود ، در برنامه اقتصاد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درآمد و خرج منبع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 از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بود ، او به حق معلم هر دو جهت مسئله بود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از تابلو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او در بزرگداشت مسائل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خصوص اق</w:t>
      </w:r>
      <w:r w:rsidRPr="004A50B5">
        <w:rPr>
          <w:rFonts w:hint="eastAsia"/>
          <w:rtl/>
          <w:lang w:bidi="fa-IR"/>
        </w:rPr>
        <w:t>تصاد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.</w:t>
      </w:r>
    </w:p>
    <w:p w:rsidR="004A50B5" w:rsidRPr="004A50B5" w:rsidRDefault="000C5F1E" w:rsidP="000C5F1E">
      <w:pPr>
        <w:pStyle w:val="Heading2"/>
        <w:rPr>
          <w:rtl/>
        </w:rPr>
      </w:pPr>
      <w:r>
        <w:rPr>
          <w:rtl/>
        </w:rPr>
        <w:br w:type="page"/>
      </w:r>
      <w:bookmarkStart w:id="84" w:name="_Toc500835275"/>
      <w:bookmarkStart w:id="85" w:name="_Toc500835444"/>
      <w:r w:rsidR="004A50B5" w:rsidRPr="004A50B5">
        <w:rPr>
          <w:rFonts w:hint="eastAsia"/>
          <w:rtl/>
        </w:rPr>
        <w:lastRenderedPageBreak/>
        <w:t>عبود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ت</w:t>
      </w:r>
      <w:r w:rsidR="004A50B5" w:rsidRPr="004A50B5">
        <w:rPr>
          <w:rtl/>
        </w:rPr>
        <w:t xml:space="preserve"> و بندگ</w:t>
      </w:r>
      <w:r w:rsidR="004A50B5" w:rsidRPr="004A50B5">
        <w:rPr>
          <w:rFonts w:hint="cs"/>
          <w:rtl/>
        </w:rPr>
        <w:t>ی</w:t>
      </w:r>
      <w:bookmarkEnd w:id="84"/>
      <w:bookmarkEnd w:id="8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مقامات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برشمرده اند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مقام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ارزنده تر و بالاتر از مقام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نسبت به حق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ممتازان از خلق را در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چهره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تحت عنوان عبد و عباد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کرده است . </w:t>
      </w:r>
      <w:r w:rsidRPr="000C5F1E">
        <w:rPr>
          <w:rStyle w:val="libFootnotenumChar"/>
          <w:rtl/>
        </w:rPr>
        <w:t>(1)</w:t>
      </w:r>
      <w:r w:rsidRPr="004A50B5">
        <w:rPr>
          <w:rtl/>
          <w:lang w:bidi="fa-IR"/>
        </w:rPr>
        <w:t>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سعادت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و عاقبت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بهشت را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بندگان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و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را مبدأ تمام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مأمن از شرور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 </w:t>
      </w:r>
      <w:r w:rsidRPr="000C5F1E">
        <w:rPr>
          <w:rStyle w:val="libFootnotenumChar"/>
          <w:rtl/>
        </w:rPr>
        <w:t>(2)</w:t>
      </w:r>
      <w:r w:rsidRPr="004A50B5">
        <w:rPr>
          <w:rtl/>
          <w:lang w:bidi="fa-IR"/>
        </w:rPr>
        <w:t>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عبارت است از شناخت خدا و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دستورات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انسان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سعادت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به انسان ارائه کرده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 آزاد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</w:t>
      </w:r>
      <w:r w:rsidRPr="004A50B5">
        <w:rPr>
          <w:rtl/>
          <w:lang w:bidi="fa-IR"/>
        </w:rPr>
        <w:t xml:space="preserve"> از بند شهوات ، مخالف با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،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آنچه به سود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ظهور دادن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در شؤون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</w:t>
      </w:r>
      <w:r w:rsidRPr="004A50B5">
        <w:rPr>
          <w:rtl/>
          <w:lang w:bidi="fa-IR"/>
        </w:rPr>
        <w:t xml:space="preserve"> به آن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عالم قانون از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خواسته .</w:t>
      </w:r>
      <w:r w:rsidRPr="004A50B5">
        <w:rPr>
          <w:rFonts w:hint="eastAsia"/>
          <w:rtl/>
          <w:lang w:bidi="fa-IR"/>
        </w:rPr>
        <w:t>عبود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مبازره با بت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 و برون ، و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مفاسد و مبارزه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طاغوت به هر شکل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جلوه دارد .</w:t>
      </w: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که به واجبات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از آنچه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زند</w:t>
      </w:r>
      <w:r w:rsidRPr="004A50B5">
        <w:rPr>
          <w:rtl/>
          <w:lang w:bidi="fa-IR"/>
        </w:rPr>
        <w:t xml:space="preserve"> و از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کمک به آنکه و به آنچه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کمک دهند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خود راه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، به مرز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شده و با ادامه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خود را به کمال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به تمام شؤون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آراسته بود ، آن حضرت لحظه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دستورات حق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 ، و از آنچه خداوندش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بود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بود ، او</w:t>
      </w:r>
    </w:p>
    <w:p w:rsidR="004A50B5" w:rsidRPr="000C5F1E" w:rsidRDefault="000C5F1E" w:rsidP="000C5F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</w:t>
      </w:r>
    </w:p>
    <w:p w:rsidR="004A50B5" w:rsidRPr="004A50B5" w:rsidRDefault="004A50B5" w:rsidP="000C5F1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صافات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171 .</w:t>
      </w:r>
    </w:p>
    <w:p w:rsidR="004A50B5" w:rsidRPr="004A50B5" w:rsidRDefault="004A50B5" w:rsidP="000C5F1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2- 2)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63 .</w:t>
      </w:r>
    </w:p>
    <w:p w:rsidR="004A50B5" w:rsidRPr="004A50B5" w:rsidRDefault="000C5F1E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علاوه</w:t>
      </w:r>
      <w:r w:rsidR="004A50B5" w:rsidRPr="004A50B5">
        <w:rPr>
          <w:rtl/>
          <w:lang w:bidi="fa-IR"/>
        </w:rPr>
        <w:t xml:space="preserve"> بر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نکه</w:t>
      </w:r>
      <w:r w:rsidR="004A50B5" w:rsidRPr="004A50B5">
        <w:rPr>
          <w:rtl/>
          <w:lang w:bidi="fa-IR"/>
        </w:rPr>
        <w:t xml:space="preserve"> خود به نور معرفت و اسرار عبود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بود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گران</w:t>
      </w:r>
      <w:r w:rsidR="004A50B5" w:rsidRPr="004A50B5">
        <w:rPr>
          <w:rtl/>
          <w:lang w:bidi="fa-IR"/>
        </w:rPr>
        <w:t xml:space="preserve"> را هم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عرصه گاه انسان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دعوت کرده و آنان را به انجام مراسم بندگ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شگاه</w:t>
      </w:r>
      <w:r w:rsidR="004A50B5" w:rsidRPr="004A50B5">
        <w:rPr>
          <w:rtl/>
          <w:lang w:bidi="fa-IR"/>
        </w:rPr>
        <w:t xml:space="preserve"> خدا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تشو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کرد .</w:t>
      </w:r>
    </w:p>
    <w:p w:rsidR="004A50B5" w:rsidRPr="004A50B5" w:rsidRDefault="000C5F1E" w:rsidP="000C5F1E">
      <w:pPr>
        <w:pStyle w:val="Heading2"/>
        <w:rPr>
          <w:rtl/>
        </w:rPr>
      </w:pPr>
      <w:r>
        <w:rPr>
          <w:rtl/>
        </w:rPr>
        <w:br w:type="page"/>
      </w:r>
      <w:bookmarkStart w:id="86" w:name="_Toc500835276"/>
      <w:bookmarkStart w:id="87" w:name="_Toc500835445"/>
      <w:r w:rsidR="004A50B5" w:rsidRPr="004A50B5">
        <w:rPr>
          <w:rFonts w:hint="eastAsia"/>
          <w:rtl/>
        </w:rPr>
        <w:lastRenderedPageBreak/>
        <w:t>مغز</w:t>
      </w:r>
      <w:r w:rsidR="004A50B5" w:rsidRPr="004A50B5">
        <w:rPr>
          <w:rtl/>
        </w:rPr>
        <w:t xml:space="preserve"> متفکر</w:t>
      </w:r>
      <w:bookmarkEnd w:id="86"/>
      <w:bookmarkEnd w:id="87"/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جز با درک که آن را فکر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به پا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ستد</w:t>
      </w:r>
      <w:r w:rsidRPr="004A50B5">
        <w:rPr>
          <w:rtl/>
          <w:lang w:bidi="fa-IR"/>
        </w:rPr>
        <w:t xml:space="preserve"> و از لوازم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مسئله فکر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فکر هر چه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تر و تمام تر باشد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بهتر و محکم تر خواهد بود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باارزش مربوط به فکر باارزش است و به هر اندازه که فکر مستق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باشد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استقامت و ارزش خواهد داشت .</w:t>
      </w: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گرچه به هنگام چشم گشودن به جهان جز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دل خراش و مک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مادر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رفته رفته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رشد قوه فکر با تمام عوامل بسته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آشنا شده و بر آن ها تسلط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فکر مواد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آسا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ش</w:t>
      </w:r>
      <w:r w:rsidRPr="004A50B5">
        <w:rPr>
          <w:rtl/>
        </w:rPr>
        <w:t xml:space="preserve"> خو را در سا</w:t>
      </w:r>
      <w:r w:rsidRPr="004A50B5">
        <w:rPr>
          <w:rFonts w:hint="cs"/>
          <w:rtl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صنا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گوناگون فراهم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، از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صحرا بهره 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از لابلا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طبقات خاک و آب گنج ها و ذخا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فراوان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دانش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حوادث و تجربه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گذشته را به زنج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حفظ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بالاخره علاوه بر مهار کردن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کمر همّت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تسخ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ارات</w:t>
      </w:r>
      <w:r w:rsidRPr="004A50B5">
        <w:rPr>
          <w:rtl/>
          <w:lang w:bidi="fa-IR"/>
        </w:rPr>
        <w:t xml:space="preserve"> آسمان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بندد .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کل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اختراعات و اکتشافات شگرف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خودنما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تحولات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همه محصول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فوق العاده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امر به تفکر در برنامه 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انسان را دعوت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رشد فکر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او را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مودن</w:t>
      </w:r>
      <w:r w:rsidRPr="004A50B5">
        <w:rPr>
          <w:rtl/>
          <w:lang w:bidi="fa-IR"/>
        </w:rPr>
        <w:t xml:space="preserve"> هر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باشد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رهگذر سود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وافر و حظ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گردد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گُل سرسبد عالم فرض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مهمتر 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نظرش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احساس را دارد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پرمعنا است .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بلا</w:t>
      </w:r>
      <w:r w:rsidRPr="004A50B5">
        <w:rPr>
          <w:rtl/>
          <w:lang w:bidi="fa-IR"/>
        </w:rPr>
        <w:t xml:space="preserve"> شک انسان فرمانروا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جز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کوچک که به دور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جز ستاره کوچک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ها ستاره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کهکشان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بالاتر از آن کهکشان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وجود داد که در فضا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پهناور همچون جزا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ر کوچک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پراکنده اند و تا آنجا که علم نجوم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تلسکوپ کوه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لسن</w:t>
      </w:r>
      <w:r w:rsidRPr="004A50B5">
        <w:rPr>
          <w:rtl/>
          <w:lang w:bidi="fa-IR"/>
        </w:rPr>
        <w:t xml:space="preserve"> تا فاصله 4 هزار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سال نور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</w:t>
      </w:r>
      <w:r w:rsidRPr="004A50B5">
        <w:rPr>
          <w:rtl/>
          <w:lang w:bidi="fa-IR"/>
        </w:rPr>
        <w:t xml:space="preserve"> راه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روشن</w:t>
      </w:r>
      <w:r w:rsidRPr="004A50B5">
        <w:rPr>
          <w:rtl/>
          <w:lang w:bidi="fa-IR"/>
        </w:rPr>
        <w:t xml:space="preserve"> است که وجود انسان از نظر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مقدار ذره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حساب 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ارزش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بستک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وزن و حجمش ندارد بلکه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شناخت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زها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، در وجود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انسان که ازنظر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دارد به نام مغز که در مقا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سه</w:t>
      </w:r>
      <w:r w:rsidRPr="004A50B5">
        <w:rPr>
          <w:rtl/>
          <w:lang w:bidi="fa-IR"/>
        </w:rPr>
        <w:t xml:space="preserve"> 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حجم و وزن آن دو برابر عظمت سرسام آور جهان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 را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است در 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جهان با آن وسعت در برابرش کوچک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مغز</w:t>
      </w:r>
      <w:r w:rsidRPr="004A50B5">
        <w:rPr>
          <w:rtl/>
          <w:lang w:bidi="fa-IR"/>
        </w:rPr>
        <w:t xml:space="preserve"> عبارت از اجتماع کوچک سلول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هماهنگ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تعداد آن سلول ها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دوازده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آنها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چند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رشته 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ارتباط داده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ندارد .</w:t>
      </w:r>
      <w:r w:rsidRPr="004A50B5">
        <w:rPr>
          <w:rFonts w:hint="eastAsia"/>
          <w:rtl/>
          <w:lang w:bidi="fa-IR"/>
        </w:rPr>
        <w:t>فکر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مقدار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تجل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نه تنها تمام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کهکشان ها تا هسته اتم را فرا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بلکه از ورا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گذرد .</w:t>
      </w: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بخاطر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ارزش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توده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</w:t>
      </w:r>
      <w:r w:rsidRPr="004A50B5">
        <w:rPr>
          <w:rtl/>
          <w:lang w:bidi="fa-IR"/>
        </w:rPr>
        <w:t xml:space="preserve"> عالم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جانداران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و هم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حال </w:t>
      </w:r>
      <w:r w:rsidRPr="004A50B5">
        <w:rPr>
          <w:rtl/>
          <w:lang w:bidi="fa-IR"/>
        </w:rPr>
        <w:lastRenderedPageBreak/>
        <w:t>انفراد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به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معروف است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طبق آنها اعمال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آنها از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منحرف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را با فکر اشتباه کرد ، زنبور عسل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قابل توجه ، عصاره گلها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مکد و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لذت بخش فراهم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لانه منظم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نوزاد خود را به طرز جالب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هم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مورچگ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، مخصوصاً به آش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و وطن خود عشق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ورزند ، در فصل تابستان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زمستان خود خوار و بار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در انبار مخصوص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ذخ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و با مهارت فوق العاده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دانه ها سبز نشود و فاسد نگردد از دانه ها مواظبت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،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دامپرور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نگهدار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حشرات که مواد مخصوص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بدن آنها ترشح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مهارت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، طرز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جالب است ، ساختمان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محکم بنا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و از اجتماع آنها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مرتب و منظم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، و تقس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کار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با وضع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همچن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در طرز لانه ساختن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غذا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نوزاد دقّت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جالب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وجود آنان به طور خودکار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شده ، لذا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کنواخت</w:t>
      </w:r>
      <w:r w:rsidRPr="004A50B5">
        <w:rPr>
          <w:rtl/>
          <w:lang w:bidi="fa-IR"/>
        </w:rPr>
        <w:t xml:space="preserve"> و ثاب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  <w:r w:rsidR="000C5F1E" w:rsidRPr="004A50B5">
        <w:rPr>
          <w:rtl/>
          <w:lang w:bidi="fa-IR"/>
        </w:rPr>
        <w:t xml:space="preserve"> 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انسان روز به روز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قوه فکر رژ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عوض کرده و نقش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طرح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در تحولات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دامنه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همان</w:t>
      </w:r>
      <w:r w:rsidRPr="004A50B5">
        <w:rPr>
          <w:rtl/>
          <w:lang w:bidi="fa-IR"/>
        </w:rPr>
        <w:t xml:space="preserve"> قدرت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را در پرتو علم و حکمتش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قدر با نظم و دقت ساخته و پرداخته که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سلول جاندارش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نهفته ، و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اتم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جانش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انرژ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داده ، به ما انسان ها همه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شگرف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فکر ارزان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که با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تدب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ر کرده و از حافظه و اراده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از راه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علم و دانش ،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 قو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عقل افزوده و با کنجکاو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که خاص بشر و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دماغش به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تفکر</w:t>
      </w:r>
      <w:r w:rsidRPr="004A50B5">
        <w:rPr>
          <w:rtl/>
          <w:lang w:bidi="fa-IR"/>
        </w:rPr>
        <w:t xml:space="preserve"> و تعقل دارد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علل و جهات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هر 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نموده و مجهولات را کشف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با تع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روز به روز بر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مغز افزوده تا آنجا که عوامل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را استخدام کرده و آنچه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موجودات جبر صرف است به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مغز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هر انسان منظره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آغاز عمر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هر آواز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هر مطلب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خوانده و بالاخره هر 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درک نموده ،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ماه و ستارگان ، آسمان ها ،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و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، و صحرا ، و کوه و کاه ، آشنا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، کوچک و بزرگ ، لطف و خش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و هزاران خاطره و حادثه همه و همه را مغز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و علاوه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معلومات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مخزن نگهدار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از همه مهمتر خلاق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اوست که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شما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فوراً جلوه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 حاضر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نمونه بارز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قدرت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اندازه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در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کوچک قرار داده ،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وصف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نکته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مهم را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فراموش کرد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مرز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سعادت و شقاوت و خوشبخت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آن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:</w:t>
      </w:r>
      <w:r w:rsidRPr="004A50B5">
        <w:rPr>
          <w:rFonts w:hint="eastAsia"/>
          <w:rtl/>
          <w:lang w:bidi="fa-IR"/>
        </w:rPr>
        <w:t>قوه</w:t>
      </w:r>
      <w:r w:rsidRPr="004A50B5">
        <w:rPr>
          <w:rtl/>
          <w:lang w:bidi="fa-IR"/>
        </w:rPr>
        <w:t xml:space="preserve"> فکر انسان با آن همه عظمت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قادر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انسان را از حوادث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نجات بخشد </w:t>
      </w:r>
      <w:r w:rsidRPr="004A50B5">
        <w:rPr>
          <w:rFonts w:hint="eastAsia"/>
          <w:rtl/>
          <w:lang w:bidi="fa-IR"/>
        </w:rPr>
        <w:t>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را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هرج و مرج و فساد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بشر به خاطر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فکر تنها و مغرور شدن به محصولات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بوجود آمده ، و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و آرامش را از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سلب نموده است ،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مست جاه و برخ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غرق در شهوت و عد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گرفتار به </w:t>
      </w:r>
      <w:r w:rsidRPr="004A50B5">
        <w:rPr>
          <w:rtl/>
          <w:lang w:bidi="fa-IR"/>
        </w:rPr>
        <w:lastRenderedPageBreak/>
        <w:t>بند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که کارگردانان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گروه اند ، و خود فکر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با جهان و مردم آن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بنگر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عقل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قادر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ما را به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فلسفه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خود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خلفه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آباد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رشد و رفاه کامل برقرار ساز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برساند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مدتها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خود عقل را ملاک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داده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تجربه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که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جنگ گرم و خانمان برانداز و جنگ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سرد و دهشت زا و بس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رعب آور واقع شده و اکنون چنان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گرفتار آمده که نه قدرت دارد داد مظلوم را از ستمکار بستاند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نه از بردگ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ناتوانان ،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شدن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حقوق مردمان وارستگ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نارسا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عقل بشر است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عقل اگر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دست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باشد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اشتباهات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عقل ها که سرچشمه رأ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هستند از لحاظ درک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قضاوت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چگونه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را ارز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متفاوتند ،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امور به نظر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</w:t>
      </w:r>
      <w:r w:rsidRPr="004A50B5">
        <w:rPr>
          <w:rFonts w:hint="eastAsia"/>
          <w:rtl/>
          <w:lang w:bidi="fa-IR"/>
        </w:rPr>
        <w:t>قول</w:t>
      </w:r>
      <w:r w:rsidRPr="004A50B5">
        <w:rPr>
          <w:rtl/>
          <w:lang w:bidi="fa-IR"/>
        </w:rPr>
        <w:t xml:space="preserve"> خوبست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آنها را بد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، در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عصر به قدر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قضاوت عقول را به رنگها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گوناگون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ملت ها را دچار سرگردان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مسائل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کرده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آن عقل ها دستخوش تزلزل در برابر شهواتند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امور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منطقه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عقل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بسزا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دارند ، چه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وضع شد و گفتند بخاطر جانبدار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بشر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جهان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آن قانون براساس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نژاد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تعصب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بود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گذشته عقل ها در ادراک خود جولانگاه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دارند ، مثلاً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وضع آن سر و صدا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به راه انداختند ، خوشحال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کردند ، و جشن ها گرفتند ، اما پس از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نارسا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آن قانون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برده و مقررات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 کردند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اگر در تنظ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امور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جهان بر عقل تنها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مانند آن است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لب پرتگاه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ستاده</w:t>
      </w:r>
      <w:r w:rsidRPr="004A50B5">
        <w:rPr>
          <w:rtl/>
          <w:lang w:bidi="fa-IR"/>
        </w:rPr>
        <w:t xml:space="preserve"> و جهان را با تمام مسائلش به خراب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نابود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سوق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قدرت خود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دقت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به درک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نائل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عقل</w:t>
      </w:r>
      <w:r w:rsidRPr="004A50B5">
        <w:rPr>
          <w:rtl/>
          <w:lang w:bidi="fa-IR"/>
        </w:rPr>
        <w:t xml:space="preserve">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مستقلاً سعادت ساز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برقرار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صلح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آرامش حتم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خاطر ، و است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حقوق به دنبال دست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 که به کمک عقل برخاسته انسان را در ظاهر و باطن و در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آشکار آرام سازد ، و آن دست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چنانچه تجربه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ثابت کرده جز راه خدا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انسان را با مراقب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آشنا ساخته و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انسان را از هر گونه انحراف باز داشته ، و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جسم و جان را در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فکر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مبنا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درک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نائل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پس از فکر درست کار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انسان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و به دنبال آن آرامش و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اصول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باب عقل و جهل از امام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 جعفر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خطاب به هشام ابن حکم نقل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 که آن حضرت فرمود :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هشام</w:t>
      </w:r>
      <w:r w:rsidRPr="004A50B5">
        <w:rPr>
          <w:rtl/>
          <w:lang w:bidi="fa-IR"/>
        </w:rPr>
        <w:t xml:space="preserve"> خداوند به انسان دو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باطن .اما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ظاهر عبارت است : از وجود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ائمه ، و باطن عبارت است از عقل و خرد ، و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سعادت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هر دو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است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قهرمان عقل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بود ، او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ورود به هر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به دست آوردن آنچه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خواست ابتدا فکر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برنامه را با دورب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خرد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 ، آن گاه اقدام به برنامه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علاوه بر فکر تنها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نداشت ، در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احوالات</w:t>
      </w:r>
      <w:r w:rsidRPr="004A50B5">
        <w:rPr>
          <w:rtl/>
          <w:lang w:bidi="fa-IR"/>
        </w:rPr>
        <w:t xml:space="preserve"> آن بزرگ مرد نوشته اند : که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اوقات خود را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و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گذراند ، و از قدرت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و حکمتشان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فکر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اش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آرام و 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مطمئن داشت .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طوفان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در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او را در هم نخواهد شکست ، او در سا</w:t>
      </w:r>
      <w:r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نور عقل و روشنا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ادش</w:t>
      </w:r>
      <w:r w:rsidRPr="004A50B5">
        <w:rPr>
          <w:rtl/>
          <w:lang w:bidi="fa-IR"/>
        </w:rPr>
        <w:t xml:space="preserve">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0C5F1E" w:rsidP="000C5F1E">
      <w:pPr>
        <w:pStyle w:val="Heading2"/>
        <w:rPr>
          <w:rtl/>
        </w:rPr>
      </w:pPr>
      <w:r>
        <w:rPr>
          <w:rtl/>
        </w:rPr>
        <w:br w:type="page"/>
      </w:r>
      <w:bookmarkStart w:id="88" w:name="_Toc500835277"/>
      <w:bookmarkStart w:id="89" w:name="_Toc500835446"/>
      <w:r w:rsidR="004A50B5" w:rsidRPr="004A50B5">
        <w:rPr>
          <w:rFonts w:hint="eastAsia"/>
          <w:rtl/>
        </w:rPr>
        <w:lastRenderedPageBreak/>
        <w:t>صبر</w:t>
      </w:r>
      <w:r w:rsidR="004A50B5" w:rsidRPr="004A50B5">
        <w:rPr>
          <w:rtl/>
        </w:rPr>
        <w:t xml:space="preserve"> و شک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با</w:t>
      </w:r>
      <w:r w:rsidR="004A50B5" w:rsidRPr="004A50B5">
        <w:rPr>
          <w:rFonts w:hint="cs"/>
          <w:rtl/>
        </w:rPr>
        <w:t>یی</w:t>
      </w:r>
      <w:bookmarkEnd w:id="88"/>
      <w:bookmarkEnd w:id="8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جمله تهمت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خردان و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سمائل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ندارند به مذهب زده اند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: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مذهب</w:t>
      </w:r>
      <w:r w:rsidRPr="004A50B5">
        <w:rPr>
          <w:rtl/>
          <w:lang w:bidi="fa-IR"/>
        </w:rPr>
        <w:t xml:space="preserve"> مردم را به صبر در برابر ظلم و ستم طبقه استثمار کننده دعوت کرده آن را جزء قضا و قدر حتم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شمرده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حافظ منافع استعمارگران است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مقدس اسلام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تهمت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نمانده و ما بخاطر دفاع از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آنجا که لازم باشد جوانب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مسئله را بررس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</w:t>
      </w:r>
      <w:r w:rsidRPr="004A50B5">
        <w:rPr>
          <w:rFonts w:hint="eastAsia"/>
          <w:rtl/>
          <w:lang w:bidi="fa-IR"/>
        </w:rPr>
        <w:t>صبر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گفته اند ، اگر در مقررات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شود در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شده است ، و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توج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هات</w:t>
      </w:r>
      <w:r w:rsidRPr="004A50B5">
        <w:rPr>
          <w:rtl/>
          <w:lang w:bidi="fa-IR"/>
        </w:rPr>
        <w:t xml:space="preserve"> در جنب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کلمات مقدس ساخته و پرداخته بشر است ، 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قانون مشهور انج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که اگر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طرف راست تو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 طرف چپ را رو برو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نگاهدار تا بزند از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باشد که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خائن و دزدان راه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حفظ منافع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ساخته اند ، و البته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خطرناک هم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توج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فوق العاده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، اما در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مقدس اسلام ترجمه صبر کاملاً به عکس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است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ظلم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دادگر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کردن حقوق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چارگان</w:t>
      </w:r>
      <w:r w:rsidRPr="004A50B5">
        <w:rPr>
          <w:rtl/>
          <w:lang w:bidi="fa-IR"/>
        </w:rPr>
        <w:t xml:space="preserve"> را هر اندازه هم که کم باشد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زشت و منکر شمرده است و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 در برابر تجاوز را از</w:t>
      </w:r>
      <w:r w:rsidR="000C5F1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خود</w:t>
      </w:r>
      <w:r w:rsidRPr="004A50B5">
        <w:rPr>
          <w:rtl/>
          <w:lang w:bidi="fa-IR"/>
        </w:rPr>
        <w:t xml:space="preserve"> تجاوز بدتر دانسته و گفته :</w:t>
      </w:r>
      <w:r w:rsidR="000C5F1E" w:rsidRPr="004A50B5">
        <w:rPr>
          <w:rtl/>
          <w:lang w:bidi="fa-IR"/>
        </w:rPr>
        <w:t xml:space="preserve"> </w:t>
      </w:r>
    </w:p>
    <w:p w:rsidR="004A50B5" w:rsidRPr="004A50B5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قبول</w:t>
      </w:r>
      <w:r w:rsidRPr="004A50B5">
        <w:rPr>
          <w:rtl/>
          <w:lang w:bidi="fa-IR"/>
        </w:rPr>
        <w:t xml:space="preserve"> ظلم خود ظلم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="000C5F1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بر 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امر به معروف و نه از منکر از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است ،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ملاک هر فرد مسلمان و 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واجب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که در برابر مظالم و ستمگر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آرام ننش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تا سر حد امکان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کن کردن آن کوشش کند ، چه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به </w:t>
      </w: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تن دهد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از ظلم و ظالم دفاع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قرآن</w:t>
      </w:r>
      <w:r w:rsidRPr="004A50B5">
        <w:rPr>
          <w:rtl/>
          <w:lang w:bidi="fa-IR"/>
        </w:rPr>
        <w:t xml:space="preserve"> منعکس کنند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اسلام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با گروه ستمگر مبارزه و نبرد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به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 تن در دهند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امام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 ضمن دستورات خود به مالک اشتر به هنگام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به مصر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</w:p>
    <w:p w:rsidR="000C5F1E" w:rsidRDefault="004A50B5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بارها</w:t>
      </w:r>
      <w:r w:rsidRPr="004A50B5">
        <w:rPr>
          <w:rtl/>
          <w:lang w:bidi="fa-IR"/>
        </w:rPr>
        <w:t xml:space="preserve"> از رسول خدا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، هرگز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و سعادتمند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آن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حقوق ضعفا را از اقو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تأمل 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.</w:t>
      </w:r>
    </w:p>
    <w:p w:rsidR="004A50B5" w:rsidRPr="004A50B5" w:rsidRDefault="000C5F1E" w:rsidP="000C5F1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موفق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و 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</w:t>
      </w:r>
      <w:r w:rsidR="004A50B5" w:rsidRPr="004A50B5">
        <w:rPr>
          <w:rtl/>
          <w:lang w:bidi="fa-IR"/>
        </w:rPr>
        <w:t xml:space="preserve"> به کمال مطلوب علل و موجبات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دارد که چون مقدمات آن فراهم گرد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آدم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نت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جه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رسد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اسرار</w:t>
      </w:r>
      <w:r w:rsidRPr="004A50B5">
        <w:rPr>
          <w:rtl/>
          <w:lang w:bidi="fa-IR"/>
        </w:rPr>
        <w:t xml:space="preserve"> موفق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بر دو نوع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مقتض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اوضاع و احوال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استقامت و پافشار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کار که شرط کمال جزء 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بدون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علت تامه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مبا</w:t>
      </w:r>
      <w:r w:rsidR="00B71E0C">
        <w:rPr>
          <w:rFonts w:hint="cs"/>
          <w:rtl/>
          <w:lang w:bidi="fa-IR"/>
        </w:rPr>
        <w:t>ر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دادن عادات و اخلاق و آداب و رسوم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مرهون اصطکاک و برخوردها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مسلماً محروم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 و موفق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دارد ،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از نردبان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صعود کند تا از پله اول قطع علاقه نکند به مرحله دوم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فرسودگ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خود تحمل کند تا به اوج عزّت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="00B71E0C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برسد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 و استقامت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مبارزه با فساد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عادات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خانوادگ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مخالف با شؤون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بگذرد ، آنگاه به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صلاح و </w:t>
      </w:r>
      <w:r w:rsidRPr="004A50B5">
        <w:rPr>
          <w:rtl/>
          <w:lang w:bidi="fa-IR"/>
        </w:rPr>
        <w:lastRenderedPageBreak/>
        <w:t xml:space="preserve">صواب رهسپار شود و از عادات </w:t>
      </w:r>
      <w:r w:rsidR="00B71E0C">
        <w:rPr>
          <w:rFonts w:hint="cs"/>
          <w:rtl/>
          <w:lang w:bidi="fa-IR"/>
        </w:rPr>
        <w:t>ز</w:t>
      </w:r>
      <w:r w:rsidRPr="004A50B5">
        <w:rPr>
          <w:rtl/>
          <w:lang w:bidi="fa-IR"/>
        </w:rPr>
        <w:t>شت خوددار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به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انس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بدون شک بهبود حال و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نفس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اضت</w:t>
      </w:r>
      <w:r w:rsidRPr="004A50B5">
        <w:rPr>
          <w:rtl/>
          <w:lang w:bidi="fa-IR"/>
        </w:rPr>
        <w:t xml:space="preserve"> دارد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مبارزه کرد و در راه مبارزه استقامت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خرج داد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مفهوم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صبر</w:t>
      </w:r>
      <w:r w:rsidRPr="004A50B5">
        <w:rPr>
          <w:rtl/>
          <w:lang w:bidi="fa-IR"/>
        </w:rPr>
        <w:t xml:space="preserve">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موضوعات مهم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اسلام به آن دعوت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آن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برجسته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نداران</w:t>
      </w:r>
      <w:r w:rsidRPr="004A50B5">
        <w:rPr>
          <w:rtl/>
          <w:lang w:bidi="fa-IR"/>
        </w:rPr>
        <w:t xml:space="preserve">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تا آنجا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منزل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سر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بدن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ندار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آگاه از لفظ صبر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فهمد که مراعات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لازم تر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استقامت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راه حق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حوصله در برابر آتش شهوات حاد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برابر مصائب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تشو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به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معنا به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از شما صد مرد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ثابت قدم و با استقامت باشد بر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نفر غالب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از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نماز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ساختن شهوات به حدود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استمداد </w:t>
      </w:r>
      <w:r w:rsidRPr="004A50B5">
        <w:rPr>
          <w:rtl/>
          <w:lang w:bidi="fa-IR"/>
        </w:rPr>
        <w:lastRenderedPageBreak/>
        <w:t>جو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در برابر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="00B71E0C">
        <w:rPr>
          <w:rFonts w:hint="cs"/>
          <w:rtl/>
          <w:lang w:bidi="fa-IR"/>
        </w:rPr>
        <w:t>آ</w:t>
      </w:r>
      <w:r w:rsidRPr="004A50B5">
        <w:rPr>
          <w:rtl/>
          <w:lang w:bidi="fa-IR"/>
        </w:rPr>
        <w:t>مدها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باش ، چنانچه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اولوالعزم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تو استقامت کردند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ناگفته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داست</w:t>
      </w:r>
      <w:r w:rsidRPr="004A50B5">
        <w:rPr>
          <w:rtl/>
          <w:lang w:bidi="fa-IR"/>
        </w:rPr>
        <w:t xml:space="preserve"> که انجام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دستورات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حفظ تعادل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افراد و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 ، و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ساختن آنان به سعادت و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</w:t>
      </w: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انحرافات</w:t>
      </w:r>
      <w:r w:rsidRPr="004A50B5">
        <w:rPr>
          <w:rtl/>
          <w:lang w:bidi="fa-IR"/>
        </w:rPr>
        <w:t xml:space="preserve"> و رکود و تنبل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مراعات مقررات حق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موفق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برابر مشکلات وادار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B71E0C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مفهوم صبر در مرز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سالم و پاک اسلام ، تن به ظلم دادن ، و توسر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خوردن ،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بار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مستبدان رفتن ، و سکوت در برابر ظلم و ظالم داشتن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صبر به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برابر دشمن و طاغ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خانمان برانداز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اگر 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را به کاخ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همانند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کاخ بر چهار شالوده قلب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استوار است ، نخست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 بردبار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آن هم بر چهار گونه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شهورات و تمن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نفس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ثبات قدم در راه عشق به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معارف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پروا و محرمات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اغتنام فرصت و استفاده از نوبت .</w:t>
      </w: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آن</w:t>
      </w:r>
      <w:r w:rsidRPr="004A50B5">
        <w:rPr>
          <w:rtl/>
          <w:lang w:bidi="fa-IR"/>
        </w:rPr>
        <w:t xml:space="preserve"> جان آرزومند که در آرزو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وصال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صبرانه بال و پر زند و در قفس تن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کند ، و به ناگز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آلا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خواهش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ناهنجار پاک باشد ، و آن دل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که از ناستوده ها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و هوس حرام نکند و در لذت حرام نغلطد ، آن مغز خردمند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شناک</w:t>
      </w:r>
      <w:r w:rsidRPr="004A50B5">
        <w:rPr>
          <w:rtl/>
          <w:lang w:bidi="fa-IR"/>
        </w:rPr>
        <w:t xml:space="preserve"> که به ف</w:t>
      </w:r>
      <w:r w:rsidRPr="004A50B5">
        <w:rPr>
          <w:rFonts w:hint="eastAsia"/>
          <w:rtl/>
          <w:lang w:bidi="fa-IR"/>
        </w:rPr>
        <w:t>رصت</w:t>
      </w:r>
      <w:r w:rsidRPr="004A50B5">
        <w:rPr>
          <w:rtl/>
          <w:lang w:bidi="fa-IR"/>
        </w:rPr>
        <w:t xml:space="preserve"> خوش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شد</w:t>
      </w:r>
      <w:r w:rsidRPr="004A50B5">
        <w:rPr>
          <w:rtl/>
          <w:lang w:bidi="fa-IR"/>
        </w:rPr>
        <w:t xml:space="preserve"> ، از 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روزگار و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حوادث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ندارد .</w:t>
      </w:r>
      <w:r w:rsidR="00B71E0C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چشم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روشن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مرگ را از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همواره پاک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بلند نظر باشد ،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منافع از برکت استقامت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راه هدف است .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در نهاد انسان است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به هدف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خاص کشش داشته و او را به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دعوت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تنها اختلاف افراد در شدت و ضعف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قواست ، انسان در جواب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هماهنگ و زمان</w:t>
      </w:r>
      <w:r w:rsidRPr="004A50B5">
        <w:rPr>
          <w:rFonts w:hint="cs"/>
          <w:rtl/>
          <w:lang w:bidi="fa-IR"/>
        </w:rPr>
        <w:t>ی</w:t>
      </w:r>
      <w:r w:rsidR="00B71E0C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انسان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انسان موجود است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ا</w:t>
      </w:r>
      <w:r w:rsidR="00B71E0C">
        <w:rPr>
          <w:rFonts w:hint="cs"/>
          <w:rtl/>
          <w:lang w:bidi="fa-IR"/>
        </w:rPr>
        <w:t>نس</w:t>
      </w:r>
      <w:r w:rsidRPr="004A50B5">
        <w:rPr>
          <w:rtl/>
          <w:lang w:bidi="fa-IR"/>
        </w:rPr>
        <w:t>ان با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خطوط مشترک دارد ،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در حال گرسنگ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غذا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طلبد ، در حال تشنگ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، و هنگام احساس ضرر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دفعش مبارزه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در برابر منفعت به جلب آن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،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مراتب را دارد و به نحو کاملتر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هر دو عمل در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و انسان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عامل آن عبارت از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هر دو است .</w:t>
      </w: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نسبت به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در بزرگ داشت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در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که متک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با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وجه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دارد .</w:t>
      </w: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آنچه</w:t>
      </w:r>
      <w:r w:rsidRPr="004A50B5">
        <w:rPr>
          <w:rtl/>
          <w:lang w:bidi="fa-IR"/>
        </w:rPr>
        <w:t xml:space="preserve"> که انسان در گرد اوست و باعث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ازش</w:t>
      </w:r>
      <w:r w:rsidRPr="004A50B5">
        <w:rPr>
          <w:rtl/>
          <w:lang w:bidi="fa-IR"/>
        </w:rPr>
        <w:t xml:space="preserve"> عبارت است : از عقل و اراده که در پرتو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قدرت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بشر آشکار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موجودات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  <w:r w:rsidR="00B71E0C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سرچشمه</w:t>
      </w:r>
      <w:r w:rsidRPr="004A50B5">
        <w:rPr>
          <w:rtl/>
          <w:lang w:bidi="fa-IR"/>
        </w:rPr>
        <w:t xml:space="preserve"> تمام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عقل و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پرتو اراده است و اراده جز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برابر عمل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انسان پس از شروع </w:t>
      </w:r>
      <w:r w:rsidRPr="004A50B5">
        <w:rPr>
          <w:rtl/>
          <w:lang w:bidi="fa-IR"/>
        </w:rPr>
        <w:lastRenderedPageBreak/>
        <w:t>عمل آن را به اتمام برساند ، و خلاصه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عقل و اراده اوست .</w:t>
      </w: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در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آهن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داشت ، او در برابر حوادث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مرگ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، از دست رفتن مال خود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باخت و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، و در برابر محرمات چون کوه از خود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و در اتمام </w:t>
      </w:r>
      <w:r w:rsidRPr="004A50B5">
        <w:rPr>
          <w:rFonts w:hint="eastAsia"/>
          <w:rtl/>
          <w:lang w:bidi="fa-IR"/>
        </w:rPr>
        <w:t>اعمال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 و اراده متک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نام مقدّسش را در صفحات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ثابت و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زمان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نگاهدار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ادش</w:t>
      </w:r>
      <w:r w:rsidRPr="004A50B5">
        <w:rPr>
          <w:rtl/>
          <w:lang w:bidi="fa-IR"/>
        </w:rPr>
        <w:t xml:space="preserve"> استقامت خواهد کرد .</w:t>
      </w:r>
      <w:r w:rsidR="00B71E0C" w:rsidRPr="004A50B5">
        <w:rPr>
          <w:rtl/>
          <w:lang w:bidi="fa-IR"/>
        </w:rPr>
        <w:t xml:space="preserve"> </w:t>
      </w:r>
    </w:p>
    <w:p w:rsidR="004A50B5" w:rsidRPr="004A50B5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عبرت</w:t>
      </w:r>
      <w:r w:rsidR="00B71E0C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گذشته</w:t>
      </w:r>
      <w:r w:rsidRPr="004A50B5">
        <w:rPr>
          <w:rtl/>
          <w:lang w:bidi="fa-IR"/>
        </w:rPr>
        <w:t xml:space="preserve"> از مسائل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دار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انش</w:t>
      </w:r>
      <w:r w:rsidRPr="004A50B5">
        <w:rPr>
          <w:rtl/>
          <w:lang w:bidi="fa-IR"/>
        </w:rPr>
        <w:t xml:space="preserve"> بر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نبوت استوار است ،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بتوان گفت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و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ملل و اقوام با آن روبرو بودند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در کشتزار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درس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مصدر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عبرت گرفتن است .</w:t>
      </w: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بخش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 از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را به بازگو کردن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مسائل اختصاص داده ، و هدفش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و اقوام و ملل در کلمه عبرت خلاصه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</w:p>
    <w:p w:rsidR="004A50B5" w:rsidRPr="004A50B5" w:rsidRDefault="00B71E0C" w:rsidP="004A50B5">
      <w:pPr>
        <w:pStyle w:val="libNormal"/>
        <w:rPr>
          <w:rtl/>
          <w:lang w:bidi="fa-IR"/>
        </w:rPr>
      </w:pPr>
      <w:r w:rsidRPr="00B71E0C">
        <w:rPr>
          <w:rStyle w:val="libAlaemChar"/>
          <w:rFonts w:hint="cs"/>
          <w:rtl/>
        </w:rPr>
        <w:t xml:space="preserve"> (</w:t>
      </w:r>
      <w:r w:rsidR="004A50B5" w:rsidRPr="00B71E0C">
        <w:rPr>
          <w:rStyle w:val="libAieChar"/>
          <w:rFonts w:hint="eastAsia"/>
          <w:rtl/>
        </w:rPr>
        <w:t>لَقَدْ</w:t>
      </w:r>
      <w:r w:rsidR="004A50B5" w:rsidRPr="00B71E0C">
        <w:rPr>
          <w:rStyle w:val="libAieChar"/>
          <w:rtl/>
        </w:rPr>
        <w:t xml:space="preserve"> ک</w:t>
      </w:r>
      <w:r w:rsidR="004A50B5" w:rsidRPr="00B71E0C">
        <w:rPr>
          <w:rStyle w:val="libAieChar"/>
          <w:rFonts w:hint="cs"/>
          <w:rtl/>
        </w:rPr>
        <w:t>انَ فِی</w:t>
      </w:r>
      <w:r w:rsidR="004A50B5" w:rsidRPr="00B71E0C">
        <w:rPr>
          <w:rStyle w:val="libAieChar"/>
          <w:rtl/>
        </w:rPr>
        <w:t xml:space="preserve"> قَصَصِهِمْ عِبْرَهٌ لِأُولِ</w:t>
      </w:r>
      <w:r w:rsidR="004A50B5" w:rsidRPr="00B71E0C">
        <w:rPr>
          <w:rStyle w:val="libAieChar"/>
          <w:rFonts w:hint="cs"/>
          <w:rtl/>
        </w:rPr>
        <w:t>ی</w:t>
      </w:r>
      <w:r w:rsidR="004A50B5" w:rsidRPr="00B71E0C">
        <w:rPr>
          <w:rStyle w:val="libAieChar"/>
          <w:rtl/>
        </w:rPr>
        <w:t xml:space="preserve"> الْأَلْب</w:t>
      </w:r>
      <w:r w:rsidR="004A50B5" w:rsidRPr="00B71E0C">
        <w:rPr>
          <w:rStyle w:val="libAieChar"/>
          <w:rFonts w:hint="cs"/>
          <w:rtl/>
        </w:rPr>
        <w:t>ابِ</w:t>
      </w:r>
      <w:r w:rsidRPr="00B71E0C">
        <w:rPr>
          <w:rStyle w:val="libAlaemChar"/>
          <w:rFonts w:hint="cs"/>
          <w:rtl/>
        </w:rPr>
        <w:t>)</w:t>
      </w:r>
      <w:r w:rsidR="004A50B5" w:rsidRPr="004A50B5">
        <w:rPr>
          <w:rFonts w:hint="cs"/>
          <w:rtl/>
          <w:lang w:bidi="fa-IR"/>
        </w:rPr>
        <w:t xml:space="preserve"> . </w:t>
      </w:r>
      <w:r w:rsidR="004A50B5" w:rsidRPr="00B71E0C">
        <w:rPr>
          <w:rStyle w:val="libFootnotenumChar"/>
          <w:rFonts w:hint="cs"/>
          <w:rtl/>
        </w:rPr>
        <w:t>(1)</w:t>
      </w:r>
    </w:p>
    <w:p w:rsidR="00B71E0C" w:rsidRDefault="00B71E0C" w:rsidP="00B71E0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سع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خردمندان بر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بوده که از کوچکتر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حادثه بهتر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درس را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خود و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گران</w:t>
      </w:r>
      <w:r w:rsidR="004A50B5" w:rsidRPr="004A50B5">
        <w:rPr>
          <w:rtl/>
          <w:lang w:bidi="fa-IR"/>
        </w:rPr>
        <w:t xml:space="preserve"> بسازند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راست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انداره ذرات جهان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بشر درس عبرت هست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نمونه حافظ در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</w:t>
      </w:r>
      <w:r w:rsidR="004A50B5" w:rsidRPr="004A50B5">
        <w:rPr>
          <w:rtl/>
          <w:lang w:bidi="fa-IR"/>
        </w:rPr>
        <w:t xml:space="preserve"> شعرش از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برنامه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پندها و عبرت ها ساخته و نشان داده است که از تمام مسائل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 پند گرفت 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B71E0C" w:rsidTr="00B71E0C">
        <w:trPr>
          <w:trHeight w:val="350"/>
        </w:trPr>
        <w:tc>
          <w:tcPr>
            <w:tcW w:w="3344" w:type="dxa"/>
            <w:shd w:val="clear" w:color="auto" w:fill="auto"/>
          </w:tcPr>
          <w:p w:rsidR="00B71E0C" w:rsidRDefault="00B71E0C" w:rsidP="006171BF">
            <w:pPr>
              <w:pStyle w:val="libPoem"/>
            </w:pPr>
            <w:r w:rsidRPr="004A50B5">
              <w:rPr>
                <w:rtl/>
                <w:lang w:bidi="fa-IR"/>
              </w:rPr>
              <w:t>بر لب جو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tl/>
                <w:lang w:bidi="fa-IR"/>
              </w:rPr>
              <w:t xml:space="preserve"> نش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ن</w:t>
            </w:r>
            <w:r w:rsidRPr="004A50B5">
              <w:rPr>
                <w:rtl/>
                <w:lang w:bidi="fa-IR"/>
              </w:rPr>
              <w:t xml:space="preserve"> و گذر عمر بب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B71E0C" w:rsidRDefault="00B71E0C" w:rsidP="006171BF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B71E0C" w:rsidRDefault="00B71E0C" w:rsidP="006171BF">
            <w:pPr>
              <w:pStyle w:val="libPoem"/>
            </w:pPr>
            <w:r w:rsidRPr="004A50B5">
              <w:rPr>
                <w:rtl/>
                <w:lang w:bidi="fa-IR"/>
              </w:rPr>
              <w:t>کا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ن</w:t>
            </w:r>
            <w:r w:rsidRPr="004A50B5">
              <w:rPr>
                <w:rtl/>
                <w:lang w:bidi="fa-IR"/>
              </w:rPr>
              <w:t xml:space="preserve"> اشارت ز جهان گذران ما را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71E0C" w:rsidTr="00B71E0C">
        <w:trPr>
          <w:trHeight w:val="350"/>
        </w:trPr>
        <w:tc>
          <w:tcPr>
            <w:tcW w:w="3344" w:type="dxa"/>
          </w:tcPr>
          <w:p w:rsidR="00B71E0C" w:rsidRDefault="00B71E0C" w:rsidP="006171BF">
            <w:pPr>
              <w:pStyle w:val="libPoem"/>
            </w:pPr>
            <w:r w:rsidRPr="004A50B5">
              <w:rPr>
                <w:rtl/>
                <w:lang w:bidi="fa-IR"/>
              </w:rPr>
              <w:t>مزرع سبز فلک د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دم</w:t>
            </w:r>
            <w:r w:rsidRPr="004A50B5">
              <w:rPr>
                <w:rtl/>
                <w:lang w:bidi="fa-IR"/>
              </w:rPr>
              <w:t xml:space="preserve"> و داس مه 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B71E0C" w:rsidRDefault="00B71E0C" w:rsidP="006171BF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71E0C" w:rsidRDefault="00B71E0C" w:rsidP="006171BF">
            <w:pPr>
              <w:pStyle w:val="libPoem"/>
            </w:pP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ادم</w:t>
            </w:r>
            <w:r w:rsidRPr="004A50B5">
              <w:rPr>
                <w:rtl/>
                <w:lang w:bidi="fa-IR"/>
              </w:rPr>
              <w:t xml:space="preserve"> از کِشته خو</w:t>
            </w:r>
            <w:r w:rsidRPr="004A50B5">
              <w:rPr>
                <w:rFonts w:hint="cs"/>
                <w:rtl/>
                <w:lang w:bidi="fa-IR"/>
              </w:rPr>
              <w:t>ی</w:t>
            </w:r>
            <w:r w:rsidRPr="004A50B5">
              <w:rPr>
                <w:rFonts w:hint="eastAsia"/>
                <w:rtl/>
                <w:lang w:bidi="fa-IR"/>
              </w:rPr>
              <w:t>ش</w:t>
            </w:r>
            <w:r w:rsidRPr="004A50B5">
              <w:rPr>
                <w:rtl/>
                <w:lang w:bidi="fa-IR"/>
              </w:rPr>
              <w:t xml:space="preserve"> آمد و هنگام درو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1E0C" w:rsidRDefault="004A50B5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دقت</w:t>
      </w:r>
      <w:r w:rsidRPr="004A50B5">
        <w:rPr>
          <w:rtl/>
          <w:lang w:bidi="fa-IR"/>
        </w:rPr>
        <w:t xml:space="preserve"> در عوامل عزت و عوامل ذلت اقوام و ملل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قبل از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درس عبرت است ، و آراستگ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به عبرت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از عوامل ذلت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جسته و به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عزت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آراسته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B71E0C" w:rsidP="00B71E0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داستان</w:t>
      </w:r>
      <w:r w:rsidR="004A50B5" w:rsidRPr="004A50B5">
        <w:rPr>
          <w:rtl/>
          <w:lang w:bidi="fa-IR"/>
        </w:rPr>
        <w:t xml:space="preserve">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مسلم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روز</w:t>
      </w:r>
      <w:r w:rsidR="004A50B5" w:rsidRPr="004A50B5">
        <w:rPr>
          <w:rtl/>
          <w:lang w:bidi="fa-IR"/>
        </w:rPr>
        <w:t xml:space="preserve"> در اندلس و اسپان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که روز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سا</w:t>
      </w:r>
      <w:r w:rsidR="004A50B5" w:rsidRPr="004A50B5">
        <w:rPr>
          <w:rFonts w:hint="cs"/>
          <w:rtl/>
          <w:lang w:bidi="fa-IR"/>
        </w:rPr>
        <w:t>ی</w:t>
      </w:r>
      <w:r w:rsidR="006C238D">
        <w:rPr>
          <w:rFonts w:hint="cs"/>
          <w:rtl/>
        </w:rPr>
        <w:t>ه</w:t>
      </w:r>
      <w:r w:rsidR="004A50B5" w:rsidRPr="004A50B5">
        <w:rPr>
          <w:rtl/>
          <w:lang w:bidi="fa-IR"/>
        </w:rPr>
        <w:t xml:space="preserve"> اسلام از عزّت کامل برخوردار بودند ، و پس از غرق شدن در لذات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مغرور شدن به جاه و مال زهر ذلت را چش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دند</w:t>
      </w:r>
      <w:r w:rsidR="004A50B5" w:rsidRPr="004A50B5">
        <w:rPr>
          <w:rtl/>
          <w:lang w:bidi="fa-IR"/>
        </w:rPr>
        <w:t xml:space="preserve"> و داستان فلسط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 امروز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 جالبتر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درس</w:t>
      </w:r>
    </w:p>
    <w:p w:rsidR="004A50B5" w:rsidRPr="00B71E0C" w:rsidRDefault="00B71E0C" w:rsidP="00B71E0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4A50B5" w:rsidRPr="004A50B5" w:rsidRDefault="004A50B5" w:rsidP="00B71E0C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111 .</w:t>
      </w:r>
    </w:p>
    <w:p w:rsidR="004A50B5" w:rsidRPr="004A50B5" w:rsidRDefault="00B71E0C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عبرت</w:t>
      </w:r>
      <w:r w:rsidR="004A50B5" w:rsidRPr="004A50B5">
        <w:rPr>
          <w:rtl/>
          <w:lang w:bidi="fa-IR"/>
        </w:rPr>
        <w:t xml:space="preserve"> و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، شکست ها و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 ، عزت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افتن</w:t>
      </w:r>
      <w:r w:rsidR="004A50B5" w:rsidRPr="004A50B5">
        <w:rPr>
          <w:rtl/>
          <w:lang w:bidi="fa-IR"/>
        </w:rPr>
        <w:t xml:space="preserve"> ، و ذلت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</w:t>
      </w:r>
      <w:r w:rsidR="004A50B5" w:rsidRPr="004A50B5">
        <w:rPr>
          <w:rtl/>
          <w:lang w:bidi="fa-IR"/>
        </w:rPr>
        <w:t xml:space="preserve"> در اوج بودن و در حض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ض</w:t>
      </w:r>
      <w:r w:rsidR="004A50B5" w:rsidRPr="004A50B5">
        <w:rPr>
          <w:rtl/>
          <w:lang w:bidi="fa-IR"/>
        </w:rPr>
        <w:t xml:space="preserve"> قرار گرفتن همه و همه درس است و پند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به نسل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دارا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عقل زنده و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تابناک است .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گرچه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تجز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تحل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مسائل عبرت آموز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صفحات اندک کتاب و مسائل مهم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فصول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خواهد آمد اجازه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خوانندگان محترم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به کتب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مخصوصاً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قرآن و حوادث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خودشان و همنو</w:t>
      </w:r>
      <w:r w:rsidRPr="004A50B5">
        <w:rPr>
          <w:rFonts w:hint="eastAsia"/>
          <w:rtl/>
          <w:lang w:bidi="fa-IR"/>
        </w:rPr>
        <w:t>عانشان</w:t>
      </w:r>
      <w:r w:rsidRPr="004A50B5">
        <w:rPr>
          <w:rtl/>
          <w:lang w:bidi="fa-IR"/>
        </w:rPr>
        <w:t xml:space="preserve">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عبرت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مراجعه کنند ،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رهگذر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خود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را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ادداشت</w:t>
      </w:r>
      <w:r w:rsidRPr="004A50B5">
        <w:rPr>
          <w:rtl/>
          <w:lang w:bidi="fa-IR"/>
        </w:rPr>
        <w:t xml:space="preserve"> کردن شعر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عبرت گرفتن زورمندان و قلدران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داده و از خداوند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ما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رفتن</w:t>
      </w:r>
      <w:r w:rsidRPr="004A50B5">
        <w:rPr>
          <w:rtl/>
          <w:lang w:bidi="fa-IR"/>
        </w:rPr>
        <w:t xml:space="preserve"> نصا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لفظ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</w:t>
      </w:r>
      <w:r w:rsidRPr="004A50B5">
        <w:rPr>
          <w:rFonts w:hint="eastAsia"/>
          <w:rtl/>
          <w:lang w:bidi="fa-IR"/>
        </w:rPr>
        <w:t>آراسته</w:t>
      </w:r>
      <w:r w:rsidRPr="004A50B5">
        <w:rPr>
          <w:rtl/>
          <w:lang w:bidi="fa-IR"/>
        </w:rPr>
        <w:t xml:space="preserve"> شدن به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کمک بخشد . نادره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 عرب هوشمند</w:t>
      </w:r>
      <w:r w:rsidR="00F42C96">
        <w:rPr>
          <w:rFonts w:hint="cs"/>
          <w:rtl/>
          <w:lang w:bidi="fa-IR"/>
        </w:rPr>
        <w:t xml:space="preserve"> ل</w:t>
      </w:r>
      <w:r w:rsidRPr="004A50B5">
        <w:rPr>
          <w:rFonts w:hint="eastAsia"/>
          <w:rtl/>
          <w:lang w:bidi="fa-IR"/>
        </w:rPr>
        <w:t>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در پرتو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تابناکش از جزئ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عالم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رشد و کمال پند و عبرت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آموخت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از او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ادب</w:t>
      </w:r>
      <w:r w:rsidRPr="004A50B5">
        <w:rPr>
          <w:rtl/>
          <w:lang w:bidi="fa-IR"/>
        </w:rPr>
        <w:t xml:space="preserve"> از که آموخت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ادبان .</w:t>
      </w:r>
    </w:p>
    <w:p w:rsidR="00F42C96" w:rsidRDefault="00F42C96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چگونه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F42C96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از کارها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آنان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مردم خوار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من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جستم .</w:t>
      </w:r>
    </w:p>
    <w:p w:rsidR="004A50B5" w:rsidRPr="004A50B5" w:rsidRDefault="00F42C96" w:rsidP="00F42C96">
      <w:pPr>
        <w:pStyle w:val="Heading2"/>
        <w:rPr>
          <w:rtl/>
        </w:rPr>
      </w:pPr>
      <w:r>
        <w:rPr>
          <w:rtl/>
        </w:rPr>
        <w:br w:type="page"/>
      </w:r>
      <w:bookmarkStart w:id="90" w:name="_Toc500835278"/>
      <w:bookmarkStart w:id="91" w:name="_Toc500835447"/>
      <w:r w:rsidR="004A50B5" w:rsidRPr="004A50B5">
        <w:rPr>
          <w:rFonts w:hint="eastAsia"/>
          <w:rtl/>
        </w:rPr>
        <w:lastRenderedPageBreak/>
        <w:t>قضاء</w:t>
      </w:r>
      <w:r w:rsidR="004A50B5" w:rsidRPr="004A50B5">
        <w:rPr>
          <w:rtl/>
        </w:rPr>
        <w:t xml:space="preserve"> و قاض</w:t>
      </w:r>
      <w:r w:rsidR="004A50B5" w:rsidRPr="004A50B5">
        <w:rPr>
          <w:rFonts w:hint="cs"/>
          <w:rtl/>
        </w:rPr>
        <w:t>ی</w:t>
      </w:r>
      <w:bookmarkEnd w:id="90"/>
      <w:bookmarkEnd w:id="91"/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در فصل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و صفات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خوانندگان محترم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جمله را خواندند که : لقمان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اوقات خود را در مجالست با فقها و حکما و قضات و...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 و بر حال قضات و مسؤول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عهده داشتند نوحه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تناسب نباشد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مسائل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مهم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نوشته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بدون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در اطراف مسئله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متون اسلام را تا آنجا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است در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گذاشته و از آنان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تا آن جا که لازم است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دقت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قضاء و مسؤول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مهم قضاوت در فرمان حکومت مصر به مالک اشتر خطاب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فرماندار مصر ! به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امور ملت را تمش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اختلافات توده را حل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ممکن است در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موارد معلومات شما حکام و قضات به منظور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نکند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به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و سرگردان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زدگان را روشن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آنجا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مسلمانان ! خدا و رسول و ائمه خود را اطاعت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اختلاف امور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خدا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باز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شما</w:t>
      </w:r>
      <w:r w:rsidRPr="004A50B5">
        <w:rPr>
          <w:rtl/>
          <w:lang w:bidi="fa-IR"/>
        </w:rPr>
        <w:t xml:space="preserve"> هم فرمان ببر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مسائل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خود را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قرآن و روشن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امبرتان</w:t>
      </w:r>
      <w:r w:rsidRPr="004A50B5">
        <w:rPr>
          <w:rtl/>
          <w:lang w:bidi="fa-IR"/>
        </w:rPr>
        <w:t xml:space="preserve"> بگشا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را مطالعه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استفاده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نواقص کار را جبران و نقا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امور را</w:t>
      </w:r>
      <w:r w:rsidR="00F42C9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رفع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کشور مصر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سازمان دولت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دادگاه ها و مراکز عدالت ناچار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تو را به قضات کامل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چه زبان سفارش کنم که داوران قضا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نخبه دانشمندان اسلام که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اخلاق تا حد 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آراسته باشند انتخاب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جامعه مصر بنگر ، آنکه از همه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زکارتر</w:t>
      </w:r>
      <w:r w:rsidRPr="004A50B5">
        <w:rPr>
          <w:rtl/>
          <w:lang w:bidi="fa-IR"/>
        </w:rPr>
        <w:t xml:space="preserve"> او داناتر است به نام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</w:t>
      </w:r>
      <w:r w:rsidRPr="004A50B5">
        <w:rPr>
          <w:rFonts w:hint="eastAsia"/>
          <w:rtl/>
          <w:lang w:bidi="fa-IR"/>
        </w:rPr>
        <w:t>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،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دانشمند و آن چنان آگاه به تمام مسائل فقه و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باشد که با اندک توجه آنچه را از منابع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بخواهد به خاطر آورده و از همه مهمتر با تقوا 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باشد .</w:t>
      </w:r>
      <w:r w:rsidRPr="004A50B5">
        <w:rPr>
          <w:rFonts w:hint="eastAsia"/>
          <w:rtl/>
          <w:lang w:bidi="fa-IR"/>
        </w:rPr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محل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اشخاص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تقوا داده شود چه خواهد شد ؟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ششم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از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ملوک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مرکز 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دو نفر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واگذار کرده بود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بودند که از هر جهت به صفات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آراسته و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و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، و به خاطر حسن اخلاق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اوقات به حضور سلطان بار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و با او از هر 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سخن گفته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سلطان رخ داد که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به مرد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tl/>
          <w:lang w:bidi="fa-IR"/>
        </w:rPr>
        <w:t xml:space="preserve"> و صالح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چون در مرکز قضاوت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شهادت از مردان با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استمداد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جستند ، سلطان از آن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خواست که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ور</w:t>
      </w:r>
      <w:r w:rsidRPr="004A50B5">
        <w:rPr>
          <w:rtl/>
          <w:lang w:bidi="fa-IR"/>
        </w:rPr>
        <w:t xml:space="preserve"> صلاح و تقوا آراسته باشد آن دو همان شخص را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و سلطان هم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کا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خود را به او واگذار کرد 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مرد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داشت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و آراسته ، آن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به آن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و به دنبال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شتافت .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امور خانه آن مرد به در سرا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آمدند ،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دو آنان را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در امانت دعوت کرد ، به آن زن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شنهاد</w:t>
      </w:r>
      <w:r w:rsidRPr="004A50B5">
        <w:rPr>
          <w:rtl/>
          <w:lang w:bidi="fa-IR"/>
        </w:rPr>
        <w:t xml:space="preserve"> داده و در صورت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مخالفت</w:t>
      </w:r>
      <w:r w:rsidRPr="004A50B5">
        <w:rPr>
          <w:rtl/>
          <w:lang w:bidi="fa-IR"/>
        </w:rPr>
        <w:t xml:space="preserve"> گفتند : نزد سلطان به زنا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شهادت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داد ، آن گاه تو را به حد شرع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کشت .</w:t>
      </w:r>
      <w:r w:rsidRPr="004A50B5">
        <w:rPr>
          <w:rFonts w:hint="eastAsia"/>
          <w:rtl/>
          <w:lang w:bidi="fa-IR"/>
        </w:rPr>
        <w:t>زن</w:t>
      </w:r>
      <w:r w:rsidRPr="004A50B5">
        <w:rPr>
          <w:rtl/>
          <w:lang w:bidi="fa-IR"/>
        </w:rPr>
        <w:t xml:space="preserve"> گفت : آنچه از دست شما برآ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انجام آن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من هرگز دامن عفت خود را به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الوده</w:t>
      </w:r>
      <w:r w:rsidRPr="004A50B5">
        <w:rPr>
          <w:rtl/>
          <w:lang w:bidi="fa-IR"/>
        </w:rPr>
        <w:t xml:space="preserve"> و نخواهم آلود .</w:t>
      </w:r>
      <w:r w:rsidRPr="004A50B5">
        <w:rPr>
          <w:rFonts w:hint="eastAsia"/>
          <w:rtl/>
          <w:lang w:bidi="fa-IR"/>
        </w:rPr>
        <w:t>دو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خود را محروم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به نزد سلطان رفته و به گناه زن پاکدامن به دروغ شهادت دادند ، سلطان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 در شگفت شد و حزن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 او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گشت ، قول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</w:t>
      </w:r>
      <w:r w:rsidRPr="004A50B5">
        <w:rPr>
          <w:rtl/>
          <w:lang w:bidi="fa-IR"/>
        </w:rPr>
        <w:t xml:space="preserve"> و به آنان وعده داد پس از سه روز آن زن را سنگباران خواهم کرد </w:t>
      </w:r>
      <w:r w:rsidRPr="004A50B5">
        <w:rPr>
          <w:rFonts w:hint="eastAsia"/>
          <w:rtl/>
          <w:lang w:bidi="fa-IR"/>
        </w:rPr>
        <w:t>،</w:t>
      </w:r>
      <w:r w:rsidRPr="004A50B5">
        <w:rPr>
          <w:rtl/>
          <w:lang w:bidi="fa-IR"/>
        </w:rPr>
        <w:t xml:space="preserve"> در شهر ندا کردند و مردم را بنا به گفته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سنگباران زن دعوت نمودند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طول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روز سلطان به 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خود گفت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راه حلّ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نظر تو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؟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سکوت کرد ، روز سوم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انجام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خارج شد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کوچه کودکان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مشغولند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آنان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و با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به نام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بود 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کودکان را به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کرد ، خود سلطان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دو نفر از کودکان را به نام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نفر را به عنوان زن انتخاب کرد .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چوب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آن گاه دستور داد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مکان دور دست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بردند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مکان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، سپس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 را خواست و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متن</w:t>
      </w:r>
      <w:r w:rsidRPr="004A50B5">
        <w:rPr>
          <w:rtl/>
          <w:lang w:bidi="fa-IR"/>
        </w:rPr>
        <w:t xml:space="preserve"> شهادت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 بازگو کن که در کجا زنا کرده و در چه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مرتکب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خلاف شده ؟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حالات زن را گفت : سپس دوم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او همان صورت شهادت خواست او هم شهادت داد اما در تمام موارد شهادت با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 اختلاف داشت .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گناه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 ثابت شد ،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دستور داد با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چوب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خائن را به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فر</w:t>
      </w:r>
      <w:r w:rsidRPr="004A50B5">
        <w:rPr>
          <w:rtl/>
          <w:lang w:bidi="fa-IR"/>
        </w:rPr>
        <w:t xml:space="preserve"> رساندند .</w:t>
      </w:r>
      <w:r w:rsidRPr="004A50B5">
        <w:rPr>
          <w:rFonts w:hint="eastAsia"/>
          <w:rtl/>
          <w:lang w:bidi="fa-IR"/>
        </w:rPr>
        <w:t>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خوشحال شد ، نزد سلطان شتافت و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کودکان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سلطان گفت ، سلطان دو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همان صورت شهادت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قول خائنانه هر دو آشکار شد ، سلطان دستور داد هر دو را به قتل رساندند و از آن زن عذرها خواست و او را آزاد کرد .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اقتضا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را در تمام زوا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پرونده دربار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اجرا کند .</w:t>
      </w:r>
      <w:r w:rsidRPr="004A50B5">
        <w:rPr>
          <w:rFonts w:hint="eastAsia"/>
          <w:rtl/>
          <w:lang w:bidi="fa-IR"/>
        </w:rPr>
        <w:t>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البحار نقل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: دو نفر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اقامه دعو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محضر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قضات زمان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رفتند ، او نسبت به آنان به حق حکم کرد ، پس از مرگ در خوابش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که کرم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خطرناک دائماً مشغول خوردن دماغ او است ، سبب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، گفت :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دادگاه دو نفر به من وارد ش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آنان برادر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من بود ، از خداوند خواستم که حق به جانب او باشد تا شرمنده او نشوم ، پس از بررس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اتفاقاً حکم به نفع او خاتمه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 ، من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خوشحال شدم ، اکنون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اشتباه معذبم که چرا درخواست کردم حق به جانب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دو شود ، و هر د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را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چشم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زمان</w:t>
      </w:r>
      <w:r w:rsidRPr="004A50B5">
        <w:rPr>
          <w:rtl/>
          <w:lang w:bidi="fa-IR"/>
        </w:rPr>
        <w:t xml:space="preserve"> خلافت عمر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دعوا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کرد ، هر دو به مجلس عمر حاضر شدند ، عمر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ابا الحسن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دوشادوش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کنار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 و پس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دعو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کنار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گرفت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موقع عمر آثار خشم در چهره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از آن حضرت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بر تو گوارا آمد ؟</w:t>
      </w:r>
      <w:r w:rsidR="00F42C9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عمر علّت ناگوار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فرمود : تو مرا در حضور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="00F42C9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ابوالحسن خواند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حق آن بود که مرا با نام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 و او قائل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عمر</w:t>
      </w:r>
      <w:r w:rsidRPr="004A50B5">
        <w:rPr>
          <w:rtl/>
          <w:lang w:bidi="fa-IR"/>
        </w:rPr>
        <w:t xml:space="preserve">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سخن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برخاسته و صورت حضرت را بوس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گفت : پدرم فدا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که خدا ما مسلمانان را در پرتو وجودت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و از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برهاند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صورت بنا به فرموده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در فرمان مالک اشتر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قدر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tl/>
          <w:lang w:bidi="fa-IR"/>
        </w:rPr>
        <w:t xml:space="preserve"> باشد که زر را با خاکستر برابر بداند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جملات فرمان به مالک خطاب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،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ارباب رجوع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رشوه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رشوه از نظر اسلام چنان نکوه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که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دربار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دهنده و 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آن لعنت کرد و آن حضرت فرمود :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tl/>
          <w:lang w:bidi="fa-IR"/>
        </w:rPr>
        <w:t xml:space="preserve"> لعنت کند رشوه دهنده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رنده</w:t>
      </w:r>
      <w:r w:rsidRPr="004A50B5">
        <w:rPr>
          <w:rtl/>
          <w:lang w:bidi="fa-IR"/>
        </w:rPr>
        <w:t xml:space="preserve"> را .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در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حضرت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رشوه را در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 کفر برابر خوانده است .</w:t>
      </w: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ابن اللت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را از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ازد به جمع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زکات فرستاد ، چون از مأمور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بازگشت مبلغ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اموال را که همراه آورده بود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 و مبلغ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برداشت و گفت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آن</w:t>
      </w:r>
      <w:r w:rsidRPr="004A50B5">
        <w:rPr>
          <w:rtl/>
          <w:lang w:bidi="fa-IR"/>
        </w:rPr>
        <w:t xml:space="preserve"> قسمت شما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مردم به من داده اند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</w:t>
      </w:r>
    </w:p>
    <w:p w:rsidR="004A50B5" w:rsidRPr="004A50B5" w:rsidRDefault="004A50B5" w:rsidP="00F42C96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چرا</w:t>
      </w:r>
      <w:r w:rsidRPr="004A50B5">
        <w:rPr>
          <w:rtl/>
          <w:lang w:bidi="fa-IR"/>
        </w:rPr>
        <w:t xml:space="preserve"> در خانه پدر و مادرت ننشست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نه ، سپس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به خطبه برخاست و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مؤثر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فرمود :</w:t>
      </w:r>
      <w:r w:rsidR="00F42C96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چگونه</w:t>
      </w:r>
      <w:r w:rsidRPr="004A50B5">
        <w:rPr>
          <w:rtl/>
          <w:lang w:bidi="fa-IR"/>
        </w:rPr>
        <w:t xml:space="preserve"> است که ما مردمان</w:t>
      </w:r>
      <w:r w:rsidRPr="004A50B5">
        <w:rPr>
          <w:rFonts w:hint="cs"/>
          <w:rtl/>
          <w:lang w:bidi="fa-IR"/>
        </w:rPr>
        <w:t>ی</w:t>
      </w:r>
      <w:r w:rsidR="00F42C96">
        <w:rPr>
          <w:rFonts w:hint="cs"/>
          <w:rtl/>
          <w:lang w:bidi="fa-IR"/>
        </w:rPr>
        <w:t xml:space="preserve"> را</w:t>
      </w:r>
      <w:r w:rsidRPr="004A50B5">
        <w:rPr>
          <w:rtl/>
          <w:lang w:bidi="fa-IR"/>
        </w:rPr>
        <w:t xml:space="preserve"> مأمور به جمع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زکات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پس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شما و آن قسمت را به ما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داده اند ، چرا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مأمور در خانه پدر و مادرش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تا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نه .</w:t>
      </w:r>
      <w:r w:rsidRPr="004A50B5">
        <w:rPr>
          <w:rFonts w:hint="eastAsia"/>
          <w:rtl/>
          <w:lang w:bidi="fa-IR"/>
        </w:rPr>
        <w:t>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اثر جنبش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جان</w:t>
      </w:r>
      <w:r w:rsidRPr="004A50B5">
        <w:rPr>
          <w:rtl/>
          <w:lang w:bidi="fa-IR"/>
        </w:rPr>
        <w:t xml:space="preserve"> حرص ، و طمع دستخوش نوع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سوسه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گرفتن رشوه و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جانب حق</w:t>
      </w:r>
      <w:r w:rsidR="00F42C96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جمع</w:t>
      </w:r>
      <w:r w:rsidRPr="004A50B5">
        <w:rPr>
          <w:rtl/>
          <w:lang w:bidi="fa-IR"/>
        </w:rPr>
        <w:t xml:space="preserve"> کند ، درصورت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گاه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رنده</w:t>
      </w:r>
      <w:r w:rsidRPr="004A50B5">
        <w:rPr>
          <w:rtl/>
          <w:lang w:bidi="fa-IR"/>
        </w:rPr>
        <w:t xml:space="preserve"> رشوه شد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عقل او در اثر مداخله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قدرت حکومت را از دست خواهد داد ، و قادر به تم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حق از باطل نخواهد بود ، چنانچه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در مقام اشاره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!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فاجر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منت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ذمه من احراز مکن که اگر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شود ناچار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دل من او را دوست خواهد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اسلام قضات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بودند که زر را با خاکستر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دانستند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پس از خود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درس تقوا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داده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FC6DF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عاقبه</w:t>
      </w:r>
      <w:r w:rsidRPr="004A50B5">
        <w:rPr>
          <w:rtl/>
          <w:lang w:bidi="fa-IR"/>
        </w:rPr>
        <w:t xml:space="preserve"> بن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در عصر مهد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عهده دار قضاء بغداد بود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روز ظهر هنگام نماز نزد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آمد و تقاضا کرد که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در منصب </w:t>
      </w:r>
      <w:r w:rsidRPr="004A50B5">
        <w:rPr>
          <w:rtl/>
          <w:lang w:bidi="fa-IR"/>
        </w:rPr>
        <w:lastRenderedPageBreak/>
        <w:t>قضا بگمارد تا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صندوق اسناد و محفظه مربوط به ارباب دعو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دفاع را به او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مهد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سخن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پنداشت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رجال دولت با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معارضه برخاسته و او را آزرده خاطر و خشمگ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ساخته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علت استعفا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خواست و گفت : اگر علت آزردگ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تو معارضه کرده باز 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هم اکنون ب</w:t>
      </w:r>
      <w:r w:rsidR="00FC6DFF">
        <w:rPr>
          <w:rFonts w:hint="cs"/>
          <w:rtl/>
          <w:lang w:bidi="fa-IR"/>
        </w:rPr>
        <w:t>ه</w:t>
      </w:r>
      <w:r w:rsidRPr="004A50B5">
        <w:rPr>
          <w:rtl/>
          <w:lang w:bidi="fa-IR"/>
        </w:rPr>
        <w:t xml:space="preserve"> تأد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بش</w:t>
      </w:r>
      <w:r w:rsidRPr="004A50B5">
        <w:rPr>
          <w:rtl/>
          <w:lang w:bidi="fa-IR"/>
        </w:rPr>
        <w:t xml:space="preserve"> فرمان دهم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: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اتفاق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فتاده</w:t>
      </w:r>
      <w:r w:rsidRPr="004A50B5">
        <w:rPr>
          <w:rtl/>
          <w:lang w:bidi="fa-IR"/>
        </w:rPr>
        <w:t xml:space="preserve"> ، مهد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: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علت استعفا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FC6DF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تن از مراجع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خصوص قض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دشوار به محضر قضاء حاضر شدند و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ادلّه و شهود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صدق اظهارات خود در مورد نزاع اقامه کرد و حجت ها آورد که در خور مطالعه بود و در برابر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سخت فرو ماندم و چند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جلسه</w:t>
      </w:r>
      <w:r w:rsidRPr="004A50B5">
        <w:rPr>
          <w:rtl/>
          <w:lang w:bidi="fa-IR"/>
        </w:rPr>
        <w:t xml:space="preserve"> کردم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داشتم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به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اصلاح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طرف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بخشم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امر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ابم</w:t>
      </w:r>
      <w:r w:rsidRPr="004A50B5">
        <w:rPr>
          <w:rtl/>
          <w:lang w:bidi="fa-IR"/>
        </w:rPr>
        <w:t xml:space="preserve"> ، قضا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دعو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بود که من رطب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دوست</w:t>
      </w:r>
      <w:r w:rsidRPr="004A50B5">
        <w:rPr>
          <w:rtl/>
          <w:lang w:bidi="fa-IR"/>
        </w:rPr>
        <w:t xml:space="preserve"> دارم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جلب عواطف من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موسم که فصل نوبر رطب است مقدار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 آن را من هرگز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را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بودم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فصل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سور</w:t>
      </w:r>
      <w:r w:rsidRPr="004A50B5">
        <w:rPr>
          <w:rtl/>
          <w:lang w:bidi="fa-IR"/>
        </w:rPr>
        <w:t xml:space="preserve"> و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فراهم ساخت و با پرداختن چند درهم رشوه دربان سرا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آن داشت که ظرف رطب 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نزد من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اورد</w:t>
      </w:r>
      <w:r w:rsidRPr="004A50B5">
        <w:rPr>
          <w:rtl/>
          <w:lang w:bidi="fa-IR"/>
        </w:rPr>
        <w:t xml:space="preserve">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دربان طبق را در برابر من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نهاد و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FC6DF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فلان است ، من از مشاهده آن وضع سخت آزرده و خشمگ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شدم ، </w:t>
      </w:r>
      <w:r w:rsidR="00FC6DFF">
        <w:rPr>
          <w:rFonts w:hint="cs"/>
          <w:rtl/>
          <w:lang w:bidi="fa-IR"/>
        </w:rPr>
        <w:t>چ</w:t>
      </w:r>
      <w:r w:rsidRPr="004A50B5">
        <w:rPr>
          <w:rtl/>
          <w:lang w:bidi="fa-IR"/>
        </w:rPr>
        <w:t>ندان که دربان را از خدمت برداشتم و ظرف رطب را به آورنده آن بازگرداندم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چون متداع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 محضر قضا در آمدند نتوانستم آن دو را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چشم بنگرم و در دل خود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منزلت قرار دهم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طبق رطب را هر چند برگردانده بودم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اثر خود را در نفس من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گذاشته بود ، اکنون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تا اگر آن را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بودم و کام خود را به آن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ساخته بودم حال من بر چه منوال بود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سپس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لحن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خشم و تأثر گفت :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روزگار که خلق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دستخوش فساد شده اند من بر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هراسانم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آن دارم ک</w:t>
      </w:r>
      <w:r w:rsidR="00FC6DFF">
        <w:rPr>
          <w:rFonts w:hint="cs"/>
          <w:rtl/>
          <w:lang w:bidi="fa-IR"/>
        </w:rPr>
        <w:t>ه</w:t>
      </w:r>
      <w:r w:rsidRPr="004A50B5">
        <w:rPr>
          <w:rtl/>
          <w:lang w:bidi="fa-IR"/>
        </w:rPr>
        <w:t xml:space="preserve"> از سر غفلت به دام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درافتم ، و نقد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="00FC6DFF">
        <w:rPr>
          <w:rFonts w:hint="cs"/>
          <w:rtl/>
          <w:lang w:bidi="fa-IR"/>
        </w:rPr>
        <w:t>د</w:t>
      </w:r>
      <w:r w:rsidRPr="004A50B5">
        <w:rPr>
          <w:rtl/>
          <w:lang w:bidi="fa-IR"/>
        </w:rPr>
        <w:t xml:space="preserve"> را بر سر کار قضا نهم ، آن گاه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سر تضرع گفت :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مرا از بند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برهان ، که خداوند تو را از هر بند برهاند و مرا از ادامه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خدمت معذور دار تا خداوند عذرها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را بپذ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FC6DFF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باز</w:t>
      </w:r>
      <w:r w:rsidR="004A50B5" w:rsidRPr="004A50B5">
        <w:rPr>
          <w:rtl/>
          <w:lang w:bidi="fa-IR"/>
        </w:rPr>
        <w:t xml:space="preserve"> در فرمان امام عل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="004A50B5" w:rsidRPr="004A50B5">
        <w:rPr>
          <w:rtl/>
          <w:lang w:bidi="fa-IR"/>
        </w:rPr>
        <w:t>به مالک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لازم است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 حوصله و خونسرد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اشخاص عصبان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پر حرارت کمتر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دقت و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کنند ،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دادرس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و کنجکاو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رکن اعظم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FC6DF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 تمدن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بدون توجه به سرشت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بالا رفته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با کمک اختراعات و صنا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 و کامل تر شده و خطر هر نوع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استعمار</w:t>
      </w:r>
      <w:r w:rsidRPr="004A50B5">
        <w:rPr>
          <w:rtl/>
          <w:lang w:bidi="fa-IR"/>
        </w:rPr>
        <w:t xml:space="preserve"> را ص</w:t>
      </w:r>
      <w:r w:rsidR="00FC6DFF">
        <w:rPr>
          <w:rFonts w:hint="cs"/>
          <w:rtl/>
          <w:lang w:bidi="fa-IR"/>
        </w:rPr>
        <w:t>د</w:t>
      </w:r>
      <w:r w:rsidRPr="004A50B5">
        <w:rPr>
          <w:rtl/>
          <w:lang w:bidi="fa-IR"/>
        </w:rPr>
        <w:t xml:space="preserve"> برابر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ادتر</w:t>
      </w:r>
      <w:r w:rsidRPr="004A50B5">
        <w:rPr>
          <w:rtl/>
          <w:lang w:bidi="fa-IR"/>
        </w:rPr>
        <w:t xml:space="preserve"> ساخته .</w:t>
      </w:r>
      <w:r w:rsidRPr="004A50B5">
        <w:rPr>
          <w:rFonts w:hint="eastAsia"/>
          <w:rtl/>
          <w:lang w:bidi="fa-IR"/>
        </w:rPr>
        <w:t>تمام</w:t>
      </w:r>
      <w:r w:rsidRPr="004A50B5">
        <w:rPr>
          <w:rtl/>
          <w:lang w:bidi="fa-IR"/>
        </w:rPr>
        <w:t xml:space="preserve"> مفاسد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قرون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بربر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 موازات تمدن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توسعه و گسترش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 ، مزا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ساخته ، و اولو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ماده و نفع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، اصول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 هم زده ، جامعه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لحاظ روشنا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قوت مشاعر 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ساخته ، هوش و استنباط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تنزل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و انواع شرور در هر کشور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هر جامعه را 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و ممدوح شده است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که جامعه امروز فقط از لحاظ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 آهنگ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مسائل شهوت 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رنگ و هم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 xml:space="preserve">داستانند ، و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اله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بزرگان حل و عقد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و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مقر دانشمندان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در تجل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هوس رانان شهر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کشور بر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سبقت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لحظات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چشم چران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و کم به هوس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برسند نام هنر و علم بر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ات اطلاق نموده 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شهوتران و شهوت پرست که از عهده انجام برنامها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ضد اخلاق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شهوت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کف زدن به افتخار او لرزه در </w:t>
      </w:r>
      <w:r w:rsidRPr="004A50B5">
        <w:rPr>
          <w:rtl/>
          <w:lang w:bidi="fa-IR"/>
        </w:rPr>
        <w:lastRenderedPageBreak/>
        <w:t>تالار بزرگ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افکند ، تصو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نجس او ماهها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بخش برخ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مجلات و مطبوعات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هر گاه بنام مسافرت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احت</w:t>
      </w:r>
      <w:r w:rsidRPr="004A50B5">
        <w:rPr>
          <w:rtl/>
          <w:lang w:bidi="fa-IR"/>
        </w:rPr>
        <w:t xml:space="preserve"> به کشور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مانند سرادار فاتح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او استقبال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تحف و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فراوان به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اما اگر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راه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نمود و با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نفس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کرد و خدمات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جامعه و ملت و مملکت نمود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کس به او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انتشار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حد مجلات شهوت پرور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نماها</w:t>
      </w:r>
      <w:r w:rsidRPr="004A50B5">
        <w:rPr>
          <w:rtl/>
          <w:lang w:bidi="fa-IR"/>
        </w:rPr>
        <w:t xml:space="preserve"> و تئاترها سطح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اجتماعات را به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خود رسانده ، ارزش علوم عقل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حکمت و دانش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و توجه به معان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رفته و اصطلاحات و کلمات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قول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نامفهوم گشته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عملاً از رشد فکر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و دانشجو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</w:p>
    <w:p w:rsidR="004A50B5" w:rsidRPr="004A50B5" w:rsidRDefault="004A50B5" w:rsidP="00FC6DF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افکار</w:t>
      </w:r>
      <w:r w:rsidRPr="004A50B5">
        <w:rPr>
          <w:rtl/>
          <w:lang w:bidi="fa-IR"/>
        </w:rPr>
        <w:t xml:space="preserve"> خود را در قالب برنامه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سود طلبان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و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مغز آنها تحمل ورزش و تعلم مطالب و مسائل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 به قضاوت سر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سطح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درباره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عادت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مادران در پرورش فرزندان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خود را فراموش کرده اند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طرف سرگرم امور معاش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، و از جانب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معاشرت و دفساز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اختلاط در مجامع خوشگذران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گشته ، و کودکان آنها که اجتماع فردا هستند خود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رو بار آمده و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روها انواع افراد در جهات متعدده کارها قرار داده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 کارها قضاوت است ، و شما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که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قضات چه بلاها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بسر مردم خواهد آمد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خود</w:t>
      </w:r>
      <w:r w:rsidR="00FC6DF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بودن در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معلوم است چه نتا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فرزندان از موضوع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درک</w:t>
      </w:r>
      <w:r w:rsidRPr="004A50B5">
        <w:rPr>
          <w:rtl/>
          <w:lang w:bidi="fa-IR"/>
        </w:rPr>
        <w:t xml:space="preserve"> و لا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وصف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احساسات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مسائل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استفهام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کنند که مسلماً وقوف آن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پدر خوشگذران و مادر هوسران به هر اندازه که به عفت و ناموس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علاقه باشد دردآور و تحمل ناپذ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افراد</w:t>
      </w:r>
      <w:r w:rsidRPr="004A50B5">
        <w:rPr>
          <w:rtl/>
          <w:lang w:bidi="fa-IR"/>
        </w:rPr>
        <w:t xml:space="preserve"> درستکار و هنرمند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وجود آنان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عامل رفاه و سلامت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جامعه است با فقر و مذلت به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، و در تنگدست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سپارند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عمل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شخص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زمان کاغذ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مدرک است ، از هر کجا که بدست آمده ، و به هر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که بوده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آن کاغذ پاره را ندارند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3042DA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دزدان</w:t>
      </w:r>
      <w:r w:rsidRPr="004A50B5">
        <w:rPr>
          <w:rtl/>
          <w:lang w:bidi="fa-IR"/>
        </w:rPr>
        <w:t xml:space="preserve"> اجتماع که در تمام طبقات رخنه کرده از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زنند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با دس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سه</w:t>
      </w:r>
      <w:r w:rsidRPr="004A50B5">
        <w:rPr>
          <w:rtl/>
          <w:lang w:bidi="fa-IR"/>
        </w:rPr>
        <w:t xml:space="preserve"> تبل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غات</w:t>
      </w:r>
      <w:r w:rsidRPr="004A50B5">
        <w:rPr>
          <w:rtl/>
          <w:lang w:bidi="fa-IR"/>
        </w:rPr>
        <w:t xml:space="preserve"> پوچ هر نوع کالا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ساختگ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به قوه آگه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دروغ بخورد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مشت ناتون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، و با ثروت گران در انواع لذا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ذ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غرب بخود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بالد که رس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غلام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بردگ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برانداخته و زنان را همدوش مردان ساخته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خود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شهوت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گرن</w:t>
      </w:r>
      <w:r w:rsidRPr="004A50B5">
        <w:rPr>
          <w:rtl/>
          <w:lang w:bidi="fa-IR"/>
        </w:rPr>
        <w:t xml:space="preserve">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آنانند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زمان و عصر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دعاو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گانگان</w:t>
      </w:r>
      <w:r w:rsidRPr="004A50B5">
        <w:rPr>
          <w:rtl/>
          <w:lang w:bidi="fa-IR"/>
        </w:rPr>
        <w:t xml:space="preserve"> قند را در دهان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خبران مشرق آب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در غالب کشورها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اروپا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رسم برده فروش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دختران و زنان و کودکان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دلالان فحشاء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معمول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و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شهرها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و کوچک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نوع سر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ها وجود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نکند و خانواده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عزادار نسازد .</w:t>
      </w:r>
      <w:r w:rsidR="00FC6DF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اروپا</w:t>
      </w:r>
      <w:r w:rsidRPr="004A50B5">
        <w:rPr>
          <w:rtl/>
          <w:lang w:bidi="fa-IR"/>
        </w:rPr>
        <w:t xml:space="preserve"> و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ادعا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تمام قواعد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خصوصاً قاعده زناشو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او محکم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اساس بقاء خانواده است ، و مردان از تعدد زوجات محرومند و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زن و شوهر محبت دائم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الفت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برقرار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ادعا فقط در قالب الفاظ دلرباست ، اما در ع</w:t>
      </w:r>
      <w:r w:rsidRPr="004A50B5">
        <w:rPr>
          <w:rFonts w:hint="eastAsia"/>
          <w:rtl/>
          <w:lang w:bidi="fa-IR"/>
        </w:rPr>
        <w:t>مل</w:t>
      </w:r>
      <w:r w:rsidRPr="004A50B5">
        <w:rPr>
          <w:rtl/>
          <w:lang w:bidi="fa-IR"/>
        </w:rPr>
        <w:t xml:space="preserve"> روابط نامشروع از شماره و عدد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است ، بچه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ممالک متمدن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 از عدد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درآورده و طلاق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جهت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اساس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.</w:t>
      </w:r>
      <w:r w:rsidRPr="004A50B5">
        <w:rPr>
          <w:rFonts w:hint="eastAsia"/>
          <w:rtl/>
          <w:lang w:bidi="fa-IR"/>
        </w:rPr>
        <w:t>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از کثرت پرونده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طلاق و اطفال نامشروع به جان آمده اند ، ساختمان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و طو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دادگستر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جرائم ، مخصوصاً خانوادگ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برابر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خلاف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نقطه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کثرت</w:t>
      </w:r>
      <w:r w:rsidRPr="004A50B5">
        <w:rPr>
          <w:rtl/>
          <w:lang w:bidi="fa-IR"/>
        </w:rPr>
        <w:t xml:space="preserve"> فحشاء بعد از دو جنگ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متزلزل ساخته و هر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هوسران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 کرده ،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نوش و فحشاء علن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وسعت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، عفت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زائل گشته و کارشناسان محقق مردان و زنان را در مناسبات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آزاد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شناخت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از دست رفته ، هر کس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کودکان خردسال دست به هر ناپاک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آلوده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  <w:r w:rsidRPr="004A50B5">
        <w:rPr>
          <w:rFonts w:hint="eastAsia"/>
          <w:rtl/>
          <w:lang w:bidi="fa-IR"/>
        </w:rPr>
        <w:t>معبود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پول و زن و موس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شراب است ، قمار و ربا منبع درآمدها است ، دزدان در تمام بنگاه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رخنه کرده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گانگسترها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افراد با نفوذ حما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همه جا عامل دارند و از هر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="003042DA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آگاهند</w:t>
      </w:r>
      <w:r w:rsidRPr="004A50B5">
        <w:rPr>
          <w:rtl/>
          <w:lang w:bidi="fa-IR"/>
        </w:rPr>
        <w:t xml:space="preserve"> و بدون واهمه در هنگام خطر دست به آدمکش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ترر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زنند .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معابد و مساجد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بماند ، واعظ و خطابه ارتجاع و عوام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بشمار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آلت مقاصد مغرض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گردد ، رذا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خصائل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معرض سوء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هنگام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؟</w:t>
      </w:r>
    </w:p>
    <w:p w:rsidR="004A50B5" w:rsidRPr="004A50B5" w:rsidRDefault="004A50B5" w:rsidP="004044C0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خونسرد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مفهوم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؟</w:t>
      </w:r>
      <w:r w:rsidR="004044C0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کدام</w:t>
      </w:r>
      <w:r w:rsidRPr="004A50B5">
        <w:rPr>
          <w:rtl/>
          <w:lang w:bidi="fa-IR"/>
        </w:rPr>
        <w:t xml:space="preserve"> گوش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ناله مظلوم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شنود ، و کدام داور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را آشکار و پرونده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خدا پسندانه بررس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مقررات قضاء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حکومت و نفوذ داشت ،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قدرت و مقام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قدرت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صورت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در قلب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جلوه داشت بر دستگاه قضاوت مسلط نبود ،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سابقه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بود ، تنها محدود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بود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احکامش از حدود و قواعد مقرره و اصول مسلمه فقه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تجاوز نکند ، و با قطع نظر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داشت که بر حسب اجتهاد و به مقتضا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استنباط خود به حق فرمان براند ، و بدون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چگونه</w:t>
      </w:r>
      <w:r w:rsidRPr="004A50B5">
        <w:rPr>
          <w:rtl/>
          <w:lang w:bidi="fa-IR"/>
        </w:rPr>
        <w:t xml:space="preserve"> مانع و رادع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مرز عدالت گام بسپرد ، و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جهان</w:t>
      </w:r>
      <w:r w:rsidRPr="004A50B5">
        <w:rPr>
          <w:rtl/>
          <w:lang w:bidi="fa-IR"/>
        </w:rPr>
        <w:t xml:space="preserve"> بشر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طولان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عادل تر از قضاء اسلام و حکام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مهربانتر از حکام مسلم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</w:t>
      </w: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مسلمان ، و مؤمن به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حق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نصوص خشک و گرفتار مواد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انعطاف قانون نبوده ، و در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مرحله از مساعدت وجدان و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الهام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محجوب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مانده و مانند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قضات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امروز در تنگنا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تضاد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مواد قانون و مقتضا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اجتهاد وجدان سرگشته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گشته ، و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خود را در برابر نصوص جامد قانون قربان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است .</w:t>
      </w: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دوا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عصر حاضر بارها اتفاق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افتد که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نظر اجبار و به حکم اضطرار و تبع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مواد قانون با 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خاطر و تألم وجدان احکام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قدرت 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بند نصوص خشک قانون را در خود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مسلمان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از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حق اجتهاد بر</w:t>
      </w:r>
      <w:r w:rsidRPr="004A50B5">
        <w:rPr>
          <w:rFonts w:hint="eastAsia"/>
          <w:rtl/>
          <w:lang w:bidi="fa-IR"/>
        </w:rPr>
        <w:t>خوردار</w:t>
      </w:r>
      <w:r w:rsidRPr="004A50B5">
        <w:rPr>
          <w:rtl/>
          <w:lang w:bidi="fa-IR"/>
        </w:rPr>
        <w:t xml:space="preserve"> بوده و در مقام اصرار حکم نسبت به هر قض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ظروف و مناسبات وقوع جرم و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اوضاع مرتکب ، موجبات تشد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تخف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مجازات را منظور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احقاق حقوق ستم زدگان از شم 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اجتهاد و استنباط تا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مرحله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نموده است .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حوصله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خونسرد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و دقت </w:t>
      </w:r>
      <w:r w:rsidRPr="004A50B5">
        <w:rPr>
          <w:rtl/>
          <w:lang w:bidi="fa-IR"/>
        </w:rPr>
        <w:lastRenderedPageBreak/>
        <w:t>و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اطش</w:t>
      </w:r>
      <w:r w:rsidRPr="004A50B5">
        <w:rPr>
          <w:rtl/>
          <w:lang w:bidi="fa-IR"/>
        </w:rPr>
        <w:t xml:space="preserve"> در صادر کردن حکم از مزا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مشخص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است .</w:t>
      </w: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مؤمن هرگز تحت حکومت تعصب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</w:t>
      </w:r>
      <w:r w:rsidRPr="004A50B5">
        <w:rPr>
          <w:rtl/>
          <w:lang w:bidi="fa-IR"/>
        </w:rPr>
        <w:t xml:space="preserve"> و رشوه و تضاد قانون قرار نگرفته و وضع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جامعه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قبلاً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که قضات آن روزگار نام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ثبت است .</w:t>
      </w:r>
      <w:r w:rsidRPr="004A50B5">
        <w:rPr>
          <w:rFonts w:hint="eastAsia"/>
          <w:rtl/>
          <w:lang w:bidi="fa-IR"/>
        </w:rPr>
        <w:t>زود</w:t>
      </w:r>
      <w:r w:rsidRPr="004A50B5">
        <w:rPr>
          <w:rtl/>
          <w:lang w:bidi="fa-IR"/>
        </w:rPr>
        <w:t xml:space="preserve"> قضاوت کردن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ترس ناش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حوصله کم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دقت نکردن در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دعو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کس که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مثبت را ندارد قبول منصب قضا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نامشروع و از نظر اسلام در صورت قبول مجرم است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حق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حوصله و دقت و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</w:t>
      </w:r>
      <w:r w:rsidRPr="004A50B5">
        <w:rPr>
          <w:rtl/>
          <w:lang w:bidi="fa-IR"/>
        </w:rPr>
        <w:t xml:space="preserve"> لازم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تا بتواند به نحو احسن کار پر خطر قضاء را انجام داده ، آه مظلوم را از ظالم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ابو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القضاه کشور اسلام در عصر هارون الرش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شهادت فضل بن 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نخست وز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را در دادگاه نپذ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</w:t>
      </w:r>
      <w:r w:rsidRPr="004A50B5">
        <w:rPr>
          <w:rtl/>
          <w:lang w:bidi="fa-IR"/>
        </w:rPr>
        <w:t xml:space="preserve"> ، و چون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به دنبال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فضل علتش را خواست ، ابو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گفت : من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فضل خود را بنده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دو صورت خارج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فضل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eastAsia"/>
          <w:rtl/>
          <w:lang w:bidi="fa-IR"/>
        </w:rPr>
        <w:t>ظهار</w:t>
      </w:r>
      <w:r w:rsidRPr="004A50B5">
        <w:rPr>
          <w:rtl/>
          <w:lang w:bidi="fa-IR"/>
        </w:rPr>
        <w:t xml:space="preserve"> صادق است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دروغگو ، اگر راست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مذهب من شهادت بندگان مسموع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اگر دروغ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فاسق و شهادت فاسق قبول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باز سخن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را خطاب به مالک دنبال کرده 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قضا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اسلام را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مسند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قوت قلب و قدرت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آراسته باشد ،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سخن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آشکارا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کند ، غالباً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تن از متداع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دو نطاق و زبان آور افتد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نتواند با آنان به گفتگو بپردازد و مخصوصاً در هنگام احقاق حق بر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س</w:t>
      </w:r>
      <w:r w:rsidRPr="004A50B5">
        <w:rPr>
          <w:rFonts w:hint="eastAsia"/>
          <w:rtl/>
          <w:lang w:bidi="fa-IR"/>
        </w:rPr>
        <w:t>خن</w:t>
      </w:r>
      <w:r w:rsidRPr="004A50B5">
        <w:rPr>
          <w:rtl/>
          <w:lang w:bidi="fa-IR"/>
        </w:rPr>
        <w:t xml:space="preserve"> ران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شود مسلماً عمل قضاوت را درست انجام نتواند داد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فراموشکار خوب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دادرس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بار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است ، </w:t>
      </w:r>
      <w:r w:rsidRPr="004A50B5">
        <w:rPr>
          <w:rtl/>
          <w:lang w:bidi="fa-IR"/>
        </w:rPr>
        <w:lastRenderedPageBreak/>
        <w:t>دادرس اگر به آرامش خاطر و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حواس مجهز نباشد چگونه از اشتباه در امان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، به قضات سفارش کن که در محاکم عدالت ارباب رجوع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بشناسند و دلا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طرف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کاملاً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داشته باشند .</w:t>
      </w:r>
      <w:r w:rsidRPr="004A50B5">
        <w:rPr>
          <w:rFonts w:hint="eastAsia"/>
          <w:rtl/>
          <w:lang w:bidi="fa-IR"/>
        </w:rPr>
        <w:t>پناه</w:t>
      </w:r>
      <w:r w:rsidRPr="004A50B5">
        <w:rPr>
          <w:rtl/>
          <w:lang w:bidi="fa-IR"/>
        </w:rPr>
        <w:t xml:space="preserve"> بر خدا اگر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طمع کار افتد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موقع دزدان جامعه خوب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توانند انگشت بر نقطه حساس کشور گذاشته ، دست غارت از آست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آرند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تطم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آسان است ، و اموال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بردن راحت اگر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دستخوش احساسات و عواطف گردد و به گاه مرافعه سر در قدم </w:t>
      </w:r>
      <w:r w:rsidRPr="004A50B5">
        <w:rPr>
          <w:rFonts w:hint="eastAsia"/>
          <w:rtl/>
          <w:lang w:bidi="fa-IR"/>
        </w:rPr>
        <w:t>دل</w:t>
      </w:r>
      <w:r w:rsidRPr="004A50B5">
        <w:rPr>
          <w:rtl/>
          <w:lang w:bidi="fa-IR"/>
        </w:rPr>
        <w:t xml:space="preserve"> گذارد ، و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هوس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ناهنجار و عفر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شهوت گردد ، روزگار بر امت اسلام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خواهد شد و احکام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معطل خواهد ماند .</w:t>
      </w: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لحظه که حقان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تن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احساس کرد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درنگ حکم صادر کند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ممکن است نظر بدو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خطا رود ، و آن کس که در خون و مال و ناموس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جامعه دست فرو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سخن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حاکم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محکوم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منتها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دق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دور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کار را تا هر کجا منته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در نظر آورد ، و خوب است که قضات از جسارت متداع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>:</w:t>
      </w:r>
      <w:r w:rsidRPr="004A50B5">
        <w:rPr>
          <w:rFonts w:hint="eastAsia"/>
          <w:rtl/>
          <w:lang w:bidi="fa-IR"/>
        </w:rPr>
        <w:t>دلتنگ</w:t>
      </w:r>
      <w:r w:rsidRPr="004A50B5">
        <w:rPr>
          <w:rtl/>
          <w:lang w:bidi="fa-IR"/>
        </w:rPr>
        <w:t xml:space="preserve"> نشوند و آن چنان که 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شهوت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گرفتار غضب هم نباشند ، با ملا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و بردبار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حل و عقد امور اقدام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من به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در کشف مطالب چندان تعج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مکن بگذار به آهستگ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مطلب آشکار شود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مطمئن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ستم</w:t>
      </w:r>
      <w:r w:rsidRPr="004A50B5">
        <w:rPr>
          <w:rtl/>
          <w:lang w:bidi="fa-IR"/>
        </w:rPr>
        <w:t xml:space="preserve">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شتاب انجام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به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مقرون باشد ، در آن موقع که محکمه عدالت به صدور حکم تصم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همچون کوه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محکم نظ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هند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برنده و ق</w:t>
      </w:r>
      <w:r w:rsidRPr="004A50B5">
        <w:rPr>
          <w:rFonts w:hint="eastAsia"/>
          <w:rtl/>
          <w:lang w:bidi="fa-IR"/>
        </w:rPr>
        <w:t>اطع</w:t>
      </w:r>
      <w:r w:rsidRPr="004A50B5">
        <w:rPr>
          <w:rtl/>
          <w:lang w:bidi="fa-IR"/>
        </w:rPr>
        <w:t xml:space="preserve"> باشد ، و هرگز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محکمه در فتوا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دستخوش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و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گردد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، اگر قضات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خودپسند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خواه باشند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غارتگر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هنگام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مدح و ثنا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زبان </w:t>
      </w:r>
      <w:r w:rsidRPr="004A50B5">
        <w:rPr>
          <w:rtl/>
          <w:lang w:bidi="fa-IR"/>
        </w:rPr>
        <w:lastRenderedPageBreak/>
        <w:t>بگشا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آن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بخت را با مشت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الفاظ و شطر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تملق و چاپلوس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دام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در بند کشد .</w:t>
      </w:r>
      <w:r w:rsidRPr="004A50B5">
        <w:rPr>
          <w:rFonts w:hint="eastAsia"/>
          <w:rtl/>
          <w:lang w:bidi="fa-IR"/>
        </w:rPr>
        <w:t>مالک</w:t>
      </w:r>
      <w:r w:rsidRPr="004A50B5">
        <w:rPr>
          <w:rtl/>
          <w:lang w:bidi="fa-IR"/>
        </w:rPr>
        <w:t xml:space="preserve"> اگر قضات ساده دل و زودباور انتخاب شوند زود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خورند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تأمل باور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آن گاه حقوق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چارگان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و ناچ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گردد ، آن چنان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گفتم سخت کم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tl/>
          <w:lang w:bidi="fa-IR"/>
        </w:rPr>
        <w:t xml:space="preserve"> و گمنام باشد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دست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اما تو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مصر ،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مسؤول بندگان خدا ، ناگز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را در انتخاب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مالک ! تو را 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که همواره کارمندان دولت را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نگاه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ژه</w:t>
      </w:r>
      <w:r w:rsidRPr="004A50B5">
        <w:rPr>
          <w:rtl/>
          <w:lang w:bidi="fa-IR"/>
        </w:rPr>
        <w:t xml:space="preserve"> قضات را ، هرگز مگذار که عمّال مصر محتاج باشند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وقت دست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برآورند و به هر عنوان که باشد از مال مردم بخورند .</w:t>
      </w: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بذل مال و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حقوق توانگر ساز که در دادرس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دهان به رشوه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محکمه عدالت را قلعه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ندهد .</w:t>
      </w:r>
      <w:r w:rsidRPr="004A50B5">
        <w:rPr>
          <w:rFonts w:hint="eastAsia"/>
          <w:rtl/>
          <w:lang w:bidi="fa-IR"/>
        </w:rPr>
        <w:t>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عمال دولت محترم تر بشمار و در محضر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او احترام کن تا با پشت 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مقام حکومت خود را از تهد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بزرگان مصر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داند و در داور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دادگر و عادل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ممکن است جهّال قوم که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شرم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کم آبرو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دادگاه را به افسار گس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تهد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از انصاف و عدالت منحرف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قضات</w:t>
      </w:r>
      <w:r w:rsidRPr="004A50B5">
        <w:rPr>
          <w:rtl/>
          <w:lang w:bidi="fa-IR"/>
        </w:rPr>
        <w:t xml:space="preserve"> شجاع و حق پرست اسلام نه تنها در مورد احقاق حقوق افراد از 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استقلال خود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بلکه مسائل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مصالح مملکت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مورد توجه و اهتمام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موارد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قدرت استقلال خود به حد اکثر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نمودند ، از جمله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موا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داستان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ملک صالح سلطان شام و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عز الد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بن عبد السلام اتفاق افتاده است :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جنگ صل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شام در مقابل هجوم وحش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متحد و دولت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عرب وضع متشنج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و ملک صالح سلطان </w:t>
      </w:r>
      <w:r w:rsidRPr="004A50B5">
        <w:rPr>
          <w:rtl/>
          <w:lang w:bidi="fa-IR"/>
        </w:rPr>
        <w:lastRenderedPageBreak/>
        <w:t>آن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شهر 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و قلعه شق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را به دشمن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کرده بود .</w:t>
      </w:r>
      <w:r w:rsidRPr="004A50B5">
        <w:rPr>
          <w:rFonts w:hint="eastAsia"/>
          <w:rtl/>
          <w:lang w:bidi="fa-IR"/>
        </w:rPr>
        <w:t>انتشار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خبر در سراسر بلاد شام عکس العمل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سوء اثر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ببار آورده بود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خبر به گوش عز الد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سخت برآشفت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بجوش آمد ، بر ملک خشم گرفت و در خطبه نماز جمعه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ملک صالح نبرد و درباره او دعا نکرد و به عنوان اعترا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رخت از شام برداشت و آهنگ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مصر کرد .</w:t>
      </w:r>
      <w:r w:rsidRPr="004A50B5">
        <w:rPr>
          <w:rFonts w:hint="eastAsia"/>
          <w:rtl/>
          <w:lang w:bidi="fa-IR"/>
        </w:rPr>
        <w:t>ملک</w:t>
      </w:r>
      <w:r w:rsidRPr="004A50B5">
        <w:rPr>
          <w:rtl/>
          <w:lang w:bidi="fa-IR"/>
        </w:rPr>
        <w:t xml:space="preserve"> صالح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داستان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فرستاد تا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آرام و منطق درست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به شام باز گرداند ، فرستاده ملک چون به حضور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سخن ملا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آغاز کرد و گفت ما از مقام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آن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در برابر سلطان تواضع کند و دست او را به ر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معذرت ببوسد ، قاض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سخن را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بانگ برآورد و گفت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tl/>
          <w:lang w:bidi="fa-IR"/>
        </w:rPr>
        <w:t xml:space="preserve"> من رضا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دهم که دست من به بوسه او آلوده گردد تا چه رسد به آنکه من به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ذلت تن در دهم و دست او را بوسه زنم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بخش را به 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دو صحاب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سلمان و ابودردا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مقام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بدل شد خاتمه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ابودردا</w:t>
      </w:r>
      <w:r w:rsidRPr="004A50B5">
        <w:rPr>
          <w:rtl/>
          <w:lang w:bidi="fa-IR"/>
        </w:rPr>
        <w:t xml:space="preserve"> که با سلمان عقد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در زمان حکومت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ثلاث به منصب قضاوت در اورشل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فرستاده شد ، در زمان قضاوت 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سلمان نوشت و او را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المقدس دعوت کرد :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برادرم</w:t>
      </w:r>
      <w:r w:rsidRPr="004A50B5">
        <w:rPr>
          <w:rtl/>
          <w:lang w:bidi="fa-IR"/>
        </w:rPr>
        <w:t xml:space="preserve"> سلمان ! خدا را شکر ، اکنون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المقدس به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برم ،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پر برکت و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آب و هوا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مناسب ، از همه بالاتر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مقدس است ،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،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روزگار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چون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عقوب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وسف</w:t>
      </w:r>
      <w:r w:rsidRPr="004A50B5">
        <w:rPr>
          <w:rtl/>
          <w:lang w:bidi="fa-IR"/>
        </w:rPr>
        <w:t xml:space="preserve"> </w:t>
      </w:r>
      <w:r w:rsidR="00992D17" w:rsidRPr="00992D17">
        <w:rPr>
          <w:rStyle w:val="libAlaemChar"/>
          <w:rFonts w:eastAsiaTheme="minorHAnsi"/>
          <w:rtl/>
        </w:rPr>
        <w:t>عليهم‌السلام</w:t>
      </w:r>
      <w:r w:rsidR="00992D17"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Pr="004A50B5">
        <w:rPr>
          <w:rtl/>
          <w:lang w:bidi="fa-IR"/>
        </w:rPr>
        <w:t>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خود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 ، و هم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</w:t>
      </w:r>
      <w:r w:rsidRPr="004A50B5">
        <w:rPr>
          <w:rtl/>
          <w:lang w:bidi="fa-IR"/>
        </w:rPr>
        <w:t xml:space="preserve"> بدان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امروز </w:t>
      </w:r>
      <w:r w:rsidRPr="004A50B5">
        <w:rPr>
          <w:rtl/>
          <w:lang w:bidi="fa-IR"/>
        </w:rPr>
        <w:lastRenderedPageBreak/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بدن پاک آنان را در برگرفته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اگر چند صباح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شهر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در جوار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 هم بسر 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سلمان</w:t>
      </w:r>
      <w:r w:rsidRPr="004A50B5">
        <w:rPr>
          <w:rtl/>
          <w:lang w:bidi="fa-IR"/>
        </w:rPr>
        <w:t xml:space="preserve"> پاک در جواب نوشت :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برادر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! نامه تو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مرا به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مقدس دعوت کرده بود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دانم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افتخار انسان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به مسکن و مأوا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باشد ،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تنها عمل انسان است که او را بزرگ نموده سزاوار احترام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کند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! پاک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به عمل اوست نه به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که در آن منزل دارد ، در مکه بودن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منزل 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المقدس مأوا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شرف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باشد ،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طبابت به عهده تو گذاشته شده ، اگر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حا</w:t>
      </w:r>
      <w:r w:rsidRPr="004A50B5">
        <w:rPr>
          <w:rtl/>
          <w:lang w:bidi="fa-IR"/>
        </w:rPr>
        <w:t xml:space="preserve"> 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ضان</w:t>
      </w:r>
      <w:r w:rsidRPr="004A50B5">
        <w:rPr>
          <w:rtl/>
          <w:lang w:bidi="fa-IR"/>
        </w:rPr>
        <w:t xml:space="preserve"> را درمان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خوشا به حالت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منصب قضاوت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 اشغال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بترس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جان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خطر انداز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خود را مستحق آتش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منصب</w:t>
      </w:r>
      <w:r w:rsidRPr="004A50B5">
        <w:rPr>
          <w:rtl/>
          <w:lang w:bidi="fa-IR"/>
        </w:rPr>
        <w:t xml:space="preserve"> قضاوت کار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هر کس را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پست را اشغال کند ، اگر تو در خود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عهده قضاوت برحق بر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چه بهتر ،</w:t>
      </w: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هرگاه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پست را بناحق اشغال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تو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ترسم که خود را وارد آتش ساز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هان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ابودردا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باش !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لقمان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: آن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آزادمرد ، آن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آن چهره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 مرد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ملکوت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قضات و مسؤول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خط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مبادا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ناحق کنند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زحمات خود را بر باد داده ، راه ورود به جهنّم را بر خود هموار سازند ،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خاطر با آنان ه</w:t>
      </w:r>
      <w:r w:rsidRPr="004A50B5">
        <w:rPr>
          <w:rFonts w:hint="eastAsia"/>
          <w:rtl/>
          <w:lang w:bidi="fa-IR"/>
        </w:rPr>
        <w:t>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تا به انوار حکمتش از آنان دستگ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و دلشان را به نور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روشن کند .</w:t>
      </w: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خصال و صفات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مرد بزرگ </w:t>
      </w:r>
      <w:r w:rsidRPr="004A50B5">
        <w:rPr>
          <w:rtl/>
          <w:lang w:bidi="fa-IR"/>
        </w:rPr>
        <w:lastRenderedPageBreak/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مراحل است که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مختصر بگنجد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او در پرتو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جامع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دارند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خصا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بود .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در بخش بعد پس از تعر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حکمت ، به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از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اشاره کرده و تا آنجا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سّر</w:t>
      </w:r>
      <w:r w:rsidRPr="004A50B5">
        <w:rPr>
          <w:rtl/>
          <w:lang w:bidi="fa-IR"/>
        </w:rPr>
        <w:t xml:space="preserve"> باشد به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حکمت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او در قرآن آمده مبادرت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به خاطر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کتاب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ادتر</w:t>
      </w:r>
      <w:r w:rsidRPr="004A50B5">
        <w:rPr>
          <w:rtl/>
          <w:lang w:bidi="fa-IR"/>
        </w:rPr>
        <w:t xml:space="preserve"> از اندازه نشود بق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که کتب روا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نقل کرده ان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بدون شرح درج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992D17" w:rsidP="00992D17">
      <w:pPr>
        <w:pStyle w:val="Heading1"/>
        <w:rPr>
          <w:rtl/>
        </w:rPr>
      </w:pPr>
      <w:r>
        <w:rPr>
          <w:rtl/>
        </w:rPr>
        <w:br w:type="page"/>
      </w:r>
      <w:bookmarkStart w:id="92" w:name="_Toc500835279"/>
      <w:bookmarkStart w:id="93" w:name="_Toc500835448"/>
      <w:r w:rsidR="004A50B5" w:rsidRPr="004A50B5">
        <w:rPr>
          <w:rFonts w:hint="eastAsia"/>
          <w:rtl/>
        </w:rPr>
        <w:lastRenderedPageBreak/>
        <w:t>بخش</w:t>
      </w:r>
      <w:r w:rsidR="004A50B5" w:rsidRPr="004A50B5">
        <w:rPr>
          <w:rtl/>
        </w:rPr>
        <w:t xml:space="preserve"> هفتم</w:t>
      </w:r>
      <w:bookmarkEnd w:id="92"/>
      <w:bookmarkEnd w:id="9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حکمت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معاد نماز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تکبر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روزه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عفو و عذاب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علم - عمل -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حسن خلق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اندرزها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92D17" w:rsidP="00992D17">
      <w:pPr>
        <w:pStyle w:val="Heading2"/>
        <w:rPr>
          <w:rtl/>
        </w:rPr>
      </w:pPr>
      <w:r>
        <w:rPr>
          <w:rtl/>
        </w:rPr>
        <w:br w:type="page"/>
      </w:r>
      <w:bookmarkStart w:id="94" w:name="_Toc500835280"/>
      <w:bookmarkStart w:id="95" w:name="_Toc500835449"/>
      <w:r w:rsidR="004A50B5" w:rsidRPr="004A50B5">
        <w:rPr>
          <w:rFonts w:hint="eastAsia"/>
          <w:rtl/>
        </w:rPr>
        <w:lastRenderedPageBreak/>
        <w:t>حکمت</w:t>
      </w:r>
      <w:bookmarkEnd w:id="94"/>
      <w:bookmarkEnd w:id="9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حکماء</w:t>
      </w:r>
      <w:r w:rsidRPr="004A50B5">
        <w:rPr>
          <w:rtl/>
          <w:lang w:bidi="fa-IR"/>
        </w:rPr>
        <w:t xml:space="preserve"> در تعر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حکمت گفته اند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حکمت</w:t>
      </w:r>
      <w:r w:rsidRPr="004A50B5">
        <w:rPr>
          <w:rtl/>
          <w:lang w:bidi="fa-IR"/>
        </w:rPr>
        <w:t xml:space="preserve"> علم به احوال 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موجودات است به قدر طاقت بشر ، البته موجودات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وجودشان در قدرت و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ماست که علم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ما را به صلاح معاش و معاد برساند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نوع حکمت را عمل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حکمت عمل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سه قسمت تقس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نموده اند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اخلاق - تدب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منزل -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مدن .</w:t>
      </w: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حکمت در لغت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جامع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بر هر سخن و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محکم و پابرجا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مطابق با واقع است اطلاق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هر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سودمند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ضامن صلاح فرد و اجتماع باشد از مصاد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حکمت است و هر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باب معرف و خداشناس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صفات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مسائل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مطابق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 و صواب باشد حکمت است ، و خلاصه تمام صفات پابرجا و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مطابق با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است حکمت است .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حکمت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از جمله مراتب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 حکمت مطلق تطب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اندازه وسعت تکل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خود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از آن بهره مند شود ، اما چون حکمت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عنوان اخلاق از نظر رتبه مورد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به ترجمه مختصر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عمل</w:t>
      </w:r>
      <w:r w:rsidRPr="004A50B5">
        <w:rPr>
          <w:rtl/>
          <w:lang w:bidi="fa-IR"/>
        </w:rPr>
        <w:t xml:space="preserve"> اخلاق معاملات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مردم سزاوار است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انسان ها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به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آنند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.موضوع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رفتار انسان است ، آن رفتار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باشد و معلوم است که از ما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و مسبوق به عمل و اراده ماست منحصر در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با</w:t>
      </w:r>
      <w:r w:rsidRPr="004A50B5">
        <w:rPr>
          <w:rtl/>
          <w:lang w:bidi="fa-IR"/>
        </w:rPr>
        <w:t xml:space="preserve"> تصور تعر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موضوع اخلاق بر ما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است که اعمال خود را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روح را از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پاک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روشن شدن راه بهره 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علم اخلاق و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صفات رذ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به اخلاق حم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پرسش را پاسخ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عمل اخلاق توانا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دارد صفات ناستوده انسان را به ستوده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پاسخ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پرسش منف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عمل اخلاق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مردم را به جبر وادار به کردارها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کند ، بلکه اخلاق چون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</w:t>
      </w:r>
      <w:r w:rsidRPr="004A50B5">
        <w:rPr>
          <w:rtl/>
          <w:lang w:bidi="fa-IR"/>
        </w:rPr>
        <w:t xml:space="preserve"> را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رفع آن دارو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tl/>
          <w:lang w:bidi="fa-IR"/>
        </w:rPr>
        <w:t xml:space="preserve"> در رفع مرض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دارو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 آزاد است همان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پزشک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استعمال مسکرات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علم اخلاق اعمال و کردار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بد را شرح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تزک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عمل مربوط به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tl/>
          <w:lang w:bidi="fa-IR"/>
        </w:rPr>
        <w:t xml:space="preserve"> است اگر دستورات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کار بندد نجات و گرنه در گمراه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عمل اخلاق مسائل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را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تا ما را مستعد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مثل اعلا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ارسطو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دانستن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بلکه لازم است پس از دانستن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را به کوشش به دست آورد ، کتاب ها و خطبه ها بدون عمل ما را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="00992D17">
        <w:rPr>
          <w:rtl/>
          <w:lang w:bidi="fa-IR"/>
        </w:rPr>
        <w:t xml:space="preserve"> نخواهند نمود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عمل اراد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انسان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سلوک نام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مثل راستگو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دروغ پرداز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سخاوت و بخل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سلوک و اعمال اراد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اساس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</w:p>
    <w:p w:rsidR="00992D17" w:rsidRDefault="004A50B5" w:rsidP="00992D17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وجود</w:t>
      </w:r>
      <w:r w:rsidRPr="004A50B5">
        <w:rPr>
          <w:rtl/>
          <w:lang w:bidi="fa-IR"/>
        </w:rPr>
        <w:t xml:space="preserve"> دارد که منشأ اعمال و سلوک ماست ، و جم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کردارها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از آن اساس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صادر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مانند :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و عادت .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tl/>
          <w:lang w:bidi="fa-IR"/>
        </w:rPr>
        <w:t xml:space="preserve"> متوجه اساس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آثار اساس ها را حس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علم اخلاق فقط از ظواهر اعمال بحث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بلکه در اساس و منشأ عمل توجه دارد همان </w:t>
      </w:r>
      <w:r w:rsidRPr="004A50B5">
        <w:rPr>
          <w:rtl/>
          <w:lang w:bidi="fa-IR"/>
        </w:rPr>
        <w:lastRenderedPageBreak/>
        <w:t>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علما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نظر ظاهر جو قانع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مگر علل و اسباب آن را بشناسند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 علماء اخلاق استطاعت د</w:t>
      </w:r>
      <w:r w:rsidRPr="004A50B5">
        <w:rPr>
          <w:rFonts w:hint="eastAsia"/>
          <w:rtl/>
          <w:lang w:bidi="fa-IR"/>
        </w:rPr>
        <w:t>ارند</w:t>
      </w:r>
      <w:r w:rsidRPr="004A50B5">
        <w:rPr>
          <w:rtl/>
          <w:lang w:bidi="fa-IR"/>
        </w:rPr>
        <w:t xml:space="preserve"> در اساس سلوک توجه نموده و اساس را اگر بد است معالجه و اگر خوب است تشج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، مثلاً دروغ را با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تنها معالجه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بلکه در علل و حالات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انسان را وادار به دروغ گفتن نموده توجه و منشأ را معالجه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سرآمد</w:t>
      </w:r>
      <w:r w:rsidRPr="004A50B5">
        <w:rPr>
          <w:rtl/>
          <w:lang w:bidi="fa-IR"/>
        </w:rPr>
        <w:t xml:space="preserve"> تمام حکما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را منظور داشته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در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حکمت توجه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بشر ابتدا متوجه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موضوع نموده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اساس توجه به خداوند را ابتدا در روح بشر محکم کرد که بواسطه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قدرت بتوان انسان را از هر آلو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و به طرف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کرد ، و بعد از توجه به حق او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 خواند تا به 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را اجابت کند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ابتدا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اساس فطرت را در وجود بشر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کرده آن گاه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سوق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عامل مؤثر که در ذات انسان پرتو افکن است استفاد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کرد .</w:t>
      </w: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بزرگ مرد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ارباب استعداد فرزند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برومند داشت که همت خود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مصروف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نظر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بود که لقمان اکثر نصا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اگر چه جنبه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به عنوان آن فرزند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مخصوص نمود .</w:t>
      </w:r>
      <w:r w:rsidRPr="004A50B5">
        <w:rPr>
          <w:rFonts w:hint="eastAsia"/>
          <w:rtl/>
          <w:lang w:bidi="fa-IR"/>
        </w:rPr>
        <w:t>مسائل</w:t>
      </w:r>
      <w:r w:rsidRPr="004A50B5">
        <w:rPr>
          <w:rtl/>
          <w:lang w:bidi="fa-IR"/>
        </w:rPr>
        <w:t xml:space="preserve"> مربوط به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کودک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امور مهم اجتماع بشر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عقلا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اند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دوران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و سعادت و شقاوت ادوار مختلف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دوران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گرو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دوران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 بستگ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عوامل گوناگون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که هر کدام از آنها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مهم در سرنوشت انسان دارد ، و دوران کودک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آنهاست مع الوصف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در نظر دانشمندان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بسزا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دارد .</w:t>
      </w:r>
      <w:r w:rsidR="00992D17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قلب</w:t>
      </w:r>
      <w:r w:rsidRPr="004A50B5">
        <w:rPr>
          <w:rtl/>
          <w:lang w:bidi="fa-IR"/>
        </w:rPr>
        <w:t xml:space="preserve"> و </w:t>
      </w:r>
      <w:r w:rsidRPr="004A50B5">
        <w:rPr>
          <w:rtl/>
          <w:lang w:bidi="fa-IR"/>
        </w:rPr>
        <w:lastRenderedPageBreak/>
        <w:t>روان کودک بسان صفحه کاغذ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دست نقاش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دست قرار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هر نقش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شود تا آخر عمر آن صفحه باق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مانند ماده خام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عناصر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آن را به هر شکل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افه</w:t>
      </w:r>
      <w:r w:rsidRPr="004A50B5">
        <w:rPr>
          <w:rtl/>
          <w:lang w:bidi="fa-IR"/>
        </w:rPr>
        <w:t xml:space="preserve"> ساخت .</w:t>
      </w:r>
      <w:r w:rsidR="00992D17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روح</w:t>
      </w:r>
      <w:r w:rsidRPr="004A50B5">
        <w:rPr>
          <w:rtl/>
          <w:lang w:bidi="fa-IR"/>
        </w:rPr>
        <w:t xml:space="preserve"> و روان کودک در آغاز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جهات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ماده خام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گونه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 و صورت ها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رقم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 و پرورش ها آمادگ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، و اگر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کودک حسن ابتکار به خرج دادند و فطرت پاک و احساسات ارزنده او را با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نمودند سرنوشت او را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روشن کرده اند ، و اگر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سهل انگار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با روش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غلط و پرورش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ناستوده فطرت او را آلوده سازند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بدانند که مقدمات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کودک را فراهم ساخته اند .</w:t>
      </w:r>
      <w:r w:rsidR="00992D17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کودک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متوجه باشند که کودک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انسان به تمام معن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کم ندارد ،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هست در حال رشد و تکامل ، و در حال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و پرورش است و 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ذخا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بتدر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</w:t>
      </w:r>
      <w:r w:rsidRPr="004A50B5">
        <w:rPr>
          <w:rtl/>
          <w:lang w:bidi="fa-IR"/>
        </w:rPr>
        <w:t xml:space="preserve"> بهره 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.اندرزها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فرزند خود گفته و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عنوان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آنها را ذکر کرده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اساس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 فرزند استوار است ، او مانند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پدران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اولاد غفلت نورز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</w:t>
      </w:r>
      <w:r w:rsidR="00992D17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 است .</w:t>
      </w:r>
      <w:r w:rsidRPr="004A50B5">
        <w:rPr>
          <w:rFonts w:hint="eastAsia"/>
          <w:rtl/>
          <w:lang w:bidi="fa-IR"/>
        </w:rPr>
        <w:t>اکنون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چه مسئله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آغاز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مطرح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از کجا شروع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چگونه اساس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او</w:t>
      </w:r>
      <w:r w:rsidRPr="004A50B5">
        <w:rPr>
          <w:rtl/>
          <w:lang w:bidi="fa-IR"/>
        </w:rPr>
        <w:t xml:space="preserve"> برنامه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با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مسائل که همان مسئله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بت شکن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آغاز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مسئله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ساده تر و روشن تر و مستعدتر از مسئله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هر فرد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اتکاء </w:t>
      </w:r>
      <w:r w:rsidRPr="004A50B5">
        <w:rPr>
          <w:rtl/>
          <w:lang w:bidi="fa-IR"/>
        </w:rPr>
        <w:lastRenderedPageBreak/>
        <w:t>سرشت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آن را بفهمد و درک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عقل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.</w:t>
      </w:r>
      <w:r w:rsidRPr="004A50B5">
        <w:rPr>
          <w:rtl/>
          <w:lang w:bidi="fa-IR"/>
        </w:rPr>
        <w:cr/>
      </w:r>
    </w:p>
    <w:p w:rsidR="004A50B5" w:rsidRPr="004A50B5" w:rsidRDefault="004A50B5" w:rsidP="00992D17">
      <w:pPr>
        <w:pStyle w:val="Heading2"/>
        <w:rPr>
          <w:rtl/>
        </w:rPr>
      </w:pPr>
      <w:bookmarkStart w:id="96" w:name="_Toc500835281"/>
      <w:bookmarkStart w:id="97" w:name="_Toc500835450"/>
      <w:r w:rsidRPr="004A50B5">
        <w:rPr>
          <w:rFonts w:hint="eastAsia"/>
          <w:rtl/>
        </w:rPr>
        <w:t>توح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bookmarkEnd w:id="96"/>
      <w:bookmarkEnd w:id="9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زم</w:t>
      </w:r>
      <w:r w:rsidRPr="004A50B5">
        <w:rPr>
          <w:rtl/>
          <w:lang w:bidi="fa-IR"/>
        </w:rPr>
        <w:t xml:space="preserve"> !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خداوند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قائل مشو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مخلوق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را با خالق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برابر کردن ظلم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است</w:t>
      </w:r>
      <w:r w:rsidRPr="00992D17">
        <w:rPr>
          <w:rStyle w:val="libFootnotenumChar"/>
          <w:rtl/>
        </w:rPr>
        <w:t xml:space="preserve"> (1) </w:t>
      </w:r>
      <w:r w:rsidRPr="004A50B5">
        <w:rPr>
          <w:rtl/>
          <w:lang w:bidi="fa-IR"/>
        </w:rPr>
        <w:t>.</w:t>
      </w: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اعتقاد</w:t>
      </w:r>
      <w:r w:rsidRPr="004A50B5">
        <w:rPr>
          <w:rtl/>
          <w:lang w:bidi="fa-IR"/>
        </w:rPr>
        <w:t xml:space="preserve"> به وجد سازنده و گرداننده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از 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هر انسان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که هرگز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به بحث و اثبات نداشته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اسنان است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جا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وقت مصنوع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صانع 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عمل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.</w:t>
      </w:r>
      <w:r w:rsidR="006171B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وحش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کودک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هر وقت صدا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حرکت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طبعاً و بالبداهه به طرف منبع صدا و منشأ حرکت متوجه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هرگاه ساده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کلبه 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چرخ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نتوان قبول کرد که بدون کارگر ساخته شده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گردش درآمده باشد ، کدام عقل 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</w:t>
      </w:r>
      <w:r w:rsidRPr="004A50B5">
        <w:rPr>
          <w:rFonts w:hint="eastAsia"/>
          <w:rtl/>
          <w:lang w:bidi="fa-IR"/>
        </w:rPr>
        <w:t>واند</w:t>
      </w:r>
      <w:r w:rsidRPr="004A50B5">
        <w:rPr>
          <w:rtl/>
          <w:lang w:bidi="fa-IR"/>
        </w:rPr>
        <w:t xml:space="preserve"> کره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با کوه و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درخت و جنگل ها و تمام عالم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از سازنده بداند و بدن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با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اعضاء مفصل و دستگاه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که با نظم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معلول تصادف بشناسد .</w:t>
      </w:r>
    </w:p>
    <w:p w:rsidR="004A50B5" w:rsidRPr="006171BF" w:rsidRDefault="006171BF" w:rsidP="006171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50B5" w:rsidRPr="004A50B5" w:rsidRDefault="004A50B5" w:rsidP="006171BF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13 .</w:t>
      </w:r>
    </w:p>
    <w:p w:rsidR="004A50B5" w:rsidRPr="004A50B5" w:rsidRDefault="006171BF" w:rsidP="006171B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اساس</w:t>
      </w:r>
      <w:r w:rsidR="004A50B5" w:rsidRPr="004A50B5">
        <w:rPr>
          <w:rtl/>
          <w:lang w:bidi="fa-IR"/>
        </w:rPr>
        <w:t xml:space="preserve">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عمل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مبان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علم و فکر بشر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قبول علت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هر معلول قرار دارد هرگز به خاطر شما خطور نخواهد کرد که به بازار نرفته و جنس نخر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و اجاق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فروخته</w:t>
      </w:r>
      <w:r w:rsidR="004A50B5" w:rsidRPr="004A50B5">
        <w:rPr>
          <w:rtl/>
          <w:lang w:bidi="fa-IR"/>
        </w:rPr>
        <w:t xml:space="preserve"> و غذا نپخته و وسا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سفره فراهم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اورده</w:t>
      </w:r>
      <w:r w:rsidR="004A50B5" w:rsidRPr="004A50B5">
        <w:rPr>
          <w:rtl/>
          <w:lang w:bidi="fa-IR"/>
        </w:rPr>
        <w:t xml:space="preserve"> خوراک گرم و مطبوع فراوان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بدون مواد و مقدمات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غذا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شما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>ده شود همچن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سراسر علوم : 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و 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شناس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اقتصاد و جامعه شناس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، و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</w:t>
      </w:r>
      <w:r w:rsidR="004A50B5" w:rsidRPr="004A50B5">
        <w:rPr>
          <w:rtl/>
          <w:lang w:bidi="fa-IR"/>
        </w:rPr>
        <w:t xml:space="preserve"> و تحق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tl/>
          <w:lang w:bidi="fa-IR"/>
        </w:rPr>
        <w:t xml:space="preserve"> در پد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ها ، به منظور تع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عوامل و علل آنها و تشخ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ص</w:t>
      </w:r>
      <w:r w:rsidR="004A50B5" w:rsidRPr="004A50B5">
        <w:rPr>
          <w:rtl/>
          <w:lang w:bidi="fa-IR"/>
        </w:rPr>
        <w:t xml:space="preserve"> روابط 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 ، 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که آن را در رأس علوم دق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tl/>
          <w:lang w:bidi="fa-IR"/>
        </w:rPr>
        <w:t xml:space="preserve"> و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قرار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دهند جز آنکه فرض 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ببافد و نتا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از</w:t>
      </w:r>
      <w:r w:rsidR="004A50B5" w:rsidRPr="004A50B5">
        <w:rPr>
          <w:rtl/>
          <w:lang w:bidi="fa-IR"/>
        </w:rPr>
        <w:t xml:space="preserve"> آنها درب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اورد</w:t>
      </w:r>
      <w:r w:rsidR="004A50B5" w:rsidRPr="004A50B5">
        <w:rPr>
          <w:rtl/>
          <w:lang w:bidi="fa-IR"/>
        </w:rPr>
        <w:t xml:space="preserve"> و سپس رابطه ما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فرض ها و حکم ها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متغ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رها</w:t>
      </w:r>
      <w:r w:rsidR="004A50B5" w:rsidRPr="004A50B5">
        <w:rPr>
          <w:rtl/>
          <w:lang w:bidi="fa-IR"/>
        </w:rPr>
        <w:t xml:space="preserve"> و تابع ها را به صورت قضا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و معادلات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نما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کار و کلام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ندارد .</w:t>
      </w:r>
      <w:r w:rsidR="004A50B5" w:rsidRPr="004A50B5">
        <w:rPr>
          <w:rFonts w:hint="eastAsia"/>
          <w:rtl/>
          <w:lang w:bidi="fa-IR"/>
        </w:rPr>
        <w:t>اگر</w:t>
      </w:r>
      <w:r w:rsidR="004A50B5" w:rsidRPr="004A50B5">
        <w:rPr>
          <w:rtl/>
          <w:lang w:bidi="fa-IR"/>
        </w:rPr>
        <w:t xml:space="preserve"> دانشمند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معادله 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علامت مثبت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جهت منف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و رقم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بگ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ادعا کند که آب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و حت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مختصر آب استکان ممکن است بدون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</w:t>
      </w:r>
      <w:r w:rsidR="004A50B5" w:rsidRPr="004A50B5">
        <w:rPr>
          <w:rtl/>
          <w:lang w:bidi="fa-IR"/>
        </w:rPr>
        <w:t xml:space="preserve"> حرارت و تبادل انرژ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خشک شود ، او را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وانه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هوش</w:t>
      </w:r>
      <w:r w:rsidR="004A50B5" w:rsidRPr="004A50B5">
        <w:rPr>
          <w:rtl/>
          <w:lang w:bidi="fa-IR"/>
        </w:rPr>
        <w:t xml:space="preserve"> خواهند گفت .</w:t>
      </w:r>
      <w:r w:rsidR="004A50B5" w:rsidRPr="004A50B5">
        <w:rPr>
          <w:rFonts w:hint="eastAsia"/>
          <w:rtl/>
          <w:lang w:bidi="fa-IR"/>
        </w:rPr>
        <w:t>هر</w:t>
      </w:r>
      <w:r w:rsidR="004A50B5" w:rsidRPr="004A50B5">
        <w:rPr>
          <w:rtl/>
          <w:lang w:bidi="fa-IR"/>
        </w:rPr>
        <w:t xml:space="preserve">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سِرّ مقدس عالم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خداوند را در نهاد خود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ابد</w:t>
      </w:r>
      <w:r w:rsidR="004A50B5" w:rsidRPr="004A50B5">
        <w:rPr>
          <w:rtl/>
          <w:lang w:bidi="fa-IR"/>
        </w:rPr>
        <w:t xml:space="preserve"> و در باطن امر به خداوند جهان اقرار و اعتراف دارد و اگر چه صورتاً و به حسب ظاهر به آن اقرار نکند اما خال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بودن از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ممکن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،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 احد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</w:t>
      </w:r>
      <w:r w:rsidR="004A50B5" w:rsidRPr="004A50B5">
        <w:rPr>
          <w:rtl/>
          <w:lang w:bidi="fa-IR"/>
        </w:rPr>
        <w:t xml:space="preserve"> که در باطن خود احساس خداپرست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نکند ، اختل</w:t>
      </w:r>
      <w:r w:rsidR="004A50B5" w:rsidRPr="004A50B5">
        <w:rPr>
          <w:rFonts w:hint="eastAsia"/>
          <w:rtl/>
          <w:lang w:bidi="fa-IR"/>
        </w:rPr>
        <w:t>اف</w:t>
      </w:r>
      <w:r w:rsidR="004A50B5" w:rsidRPr="004A50B5">
        <w:rPr>
          <w:rtl/>
          <w:lang w:bidi="fa-IR"/>
        </w:rPr>
        <w:t xml:space="preserve"> عقا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فقط و فقط در تطب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</w:t>
      </w:r>
      <w:r w:rsidR="004A50B5" w:rsidRPr="004A50B5">
        <w:rPr>
          <w:rtl/>
          <w:lang w:bidi="fa-IR"/>
        </w:rPr>
        <w:t xml:space="preserve"> مفهوم است که بعض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راه آسان را به غلط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موده</w:t>
      </w:r>
      <w:r w:rsidR="004A50B5" w:rsidRPr="004A50B5">
        <w:rPr>
          <w:rtl/>
          <w:lang w:bidi="fa-IR"/>
        </w:rPr>
        <w:t xml:space="preserve"> و جمع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ال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که عده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عالم به نام منکر اصل خداپرست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انب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اء</w:t>
      </w:r>
      <w:r w:rsidR="004A50B5" w:rsidRPr="004A50B5">
        <w:rPr>
          <w:rtl/>
          <w:lang w:bidi="fa-IR"/>
        </w:rPr>
        <w:t xml:space="preserve"> گرام حق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سو زدن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وهم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غلط و پندارها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جا</w:t>
      </w:r>
      <w:r w:rsidR="004A50B5" w:rsidRPr="004A50B5">
        <w:rPr>
          <w:rtl/>
          <w:lang w:bidi="fa-IR"/>
        </w:rPr>
        <w:t xml:space="preserve"> مبعوث به رسالت شدند .</w:t>
      </w:r>
      <w:r w:rsidR="004A50B5" w:rsidRPr="004A50B5">
        <w:rPr>
          <w:rFonts w:hint="eastAsia"/>
          <w:rtl/>
          <w:lang w:bidi="fa-IR"/>
        </w:rPr>
        <w:t>اگر</w:t>
      </w:r>
      <w:r w:rsidR="004A50B5" w:rsidRPr="004A50B5">
        <w:rPr>
          <w:rtl/>
          <w:lang w:bidi="fa-IR"/>
        </w:rPr>
        <w:t xml:space="preserve">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صدد انکار برآ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چنانچه از او سؤال شود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دستگاه نظام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و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ماده اصل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اتم از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قوه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الکترون مثبت </w:t>
      </w:r>
      <w:r w:rsidR="004A50B5" w:rsidRPr="004A50B5">
        <w:rPr>
          <w:rtl/>
          <w:lang w:bidi="fa-IR"/>
        </w:rPr>
        <w:lastRenderedPageBreak/>
        <w:t>و منف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اساس</w:t>
      </w:r>
      <w:r w:rsidR="004A50B5" w:rsidRPr="004A50B5">
        <w:rPr>
          <w:rtl/>
          <w:lang w:bidi="fa-IR"/>
        </w:rPr>
        <w:t xml:space="preserve"> اتم را تشک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دهد از کجا سرچشمه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جواب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نخواهد داشت که عامل از مبدئ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سرچشمه دارد که تمام شدن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، فنا و زوال در آن راه ندارد و او است خدا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جهان که تمام عالم را خلق فرموده و نظم عالم را برپا داشته است .</w:t>
      </w:r>
      <w:r w:rsidR="004A50B5" w:rsidRPr="004A50B5">
        <w:rPr>
          <w:rFonts w:hint="eastAsia"/>
          <w:rtl/>
          <w:lang w:bidi="fa-IR"/>
        </w:rPr>
        <w:t>پس</w:t>
      </w:r>
      <w:r w:rsidR="004A50B5" w:rsidRPr="004A50B5">
        <w:rPr>
          <w:rtl/>
          <w:lang w:bidi="fa-IR"/>
        </w:rPr>
        <w:t xml:space="preserve"> هر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اعتراف دارد و در باطن امر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مند است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جهان و موجودات آن را پروردگار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خلقت و اداره کردن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صحنه پهناور به دست اوست و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در عالم مخالف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اگر چه به صورت منکر باشد ، اما فطرت خدا 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مرحله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قابل انکار است .</w:t>
      </w:r>
      <w:r w:rsidR="004A50B5" w:rsidRPr="004A50B5">
        <w:rPr>
          <w:rFonts w:hint="eastAsia"/>
          <w:rtl/>
          <w:lang w:bidi="fa-IR"/>
        </w:rPr>
        <w:t>خلاصه</w:t>
      </w:r>
      <w:r w:rsidR="004A50B5" w:rsidRPr="004A50B5">
        <w:rPr>
          <w:rtl/>
          <w:lang w:bidi="fa-IR"/>
        </w:rPr>
        <w:t xml:space="preserve"> تمام افراد بشر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فطرتاً پا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بندند و گاه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چنان در انسان قو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که اثرات آن در اعضاء و جوارح ظاهر و آشکار گشته و در مقام عمل هم متوجه او شده و دست تضرع و زار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طرف او دراز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و به زبان خود جار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کرده او را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خواند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eastAsia"/>
          <w:rtl/>
          <w:lang w:bidi="fa-IR"/>
        </w:rPr>
        <w:t>طلب</w:t>
      </w:r>
      <w:r w:rsidR="004A50B5" w:rsidRPr="004A50B5">
        <w:rPr>
          <w:rtl/>
          <w:lang w:bidi="fa-IR"/>
        </w:rPr>
        <w:t xml:space="preserve"> هم در مواقع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صورت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که بشر تحت فشار و شکنجه سخت روزگار واقع گشته و دستش از همه جا کوتاه و تمام وسا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ظاهر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نجات خود را قطع بب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آن وقت است که صدا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ناله فطرت بلند شده و شراره آتش و حرارت آن به اعضاء و جوارح سرا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و از سوزش درد آن انسان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سوزد .</w:t>
      </w:r>
      <w:r w:rsidR="004A50B5" w:rsidRPr="004A50B5">
        <w:rPr>
          <w:rFonts w:hint="eastAsia"/>
          <w:rtl/>
          <w:lang w:bidi="fa-IR"/>
        </w:rPr>
        <w:t>اما</w:t>
      </w:r>
      <w:r w:rsidR="004A50B5" w:rsidRPr="004A50B5">
        <w:rPr>
          <w:rtl/>
          <w:lang w:bidi="fa-IR"/>
        </w:rPr>
        <w:t xml:space="preserve"> متأسفانه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عده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توجه موقت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</w:t>
      </w:r>
      <w:r w:rsidR="004A50B5" w:rsidRPr="004A50B5">
        <w:rPr>
          <w:rtl/>
          <w:lang w:bidi="fa-IR"/>
        </w:rPr>
        <w:t xml:space="preserve"> وقت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انسان از آن گرفتار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نجات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</w:t>
      </w:r>
      <w:r w:rsidR="004A50B5" w:rsidRPr="004A50B5">
        <w:rPr>
          <w:rtl/>
          <w:lang w:bidi="fa-IR"/>
        </w:rPr>
        <w:t xml:space="preserve"> کرد و به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سرگرم شد خدا را فراموش کرده و جا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را مراتب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، در قرآن مج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فرما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:</w:t>
      </w:r>
      <w:r w:rsidR="004A50B5" w:rsidRPr="004A50B5">
        <w:rPr>
          <w:rFonts w:hint="eastAsia"/>
          <w:rtl/>
          <w:lang w:bidi="fa-IR"/>
        </w:rPr>
        <w:t>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که آنها را از گرداب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نجاتشان داده و به خشک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رساند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آن وقت مشرک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شوند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توجه عج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tl/>
          <w:lang w:bidi="fa-IR"/>
        </w:rPr>
        <w:t xml:space="preserve"> و بد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آن مواقع بهتر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بر فطرت پاک خداشناس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و اگر نبود پس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واقع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عج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tl/>
          <w:lang w:bidi="fa-IR"/>
        </w:rPr>
        <w:t xml:space="preserve">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توجه به خداوند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کتا</w:t>
      </w:r>
      <w:r w:rsidRPr="004A50B5">
        <w:rPr>
          <w:rtl/>
          <w:lang w:bidi="fa-IR"/>
        </w:rPr>
        <w:t xml:space="preserve"> در بشر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جز ذات او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اراده نکند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خود را از تمام آلودگ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پاک گرداند ،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طرف حق برانگ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خته</w:t>
      </w:r>
      <w:r w:rsidRPr="004A50B5">
        <w:rPr>
          <w:rtl/>
          <w:lang w:bidi="fa-IR"/>
        </w:rPr>
        <w:t xml:space="preserve"> شده اند که بشر را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حق آورده و همان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فطرت بشر خواهان اوست ، در مقام عمل هم انسان را متوجه او گرداند و حق را مراد و مقصود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دانسته و تمام اعمال مختلفه و گوناگون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سبب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را فراهم ساخته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کانون و مرکز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جمع کرده و متوجه حق گرداند و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 ابه خاطر او بخواهد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! بگو که نماز و دعا و قربان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زندگان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مردنم همه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پروردگار عالم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و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من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دستور مأمور شدم و اول مسلمانم </w:t>
      </w:r>
      <w:r w:rsidRPr="006171BF">
        <w:rPr>
          <w:rStyle w:val="libFootnotenumChar"/>
          <w:rtl/>
        </w:rPr>
        <w:t>(1)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دعوت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همان دعوت فطرت بوده و اگر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بشر نبود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را قبول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و اگر چنانچه فطرت دروغ بود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مرحله دروغ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مقدار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دوام آورد مگر امروز سراسر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فساد نگرفته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ن همه معابد و مساجد و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ساها</w:t>
      </w:r>
      <w:r w:rsidRPr="004A50B5">
        <w:rPr>
          <w:rtl/>
          <w:lang w:bidi="fa-IR"/>
        </w:rPr>
        <w:t xml:space="preserve"> و مراکز دعوت به حق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 دروغ که تا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حد استقرار و ثبات ندارد .</w:t>
      </w:r>
      <w:r w:rsidR="006171B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 در جهان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که نام خدا را محو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را که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او فرستاده شده بود بردارند ، اما در هر زمان و مکان دوران کوتاه عمر به آنان مهلت غلبه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مبارزه را نداد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آرزو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در مغز پوشال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قبر تبد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خاک شد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خاک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مغزها را خورد و کاسه سر آنان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چند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گاه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 .</w:t>
      </w:r>
      <w:r w:rsidR="006171B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هر دوره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منکر از هر گوشه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 بدر آورده ، و داد لامذهب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 اند ، اما </w:t>
      </w:r>
      <w:r w:rsidRPr="004A50B5">
        <w:rPr>
          <w:rtl/>
          <w:lang w:bidi="fa-IR"/>
        </w:rPr>
        <w:lastRenderedPageBreak/>
        <w:t>اجل به آنان مهلت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غلبه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مبارزه ننگ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نداد مگر 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در هر ثان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خود جهان با نظم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آن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وجود خالق است</w:t>
      </w:r>
    </w:p>
    <w:p w:rsidR="004A50B5" w:rsidRPr="006171BF" w:rsidRDefault="006171BF" w:rsidP="006171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6171BF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انعام : 162 .</w:t>
      </w:r>
    </w:p>
    <w:p w:rsidR="004A50B5" w:rsidRPr="004A50B5" w:rsidRDefault="006171BF" w:rsidP="006171B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انکار خالق 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تمام بساط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را محو کرد و گرنه بدون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راه انکار خالق ممکن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، و اگر مرام واقع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خداپرست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جامعه عمل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نشود و حق را مدار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محور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قرار ندهند محال است جامعه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سعادت بب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تا چه رسد سعادتمند شود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از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جهت 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اصل فطرت بشر از اول خداشناس بوده و خود را عاجز و محتاج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است .</w:t>
      </w:r>
      <w:r w:rsidR="004A50B5" w:rsidRPr="004A50B5">
        <w:rPr>
          <w:rFonts w:hint="eastAsia"/>
          <w:rtl/>
          <w:lang w:bidi="fa-IR"/>
        </w:rPr>
        <w:t>لکن</w:t>
      </w:r>
      <w:r w:rsidR="004A50B5" w:rsidRPr="004A50B5">
        <w:rPr>
          <w:rtl/>
          <w:lang w:bidi="fa-IR"/>
        </w:rPr>
        <w:t xml:space="preserve"> چون عده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قبلاً خبر از ارتباط کامل ما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آثار طب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عت</w:t>
      </w:r>
      <w:r w:rsidR="004A50B5" w:rsidRPr="004A50B5">
        <w:rPr>
          <w:rtl/>
          <w:lang w:bidi="fa-IR"/>
        </w:rPr>
        <w:t xml:space="preserve"> و پد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مختلف نداشته اند و هنوز در تجربه و دانش به آنجا نرس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بودند که کل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قوان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 وحدت نظامات جهان را درک کنند ، به ذهنشان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آمده است که همه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عالم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صانع و صاحب واحد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 و آن ص</w:t>
      </w:r>
      <w:r w:rsidR="004A50B5" w:rsidRPr="004A50B5">
        <w:rPr>
          <w:rFonts w:hint="eastAsia"/>
          <w:rtl/>
          <w:lang w:bidi="fa-IR"/>
        </w:rPr>
        <w:t>احب</w:t>
      </w:r>
      <w:r w:rsidR="004A50B5" w:rsidRPr="004A50B5">
        <w:rPr>
          <w:rtl/>
          <w:lang w:bidi="fa-IR"/>
        </w:rPr>
        <w:t xml:space="preserve"> واحد شب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بخود او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موجودات مأنوس نباشد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هر قسمت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شناخته شده و هر نوع از انواع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بر خورد کرده بودند سازنده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جداگانه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طلب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دند</w:t>
      </w:r>
      <w:r w:rsidR="004A50B5" w:rsidRPr="004A50B5">
        <w:rPr>
          <w:rtl/>
          <w:lang w:bidi="fa-IR"/>
        </w:rPr>
        <w:t xml:space="preserve"> و به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tl/>
          <w:lang w:bidi="fa-IR"/>
        </w:rPr>
        <w:t xml:space="preserve">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هر معلول علت مستقل و مخصوص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تصور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نمودنده اند ، مثلاً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خدا ، و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کوه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>ک خدا ، و همچن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خداها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متناسب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عقل -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- خوشگذران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- برکت - نور ، و ظلمت قائل بوده اند .</w:t>
      </w:r>
      <w:r w:rsidR="004A50B5" w:rsidRPr="004A50B5">
        <w:rPr>
          <w:rFonts w:hint="eastAsia"/>
          <w:rtl/>
          <w:lang w:bidi="fa-IR"/>
        </w:rPr>
        <w:t>البته</w:t>
      </w:r>
      <w:r w:rsidR="004A50B5" w:rsidRPr="004A50B5">
        <w:rPr>
          <w:rtl/>
          <w:lang w:bidi="fa-IR"/>
        </w:rPr>
        <w:t xml:space="preserve"> معرف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غلط ممکن است کم کم کار عده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به جا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رسانده باشد که از حوزه خداپرست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خارج و خود را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علاقه رسته اند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ناش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بودن معمار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دقّت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در کج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</w:t>
      </w:r>
      <w:r w:rsidR="004A50B5" w:rsidRPr="004A50B5">
        <w:rPr>
          <w:rtl/>
          <w:lang w:bidi="fa-IR"/>
        </w:rPr>
        <w:t xml:space="preserve"> بنا و 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ختن</w:t>
      </w:r>
      <w:r w:rsidR="004A50B5" w:rsidRPr="004A50B5">
        <w:rPr>
          <w:rtl/>
          <w:lang w:bidi="fa-IR"/>
        </w:rPr>
        <w:t xml:space="preserve"> سقف نه تقص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فن ساختمان است ، و نه اساس خانه ساز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خانه 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محکوم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، اتفاقاً دشمنان سرسخت و کارشکن انب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اء</w:t>
      </w:r>
      <w:r w:rsidR="004A50B5" w:rsidRPr="004A50B5">
        <w:rPr>
          <w:rtl/>
          <w:lang w:bidi="fa-IR"/>
        </w:rPr>
        <w:t xml:space="preserve"> 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کاهن ها و روحان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ون</w:t>
      </w:r>
      <w:r w:rsidR="004A50B5" w:rsidRPr="004A50B5">
        <w:rPr>
          <w:rtl/>
          <w:lang w:bidi="fa-IR"/>
        </w:rPr>
        <w:t xml:space="preserve"> ظاهر الصلاح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هود</w:t>
      </w:r>
      <w:r w:rsidR="004A50B5" w:rsidRPr="004A50B5">
        <w:rPr>
          <w:rtl/>
          <w:lang w:bidi="fa-IR"/>
        </w:rPr>
        <w:t xml:space="preserve"> و کش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خواسته و روش غلط آنان کم کم منشأ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مادّ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ون</w:t>
      </w:r>
      <w:r w:rsidR="004A50B5" w:rsidRPr="004A50B5">
        <w:rPr>
          <w:rtl/>
          <w:lang w:bidi="fa-IR"/>
        </w:rPr>
        <w:t xml:space="preserve"> و منکر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شد ، و عاقبت کار به جا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که که بهانه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</w:t>
      </w:r>
      <w:r w:rsidR="004A50B5" w:rsidRPr="004A50B5">
        <w:rPr>
          <w:rtl/>
          <w:lang w:bidi="fa-IR"/>
        </w:rPr>
        <w:t xml:space="preserve"> و راحت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از زمان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کهن در زبان </w:t>
      </w:r>
      <w:r w:rsidR="004A50B5" w:rsidRPr="004A50B5">
        <w:rPr>
          <w:rtl/>
          <w:lang w:bidi="fa-IR"/>
        </w:rPr>
        <w:lastRenderedPageBreak/>
        <w:t>ک</w:t>
      </w:r>
      <w:r w:rsidR="004A50B5" w:rsidRPr="004A50B5">
        <w:rPr>
          <w:rFonts w:hint="eastAsia"/>
          <w:rtl/>
          <w:lang w:bidi="fa-IR"/>
        </w:rPr>
        <w:t>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مصمم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به انکار خدا و اعراض از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بوده اند ، بس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تکرار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شد 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:</w:t>
      </w:r>
      <w:r w:rsidR="004A50B5" w:rsidRPr="004A50B5">
        <w:rPr>
          <w:rFonts w:hint="eastAsia"/>
          <w:rtl/>
          <w:lang w:bidi="fa-IR"/>
        </w:rPr>
        <w:t>اگر</w:t>
      </w:r>
      <w:r w:rsidR="004A50B5" w:rsidRPr="004A50B5">
        <w:rPr>
          <w:rtl/>
          <w:lang w:bidi="fa-IR"/>
        </w:rPr>
        <w:t xml:space="preserve"> خدا هست چرا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؟</w:t>
      </w: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قرون 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که اساس علوم بر مشاهده و تجربه استوار 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کلام آب و تاب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دانشمند جراح طعنه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که هر وقت من خدا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چاقو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جراح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به او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آورم و ... .</w:t>
      </w:r>
      <w:r w:rsidR="006171B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که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به ما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اند نه تنها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بلکه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حواس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نه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او را لمس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خدا همه جا هست ، از ازل بوده تا ابد خواهد بود ، ابتدا و انتها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ندارد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نساخته و نزا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tl/>
          <w:lang w:bidi="fa-IR"/>
        </w:rPr>
        <w:t xml:space="preserve"> و توانا عالم و قادر است ،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فلسفه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وجود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نامحسوس که از جمله آنها خدا و فرشتگان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و برزخ است انکار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فلسفه آنان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موجودات</w:t>
      </w:r>
      <w:r w:rsidRPr="004A50B5">
        <w:rPr>
          <w:rtl/>
          <w:lang w:bidi="fa-IR"/>
        </w:rPr>
        <w:t xml:space="preserve"> عبارتند از :محسوسات و آنچه با حواس بشر درک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موجود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شناخت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ترازو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سنجش عوالم فقط و فقط بشر است و هر چه با عقل او وفق داد درست ، و گرنه از حوزه موجود بودن خارج است ، اگر چه موجود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پندار غلط ، و زه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عجب و خودب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غرور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مسلم</w:t>
      </w:r>
      <w:r w:rsidRPr="004A50B5">
        <w:rPr>
          <w:rtl/>
          <w:lang w:bidi="fa-IR"/>
        </w:rPr>
        <w:t xml:space="preserve"> است که انکار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ادعا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است ،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با سرسخت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لجاج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موجودات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محسوس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انکار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جالب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خود آنان در مبحث انتقال نور از کرات تابناک </w:t>
      </w:r>
      <w:r w:rsidRPr="004A50B5">
        <w:rPr>
          <w:rtl/>
          <w:lang w:bidi="fa-IR"/>
        </w:rPr>
        <w:lastRenderedPageBreak/>
        <w:t>فلک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قطع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نقض کرده و به وجود اتر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موجود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عاد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محسوس است اعتراف کرده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مسلم است که اجرام تباناک و ستاره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درخشان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کاروان</w:t>
      </w:r>
      <w:r w:rsidRPr="004A50B5">
        <w:rPr>
          <w:rFonts w:hint="cs"/>
          <w:rtl/>
          <w:lang w:bidi="fa-IR"/>
        </w:rPr>
        <w:t>ی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از نور و حرارت را از اوج فلک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اطراف فضا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فرستند و چون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امواج نور از آن کرات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اطراف محمل و مرکب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لازم دارد و بدون وجود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واسطه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ثابت شده که واسطه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نور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موجود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علماء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ناچار اعتراف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نور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مرئ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نام اتر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از ترس آن که مبادا به موجودات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معتقد شوند اتر را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نه موجود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لفظ مسلماً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متصوّر ندارد ،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خواه ناخواه با اثبات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و اعتراف به وجود اثر مبنا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خود را که بر اساس انکار موجودات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محسوس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در هم شکسته اند و محتاج به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اعتراف آنان را دچار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تناقض صر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ساخته است .</w:t>
      </w:r>
      <w:r w:rsidRPr="004A50B5">
        <w:rPr>
          <w:rFonts w:hint="eastAsia"/>
          <w:rtl/>
          <w:lang w:bidi="fa-IR"/>
        </w:rPr>
        <w:t>دانشمندان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</w:t>
      </w:r>
      <w:r w:rsidR="006171BF">
        <w:rPr>
          <w:rFonts w:hint="cs"/>
          <w:rtl/>
          <w:lang w:bidi="fa-IR"/>
        </w:rPr>
        <w:t>ث</w:t>
      </w:r>
      <w:r w:rsidRPr="004A50B5">
        <w:rPr>
          <w:rtl/>
          <w:lang w:bidi="fa-IR"/>
        </w:rPr>
        <w:t>ر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سراسر عالم وجود را فرا گرفته و در عرصه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صحنه آسمان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نقطه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ندارد که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موجود و آثار قدرت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.</w:t>
      </w:r>
      <w:r w:rsidRPr="004A50B5">
        <w:rPr>
          <w:rFonts w:hint="eastAsia"/>
          <w:rtl/>
          <w:lang w:bidi="fa-IR"/>
        </w:rPr>
        <w:t>قدر</w:t>
      </w:r>
      <w:r w:rsidRPr="004A50B5">
        <w:rPr>
          <w:rtl/>
          <w:lang w:bidi="fa-IR"/>
        </w:rPr>
        <w:t xml:space="preserve"> مسلم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خواص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اتر قائلند ندارد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اتر وجود مطلق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نه آغاز دارد نه انجام ازل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مصدر و منشأ همه کائنات است و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قوا و موجودات عالم از آن صادر شده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گردند و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تجل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خلقت مربوط به اتر است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اعترافات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آنان فراموش کرده اند که حمله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به جبهه خداپرستان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بود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معتقد به امور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اند که از حد تجربه و حس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>اکنون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اتر نام نهاده اند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صفات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قائلند با حواس خود درک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اثبات آن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تصد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خودتان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هرگز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درک نکرده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چگونه وجود و صفات آن را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نجاست</w:t>
      </w:r>
      <w:r w:rsidRPr="004A50B5">
        <w:rPr>
          <w:rtl/>
          <w:lang w:bidi="fa-IR"/>
        </w:rPr>
        <w:t xml:space="preserve"> که آنان عاجز شده و در جواب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ساکت و خاموشند .</w:t>
      </w:r>
      <w:r w:rsidRPr="004A50B5">
        <w:rPr>
          <w:rFonts w:hint="eastAsia"/>
          <w:rtl/>
          <w:lang w:bidi="fa-IR"/>
        </w:rPr>
        <w:t>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تاز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سؤلات چاره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شرمندگ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سرافکندگ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سکوت ندارند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فرصت سکوت را مغتنم شمرده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خود شما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کدام انسا به شما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 که 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خداوند را نکوهش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  <w:r w:rsidRPr="004A50B5">
        <w:rPr>
          <w:rFonts w:hint="eastAsia"/>
          <w:rtl/>
          <w:lang w:bidi="fa-IR"/>
        </w:rPr>
        <w:t>حال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نامحسوس بودن و نامأنوس بودن صفات خداوند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عدم اوست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مخصوصاً با منطق علوم امروز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ما قبول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اعتقاد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حس کرده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مشخصات آنها مثل خود ما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مشهودات خارج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ماست ؟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معروف</w:t>
      </w:r>
      <w:r w:rsidRPr="004A50B5">
        <w:rPr>
          <w:rtl/>
          <w:lang w:bidi="fa-IR"/>
        </w:rPr>
        <w:t xml:space="preserve"> است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آمد و مدع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: اگر راست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هست آن را به من نشان ده ، به اشاره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سنگ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محکم بر سر او زدند ، مرد سخت برآشفت ،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علت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جواب داد :</w:t>
      </w:r>
      <w:r w:rsidRPr="004A50B5">
        <w:rPr>
          <w:rFonts w:hint="eastAsia"/>
          <w:rtl/>
          <w:lang w:bidi="fa-IR"/>
        </w:rPr>
        <w:t>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دارم از درد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رم</w:t>
      </w:r>
      <w:r w:rsidRPr="004A50B5">
        <w:rPr>
          <w:rtl/>
          <w:lang w:bidi="fa-IR"/>
        </w:rPr>
        <w:t xml:space="preserve"> ،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گفت : من درد تو را قبول ندارم اگر راست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درد را به نشان ده .</w:t>
      </w:r>
      <w:r w:rsidRPr="004A50B5">
        <w:rPr>
          <w:rFonts w:hint="eastAsia"/>
          <w:rtl/>
          <w:lang w:bidi="fa-IR"/>
        </w:rPr>
        <w:t>امروز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به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صحنه ساز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استدلال بر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محتاج به عرض طول علم کلام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اگر بگذارند نسل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فطرت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شود ، و اگر اماکن و مراکز فساد و فحشاء به جوانان امروز و فرزندان سرگردان صحنه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اجازه و فرصت دهد به آسانتر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آنان را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 دعوت کرد و </w:t>
      </w:r>
      <w:r w:rsidRPr="004A50B5">
        <w:rPr>
          <w:rtl/>
          <w:lang w:bidi="fa-IR"/>
        </w:rPr>
        <w:lastRenderedPageBreak/>
        <w:t>خداوند را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مودن</w:t>
      </w:r>
      <w:r w:rsidRPr="004A50B5">
        <w:rPr>
          <w:rtl/>
          <w:lang w:bidi="fa-IR"/>
        </w:rPr>
        <w:t xml:space="preserve"> کوتاه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به آنان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 ، و تمام حرکات آنان را در پرتو نور حق گرفت ، اما افسوس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با وضع جهان امروز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کنندگان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گوشه انزوا آرم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خود را از هر گونه مسؤول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برکنار دانسته رشته اجتماع از نظر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گسسته و احساس مسؤولت ها در دفتر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سپرده شده است .</w:t>
      </w: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امروز معلومات مسلم و کلاس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ما پر از قضا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تماماً نامحسوس و نامأنوس اند مع ذلک درباره آنها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ماتر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راد</w:t>
      </w:r>
      <w:r w:rsidRPr="004A50B5">
        <w:rPr>
          <w:rtl/>
          <w:lang w:bidi="fa-IR"/>
        </w:rPr>
        <w:t xml:space="preserve"> ندارد ، مثلاً قوه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جاذبه که بعد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وتن</w:t>
      </w:r>
      <w:r w:rsidRPr="004A50B5">
        <w:rPr>
          <w:rtl/>
          <w:lang w:bidi="fa-IR"/>
        </w:rPr>
        <w:t xml:space="preserve"> به صورت ظاهر اما بعد از قرآن به صورت واقع جزو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و صن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گرفته است نه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نه صدا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دارد ، و نه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حواس ما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وتن</w:t>
      </w:r>
      <w:r w:rsidRPr="004A50B5">
        <w:rPr>
          <w:rtl/>
          <w:lang w:bidi="fa-IR"/>
        </w:rPr>
        <w:t xml:space="preserve"> هم آن را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فقط از افتادن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درخت بر وجودش حکم کرد ، بعد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وتن</w:t>
      </w:r>
      <w:r w:rsidRPr="004A50B5">
        <w:rPr>
          <w:rtl/>
          <w:lang w:bidi="fa-IR"/>
        </w:rPr>
        <w:t xml:space="preserve"> علما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ئت</w:t>
      </w:r>
      <w:r w:rsidRPr="004A50B5">
        <w:rPr>
          <w:rtl/>
          <w:lang w:bidi="fa-IR"/>
        </w:rPr>
        <w:t xml:space="preserve"> و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 فرض وجود جاذبه و قبول فرمودل مربوط به حر</w:t>
      </w:r>
      <w:r w:rsidRPr="004A50B5">
        <w:rPr>
          <w:rFonts w:hint="eastAsia"/>
          <w:rtl/>
          <w:lang w:bidi="fa-IR"/>
        </w:rPr>
        <w:t>کات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ارات</w:t>
      </w:r>
      <w:r w:rsidRPr="004A50B5">
        <w:rPr>
          <w:rtl/>
          <w:lang w:bidi="fa-IR"/>
        </w:rPr>
        <w:t xml:space="preserve">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را حساب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چون حساب ها درست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حکم بر صحت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: آنکه از مشاهده آثار و مطالعه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است که حکم به وجود منشأ و مبدأ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شاهد مثالها فراوان 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قوه 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را که مانند رگ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کره</w:t>
      </w:r>
      <w:r w:rsidRPr="004A50B5">
        <w:rPr>
          <w:rtl/>
          <w:lang w:bidi="fa-IR"/>
        </w:rPr>
        <w:t xml:space="preserve"> علم و تمدن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دارد در نظر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نه کلفت خانه اطو را به برق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 و نه 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کننده در آزما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خود 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هرگز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و کلامش را نشن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وزن و زبر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او احساس و لمس نکرده اند هرگز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وجود و عبور برق را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مستق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ماً</w:t>
      </w:r>
      <w:r w:rsidRPr="004A50B5">
        <w:rPr>
          <w:rtl/>
          <w:lang w:bidi="fa-IR"/>
        </w:rPr>
        <w:t xml:space="preserve">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دهد مگر آنکه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چراغ را بزند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ولت متر را و اسباب آزما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بکار اندازد و از روشن شدن چراغ و تکان خوردن </w:t>
      </w:r>
      <w:r w:rsidRPr="004A50B5">
        <w:rPr>
          <w:rtl/>
          <w:lang w:bidi="fa-IR"/>
        </w:rPr>
        <w:lastRenderedPageBreak/>
        <w:t xml:space="preserve">عقربه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حکم به آثار ناش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برق وجود دارد .</w:t>
      </w:r>
      <w:r w:rsidR="006171B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برنامه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اتم و انرژ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مانند 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ته</w:t>
      </w:r>
      <w:r w:rsidRPr="004A50B5">
        <w:rPr>
          <w:rtl/>
          <w:lang w:bidi="fa-IR"/>
        </w:rPr>
        <w:t xml:space="preserve"> و جاذبه است و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جتاً</w:t>
      </w:r>
      <w:r w:rsidRPr="004A50B5">
        <w:rPr>
          <w:rtl/>
          <w:lang w:bidi="fa-IR"/>
        </w:rPr>
        <w:t xml:space="preserve">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است و بالاتر از آن که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محسوسات و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استنباطها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ناگز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آنجا منته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معلول ها را علت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هر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مؤثر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دستگاه را گرداننده و سازنده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کوته فکران پشت پا به تمام آنچه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روزمره و در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ها و قضاوت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در کاوش ها و حکم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نظر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متداول و معقو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اگر قدر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اصرار بورز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وانگان</w:t>
      </w:r>
      <w:r w:rsidRPr="004A50B5">
        <w:rPr>
          <w:rtl/>
          <w:lang w:bidi="fa-IR"/>
        </w:rPr>
        <w:t xml:space="preserve"> اصلاً منکر وجود خودشان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اگر قدر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است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صرف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انکار کرد ؟</w:t>
      </w:r>
    </w:p>
    <w:p w:rsidR="006171BF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عاقل جهت اثبات خداشناس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معرفت به پروردگار قرآن و کلمات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اسلام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با بودن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معارف و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ما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استدلالات خارج از منطق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اما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غرب زدگان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که به داع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تقل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را منکر شد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اند ناچار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نام چند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نفر از عقلا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اروپا و دانشمندان معتقد به حق و پروردگار را با مطالب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مختصر از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آنان در مسئله خداپرست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نقل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استدلال ما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 طرف کامل و جامع باشد هم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معارف خود را گدا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دسته غرب زده که مانند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وانگان</w:t>
      </w:r>
      <w:r w:rsidRPr="004A50B5">
        <w:rPr>
          <w:rtl/>
          <w:lang w:bidi="fa-IR"/>
        </w:rPr>
        <w:t xml:space="preserve"> هوش و حواس خود را به آن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باخته اند .</w:t>
      </w:r>
    </w:p>
    <w:p w:rsidR="004A50B5" w:rsidRPr="004A50B5" w:rsidRDefault="006171BF" w:rsidP="006171BF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lastRenderedPageBreak/>
        <w:t xml:space="preserve"> </w:t>
      </w:r>
      <w:r w:rsidR="004A50B5" w:rsidRPr="004A50B5">
        <w:rPr>
          <w:rtl/>
          <w:lang w:bidi="fa-IR"/>
        </w:rPr>
        <w:t>1 - پرفسور ادو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کونکل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، تعب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لط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ف</w:t>
      </w:r>
      <w:r w:rsidR="004A50B5" w:rsidRPr="004A50B5">
        <w:rPr>
          <w:rtl/>
          <w:lang w:bidi="fa-IR"/>
        </w:rPr>
        <w:t xml:space="preserve"> و استادانه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باب خداشناس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راه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در جهان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دارد که شا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سته</w:t>
      </w:r>
      <w:r w:rsidR="004A50B5" w:rsidRPr="004A50B5">
        <w:rPr>
          <w:rtl/>
          <w:lang w:bidi="fa-IR"/>
        </w:rPr>
        <w:t xml:space="preserve"> است آن را با دقت مطالعه کرد ، او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احتمال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جهان خلقت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موجودات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گوناگون بر اثر تصادف و اتفاق به همان اندازه است که مثلاً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وقوع حادثه انفجار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مطبعه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کتاب 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رهالمعارف</w:t>
      </w:r>
      <w:r w:rsidRPr="004A50B5">
        <w:rPr>
          <w:rtl/>
          <w:lang w:bidi="fa-IR"/>
        </w:rPr>
        <w:t xml:space="preserve"> قطور و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محققانه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وجود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آلبرت ماک کومب ، جانورشناس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کشف تازه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به وقوع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وندد</w:t>
      </w:r>
      <w:r w:rsidRPr="004A50B5">
        <w:rPr>
          <w:rtl/>
          <w:lang w:bidi="fa-IR"/>
        </w:rPr>
        <w:t xml:space="preserve"> صدها درجه بر استوار</w:t>
      </w:r>
      <w:r w:rsidRPr="004A50B5">
        <w:rPr>
          <w:rFonts w:hint="cs"/>
          <w:rtl/>
          <w:lang w:bidi="fa-IR"/>
        </w:rPr>
        <w:t>ی</w:t>
      </w:r>
      <w:r w:rsidR="006171B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اعتراف بشر به خداوند با معرفت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کشف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علوم نه تنها چنانکه کوته نظران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پندارند کاسته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بلکه با شناختن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موجودات تازه و اسرار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خلقت منظم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شگفت آور آن صدها هزار درجه افزون تر سر تعظ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tl/>
          <w:lang w:bidi="fa-IR"/>
        </w:rPr>
        <w:t xml:space="preserve"> در برابر قدرت و عظمت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فرود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به عظمت و جلال 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موم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واقف 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آدموند کارل ،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شگفت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رموز و نظم و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مخصوصاً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اجسام زنده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تصور به وجود آمدن جهان بر اثر تصادف محال </w:t>
      </w:r>
      <w:r w:rsidRPr="004A50B5">
        <w:rPr>
          <w:rtl/>
          <w:lang w:bidi="fa-IR"/>
        </w:rPr>
        <w:lastRenderedPageBreak/>
        <w:t>است هر قدر ما ساختمان ذره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نظر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به همان اندازه روشن تر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عقل کل نقشه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را طرح و با اراده و 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قاهر و تونا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آن را خلق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4 - دونالد رابرت کار ، متخصص ژئوش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6171B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نظم</w:t>
      </w:r>
      <w:r w:rsidRPr="004A50B5">
        <w:rPr>
          <w:rtl/>
          <w:lang w:bidi="fa-IR"/>
        </w:rPr>
        <w:t xml:space="preserve"> به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عالم که مورد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دانشمندان است نه تنها از نظر اصل خلقت وجود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بلکه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نظم و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عالم وجود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حکمت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محقق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اگر جهان نظم و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 معجزات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امبران</w:t>
      </w:r>
      <w:r w:rsidRPr="004A50B5">
        <w:rPr>
          <w:rtl/>
          <w:lang w:bidi="fa-IR"/>
        </w:rPr>
        <w:t xml:space="preserve"> که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بعثت آنان از طرف خداوند است خارق العاد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شمرده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، در جهان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نظم و ترت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خود ادامه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وقوع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امر حتم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6171B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دست قدرت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متعال و توانا و به 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بسته است و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است که دعا و عبادت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مفهوم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باشد همه گونه قدرت خلق و ابداع و نظام دادن به دست اوست ، بدون آن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استجابت دعا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نظم جهان را بر هم زند با قدرت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تناه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رحمت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به حوائج ما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5 -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استانل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ممکن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همه اعمال معقول و منظم و سازمان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بهت آور موجودات و مثلاً گردش الکترون ها را در مدارات خاص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شگفت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تول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مثل را در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عمل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 را در ذخ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کردن انرژ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ادامه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موجودات زن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</w:t>
      </w:r>
      <w:r w:rsidRPr="004A50B5">
        <w:rPr>
          <w:rtl/>
          <w:lang w:bidi="fa-IR"/>
        </w:rPr>
        <w:lastRenderedPageBreak/>
        <w:t>سطح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نظا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آنها را بر اثر تصادف ابتدا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حمل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بگو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بدون وجود عامل ذ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شعور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صورت گرفته است چگونه ممکن است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وحدت و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تمام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هدفدار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 آهنگ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سلسله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کران</w:t>
      </w:r>
      <w:r w:rsidRPr="004A50B5">
        <w:rPr>
          <w:rtl/>
          <w:lang w:bidi="fa-IR"/>
        </w:rPr>
        <w:t xml:space="preserve"> موجودات را نسبت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به شعور کامل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منتسب ندانست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6 - مرل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گرانت اسم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البته</w:t>
      </w:r>
      <w:r w:rsidRPr="004A50B5">
        <w:rPr>
          <w:rtl/>
          <w:lang w:bidi="fa-IR"/>
        </w:rPr>
        <w:t xml:space="preserve"> کشف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زحمات محققان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وضع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کجاست ،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تازگ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و از بدو وجود عالم بوده اند منته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تازه به وجود آنها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، پس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آن است که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گفته شود قانون جاذبه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وتن</w:t>
      </w:r>
      <w:r w:rsidRPr="004A50B5">
        <w:rPr>
          <w:rtl/>
          <w:lang w:bidi="fa-IR"/>
        </w:rPr>
        <w:t xml:space="preserve"> گفته شود قان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tl/>
          <w:lang w:bidi="fa-IR"/>
        </w:rPr>
        <w:t xml:space="preserve"> جاذبه خدا .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قبول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توسط ماده وضع شده اند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تفنّن بزرگ خداست و خدا چنانچه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کوتاه نظران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پندارند زا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وهم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بلکه اصل الاصول و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مطلق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تمام عالم وجود به وجود او دم بدم شهادت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و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اعصار و قرون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کتب از جانب او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بشر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و معارف 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مبعوث و نازل شده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7 - ادوارد لوترک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جانورشناس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تحولات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وانات</w:t>
      </w:r>
      <w:r w:rsidRPr="004A50B5">
        <w:rPr>
          <w:rtl/>
          <w:lang w:bidi="fa-IR"/>
        </w:rPr>
        <w:t xml:space="preserve"> و نباتات مشاهده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تصادف ،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آمدها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مترقبه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، مثلاً اگر تحولات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کوچک نمودن اعضاء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در نظر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اگر تحول تصادف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لازم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آمد که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عضو عمل بکند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تحول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انواع را به تکامل سوق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قبول کرد که در پشت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تحولات و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قوه عاقله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دارد که آنها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آنها را برقرار نموده است ، طرح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تحولات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مدبر و طراح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8 - 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هرشل فلک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قدر دامنه علم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استدلالات دندان شکن و 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خداوند ازل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9 - رئ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نگ</w:t>
      </w:r>
      <w:r w:rsidRPr="004A50B5">
        <w:rPr>
          <w:rtl/>
          <w:lang w:bidi="fa-IR"/>
        </w:rPr>
        <w:t xml:space="preserve"> آلمان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مخالف خداپرست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عاقبت کتاب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تأل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کرد که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مخلوق است 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خضوع اعتراف کرد که جهان را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6171BF" w:rsidRDefault="004A50B5" w:rsidP="006171BF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10 - روم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مخالف حق بود عاقبت گفت تمام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فلسف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در باب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شدن جهان از ماده لاشعور باطل و وجود جهان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بدون صانع متعال و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مقتدر که احساس درونم به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او گواه و حکمت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او را تصد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آن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محال است و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جهان حق است .</w:t>
      </w:r>
    </w:p>
    <w:p w:rsidR="004A50B5" w:rsidRPr="004A50B5" w:rsidRDefault="006171BF" w:rsidP="006171BF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 </w:t>
      </w:r>
      <w:r w:rsidR="004A50B5" w:rsidRPr="004A50B5">
        <w:rPr>
          <w:rtl/>
          <w:lang w:bidi="fa-IR"/>
        </w:rPr>
        <w:t>11 -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کائ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فارا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جهان را اتفاق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دانست در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روزها که در بستر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افتاده بود در پاسخ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دوستانش که به او گفت به چه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؟ 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گفت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خدا</w:t>
      </w:r>
      <w:r w:rsidRPr="004A50B5">
        <w:rPr>
          <w:rtl/>
          <w:lang w:bidi="fa-IR"/>
        </w:rPr>
        <w:t xml:space="preserve"> را شکر که به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فکر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، من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شگاه</w:t>
      </w:r>
      <w:r w:rsidRPr="004A50B5">
        <w:rPr>
          <w:rtl/>
          <w:lang w:bidi="fa-IR"/>
        </w:rPr>
        <w:t xml:space="preserve"> خداوند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مسکنت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زانو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اعتراف به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زنم تنها به او که فطرت من و احساس و شعور باطنم و همه نظامات علوم وجود او را شهادت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شم</w:t>
      </w:r>
      <w:r w:rsidRPr="004A50B5">
        <w:rPr>
          <w:rtl/>
          <w:lang w:bidi="fa-IR"/>
        </w:rPr>
        <w:t xml:space="preserve"> ، من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شناسم و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دادرم که </w:t>
      </w:r>
      <w:r w:rsidRPr="004A50B5">
        <w:rPr>
          <w:rFonts w:hint="eastAsia"/>
          <w:rtl/>
          <w:lang w:bidi="fa-IR"/>
        </w:rPr>
        <w:t>تقص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- و لاطائلات مرا به انکسار و عجز و توبه ام خواهد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1D715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نمونه کم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اعترافات عقلا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و دانشمندان بزرگ عالم نسبت به وجود حق است ، 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رنج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از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 کوته فکر به نام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 منکر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هوده</w:t>
      </w:r>
      <w:r w:rsidRPr="004A50B5">
        <w:rPr>
          <w:rtl/>
          <w:lang w:bidi="fa-IR"/>
        </w:rPr>
        <w:t xml:space="preserve"> 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قدر و ارج م</w:t>
      </w:r>
      <w:r w:rsidRPr="004A50B5">
        <w:rPr>
          <w:rFonts w:hint="cs"/>
          <w:rtl/>
          <w:lang w:bidi="fa-IR"/>
        </w:rPr>
        <w:t>ا عَلَی</w:t>
      </w:r>
      <w:r w:rsidR="001D715C">
        <w:rPr>
          <w:rtl/>
          <w:lang w:bidi="fa-IR"/>
        </w:rPr>
        <w:t xml:space="preserve"> الرَّسُول</w:t>
      </w:r>
      <w:r w:rsidR="001D715C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إِلاَّ</w:t>
      </w:r>
      <w:r w:rsidRPr="004A50B5">
        <w:rPr>
          <w:rtl/>
          <w:lang w:bidi="fa-IR"/>
        </w:rPr>
        <w:t xml:space="preserve"> الْبَلا</w:t>
      </w:r>
      <w:r w:rsidRPr="004A50B5">
        <w:rPr>
          <w:rFonts w:hint="cs"/>
          <w:rtl/>
          <w:lang w:bidi="fa-IR"/>
        </w:rPr>
        <w:t xml:space="preserve">غُ </w:t>
      </w:r>
      <w:r w:rsidRPr="001D715C">
        <w:rPr>
          <w:rStyle w:val="libFootnotenumChar"/>
          <w:rFonts w:hint="cs"/>
          <w:rtl/>
        </w:rPr>
        <w:t>(1)</w:t>
      </w:r>
      <w:r w:rsidRPr="004A50B5">
        <w:rPr>
          <w:rFonts w:hint="cs"/>
          <w:rtl/>
          <w:lang w:bidi="fa-IR"/>
        </w:rPr>
        <w:t xml:space="preserve"> ، شب پره قدر آفتاب نکاهد .</w:t>
      </w:r>
    </w:p>
    <w:p w:rsidR="004A50B5" w:rsidRPr="004A50B5" w:rsidRDefault="004A50B5" w:rsidP="001D715C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عملاً</w:t>
      </w:r>
      <w:r w:rsidRPr="004A50B5">
        <w:rPr>
          <w:rtl/>
          <w:lang w:bidi="fa-IR"/>
        </w:rPr>
        <w:t xml:space="preserve"> هم در طول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ثابت شده که خداپرستان در برابر منکر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بودند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مبارزات جنگ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خداپرست غالب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و اگر هم به صورت ظاهر مغلوب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باز هم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بود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داستان باعظمت که در بشر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صورت نزاع در خلوص عمل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قاب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وقوع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فرّ و جاه خداپرست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نوح و ذلّت امّت منکرش ، آن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زنده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نمرود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، و آن داستان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فرعون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، و 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بهت آور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آن برنامه منظم و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و مشرک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ن حادثه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امام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و مردم لاابال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زمان معاو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، آن برنامه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اثر حماسه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عظمت کربلا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راه انکار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 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و خلاصه بشر در هر زمان و مکان فطرتاً به وجود حق معترف است اگر چه به صورت ظاهر منکر ب</w:t>
      </w:r>
      <w:r w:rsidRPr="004A50B5">
        <w:rPr>
          <w:rFonts w:hint="eastAsia"/>
          <w:rtl/>
          <w:lang w:bidi="fa-IR"/>
        </w:rPr>
        <w:t>اشد</w:t>
      </w:r>
      <w:r w:rsidRPr="004A50B5">
        <w:rPr>
          <w:rtl/>
          <w:lang w:bidi="fa-IR"/>
        </w:rPr>
        <w:t xml:space="preserve"> .</w:t>
      </w:r>
      <w:r w:rsidR="001D715C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کشور پهناور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پرچمدار جاهل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انبوه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</w:t>
      </w:r>
      <w:r w:rsidRPr="004A50B5">
        <w:rPr>
          <w:rtl/>
          <w:lang w:bidi="fa-IR"/>
        </w:rPr>
        <w:lastRenderedPageBreak/>
        <w:t>با اسلام و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قاره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قا</w:t>
      </w:r>
      <w:r w:rsidRPr="004A50B5">
        <w:rPr>
          <w:rtl/>
          <w:lang w:bidi="fa-IR"/>
        </w:rPr>
        <w:t xml:space="preserve"> و آس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تجه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نموده است و خطرناک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سلاح ها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مبارزه آماده کرده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مشترک صل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افناء اسلام خداپرست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متحد ساخت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و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خود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قاره که اطراف آنان را شرک و انکار به حق فرا گرفته ، نهضت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جوان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اساس خداپرست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برخاسته است که مردم را به اقامه حکومت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دعوت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شک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و دش</w:t>
      </w:r>
      <w:r w:rsidRPr="004A50B5">
        <w:rPr>
          <w:rFonts w:hint="eastAsia"/>
          <w:rtl/>
          <w:lang w:bidi="fa-IR"/>
        </w:rPr>
        <w:t>منان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خدا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شخند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استهزا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طرف خدا بزرگتر و مؤثرتر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متصور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روان</w:t>
      </w:r>
      <w:r w:rsidRPr="004A50B5">
        <w:rPr>
          <w:rtl/>
          <w:lang w:bidi="fa-IR"/>
        </w:rPr>
        <w:t xml:space="preserve"> صل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صه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مبارزه با اسلام در داخل عالم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فرو نشاندن هر</w:t>
      </w:r>
    </w:p>
    <w:p w:rsidR="004A50B5" w:rsidRPr="001D715C" w:rsidRDefault="001D715C" w:rsidP="001D71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4A50B5" w:rsidRPr="004A50B5" w:rsidRDefault="004A50B5" w:rsidP="001D715C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-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مائده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99 .</w:t>
      </w:r>
    </w:p>
    <w:p w:rsidR="004A50B5" w:rsidRPr="004A50B5" w:rsidRDefault="001D715C" w:rsidP="001D715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نهضت</w:t>
      </w:r>
      <w:r w:rsidR="004A50B5" w:rsidRPr="004A50B5">
        <w:rPr>
          <w:rtl/>
          <w:lang w:bidi="fa-IR"/>
        </w:rPr>
        <w:t xml:space="preserve"> و خاموش ساختن هر دعوت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خدا کوشش بسزا بکار بردند ، و پنداشتند با کوب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در مرکز اسلام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وطن اصل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 از 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دشمن سهمگ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 خطرناک که از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آن در آ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نده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نزد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دور نگران بودند نجات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افته</w:t>
      </w:r>
      <w:r w:rsidR="004A50B5" w:rsidRPr="004A50B5">
        <w:rPr>
          <w:rtl/>
          <w:lang w:bidi="fa-IR"/>
        </w:rPr>
        <w:t xml:space="preserve"> اند و بر لب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جهت در حال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خدا ر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به باد استهزاء گرفته و تبسم شاد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رضا بر لب داشتند بر کرس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امن و استقرار تک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زده اند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رودار</w:t>
      </w:r>
      <w:r w:rsidR="004A50B5" w:rsidRPr="004A50B5">
        <w:rPr>
          <w:rtl/>
          <w:lang w:bidi="fa-IR"/>
        </w:rPr>
        <w:t xml:space="preserve"> بود که واقعه هولناک و حادثه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وحشت انگ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در قلب کشور و درون خانه خودشان رخ داد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شان</w:t>
      </w:r>
      <w:r w:rsidR="004A50B5" w:rsidRPr="004A50B5">
        <w:rPr>
          <w:rtl/>
          <w:lang w:bidi="fa-IR"/>
        </w:rPr>
        <w:t xml:space="preserve"> را به مص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چنان عظم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و روزافزون گرفتار ساخت که راه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رون</w:t>
      </w:r>
      <w:r w:rsidR="004A50B5" w:rsidRPr="004A50B5">
        <w:rPr>
          <w:rtl/>
          <w:lang w:bidi="fa-IR"/>
        </w:rPr>
        <w:t xml:space="preserve"> شدن از آن را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دانند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حادثه سهمگ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که در نظر مردم آن سرزم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بزرگ 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بت</w:t>
      </w:r>
      <w:r w:rsidR="004A50B5" w:rsidRPr="004A50B5">
        <w:rPr>
          <w:rtl/>
          <w:lang w:bidi="fa-IR"/>
        </w:rPr>
        <w:t xml:space="preserve"> تلق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همان اسلام است که در رأس تعل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مات</w:t>
      </w:r>
      <w:r w:rsidR="004A50B5" w:rsidRPr="004A50B5">
        <w:rPr>
          <w:rtl/>
          <w:lang w:bidi="fa-IR"/>
        </w:rPr>
        <w:t xml:space="preserve"> آن خداپرست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اروپا و آمر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کا</w:t>
      </w:r>
      <w:r w:rsidR="004A50B5" w:rsidRPr="004A50B5">
        <w:rPr>
          <w:rtl/>
          <w:lang w:bidi="fa-IR"/>
        </w:rPr>
        <w:t xml:space="preserve"> در برابر نفوذ آن سراس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و سرگردان شده اند ، و با تمام بلاها که بر سر مسلمانان آن مرز و بوم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آورند و با قتل و شکنجه ، </w:t>
      </w:r>
      <w:r w:rsidR="004A50B5" w:rsidRPr="004A50B5">
        <w:rPr>
          <w:rFonts w:hint="eastAsia"/>
          <w:rtl/>
          <w:lang w:bidi="fa-IR"/>
        </w:rPr>
        <w:t>و</w:t>
      </w:r>
      <w:r w:rsidR="004A50B5" w:rsidRPr="004A50B5">
        <w:rPr>
          <w:rtl/>
          <w:lang w:bidi="fa-IR"/>
        </w:rPr>
        <w:t xml:space="preserve"> زندان و تبع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درباره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شان</w:t>
      </w:r>
      <w:r w:rsidR="004A50B5" w:rsidRPr="004A50B5">
        <w:rPr>
          <w:rtl/>
          <w:lang w:bidi="fa-IR"/>
        </w:rPr>
        <w:t xml:space="preserve"> روا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دارند و با تعل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مات</w:t>
      </w:r>
      <w:r w:rsidR="004A50B5" w:rsidRPr="004A50B5">
        <w:rPr>
          <w:rtl/>
          <w:lang w:bidi="fa-IR"/>
        </w:rPr>
        <w:t xml:space="preserve"> سو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که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جاد</w:t>
      </w:r>
      <w:r w:rsidR="004A50B5" w:rsidRPr="004A50B5">
        <w:rPr>
          <w:rtl/>
          <w:lang w:bidi="fa-IR"/>
        </w:rPr>
        <w:t xml:space="preserve"> تنفر و انزجار از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شان</w:t>
      </w:r>
      <w:r w:rsidR="004A50B5" w:rsidRPr="004A50B5">
        <w:rPr>
          <w:rtl/>
          <w:lang w:bidi="fa-IR"/>
        </w:rPr>
        <w:t xml:space="preserve"> برم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زند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بت</w:t>
      </w:r>
      <w:r w:rsidR="004A50B5" w:rsidRPr="004A50B5">
        <w:rPr>
          <w:rtl/>
          <w:lang w:bidi="fa-IR"/>
        </w:rPr>
        <w:t xml:space="preserve"> عظ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روز بروز بر گسترش خود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افزا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قسمت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سرزم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دامن خود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کشد .</w:t>
      </w:r>
      <w:r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نمونه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مکر خداست که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رنگ</w:t>
      </w:r>
      <w:r w:rsidRPr="004A50B5">
        <w:rPr>
          <w:rtl/>
          <w:lang w:bidi="fa-IR"/>
        </w:rPr>
        <w:t xml:space="preserve"> و مکرپردازان و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مغزان صه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سم</w:t>
      </w:r>
      <w:r w:rsidRPr="004A50B5">
        <w:rPr>
          <w:rtl/>
          <w:lang w:bidi="fa-IR"/>
        </w:rPr>
        <w:t xml:space="preserve"> و صل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تهد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</w:t>
      </w:r>
      <w:r w:rsidRPr="001D715C">
        <w:rPr>
          <w:rStyle w:val="libAlaemChar"/>
          <w:rtl/>
        </w:rPr>
        <w:t xml:space="preserve">( </w:t>
      </w:r>
      <w:r w:rsidRPr="001D715C">
        <w:rPr>
          <w:rStyle w:val="libAieChar"/>
          <w:rtl/>
        </w:rPr>
        <w:t>وَ مَکَرُوا وَ مَکَرَ اللّ</w:t>
      </w:r>
      <w:r w:rsidRPr="001D715C">
        <w:rPr>
          <w:rStyle w:val="libAieChar"/>
          <w:rFonts w:hint="cs"/>
          <w:rtl/>
        </w:rPr>
        <w:t>هُ وَ اللّهُ خَیْ</w:t>
      </w:r>
      <w:r w:rsidRPr="001D715C">
        <w:rPr>
          <w:rStyle w:val="libAieChar"/>
          <w:rFonts w:hint="eastAsia"/>
          <w:rtl/>
        </w:rPr>
        <w:t>رُ</w:t>
      </w:r>
      <w:r w:rsidRPr="001D715C">
        <w:rPr>
          <w:rStyle w:val="libAieChar"/>
          <w:rtl/>
        </w:rPr>
        <w:t xml:space="preserve"> الْم</w:t>
      </w:r>
      <w:r w:rsidRPr="001D715C">
        <w:rPr>
          <w:rStyle w:val="libAieChar"/>
          <w:rFonts w:hint="cs"/>
          <w:rtl/>
        </w:rPr>
        <w:t>اکِرِی</w:t>
      </w:r>
      <w:r w:rsidRPr="001D715C">
        <w:rPr>
          <w:rStyle w:val="libAieChar"/>
          <w:rFonts w:hint="eastAsia"/>
          <w:rtl/>
        </w:rPr>
        <w:t>نَ</w:t>
      </w:r>
      <w:r w:rsidR="001D715C" w:rsidRPr="001D715C">
        <w:rPr>
          <w:rStyle w:val="libAlaemChar"/>
          <w:rFonts w:eastAsia="KFGQPC Uthman Taha Naskh" w:hint="cs"/>
          <w:rtl/>
        </w:rPr>
        <w:t>)</w:t>
      </w:r>
      <w:r w:rsidRPr="001D715C">
        <w:rPr>
          <w:rStyle w:val="libFootnotenumChar"/>
          <w:rtl/>
        </w:rPr>
        <w:t xml:space="preserve"> (1)</w:t>
      </w:r>
      <w:r w:rsidRPr="004A50B5">
        <w:rPr>
          <w:rtl/>
          <w:lang w:bidi="fa-IR"/>
        </w:rPr>
        <w:t xml:space="preserve"> بحث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بحث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مفصل و دامنه دار که تا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مقدار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آن اکتفا کرده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در خاتمه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بحث به ترجمه خطبه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از نهج البلاغه فاضل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آن</w:t>
      </w:r>
      <w:r w:rsidRPr="004A50B5">
        <w:rPr>
          <w:rtl/>
          <w:lang w:bidi="fa-IR"/>
        </w:rPr>
        <w:t xml:space="preserve"> کس را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ستا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ندگان</w:t>
      </w:r>
      <w:r w:rsidRPr="004A50B5">
        <w:rPr>
          <w:rtl/>
          <w:lang w:bidi="fa-IR"/>
        </w:rPr>
        <w:t xml:space="preserve"> تا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حد مبالغه وصف کمالش را کفا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نکند و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خوران از شمردن نعمت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انش</w:t>
      </w:r>
      <w:r w:rsidRPr="004A50B5">
        <w:rPr>
          <w:rtl/>
          <w:lang w:bidi="fa-IR"/>
        </w:rPr>
        <w:t xml:space="preserve"> عاجز باشند و هر چه</w:t>
      </w:r>
    </w:p>
    <w:p w:rsidR="004A50B5" w:rsidRPr="001D715C" w:rsidRDefault="001D715C" w:rsidP="001D715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4A50B5" w:rsidRPr="004A50B5" w:rsidRDefault="004A50B5" w:rsidP="001D715C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- سوره آل عمران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54 .</w:t>
      </w:r>
    </w:p>
    <w:p w:rsidR="004A50B5" w:rsidRPr="004A50B5" w:rsidRDefault="001D715C" w:rsidP="000B6F2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بکوشند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از هزاران را سپاس نتوانند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و</w:t>
      </w:r>
      <w:r w:rsidR="004A50B5" w:rsidRPr="004A50B5">
        <w:rPr>
          <w:rtl/>
          <w:lang w:bidi="fa-IR"/>
        </w:rPr>
        <w:t xml:space="preserve"> چه پا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گاه</w:t>
      </w:r>
      <w:r w:rsidR="004A50B5" w:rsidRPr="004A50B5">
        <w:rPr>
          <w:rtl/>
          <w:lang w:bidi="fa-IR"/>
        </w:rPr>
        <w:t xml:space="preserve"> بلند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افکار دوراند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در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رامون</w:t>
      </w:r>
      <w:r w:rsidR="004A50B5" w:rsidRPr="004A50B5">
        <w:rPr>
          <w:rtl/>
          <w:lang w:bidi="fa-IR"/>
        </w:rPr>
        <w:t xml:space="preserve"> آن نگردد ، چه 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انوس</w:t>
      </w:r>
      <w:r w:rsidR="004A50B5" w:rsidRPr="004A50B5">
        <w:rPr>
          <w:rtl/>
          <w:lang w:bidi="fa-IR"/>
        </w:rPr>
        <w:t xml:space="preserve"> ژرف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غواص خرد باز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چه</w:t>
      </w:r>
      <w:r w:rsidR="004A50B5" w:rsidRPr="004A50B5">
        <w:rPr>
          <w:rtl/>
          <w:lang w:bidi="fa-IR"/>
        </w:rPr>
        <w:t xml:space="preserve"> کوچکتر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موجش گردد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شنا کنند و در جزر و مد آن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کران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اخت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</w:t>
      </w:r>
      <w:r w:rsidR="004A50B5" w:rsidRPr="004A50B5">
        <w:rPr>
          <w:rtl/>
          <w:lang w:bidi="fa-IR"/>
        </w:rPr>
        <w:t xml:space="preserve"> بد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آن سو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رود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سرانجام همچون دسته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خاشاک تسل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تلاطم امواج شود ، دست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س</w:t>
      </w:r>
      <w:r w:rsidR="004A50B5" w:rsidRPr="004A50B5">
        <w:rPr>
          <w:rFonts w:hint="eastAsia"/>
          <w:rtl/>
          <w:lang w:bidi="fa-IR"/>
        </w:rPr>
        <w:t>احل</w:t>
      </w:r>
      <w:r w:rsidR="004A50B5" w:rsidRPr="004A50B5">
        <w:rPr>
          <w:rtl/>
          <w:lang w:bidi="fa-IR"/>
        </w:rPr>
        <w:t xml:space="preserve"> آورد و اندام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سخت خسته و فرسوده به کنار بکشد .</w:t>
      </w:r>
      <w:r w:rsidR="004A50B5" w:rsidRPr="004A50B5">
        <w:rPr>
          <w:rFonts w:hint="eastAsia"/>
          <w:rtl/>
          <w:lang w:bidi="fa-IR"/>
        </w:rPr>
        <w:t>صفت</w:t>
      </w:r>
      <w:r w:rsidR="004A50B5" w:rsidRPr="004A50B5">
        <w:rPr>
          <w:rtl/>
          <w:lang w:bidi="fa-IR"/>
        </w:rPr>
        <w:t xml:space="preserve"> کمالش را حد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که بتوان به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زان</w:t>
      </w:r>
      <w:r w:rsidR="004A50B5" w:rsidRPr="004A50B5">
        <w:rPr>
          <w:rtl/>
          <w:lang w:bidi="fa-IR"/>
        </w:rPr>
        <w:t xml:space="preserve"> آن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برد و نامها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دلاو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زش</w:t>
      </w:r>
      <w:r w:rsidR="004A50B5" w:rsidRPr="004A50B5">
        <w:rPr>
          <w:rtl/>
          <w:lang w:bidi="fa-IR"/>
        </w:rPr>
        <w:t xml:space="preserve"> آن چنان بزرگ و پاک باشد که از سطح عال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لغات فراتر نگاشته شده است ، پررو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که تاب مستور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ندارد ناگز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خود را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چهره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را به صاحبدلان و احساسات آشفته عرضه کند تا دلها ببرد و خاطر خاطره ها 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</w:t>
      </w:r>
      <w:r w:rsidR="004A50B5" w:rsidRPr="004A50B5">
        <w:rPr>
          <w:rtl/>
          <w:lang w:bidi="fa-IR"/>
        </w:rPr>
        <w:t xml:space="preserve"> سازد .</w:t>
      </w:r>
      <w:r w:rsidR="004A50B5" w:rsidRPr="004A50B5">
        <w:rPr>
          <w:rFonts w:hint="eastAsia"/>
          <w:rtl/>
          <w:lang w:bidi="fa-IR"/>
        </w:rPr>
        <w:t>جمال</w:t>
      </w:r>
      <w:r w:rsidR="004A50B5" w:rsidRPr="004A50B5">
        <w:rPr>
          <w:rtl/>
          <w:lang w:bidi="fa-IR"/>
        </w:rPr>
        <w:t xml:space="preserve"> ابد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در پس پرده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بت</w:t>
      </w:r>
      <w:r w:rsidR="004A50B5" w:rsidRPr="004A50B5">
        <w:rPr>
          <w:rtl/>
          <w:lang w:bidi="fa-IR"/>
        </w:rPr>
        <w:t xml:space="preserve"> پنهان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مصلحت ندانست و ناگز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پرده از رخسار دلارا بر دشت و بر صحرا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خاموش عدم که کشور خراب آباد ماه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بود فروغ وجود بدرخش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آن اشباح افسرده را که همچون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ال</w:t>
      </w:r>
      <w:r w:rsidR="004A50B5" w:rsidRPr="004A50B5">
        <w:rPr>
          <w:rtl/>
          <w:lang w:bidi="fa-IR"/>
        </w:rPr>
        <w:t xml:space="preserve"> سبک و همچون سا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رنگ</w:t>
      </w:r>
      <w:r w:rsidR="004A50B5" w:rsidRPr="004A50B5">
        <w:rPr>
          <w:rtl/>
          <w:lang w:bidi="fa-IR"/>
        </w:rPr>
        <w:t xml:space="preserve"> بودند صفا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استقامت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بخش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، چرخ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>نش به حرکت افتاد و نس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عشق وز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دن</w:t>
      </w:r>
      <w:r w:rsidR="004A50B5" w:rsidRPr="004A50B5">
        <w:rPr>
          <w:rtl/>
          <w:lang w:bidi="fa-IR"/>
        </w:rPr>
        <w:t xml:space="preserve"> گرفت . گهواره لرزان زم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با کوهها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گران سنگ که چون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بر او کوفته شدند استوار گرد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صلا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دلکش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غوغا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آشنا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در فضا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خاموش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منعکس شد ارواح آشفته به اهتزاز در آمدند و افسردگان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حس و حال به تکاپو و حرکت گرم شد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، بار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جهان پد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آمد و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سر و صورت گرفت </w:t>
      </w:r>
      <w:r w:rsidR="004A50B5" w:rsidRPr="004A50B5">
        <w:rPr>
          <w:rFonts w:hint="eastAsia"/>
          <w:rtl/>
          <w:lang w:bidi="fa-IR"/>
        </w:rPr>
        <w:t>آغاز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معرفت کردگار است و کمال معرفت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مان</w:t>
      </w:r>
      <w:r w:rsidR="004A50B5" w:rsidRPr="004A50B5">
        <w:rPr>
          <w:rtl/>
          <w:lang w:bidi="fa-IR"/>
        </w:rPr>
        <w:t xml:space="preserve"> به ذات پروردگار ،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مان</w:t>
      </w:r>
      <w:r w:rsidR="004A50B5" w:rsidRPr="004A50B5">
        <w:rPr>
          <w:rtl/>
          <w:lang w:bidi="fa-IR"/>
        </w:rPr>
        <w:t xml:space="preserve"> را به توح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خداوند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: شهادت بر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گانگ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تکم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کنند و توح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را با صم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و اخلاص تمام نما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.</w:t>
      </w:r>
      <w:r w:rsidR="004A50B5" w:rsidRPr="004A50B5">
        <w:rPr>
          <w:rFonts w:hint="eastAsia"/>
          <w:rtl/>
          <w:lang w:bidi="fa-IR"/>
        </w:rPr>
        <w:t>صاحب</w:t>
      </w:r>
      <w:r w:rsidR="000B6F21"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دلان</w:t>
      </w:r>
      <w:r w:rsidR="004A50B5" w:rsidRPr="004A50B5">
        <w:rPr>
          <w:rtl/>
          <w:lang w:bidi="fa-IR"/>
        </w:rPr>
        <w:t xml:space="preserve"> چون صم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مانه</w:t>
      </w:r>
      <w:r w:rsidR="004A50B5" w:rsidRPr="004A50B5">
        <w:rPr>
          <w:rtl/>
          <w:lang w:bidi="fa-IR"/>
        </w:rPr>
        <w:t xml:space="preserve"> بر وحدت خدا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اعتراف کردند آن چنانش ب</w:t>
      </w:r>
      <w:r w:rsidR="004A50B5" w:rsidRPr="004A50B5">
        <w:rPr>
          <w:rFonts w:hint="cs"/>
          <w:rtl/>
          <w:lang w:bidi="fa-IR"/>
        </w:rPr>
        <w:t>ی</w:t>
      </w:r>
      <w:r w:rsidR="000B6F21"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آلا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و پاک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نند</w:t>
      </w:r>
      <w:r w:rsidR="004A50B5" w:rsidRPr="004A50B5">
        <w:rPr>
          <w:rtl/>
          <w:lang w:bidi="fa-IR"/>
        </w:rPr>
        <w:t xml:space="preserve"> که از هر نام و صفت ذات </w:t>
      </w:r>
      <w:r w:rsidR="004A50B5" w:rsidRPr="004A50B5">
        <w:rPr>
          <w:rtl/>
          <w:lang w:bidi="fa-IR"/>
        </w:rPr>
        <w:lastRenderedPageBreak/>
        <w:t>مقدسش را منزه و پاک دانند .</w:t>
      </w:r>
      <w:r w:rsidR="004A50B5" w:rsidRPr="004A50B5">
        <w:rPr>
          <w:rFonts w:hint="eastAsia"/>
          <w:rtl/>
          <w:lang w:bidi="fa-IR"/>
        </w:rPr>
        <w:t>حاشا</w:t>
      </w:r>
      <w:r w:rsidR="004A50B5" w:rsidRPr="004A50B5">
        <w:rPr>
          <w:rtl/>
          <w:lang w:bidi="fa-IR"/>
        </w:rPr>
        <w:t xml:space="preserve"> که او به صفت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موصوف باشد ،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</w:t>
      </w:r>
      <w:r w:rsidR="004A50B5" w:rsidRPr="004A50B5">
        <w:rPr>
          <w:rtl/>
          <w:lang w:bidi="fa-IR"/>
        </w:rPr>
        <w:t xml:space="preserve"> که به هنگام توص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ف</w:t>
      </w:r>
      <w:r w:rsidR="004A50B5" w:rsidRPr="004A50B5">
        <w:rPr>
          <w:rtl/>
          <w:lang w:bidi="fa-IR"/>
        </w:rPr>
        <w:t xml:space="preserve"> چنان نما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که نام از صفت جدا و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گانه</w:t>
      </w:r>
      <w:r w:rsidR="004A50B5" w:rsidRPr="004A50B5">
        <w:rPr>
          <w:rtl/>
          <w:lang w:bidi="fa-IR"/>
        </w:rPr>
        <w:t xml:space="preserve"> است ، پس آنکه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زد</w:t>
      </w:r>
      <w:r w:rsidR="004A50B5" w:rsidRPr="004A50B5">
        <w:rPr>
          <w:rtl/>
          <w:lang w:bidi="fa-IR"/>
        </w:rPr>
        <w:t xml:space="preserve"> متعال را وصف کند چنان است که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همتا همتا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آورده و 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کس از سرمنزل 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قت</w:t>
      </w:r>
      <w:r w:rsidR="004A50B5" w:rsidRPr="004A50B5">
        <w:rPr>
          <w:rtl/>
          <w:lang w:bidi="fa-IR"/>
        </w:rPr>
        <w:t xml:space="preserve"> سخت به دور و گمراه باشد ، وجود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با عدم سابقه ندارد و هست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او را آغاز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.</w:t>
      </w:r>
      <w:r w:rsidR="004A50B5" w:rsidRPr="004A50B5">
        <w:rPr>
          <w:rFonts w:hint="eastAsia"/>
          <w:rtl/>
          <w:lang w:bidi="fa-IR"/>
        </w:rPr>
        <w:t>با</w:t>
      </w:r>
      <w:r w:rsidR="004A50B5" w:rsidRPr="004A50B5">
        <w:rPr>
          <w:rtl/>
          <w:lang w:bidi="fa-IR"/>
        </w:rPr>
        <w:t xml:space="preserve"> همه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زست</w:t>
      </w:r>
      <w:r w:rsidR="004A50B5" w:rsidRPr="004A50B5">
        <w:rPr>
          <w:rtl/>
          <w:lang w:bidi="fa-IR"/>
        </w:rPr>
        <w:t xml:space="preserve"> و دور از همه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آن چنان که جرم خورش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با پرتو نافذ خود کائنات را نوازش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فرسنگ ها از آن به دور باشد چرخ فلک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گردد ول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گرداننده آن از آلات و اسباب ته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دست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از</w:t>
      </w:r>
      <w:r w:rsidR="004A50B5" w:rsidRPr="004A50B5">
        <w:rPr>
          <w:rtl/>
          <w:lang w:bidi="fa-IR"/>
        </w:rPr>
        <w:t xml:space="preserve"> است .</w:t>
      </w:r>
      <w:r w:rsidR="004A50B5" w:rsidRPr="004A50B5">
        <w:rPr>
          <w:rFonts w:hint="eastAsia"/>
          <w:rtl/>
          <w:lang w:bidi="fa-IR"/>
        </w:rPr>
        <w:t>کارخانه</w:t>
      </w:r>
      <w:r w:rsidR="004A50B5" w:rsidRPr="004A50B5">
        <w:rPr>
          <w:rtl/>
          <w:lang w:bidi="fa-IR"/>
        </w:rPr>
        <w:t xml:space="preserve"> 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گرم است اما جز از اراده و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ابد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نور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تنهاست ولا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تنها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وحشتناک و ترسان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،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کس است ، ز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</w:t>
      </w:r>
      <w:r w:rsidR="004A50B5" w:rsidRPr="004A50B5">
        <w:rPr>
          <w:rtl/>
          <w:lang w:bidi="fa-IR"/>
        </w:rPr>
        <w:t xml:space="preserve">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که تواند همسا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و همخانه او گردد .</w:t>
      </w:r>
      <w:r w:rsidR="004A50B5" w:rsidRPr="004A50B5">
        <w:rPr>
          <w:rFonts w:hint="eastAsia"/>
          <w:rtl/>
          <w:lang w:bidi="fa-IR"/>
        </w:rPr>
        <w:t>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از طبا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</w:t>
      </w:r>
      <w:r w:rsidR="004A50B5" w:rsidRPr="004A50B5">
        <w:rPr>
          <w:rtl/>
          <w:lang w:bidi="fa-IR"/>
        </w:rPr>
        <w:t xml:space="preserve"> متضاد آفر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آن چنان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اضداد آشنا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و صفا برقرار کرد که آب را در آغوش خاک انداخت و آتش را بر دوش باد سوار کرد ، غرا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سرکش و ماجراجو</w:t>
      </w:r>
      <w:r w:rsidR="004A50B5" w:rsidRPr="004A50B5">
        <w:rPr>
          <w:rFonts w:hint="cs"/>
          <w:rtl/>
          <w:lang w:bidi="fa-IR"/>
        </w:rPr>
        <w:t>یی</w:t>
      </w:r>
      <w:r w:rsidR="004A50B5" w:rsidRPr="004A50B5">
        <w:rPr>
          <w:rtl/>
          <w:lang w:bidi="fa-IR"/>
        </w:rPr>
        <w:t xml:space="preserve"> که در نهاد بشر به هم مأنوس و رف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قند</w:t>
      </w:r>
      <w:r w:rsidR="004A50B5" w:rsidRPr="004A50B5">
        <w:rPr>
          <w:rtl/>
          <w:lang w:bidi="fa-IR"/>
        </w:rPr>
        <w:t xml:space="preserve"> اسرار ناگفتن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خلقت را با صر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ند</w:t>
      </w:r>
      <w:r w:rsidR="004A50B5" w:rsidRPr="004A50B5">
        <w:rPr>
          <w:rtl/>
          <w:lang w:bidi="fa-IR"/>
        </w:rPr>
        <w:t xml:space="preserve"> و عظمت پروردگار ر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به فر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اد</w:t>
      </w:r>
      <w:r w:rsidR="004A50B5" w:rsidRPr="004A50B5">
        <w:rPr>
          <w:rtl/>
          <w:lang w:bidi="fa-IR"/>
        </w:rPr>
        <w:t xml:space="preserve"> گوشزد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کنند .</w:t>
      </w:r>
      <w:r w:rsidR="004A50B5" w:rsidRPr="004A50B5">
        <w:rPr>
          <w:rFonts w:hint="eastAsia"/>
          <w:rtl/>
          <w:lang w:bidi="fa-IR"/>
        </w:rPr>
        <w:t>بنابرا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سر سلسله کل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تحولات توح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است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است که در ابتدا لقمان بزرگوار فرزند خود را نسبت به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اصل مهم آشنا ساخته و او را به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راه استوار و اصل بزرگ و مرحله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آن به نام فطرت در قلب هر انسان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موجود است دعوت کرده و نقص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اصل را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انسان و هر فرد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بزرگتر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ظلم شمرده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0B6F21" w:rsidP="000B6F21">
      <w:pPr>
        <w:pStyle w:val="Heading2"/>
        <w:rPr>
          <w:rtl/>
        </w:rPr>
      </w:pPr>
      <w:r>
        <w:rPr>
          <w:rtl/>
        </w:rPr>
        <w:br w:type="page"/>
      </w:r>
      <w:bookmarkStart w:id="98" w:name="_Toc500835282"/>
      <w:bookmarkStart w:id="99" w:name="_Toc500835451"/>
      <w:r w:rsidR="004A50B5" w:rsidRPr="004A50B5">
        <w:rPr>
          <w:rFonts w:hint="eastAsia"/>
          <w:rtl/>
        </w:rPr>
        <w:lastRenderedPageBreak/>
        <w:t>معاد</w:t>
      </w:r>
      <w:bookmarkEnd w:id="98"/>
      <w:bookmarkEnd w:id="99"/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هر عمل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بد که از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 زند هر چند از کوچک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برابر با</w:t>
      </w:r>
      <w:r w:rsidR="000B6F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خردل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ارزن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و در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محکم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دل سنگ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مرتفع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کمال مانند آسمان ها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پست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نقطه مانند اعماق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باشد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در روز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آن را به کنار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عدالت حاضر خواهد کرد و در حساب اعمال منظور خواهد ساخت و به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 و عدل پاداش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فر</w:t>
      </w:r>
      <w:r w:rsidRPr="004A50B5">
        <w:rPr>
          <w:rtl/>
          <w:lang w:bidi="fa-IR"/>
        </w:rPr>
        <w:t xml:space="preserve"> خواهد داد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ههگ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اعمال از خرد و کلان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پرتو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رومند</w:t>
      </w:r>
      <w:r w:rsidRPr="004A50B5">
        <w:rPr>
          <w:rtl/>
          <w:lang w:bidi="fa-IR"/>
        </w:rPr>
        <w:t xml:space="preserve"> علم خدا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سطح هو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و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انند</w:t>
      </w:r>
      <w:r w:rsidRPr="004A50B5">
        <w:rPr>
          <w:rtl/>
          <w:lang w:bidi="fa-IR"/>
        </w:rPr>
        <w:t xml:space="preserve"> .</w:t>
      </w:r>
      <w:r w:rsidRPr="000B6F21">
        <w:rPr>
          <w:rStyle w:val="libFootnotenumChar"/>
          <w:rtl/>
        </w:rPr>
        <w:t xml:space="preserve"> (1)</w:t>
      </w:r>
      <w:r w:rsidRPr="004A50B5">
        <w:rPr>
          <w:rtl/>
          <w:lang w:bidi="fa-IR"/>
        </w:rPr>
        <w:t>در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در نظر معتقد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خداوند فرض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آخرت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امر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آن را لازمه عدالت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دانسته اند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بار مسئول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حکومت بر تما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نفس بروند و ضمناً ادعا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مکاتب تجرب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آن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چه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هنوز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از آنجا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اورده</w:t>
      </w:r>
      <w:r w:rsidRPr="004A50B5">
        <w:rPr>
          <w:rtl/>
          <w:lang w:bidi="fa-IR"/>
        </w:rPr>
        <w:t xml:space="preserve"> است تا باور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فرق عاقل با مردم غافل و تنبل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اول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حادثه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اطاً</w:t>
      </w:r>
      <w:r w:rsidRPr="004A50B5">
        <w:rPr>
          <w:rtl/>
          <w:lang w:bidi="fa-IR"/>
        </w:rPr>
        <w:t xml:space="preserve"> هم که شده در فکر چاره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افتد و منتظر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خبر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و از دست رفتن فرصت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خبر از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نبود آنست ؟ که منکر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بدون مطالعه و دقت به ص</w:t>
      </w:r>
      <w:r w:rsidRPr="004A50B5">
        <w:rPr>
          <w:rFonts w:hint="eastAsia"/>
          <w:rtl/>
          <w:lang w:bidi="fa-IR"/>
        </w:rPr>
        <w:t>رف</w:t>
      </w:r>
      <w:r w:rsidRPr="004A50B5">
        <w:rPr>
          <w:rtl/>
          <w:lang w:bidi="fa-IR"/>
        </w:rPr>
        <w:t xml:space="preserve"> سخن منکرند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خبرها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درباره روز بازپس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از حد برون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ما از واقعه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خبردار نشده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چگاه</w:t>
      </w:r>
      <w:r w:rsidRPr="004A50B5">
        <w:rPr>
          <w:rtl/>
          <w:lang w:bidi="fa-IR"/>
        </w:rPr>
        <w:t xml:space="preserve"> حکم بر عدم وقوع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 دروغ مطلق آن خبر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تا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در محال بودن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شاهد </w:t>
      </w:r>
      <w:r w:rsidRPr="004A50B5">
        <w:rPr>
          <w:rtl/>
          <w:lang w:bidi="fa-IR"/>
        </w:rPr>
        <w:lastRenderedPageBreak/>
        <w:t>بر نف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حق 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انکار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مثلاً چون ثابت شده است که آب در حرارت صفر درجه و در فشار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بندد اگر </w:t>
      </w:r>
      <w:r w:rsidRPr="004A50B5">
        <w:rPr>
          <w:rFonts w:hint="eastAsia"/>
          <w:rtl/>
          <w:lang w:bidi="fa-IR"/>
        </w:rPr>
        <w:t>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در فلان محل در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</w:t>
      </w:r>
      <w:r w:rsidRPr="004A50B5">
        <w:rPr>
          <w:rtl/>
          <w:lang w:bidi="fa-IR"/>
        </w:rPr>
        <w:t xml:space="preserve"> آبجوش قطعات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شناور بود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گفته او را تکذ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چون خبر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حادثه و پد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هنوز حاصل نشده</w:t>
      </w:r>
    </w:p>
    <w:p w:rsidR="004A50B5" w:rsidRPr="000B6F21" w:rsidRDefault="000B6F21" w:rsidP="000B6F2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50B5" w:rsidRPr="004A50B5" w:rsidRDefault="004A50B5" w:rsidP="000B6F21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 xml:space="preserve">1- 1) - سوره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16 .</w:t>
      </w:r>
    </w:p>
    <w:p w:rsidR="004A50B5" w:rsidRPr="004A50B5" w:rsidRDefault="000B6F21" w:rsidP="000B6F2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و</w:t>
      </w:r>
      <w:r w:rsidR="004A50B5" w:rsidRPr="004A50B5">
        <w:rPr>
          <w:rtl/>
          <w:lang w:bidi="fa-IR"/>
        </w:rPr>
        <w:t xml:space="preserve"> علم و اطلاع بشر هم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شه</w:t>
      </w:r>
      <w:r w:rsidR="004A50B5" w:rsidRPr="004A50B5">
        <w:rPr>
          <w:rtl/>
          <w:lang w:bidi="fa-IR"/>
        </w:rPr>
        <w:t xml:space="preserve"> بعد از حصول و حدوث اش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اء</w:t>
      </w:r>
      <w:r w:rsidR="004A50B5" w:rsidRPr="004A50B5">
        <w:rPr>
          <w:rtl/>
          <w:lang w:bidi="fa-IR"/>
        </w:rPr>
        <w:t xml:space="preserve"> است پس نبا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انتظار شهود و توقع اثبات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امت</w:t>
      </w:r>
      <w:r w:rsidR="004A50B5" w:rsidRPr="004A50B5">
        <w:rPr>
          <w:rtl/>
          <w:lang w:bidi="fa-IR"/>
        </w:rPr>
        <w:t xml:space="preserve"> را از کس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داشت ، توض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tl/>
          <w:lang w:bidi="fa-IR"/>
        </w:rPr>
        <w:t xml:space="preserve"> مطلب آنکه معلومات بشر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در حق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قت</w:t>
      </w:r>
      <w:r w:rsidR="004A50B5" w:rsidRPr="004A50B5">
        <w:rPr>
          <w:rtl/>
          <w:lang w:bidi="fa-IR"/>
        </w:rPr>
        <w:t xml:space="preserve"> اکتشاف و ابتکار و مخلوق ذهن او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بلکه بعد از آن که انسان مرغ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در خارج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و صدا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را شن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تصو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او را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کشد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صحبت از حالات آن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بنابرا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امت</w:t>
      </w:r>
      <w:r w:rsidR="004A50B5" w:rsidRPr="004A50B5">
        <w:rPr>
          <w:rtl/>
          <w:lang w:bidi="fa-IR"/>
        </w:rPr>
        <w:t xml:space="preserve"> چون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tl/>
          <w:lang w:bidi="fa-IR"/>
        </w:rPr>
        <w:t xml:space="preserve"> دوران و پد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ترک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به قول انب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اء</w:t>
      </w:r>
      <w:r w:rsidR="004A50B5" w:rsidRPr="004A50B5">
        <w:rPr>
          <w:rtl/>
          <w:lang w:bidi="fa-IR"/>
        </w:rPr>
        <w:t xml:space="preserve"> بعداً برپا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شود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علم کامل آن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بشر غ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ممکن است .</w:t>
      </w: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بشر</w:t>
      </w:r>
      <w:r w:rsidR="004A50B5" w:rsidRPr="004A50B5">
        <w:rPr>
          <w:rtl/>
          <w:lang w:bidi="fa-IR"/>
        </w:rPr>
        <w:t xml:space="preserve"> با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نش</w:t>
      </w:r>
      <w:r w:rsidR="004A50B5" w:rsidRPr="004A50B5">
        <w:rPr>
          <w:rtl/>
          <w:lang w:bidi="fa-IR"/>
        </w:rPr>
        <w:t xml:space="preserve"> و دانش خود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توانسته است پس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به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ف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دوران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معلوم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ست</w:t>
      </w:r>
      <w:r w:rsidR="004A50B5" w:rsidRPr="004A50B5">
        <w:rPr>
          <w:rtl/>
          <w:lang w:bidi="fa-IR"/>
        </w:rPr>
        <w:t xml:space="preserve"> 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چگونه خواهد بود ببرد .</w:t>
      </w:r>
      <w:r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حواس</w:t>
      </w:r>
      <w:r w:rsidRPr="004A50B5">
        <w:rPr>
          <w:rtl/>
          <w:lang w:bidi="fa-IR"/>
        </w:rPr>
        <w:t xml:space="preserve"> انسان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متوجه و متمرکز در گرفتار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اجات</w:t>
      </w:r>
      <w:r w:rsidRPr="004A50B5">
        <w:rPr>
          <w:rtl/>
          <w:lang w:bidi="fa-IR"/>
        </w:rPr>
        <w:t xml:space="preserve"> روزمره و محدود به زمان و مکان کوچک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بوده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عمر خود و افرادش را کمتر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 نظر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.</w:t>
      </w:r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و آخرت راست است و واقع خواهد شد به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آنکه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خبر داده اند 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غمبران</w:t>
      </w:r>
      <w:r w:rsidRPr="004A50B5">
        <w:rPr>
          <w:rtl/>
          <w:lang w:bidi="fa-IR"/>
        </w:rPr>
        <w:t xml:space="preserve"> نه مردمان حقه باز و سودجو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بکار</w:t>
      </w:r>
      <w:r w:rsidRPr="004A50B5">
        <w:rPr>
          <w:rtl/>
          <w:lang w:bidi="fa-IR"/>
        </w:rPr>
        <w:t xml:space="preserve"> بودند ، و نه ساده لوح نفهم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="000B6F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باف</w:t>
      </w:r>
      <w:r w:rsidRPr="004A50B5">
        <w:rPr>
          <w:rtl/>
          <w:lang w:bidi="fa-IR"/>
        </w:rPr>
        <w:t xml:space="preserve"> که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غرض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جهل حرف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زده باشند ، بلکه از لحاظ عقل و فهم و هوش و سلامت و شعور و رشد و شه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سرآمد تمام افراد بشرند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مدرک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جهت خبر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و به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علم و اطلاع خدا صحبت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آنها صالح و راستگو بوده اند و از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خبر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آوردند که احتمال اشتباه و خطا در آن داده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از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در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کهن دارد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همزمان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انسان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در سرشت او عج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با فطرت او همراه بوده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هر چه به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قبل برگرد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نشانه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تناسب زمان و مکان 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گذشتگان نسبت به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جزا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  <w:r w:rsidR="000B6F21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ملل</w:t>
      </w:r>
      <w:r w:rsidRPr="004A50B5">
        <w:rPr>
          <w:rtl/>
          <w:lang w:bidi="fa-IR"/>
        </w:rPr>
        <w:t xml:space="preserve"> و اقوام جهان از 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دوران </w:t>
      </w:r>
      <w:r w:rsidRPr="004A50B5">
        <w:rPr>
          <w:rtl/>
          <w:lang w:bidi="fa-IR"/>
        </w:rPr>
        <w:lastRenderedPageBreak/>
        <w:t>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اعصار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هر گوشه</w:t>
      </w:r>
      <w:r w:rsidR="000B6F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کنار جهان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اند به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معتقد بودند و از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 معلوم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با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انسان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دارد .</w:t>
      </w:r>
      <w:r w:rsidRPr="004A50B5">
        <w:rPr>
          <w:rFonts w:hint="eastAsia"/>
          <w:rtl/>
          <w:lang w:bidi="fa-IR"/>
        </w:rPr>
        <w:t>اعتقاد</w:t>
      </w:r>
      <w:r w:rsidRPr="004A50B5">
        <w:rPr>
          <w:rtl/>
          <w:lang w:bidi="fa-IR"/>
        </w:rPr>
        <w:t xml:space="preserve"> به معاد از چند جهت با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و وجدان انسان ارتباط و اتصال دارد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که انسان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حد رشد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اجتماع وارد شد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که قهرمانان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در مبارزه اند ، و در جنگ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با رذ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ادامه دارد و غالباً شر و فساد بر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غلبه دا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وجدن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هر انسان عاقل قابل قبول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قهرمان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مغلوب شر بماند اعتقاد به وجود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دانا و عادل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آثار عدلش همه جا آشکار است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پاداش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باشند که چون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و عمر کوتاه و محدود انسان گنجا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آن را ندارد نا</w:t>
      </w:r>
      <w:r w:rsidRPr="004A50B5">
        <w:rPr>
          <w:rFonts w:hint="eastAsia"/>
          <w:rtl/>
          <w:lang w:bidi="fa-IR"/>
        </w:rPr>
        <w:t>چار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جهان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انجام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البته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شر قائم به عمل است و عمل قائم به وجود انسان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ذات اقدس حق مردگان را مبعوث و به حساب اعمال آنان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نموده و به جزا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بهشت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جهنم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،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وعده</w:t>
      </w:r>
      <w:r w:rsidRPr="004A50B5">
        <w:rPr>
          <w:rtl/>
          <w:lang w:bidi="fa-IR"/>
        </w:rPr>
        <w:t xml:space="preserve"> حتم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بدون تخلّف که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آن را انجام خواهد داد و تنها خدا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روز 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پا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  <w:r w:rsidRPr="004A50B5">
        <w:rPr>
          <w:rFonts w:hint="eastAsia"/>
          <w:rtl/>
          <w:lang w:bidi="fa-IR"/>
        </w:rPr>
        <w:t>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واقعاً تعجب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چگونه ممکن است استخوان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خاک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پراکنده پس از گذشتن روزگارها بار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زنده شود و در محکمه حساب حاضر گردد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فکر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خدا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آسمان ها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 را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انسان را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خاک سپس از نطفه خلق کرده ، بر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سرد و مرده نس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بخش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وزاند از ابرها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آسمان باران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خاک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پاشد و او را به جنب و جوش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خاک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انواع گل و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حان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اند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تواناست که مرده ها را بار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زنده کند و تمام اعضاء و </w:t>
      </w:r>
      <w:r w:rsidRPr="004A50B5">
        <w:rPr>
          <w:rtl/>
          <w:lang w:bidi="fa-IR"/>
        </w:rPr>
        <w:lastRenderedPageBreak/>
        <w:t>جوارح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انگشتانش را آن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بود منظم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چه گمان باطل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منحصر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روزگار است که کار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مرگ به دست اوست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مگر</w:t>
      </w:r>
      <w:r w:rsidRPr="004A50B5">
        <w:rPr>
          <w:rtl/>
          <w:lang w:bidi="fa-IR"/>
        </w:rPr>
        <w:t xml:space="preserve"> ذات اقدس حق انسان را عبث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چند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هر چه خواست انجام دهد و سپس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رفته طومار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ابد هنگام مرگ برچ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شود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خدمات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جرائم و ستم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نرسد .</w:t>
      </w:r>
      <w:r w:rsidR="000B6F21" w:rsidRPr="004A50B5">
        <w:rPr>
          <w:rtl/>
          <w:lang w:bidi="fa-IR"/>
        </w:rPr>
        <w:t xml:space="preserve"> </w:t>
      </w:r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مگر</w:t>
      </w:r>
      <w:r w:rsidRPr="004A50B5">
        <w:rPr>
          <w:rtl/>
          <w:lang w:bidi="fa-IR"/>
        </w:rPr>
        <w:t xml:space="preserve"> خداوند از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اوّل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خسته شده که نتواند بار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زنده کند آنان که منکرند و از قدرت خداوند غافلند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با انکار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زشتکار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بپردازند و خود را از مجازات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دانند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تنها آن روز باور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که خود را در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عدل حق </w:t>
      </w:r>
      <w:r w:rsidRPr="004A50B5">
        <w:rPr>
          <w:rFonts w:hint="eastAsia"/>
          <w:rtl/>
          <w:lang w:bidi="fa-IR"/>
        </w:rPr>
        <w:t>حاضر</w:t>
      </w:r>
      <w:r w:rsidRPr="004A50B5">
        <w:rPr>
          <w:rtl/>
          <w:lang w:bidi="fa-IR"/>
        </w:rPr>
        <w:t xml:space="preserve">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،در آن هنگام است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باور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اکنون ما را باز گردان تا کردار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انجام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دعوت تو را اجابت کرده 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ما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شرمسار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 جواب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شنوند خاموش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بازگشت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شما گفتند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فراموش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بندگان من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گفتند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ما به تو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آورد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ما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امرز</w:t>
      </w:r>
      <w:r w:rsidRPr="004A50B5">
        <w:rPr>
          <w:rtl/>
          <w:lang w:bidi="fa-IR"/>
        </w:rPr>
        <w:t xml:space="preserve"> و به ما رحم کن شما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استهزاء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اکنون به جبران آن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گرفتار عذاب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مطالب متن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که ارتباط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را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وجدان و عقل سالم اثبات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دوم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به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به رشته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 و جان بشر اتصال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آمال و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اوست که به قول سقراط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بذرها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خود مزرعه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متناه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لازم دارند و باغبان خلقت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بذر گل ها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را از هر جهت فراهم ساخته به حکم فطرت و </w:t>
      </w:r>
      <w:r w:rsidRPr="004A50B5">
        <w:rPr>
          <w:rtl/>
          <w:lang w:bidi="fa-IR"/>
        </w:rPr>
        <w:lastRenderedPageBreak/>
        <w:t>احساس قلب انسان که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نده</w:t>
      </w:r>
      <w:r w:rsidRPr="004A50B5">
        <w:rPr>
          <w:rtl/>
          <w:lang w:bidi="fa-IR"/>
        </w:rPr>
        <w:t xml:space="preserve"> خداست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بذرها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فراهم خواهد ساخت و چون مزرعه زندگان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گنجا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آن را ندارد ناچار آن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جهان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خواهد بود و ناچار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بذرها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مانده و خشک شده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دل و روح انسان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هوا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در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پهناور</w:t>
      </w:r>
      <w:r w:rsidR="000B6F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او به حرکت آمده و انسان تمام برنامه ها و مزد اعمال و رفتارها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از نظر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خواهد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خشک و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آب باران بر او فرو فرستاد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جنب و جوش 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انواع و اقسام گل ها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را زنده و سرسبز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همان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بزرگ و زنده کننده مردگان بر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قادر و تواناست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مرده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صورت بهار زنده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و رستاخ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موعود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همچون فصل بهار فرا خواهد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پروردگار متعال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در قبرها آرم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اند زنده خواهد ساخت ، قرآن در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تمام مراحل آن به 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نموده است و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بر اثبات معاد جسمان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0B6F21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در فصل زمستان به باغ و بوستان قدم بگذار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 مانند قبرستان به خشک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گل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رنگارنگ و از نغمه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بلبل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درختان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 مرده و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اثر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از دست داده است </w:t>
      </w:r>
      <w:r w:rsidRPr="004A50B5">
        <w:rPr>
          <w:rFonts w:hint="eastAsia"/>
          <w:rtl/>
          <w:lang w:bidi="fa-IR"/>
        </w:rPr>
        <w:t>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پس از چند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فصل زمستان گذشت و بهار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را گرفت و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زنده شدن نبات آماده شده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چگونه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جنب و جوش درآ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درختان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اهان</w:t>
      </w:r>
      <w:r w:rsidRPr="004A50B5">
        <w:rPr>
          <w:rtl/>
          <w:lang w:bidi="fa-IR"/>
        </w:rPr>
        <w:t xml:space="preserve"> زنده و سرسبز شده غرق در شکوفه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</w:t>
      </w:r>
      <w:r w:rsidRPr="004A50B5">
        <w:rPr>
          <w:rtl/>
          <w:lang w:bidi="fa-IR"/>
        </w:rPr>
        <w:lastRenderedPageBreak/>
        <w:t>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که نباتات گرچه در زمستان تغ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شکل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هرگ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معدوم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بلکه در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خشک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درون آنها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 و دانه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</w:t>
      </w:r>
      <w:r w:rsidRPr="004A50B5">
        <w:rPr>
          <w:rtl/>
          <w:lang w:bidi="fa-IR"/>
        </w:rPr>
        <w:t xml:space="preserve"> دوران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تابستان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وجود دارد که به خاطر نامساعد بودن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طور موقت از فعال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باز مانده اند و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بهار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آماده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همان درختان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و رو به تکامل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گذارند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زنده شدن مردگان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فراهم شدن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tl/>
          <w:lang w:bidi="fa-IR"/>
        </w:rPr>
        <w:t xml:space="preserve"> است ، و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بهار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دوم انسان فرا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روح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کالبد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خود را از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نکته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نماند که در هر دوران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دوران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کره خاک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ملت ها از نظر حساب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محدود بوده اند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با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هر قرن نسل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نسل گذشته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چون اگر مردن نبود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محدود به گنجا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رش</w:t>
      </w:r>
      <w:r w:rsidRPr="004A50B5">
        <w:rPr>
          <w:rtl/>
          <w:lang w:bidi="fa-IR"/>
        </w:rPr>
        <w:t xml:space="preserve"> آن همه انسان را نداشت ، اما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تمام مر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قرون و اعصار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زمان زنده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پس لازمه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زنده شدن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بتواند انسان ها را با تمام آرزو و آمال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کردن نقشه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در خود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،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ارتباط را با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مه</w:t>
      </w:r>
      <w:r w:rsidRPr="004A50B5">
        <w:rPr>
          <w:rtl/>
          <w:lang w:bidi="fa-IR"/>
        </w:rPr>
        <w:t xml:space="preserve"> خود ثابت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برپا </w:t>
      </w:r>
      <w:r w:rsidRPr="004A50B5">
        <w:rPr>
          <w:rFonts w:hint="eastAsia"/>
          <w:rtl/>
          <w:lang w:bidi="fa-IR"/>
        </w:rPr>
        <w:t>شدن</w:t>
      </w:r>
      <w:r w:rsidRPr="004A50B5">
        <w:rPr>
          <w:rtl/>
          <w:lang w:bidi="fa-IR"/>
        </w:rPr>
        <w:t xml:space="preserve">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کتاب خود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طور اشاره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  <w:r w:rsidRPr="004A50B5">
        <w:rPr>
          <w:rFonts w:hint="eastAsia"/>
          <w:rtl/>
          <w:lang w:bidi="fa-IR"/>
        </w:rPr>
        <w:t>آسمان</w:t>
      </w:r>
      <w:r w:rsidRPr="004A50B5">
        <w:rPr>
          <w:rtl/>
          <w:lang w:bidi="fa-IR"/>
        </w:rPr>
        <w:t xml:space="preserve"> ها به حرکت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گاه شکافته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چد</w:t>
      </w:r>
      <w:r w:rsidRPr="004A50B5">
        <w:rPr>
          <w:rtl/>
          <w:lang w:bidi="fa-IR"/>
        </w:rPr>
        <w:t xml:space="preserve"> و همچون فلز گداخته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ماه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هر دو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کجا</w:t>
      </w:r>
      <w:r w:rsidRPr="004A50B5">
        <w:rPr>
          <w:rtl/>
          <w:lang w:bidi="fa-IR"/>
        </w:rPr>
        <w:t xml:space="preserve"> جمع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. ستارگان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پراکنده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زلزله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کوهها خرد و پراکنده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اها</w:t>
      </w:r>
      <w:r w:rsidRPr="004A50B5">
        <w:rPr>
          <w:rtl/>
          <w:lang w:bidi="fa-IR"/>
        </w:rPr>
        <w:t xml:space="preserve"> شکافته شده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شعله 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گردند ،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دگرگون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شکافته شده و گسترده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تمام 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از دل خاک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انسان ها سر از لحد و خاک بدر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و همچون ملخ </w:t>
      </w:r>
      <w:r w:rsidRPr="004A50B5">
        <w:rPr>
          <w:rtl/>
          <w:lang w:bidi="fa-IR"/>
        </w:rPr>
        <w:lastRenderedPageBreak/>
        <w:t>پراکنده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داستان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به چشم بهم زدن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برپا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اوضاع و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عوض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نام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عکس العمل همان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است مردم فکر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نگذشته و چند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با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فاصله ندارند مقامات و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دست رفته اند ، اموال و فرزندان 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همه به خود مشغولند شفاعت جز در موارد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ذات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اذن دهد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ح</w:t>
      </w:r>
      <w:r w:rsidRPr="004A50B5">
        <w:rPr>
          <w:rFonts w:hint="eastAsia"/>
          <w:rtl/>
          <w:lang w:bidi="fa-IR"/>
        </w:rPr>
        <w:t>کومت</w:t>
      </w:r>
      <w:r w:rsidRPr="004A50B5">
        <w:rPr>
          <w:rtl/>
          <w:lang w:bidi="fa-IR"/>
        </w:rPr>
        <w:t xml:space="preserve"> مطلقه آن روز به دست خداست ،حق و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آشکار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پرده ها بالا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رود و اسرار فاش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</w:t>
      </w:r>
      <w:r w:rsidRPr="004A50B5">
        <w:rPr>
          <w:rFonts w:hint="eastAsia"/>
          <w:rtl/>
          <w:lang w:bidi="fa-IR"/>
        </w:rPr>
        <w:t>وعده</w:t>
      </w:r>
      <w:r w:rsidRPr="004A50B5">
        <w:rPr>
          <w:rtl/>
          <w:lang w:bidi="fa-IR"/>
        </w:rPr>
        <w:t xml:space="preserve"> خدا و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به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به وقوع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وندد</w:t>
      </w:r>
      <w:r w:rsidRPr="004A50B5">
        <w:rPr>
          <w:rtl/>
          <w:lang w:bidi="fa-IR"/>
        </w:rPr>
        <w:t xml:space="preserve"> ، مجرم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گناهکاران سر خجلت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انداخته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طرف و آن طرف نگاه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و راه فرار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ندراند ، نور و روشنا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آنها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آنها که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حق چشم بستند و به سخن حق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گوش ندادند امروز کر و کورن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تمام صحنه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گذشته در نظر آنان مجسم شده است ، زشت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عمل خود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مغبونند و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مانند</w:t>
      </w:r>
      <w:r w:rsidRPr="004A50B5">
        <w:rPr>
          <w:rtl/>
          <w:lang w:bidi="fa-IR"/>
        </w:rPr>
        <w:t xml:space="preserve"> ، حسرت و تأسف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خورند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کاش عمل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انجام داده 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کاش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اعمال ناشا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به صورت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مخوف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جلوه گر شده است از ما دو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امروز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دهانشان بسته و چشم و گوش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پوست بدنشان بر اعمالشان گواه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شاهد جرم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است علاوه بر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مراحل ،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هر امت گواه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انتخاب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ملائکه که شاهد رفتار شخص بوده اند شهادت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، دفتر اعمال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خود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خبر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اعمال به پا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به جزئ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اعمال هر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در آن حساب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گونه اشتباه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آن محاکمه اجحاف و تعد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 ندارد ، دروغ و شهادت ناحق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آثار جرم در آنجا در جلو مجرم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داست</w:t>
      </w:r>
      <w:r w:rsidRPr="004A50B5">
        <w:rPr>
          <w:rtl/>
          <w:lang w:bidi="fa-IR"/>
        </w:rPr>
        <w:t xml:space="preserve"> ، ناگهان صفوف از هم </w:t>
      </w:r>
      <w:r w:rsidRPr="004A50B5">
        <w:rPr>
          <w:rtl/>
          <w:lang w:bidi="fa-IR"/>
        </w:rPr>
        <w:lastRenderedPageBreak/>
        <w:t>جدا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صاحبان هر مذهب و مسلک در صف جداگانه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روند ، درجات و مراتب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نامه عمل هر کس به دست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با تعجب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  <w:r w:rsidRPr="004A50B5">
        <w:rPr>
          <w:rFonts w:hint="eastAsia"/>
          <w:rtl/>
          <w:lang w:bidi="fa-IR"/>
        </w:rPr>
        <w:t>آه</w:t>
      </w:r>
      <w:r w:rsidRPr="004A50B5">
        <w:rPr>
          <w:rtl/>
          <w:lang w:bidi="fa-IR"/>
        </w:rPr>
        <w:t xml:space="preserve"> ! چه کتاب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عمل بزرگ و کوچک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فراموش نکرده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ذره عمل خوب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آن که آن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ذره عمل بد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مگر آنکه آن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متن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است که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به طور خلاصه و کلّ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لقمان بزرگوار با فرزند خود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.</w:t>
      </w:r>
      <w:r w:rsidR="000B6F21" w:rsidRPr="004A50B5">
        <w:rPr>
          <w:rtl/>
          <w:lang w:bidi="fa-IR"/>
        </w:rPr>
        <w:t xml:space="preserve"> </w:t>
      </w:r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: اعمال انسان قسمت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موجودات طب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است به</w:t>
      </w:r>
      <w:r w:rsidR="000B6F21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نبات 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نمود دارد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بزرگ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عمل انسان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بزرگ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همان طور که دانه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کارند ، پس از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نمو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اعمال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مانند دانه ها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موجودات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حال نهان است ، آن گاه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روز موعود فرا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آشکار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در شکل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عذاب جهنم به انسان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چنانچه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0B6F21" w:rsidP="000B6F21">
      <w:pPr>
        <w:pStyle w:val="Heading2"/>
        <w:rPr>
          <w:rtl/>
        </w:rPr>
      </w:pPr>
      <w:r>
        <w:rPr>
          <w:rtl/>
        </w:rPr>
        <w:br w:type="page"/>
      </w:r>
      <w:bookmarkStart w:id="100" w:name="_Toc500835283"/>
      <w:bookmarkStart w:id="101" w:name="_Toc500835452"/>
      <w:r w:rsidR="004A50B5" w:rsidRPr="004A50B5">
        <w:rPr>
          <w:rFonts w:hint="eastAsia"/>
          <w:rtl/>
        </w:rPr>
        <w:lastRenderedPageBreak/>
        <w:t>دن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</w:t>
      </w:r>
      <w:r w:rsidR="004A50B5" w:rsidRPr="004A50B5">
        <w:rPr>
          <w:rtl/>
        </w:rPr>
        <w:t xml:space="preserve"> کشتزار آخرت است .</w:t>
      </w:r>
      <w:bookmarkEnd w:id="100"/>
      <w:bookmarkEnd w:id="101"/>
    </w:p>
    <w:p w:rsidR="000B6F21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را جهان واحد و ممتد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آن را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جهان فعل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جهان بزرگ مانند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کوچک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چهار فصل است ، نخست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کنون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فصل پا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که وقت شخم کردن و بذر افشاندن و آب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اعمال است .</w:t>
      </w:r>
    </w:p>
    <w:p w:rsidR="004A50B5" w:rsidRPr="004A50B5" w:rsidRDefault="000B6F21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قسمت</w:t>
      </w:r>
      <w:r w:rsidR="004A50B5" w:rsidRPr="004A50B5">
        <w:rPr>
          <w:rtl/>
          <w:lang w:bidi="fa-IR"/>
        </w:rPr>
        <w:t xml:space="preserve"> دوم : آن عالم برزخ است که انسان ها با کفن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به خواب سنگ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روند ، چون فصل زمستان . قسمت سوم زمان محشور شدن و سر از خاک بدر آوردن است چون فصل بهار مانند گل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رنگارنگ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خارها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خوفناک ، قسمت چهارم 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افت</w:t>
      </w:r>
      <w:r w:rsidR="004A50B5" w:rsidRPr="004A50B5">
        <w:rPr>
          <w:rtl/>
          <w:lang w:bidi="fa-IR"/>
        </w:rPr>
        <w:t xml:space="preserve">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در بهشت بر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در آتش ج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، ما به چشم خود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و با وجدان خود درک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که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جهان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 مانند کتاب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ناقص است که چند فصل آن در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</w:t>
      </w:r>
      <w:r w:rsidR="004A50B5" w:rsidRPr="004A50B5">
        <w:rPr>
          <w:rtl/>
          <w:lang w:bidi="fa-IR"/>
        </w:rPr>
        <w:t xml:space="preserve"> نوشته شده و نت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جه</w:t>
      </w:r>
      <w:r w:rsidR="004A50B5" w:rsidRPr="004A50B5">
        <w:rPr>
          <w:rtl/>
          <w:lang w:bidi="fa-IR"/>
        </w:rPr>
        <w:t xml:space="preserve"> فصول حساس آن باق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،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جهت ضم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</w:t>
      </w:r>
      <w:r w:rsidR="004A50B5" w:rsidRPr="004A50B5">
        <w:rPr>
          <w:rtl/>
          <w:lang w:bidi="fa-IR"/>
        </w:rPr>
        <w:t xml:space="preserve"> ما حکم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کند که زندگ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 با مرگ و رخت بربستن از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جهان پا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پ</w:t>
      </w:r>
      <w:r w:rsidR="004A50B5" w:rsidRPr="004A50B5">
        <w:rPr>
          <w:rFonts w:hint="eastAsia"/>
          <w:rtl/>
          <w:lang w:bidi="fa-IR"/>
        </w:rPr>
        <w:t>ذ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رد</w:t>
      </w:r>
      <w:r w:rsidR="004A50B5" w:rsidRPr="004A50B5">
        <w:rPr>
          <w:rtl/>
          <w:lang w:bidi="fa-IR"/>
        </w:rPr>
        <w:t xml:space="preserve"> ، با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جهان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 که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کتاب در آن کامل شود و فصل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گرش</w:t>
      </w:r>
      <w:r w:rsidR="004A50B5" w:rsidRPr="004A50B5">
        <w:rPr>
          <w:rtl/>
          <w:lang w:bidi="fa-IR"/>
        </w:rPr>
        <w:t xml:space="preserve"> در آنجا پرداخته گردد .آثار حفار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سنگ نبشته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مصر که از دو هزار و ششصد سال قبل از مس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ح</w:t>
      </w:r>
      <w:r w:rsidR="004A50B5" w:rsidRPr="004A50B5">
        <w:rPr>
          <w:rtl/>
          <w:lang w:bidi="fa-IR"/>
        </w:rPr>
        <w:t xml:space="preserve"> باق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مانده نشان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دهد که مردم مصر هزاران سال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ش</w:t>
      </w:r>
      <w:r w:rsidR="004A50B5" w:rsidRPr="004A50B5">
        <w:rPr>
          <w:rtl/>
          <w:lang w:bidi="fa-IR"/>
        </w:rPr>
        <w:t xml:space="preserve"> از باق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گذاشتن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آثار به بقاء بعد از مرگ و </w:t>
      </w:r>
      <w:r w:rsidR="004A50B5" w:rsidRPr="004A50B5">
        <w:rPr>
          <w:rFonts w:hint="eastAsia"/>
          <w:rtl/>
          <w:lang w:bidi="fa-IR"/>
        </w:rPr>
        <w:t>به</w:t>
      </w:r>
      <w:r w:rsidR="004A50B5" w:rsidRPr="004A50B5">
        <w:rPr>
          <w:rtl/>
          <w:lang w:bidi="fa-IR"/>
        </w:rPr>
        <w:t xml:space="preserve"> رستاخ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و حساب معتقد بوده همچن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در آثار</w:t>
      </w:r>
      <w:r>
        <w:rPr>
          <w:rFonts w:hint="cs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کلدان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و آشور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ها کاملاً مشهود است ، و در عقا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قد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</w:t>
      </w:r>
      <w:r w:rsidR="004A50B5" w:rsidRPr="004A50B5">
        <w:rPr>
          <w:rtl/>
          <w:lang w:bidi="fa-IR"/>
        </w:rPr>
        <w:t xml:space="preserve"> در رأس مسائل حساس اعتقاد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بوده و در کتب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هند و 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دوام و بقاء را نوع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به معاد نشان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دهد .</w:t>
      </w:r>
      <w:r w:rsidR="004A50B5" w:rsidRPr="004A50B5">
        <w:rPr>
          <w:rFonts w:hint="eastAsia"/>
          <w:rtl/>
          <w:lang w:bidi="fa-IR"/>
        </w:rPr>
        <w:t>اما</w:t>
      </w:r>
      <w:r w:rsidR="004A50B5" w:rsidRPr="004A50B5">
        <w:rPr>
          <w:rtl/>
          <w:lang w:bidi="fa-IR"/>
        </w:rPr>
        <w:t xml:space="preserve"> در طول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خ</w:t>
      </w:r>
      <w:r w:rsidR="004A50B5" w:rsidRPr="004A50B5">
        <w:rPr>
          <w:rtl/>
          <w:lang w:bidi="fa-IR"/>
        </w:rPr>
        <w:t xml:space="preserve"> بشر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در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اکثر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ملت جهان که معتقد به معاد بوده اند دسته و اقل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</w:t>
      </w:r>
      <w:r w:rsidR="004A50B5" w:rsidRPr="004A50B5">
        <w:rPr>
          <w:rtl/>
          <w:lang w:bidi="fa-IR"/>
        </w:rPr>
        <w:lastRenderedPageBreak/>
        <w:t>کم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هم بوده اند که در اثر انحراف از فطرت و روگرداندن به ماد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و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ل</w:t>
      </w:r>
      <w:r w:rsidR="004A50B5" w:rsidRPr="004A50B5">
        <w:rPr>
          <w:rtl/>
          <w:lang w:bidi="fa-IR"/>
        </w:rPr>
        <w:t xml:space="preserve"> به شهوات و لذات کوش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اند که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ندا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وجدان را فر نشانده و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شعله خاموش نشدن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اله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که از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جان برخاسته فرو نشانند .</w:t>
      </w:r>
      <w:r w:rsidR="004A50B5" w:rsidRPr="004A50B5">
        <w:rPr>
          <w:rFonts w:hint="eastAsia"/>
          <w:rtl/>
          <w:lang w:bidi="fa-IR"/>
        </w:rPr>
        <w:t>اما</w:t>
      </w:r>
      <w:r w:rsidR="004A50B5" w:rsidRPr="004A50B5">
        <w:rPr>
          <w:rtl/>
          <w:lang w:bidi="fa-IR"/>
        </w:rPr>
        <w:t xml:space="preserve"> چون فرو گشتن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شعله تابناک مح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ط</w:t>
      </w:r>
      <w:r w:rsidR="004A50B5" w:rsidRPr="004A50B5">
        <w:rPr>
          <w:rtl/>
          <w:lang w:bidi="fa-IR"/>
        </w:rPr>
        <w:t xml:space="preserve"> روح را 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ره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سازد و فرصت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جولان به دست خفاش ها و جغدها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داد</w:t>
      </w:r>
      <w:r w:rsidR="004A50B5" w:rsidRPr="004A50B5">
        <w:rPr>
          <w:rtl/>
          <w:lang w:bidi="fa-IR"/>
        </w:rPr>
        <w:t xml:space="preserve"> و جنا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ات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دهد خداوند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غمبران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را فرستاد تا با فروغ وح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و هدا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ت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چراغ را برافروزند و تار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ک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کفر و فسق و فجور را در پرتو نور معرفت بر طرف سازند و بدون شک و ترد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اسلام مهم 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در دعوت خود بر اثبات رستاخ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ز</w:t>
      </w:r>
      <w:r w:rsidR="004A50B5" w:rsidRPr="004A50B5">
        <w:rPr>
          <w:rtl/>
          <w:lang w:bidi="fa-IR"/>
        </w:rPr>
        <w:t xml:space="preserve"> قو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ن</w:t>
      </w:r>
      <w:r w:rsidR="004A50B5" w:rsidRPr="004A50B5">
        <w:rPr>
          <w:rtl/>
          <w:lang w:bidi="fa-IR"/>
        </w:rPr>
        <w:t xml:space="preserve"> حجت ها را اقامه کرده و عق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به معاد را بر پا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ه</w:t>
      </w:r>
      <w:r w:rsidR="004A50B5" w:rsidRPr="004A50B5">
        <w:rPr>
          <w:rtl/>
          <w:lang w:bidi="fa-IR"/>
        </w:rPr>
        <w:t xml:space="preserve"> ها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رومند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از استدلال و برهان برپا داشته و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رفع شبهه در اثبات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امت</w:t>
      </w:r>
      <w:r w:rsidR="004A50B5" w:rsidRPr="004A50B5">
        <w:rPr>
          <w:rtl/>
          <w:lang w:bidi="fa-IR"/>
        </w:rPr>
        <w:t xml:space="preserve"> به بحث قبل 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عن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خداشناس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توان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مراجعه کن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0B6F21" w:rsidP="000B6F21">
      <w:pPr>
        <w:pStyle w:val="Heading2"/>
        <w:rPr>
          <w:rtl/>
        </w:rPr>
      </w:pPr>
      <w:r>
        <w:rPr>
          <w:rtl/>
        </w:rPr>
        <w:br w:type="page"/>
      </w:r>
      <w:bookmarkStart w:id="102" w:name="_Toc500835284"/>
      <w:bookmarkStart w:id="103" w:name="_Toc500835453"/>
      <w:r w:rsidR="004A50B5" w:rsidRPr="004A50B5">
        <w:rPr>
          <w:rFonts w:hint="eastAsia"/>
          <w:rtl/>
        </w:rPr>
        <w:lastRenderedPageBreak/>
        <w:t>نماز</w:t>
      </w:r>
      <w:bookmarkEnd w:id="102"/>
      <w:bookmarkEnd w:id="103"/>
    </w:p>
    <w:p w:rsidR="004A50B5" w:rsidRPr="004A50B5" w:rsidRDefault="004A50B5" w:rsidP="000B6F21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، نماز را که رابطه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حق و بنده و سد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برابر ارتکاب گناه و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به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بارزتر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روشن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روش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روش عبادت است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در اسلام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به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دارد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دانست که عبادت منحصر به آداب و رسوم تعبد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معروف مانند نماز تنها و روزه و زکوه و حج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بلکه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داً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 و شامل 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آن عبارت است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خدا .</w:t>
      </w:r>
      <w:r w:rsidR="000B6F21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سراسر</w:t>
      </w:r>
      <w:r w:rsidRPr="004A50B5">
        <w:rPr>
          <w:rtl/>
          <w:lang w:bidi="fa-IR"/>
        </w:rPr>
        <w:t xml:space="preserve"> روش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همان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است همه فروغ و شعبه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از آن سرچشمه گرفته و بازگشت همه آنها در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است چون در همه احوال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در نظر باشد معان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آداب و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فات</w:t>
      </w:r>
      <w:r w:rsidRPr="004A50B5">
        <w:rPr>
          <w:rtl/>
          <w:lang w:bidi="fa-IR"/>
        </w:rPr>
        <w:t xml:space="preserve"> و مناسک روشن خواهد شد .</w:t>
      </w:r>
      <w:r w:rsidR="000B6F21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رأس تمام عبادات که رمز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بنده با پروردگار است و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اصول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آن لحاظ شده نماز است .</w:t>
      </w:r>
      <w:r w:rsidRPr="004A50B5">
        <w:rPr>
          <w:rFonts w:hint="eastAsia"/>
          <w:rtl/>
          <w:lang w:bidi="fa-IR"/>
        </w:rPr>
        <w:t>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خل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کعبه را به فرمان خدا ساخت در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عمل رو به درگاه خداوند کرد و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گفت بار الها من فرزندانم را از آن سرزم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سرسبز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نقطه خشک و بد آب و هوا آورده ام تا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آزاد دور از حکومت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بت پرست تو را پرستش کنند و در کنار تو نماز بگذارند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را خداوند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نقل کرده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نشان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که نماز در دوران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جزء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بوده و غرض از ساختن کعبه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و رابطه با خدا بوده است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درباره حضرت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گهواره لب به سخن گشود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ادآور</w:t>
      </w:r>
      <w:r w:rsidRPr="004A50B5">
        <w:rPr>
          <w:rtl/>
          <w:lang w:bidi="fa-IR"/>
        </w:rPr>
        <w:t xml:space="preserve"> چند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طرف پروردگار به من سفارش شده است از آن جمله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نماز است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اسماع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به فرزندان خود نماز و زکوه را توص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اسرار نماز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و مسلم است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متعال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را در انسان زنده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روش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خداست ، بلکه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گفت ضامن اجراء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بسط عدالت و گسترش دادن حق و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و اجتناب از هر گونه </w:t>
      </w:r>
      <w:r w:rsidRPr="004A50B5">
        <w:rPr>
          <w:rFonts w:hint="eastAsia"/>
          <w:rtl/>
          <w:lang w:bidi="fa-IR"/>
        </w:rPr>
        <w:t>تجاوز</w:t>
      </w:r>
      <w:r w:rsidRPr="004A50B5">
        <w:rPr>
          <w:rtl/>
          <w:lang w:bidi="fa-IR"/>
        </w:rPr>
        <w:t xml:space="preserve"> به حقوق فرد و اجتماع همان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خدا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پروردگار زنج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انسان را از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موجب</w:t>
      </w:r>
      <w:r w:rsidRPr="004A50B5">
        <w:rPr>
          <w:rtl/>
          <w:lang w:bidi="fa-IR"/>
        </w:rPr>
        <w:t xml:space="preserve"> خشم اوست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،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انواع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هوسران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مجهز است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حکومت غرا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شهوان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کانون وجود او مستحکم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برجاست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جنس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هوس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مرز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گانه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کنترل کردن او همان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با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دگار</w:t>
      </w:r>
      <w:r w:rsidRPr="004A50B5">
        <w:rPr>
          <w:rtl/>
          <w:lang w:bidi="fa-IR"/>
        </w:rPr>
        <w:t xml:space="preserve"> جهان است .</w:t>
      </w:r>
      <w:r w:rsidRPr="004A50B5">
        <w:rPr>
          <w:rtl/>
          <w:lang w:bidi="fa-IR"/>
        </w:rPr>
        <w:cr/>
      </w:r>
      <w:r w:rsidRPr="004A50B5">
        <w:rPr>
          <w:rFonts w:hint="eastAsia"/>
          <w:rtl/>
          <w:lang w:bidi="fa-IR"/>
        </w:rPr>
        <w:t>نماز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نوع دعاد و تضرع و خشوع و فرمانبردار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رابطه بنده را با پروردگارش محکم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رحمت خدا را بر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، دل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حرص و علاقه به امور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به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اخلاص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آموزد ، تن انسان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حرکت وام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، و او 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به رعا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انتظام در امور وقت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مسلمان</w:t>
      </w:r>
      <w:r w:rsidRPr="004A50B5">
        <w:rPr>
          <w:rtl/>
          <w:lang w:bidi="fa-IR"/>
        </w:rPr>
        <w:t xml:space="preserve"> در نماز با دل خاشع و ذهن حاضر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 ، معارف قرآن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آموزد و به نور قرآن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دلش با صفا و عقلش روشن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گردد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رکن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اول از ارکان اسلام نماز است ،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نماز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شبانه روز پنج مرتبه ذکر آنچه را که قبلاً به آن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آورده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زبان و اعمال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تکرار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به خاطر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چه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عهده گرفته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روز اول وقت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قبل از آنکه به کرا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بپرداز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با بدن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پاک و پاک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نزد پروردگارتان حاضر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سپس 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ستاده</w:t>
      </w:r>
      <w:r w:rsidRPr="004A50B5">
        <w:rPr>
          <w:rtl/>
          <w:lang w:bidi="fa-IR"/>
        </w:rPr>
        <w:t xml:space="preserve"> چه نشسته چه در حال رکوع چه در سجود نزد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متعال به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اقرار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از او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عهد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طاعت و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با او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نماز هر بار آرزو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خودتان را در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رضا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و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خشم و غضب او تکرار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درس کتاب او را اعاده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رسالت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او شهادت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آن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محکمه او حاضر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شد تا از</w:t>
      </w:r>
      <w:r w:rsidR="0046604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کارها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شما بپرسند و پاداش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خور آن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شما بدهند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روزتان را شروع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سپس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مشغول کار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چند ساعت کارتان را انجام داد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مؤذن به شما اعلام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باز خدا را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درستان را تکرار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مبادا آن را فراموش کرده غافل بمان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آن گاه از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د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پس از آنکه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مانتان</w:t>
      </w:r>
      <w:r w:rsidRPr="004A50B5">
        <w:rPr>
          <w:rtl/>
          <w:lang w:bidi="fa-IR"/>
        </w:rPr>
        <w:t xml:space="preserve"> را تجد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دوباره به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مشغول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سپس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مرتبه سوم پس از چند ساعت مؤذن شما را به نماز مغرب و عشا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خواند و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تمام عمر شما را با مبدأ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اتصال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توجه د</w:t>
      </w:r>
      <w:r w:rsidRPr="004A50B5">
        <w:rPr>
          <w:rFonts w:hint="eastAsia"/>
          <w:rtl/>
          <w:lang w:bidi="fa-IR"/>
        </w:rPr>
        <w:t>اشته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تحقق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هنگام ارتحال از جهان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فرمود :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افراد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مرا جمع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سپس به آنان فرمود که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تا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برسانند که هر کس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عبادت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را سبک بشمارد دست او به رشته اتصال ما در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نخواهد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سه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را انتخاب کردم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بو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صالحه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نور چشم من در نماز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ارتباط انسان با جهان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نش</w:t>
      </w:r>
      <w:r w:rsidRPr="004A50B5">
        <w:rPr>
          <w:rtl/>
          <w:lang w:bidi="fa-IR"/>
        </w:rPr>
        <w:t xml:space="preserve"> روشنا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چشم است ،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نماز را او روشن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چشم بداند حساب آن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عبادات روشن و به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واقف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فرمود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در پرونده اعمال او نماز نباشد اعمال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گرش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نخواهند شد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اعمال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به منزل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اجناس 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نماز هم چون برق است و روشن کننده اعمال ، بدون 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ته</w:t>
      </w:r>
      <w:r w:rsidRPr="004A50B5">
        <w:rPr>
          <w:rtl/>
          <w:lang w:bidi="fa-IR"/>
        </w:rPr>
        <w:t xml:space="preserve"> اجناس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الکتر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ارزش دارد ؟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نماز</w:t>
      </w:r>
      <w:r w:rsidRPr="004A50B5">
        <w:rPr>
          <w:rtl/>
          <w:lang w:bidi="fa-IR"/>
        </w:rPr>
        <w:t xml:space="preserve"> تنها عامل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وسته</w:t>
      </w:r>
      <w:r w:rsidRPr="004A50B5">
        <w:rPr>
          <w:rtl/>
          <w:lang w:bidi="fa-IR"/>
        </w:rPr>
        <w:t xml:space="preserve"> اساس اسلام شما را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پنج بار تقو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شما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پردامنه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شد آماده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و </w:t>
      </w:r>
      <w:r w:rsidRPr="004A50B5">
        <w:rPr>
          <w:rtl/>
          <w:lang w:bidi="fa-IR"/>
        </w:rPr>
        <w:lastRenderedPageBreak/>
        <w:t>باز همان عامل است که شما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به عقا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طهارت نفس و ارتقاء روح و صلاح اخلاق و اعمالتان منحصر در آن است متذکر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نماز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تر و شامل تر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خداست اهل نماز در مقابل عبادات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سر فرود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نماز را به صورت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بپا دارد و گرنه خواندن نماز تنها کفا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46604F" w:rsidRPr="004A50B5">
        <w:rPr>
          <w:rtl/>
          <w:lang w:bidi="fa-IR"/>
        </w:rPr>
        <w:t xml:space="preserve"> </w:t>
      </w:r>
    </w:p>
    <w:p w:rsidR="0046604F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امام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سؤال کردند :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اعمال آن حضرت فرمود :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بعد از معرفت به خداوند بالاتر از نماز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خداوند در کتابش از قول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نقل فرموده که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 نماز شده بود .</w:t>
      </w:r>
    </w:p>
    <w:p w:rsidR="004A50B5" w:rsidRPr="004A50B5" w:rsidRDefault="0046604F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 xml:space="preserve"> </w:t>
      </w:r>
      <w:r w:rsidR="004A50B5" w:rsidRPr="004A50B5">
        <w:rPr>
          <w:rFonts w:hint="eastAsia"/>
          <w:rtl/>
          <w:lang w:bidi="fa-IR"/>
        </w:rPr>
        <w:t>نب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اسلام فرمود : نماز مانند عمود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مه</w:t>
      </w:r>
      <w:r w:rsidR="004A50B5" w:rsidRPr="004A50B5">
        <w:rPr>
          <w:rtl/>
          <w:lang w:bidi="fa-IR"/>
        </w:rPr>
        <w:t xml:space="preserve"> است هنگام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عمود برجا باشد طناب و پ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چ</w:t>
      </w:r>
      <w:r w:rsidR="004A50B5" w:rsidRPr="004A50B5">
        <w:rPr>
          <w:rtl/>
          <w:lang w:bidi="fa-IR"/>
        </w:rPr>
        <w:t xml:space="preserve"> و پرده بر جاست و زمان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عمود نباشد آنها برا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ق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افه</w:t>
      </w:r>
      <w:r w:rsidR="004A50B5" w:rsidRPr="004A50B5">
        <w:rPr>
          <w:rtl/>
          <w:lang w:bidi="fa-IR"/>
        </w:rPr>
        <w:t xml:space="preserve"> خ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مه</w:t>
      </w:r>
      <w:r w:rsidR="004A50B5" w:rsidRPr="004A50B5">
        <w:rPr>
          <w:rtl/>
          <w:lang w:bidi="fa-IR"/>
        </w:rPr>
        <w:t xml:space="preserve"> فا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ده</w:t>
      </w:r>
      <w:r w:rsidR="004A50B5" w:rsidRPr="004A50B5">
        <w:rPr>
          <w:rtl/>
          <w:lang w:bidi="fa-IR"/>
        </w:rPr>
        <w:t xml:space="preserve"> ا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ندارد و فرمود مثل نماز مانند نهر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است که درب منزل شما جار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باشد که شما شبانه روز در آن پنج مرتبه شستشو کن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Fonts w:hint="eastAsia"/>
          <w:rtl/>
          <w:lang w:bidi="fa-IR"/>
        </w:rPr>
        <w:t>د</w:t>
      </w:r>
      <w:r w:rsidR="004A50B5" w:rsidRPr="004A50B5">
        <w:rPr>
          <w:rtl/>
          <w:lang w:bidi="fa-IR"/>
        </w:rPr>
        <w:t xml:space="preserve"> هم</w:t>
      </w:r>
      <w:r w:rsidR="004A50B5" w:rsidRPr="004A50B5">
        <w:rPr>
          <w:rFonts w:hint="eastAsia"/>
          <w:rtl/>
          <w:lang w:bidi="fa-IR"/>
        </w:rPr>
        <w:t>ان</w:t>
      </w:r>
      <w:r w:rsidR="004A50B5" w:rsidRPr="004A50B5">
        <w:rPr>
          <w:rtl/>
          <w:lang w:bidi="fa-IR"/>
        </w:rPr>
        <w:t xml:space="preserve"> طور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که بعد از پنج مرتبه نظافت کثافت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در بدن شما نم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ماند آن طور هم نماز خواندن شما را گناهان محفوظ م</w:t>
      </w:r>
      <w:r w:rsidR="004A50B5" w:rsidRPr="004A50B5">
        <w:rPr>
          <w:rFonts w:hint="cs"/>
          <w:rtl/>
          <w:lang w:bidi="fa-IR"/>
        </w:rPr>
        <w:t>ی</w:t>
      </w:r>
      <w:r w:rsidR="004A50B5" w:rsidRPr="004A50B5">
        <w:rPr>
          <w:rtl/>
          <w:lang w:bidi="fa-IR"/>
        </w:rPr>
        <w:t xml:space="preserve">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مراتب تأک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شده نماز را مسلمانان با جماعت انجام دهند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مقرر فرموده که نماز جمعه را مخصوصاً هر هفته با صورت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شکل خاص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بخوانند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نماز</w:t>
      </w:r>
      <w:r w:rsidRPr="004A50B5">
        <w:rPr>
          <w:rtl/>
          <w:lang w:bidi="fa-IR"/>
        </w:rPr>
        <w:t xml:space="preserve"> جماعت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مسلمانان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محبت و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از همه افراد توده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متراکم و فشرده به وجود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صورت جمع در مقابل خدا قنوت و سجود و رکوع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دلهاشان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</w:t>
      </w:r>
      <w:r w:rsidR="0046604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احساس در آنها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که همه برادرند سپ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، ترک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لم</w:t>
      </w:r>
      <w:r w:rsidRPr="004A50B5">
        <w:rPr>
          <w:rtl/>
          <w:lang w:bidi="fa-IR"/>
        </w:rPr>
        <w:t xml:space="preserve"> ، عجم و عرب و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ندارند دهات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مطرح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نماز جماعت ملاحظه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همه افراد چه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چه صغ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کب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... پهلو به پهلو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آن گاه نه اشراف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دارد نه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اشراف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نه 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نه 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علاوه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 نماز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اسرار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مهم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افتن</w:t>
      </w:r>
      <w:r w:rsidRPr="004A50B5">
        <w:rPr>
          <w:rtl/>
          <w:lang w:bidi="fa-IR"/>
        </w:rPr>
        <w:t xml:space="preserve"> آن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کتاب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مخصوص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نوشته شده مراجعه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Heading2"/>
        <w:rPr>
          <w:rtl/>
        </w:rPr>
      </w:pPr>
      <w:bookmarkStart w:id="104" w:name="_Toc500835285"/>
      <w:bookmarkStart w:id="105" w:name="_Toc500835454"/>
      <w:r w:rsidRPr="004A50B5">
        <w:rPr>
          <w:rFonts w:hint="eastAsia"/>
          <w:rtl/>
        </w:rPr>
        <w:t>امر</w:t>
      </w:r>
      <w:r w:rsidRPr="004A50B5">
        <w:rPr>
          <w:rtl/>
        </w:rPr>
        <w:t xml:space="preserve"> به معروف و نه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از منکر</w:t>
      </w:r>
      <w:bookmarkEnd w:id="104"/>
      <w:bookmarkEnd w:id="105"/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خلق را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نفس رهبر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و از سقوط در ورطه 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باز دار ،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جهاد مقدس که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است آزار مردم را با استمداد از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هموار ساز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استعداد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روان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تحت تأث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سخن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البته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استعداد موقت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سخن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تکرار شود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پند</w:t>
      </w:r>
      <w:r w:rsidRPr="004A50B5">
        <w:rPr>
          <w:rtl/>
          <w:lang w:bidi="fa-IR"/>
        </w:rPr>
        <w:t xml:space="preserve"> و اندرز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مستق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ماً</w:t>
      </w:r>
      <w:r w:rsidRPr="004A50B5">
        <w:rPr>
          <w:rtl/>
          <w:lang w:bidi="fa-IR"/>
        </w:rPr>
        <w:t xml:space="preserve"> از راه 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باطن و وجدان راه خود را به جان انسان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آن را سخت به جنبش درآورده نهفته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لحظه موقت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مانند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ته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درآورند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ماه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به حا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خود گذاشته شود دوباره رسوب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رسوب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اضافه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حرکت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عمق آن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جان انسان هم در هر لحظه به 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دارد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لحاظ اگر سرمشق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کنار موعظه نباشد که شخص اثر پند و اندرز را در وجود او آسان و ارجا شده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تا از او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موعظه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سرمشق</w:t>
      </w:r>
      <w:r w:rsidRPr="004A50B5">
        <w:rPr>
          <w:rtl/>
          <w:lang w:bidi="fa-IR"/>
        </w:rPr>
        <w:t xml:space="preserve"> مشاعر و افکار را به خود وابسته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به نظر عام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همه قابل لمس باشد و نگذارد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از او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انتها سرگردان</w:t>
      </w:r>
      <w:r w:rsidR="0046604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بماند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حرکت در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شود ، اگر ابتدا سرمشق شا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وجود داشته باشد ، موعظه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اثر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نفس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گذارد و از طرف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موعظه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 ضرورت دارد در نفس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فطر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 که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احت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اج</w:t>
      </w:r>
      <w:r w:rsidRPr="004A50B5">
        <w:rPr>
          <w:rtl/>
          <w:lang w:bidi="fa-IR"/>
        </w:rPr>
        <w:t xml:space="preserve"> به ارشاد و تهذ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دارند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سر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جز با موعظه و پند و اندرز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انسان تنها به سرمشق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نها به موعظه اکتفاء نکرده بلکه هر دو را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داشته ،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ابتدا خود را بترسان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سپس اهل خود را .</w:t>
      </w:r>
      <w:r w:rsidR="0046604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امر به معروف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دعوت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مبارزه با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جزو مهم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گرانبهاتر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دستورات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عقل و شرع در لزوم آن هم آهنگند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از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محسوب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در 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عبادات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اق</w:t>
      </w:r>
      <w:r w:rsidRPr="004A50B5">
        <w:rPr>
          <w:rFonts w:hint="eastAsia"/>
          <w:rtl/>
          <w:lang w:bidi="fa-IR"/>
        </w:rPr>
        <w:t>سام</w:t>
      </w:r>
      <w:r w:rsidRPr="004A50B5">
        <w:rPr>
          <w:rtl/>
          <w:lang w:bidi="fa-IR"/>
        </w:rPr>
        <w:t xml:space="preserve"> جهاد است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موضوع</w:t>
      </w:r>
      <w:r w:rsidRPr="004A50B5">
        <w:rPr>
          <w:rtl/>
          <w:lang w:bidi="fa-IR"/>
        </w:rPr>
        <w:t xml:space="preserve">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و به اصطلاح نظارت ملّ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موضوع دامنه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تمام شؤون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دخالت دارد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جهان امروز علاوه بر نظارت و مراقبت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عهده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مؤسسه ها و دوائر است مانند شهردار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حق نظارت بر عمران و آباد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شهر دارد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نظارت 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تمام مردم واگذار شده که حق نظارت و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انتقاد در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امور داشته باشند تا با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</w:t>
      </w:r>
      <w:r w:rsidRPr="004A50B5">
        <w:rPr>
          <w:rFonts w:hint="eastAsia"/>
          <w:rtl/>
          <w:lang w:bidi="fa-IR"/>
        </w:rPr>
        <w:t>منطق</w:t>
      </w:r>
      <w:r w:rsidRPr="004A50B5">
        <w:rPr>
          <w:rtl/>
          <w:lang w:bidi="fa-IR"/>
        </w:rPr>
        <w:t xml:space="preserve"> لغزش ها را تذکر دهند .</w:t>
      </w:r>
      <w:r w:rsidR="0046604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متمدن ملت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در تمام شؤون کشور نظارت بنما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سرچشمه قدرت و علت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سازمان ها ملت است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هر گونه انحراف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سازمان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لات</w:t>
      </w:r>
      <w:r w:rsidRPr="004A50B5">
        <w:rPr>
          <w:rtl/>
          <w:lang w:bidi="fa-IR"/>
        </w:rPr>
        <w:t xml:space="preserve"> کشور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فوراً انتقاد </w:t>
      </w:r>
      <w:r w:rsidRPr="004A50B5">
        <w:rPr>
          <w:rtl/>
          <w:lang w:bidi="fa-IR"/>
        </w:rPr>
        <w:lastRenderedPageBreak/>
        <w:t>کند و نظر بدهد و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انحراف لحن انتقاد خود را </w:t>
      </w:r>
      <w:r w:rsidRPr="004A50B5">
        <w:rPr>
          <w:rFonts w:hint="eastAsia"/>
          <w:rtl/>
          <w:lang w:bidi="fa-IR"/>
        </w:rPr>
        <w:t>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دتر</w:t>
      </w:r>
      <w:r w:rsidRPr="004A50B5">
        <w:rPr>
          <w:rtl/>
          <w:lang w:bidi="fa-IR"/>
        </w:rPr>
        <w:t xml:space="preserve"> سازد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مبدأ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اوست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همان نظارت 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جهان امروز آن را به صورت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اصل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و اسلام چهارده قرن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گذار آن بوده است .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ملت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اصل بزرگ را فراموش کنند به صور حتم خداوند آنها را در چنگال ذلت و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گرفتار خواهد نمود و لباس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اندام آنان خواهد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طعمه آماده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درندگان انسان نما و ستمگران خواهند بود ، و لذا از شخص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و ائمه طاهر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عبارات تکان دهنده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لزوم انجام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و مفاسد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ترک آن دامگ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اجتماعات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نقل شده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فرمود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درباره امور مسلمانان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شد</w:t>
      </w:r>
      <w:r w:rsidRPr="004A50B5">
        <w:rPr>
          <w:rtl/>
          <w:lang w:bidi="fa-IR"/>
        </w:rPr>
        <w:t xml:space="preserve"> از آنان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حضرت فرمود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شر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لاب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آتش سوزنده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مردمان مسلمان کوتاه سازد بهشت بر او واجب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چه شر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کدام آتش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بدتر از شر و آتش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؟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بر تو باد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خلق به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حت</w:t>
      </w:r>
      <w:r w:rsidRPr="004A50B5">
        <w:rPr>
          <w:rtl/>
          <w:lang w:bidi="fa-IR"/>
        </w:rPr>
        <w:t xml:space="preserve"> پرداز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بالاتر از آن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فرمود :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گرنه ظالم بر شما مسلط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دعا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خوبانتان مستجاب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قبل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استجابت دعا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بسته شود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اسلام فرمود : از نشستن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راه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گفتند : عادت ماست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مجالست و گفتگو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پس حق راه را اداء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گفتند : حق راه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فرمود</w:t>
      </w:r>
      <w:r w:rsidRPr="004A50B5">
        <w:rPr>
          <w:rtl/>
          <w:lang w:bidi="fa-IR"/>
        </w:rPr>
        <w:t xml:space="preserve"> : 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نامحرم ، آزار نرساندن ، جواب سلام ، امر به معروف ،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را بر مسلمانان واجب کرده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وجوب ، 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اسلام را بر ملل متمدن که انتقاد را مباح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روشن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سازد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شات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مکرم اسلام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وجود آن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باقر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نظارت مردم فرائض و تکال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مردم ملزم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از حرام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زند</w:t>
      </w:r>
      <w:r w:rsidRPr="004A50B5">
        <w:rPr>
          <w:rtl/>
          <w:lang w:bidi="fa-IR"/>
        </w:rPr>
        <w:t xml:space="preserve"> و از طرق مشروع و کسب حلال ارتزاق کنند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دستگاه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مبارزه با فساد تمام راهها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کشور امن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و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بر اثر 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حدود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فر</w:t>
      </w:r>
      <w:r w:rsidRPr="004A50B5">
        <w:rPr>
          <w:rtl/>
          <w:lang w:bidi="fa-IR"/>
        </w:rPr>
        <w:t xml:space="preserve"> دادن جن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تکاران</w:t>
      </w:r>
      <w:r w:rsidRPr="004A50B5">
        <w:rPr>
          <w:rtl/>
          <w:lang w:bidi="fa-IR"/>
        </w:rPr>
        <w:t xml:space="preserve"> در سراسر کشور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اندازد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قدرت با تمام مراحل گوناگون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دارد از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زبان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تا برسد به اجراء حدود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جزا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اجتماع گرفته شود هرج و مرج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نظم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وحشت و اضطراب در تمام شؤون مردم رخنه کرده و لذت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آنان</w:t>
      </w:r>
      <w:r w:rsidRPr="004A50B5">
        <w:rPr>
          <w:rtl/>
          <w:lang w:bidi="fa-IR"/>
        </w:rPr>
        <w:t xml:space="preserve"> که تصور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مانع از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است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پاسخ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پرسش را در ضمن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سؤال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فرموده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اجتماع</w:t>
      </w:r>
      <w:r w:rsidRPr="004A50B5">
        <w:rPr>
          <w:rtl/>
          <w:lang w:bidi="fa-IR"/>
        </w:rPr>
        <w:t xml:space="preserve"> ما بسان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سرنش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آنجا آزادند که موجبات هلاک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فراهم نکنند هر گاه مسافر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سوء استفاده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بخواهد با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وار</w:t>
      </w:r>
      <w:r w:rsidRPr="004A50B5">
        <w:rPr>
          <w:rtl/>
          <w:lang w:bidi="fa-IR"/>
        </w:rPr>
        <w:t xml:space="preserve">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سوراخ کند ،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مسافران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دفاع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دارند به شدت هر چه تمام تر با او م</w:t>
      </w:r>
      <w:r w:rsidRPr="004A50B5">
        <w:rPr>
          <w:rFonts w:hint="eastAsia"/>
          <w:rtl/>
          <w:lang w:bidi="fa-IR"/>
        </w:rPr>
        <w:t>بارزه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عمل او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نحو سوء استفاده از آزاد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جامعه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بسان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افراد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جامعه سرنش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، آنها در ضرر و نفع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کسانند</w:t>
      </w:r>
      <w:r w:rsidRPr="004A50B5">
        <w:rPr>
          <w:rtl/>
          <w:lang w:bidi="fa-IR"/>
        </w:rPr>
        <w:t xml:space="preserve"> و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حساب ضرر زدن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فرد را از اجتماع جدا نمود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لزوم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شما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دعوت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کند امر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کند ، مساو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امت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شب و روز در تلاوت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حقند و سجده به سر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خدا و آخرت دارند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در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و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سر</w:t>
      </w:r>
      <w:r w:rsidRPr="004A50B5">
        <w:rPr>
          <w:rFonts w:hint="eastAsia"/>
          <w:rtl/>
          <w:lang w:bidi="fa-IR"/>
        </w:rPr>
        <w:t>عت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و از صالح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و با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مؤمنات دوستان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گرند</w:t>
      </w:r>
      <w:r w:rsidRPr="004A50B5">
        <w:rPr>
          <w:rtl/>
          <w:lang w:bidi="fa-IR"/>
        </w:rPr>
        <w:t xml:space="preserve"> ،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بر پا دارنده نمازند .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لعنت</w:t>
      </w:r>
      <w:r w:rsidRPr="004A50B5">
        <w:rPr>
          <w:rtl/>
          <w:lang w:bidi="fa-IR"/>
        </w:rPr>
        <w:t xml:space="preserve"> شدند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اسرائ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 زبان داود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گناهانشان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نکردنشان ، شما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ملت ها انتخاب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کمک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کمک نکن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خردان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مغز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چشم خود را از ابتدا به عرصه اروپا گشوده اند و جز برنامه مغرب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قبول ندارند ،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نکنند روش انتقاد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را اروپائ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ملت 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بزرگ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</w:t>
      </w:r>
      <w:r w:rsidRPr="004A50B5">
        <w:rPr>
          <w:rtl/>
          <w:lang w:bidi="fa-IR"/>
        </w:rPr>
        <w:t xml:space="preserve"> آن ملت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نها</w:t>
      </w:r>
      <w:r w:rsidRPr="004A50B5">
        <w:rPr>
          <w:rtl/>
          <w:lang w:bidi="fa-IR"/>
        </w:rPr>
        <w:t xml:space="preserve"> نمونه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از دستورات اسلام در چهارده قرن قبل است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خداوند خود به آن را عذاب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مگر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بدکاران آنان ظاهر شود ، و آنان قدرت بر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باشند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شده که فرمود :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زن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طغ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کنند ، و جوانان شما فاسق شوند ، و کوشش در راه خدا ترک شود ؟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گفتند</w:t>
      </w:r>
      <w:r w:rsidRPr="004A50B5">
        <w:rPr>
          <w:rtl/>
          <w:lang w:bidi="fa-IR"/>
        </w:rPr>
        <w:t xml:space="preserve"> :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؟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به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جان من در دست اوست بدتر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 فرمود : 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ترک شود ؟</w:t>
      </w: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بدتر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چگونه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معروف منکر و منکر معروف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؟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بدتر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،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امر شود به منکر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از معروف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احاد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شما واجب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بدبختانه</w:t>
      </w:r>
      <w:r w:rsidRPr="004A50B5">
        <w:rPr>
          <w:rtl/>
          <w:lang w:bidi="fa-IR"/>
        </w:rPr>
        <w:t xml:space="preserve"> ما امروز مفاسد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که از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انجام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سرچشمه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با چشم خود آشکارا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کاش مطلب به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 ختم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و تنها به ترک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قناعت کرده بود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کادر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منکر در نظرها معروف و معروف در ن</w:t>
      </w:r>
      <w:r w:rsidRPr="004A50B5">
        <w:rPr>
          <w:rFonts w:hint="eastAsia"/>
          <w:rtl/>
          <w:lang w:bidi="fa-IR"/>
        </w:rPr>
        <w:t>ظرها</w:t>
      </w:r>
      <w:r w:rsidRPr="004A50B5">
        <w:rPr>
          <w:rtl/>
          <w:lang w:bidi="fa-IR"/>
        </w:rPr>
        <w:t xml:space="preserve"> منکر گردد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آمر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معروف و دعوت کنندگان به حق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خودشان پشت پا به حق و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بزنند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کنندگان از منکر خودشان آلوده انواع منکرات شوند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کمرشکن و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قابل تحمل بر اثر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 مردم عاقبت فساد را در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انوس</w:t>
      </w:r>
      <w:r w:rsidRPr="004A50B5">
        <w:rPr>
          <w:rtl/>
          <w:lang w:bidi="fa-IR"/>
        </w:rPr>
        <w:t xml:space="preserve"> ها و در جو آشکار کرد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معص</w:t>
      </w:r>
      <w:r w:rsidRPr="004A50B5">
        <w:rPr>
          <w:rFonts w:hint="eastAsia"/>
          <w:rtl/>
          <w:lang w:bidi="fa-IR"/>
        </w:rPr>
        <w:t>وم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لعنت</w:t>
      </w:r>
      <w:r w:rsidRPr="004A50B5">
        <w:rPr>
          <w:rtl/>
          <w:lang w:bidi="fa-IR"/>
        </w:rPr>
        <w:t xml:space="preserve"> بر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دعوت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خودشان ترک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آنها که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خود آن را انجام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راست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مذهب و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وسعت احکام و جامع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آنچه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لازم بوده و آنچه موجب ترق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شرفت</w:t>
      </w:r>
      <w:r w:rsidRPr="004A50B5">
        <w:rPr>
          <w:rtl/>
          <w:lang w:bidi="fa-IR"/>
        </w:rPr>
        <w:t xml:space="preserve"> و سعادت او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اسلام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نموده است ، از طرف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دستورات جامع و قوان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جهان وضع کرده که در واقع و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به منزله قوه مقننه است ،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قوه قانون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اجرا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اثر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نخواهد بخش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لذا در درجه اول ضمانت اجرا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آن را به عهده عموم مسلمانان گذارده و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را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فرد فرد آنها قرار داده تا هر کس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قوه مجر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اح</w:t>
      </w:r>
      <w:r w:rsidRPr="004A50B5">
        <w:rPr>
          <w:rFonts w:hint="eastAsia"/>
          <w:rtl/>
          <w:lang w:bidi="fa-IR"/>
        </w:rPr>
        <w:t>کام</w:t>
      </w:r>
      <w:r w:rsidRPr="004A50B5">
        <w:rPr>
          <w:rtl/>
          <w:lang w:bidi="fa-IR"/>
        </w:rPr>
        <w:t xml:space="preserve"> و مقررات بوده باشد و همه بر وضع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نظارت کنند و همه در برابر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مسؤول باشند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بخواهد به عمق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بزرگ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صحنه تشر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سرور آزادگان امام سوم حضرت 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عبد الله الحس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نظر کند ، امام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را با توجه به تمام جهات و نکات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طور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به اول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خود پند داده است که مانند علماء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tl/>
          <w:lang w:bidi="fa-IR"/>
        </w:rPr>
        <w:t xml:space="preserve"> از امر به معروف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سرباز نزنند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هود</w:t>
      </w:r>
      <w:r w:rsidRPr="004A50B5">
        <w:rPr>
          <w:rtl/>
          <w:lang w:bidi="fa-IR"/>
        </w:rPr>
        <w:t xml:space="preserve"> جور و ظلم و ستمکاران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نگرند و آنان را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زشت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ترسانند و بر حذر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دارند به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که از پرتو مرحمت ستم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شگان</w:t>
      </w:r>
      <w:r w:rsidRPr="004A50B5">
        <w:rPr>
          <w:rtl/>
          <w:lang w:bidi="fa-IR"/>
        </w:rPr>
        <w:t xml:space="preserve"> به نوا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برسند و از دست آنان گزند 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که دو روز خودش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غب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ناراحت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دلشان ننش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از گفتن حرف حق هراسناک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پروردگار بزرگ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فقط از من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مناک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از مردم عاجز و زبون نهراس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باز خداوند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مردم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اگر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مسلمانان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امر رواج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کارها به صلاح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وندد</w:t>
      </w:r>
      <w:r w:rsidRPr="004A50B5">
        <w:rPr>
          <w:rtl/>
          <w:lang w:bidi="fa-IR"/>
        </w:rPr>
        <w:t xml:space="preserve"> و بن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ملک و ملت استحکام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مردم به کارها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از دشوار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باک نداشته باشند طومار ظلم در هم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چد</w:t>
      </w:r>
      <w:r w:rsidRPr="004A50B5">
        <w:rPr>
          <w:rtl/>
          <w:lang w:bidi="fa-IR"/>
        </w:rPr>
        <w:t xml:space="preserve">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پاک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نور صلاح و فلاح در دل 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تابد ، حق به حق دار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، و زورمندان بد سگال مانند گرگ به ناتوانان حمله ور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، و محتکر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خون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فان</w:t>
      </w:r>
      <w:r w:rsidRPr="004A50B5">
        <w:rPr>
          <w:rtl/>
          <w:lang w:bidi="fa-IR"/>
        </w:rPr>
        <w:t xml:space="preserve"> را ن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مکند و رحم و انصاف از خانه مردم رخت برنم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بندد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دانش شهره شهر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زبان زد خاص و عام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خداوند آن چنان اهم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احترام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شما در دل مردم به وجود آورده است که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شما حساب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و ناتوان از شما احترام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 آنها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نفوذ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چنان آبرو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کسب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توانگران به امر شما حاجت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ازمندان</w:t>
      </w:r>
      <w:r w:rsidRPr="004A50B5">
        <w:rPr>
          <w:rtl/>
          <w:lang w:bidi="fa-IR"/>
        </w:rPr>
        <w:t xml:space="preserve"> را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آورند و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کوچه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مانند پادشاهان شکوه و عظمت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مقام و مرتبه شما با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و بزرگان قوم برابر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شوکت و قدرت را به شما ارزان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که از حقوق خداوند دفاع</w:t>
      </w:r>
      <w:r w:rsidR="0046604F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آسوده خاطر نشسته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جنبش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حق ضعفاء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تض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شما تماشاگر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دم برنم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تا حق خودتان به مخاطره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افتد به دست و پا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هر سو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حاضر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راه خدا جز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مخاطره شما را تهد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کند فقط در فکر جلب نفع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و فام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خود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آرزو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شعله عذاب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دامان شما را 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بهشت را مالک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همنش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راحت طلبان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بهشت را آرزو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ترسم که در روز جزا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نعمت زهر عذاب و درد به شما چشانده شود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آرزوها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سراب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نباشد ،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ترسم که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احکام خدا عاقبت در خشکزار معاص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بمان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آرزو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زلال نجات با لب تشنه ب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هر سو بدو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عاقبت در کو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بدنام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ناکام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بسپر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لطف</w:t>
      </w:r>
      <w:r w:rsidRPr="004A50B5">
        <w:rPr>
          <w:rtl/>
          <w:lang w:bidi="fa-IR"/>
        </w:rPr>
        <w:t xml:space="preserve">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را به همه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رسانده است و در پرتو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خداوند به کرامت و بزرگوار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خداشناسان را اکرام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شما با چشمان خود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حقوق خداوند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اداء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او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دم برنم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حقوق از دست 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پدرانتان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ضجه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حقوق</w:t>
      </w:r>
      <w:r w:rsidRPr="004A50B5">
        <w:rPr>
          <w:rtl/>
          <w:lang w:bidi="fa-IR"/>
        </w:rPr>
        <w:t xml:space="preserve"> رسول خدا را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به غارت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برند هزاران کور و کر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tl/>
          <w:lang w:bidi="fa-IR"/>
        </w:rPr>
        <w:t xml:space="preserve"> در شهرستان ها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ناله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زنند و شما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مناظر رقت انگ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  <w:r w:rsidRPr="004A50B5">
        <w:rPr>
          <w:rFonts w:hint="eastAsia"/>
          <w:rtl/>
          <w:lang w:bidi="fa-IR"/>
        </w:rPr>
        <w:t>ستمکاران</w:t>
      </w:r>
      <w:r w:rsidRPr="004A50B5">
        <w:rPr>
          <w:rtl/>
          <w:lang w:bidi="fa-IR"/>
        </w:rPr>
        <w:t xml:space="preserve"> مردم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لگد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کوبند و شما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امر به </w:t>
      </w:r>
      <w:r w:rsidRPr="004A50B5">
        <w:rPr>
          <w:rtl/>
          <w:lang w:bidi="fa-IR"/>
        </w:rPr>
        <w:lastRenderedPageBreak/>
        <w:t>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کار را با چاپلوس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تملق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گذران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فقط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دو روز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مسبب</w:t>
      </w:r>
      <w:r w:rsidRPr="004A50B5">
        <w:rPr>
          <w:rtl/>
          <w:lang w:bidi="fa-IR"/>
        </w:rPr>
        <w:t xml:space="preserve">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شما مسامحه کاران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از امر به معروف و نه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منکر دست برداشته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بزرگتر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و رنج از آن شماست که دست از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خود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اجرا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حلال و حرام خدا کوتاه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مرتبه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از خود سلب نموده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مقام</w:t>
      </w:r>
      <w:r w:rsidRPr="004A50B5">
        <w:rPr>
          <w:rtl/>
          <w:lang w:bidi="fa-IR"/>
        </w:rPr>
        <w:t xml:space="preserve">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به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از خدا جدا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او را فراموش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 داشتن دلا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شمار در احکام خدا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شما اختلاف به وجود آمد و به واسطه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اختلاف ها رشته کار از دست شما در رفت و به دست زورگو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ستم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افتاد و شما نشسته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فجا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آ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نگاه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احکام و امور خداوند را تسل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مشان</w:t>
      </w:r>
      <w:r w:rsidRPr="004A50B5">
        <w:rPr>
          <w:rtl/>
          <w:lang w:bidi="fa-IR"/>
        </w:rPr>
        <w:t xml:space="preserve">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ستمگران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سر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شهوتران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کام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tl/>
          <w:lang w:bidi="fa-IR"/>
        </w:rPr>
        <w:t xml:space="preserve"> 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شما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که از مرگ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آنکه به چند روزه عمر گذران علاقمند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خدا را فراموش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 ستمکاران مماشات روا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آنان به ستم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مشغولند و شما سرگرم زندگان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آسوده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خود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46604F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حقوق بدبختان دفاع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مشت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از پا افتاده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دست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قلدرها رها کرده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ستمکاران خداناشناس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نوا</w:t>
      </w:r>
      <w:r w:rsidRPr="004A50B5">
        <w:rPr>
          <w:rtl/>
          <w:lang w:bidi="fa-IR"/>
        </w:rPr>
        <w:t xml:space="preserve"> را به اطراف و اکناف پراکنده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  <w:r w:rsidR="0046604F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برنامه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کشور با آراء ناصوابشان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رو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گروه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بزرگوار در برابر خودرأ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سر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خوار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ستمکاران از خداوند قهار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هراسند و به پشت گرم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فتنه جو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جبار به 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6604F" w:rsidP="0046604F">
      <w:pPr>
        <w:pStyle w:val="Heading2"/>
        <w:rPr>
          <w:rtl/>
        </w:rPr>
      </w:pPr>
      <w:r>
        <w:rPr>
          <w:rtl/>
        </w:rPr>
        <w:br w:type="page"/>
      </w:r>
      <w:bookmarkStart w:id="106" w:name="_Toc500835286"/>
      <w:bookmarkStart w:id="107" w:name="_Toc500835455"/>
      <w:r w:rsidR="004A50B5" w:rsidRPr="004A50B5">
        <w:rPr>
          <w:rFonts w:hint="eastAsia"/>
          <w:rtl/>
        </w:rPr>
        <w:lastRenderedPageBreak/>
        <w:t>تکبر</w:t>
      </w:r>
      <w:bookmarkEnd w:id="106"/>
      <w:bookmarkEnd w:id="107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در هنگام سخن با مردم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مگردان ، و هنگام راه رفتن چون متکبران قدم بر مدار که خدا مغروران را دوست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. وقت عمل مطابق طبع خود عمل کن و از آ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تصنع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، نه مانند متکبران قدم بردار و نه چون مردم زبون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آهسته</w:t>
      </w:r>
      <w:r w:rsidRPr="004A50B5">
        <w:rPr>
          <w:rtl/>
          <w:lang w:bidi="fa-IR"/>
        </w:rPr>
        <w:t xml:space="preserve"> سخن 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مزن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از حد تشبه به چهارپا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کرده</w:t>
      </w:r>
    </w:p>
    <w:p w:rsidR="004A50B5" w:rsidRPr="004A50B5" w:rsidRDefault="004A50B5" w:rsidP="0046604F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کر</w:t>
      </w:r>
      <w:r w:rsidRPr="004A50B5">
        <w:rPr>
          <w:rFonts w:hint="cs"/>
          <w:rtl/>
          <w:lang w:bidi="fa-IR"/>
        </w:rPr>
        <w:t>ی</w:t>
      </w:r>
      <w:r w:rsidR="0046604F">
        <w:rPr>
          <w:rFonts w:hint="cs"/>
          <w:rtl/>
          <w:lang w:bidi="fa-IR"/>
        </w:rPr>
        <w:t>ح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صداها صدا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خران است </w:t>
      </w:r>
      <w:r w:rsidRPr="0046604F">
        <w:rPr>
          <w:rStyle w:val="libFootnotenumChar"/>
          <w:rtl/>
        </w:rPr>
        <w:t xml:space="preserve">(1) </w:t>
      </w:r>
      <w:r w:rsidRPr="004A50B5">
        <w:rPr>
          <w:rtl/>
          <w:lang w:bidi="fa-IR"/>
        </w:rPr>
        <w:t>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دل او ذره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کبر باشد ، استفاده از بهشت 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آن کس که در دلش ذره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باشد ، او از عذاب جهنم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نقل شده که سه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از بهشت و نع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آن محرومند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متکبر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بخ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مداومت بر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چه فرد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تکبر کند و عظمت حق را فراموش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عرض شد : تکبر فلان شخص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است ، فرمود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مرگ از پس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عمر</w:t>
      </w:r>
      <w:r w:rsidRPr="004A50B5">
        <w:rPr>
          <w:rtl/>
          <w:lang w:bidi="fa-IR"/>
        </w:rPr>
        <w:t xml:space="preserve"> بن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 حضور امام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عرض کردم : من از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خوراک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استفاده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و از بو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 استشمام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بر مرکب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سوار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شوم و در برنامه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نوکر هستم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قسمت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از تکبر موجود است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ساکت شد ، فرمود : علامت کبر دو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کوچک شمردن مردم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انکار حق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کرم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عظمت تواضع است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ثروت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بن مر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فرمود : خوشا به حال متواضع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در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از همه مردم</w:t>
      </w:r>
    </w:p>
    <w:p w:rsidR="004A50B5" w:rsidRPr="00015DBE" w:rsidRDefault="00015DBE" w:rsidP="00015DB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4A50B5" w:rsidRPr="004A50B5" w:rsidRDefault="004A50B5" w:rsidP="00015DBE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- لقمان : 17 .</w:t>
      </w:r>
    </w:p>
    <w:p w:rsidR="004A50B5" w:rsidRPr="004A50B5" w:rsidRDefault="00015DBE" w:rsidP="004A50B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4A50B5" w:rsidRPr="004A50B5">
        <w:rPr>
          <w:rFonts w:hint="eastAsia"/>
          <w:rtl/>
          <w:lang w:bidi="fa-IR"/>
        </w:rPr>
        <w:lastRenderedPageBreak/>
        <w:t>بزرگوارترند</w:t>
      </w:r>
      <w:r w:rsidR="004A50B5"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چهره و آبله رو به محضر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که بر سفره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دعوت داشتند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افراد مجلس از نشاندن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چهره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خود کراهت داشتند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او توجه نکرد مگر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که او را پهلو به پهلو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به اصحاب خود فرمودند : چرا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را در شما مشاهده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، گفتند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 فرمود : تواضع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خطاب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چرا از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تمام بندگان تو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تکلم خود انتخاب کردم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 پروردگار من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؟</w:t>
      </w:r>
      <w:r w:rsidRPr="004A50B5">
        <w:rPr>
          <w:rFonts w:hint="eastAsia"/>
          <w:rtl/>
          <w:lang w:bidi="fa-IR"/>
        </w:rPr>
        <w:t>خطاب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من تمام جهات بندگان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نظر کردم ، ظاهر و باطن آنان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افتم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ذل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تر باشد به دربار من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تو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هر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تو به عبادت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صورت خود را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چهارم در کوچه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محله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سواره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گذشتند ، و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جذام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مشغول غذا خوردن بودند ، حضرت را به شرکت در غذا دعوت کردند ، امام فرمود : اگر روزه نبودم در غذا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شما شرکت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شما نشسته و از رفاقت با شما عار نداشتم ،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منزل رفت </w:t>
      </w:r>
      <w:r w:rsidRPr="004A50B5">
        <w:rPr>
          <w:rFonts w:hint="eastAsia"/>
          <w:rtl/>
          <w:lang w:bidi="fa-IR"/>
        </w:rPr>
        <w:t>دستور</w:t>
      </w:r>
      <w:r w:rsidRPr="004A50B5">
        <w:rPr>
          <w:rtl/>
          <w:lang w:bidi="fa-IR"/>
        </w:rPr>
        <w:t xml:space="preserve"> داد غذا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مطبوع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کردند ، مجذوم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دعوت نمودند و با آنان بر سر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سفره نشستند و غذا تناول کردند .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داود خطاب شد : همچنان که اهل تواضع به من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اند ، به همان مقدار اهل کب از من دورند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امام</w:t>
      </w:r>
      <w:r w:rsidRPr="004A50B5">
        <w:rPr>
          <w:rtl/>
          <w:lang w:bidi="fa-IR"/>
        </w:rPr>
        <w:t xml:space="preserve">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تواضع آن است که هنگام ورود به مجلس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توقع بالا نشستن خود را نداشته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به هر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سلام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جدال را در مباحثه ترک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چه حق به جانب توست و از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تو را به زهد و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کردند خوشحال نشو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 xml:space="preserve">دو مهمان وارد شد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پدر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پسر امام به احترام هر دو برخاست و هر دو را احترام کرد و در صدر مجلس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 و خود روبرو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نشست ، سپس امر به غذا کرد ، پس از صرف غذا قنبر غلام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طشت و حوله و ابر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شستن دست مهمانان آورد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حوله و طشت را گرفت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ختن</w:t>
      </w:r>
      <w:r w:rsidRPr="004A50B5">
        <w:rPr>
          <w:rtl/>
          <w:lang w:bidi="fa-IR"/>
        </w:rPr>
        <w:t xml:space="preserve"> آب به دست پدر آماده کرد ، مهمان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تعجب نمود و خود را کنار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عرض کرد :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یّ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من ! من کجا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شما ؟ حضرت او را قسم داد ، فرمود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دست خود را همان طور کخه قنبر من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خت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من و تو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هر دو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قسمت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فرق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من و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خدا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توانا به من ده برابر مزد آنچه در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خدا مرا به شرف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خدمت به برادر مسلمان 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کرده بنش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سر مپ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.</w:t>
      </w:r>
      <w:r w:rsidRPr="004A50B5">
        <w:rPr>
          <w:rFonts w:hint="eastAsia"/>
          <w:rtl/>
          <w:lang w:bidi="fa-IR"/>
        </w:rPr>
        <w:t>مهمان</w:t>
      </w:r>
      <w:r w:rsidRPr="004A50B5">
        <w:rPr>
          <w:rtl/>
          <w:lang w:bidi="fa-IR"/>
        </w:rPr>
        <w:t xml:space="preserve"> حاضر شد دست خود را شست ، آن گاه وسا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را به محمد حنف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داد فرمود : دست پسر را بشو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پسر به تنها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حاضر بود من دست او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شستم اما خداوند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پدر و پسر از نظر پدر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عظمت برقرار کرده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جا جمع باشند . امام چهارم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هرکس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حضرت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کند حقاً او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عه</w:t>
      </w:r>
      <w:r w:rsidRPr="004A50B5">
        <w:rPr>
          <w:rtl/>
          <w:lang w:bidi="fa-IR"/>
        </w:rPr>
        <w:t xml:space="preserve"> است .</w:t>
      </w: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چه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در زمان بعثت در راه نجات قوم عقب افتاده و متکبّر عربستان کوشش خود را تا نها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درجه به کار برد و در پرتو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بخش خود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رذا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آنان را سرکوب کرد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ناپسند تکبر و خودستا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طول قرن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متماد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چنان در اعماق جان آن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دوانده بود که پس از گذشتن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اسلام باز هم افراد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صفت ناپسند تکبر مبتلا بودند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را با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حقارت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. علقمه بن وائل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ملاقات با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به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آمد شرف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tl/>
          <w:lang w:bidi="fa-IR"/>
        </w:rPr>
        <w:t xml:space="preserve"> محضر رسول اسلام شد و پس از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جلسه خواست به منزل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بزرگان انصار وارد شود . خانه مهماندار 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محلات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بود و علقمه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دانست معاو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در مجلس حاضر بود ، حضرت او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علقمه فرستاد معاو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من به اتفاق علقمه ا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مجلس خارج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او بر مرکب خود سوار بود و من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و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برهنه در شدت گرما با 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حرکت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به او گفتم از شدت گرما سوختم مرا به ترک خود سوار کن .در جواب گفت تو را آن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در 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بزرگان سوار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گفت : من فرزند ابو سف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انم</w:t>
      </w:r>
      <w:r w:rsidRPr="004A50B5">
        <w:rPr>
          <w:rtl/>
          <w:lang w:bidi="fa-IR"/>
        </w:rPr>
        <w:t xml:space="preserve"> ، علقمه </w:t>
      </w: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دانم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به من گفته بود . معاو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گفت : اکنون که مرا سوار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لااقل کفش خود را به من ده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سوزد ، گفت : کفش من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بزرگ است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قدر به تو اجازه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دهم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شتر من راه برو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خود ارفاق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طرف من نسبت </w:t>
      </w:r>
      <w:r w:rsidRPr="004A50B5">
        <w:rPr>
          <w:rFonts w:hint="eastAsia"/>
          <w:rtl/>
          <w:lang w:bidi="fa-IR"/>
        </w:rPr>
        <w:t>به</w:t>
      </w:r>
      <w:r w:rsidRPr="004A50B5">
        <w:rPr>
          <w:rtl/>
          <w:lang w:bidi="fa-IR"/>
        </w:rPr>
        <w:t xml:space="preserve"> توست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شرف و افتخار است .</w:t>
      </w: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کوچه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به مرد مصروع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 که مردم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اطرافش را گرفته بودند ، فرمود :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اجتماع کرده اند ؟</w:t>
      </w: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دور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گرفته اند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شما را خبر دهم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کردند : خبر ده .</w:t>
      </w: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مرد متکبر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با تکبر راه رود و از خودپسند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دامن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نگاه کند و پهلوها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خوش را با حرکت </w:t>
      </w:r>
      <w:r w:rsidRPr="004A50B5">
        <w:rPr>
          <w:rtl/>
          <w:lang w:bidi="fa-IR"/>
        </w:rPr>
        <w:lastRenderedPageBreak/>
        <w:t>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دوش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حرکت دهد ،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شخص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وانه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 که گردش را گرفته اند مبتلا به مرض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مهلب</w:t>
      </w:r>
      <w:r w:rsidRPr="004A50B5">
        <w:rPr>
          <w:rtl/>
          <w:lang w:bidi="fa-IR"/>
        </w:rPr>
        <w:t xml:space="preserve"> بن 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صفره از طرف عبد الملک مروان استاندار خراسان بود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جامه خز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ببر کرده و در کمال خودپسند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تکبر از راه عبور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، بزرگ مرد</w:t>
      </w:r>
      <w:r w:rsidRPr="004A50B5">
        <w:rPr>
          <w:rFonts w:hint="cs"/>
          <w:rtl/>
          <w:lang w:bidi="fa-IR"/>
        </w:rPr>
        <w:t>ی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او</w:t>
      </w:r>
      <w:r w:rsidRPr="004A50B5">
        <w:rPr>
          <w:rtl/>
          <w:lang w:bidi="fa-IR"/>
        </w:rPr>
        <w:t xml:space="preserve">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شد و گفت :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گونه راه رفتن مورد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و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مرا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! اوّلت نطفه نجس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آخرت مردار خب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خواهد بود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زمان حامل کثافت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گفتار</w:t>
      </w:r>
      <w:r w:rsidRPr="004A50B5">
        <w:rPr>
          <w:rtl/>
          <w:lang w:bidi="fa-IR"/>
        </w:rPr>
        <w:t xml:space="preserve">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مانه</w:t>
      </w:r>
      <w:r w:rsidRPr="004A50B5">
        <w:rPr>
          <w:rtl/>
          <w:lang w:bidi="fa-IR"/>
        </w:rPr>
        <w:t xml:space="preserve"> آن مرد مهلب را از مرکب تکبر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کرده تا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متن نصا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که از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سوره لقمان نقل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در دنباله کتاب فقط به نصا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مشهور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آن حضرت نقل شده اکتفا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015DBE" w:rsidRDefault="00015DBE" w:rsidP="004A50B5">
      <w:pPr>
        <w:pStyle w:val="libNormal"/>
        <w:rPr>
          <w:rtl/>
          <w:lang w:bidi="fa-IR"/>
        </w:rPr>
      </w:pPr>
    </w:p>
    <w:p w:rsidR="004A50B5" w:rsidRPr="004A50B5" w:rsidRDefault="00015DBE" w:rsidP="00015DBE">
      <w:pPr>
        <w:pStyle w:val="Heading2"/>
        <w:rPr>
          <w:rtl/>
        </w:rPr>
      </w:pPr>
      <w:r>
        <w:rPr>
          <w:rtl/>
        </w:rPr>
        <w:br w:type="page"/>
      </w:r>
      <w:bookmarkStart w:id="108" w:name="_Toc500835287"/>
      <w:bookmarkStart w:id="109" w:name="_Toc500835456"/>
      <w:r w:rsidR="004A50B5" w:rsidRPr="004A50B5">
        <w:rPr>
          <w:rFonts w:hint="eastAsia"/>
          <w:rtl/>
        </w:rPr>
        <w:lastRenderedPageBreak/>
        <w:t>دن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ا</w:t>
      </w:r>
      <w:bookmarkEnd w:id="108"/>
      <w:bookmarkEnd w:id="109"/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نور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که ملت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آن غرق شدند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عبور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ورطه خطرناک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بساز ، و بادبان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توکل بر فراز آن قرار بده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مودن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سفر توشه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="00015DBE">
        <w:rPr>
          <w:rFonts w:hint="cs"/>
          <w:rtl/>
          <w:lang w:bidi="fa-IR"/>
        </w:rPr>
        <w:t>گ</w:t>
      </w:r>
      <w:r w:rsidRPr="004A50B5">
        <w:rPr>
          <w:rtl/>
          <w:lang w:bidi="fa-IR"/>
        </w:rPr>
        <w:t>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اگر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سفر پر خطر به سلامت بره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رحمت حق تو 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نجات داده ، و اگر دچار هلاکت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بار گناهت تو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، از متاع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چندان که تو را از خلق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کند و به مقصد برساند بردار ، و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چنان رو مگردان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باره ته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دست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چون جنازه بار گران بر دوش دگران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اما چندان در 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فرو مرو که از اصلاح نفس باز 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زشت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و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پندارند مردم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را پست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نگرند ، و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را از عرش اعل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بالاتر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،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وضع آن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مدت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آن چشم دوخته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خوشخالند اما همه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تطوّرات سطح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محدود به مناسبات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کس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tl/>
          <w:lang w:bidi="fa-IR"/>
        </w:rPr>
        <w:t xml:space="preserve"> چند روزه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اقتصاد و ثروت عده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آنان را در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و آرامش ها قرار داد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خوشبخت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چرخ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برگشت و وجهه مطلوب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بنظرشان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آمد ، آنجا را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محل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آن روز که از باده غرور و نخوت ، و تکبر مس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هستند تمام مقدسات و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در نظرشان پوچ است و آن ساعت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تزلزل در ارکان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متوسل شده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زندان حساب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جز از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چه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کودکانه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خود بخود مقصر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خود بخود مستقل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بلکه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خانه بستگ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اعمال افراد دارد ، قضاوت درباره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فقط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دگاه</w:t>
      </w:r>
      <w:r w:rsidRPr="004A50B5">
        <w:rPr>
          <w:rtl/>
          <w:lang w:bidi="fa-IR"/>
        </w:rPr>
        <w:t xml:space="preserve"> اعمال بشر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خشت و گل و سنگ و آهن و مرکب ها و گلستان ها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ها و ماه و خورش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ستارگان فروزان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تقص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نداشته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خوش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زبان عقلا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بشر آن ه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در پرتو عمل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انسان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و گرنه تمام آن نظر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جز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جهت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عدمش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آن را قابل مطالعه دانست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است که اسلام جنبه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هدف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نداده و زهد در آن را از علائم کمال و عوالم سعادت دانسته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استقلال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، بلکه مقدمه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بهتر و مدرن تر و 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 از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چه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 عقلا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آن .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همچن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مذمت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فراوان که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شده و تشب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ناپا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شده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اما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وع</w:t>
      </w:r>
      <w:r w:rsidRPr="004A50B5">
        <w:rPr>
          <w:rtl/>
          <w:lang w:bidi="fa-IR"/>
        </w:rPr>
        <w:t xml:space="preserve">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مکتب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غلط و نادرست مبن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بدب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جهان و سوء ظن بر گردش آن و پاره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سبب شده که نظر اسلام درباره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مطالب از جمل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طرز غلط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گردد ، در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طرز فکر و نوع توجه مردم به مسائل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روابط اقتصاد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اجتماع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 در اثر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سوء تعب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از عوامل اساس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عقب ماندگ</w:t>
      </w:r>
      <w:r w:rsidRPr="004A50B5">
        <w:rPr>
          <w:rFonts w:hint="cs"/>
          <w:rtl/>
          <w:lang w:bidi="fa-IR"/>
        </w:rPr>
        <w:t>ی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ذلت ملت مسلمانان بشمار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تعجب و تأسف است که متداولتر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موضوع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نام پند و اندرز از اسلام در ذهن مردم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گرفته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ترک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اسلام به همه مبان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انسان ها توجه فرموده ، و دربراه تمام جهات </w:t>
      </w:r>
      <w:r w:rsidRPr="004A50B5">
        <w:rPr>
          <w:rtl/>
          <w:lang w:bidi="fa-IR"/>
        </w:rPr>
        <w:lastRenderedPageBreak/>
        <w:t>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قانون وضع کرده که در هر زمان و مکان 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تمام شرا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صح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وجود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موافقت داشته و اتفاق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برنامه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نخواهد افتاد مرگ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از نظر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اسلام درباره تجو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منع او با حفظ تمام جهات قانون وضع نموده است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ما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به دو جنبه تقس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قرآن و احاد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ث ائمه طاهر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با حفظ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جهت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 ترجمه 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که از کل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چشم پوش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مؤمنان که به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برده 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درباره دسته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قرآن پشت کرده و به جز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 اندزاه سطح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کوتاه خود طالب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بگردان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ما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ندارند و به زنگ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و آرام گرفته اند از نشانه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 غافلند .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آخرت به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نسبت به آخرت اندگ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عده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هستند که فقط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و در آخرت بهره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ندارند ، البته مذمت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گرداندن از آن گونه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حق و 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مسئله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اصول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قابل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دوم که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تجارت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آخرت قرار داده اند از انواع کمک ها درباره مردم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ندارند مال التجاره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رفاه مردم بکار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اندازند معاملات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مورد نظر حق و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استفاده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سرشار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از آن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بهره</w:t>
      </w:r>
      <w:r w:rsidRPr="004A50B5">
        <w:rPr>
          <w:rtl/>
          <w:lang w:bidi="fa-IR"/>
        </w:rPr>
        <w:t xml:space="preserve"> 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هدف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داده اند .ا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را اسلام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ترغ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و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و تشو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کرده و حت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جمله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امام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به فرزندش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آن چنان کن که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آخرت 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که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ال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فردا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حضور امام 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، فرمود6 از کدام نعمت آن شکا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مرد در جواب حضرت فرو ماند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درباره مذمت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وارد شده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گران است اما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دسته دوم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گاه</w:t>
      </w:r>
      <w:r w:rsidRPr="004A50B5">
        <w:rPr>
          <w:rtl/>
          <w:lang w:bidi="fa-IR"/>
        </w:rPr>
        <w:t xml:space="preserve"> و مناسب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محل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تجارت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علاوه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کناره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اجتماعات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اسلام گناه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نابخشودن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روش غلط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تحر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شده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برنامه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کوته نظر رسوخ کرده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بر شما حرام کرده است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من مبعوث شدم تا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شما را آباد کنم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اساس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مذهب جلوگ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انحصار علا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و غرائز در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محدود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اقت</w:t>
      </w:r>
      <w:r w:rsidRPr="004A50B5">
        <w:rPr>
          <w:rtl/>
          <w:lang w:bidi="fa-IR"/>
        </w:rPr>
        <w:t xml:space="preserve"> آن را ندارد که غا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آمال بشر گردد ، و انسان به آن دلخوش و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تا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آخرت و جهان ابد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توجه نکند ، پس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علاقه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مراتب آن در </w:t>
      </w: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مذموم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نصف وجود انسان گرفته شده از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بلکه مستقل دانستن آن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جز آن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و تا سرحد اعل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 کندن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دست آمدن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مذموم است ،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کار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انجام دهند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خداوند پاداش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فرموده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مال و فرزندان را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عالم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، قرآن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اسماع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موس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همان طور که از صلحا و افراد خوشنام عالم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از برگز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دگان</w:t>
      </w:r>
      <w:r w:rsidRPr="004A50B5">
        <w:rPr>
          <w:rtl/>
          <w:lang w:bidi="fa-IR"/>
        </w:rPr>
        <w:t xml:space="preserve"> و آبرومندان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معرف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مسئله خود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گواه بر خوش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قرآن نسبت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Heading2"/>
        <w:rPr>
          <w:rtl/>
        </w:rPr>
      </w:pPr>
      <w:bookmarkStart w:id="110" w:name="_Toc500835288"/>
      <w:bookmarkStart w:id="111" w:name="_Toc500835457"/>
      <w:r w:rsidRPr="004A50B5">
        <w:rPr>
          <w:rFonts w:hint="eastAsia"/>
          <w:rtl/>
        </w:rPr>
        <w:t>روزه</w:t>
      </w:r>
      <w:bookmarkEnd w:id="110"/>
      <w:bookmarkEnd w:id="111"/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شهوات نفس را به قدرت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اضت</w:t>
      </w:r>
      <w:r w:rsidRPr="004A50B5">
        <w:rPr>
          <w:rtl/>
          <w:lang w:bidi="fa-IR"/>
        </w:rPr>
        <w:t xml:space="preserve"> روزه بشکن اما نه چندان که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از برپا داشتن نماز 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نماز از روزه نزد پروردگار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تر است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روزه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فرمانبردار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خدا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او داناست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روز جزاء و حضور در محکمه حق و طاعت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قرآن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و احساس 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شناس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ورز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صبر و استقامت و قدرت غلبه بر شهوت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نفسان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خلاصه در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حق قدم زدن است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مرتبه ماه رمضان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مردم را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مدت 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روز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صفات و اخلاق 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کند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واقعاً مسلمان کامل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باشند و احراز چنان مقام در ترب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انسان را آماده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عبادت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مواد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خدا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جهان آفر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تا شکُفته نگردد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آن ظاهر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مثلاً هسته درخت تا تنگ و بهم بسته است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نه برگ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، نه شاخه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اما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شکفته شد و از هم </w:t>
      </w:r>
      <w:r w:rsidRPr="004A50B5">
        <w:rPr>
          <w:rtl/>
          <w:lang w:bidi="fa-IR"/>
        </w:rPr>
        <w:lastRenderedPageBreak/>
        <w:t>بازگشت درخت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با شاخ و برگ و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و انواع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و برکات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تا از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زمستان افسرده و در هم است مانند دست لئ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خشک و هم چون روح جاهلان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فروغ است ، اما پس از باران و پس از تابش آفتاب که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اش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چون چهره عارف گشاده و چون خاطر دانا منوّر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، در آن هنگام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هر سنگلاخش جو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از هر توده خاکش مرغ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زار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هر قدمش نعمت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سعادت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جلوه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روح</w:t>
      </w:r>
      <w:r w:rsidRPr="004A50B5">
        <w:rPr>
          <w:rtl/>
          <w:lang w:bidi="fa-IR"/>
        </w:rPr>
        <w:t xml:space="preserve"> انسان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طور است تا تنگ و گرفته است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بدهد و نه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نه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کند نه بفهمد نه دلالت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نه بپذ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نه بشارت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نه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نه محبّت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نه بچشد مگر آنکه باز و منشرح گردد تا هم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باعث سعادت او و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ا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بتواند خوب بفهمد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کندو هم از انواع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بهره مند شود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مقدمه همه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شرح صدر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آن که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سعادت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برسد نخست در جانش شرح صدر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انبساط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جنبش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همّت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خود احساس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مقدمه پرواز کردن و اوج گرفتن روح و پس از آن به مقصد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است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ماه</w:t>
      </w:r>
      <w:r w:rsidRPr="004A50B5">
        <w:rPr>
          <w:rtl/>
          <w:lang w:bidi="fa-IR"/>
        </w:rPr>
        <w:t xml:space="preserve"> رمضان فرصت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طالب شرح صدر و روشن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جانند تا به وظا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ماه رفتار کنند و جان خود را از شر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طان</w:t>
      </w:r>
      <w:r w:rsidRPr="004A50B5">
        <w:rPr>
          <w:rtl/>
          <w:lang w:bidi="fa-IR"/>
        </w:rPr>
        <w:t xml:space="preserve"> باز کرده با فرشتگان انباز گردانند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رفتن</w:t>
      </w:r>
      <w:r w:rsidRPr="004A50B5">
        <w:rPr>
          <w:rtl/>
          <w:lang w:bidi="fa-IR"/>
        </w:rPr>
        <w:t xml:space="preserve"> انواع رحمت ها آماده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ماه رمضان دارد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خداوند روزه آن را بر همه واجب فرموده نه متفرق و جدا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،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دسته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منافع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 دارد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ماه رمضان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سراسر مح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ط</w:t>
      </w:r>
      <w:r w:rsidRPr="004A50B5">
        <w:rPr>
          <w:rtl/>
          <w:lang w:bidi="fa-IR"/>
        </w:rPr>
        <w:t xml:space="preserve"> اسلام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</w:t>
      </w:r>
      <w:r w:rsidRPr="004A50B5">
        <w:rPr>
          <w:rtl/>
          <w:lang w:bidi="fa-IR"/>
        </w:rPr>
        <w:lastRenderedPageBreak/>
        <w:t>طهارت و نظافت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ترس از خدا و اطاعت از اح</w:t>
      </w:r>
      <w:r w:rsidRPr="004A50B5">
        <w:rPr>
          <w:rFonts w:hint="eastAsia"/>
          <w:rtl/>
          <w:lang w:bidi="fa-IR"/>
        </w:rPr>
        <w:t>کامش</w:t>
      </w:r>
      <w:r w:rsidRPr="004A50B5">
        <w:rPr>
          <w:rtl/>
          <w:lang w:bidi="fa-IR"/>
        </w:rPr>
        <w:t xml:space="preserve"> و خوش اخلاق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بازار منکرات کساد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، و انتشار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رات</w:t>
      </w:r>
      <w:r w:rsidRPr="004A50B5">
        <w:rPr>
          <w:rtl/>
          <w:lang w:bidi="fa-IR"/>
        </w:rPr>
        <w:t xml:space="preserve"> عموم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بندگان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tl/>
          <w:lang w:bidi="fa-IR"/>
        </w:rPr>
        <w:t xml:space="preserve"> خدا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احسان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پردازند و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کمک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بدکاران از ارتکاب منکرات خجل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شوند و در اغن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عاطفه مساعدت و کمک نسبت به برادران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نوا و درماندگان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وضع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نواخت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مسلمانان احساس مشترک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وجود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که همه اعتراف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مسلمانان جمع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واحد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عام شکستن شهوات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Heading2"/>
        <w:rPr>
          <w:rtl/>
        </w:rPr>
      </w:pPr>
      <w:bookmarkStart w:id="112" w:name="_Toc500835289"/>
      <w:bookmarkStart w:id="113" w:name="_Toc500835458"/>
      <w:r w:rsidRPr="004A50B5">
        <w:rPr>
          <w:rFonts w:hint="eastAsia"/>
          <w:rtl/>
        </w:rPr>
        <w:t>عفو</w:t>
      </w:r>
      <w:r w:rsidRPr="004A50B5">
        <w:rPr>
          <w:rtl/>
        </w:rPr>
        <w:t xml:space="preserve"> و عذاب</w:t>
      </w:r>
      <w:bookmarkEnd w:id="112"/>
      <w:bookmarkEnd w:id="113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چنان از خدا بترس که اگر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با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بندگان وارد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عذاب او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مناک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جندان به او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دوار</w:t>
      </w:r>
      <w:r w:rsidRPr="004A50B5">
        <w:rPr>
          <w:rtl/>
          <w:lang w:bidi="fa-IR"/>
        </w:rPr>
        <w:t xml:space="preserve"> که اگر با بار گناهان همه وارد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عفو از او داشته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قرآن</w:t>
      </w:r>
      <w:r w:rsidRPr="004A50B5">
        <w:rPr>
          <w:rtl/>
          <w:lang w:bidi="fa-IR"/>
        </w:rPr>
        <w:t xml:space="preserve">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پروردگار خود را فراموش کرده ، و به دنبال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او رفته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هر چند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رد نظر ما وسعت داشته باشد چنانچه فرموده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اعراض از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من کند ،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</w:t>
      </w:r>
      <w:r w:rsidRPr="004A50B5">
        <w:rPr>
          <w:rtl/>
          <w:lang w:bidi="fa-IR"/>
        </w:rPr>
        <w:t xml:space="preserve"> تنگ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انسان</w:t>
      </w:r>
      <w:r w:rsidRPr="004A50B5">
        <w:rPr>
          <w:rtl/>
          <w:lang w:bidi="fa-IR"/>
        </w:rPr>
        <w:t xml:space="preserve"> سعادت و شقاوت خو را در هر چه گمان کرد و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داد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همان خزن و شاد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رغبت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سرور و غم و بالاخره معذّب بودن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در ناز و نعمت بودنش ادراک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آنکه سعادت و شقاوت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مخصوص به خود دارد که در مورد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صدق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مثلاً روح سعادت و شقاوت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مخصوص به خود دارد و جسم سعادت و شقاوت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مخصوص به 0خود انسان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نوع سعادت و شقاوت دارد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نوع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مقدمه که معلوم شد .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انسان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شهوات فرو رفته و از آداب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اخلاق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نبرده چون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سعادت پنداشته به سعادت روح توجه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به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حرص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افتد و تنها همّش جمع مال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فراهم کردن اولاد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کردن جاه و بدست آوردن قدرت . اگر چه انسان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چاره</w:t>
      </w:r>
      <w:r w:rsidRPr="004A50B5">
        <w:rPr>
          <w:rtl/>
          <w:lang w:bidi="fa-IR"/>
        </w:rPr>
        <w:t xml:space="preserve"> قصد اصل و ابتدا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خو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قرار داده و در واقع به تصور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خواهان لذت کامل است ، ول</w:t>
      </w:r>
      <w:r w:rsidRPr="004A50B5">
        <w:rPr>
          <w:rFonts w:hint="cs"/>
          <w:rtl/>
          <w:lang w:bidi="fa-IR"/>
        </w:rPr>
        <w:t>ی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متأسفانه</w:t>
      </w:r>
      <w:r w:rsidRPr="004A50B5">
        <w:rPr>
          <w:rtl/>
          <w:lang w:bidi="fa-IR"/>
        </w:rPr>
        <w:t xml:space="preserve"> چون به مقصودش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خود را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راب</w:t>
      </w:r>
      <w:r w:rsidRPr="004A50B5">
        <w:rPr>
          <w:rtl/>
          <w:lang w:bidi="fa-IR"/>
        </w:rPr>
        <w:t xml:space="preserve"> 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لذت خالص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چگونه</w:t>
      </w:r>
      <w:r w:rsidRPr="004A50B5">
        <w:rPr>
          <w:rtl/>
          <w:lang w:bidi="fa-IR"/>
        </w:rPr>
        <w:t xml:space="preserve"> لذت کامل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هر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از رو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هزاران درد و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همراه است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آرزو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نرس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جز حسرت بهره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و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آنچه طالب بوده درک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دل را به ذکر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مطمئن نکرد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حالش در مقابل بدست آمده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نظر غلط انسان ماد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درک مستقل خودش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انسان را قرآن موجود مرکب دانسته و او را ترک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از روح جاو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دان</w:t>
      </w:r>
      <w:r w:rsidRPr="004A50B5">
        <w:rPr>
          <w:rtl/>
          <w:lang w:bidi="fa-IR"/>
        </w:rPr>
        <w:t xml:space="preserve"> و بدن متحول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آنچه را که مربوط به سعادت روح است ، چون دانش و امثال آن از سعادت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طور مطالب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سعادت جسم و روح را با هم متضمّن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مانند </w:t>
      </w:r>
      <w:r w:rsidRPr="004A50B5">
        <w:rPr>
          <w:rtl/>
          <w:lang w:bidi="fa-IR"/>
        </w:rPr>
        <w:lastRenderedPageBreak/>
        <w:t>نعمت مال و او</w:t>
      </w:r>
      <w:r w:rsidRPr="004A50B5">
        <w:rPr>
          <w:rFonts w:hint="eastAsia"/>
          <w:rtl/>
          <w:lang w:bidi="fa-IR"/>
        </w:rPr>
        <w:t>لاد</w:t>
      </w:r>
      <w:r w:rsidRPr="004A50B5">
        <w:rPr>
          <w:rtl/>
          <w:lang w:bidi="fa-IR"/>
        </w:rPr>
        <w:t xml:space="preserve"> در صورت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ذکر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باز ندارد آنها را هم از سعادت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محسوب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دارد و باز قرآن قسمت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را که در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جسم از ناملا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مات</w:t>
      </w:r>
      <w:r w:rsidRPr="004A50B5">
        <w:rPr>
          <w:rtl/>
          <w:lang w:bidi="fa-IR"/>
        </w:rPr>
        <w:t xml:space="preserve"> بوده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ناح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روح از سعادت است مانند کشته شدن در راه خدا و انفاق اضافه مال ، آنها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سعادت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مربوط به بحث قرآن از سعادت بشر است .</w:t>
      </w:r>
      <w:r w:rsidRPr="004A50B5">
        <w:rPr>
          <w:rFonts w:hint="eastAsia"/>
          <w:rtl/>
          <w:lang w:bidi="fa-IR"/>
        </w:rPr>
        <w:t>اما</w:t>
      </w:r>
      <w:r w:rsidRPr="004A50B5">
        <w:rPr>
          <w:rtl/>
          <w:lang w:bidi="fa-IR"/>
        </w:rPr>
        <w:t xml:space="preserve"> قسمت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شقاوت و عذاب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تشخ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ص</w:t>
      </w:r>
      <w:r w:rsidRPr="004A50B5">
        <w:rPr>
          <w:rtl/>
          <w:lang w:bidi="fa-IR"/>
        </w:rPr>
        <w:t xml:space="preserve"> داده موضوعات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اگر چه از نظر جسم سعادت است 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کن</w:t>
      </w:r>
      <w:r w:rsidRPr="004A50B5">
        <w:rPr>
          <w:rtl/>
          <w:lang w:bidi="fa-IR"/>
        </w:rPr>
        <w:t xml:space="preserve"> از نظر روح شقاوت خالص است و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چگونه</w:t>
      </w:r>
      <w:r w:rsidRPr="004A50B5">
        <w:rPr>
          <w:rtl/>
          <w:lang w:bidi="fa-IR"/>
        </w:rPr>
        <w:t xml:space="preserve"> سعادت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 همراه ندارد مانند لذائذ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فقط جنبه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داشته موجب فراموش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ذکر خداست آن را متاع قل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و زودگذر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دا</w:t>
      </w:r>
      <w:r w:rsidRPr="004A50B5">
        <w:rPr>
          <w:rFonts w:hint="eastAsia"/>
          <w:rtl/>
          <w:lang w:bidi="fa-IR"/>
        </w:rPr>
        <w:t>نسته</w:t>
      </w:r>
      <w:r w:rsidRPr="004A50B5">
        <w:rPr>
          <w:rtl/>
          <w:lang w:bidi="fa-IR"/>
        </w:rPr>
        <w:t xml:space="preserve"> و عذاب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.</w:t>
      </w:r>
      <w:r w:rsidR="00015DBE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است که شقاوت جسم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روح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با همه در بر دارد آنها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قرآن عذاب شمرده است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اعمال آنان مطابق با روش قرآن از نظر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عکس العمل اعمال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عذاب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آنان که مطابق با هدا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است عکس العمل اع</w:t>
      </w:r>
      <w:r w:rsidRPr="004A50B5">
        <w:rPr>
          <w:rFonts w:hint="eastAsia"/>
          <w:rtl/>
          <w:lang w:bidi="fa-IR"/>
        </w:rPr>
        <w:t>مال</w:t>
      </w:r>
      <w:r w:rsidRPr="004A50B5">
        <w:rPr>
          <w:rtl/>
          <w:lang w:bidi="fa-IR"/>
        </w:rPr>
        <w:t xml:space="preserve"> آنان جزا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Fonts w:hint="cs"/>
          <w:rtl/>
          <w:lang w:bidi="fa-IR"/>
        </w:rPr>
        <w:t>ی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شمه از مرحله به مزد رساندن اشخاص مؤمن عفو است </w:t>
      </w:r>
      <w:r w:rsidRPr="004A50B5">
        <w:rPr>
          <w:rFonts w:hint="eastAsia"/>
          <w:rtl/>
          <w:lang w:bidi="fa-IR"/>
        </w:rPr>
        <w:t>عفو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پوشش و بخشش ،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دلالت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قرب به حق و منزلت نزد خدا و متنعم شدن به نعمت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متوقف بر مغفرت قبل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لازم است قبلاً پل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شرک و گناهان با توبه و امثال آن زدوده شده باشد تا انسان مؤمن وارد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گردد و بتو</w:t>
      </w:r>
      <w:r w:rsidRPr="004A50B5">
        <w:rPr>
          <w:rFonts w:hint="eastAsia"/>
          <w:rtl/>
          <w:lang w:bidi="fa-IR"/>
        </w:rPr>
        <w:t>اند</w:t>
      </w:r>
      <w:r w:rsidRPr="004A50B5">
        <w:rPr>
          <w:rtl/>
          <w:lang w:bidi="fa-IR"/>
        </w:rPr>
        <w:t xml:space="preserve"> عفو حق را شامل حال خود کند .</w:t>
      </w: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آن که عفو و مغفرت از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برطرف نمودن مانع و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بردن مناف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مضاد است ، و خداوند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خانه آخرت را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اثار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افعال اهل آخرت را نور شمرده است .</w:t>
      </w: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مغفرت برطرف نمودن مرگ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مغفرت که از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برنده مرگ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ناچار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نور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آن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نور آن عبارت از رحمت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.</w:t>
      </w:r>
      <w:r w:rsidR="00015DB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کافر نه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است نه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 اما مؤمن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است و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نور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که در مقابل خداوند بزرگ انسان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خود را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از عذاب نداند و در مقابل عفو و رحمتش خو را ناام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نپندارد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015DBE" w:rsidP="00015DBE">
      <w:pPr>
        <w:pStyle w:val="Heading2"/>
        <w:rPr>
          <w:rtl/>
        </w:rPr>
      </w:pPr>
      <w:r>
        <w:rPr>
          <w:rtl/>
        </w:rPr>
        <w:br w:type="page"/>
      </w:r>
      <w:bookmarkStart w:id="114" w:name="_Toc500835290"/>
      <w:bookmarkStart w:id="115" w:name="_Toc500835459"/>
      <w:r w:rsidR="004A50B5" w:rsidRPr="004A50B5">
        <w:rPr>
          <w:rFonts w:hint="eastAsia"/>
          <w:rtl/>
        </w:rPr>
        <w:lastRenderedPageBreak/>
        <w:t>علم</w:t>
      </w:r>
      <w:r w:rsidR="004A50B5" w:rsidRPr="004A50B5">
        <w:rPr>
          <w:rtl/>
        </w:rPr>
        <w:t xml:space="preserve"> - عمل - ا</w:t>
      </w:r>
      <w:r w:rsidR="004A50B5" w:rsidRPr="004A50B5">
        <w:rPr>
          <w:rFonts w:hint="cs"/>
          <w:rtl/>
        </w:rPr>
        <w:t>ی</w:t>
      </w:r>
      <w:r w:rsidR="004A50B5" w:rsidRPr="004A50B5">
        <w:rPr>
          <w:rFonts w:hint="eastAsia"/>
          <w:rtl/>
        </w:rPr>
        <w:t>مان</w:t>
      </w:r>
      <w:bookmarkEnd w:id="114"/>
      <w:bookmarkEnd w:id="115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نشانه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گواه آن باشد و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آن شناخته گردد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علم</w:t>
      </w:r>
      <w:r w:rsidRPr="004A50B5">
        <w:rPr>
          <w:rtl/>
          <w:lang w:bidi="fa-IR"/>
        </w:rPr>
        <w:t xml:space="preserve">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، عمل کردن به مقتضا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و لازمه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فرمود : خداوند به من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هر 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راه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دانش را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مس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بهشت بر او آسان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فرمود : دانشمند و دانش آموز در اجر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کند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عالم دو اجر است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دانش آموز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اجز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بهتر از علم</w:t>
      </w:r>
      <w:r w:rsidR="00015DB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امام هفتم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سؤال شد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رواست آنچه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دانند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به آن دارند نپرسند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ابداً روا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امام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شده : هر که دانش آموزد و بکار بندد و آن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دهد در ملکوت آسمان ها بزرگش خوانند و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گرفت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عمل کرد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محمد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فرمودند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است لباس او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او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او علم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باز فرمود : مرگ قب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آسانتر است از مردن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دانشمند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دانشمند</w:t>
      </w:r>
      <w:r w:rsidRPr="004A50B5">
        <w:rPr>
          <w:rtl/>
          <w:lang w:bidi="fa-IR"/>
        </w:rPr>
        <w:t xml:space="preserve">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خدا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و به ابراه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وح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 : من عالمم و هر دانشمند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دوست دارم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خداوند</w:t>
      </w:r>
      <w:r w:rsidRPr="004A50B5">
        <w:rPr>
          <w:rtl/>
          <w:lang w:bidi="fa-IR"/>
        </w:rPr>
        <w:t xml:space="preserve"> در قرآن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و خب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ث</w:t>
      </w:r>
      <w:r w:rsidRPr="004A50B5">
        <w:rPr>
          <w:rtl/>
          <w:lang w:bidi="fa-IR"/>
        </w:rPr>
        <w:t xml:space="preserve"> ، کور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tl/>
          <w:lang w:bidi="fa-IR"/>
        </w:rPr>
        <w:t xml:space="preserve"> ، ظلمت و نور ،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و حرارت ،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و مرگ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تفس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گفته شده رجوع تمام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مثالها به علم است ، در قرآن مج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ابتدا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سپس علم را ذکر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علم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نفع دار که عمل در او باشد ، پس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ندار</w:t>
      </w:r>
      <w:r w:rsidRPr="004A50B5">
        <w:rPr>
          <w:rtl/>
          <w:lang w:bidi="fa-IR"/>
        </w:rPr>
        <w:t xml:space="preserve"> واقع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و علم و عمل باشد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که مصرف علم را تع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کند و گرنه علم بدون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چراغ بدون سوخت است ، و جز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علم</w:t>
      </w:r>
      <w:r w:rsidRPr="004A50B5">
        <w:rPr>
          <w:rtl/>
          <w:lang w:bidi="fa-IR"/>
        </w:rPr>
        <w:t xml:space="preserve"> از نظر اسلام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رتبه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آن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مسلمان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جزء برنامه واجب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شمرده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بدان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که کمال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طلب علم و عمل به آن است طلب علم از طلب مال بر شما واجب تر است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قسمت تضم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شده است که عادل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شما قسمت بند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کرده است و محققاً به شما پرداخت خواهد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شد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علم نزد اهلش سپرده است شما دستور دار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را از اهلش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امام</w:t>
      </w:r>
      <w:r w:rsidRPr="004A50B5">
        <w:rPr>
          <w:rtl/>
          <w:lang w:bidi="fa-IR"/>
        </w:rPr>
        <w:t xml:space="preserve"> صادق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دوست دارم تاز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انه</w:t>
      </w:r>
      <w:r w:rsidRPr="004A50B5">
        <w:rPr>
          <w:rtl/>
          <w:lang w:bidi="fa-IR"/>
        </w:rPr>
        <w:t xml:space="preserve"> بسر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ارانم</w:t>
      </w:r>
      <w:r w:rsidRPr="004A50B5">
        <w:rPr>
          <w:rtl/>
          <w:lang w:bidi="fa-IR"/>
        </w:rPr>
        <w:t xml:space="preserve"> بزنند تا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بفهمند و احکامش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مجبور کنند تا بفهمند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015DB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اسلام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معلم و علم ارزش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 عظ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قائل است ابو عبد الرحمن سلم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معلّم قرآن بود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کودکان امام </w:t>
      </w:r>
      <w:r w:rsidR="00015DBE">
        <w:rPr>
          <w:rFonts w:hint="cs"/>
          <w:rtl/>
          <w:lang w:bidi="fa-IR"/>
        </w:rPr>
        <w:t>حسین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سوره حمد را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 طفل چون آن سوره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پدر خواند ، حضرت در مقابل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عمل جوا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مرحمت فرمود که سه رقم بود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دهان معلم را پر از زر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هزار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نار</w:t>
      </w:r>
      <w:r w:rsidRPr="004A50B5">
        <w:rPr>
          <w:rtl/>
          <w:lang w:bidi="fa-IR"/>
        </w:rPr>
        <w:t xml:space="preserve"> به او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3 - هزار حلّه بافته شده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به او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مردم</w:t>
      </w:r>
      <w:r w:rsidRPr="004A50B5">
        <w:rPr>
          <w:rtl/>
          <w:lang w:bidi="fa-IR"/>
        </w:rPr>
        <w:t xml:space="preserve"> مد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در مقابل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سوره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راد</w:t>
      </w:r>
      <w:r w:rsidRPr="004A50B5">
        <w:rPr>
          <w:rtl/>
          <w:lang w:bidi="fa-IR"/>
        </w:rPr>
        <w:t xml:space="preserve"> کردند ، حضرت در مقابل 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اعتراض مردم جواب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مضمون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کردند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من به او تقد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کردم کجا و آنچه او به طفل من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کجا ؟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جواب آن همه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را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کش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حساب کرد و نام عمل او ر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عطا فرمود و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از عظمت مقام علم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امام</w:t>
      </w:r>
      <w:r w:rsidRPr="004A50B5">
        <w:rPr>
          <w:rtl/>
          <w:lang w:bidi="fa-IR"/>
        </w:rPr>
        <w:t xml:space="preserve"> هشتم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وارد مسجد شد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گرد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نشسته اند ، فرمود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علّامه است ، فرمود :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چه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عامل است به انساب عرب و نبردها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، فرمود :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ندانستن آن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ندارد و دانستنش سو</w:t>
      </w:r>
      <w:r w:rsidR="009F6BB5">
        <w:rPr>
          <w:rFonts w:hint="cs"/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ندهد ، علم بر سه قسم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اول</w:t>
      </w:r>
      <w:r w:rsidRPr="004A50B5">
        <w:rPr>
          <w:rtl/>
          <w:lang w:bidi="fa-IR"/>
        </w:rPr>
        <w:t xml:space="preserve"> :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محکمه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آنچه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ثابت و پابرجا و جزء حقا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خلقت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دوم</w:t>
      </w:r>
      <w:r w:rsidRPr="004A50B5">
        <w:rPr>
          <w:rtl/>
          <w:lang w:bidi="fa-IR"/>
        </w:rPr>
        <w:t xml:space="preserve"> فر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ضه</w:t>
      </w:r>
      <w:r w:rsidRPr="004A50B5">
        <w:rPr>
          <w:rtl/>
          <w:lang w:bidi="fa-IR"/>
        </w:rPr>
        <w:t xml:space="preserve"> عادله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سوم</w:t>
      </w:r>
      <w:r w:rsidRPr="004A50B5">
        <w:rPr>
          <w:rtl/>
          <w:lang w:bidi="fa-IR"/>
        </w:rPr>
        <w:t xml:space="preserve"> : روش زنده و برجا ، که به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مرحله بق</w:t>
      </w:r>
      <w:r w:rsidRPr="004A50B5">
        <w:rPr>
          <w:rFonts w:hint="cs"/>
          <w:rtl/>
          <w:lang w:bidi="fa-IR"/>
        </w:rPr>
        <w:t>یّ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دانستن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از برا</w:t>
      </w:r>
      <w:r w:rsidRPr="004A50B5">
        <w:rPr>
          <w:rFonts w:hint="cs"/>
          <w:rtl/>
          <w:lang w:bidi="fa-IR"/>
        </w:rPr>
        <w:t>ی</w:t>
      </w:r>
      <w:r w:rsidR="009F6BB5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اشخاص</w:t>
      </w:r>
      <w:r w:rsidRPr="004A50B5">
        <w:rPr>
          <w:rtl/>
          <w:lang w:bidi="fa-IR"/>
        </w:rPr>
        <w:t xml:space="preserve"> فضل و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شخص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اگر جنازه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تش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و سپس به خاک سپرده شود و در همان حال مجلس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در آن تعل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علم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اگر در آن مجلس وارد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بهره مند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اما فرصت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که از هر دو استفاده شود ، اگر در تش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>ع جنازه شرکت کنم از علم محرومم ، و اگر در مجلس علم از ثواب تش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ام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اگر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هستند که آن مرده را دفن کنند در مجلس علم برو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حضور در مجلس علم از شرکت کردن در هزار تش</w:t>
      </w:r>
      <w:r w:rsidRPr="004A50B5">
        <w:rPr>
          <w:rFonts w:hint="cs"/>
          <w:rtl/>
          <w:lang w:bidi="fa-IR"/>
        </w:rPr>
        <w:t>یی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جنازه و از هزار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ادت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مار</w:t>
      </w:r>
      <w:r w:rsidRPr="004A50B5">
        <w:rPr>
          <w:rtl/>
          <w:lang w:bidi="fa-IR"/>
        </w:rPr>
        <w:t xml:space="preserve"> و از هزار شب عبادت و هزار روز روزه و هزار درهم صدقه و هزار حج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واجب بهتر است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نجا</w:t>
      </w:r>
      <w:r w:rsidRPr="004A50B5">
        <w:rPr>
          <w:rtl/>
          <w:lang w:bidi="fa-IR"/>
        </w:rPr>
        <w:t xml:space="preserve"> کجا و حضور در مجلس علم . مگر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هب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علم است خداوند اطاعت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در پرتو علم و شر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محصول جهل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وارد مسجد شد دو دسته تشک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جلسه داده بودند ، که دسته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مشغول به عبادت و دسته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سرگرم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گرفتن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دادن دانش هر دو را از نظر گذراند و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آنان اظهار خرسند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و به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حضورش بودند فرمود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دانا کردن بشر فرستاده شدم و به طرف آن دسته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مشغول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علم بودند روان شد و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آنان نشست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حضور امام حس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عرض کرد : پسر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!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کامله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ضامن شدم و قدرت پرداخت آن را ندارم ، با خود گفتم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سؤال کنم و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تر از اهلب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رسول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گمان ندارم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من سه مس</w:t>
      </w:r>
      <w:r w:rsidRPr="004A50B5">
        <w:rPr>
          <w:rFonts w:hint="eastAsia"/>
          <w:rtl/>
          <w:lang w:bidi="fa-IR"/>
        </w:rPr>
        <w:t>ئله</w:t>
      </w:r>
      <w:r w:rsidRPr="004A50B5">
        <w:rPr>
          <w:rtl/>
          <w:lang w:bidi="fa-IR"/>
        </w:rPr>
        <w:t xml:space="preserve"> از تو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پرسم اگر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جواب گفت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سوم مال را و اگر دو مسئله را دو سوم و اگر سه مسئله را همه مال را به تو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کنم ، عرض</w:t>
      </w:r>
      <w:r w:rsidR="009F6BB5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کرد</w:t>
      </w:r>
      <w:r w:rsidRPr="004A50B5">
        <w:rPr>
          <w:rtl/>
          <w:lang w:bidi="fa-IR"/>
        </w:rPr>
        <w:t xml:space="preserve"> : مانند تو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اهل شرف و علم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عرب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سؤال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از جدم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شن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دم</w:t>
      </w:r>
      <w:r w:rsidRPr="004A50B5">
        <w:rPr>
          <w:rtl/>
          <w:lang w:bidi="fa-IR"/>
        </w:rPr>
        <w:t xml:space="preserve"> که فرمود در بخشش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اندازه معرفت گشاده داشت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عرب</w:t>
      </w:r>
      <w:r w:rsidRPr="004A50B5">
        <w:rPr>
          <w:rtl/>
          <w:lang w:bidi="fa-IR"/>
        </w:rPr>
        <w:t xml:space="preserve"> عرض کرد : هر چه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سؤال کن ، اگر دانم جواب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، و گرنه از شما فرا خواهم گرفت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فرمود :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اعمال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به خدا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چه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مردم را از مهالک نجات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 اعتماد به خدا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 علم توأم با حلم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اگر ب</w:t>
      </w:r>
      <w:r w:rsidR="009F6BB5">
        <w:rPr>
          <w:rFonts w:hint="cs"/>
          <w:rtl/>
          <w:lang w:bidi="fa-IR"/>
        </w:rPr>
        <w:t xml:space="preserve">ه </w:t>
      </w:r>
      <w:r w:rsidRPr="004A50B5">
        <w:rPr>
          <w:rtl/>
          <w:lang w:bidi="fa-IR"/>
        </w:rPr>
        <w:t>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شرف دست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:مال با سخاوت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مرتبه را نداشت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عرض</w:t>
      </w:r>
      <w:r w:rsidRPr="004A50B5">
        <w:rPr>
          <w:rtl/>
          <w:lang w:bidi="fa-IR"/>
        </w:rPr>
        <w:t xml:space="preserve"> کرد : فقر با صبر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اگر نداشت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صاعقه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آسمان فرود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او را بسوزاند ، چون اهل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خند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هزار درهم در آن بود به او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کرد ، فرمود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زر را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بپرداز ، سپس انگشتر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او عطا فرمود که 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آن 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درهم ارزش داشت ، فرمود :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انگشتر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در نفقه خود خرج کن ، اعراب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گفت : خدا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نبوت را در چه خانه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قرار ده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مختصر از خصوص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</w:t>
      </w:r>
      <w:r w:rsidRPr="004A50B5">
        <w:rPr>
          <w:rtl/>
          <w:lang w:bidi="fa-IR"/>
        </w:rPr>
        <w:t xml:space="preserve"> مرحله علم در اسلام بود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مطلب را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از نظر دور داشت که همواره علم در اسلام با معنا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هر عمل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نافع به حال</w:t>
      </w:r>
      <w:r w:rsidR="009F6BB5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جامعه</w:t>
      </w:r>
      <w:r w:rsidRPr="004A50B5">
        <w:rPr>
          <w:rtl/>
          <w:lang w:bidi="fa-IR"/>
        </w:rPr>
        <w:t xml:space="preserve"> است مورد توجه است درباره نشانه دوم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در قسمت تحت توح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شرح داده شد ، اما قسمت سوم عمل به علم و لازمه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محتاج به توض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سه علامت لقمان بزرگوار مسائل سه گانه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فرزند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کرده که شرح آن مسائل تقر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باً</w:t>
      </w:r>
      <w:r w:rsidRPr="004A50B5">
        <w:rPr>
          <w:rtl/>
          <w:lang w:bidi="fa-IR"/>
        </w:rPr>
        <w:t xml:space="preserve"> در مباحث گذشته داده شد فقط اکتفاء به اصل مسئله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باور داشتن خدا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قبول داشتن کتاب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طرف او نازل شده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باور داشتن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حق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شناختن خدا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شناختن آنچه را خدا دوست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شناختن آنچه را خدا دشمن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عامل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نماز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روزه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زک</w:t>
      </w:r>
      <w:r w:rsidR="009F6BB5">
        <w:rPr>
          <w:rFonts w:hint="cs"/>
          <w:rtl/>
          <w:lang w:bidi="fa-IR"/>
        </w:rPr>
        <w:t>ات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شخص</w:t>
      </w:r>
      <w:r w:rsidRPr="004A50B5">
        <w:rPr>
          <w:rtl/>
          <w:lang w:bidi="fa-IR"/>
        </w:rPr>
        <w:t xml:space="preserve"> نادن را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با آنکه بالاتر از اوست نزاع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در آنچه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داند بحث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در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آنچه از دسترس او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رون</w:t>
      </w:r>
      <w:r w:rsidRPr="004A50B5">
        <w:rPr>
          <w:rtl/>
          <w:lang w:bidi="fa-IR"/>
        </w:rPr>
        <w:t xml:space="preserve"> است رنج ببرد .</w:t>
      </w:r>
    </w:p>
    <w:p w:rsidR="009F6BB5" w:rsidRDefault="009F6B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ظالم</w:t>
      </w:r>
      <w:r w:rsidRPr="004A50B5">
        <w:rPr>
          <w:rtl/>
          <w:lang w:bidi="fa-IR"/>
        </w:rPr>
        <w:t xml:space="preserve"> را سه نشانه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نسبت به خداوند به نافرمان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ستم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نسبت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دست ظلم روا دارد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 xml:space="preserve">3 - به ستمکار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منافق</w:t>
      </w:r>
      <w:r w:rsidRPr="004A50B5">
        <w:rPr>
          <w:rtl/>
          <w:lang w:bidi="fa-IR"/>
        </w:rPr>
        <w:t xml:space="preserve"> را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زبانش</w:t>
      </w:r>
      <w:r w:rsidRPr="004A50B5">
        <w:rPr>
          <w:rtl/>
          <w:lang w:bidi="fa-IR"/>
        </w:rPr>
        <w:t xml:space="preserve"> با دلش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تش</w:t>
      </w:r>
      <w:r w:rsidRPr="004A50B5">
        <w:rPr>
          <w:rtl/>
          <w:lang w:bidi="fa-IR"/>
        </w:rPr>
        <w:t xml:space="preserve"> با عمل و برونش با درون مخالف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گنهکار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از دورغ نپره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کردارش مخالف با گفتارش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حسود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در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tl/>
          <w:lang w:bidi="fa-IR"/>
        </w:rPr>
        <w:t xml:space="preserve"> مردم بدگو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و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در حضورشان تملقّ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به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وارد شده شماتت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در خلوت کسالت ورزد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در جمع خود را فعال نشان دهد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در هر عمل به انتظار مدح و ثنا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مسرف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خور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بخرد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جامه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خور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بپوشد .</w:t>
      </w:r>
    </w:p>
    <w:p w:rsidR="009F6BB5" w:rsidRDefault="009F6B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طعام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خور او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بخرد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تنبل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سه علامت است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آن قدر سهل انگار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تا فرصت از دست برود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موقع را از دست بدهد تا کار تباه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نسبت به خوب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تفاوت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خلاصه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اگر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امان به حق و فضا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انسان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به صفات حسنه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لقمان اشاره فرموده آراسته ،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لذت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باشد گرفتار صفات سوء است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جهت باز به فرزندش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حت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که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فرزند در دوران روز و شب ساعات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وقف کسب دانش کن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ضرر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ترک علم گران تر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با دانشمندان معاشر باش ، و در گفتگو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آنان شرط ادب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 از لجاج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که تو را از نور دانش خود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بهره سازد و با مردم سرسخت و لجوج به بحث و مناظره مپ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، و با ستمکاران همدم مشو ، و با تبهکاران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مب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با تهمت زنندگان معاشر مباش ، و چنانچه در جمع مال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اندوختن دانش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بکوش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من بارها بارها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سنگ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سنگ و پولاد بر دوش کش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ام اما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گران تر از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افته</w:t>
      </w:r>
      <w:r w:rsidRPr="004A50B5">
        <w:rPr>
          <w:rtl/>
          <w:lang w:bidi="fa-IR"/>
        </w:rPr>
        <w:t xml:space="preserve"> ام ، هم</w:t>
      </w:r>
      <w:r w:rsidR="006C238D">
        <w:rPr>
          <w:rFonts w:hint="cs"/>
          <w:rtl/>
        </w:rPr>
        <w:t>ه</w:t>
      </w:r>
      <w:r w:rsidRPr="004A50B5">
        <w:rPr>
          <w:rtl/>
        </w:rPr>
        <w:t xml:space="preserve"> تلخ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ها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زندگ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را چش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ده</w:t>
      </w:r>
      <w:r w:rsidRPr="004A50B5">
        <w:rPr>
          <w:rtl/>
        </w:rPr>
        <w:t xml:space="preserve"> ام ، اما تلخ تر از فقر ند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دم</w:t>
      </w:r>
      <w:r w:rsidRPr="004A50B5">
        <w:rPr>
          <w:rtl/>
        </w:rPr>
        <w:t xml:space="preserve"> ، اگر روز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گرفتار فقر شو</w:t>
      </w:r>
      <w:r w:rsidRPr="004A50B5">
        <w:rPr>
          <w:rFonts w:hint="cs"/>
          <w:rtl/>
        </w:rPr>
        <w:t>ی</w:t>
      </w:r>
      <w:r w:rsidRPr="004A50B5">
        <w:rPr>
          <w:rtl/>
        </w:rPr>
        <w:t xml:space="preserve"> ا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ن</w:t>
      </w:r>
      <w:r w:rsidRPr="004A50B5">
        <w:rPr>
          <w:rtl/>
        </w:rPr>
        <w:t xml:space="preserve"> راز را 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خود و خدا نگهدار و با خلق در م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ان</w:t>
      </w:r>
      <w:r w:rsidRPr="004A50B5">
        <w:rPr>
          <w:rtl/>
        </w:rPr>
        <w:t xml:space="preserve"> مگذار ، ز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را</w:t>
      </w:r>
      <w:r w:rsidRPr="004A50B5">
        <w:rPr>
          <w:rtl/>
        </w:rPr>
        <w:t xml:space="preserve"> اگر مر</w:t>
      </w:r>
      <w:r w:rsidRPr="004A50B5">
        <w:rPr>
          <w:rFonts w:hint="eastAsia"/>
          <w:rtl/>
        </w:rPr>
        <w:t>دم</w:t>
      </w:r>
      <w:r w:rsidRPr="004A50B5">
        <w:rPr>
          <w:rtl/>
        </w:rPr>
        <w:t xml:space="preserve"> از کار تو با خبر شوند تو را به د</w:t>
      </w:r>
      <w:r w:rsidRPr="004A50B5">
        <w:rPr>
          <w:rFonts w:hint="cs"/>
          <w:rtl/>
        </w:rPr>
        <w:t>ی</w:t>
      </w:r>
      <w:r w:rsidRPr="004A50B5">
        <w:rPr>
          <w:rFonts w:hint="eastAsia"/>
          <w:rtl/>
        </w:rPr>
        <w:t>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بهره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که خدا 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قرار داده بر آن خوشحال باش تا زندگ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راحت باشد و هرگاه بخواه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عزت به دست آر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چشم طمع از مال مردم بپوش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انب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اء</w:t>
      </w:r>
      <w:r w:rsidRPr="004A50B5">
        <w:rPr>
          <w:rtl/>
          <w:lang w:bidi="fa-IR"/>
        </w:rPr>
        <w:t xml:space="preserve"> و صدّ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از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راه به آن مقام نائل شدند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سزاوار احسان باشند احسان کن ، 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کار خدا را منظور بدار ، در بخشش شرط اعتدال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 چنانچه بخل دست تو را از انفاق لازم نبندد</w:t>
      </w:r>
      <w:r w:rsidR="009F6BB5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تبذ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مال تو را به باد فنا ندهد .</w:t>
      </w:r>
      <w:r w:rsidR="009F6BB5"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، اگر دستت از مال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آن صله رحم بجا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خود بخشش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فکر کن که حسن خلق را از دست نده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هر که خود را به حسن خلق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خوبان او را دوست خواهند داشت و از اذ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او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خواهند جست ، و در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</w:t>
      </w:r>
      <w:r w:rsidRPr="004A50B5">
        <w:rPr>
          <w:rtl/>
          <w:lang w:bidi="fa-IR"/>
        </w:rPr>
        <w:lastRenderedPageBreak/>
        <w:t>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="006C238D">
        <w:rPr>
          <w:rFonts w:hint="cs"/>
          <w:rtl/>
        </w:rPr>
        <w:t>ه</w:t>
      </w:r>
      <w:r w:rsidRPr="004A50B5">
        <w:rPr>
          <w:rtl/>
          <w:lang w:bidi="fa-IR"/>
        </w:rPr>
        <w:t xml:space="preserve"> اعجاب نظر مکن 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از انجام عمل صالح فخر مفروش و مباهات مکن که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را به هلاکت افکن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مردم را ناسزا و دشنام مگو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آنان را به ناسزا گفتن وادار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خود موجب هتک حرمت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و پدر و مادرت را فراهم آور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.فرزندم ! هر که خشنود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را طلب کند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نفس اماره را خشمگ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دارد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هر</w:t>
      </w:r>
      <w:r w:rsidRPr="004A50B5">
        <w:rPr>
          <w:rtl/>
          <w:lang w:bidi="fa-IR"/>
        </w:rPr>
        <w:t xml:space="preserve"> کس نفس را خشنود سازد خدا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تواند خشنود کند ، و هر کس خشم خود را فرو بخورد فرصت شماتت بدست دشمن نخواهد داد .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فرزند ! از حسد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و از سوء خلق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او دو به خودت رسد و چون خود به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خودت بکوش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 را از کار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فارغ و در مبارزه با خودت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tl/>
          <w:lang w:bidi="fa-IR"/>
        </w:rPr>
        <w:t xml:space="preserve">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ساخت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خودت نسبت به خود از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دشمنانت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بارتر است .</w:t>
      </w: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به مردم شماتت مکن که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را به دل خواهند گرفت و خود را در برابر آنان زبون نشان مده که در تحق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خواهند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نه چندان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 که تو را بخورند ، و نه چندان تلخ باش که تو را از نظر دور دارند .</w:t>
      </w: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! هر که را از درون خود واعظ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او را از جانب خداوند حافظ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 ، و هر که داد خلق را از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دهد خدا بد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به عزتش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فزا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خوار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راه اطاعت خدا از عزت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بهتر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! هزار دوست به دست آر و بدان که هزار دوست کم است ،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دشمن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ندوز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دشمن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است .</w:t>
      </w:r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با مردم جز به روش خودشان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مکن ، و بار توقع خود را گران تر از حد طاقتشان مساز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معاشر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از تو 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زان</w:t>
      </w:r>
      <w:r w:rsidRPr="004A50B5">
        <w:rPr>
          <w:rtl/>
          <w:lang w:bidi="fa-IR"/>
        </w:rPr>
        <w:t xml:space="preserve"> شوند و تو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تنها بمان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نه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تو همدم شود و نه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که تو را کمک کند و چون تنها بمان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خوار و ذل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ل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  <w:r w:rsidR="009F6BB5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! از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علت سخت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عذر تو را نپذ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قائل نباشد عذر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مکن ، در مشکلات خود از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طلب کن که از برآوردن حاجتت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مزد داشته باشد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انجام کار تو مانند کار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خواهد کوش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تا چون کار تو به سامان رسد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مزد مادّ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کوشش خود برخوردار شود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از حاصل معنو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ثواب اخرو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بهره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9F6BB5" w:rsidP="009F6BB5">
      <w:pPr>
        <w:pStyle w:val="Heading2"/>
        <w:rPr>
          <w:rtl/>
        </w:rPr>
      </w:pPr>
      <w:r>
        <w:rPr>
          <w:rtl/>
        </w:rPr>
        <w:br w:type="page"/>
      </w:r>
      <w:bookmarkStart w:id="116" w:name="_Toc500835291"/>
      <w:bookmarkStart w:id="117" w:name="_Toc500835460"/>
      <w:r w:rsidR="004A50B5" w:rsidRPr="004A50B5">
        <w:rPr>
          <w:rFonts w:hint="eastAsia"/>
          <w:rtl/>
        </w:rPr>
        <w:lastRenderedPageBreak/>
        <w:t>حسن</w:t>
      </w:r>
      <w:r w:rsidR="004A50B5" w:rsidRPr="004A50B5">
        <w:rPr>
          <w:rtl/>
        </w:rPr>
        <w:t xml:space="preserve"> خلق</w:t>
      </w:r>
      <w:bookmarkEnd w:id="116"/>
      <w:bookmarkEnd w:id="117"/>
    </w:p>
    <w:p w:rsidR="004A50B5" w:rsidRPr="004A50B5" w:rsidRDefault="004A50B5" w:rsidP="009F6B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تنگ حوصلگ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کژ خلق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صبر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مقابل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صفات نخواهد ماند در کارها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را به بردبار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وادار ، و در برابر زحمات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اران</w:t>
      </w:r>
      <w:r w:rsidRPr="004A50B5">
        <w:rPr>
          <w:rtl/>
          <w:lang w:bidi="fa-IR"/>
        </w:rPr>
        <w:t xml:space="preserve"> شک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اموز</w:t>
      </w:r>
      <w:r w:rsidRPr="004A50B5">
        <w:rPr>
          <w:rtl/>
          <w:lang w:bidi="fa-IR"/>
        </w:rPr>
        <w:t xml:space="preserve"> ، و 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را با همگ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خَلق خوش و سازگار ساز و هر زمان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رفاقت انتخاب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</w:t>
      </w:r>
      <w:r w:rsidRPr="004A50B5">
        <w:rPr>
          <w:rFonts w:hint="eastAsia"/>
          <w:rtl/>
          <w:lang w:bidi="fa-IR"/>
        </w:rPr>
        <w:t>بتدا</w:t>
      </w:r>
      <w:r w:rsidRPr="004A50B5">
        <w:rPr>
          <w:rtl/>
          <w:lang w:bidi="fa-IR"/>
        </w:rPr>
        <w:t xml:space="preserve"> از سر آزما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او را از دست خود خشمگ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ساز و بنگر در حال خشم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شرط انصاف را با تو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، او را بگر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گرنه از او برحذر باش ، و از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معاشرت او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کن .</w:t>
      </w:r>
      <w:r w:rsidR="009F6BB5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برقرار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حسن خلق و تفرقه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سوء خلق است ، اخلاق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است که موجب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الفت و توافق است و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حسد و روگردا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بدخلق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حسن خلق است که مردم را به طرف انسان جلب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راه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آسان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در معاشرت را به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انسان باز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  <w:r w:rsidR="009F6BB5" w:rsidRPr="004A50B5">
        <w:rPr>
          <w:rtl/>
          <w:lang w:bidi="fa-IR"/>
        </w:rPr>
        <w:t xml:space="preserve"> </w:t>
      </w: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شتر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مردم را وارد بهشت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تقو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حسن خلق است ، فرمود : من مبعوث شدم تا مکارم اخلاق شما را به اعل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درجه</w:t>
      </w:r>
      <w:r w:rsidR="002F6A4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برسانم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اسلام سؤال شد : حسن خلق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صله رحم با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تو قطع رحم کرده ، و عفو از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تو را آزار کرده و عطا به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تو را منع کرده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روز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کرس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در اطراف عرش اله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صورت آنان مانند ماه شب چهارده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درخشد تمام مردم در ناله و حسرتند مگر آنان ، و همه در وحشتند به جز آنان ،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افراد دوستان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، ترس و وح</w:t>
      </w:r>
      <w:r w:rsidRPr="004A50B5">
        <w:rPr>
          <w:rFonts w:hint="eastAsia"/>
          <w:rtl/>
          <w:lang w:bidi="fa-IR"/>
        </w:rPr>
        <w:t>شت</w:t>
      </w:r>
      <w:r w:rsidRPr="004A50B5">
        <w:rPr>
          <w:rtl/>
          <w:lang w:bidi="fa-IR"/>
        </w:rPr>
        <w:t xml:space="preserve"> ندارند ،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: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اشخاص ؟ فرمود :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معاشرت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خبر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آمده است که فرمود : در اطراف عرش 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گاه</w:t>
      </w:r>
      <w:r w:rsidRPr="004A50B5">
        <w:rPr>
          <w:rtl/>
          <w:lang w:bidi="fa-IR"/>
        </w:rPr>
        <w:t xml:space="preserve">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بلند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نور قرار دارد قوم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که لباس آنها و صورتشان از نور است آنان رتبه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غمبر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شهادت ندارند اما همه بر آنها غبطه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خورند ، گفتند :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ستند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نشستند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رفتند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اکرم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دو نفر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مگر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که نزد خدا آن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دتر</w:t>
      </w:r>
      <w:r w:rsidRPr="004A50B5">
        <w:rPr>
          <w:rtl/>
          <w:lang w:bidi="fa-IR"/>
        </w:rPr>
        <w:t xml:space="preserve"> است محبوب تر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حضرت</w:t>
      </w:r>
      <w:r w:rsidRPr="004A50B5">
        <w:rPr>
          <w:rtl/>
          <w:lang w:bidi="fa-IR"/>
        </w:rPr>
        <w:t xml:space="preserve"> محمد </w:t>
      </w:r>
      <w:r w:rsidR="006C238D" w:rsidRPr="006C238D">
        <w:rPr>
          <w:rStyle w:val="libAlaemChar"/>
          <w:rtl/>
        </w:rPr>
        <w:t xml:space="preserve">صلى‌الله‌عليه‌وآله‌وسلم </w:t>
      </w:r>
      <w:r w:rsidRPr="004A50B5">
        <w:rPr>
          <w:rtl/>
          <w:lang w:bidi="fa-IR"/>
        </w:rPr>
        <w:t>فرمود : خداوند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سزاوار</w:t>
      </w:r>
      <w:r w:rsidRPr="004A50B5">
        <w:rPr>
          <w:rtl/>
          <w:lang w:bidi="fa-IR"/>
        </w:rPr>
        <w:t xml:space="preserve"> است محبّت من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را به خاطر من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ارت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و 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بخشند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از</w:t>
      </w:r>
      <w:r w:rsidRPr="004A50B5">
        <w:rPr>
          <w:rtl/>
          <w:lang w:bidi="fa-IR"/>
        </w:rPr>
        <w:t xml:space="preserve"> امام چهارم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روا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شده :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خلق اوّل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آخر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جمع شدند ، ندا کننده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زد</w:t>
      </w:r>
      <w:r w:rsidRPr="004A50B5">
        <w:rPr>
          <w:rtl/>
          <w:lang w:bidi="fa-IR"/>
        </w:rPr>
        <w:t xml:space="preserve"> و ندا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آن چنان که تمام مردم بشنوند کجا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کردند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</w:t>
      </w:r>
      <w:r w:rsidRPr="004A50B5">
        <w:rPr>
          <w:rtl/>
          <w:lang w:bidi="fa-IR"/>
        </w:rPr>
        <w:t xml:space="preserve">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مردم برم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زند</w:t>
      </w:r>
      <w:r w:rsidRPr="004A50B5">
        <w:rPr>
          <w:rtl/>
          <w:lang w:bidi="fa-IR"/>
        </w:rPr>
        <w:t xml:space="preserve"> ، به آنان گفته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: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بهشت حرکت کنند بدون حساب ، ملائکه آنان را ملاقات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و سؤال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از چه دسته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: از کسان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: اعمال شما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جواب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دهند :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، و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، ملائکه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هم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اجر عمل کنندگان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: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مسلمان سزاوار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با سه طا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فه</w:t>
      </w:r>
      <w:r w:rsidRPr="004A50B5">
        <w:rPr>
          <w:rtl/>
          <w:lang w:bidi="fa-IR"/>
        </w:rPr>
        <w:t xml:space="preserve">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1 - طائفه ماجن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2 - طائفه احمق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tl/>
          <w:lang w:bidi="fa-IR"/>
        </w:rPr>
        <w:t>3 - طائفه دورغ گو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ماجن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عمل خود را نزد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جلوه دهد و دوست دارد تو هم مثل او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تو را در امر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معاد کمک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جفا و تار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آمد و رفتش با تو ننگ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احمق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که تو را راهنما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برگشت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را از تو ندارد ، چه بسا اراده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به تو نفع رساند ضرر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پس مرگ او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بهتر است از ح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اتش</w:t>
      </w:r>
      <w:r w:rsidRPr="004A50B5">
        <w:rPr>
          <w:rtl/>
          <w:lang w:bidi="fa-IR"/>
        </w:rPr>
        <w:t xml:space="preserve"> و سکوت او بهتر است از گفتگو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، او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سزاوارتر است از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دروغگو</w:t>
      </w:r>
      <w:r w:rsidRPr="004A50B5">
        <w:rPr>
          <w:rtl/>
          <w:lang w:bidi="fa-IR"/>
        </w:rPr>
        <w:t xml:space="preserve"> در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سخن تو را 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و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گران</w:t>
      </w:r>
      <w:r w:rsidRPr="004A50B5">
        <w:rPr>
          <w:rtl/>
          <w:lang w:bidi="fa-IR"/>
        </w:rPr>
        <w:t xml:space="preserve"> به تو بازگو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زمان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مطلب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مطلب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انشاء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چنانچه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دارد راست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اما دروغ است ، در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مردم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جاد</w:t>
      </w:r>
      <w:r w:rsidRPr="004A50B5">
        <w:rPr>
          <w:rtl/>
          <w:lang w:bidi="fa-IR"/>
        </w:rPr>
        <w:t xml:space="preserve">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نه</w:t>
      </w:r>
      <w:r w:rsidRPr="004A50B5">
        <w:rPr>
          <w:rtl/>
          <w:lang w:bidi="fa-IR"/>
        </w:rPr>
        <w:t xml:space="preserve"> در دلها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افکند ، از خدا بترس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برن</w:t>
      </w:r>
      <w:r w:rsidRPr="004A50B5">
        <w:rPr>
          <w:rFonts w:hint="eastAsia"/>
          <w:rtl/>
          <w:lang w:bidi="fa-IR"/>
        </w:rPr>
        <w:t>امه</w:t>
      </w:r>
      <w:r w:rsidRPr="004A50B5">
        <w:rPr>
          <w:rtl/>
          <w:lang w:bidi="fa-IR"/>
        </w:rPr>
        <w:t xml:space="preserve"> خود را بازد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.لقمان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فرمود :فرزندم ! آن قدر به مردم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مشو که عاقبت از آنان دور</w:t>
      </w: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 قدر دور مشو که سبک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هر جنبنده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مثل خودش را دوست دارد ، فرزندان آدم امثال خود را دوست دارند متاع خود را باز مکن مگر نزد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طالب اوست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گرگ و گوس</w:t>
      </w:r>
      <w:r w:rsidR="002F6A4E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نخواهد شد ، همچنان که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خوب و بد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با افرا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رنج دهنده خو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با بدکار روش او را عادت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جدال را دوست داشته باشد مورد ملامت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بدکار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قدم بگذارد مورد تهمت قرار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با بدخلق آم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زش</w:t>
      </w:r>
      <w:r w:rsidRPr="004A50B5">
        <w:rPr>
          <w:rtl/>
          <w:lang w:bidi="fa-IR"/>
        </w:rPr>
        <w:t xml:space="preserve"> </w:t>
      </w:r>
      <w:r w:rsidRPr="004A50B5">
        <w:rPr>
          <w:rtl/>
          <w:lang w:bidi="fa-IR"/>
        </w:rPr>
        <w:lastRenderedPageBreak/>
        <w:t>کند از سلامت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محروم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و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مالک ز</w:t>
      </w:r>
      <w:r w:rsidRPr="004A50B5">
        <w:rPr>
          <w:rFonts w:hint="eastAsia"/>
          <w:rtl/>
          <w:lang w:bidi="fa-IR"/>
        </w:rPr>
        <w:t>بان</w:t>
      </w:r>
      <w:r w:rsidRPr="004A50B5">
        <w:rPr>
          <w:rtl/>
          <w:lang w:bidi="fa-IR"/>
        </w:rPr>
        <w:t xml:space="preserve"> خود نبوده باشد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2F6A4E" w:rsidP="002F6A4E">
      <w:pPr>
        <w:pStyle w:val="Heading2"/>
        <w:rPr>
          <w:rtl/>
        </w:rPr>
      </w:pPr>
      <w:r>
        <w:rPr>
          <w:rtl/>
        </w:rPr>
        <w:br w:type="page"/>
      </w:r>
      <w:bookmarkStart w:id="118" w:name="_Toc500835292"/>
      <w:bookmarkStart w:id="119" w:name="_Toc500835461"/>
      <w:r w:rsidR="004A50B5" w:rsidRPr="004A50B5">
        <w:rPr>
          <w:rFonts w:hint="eastAsia"/>
          <w:rtl/>
        </w:rPr>
        <w:lastRenderedPageBreak/>
        <w:t>اندرزها</w:t>
      </w:r>
      <w:bookmarkEnd w:id="118"/>
      <w:bookmarkEnd w:id="119"/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از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آمده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پشت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کرده ، و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آخرت آورده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در مقام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مراحل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به سو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تو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تر است از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از آن دور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اگر در خردسال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آراسته به ادب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بزرگ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آن بهره مند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آن کس که ارزش آداب حسنه را بداند ، در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آن بکوشد ، و کوشا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آن تحمل رنج کند ، و آن کس که با رنج و زحمت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متاع گران را به دست آورد ،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خود را به آن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و چون آراسته شد سود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نص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بش</w:t>
      </w:r>
      <w:r w:rsidRPr="004A50B5">
        <w:rPr>
          <w:rtl/>
          <w:lang w:bidi="fa-IR"/>
        </w:rPr>
        <w:t xml:space="preserve"> گردد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به آداب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عادت کن ، تا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ادگار</w:t>
      </w:r>
      <w:r w:rsidRPr="004A50B5">
        <w:rPr>
          <w:rtl/>
          <w:lang w:bidi="fa-IR"/>
        </w:rPr>
        <w:t xml:space="preserve"> مردمان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گذشته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ندگان</w:t>
      </w:r>
      <w:r w:rsidRPr="004A50B5">
        <w:rPr>
          <w:rtl/>
          <w:lang w:bidi="fa-IR"/>
        </w:rPr>
        <w:t xml:space="preserve">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نفع برسد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صورت دوستانت به تو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دوار</w:t>
      </w:r>
      <w:r w:rsidRPr="004A50B5">
        <w:rPr>
          <w:rtl/>
          <w:lang w:bidi="fa-IR"/>
        </w:rPr>
        <w:t xml:space="preserve"> ، و دشمنانت از تو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مناک</w:t>
      </w:r>
      <w:r w:rsidRPr="004A50B5">
        <w:rPr>
          <w:rtl/>
          <w:lang w:bidi="fa-IR"/>
        </w:rPr>
        <w:t xml:space="preserve"> خواهند بود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زنهار</w:t>
      </w:r>
      <w:r w:rsidRPr="004A50B5">
        <w:rPr>
          <w:rtl/>
          <w:lang w:bidi="fa-IR"/>
        </w:rPr>
        <w:t xml:space="preserve"> که در جستجو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آداب حسنه سست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مکن ، و از توجه به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گردان ، از دست رفتن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باختن آخرت سخت است ، و آن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کس</w:t>
      </w:r>
      <w:r w:rsidRPr="004A50B5">
        <w:rPr>
          <w:rtl/>
          <w:lang w:bidi="fa-IR"/>
        </w:rPr>
        <w:t xml:space="preserve"> که دانش را از غ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موضعش بگ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آخرت را از دست خواهد داد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ساعات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روز و شبت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دانش قرار بده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چ</w:t>
      </w:r>
      <w:r w:rsidRPr="004A50B5">
        <w:rPr>
          <w:rtl/>
          <w:lang w:bidi="fa-IR"/>
        </w:rPr>
        <w:t xml:space="preserve">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مانند ترک علم آدم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ضا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ع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در ترک دانش ترس از دست رفتن آن مقدار از علم تحص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</w:t>
      </w:r>
      <w:r w:rsidRPr="004A50B5">
        <w:rPr>
          <w:rtl/>
          <w:lang w:bidi="fa-IR"/>
        </w:rPr>
        <w:t xml:space="preserve"> شده هم هست ، علم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مجادله و غلبه بر افراد مخواه </w:t>
      </w:r>
      <w:r w:rsidRPr="004A50B5">
        <w:rPr>
          <w:rtl/>
          <w:lang w:bidi="fa-IR"/>
        </w:rPr>
        <w:lastRenderedPageBreak/>
        <w:t>، با دانا ست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مکن ، با صاحب قدرت آن طور نباش </w:t>
      </w:r>
      <w:r w:rsidRPr="004A50B5">
        <w:rPr>
          <w:rFonts w:hint="eastAsia"/>
          <w:rtl/>
          <w:lang w:bidi="fa-IR"/>
        </w:rPr>
        <w:t>که</w:t>
      </w:r>
      <w:r w:rsidRPr="004A50B5">
        <w:rPr>
          <w:rtl/>
          <w:lang w:bidi="fa-IR"/>
        </w:rPr>
        <w:t xml:space="preserve"> راه تسلط بر تو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کند ، با ستمکار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همراه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منما ، با فاسق برادر مباش ،با متهم رفت و آمد مکن ، آنچه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مانند طلا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که پنهان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دسترس نااهل پنهان بدار .</w:t>
      </w:r>
      <w:r w:rsidR="002F6A4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تمام همت خود را متوجه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مکن ، که مخلوق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نزد حق تعال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اعتبارتر از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مگر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خداوند نعمت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اجر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کان</w:t>
      </w:r>
      <w:r w:rsidRPr="004A50B5">
        <w:rPr>
          <w:rtl/>
          <w:lang w:bidi="fa-IR"/>
        </w:rPr>
        <w:t xml:space="preserve"> نکرده ، و بلا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عذاب بدان .</w:t>
      </w: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!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زتر</w:t>
      </w:r>
      <w:r w:rsidRPr="004A50B5">
        <w:rPr>
          <w:rtl/>
          <w:lang w:bidi="fa-IR"/>
        </w:rPr>
        <w:t xml:space="preserve"> از 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</w:t>
      </w:r>
      <w:r w:rsidRPr="004A50B5">
        <w:rPr>
          <w:rtl/>
          <w:lang w:bidi="fa-IR"/>
        </w:rPr>
        <w:t xml:space="preserve"> حلم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چه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دشمنان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آنان را با اخلاق حسنه مغلوب خود گردان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آن کس که باورش نسبت به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 حق ضع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ف</w:t>
      </w:r>
      <w:r w:rsidRPr="004A50B5">
        <w:rPr>
          <w:rtl/>
          <w:lang w:bidi="fa-IR"/>
        </w:rPr>
        <w:t xml:space="preserve"> است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چنئد مرحله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قوت دادن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مانش</w:t>
      </w:r>
      <w:r w:rsidRPr="004A50B5">
        <w:rPr>
          <w:rtl/>
          <w:lang w:bidi="fa-IR"/>
        </w:rPr>
        <w:t xml:space="preserve">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آورد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گاه که نبود به او لباس هست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پوشاندند ، سپس در رحم قرارش دادند به طور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آفات مصون باشد و او را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دادند ، و آن گاه که متولد شد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به نحو کامل از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برخوردار بود تا رشد و تکامل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پس از بر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از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به وس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له</w:t>
      </w:r>
      <w:r w:rsidRPr="004A50B5">
        <w:rPr>
          <w:rtl/>
          <w:lang w:bidi="fa-IR"/>
        </w:rPr>
        <w:t xml:space="preserve"> کسب پدر و زحمت مادر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،ا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آدم که در آن سه مرحله بدون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دارا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تدب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باشد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گرفت ، چرا در مرحله آخر نبا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به رزّاق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حق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داشته باشد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دشمن او تقوا و کسب فض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لت</w:t>
      </w:r>
      <w:r w:rsidRPr="004A50B5">
        <w:rPr>
          <w:rtl/>
          <w:lang w:bidi="fa-IR"/>
        </w:rPr>
        <w:t xml:space="preserve"> و جوان 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کرامت نفس ، و اخلاق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</w:t>
      </w:r>
      <w:r w:rsidRPr="004A50B5">
        <w:rPr>
          <w:rtl/>
          <w:lang w:bidi="fa-IR"/>
        </w:rPr>
        <w:t xml:space="preserve"> ، و پنهان داشتن راز ، و تصف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باطن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در چن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حال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عنا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پوشش حق خواه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بود ، و از شر دشمن در امان 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باش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که</w:t>
      </w:r>
      <w:r w:rsidRPr="004A50B5">
        <w:rPr>
          <w:rtl/>
          <w:lang w:bidi="fa-IR"/>
        </w:rPr>
        <w:t xml:space="preserve"> دشمن بر ع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آگاه نشود ،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لغزشت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اگر غافل بمان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دشمن بر تو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ره</w:t>
      </w:r>
      <w:r w:rsidRPr="004A50B5">
        <w:rPr>
          <w:rtl/>
          <w:lang w:bidi="fa-IR"/>
        </w:rPr>
        <w:t xml:space="preserve"> گردد ، آن گاه عذرت پذ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رفته</w:t>
      </w:r>
      <w:r w:rsidRPr="004A50B5">
        <w:rPr>
          <w:rtl/>
          <w:lang w:bidi="fa-IR"/>
        </w:rPr>
        <w:t xml:space="preserve"> نشود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راه جستن نفع مشقت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را اندک شمار ، و اندک رنج را در ط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مودن</w:t>
      </w:r>
      <w:r w:rsidRPr="004A50B5">
        <w:rPr>
          <w:rtl/>
          <w:lang w:bidi="fa-IR"/>
        </w:rPr>
        <w:t xml:space="preserve"> راه ضرر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دان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بهتر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برنامه حکمت است و به دست آوردنش از هر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لازم تر و آن حکمت عبارت از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خداست ، و مَثلِ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همانند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درخت است آب آن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، 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شه</w:t>
      </w:r>
      <w:r w:rsidRPr="004A50B5">
        <w:rPr>
          <w:rtl/>
          <w:lang w:bidi="fa-IR"/>
        </w:rPr>
        <w:t xml:space="preserve"> اش نماز ، ساقه اش زکات ، شاخه ها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برادر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مؤمنان ، برگش اخلاق پسند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، و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اش ترک معص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و درخت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کامل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مگر به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اش پس کمال انسان به ترک گناه است .</w:t>
      </w:r>
      <w:r w:rsidR="002F6A4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ها پر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عقل ، بزرگتر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ها مص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هولناکتر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آفت ها آفت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، و پرسودتر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توانگر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ها</w:t>
      </w:r>
      <w:r w:rsidRPr="004A50B5">
        <w:rPr>
          <w:rtl/>
          <w:lang w:bidi="fa-IR"/>
        </w:rPr>
        <w:t xml:space="preserve"> توانگر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دل بنابرا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دل را به دانش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اخلاق حم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توانگر گردان و به آنچه از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تو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قانع باش ، و به قسمت حق راض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آن</w:t>
      </w:r>
      <w:r w:rsidRPr="004A50B5">
        <w:rPr>
          <w:rtl/>
          <w:lang w:bidi="fa-IR"/>
        </w:rPr>
        <w:t xml:space="preserve"> کس که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انت</w:t>
      </w:r>
      <w:r w:rsidRPr="004A50B5">
        <w:rPr>
          <w:rtl/>
          <w:lang w:bidi="fa-IR"/>
        </w:rPr>
        <w:t xml:space="preserve"> به مال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و از راه دزد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طلب روز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خداوند به همان اندازه از حلال محرومش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،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جز گناه ، و بار حق الناس برا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،در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اگر به راه راست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رفت به همان اندازه که از حرام بدست آورده بدست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آورد و از عقوبت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</w:t>
      </w:r>
      <w:r w:rsidRPr="004A50B5">
        <w:rPr>
          <w:rFonts w:hint="eastAsia"/>
          <w:rtl/>
          <w:lang w:bidi="fa-IR"/>
        </w:rPr>
        <w:t>رت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امان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ماند .</w:t>
      </w:r>
      <w:r w:rsidR="002F6A4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عمل</w:t>
      </w:r>
      <w:r w:rsidRPr="004A50B5">
        <w:rPr>
          <w:rtl/>
          <w:lang w:bidi="fa-IR"/>
        </w:rPr>
        <w:t xml:space="preserve"> را خالص کن ، طاعتت را به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اهل حق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نت</w:t>
      </w:r>
      <w:r w:rsidRPr="004A50B5">
        <w:rPr>
          <w:rtl/>
          <w:lang w:bidi="fa-IR"/>
        </w:rPr>
        <w:t xml:space="preserve"> ده و دانش را به بردبار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آن را از حماقت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 دار ، علم را به </w:t>
      </w:r>
      <w:r w:rsidRPr="004A50B5">
        <w:rPr>
          <w:rtl/>
          <w:lang w:bidi="fa-IR"/>
        </w:rPr>
        <w:lastRenderedPageBreak/>
        <w:t>دوراند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محکم کن ، و جاهل را به رسالت به جا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مفرست ، اگر عاقل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به بردن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غام</w:t>
      </w:r>
      <w:r w:rsidRPr="004A50B5">
        <w:rPr>
          <w:rtl/>
          <w:lang w:bidi="fa-IR"/>
        </w:rPr>
        <w:t xml:space="preserve"> اقدام کن ، از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دور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تا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هم از ت</w:t>
      </w:r>
      <w:r w:rsidRPr="004A50B5">
        <w:rPr>
          <w:rFonts w:hint="eastAsia"/>
          <w:rtl/>
          <w:lang w:bidi="fa-IR"/>
        </w:rPr>
        <w:t>و</w:t>
      </w:r>
      <w:r w:rsidRPr="004A50B5">
        <w:rPr>
          <w:rtl/>
          <w:lang w:bidi="fa-IR"/>
        </w:rPr>
        <w:t xml:space="preserve"> دور بماند .</w:t>
      </w:r>
      <w:r w:rsidR="002F6A4E" w:rsidRPr="004A50B5">
        <w:rPr>
          <w:rtl/>
          <w:lang w:bidi="fa-IR"/>
        </w:rPr>
        <w:t xml:space="preserve"> 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المؤمن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</w:t>
      </w:r>
      <w:r w:rsidR="006C238D" w:rsidRPr="006C238D">
        <w:rPr>
          <w:rStyle w:val="libAlaemChar"/>
          <w:rtl/>
        </w:rPr>
        <w:t xml:space="preserve">عليه‌السلام </w:t>
      </w:r>
      <w:r w:rsidRPr="004A50B5">
        <w:rPr>
          <w:rtl/>
          <w:lang w:bidi="fa-IR"/>
        </w:rPr>
        <w:t>فرمود از لقمان 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دند</w:t>
      </w:r>
      <w:r w:rsidRPr="004A50B5">
        <w:rPr>
          <w:rtl/>
          <w:lang w:bidi="fa-IR"/>
        </w:rPr>
        <w:t xml:space="preserve"> : برتر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</w:t>
      </w:r>
      <w:r w:rsidRPr="004A50B5">
        <w:rPr>
          <w:rtl/>
          <w:lang w:bidi="fa-IR"/>
        </w:rPr>
        <w:t xml:space="preserve"> : مؤمن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گفتند : غن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مال ؟ گفت : نه ، از علم که اگر مردم به او</w:t>
      </w:r>
      <w:r w:rsidR="002F6A4E">
        <w:rPr>
          <w:rFonts w:hint="cs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ازمند</w:t>
      </w:r>
      <w:r w:rsidRPr="004A50B5">
        <w:rPr>
          <w:rtl/>
          <w:lang w:bidi="fa-IR"/>
        </w:rPr>
        <w:t xml:space="preserve"> شوند بهره برند و اگر به او رجوع نکنند خود از خود نفع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گفتند</w:t>
      </w:r>
      <w:r w:rsidRPr="004A50B5">
        <w:rPr>
          <w:rtl/>
          <w:lang w:bidi="fa-IR"/>
        </w:rPr>
        <w:t xml:space="preserve"> : بدتر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مردم 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فرمود</w:t>
      </w:r>
      <w:r w:rsidRPr="004A50B5">
        <w:rPr>
          <w:rtl/>
          <w:lang w:bidi="fa-IR"/>
        </w:rPr>
        <w:t xml:space="preserve"> :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پروا نداشته باشد او را گناهکار و بدکردار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هر گاه با دوستانت به سفر رفت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برنامه خود و آنان از مشورت با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مگردان ، تبسم داشته باش و در خرج کردن کر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باش ، در سه برنامه بر آنان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خاموش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، نماز ، سخاوت و جوانمرد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چون</w:t>
      </w:r>
      <w:r w:rsidRPr="004A50B5">
        <w:rPr>
          <w:rtl/>
          <w:lang w:bidi="fa-IR"/>
        </w:rPr>
        <w:t xml:space="preserve"> بر مسئله حق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را گواه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گواه باش ، و در هنگام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تو مشورت کردند سع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نظر و رأ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به</w:t>
      </w:r>
      <w:r w:rsidR="002F6A4E">
        <w:rPr>
          <w:rFonts w:hint="cs"/>
          <w:rtl/>
          <w:lang w:bidi="fa-IR"/>
        </w:rPr>
        <w:t xml:space="preserve"> </w:t>
      </w:r>
      <w:r w:rsidRPr="004A50B5">
        <w:rPr>
          <w:rtl/>
          <w:lang w:bidi="fa-IR"/>
        </w:rPr>
        <w:t>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آنان باشد ، قبل از تأمل در رأ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فکر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اظهار حکم مکن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خداوند رأ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عقل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در رأ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خالص و دق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نباشد سلب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دوستان همراه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 ، در کار با آنان شر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شو چون انفاق کنند و قرض دهند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آن کار را انجام ده ، سخن بزرگتر را بشنو ، در خواسته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درستشان نه مگو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نه ،گفتن از عجز و زبون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چون راه را گم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به شک افت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شو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مشورت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در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ابان</w:t>
      </w:r>
      <w:r w:rsidRPr="004A50B5">
        <w:rPr>
          <w:rtl/>
          <w:lang w:bidi="fa-IR"/>
        </w:rPr>
        <w:t xml:space="preserve"> از شخص غر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ب</w:t>
      </w:r>
      <w:r w:rsidRPr="004A50B5">
        <w:rPr>
          <w:rtl/>
          <w:lang w:bidi="fa-IR"/>
        </w:rPr>
        <w:t xml:space="preserve"> احوال راه مپرس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بر گفته اش اعتماد نکن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ممکن است جاسوس دزدان باشد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نماز</w:t>
      </w:r>
      <w:r w:rsidRPr="004A50B5">
        <w:rPr>
          <w:rtl/>
          <w:lang w:bidi="fa-IR"/>
        </w:rPr>
        <w:t xml:space="preserve"> را به خاطر کار تأخ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نداز</w:t>
      </w:r>
      <w:r w:rsidRPr="004A50B5">
        <w:rPr>
          <w:rtl/>
          <w:lang w:bidi="fa-IR"/>
        </w:rPr>
        <w:t xml:space="preserve"> ، از نماز اطم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و امن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طلب که نماز اصل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است ، نماز را با جماعت به جا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آر اگر چه بر سر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زه</w:t>
      </w:r>
      <w:r w:rsidRPr="004A50B5">
        <w:rPr>
          <w:rtl/>
          <w:lang w:bidi="fa-IR"/>
        </w:rPr>
        <w:t xml:space="preserve"> باش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چون نزد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منزل 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چهارپا فرود آ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حرکت کن ، چون به منزل 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قبل از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طعام خود چهارپا را متوجه شو ، از </w:t>
      </w:r>
      <w:r w:rsidRPr="004A50B5">
        <w:rPr>
          <w:rFonts w:hint="eastAsia"/>
          <w:rtl/>
          <w:lang w:bidi="fa-IR"/>
        </w:rPr>
        <w:t>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فرود آمدن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از نظر خاک و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اه</w:t>
      </w:r>
      <w:r w:rsidRPr="004A50B5">
        <w:rPr>
          <w:rtl/>
          <w:lang w:bidi="fa-IR"/>
        </w:rPr>
        <w:t xml:space="preserve"> بهتر است انتخاب کن ، و پس از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اده</w:t>
      </w:r>
      <w:r w:rsidRPr="004A50B5">
        <w:rPr>
          <w:rtl/>
          <w:lang w:bidi="fa-IR"/>
        </w:rPr>
        <w:t xml:space="preserve"> شدن دو رکعت نماز بگذار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قضا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حاجت از چشم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ننده</w:t>
      </w:r>
      <w:r w:rsidRPr="004A50B5">
        <w:rPr>
          <w:rtl/>
          <w:lang w:bidi="fa-IR"/>
        </w:rPr>
        <w:t xml:space="preserve"> دور شو ، و به هنگام عز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مت</w:t>
      </w:r>
      <w:r w:rsidRPr="004A50B5">
        <w:rPr>
          <w:rtl/>
          <w:lang w:bidi="fa-IR"/>
        </w:rPr>
        <w:t xml:space="preserve"> باز دو رکعت نامز بگذار ، و بر آن زم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و اهلش درود فرست که در هر بقعه 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ملائکه هستند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اگر</w:t>
      </w:r>
      <w:r w:rsidRPr="004A50B5">
        <w:rPr>
          <w:rtl/>
          <w:lang w:bidi="fa-IR"/>
        </w:rPr>
        <w:t xml:space="preserve"> بتوان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طعام خوردن خود تصدّق ده ، در هنگام فراغت دعا کن اول شب راه مرو ، ول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نصف شب تا آخر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راه رفتن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کن ، در راه صدا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را بلند مکن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با</w:t>
      </w:r>
      <w:r w:rsidRPr="004A50B5">
        <w:rPr>
          <w:rtl/>
          <w:lang w:bidi="fa-IR"/>
        </w:rPr>
        <w:t xml:space="preserve"> صد کس همنش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 و با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نفر دشمن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مکن ، آنکه بکار تو آ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اخلاق توست ، پس اخلاق تو در حق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قت</w:t>
      </w:r>
      <w:r w:rsidRPr="004A50B5">
        <w:rPr>
          <w:rtl/>
          <w:lang w:bidi="fa-IR"/>
        </w:rPr>
        <w:t xml:space="preserve">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توست ، در رد امانت بکوش تا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آخرتت سالم بماند ، 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 تا توانگر و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فرزندم</w:t>
      </w:r>
      <w:r w:rsidRPr="004A50B5">
        <w:rPr>
          <w:rtl/>
          <w:lang w:bidi="fa-IR"/>
        </w:rPr>
        <w:t xml:space="preserve"> ! چرا مردم از عقوبت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اعمال بدشان که به آنان وعده داده اند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ترسند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روز بروز به پست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و</w:t>
      </w:r>
      <w:r w:rsidRPr="004A50B5">
        <w:rPr>
          <w:rtl/>
          <w:lang w:bidi="fa-IR"/>
        </w:rPr>
        <w:t xml:space="preserve"> چرا خود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دن</w:t>
      </w:r>
      <w:r w:rsidRPr="004A50B5">
        <w:rPr>
          <w:rtl/>
          <w:lang w:bidi="fa-IR"/>
        </w:rPr>
        <w:t xml:space="preserve"> به وعده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خدا آماده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کنند 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عمر آنان به زود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تمام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مجالس دقت کن ، اگر جمع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آن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حق گرد آمده اند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بپ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اگر دانا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به علمت افزوده گردد ، 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از دانشت بهره مند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اگر نادا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کسب دانا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آن وقت است که به هنگام نزول رحمت بر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شان</w:t>
      </w:r>
      <w:r w:rsidRPr="004A50B5">
        <w:rPr>
          <w:rtl/>
          <w:lang w:bidi="fa-IR"/>
        </w:rPr>
        <w:t xml:space="preserve">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سود وافر 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اگر در مرگ شک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خواب از خود برطرف کن ، درحال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نتوان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اگر در زنده شدن پس از مرگ ترد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بعد از خواب را از خود دور کن ، در حال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ممکن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چون در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دو حالت فکر کن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نت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جه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جان در اخت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تو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چنانچه اصل خ</w:t>
      </w:r>
      <w:r w:rsidRPr="004A50B5">
        <w:rPr>
          <w:rFonts w:hint="eastAsia"/>
          <w:rtl/>
          <w:lang w:bidi="fa-IR"/>
        </w:rPr>
        <w:t>واب</w:t>
      </w:r>
      <w:r w:rsidRPr="004A50B5">
        <w:rPr>
          <w:rtl/>
          <w:lang w:bidi="fa-IR"/>
        </w:rPr>
        <w:t xml:space="preserve">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در اراده تو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باشد ، پس مرگ و زنده شدن همانند خواب 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دار</w:t>
      </w:r>
      <w:r w:rsidRPr="004A50B5">
        <w:rPr>
          <w:rtl/>
          <w:lang w:bidi="fa-IR"/>
        </w:rPr>
        <w:t xml:space="preserve"> شدن است .</w:t>
      </w:r>
      <w:r w:rsidR="002F6A4E" w:rsidRPr="004A50B5">
        <w:rPr>
          <w:rFonts w:hint="eastAsia"/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چنانچه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گرگ و گوس</w:t>
      </w:r>
      <w:r w:rsidR="002F6A4E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 دوست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کوکار</w:t>
      </w:r>
      <w:r w:rsidRPr="004A50B5">
        <w:rPr>
          <w:rtl/>
          <w:lang w:bidi="fa-IR"/>
        </w:rPr>
        <w:t xml:space="preserve"> و بدکار هم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وند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ست</w:t>
      </w:r>
      <w:r w:rsidRPr="004A50B5">
        <w:rPr>
          <w:rtl/>
          <w:lang w:bidi="fa-IR"/>
        </w:rPr>
        <w:t xml:space="preserve"> ، همنش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فاجر انسان را به بد آموز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عادت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دهد مجادله با خلق سبب دشنام خوردن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گردد ، و شکرت در مجالس خلاف باعث اتهام به انسان است ، همنش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با بدان به انسان ضرر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رساند ، و آن </w:t>
      </w:r>
      <w:r w:rsidRPr="004A50B5">
        <w:rPr>
          <w:rFonts w:hint="eastAsia"/>
          <w:rtl/>
          <w:lang w:bidi="fa-IR"/>
        </w:rPr>
        <w:t>کس</w:t>
      </w:r>
      <w:r w:rsidRPr="004A50B5">
        <w:rPr>
          <w:rtl/>
          <w:lang w:bidi="fa-IR"/>
        </w:rPr>
        <w:t xml:space="preserve"> که زبانش رها باشد به پش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رسد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باش که خدا خائن را دشمن دارد ، ظاهر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tl/>
          <w:lang w:bidi="fa-IR"/>
        </w:rPr>
        <w:t xml:space="preserve"> و باطن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بد نداشته باش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را به آخرت بفروش که 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آخرت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آخرت به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مفروش که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ان</w:t>
      </w:r>
      <w:r w:rsidRPr="004A50B5">
        <w:rPr>
          <w:rtl/>
          <w:lang w:bidi="fa-IR"/>
        </w:rPr>
        <w:t xml:space="preserve">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و آن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پسرم</w:t>
      </w:r>
      <w:r w:rsidRPr="004A50B5">
        <w:rPr>
          <w:rtl/>
          <w:lang w:bidi="fa-IR"/>
        </w:rPr>
        <w:t xml:space="preserve"> ! دروغ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آن کس که عق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ده</w:t>
      </w:r>
      <w:r w:rsidRPr="004A50B5">
        <w:rPr>
          <w:rtl/>
          <w:lang w:bidi="fa-IR"/>
        </w:rPr>
        <w:t xml:space="preserve"> دارد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بد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دفع کرد ، به او با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گفت : دو جا آتش افروزد ، بب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 آتش را به آتش خاموش کرد ؟ آنچه شر را دفع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، چنان</w:t>
      </w:r>
      <w:r w:rsidR="002F6A4E">
        <w:rPr>
          <w:rFonts w:hint="cs"/>
          <w:rtl/>
          <w:lang w:bidi="fa-IR"/>
        </w:rPr>
        <w:t>چ</w:t>
      </w:r>
      <w:r w:rsidRPr="004A50B5">
        <w:rPr>
          <w:rtl/>
          <w:lang w:bidi="fa-IR"/>
        </w:rPr>
        <w:t>ه آب آتش را خاموش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2F6A4E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در</w:t>
      </w:r>
      <w:r w:rsidRPr="004A50B5">
        <w:rPr>
          <w:rtl/>
          <w:lang w:bidi="fa-IR"/>
        </w:rPr>
        <w:t xml:space="preserve">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چون گوس</w:t>
      </w:r>
      <w:r w:rsidR="002F6A4E">
        <w:rPr>
          <w:rFonts w:hint="cs"/>
          <w:rtl/>
          <w:lang w:bidi="fa-IR"/>
        </w:rPr>
        <w:t>ف</w:t>
      </w:r>
      <w:r w:rsidRPr="004A50B5">
        <w:rPr>
          <w:rtl/>
          <w:lang w:bidi="fa-IR"/>
        </w:rPr>
        <w:t>ند افتاده در علفزار مباش که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خورد تا چاق شود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قربان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شدن ، بلکه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همانند پل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عبور به آخرت قرار ده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چهار 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در دادگاه ق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امت</w:t>
      </w:r>
      <w:r w:rsidRPr="004A50B5">
        <w:rPr>
          <w:rtl/>
          <w:lang w:bidi="fa-IR"/>
        </w:rPr>
        <w:t xml:space="preserve"> سؤال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: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جوان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که آن را چگونه گذراند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عمر که در چه مصرف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مال که کجا آورد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در کدام راه خرج کرد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خود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جواب مه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کن ، اگر حک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</w:t>
      </w:r>
      <w:r w:rsidRPr="004A50B5">
        <w:rPr>
          <w:rtl/>
          <w:lang w:bidi="fa-IR"/>
        </w:rPr>
        <w:t xml:space="preserve"> و دانا تو را آزار برساند بهتر است که نادان بر بدنت روغن خوشبو بمالد . توبه را تأخ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نداز</w:t>
      </w:r>
      <w:r w:rsidRPr="004A50B5">
        <w:rPr>
          <w:rtl/>
          <w:lang w:bidi="fa-IR"/>
        </w:rPr>
        <w:t xml:space="preserve"> که مرگ ناگهان 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رسد</w:t>
      </w:r>
      <w:r w:rsidRPr="004A50B5">
        <w:rPr>
          <w:rtl/>
          <w:lang w:bidi="fa-IR"/>
        </w:rPr>
        <w:t xml:space="preserve"> ، شماتت بر مرگ مکن که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 هم هست ، مردم را از احسان خود محروم مکن ، مبتلا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به بلا را مسخره منما ، 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زکار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تجارت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است ب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سرما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که سودش عا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توست ، با تصدّق آتش گناه را خاموش کن ، آنچه را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، و هر چه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دان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ده ، سخن کم گو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همه جا خدا </w:t>
      </w:r>
      <w:r w:rsidRPr="004A50B5">
        <w:rPr>
          <w:rtl/>
          <w:lang w:bidi="fa-IR"/>
        </w:rPr>
        <w:lastRenderedPageBreak/>
        <w:t xml:space="preserve">را به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داشته باش ،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را</w:t>
      </w:r>
      <w:r w:rsidRPr="004A50B5">
        <w:rPr>
          <w:rtl/>
          <w:lang w:bidi="fa-IR"/>
        </w:rPr>
        <w:t xml:space="preserve"> خداوند تو را از عذاب ترسانده ، و به تو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Fonts w:hint="cs"/>
          <w:rtl/>
          <w:lang w:bidi="fa-IR"/>
        </w:rPr>
        <w:t>یی</w:t>
      </w:r>
      <w:r w:rsidRPr="004A50B5">
        <w:rPr>
          <w:rtl/>
          <w:lang w:bidi="fa-IR"/>
        </w:rPr>
        <w:t xml:space="preserve"> داده است ، از مردم پندگ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</w:t>
      </w:r>
      <w:r w:rsidRPr="004A50B5">
        <w:rPr>
          <w:rFonts w:hint="eastAsia"/>
          <w:rtl/>
          <w:lang w:bidi="fa-IR"/>
        </w:rPr>
        <w:t>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از آنکه از تو پند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رند</w:t>
      </w:r>
      <w:r w:rsidRPr="004A50B5">
        <w:rPr>
          <w:rtl/>
          <w:lang w:bidi="fa-IR"/>
        </w:rPr>
        <w:t xml:space="preserve"> ، از بلا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کوچک عبرت 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tl/>
          <w:lang w:bidi="fa-IR"/>
        </w:rPr>
        <w:t xml:space="preserve"> ، قبل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بلا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بزرگ بر تو نازل شود ، به هنگام خشم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شتن</w:t>
      </w:r>
      <w:r w:rsidRPr="004A50B5">
        <w:rPr>
          <w:rtl/>
          <w:lang w:bidi="fa-IR"/>
        </w:rPr>
        <w:t xml:space="preserve"> دار باش ، تا 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زم</w:t>
      </w:r>
      <w:r w:rsidRPr="004A50B5">
        <w:rPr>
          <w:rtl/>
          <w:lang w:bidi="fa-IR"/>
        </w:rPr>
        <w:t xml:space="preserve"> جهنم نگرد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فقر بهتر از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مال دار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اغ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مردم در گرو کرده ها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شند</w:t>
      </w:r>
      <w:r w:rsidRPr="004A50B5">
        <w:rPr>
          <w:rtl/>
          <w:lang w:bidi="fa-IR"/>
        </w:rPr>
        <w:t xml:space="preserve"> ، پس وا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آنان از دست و دلشان ، تا ش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>طان زنده است از گناه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من</w:t>
      </w:r>
      <w:r w:rsidRPr="004A50B5">
        <w:rPr>
          <w:rtl/>
          <w:lang w:bidi="fa-IR"/>
        </w:rPr>
        <w:t xml:space="preserve"> مباش ، دن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را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زندان گردان ، تا آخرت بهشت تو باشد .</w:t>
      </w:r>
    </w:p>
    <w:p w:rsidR="004A50B5" w:rsidRPr="004A50B5" w:rsidRDefault="004A50B5" w:rsidP="001513A8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از</w:t>
      </w:r>
      <w:r w:rsidRPr="004A50B5">
        <w:rPr>
          <w:rtl/>
          <w:lang w:bidi="fa-IR"/>
        </w:rPr>
        <w:t xml:space="preserve"> معاشرت با شاهان بپره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که تو را 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کشند و فرمان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نان</w:t>
      </w:r>
      <w:r w:rsidRPr="004A50B5">
        <w:rPr>
          <w:rtl/>
          <w:lang w:bidi="fa-IR"/>
        </w:rPr>
        <w:t xml:space="preserve"> مبر ، که کافر به حق گرد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مان</w:t>
      </w:r>
      <w:r w:rsidRPr="004A50B5">
        <w:rPr>
          <w:rtl/>
          <w:lang w:bidi="fa-IR"/>
        </w:rPr>
        <w:t xml:space="preserve"> پدر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مهربان باش ، و برا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وه</w:t>
      </w:r>
      <w:r w:rsidRPr="004A50B5">
        <w:rPr>
          <w:rtl/>
          <w:lang w:bidi="fa-IR"/>
        </w:rPr>
        <w:t xml:space="preserve"> زنان شوهر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مشفق به 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نکه</w:t>
      </w:r>
      <w:r w:rsidRPr="004A50B5">
        <w:rPr>
          <w:rtl/>
          <w:lang w:bidi="fa-IR"/>
        </w:rPr>
        <w:t xml:space="preserve"> کس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بگو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مرا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امرز</w:t>
      </w:r>
      <w:r w:rsidRPr="004A50B5">
        <w:rPr>
          <w:rtl/>
          <w:lang w:bidi="fa-IR"/>
        </w:rPr>
        <w:t xml:space="preserve"> مورد عفو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شود ، آمرزش گناهکار در 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او از حق است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پسرم</w:t>
      </w:r>
      <w:r w:rsidRPr="004A50B5">
        <w:rPr>
          <w:rtl/>
          <w:lang w:bidi="fa-IR"/>
        </w:rPr>
        <w:t xml:space="preserve"> ! ابتدا رع</w:t>
      </w:r>
      <w:r w:rsidR="001513A8">
        <w:rPr>
          <w:rFonts w:hint="cs"/>
          <w:rtl/>
          <w:lang w:bidi="fa-IR"/>
        </w:rPr>
        <w:t>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ت</w:t>
      </w:r>
      <w:r w:rsidRPr="004A50B5">
        <w:rPr>
          <w:rtl/>
          <w:lang w:bidi="fa-IR"/>
        </w:rPr>
        <w:t xml:space="preserve"> همسا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کن ، آن گاه به خود برس ، اول رف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دا</w:t>
      </w:r>
      <w:r w:rsidRPr="004A50B5">
        <w:rPr>
          <w:rtl/>
          <w:lang w:bidi="fa-IR"/>
        </w:rPr>
        <w:t xml:space="preserve"> کن سپس به سفر اقدام نما ،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را به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ک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مکافات کن ، و بدکار را واگذار که بدتر از آنچه او در حق خود کرده تو نم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توان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 او روا دار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چه</w:t>
      </w:r>
      <w:r w:rsidRPr="004A50B5">
        <w:rPr>
          <w:rtl/>
          <w:lang w:bidi="fa-IR"/>
        </w:rPr>
        <w:t xml:space="preserve"> کس خدا را بندگ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کرد که او را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نداد ،و چه کس خداوند را طلب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و او را ن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افت</w:t>
      </w:r>
      <w:r w:rsidRPr="004A50B5">
        <w:rPr>
          <w:rtl/>
          <w:lang w:bidi="fa-IR"/>
        </w:rPr>
        <w:t xml:space="preserve"> ،کدام انسان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خدا کرد و خدا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نکرد ،کدام انسان برحق تک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ه</w:t>
      </w:r>
      <w:r w:rsidRPr="004A50B5">
        <w:rPr>
          <w:rtl/>
          <w:lang w:bidi="fa-IR"/>
        </w:rPr>
        <w:t xml:space="preserve"> کرد خدا او رابه 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گر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واگذاشت ، و کدام بنده به درگاهش زار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برد و او رحم نکرد ؟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lastRenderedPageBreak/>
        <w:t>در</w:t>
      </w:r>
      <w:r w:rsidRPr="004A50B5">
        <w:rPr>
          <w:rtl/>
          <w:lang w:bidi="fa-IR"/>
        </w:rPr>
        <w:t xml:space="preserve"> برخورد ابتدا سلام کن ، آن گاه به گفتگو برخ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ز</w:t>
      </w:r>
      <w:r w:rsidRPr="004A50B5">
        <w:rPr>
          <w:rtl/>
          <w:lang w:bidi="fa-IR"/>
        </w:rPr>
        <w:t xml:space="preserve"> ،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ش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</w:t>
      </w:r>
      <w:r w:rsidRPr="004A50B5">
        <w:rPr>
          <w:rtl/>
          <w:lang w:bidi="fa-IR"/>
        </w:rPr>
        <w:t xml:space="preserve"> مباش که خورده شو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، و ز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اد</w:t>
      </w:r>
      <w:r w:rsidRPr="004A50B5">
        <w:rPr>
          <w:rtl/>
          <w:lang w:bidi="fa-IR"/>
        </w:rPr>
        <w:t xml:space="preserve"> تلخ مباش که تو را دور افکنند .</w:t>
      </w:r>
    </w:p>
    <w:p w:rsidR="004A50B5" w:rsidRPr="004A50B5" w:rsidRDefault="004A50B5" w:rsidP="004A50B5">
      <w:pPr>
        <w:pStyle w:val="libNormal"/>
        <w:rPr>
          <w:rtl/>
          <w:lang w:bidi="fa-IR"/>
        </w:rPr>
      </w:pPr>
    </w:p>
    <w:p w:rsidR="004A50B5" w:rsidRPr="004A50B5" w:rsidRDefault="004A50B5" w:rsidP="004A50B5">
      <w:pPr>
        <w:pStyle w:val="libNormal"/>
        <w:rPr>
          <w:rtl/>
          <w:lang w:bidi="fa-IR"/>
        </w:rPr>
      </w:pPr>
      <w:r w:rsidRPr="004A50B5">
        <w:rPr>
          <w:rFonts w:hint="eastAsia"/>
          <w:rtl/>
          <w:lang w:bidi="fa-IR"/>
        </w:rPr>
        <w:t>فرزند</w:t>
      </w:r>
      <w:r w:rsidRPr="004A50B5">
        <w:rPr>
          <w:rtl/>
          <w:lang w:bidi="fa-IR"/>
        </w:rPr>
        <w:t xml:space="preserve"> ! هفت هزار کلمه حکمت آموختم تو از آن چهار نامه حفظ کن کشت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خود محکم بساز که در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</w:t>
      </w:r>
      <w:r w:rsidRPr="004A50B5">
        <w:rPr>
          <w:rtl/>
          <w:lang w:bidi="fa-IR"/>
        </w:rPr>
        <w:t xml:space="preserve">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عم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ق</w:t>
      </w:r>
      <w:r w:rsidRPr="004A50B5">
        <w:rPr>
          <w:rtl/>
          <w:lang w:bidi="fa-IR"/>
        </w:rPr>
        <w:t xml:space="preserve"> است ، و بارت سبک کن که گردن گاه</w:t>
      </w:r>
      <w:r w:rsidRPr="004A50B5">
        <w:rPr>
          <w:rFonts w:hint="cs"/>
          <w:rtl/>
          <w:lang w:bidi="fa-IR"/>
        </w:rPr>
        <w:t>ی</w:t>
      </w:r>
      <w:r w:rsidRPr="004A50B5">
        <w:rPr>
          <w:rtl/>
          <w:lang w:bidi="fa-IR"/>
        </w:rPr>
        <w:t xml:space="preserve"> سخت در پ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ش</w:t>
      </w:r>
      <w:r w:rsidRPr="004A50B5">
        <w:rPr>
          <w:rtl/>
          <w:lang w:bidi="fa-IR"/>
        </w:rPr>
        <w:t xml:space="preserve"> است ، توشه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بردار که راه دور است ، عمل خالص گردان که نقّاد عمل بس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ار</w:t>
      </w:r>
      <w:r w:rsidRPr="004A50B5">
        <w:rPr>
          <w:rtl/>
          <w:lang w:bidi="fa-IR"/>
        </w:rPr>
        <w:t xml:space="preserve"> ب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نا</w:t>
      </w:r>
      <w:r w:rsidRPr="004A50B5">
        <w:rPr>
          <w:rtl/>
          <w:lang w:bidi="fa-IR"/>
        </w:rPr>
        <w:t xml:space="preserve"> و دانا است . </w:t>
      </w:r>
      <w:r w:rsidRPr="00AE0B3B">
        <w:rPr>
          <w:rStyle w:val="libFootnotenumChar"/>
          <w:rtl/>
        </w:rPr>
        <w:t>(1)</w:t>
      </w:r>
    </w:p>
    <w:p w:rsidR="004A50B5" w:rsidRPr="00AE0B3B" w:rsidRDefault="00AE0B3B" w:rsidP="00AE0B3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58071C" w:rsidRDefault="004A50B5" w:rsidP="00AE0B3B">
      <w:pPr>
        <w:pStyle w:val="libFootnote0"/>
        <w:rPr>
          <w:rtl/>
          <w:lang w:bidi="fa-IR"/>
        </w:rPr>
      </w:pPr>
      <w:r w:rsidRPr="004A50B5">
        <w:rPr>
          <w:rtl/>
          <w:lang w:bidi="fa-IR"/>
        </w:rPr>
        <w:t>1- 1) - بحار جد</w:t>
      </w:r>
      <w:r w:rsidRPr="004A50B5">
        <w:rPr>
          <w:rFonts w:hint="cs"/>
          <w:rtl/>
          <w:lang w:bidi="fa-IR"/>
        </w:rPr>
        <w:t>ی</w:t>
      </w:r>
      <w:r w:rsidRPr="004A50B5">
        <w:rPr>
          <w:rFonts w:hint="eastAsia"/>
          <w:rtl/>
          <w:lang w:bidi="fa-IR"/>
        </w:rPr>
        <w:t>د</w:t>
      </w:r>
      <w:r w:rsidRPr="004A50B5">
        <w:rPr>
          <w:rtl/>
          <w:lang w:bidi="fa-IR"/>
        </w:rPr>
        <w:t xml:space="preserve"> : ج 13 ، ص 408 - 434 .</w:t>
      </w:r>
    </w:p>
    <w:p w:rsidR="004A50B5" w:rsidRDefault="0058071C" w:rsidP="0058071C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500835293"/>
      <w:bookmarkStart w:id="121" w:name="_Toc500835462"/>
      <w:r>
        <w:rPr>
          <w:rFonts w:hint="cs"/>
          <w:rtl/>
          <w:lang w:bidi="fa-IR"/>
        </w:rPr>
        <w:lastRenderedPageBreak/>
        <w:t>فهرست مطالب</w:t>
      </w:r>
      <w:bookmarkEnd w:id="120"/>
      <w:bookmarkEnd w:id="121"/>
    </w:p>
    <w:sdt>
      <w:sdtPr>
        <w:id w:val="8541414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  <w:lang w:bidi="ar-SA"/>
        </w:rPr>
      </w:sdtEndPr>
      <w:sdtContent>
        <w:p w:rsidR="001563E3" w:rsidRDefault="001563E3" w:rsidP="001563E3">
          <w:pPr>
            <w:pStyle w:val="TOCHeading"/>
          </w:pPr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0835402" w:history="1">
            <w:r w:rsidRPr="00BF4126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3" w:history="1">
            <w:r w:rsidRPr="00BF4126">
              <w:rPr>
                <w:rStyle w:val="Hyperlink"/>
                <w:noProof/>
                <w:rtl/>
                <w:lang w:bidi="fa-IR"/>
              </w:rPr>
              <w:t>زم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4" w:history="1">
            <w:r w:rsidRPr="00BF4126">
              <w:rPr>
                <w:rStyle w:val="Hyperlink"/>
                <w:noProof/>
                <w:rtl/>
                <w:lang w:bidi="fa-IR"/>
              </w:rPr>
              <w:t>خورش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5" w:history="1">
            <w:r w:rsidRPr="00BF4126">
              <w:rPr>
                <w:rStyle w:val="Hyperlink"/>
                <w:noProof/>
                <w:rtl/>
                <w:lang w:bidi="fa-IR"/>
              </w:rPr>
              <w:t>هوا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6" w:history="1">
            <w:r w:rsidRPr="00BF4126">
              <w:rPr>
                <w:rStyle w:val="Hyperlink"/>
                <w:noProof/>
                <w:rtl/>
                <w:lang w:bidi="fa-IR"/>
              </w:rPr>
              <w:t>آب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7" w:history="1">
            <w:r w:rsidRPr="00BF4126">
              <w:rPr>
                <w:rStyle w:val="Hyperlink"/>
                <w:noProof/>
                <w:rtl/>
                <w:lang w:bidi="fa-IR"/>
              </w:rPr>
              <w:t>تشک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لات بدن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8" w:history="1">
            <w:r w:rsidRPr="00BF4126">
              <w:rPr>
                <w:rStyle w:val="Hyperlink"/>
                <w:noProof/>
                <w:rtl/>
                <w:lang w:bidi="fa-IR"/>
              </w:rPr>
              <w:t xml:space="preserve">اسلام 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گانه راه نجات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09" w:history="1">
            <w:r w:rsidRPr="00BF4126">
              <w:rPr>
                <w:rStyle w:val="Hyperlink"/>
                <w:noProof/>
                <w:rtl/>
                <w:lang w:bidi="fa-IR"/>
              </w:rPr>
              <w:t>بخش اول انسان غرب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انسان اسلام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0" w:history="1">
            <w:r w:rsidRPr="00BF4126">
              <w:rPr>
                <w:rStyle w:val="Hyperlink"/>
                <w:noProof/>
                <w:rtl/>
                <w:lang w:bidi="fa-IR"/>
              </w:rPr>
              <w:t>انسان غرب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1" w:history="1">
            <w:r w:rsidRPr="00BF4126">
              <w:rPr>
                <w:rStyle w:val="Hyperlink"/>
                <w:noProof/>
                <w:rtl/>
                <w:lang w:bidi="fa-IR"/>
              </w:rPr>
              <w:t>انسان اسلام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12" w:history="1">
            <w:r w:rsidRPr="00BF4126">
              <w:rPr>
                <w:rStyle w:val="Hyperlink"/>
                <w:noProof/>
                <w:rtl/>
                <w:lang w:bidi="fa-IR"/>
              </w:rPr>
              <w:t>بخش 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3" w:history="1">
            <w:r w:rsidRPr="00BF4126">
              <w:rPr>
                <w:rStyle w:val="Hyperlink"/>
                <w:noProof/>
                <w:rtl/>
                <w:lang w:bidi="fa-IR"/>
              </w:rPr>
              <w:t>چهره انب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اء بهتر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ن دل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ل بر حقا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ق و کمالات انسان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 چهره 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روز و جاودان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4" w:history="1">
            <w:r w:rsidRPr="00BF4126">
              <w:rPr>
                <w:rStyle w:val="Hyperlink"/>
                <w:noProof/>
                <w:rtl/>
                <w:lang w:bidi="fa-IR"/>
              </w:rPr>
              <w:t>چهره انب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اء بهتر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ن دل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ل بر حقا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ق و کمالات انسان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5" w:history="1">
            <w:r w:rsidRPr="00BF4126">
              <w:rPr>
                <w:rStyle w:val="Hyperlink"/>
                <w:noProof/>
                <w:rtl/>
                <w:lang w:bidi="fa-IR"/>
              </w:rPr>
              <w:t>چهره 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روز و جاو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6" w:history="1">
            <w:r w:rsidRPr="00BF4126">
              <w:rPr>
                <w:rStyle w:val="Hyperlink"/>
                <w:noProof/>
                <w:rtl/>
                <w:lang w:bidi="fa-IR"/>
              </w:rPr>
              <w:t>کمالات روح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و جاودان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امبر اسلام </w:t>
            </w:r>
            <w:r w:rsidRPr="00BF4126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7" w:history="1">
            <w:r w:rsidRPr="00BF4126">
              <w:rPr>
                <w:rStyle w:val="Hyperlink"/>
                <w:noProof/>
                <w:rtl/>
                <w:lang w:bidi="fa-IR"/>
              </w:rPr>
              <w:t>عواقب وخ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م ماد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گر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8" w:history="1">
            <w:r w:rsidRPr="00BF4126">
              <w:rPr>
                <w:rStyle w:val="Hyperlink"/>
                <w:noProof/>
                <w:rtl/>
                <w:lang w:bidi="fa-IR"/>
              </w:rPr>
              <w:t>فساد در تمام زوا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ح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19" w:history="1">
            <w:r w:rsidRPr="00BF4126">
              <w:rPr>
                <w:rStyle w:val="Hyperlink"/>
                <w:noProof/>
                <w:rtl/>
                <w:lang w:bidi="fa-IR"/>
              </w:rPr>
              <w:t>س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ر و حرکت انسان ماد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از زبان عل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BF4126">
              <w:rPr>
                <w:rStyle w:val="Hyperlink"/>
                <w:rFonts w:eastAsiaTheme="minorHAnsi"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20" w:history="1">
            <w:r w:rsidRPr="00BF4126">
              <w:rPr>
                <w:rStyle w:val="Hyperlink"/>
                <w:noProof/>
                <w:rtl/>
                <w:lang w:bidi="fa-IR"/>
              </w:rPr>
              <w:t>بخش 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1" w:history="1">
            <w:r w:rsidRPr="00BF4126">
              <w:rPr>
                <w:rStyle w:val="Hyperlink"/>
                <w:noProof/>
                <w:rtl/>
                <w:lang w:bidi="fa-IR"/>
              </w:rPr>
              <w:t>کمال کدام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2" w:history="1">
            <w:r w:rsidRPr="00BF4126">
              <w:rPr>
                <w:rStyle w:val="Hyperlink"/>
                <w:noProof/>
                <w:rtl/>
                <w:lang w:bidi="fa-IR"/>
              </w:rPr>
              <w:t>کمال در پرتو ترب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ت روح و 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3" w:history="1">
            <w:r w:rsidRPr="00BF4126">
              <w:rPr>
                <w:rStyle w:val="Hyperlink"/>
                <w:noProof/>
                <w:rtl/>
                <w:lang w:bidi="fa-IR"/>
              </w:rPr>
              <w:t>شخص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ت معنو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4" w:history="1">
            <w:r w:rsidRPr="00BF4126">
              <w:rPr>
                <w:rStyle w:val="Hyperlink"/>
                <w:noProof/>
                <w:rtl/>
                <w:lang w:bidi="fa-IR"/>
              </w:rPr>
              <w:t>پرورش روان بهتر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ن عامل جلوگ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از 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5" w:history="1">
            <w:r w:rsidRPr="00BF4126">
              <w:rPr>
                <w:rStyle w:val="Hyperlink"/>
                <w:noProof/>
                <w:rtl/>
                <w:lang w:bidi="fa-IR"/>
              </w:rPr>
              <w:t>حالات گوناگون 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6" w:history="1">
            <w:r w:rsidRPr="00BF4126">
              <w:rPr>
                <w:rStyle w:val="Hyperlink"/>
                <w:noProof/>
                <w:rtl/>
                <w:lang w:bidi="fa-IR"/>
              </w:rPr>
              <w:t>نقش مرب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کامل در ح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ات 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7" w:history="1">
            <w:r w:rsidRPr="00BF4126">
              <w:rPr>
                <w:rStyle w:val="Hyperlink"/>
                <w:noProof/>
                <w:rtl/>
                <w:lang w:bidi="fa-IR"/>
              </w:rPr>
              <w:t>اخلاق چراغ راه زندگ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28" w:history="1">
            <w:r w:rsidRPr="00BF4126">
              <w:rPr>
                <w:rStyle w:val="Hyperlink"/>
                <w:noProof/>
                <w:rtl/>
                <w:lang w:bidi="fa-IR"/>
              </w:rPr>
              <w:t>در حر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م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29" w:history="1">
            <w:r w:rsidRPr="00BF4126">
              <w:rPr>
                <w:rStyle w:val="Hyperlink"/>
                <w:noProof/>
                <w:rtl/>
                <w:lang w:bidi="fa-IR"/>
              </w:rPr>
              <w:t>بخش 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0" w:history="1">
            <w:r w:rsidRPr="00BF4126">
              <w:rPr>
                <w:rStyle w:val="Hyperlink"/>
                <w:noProof/>
                <w:rtl/>
                <w:lang w:bidi="fa-IR"/>
              </w:rPr>
              <w:t>افسانه نژاد و رنگ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1" w:history="1">
            <w:r w:rsidRPr="00BF4126">
              <w:rPr>
                <w:rStyle w:val="Hyperlink"/>
                <w:noProof/>
                <w:rtl/>
                <w:lang w:bidi="fa-IR"/>
              </w:rPr>
              <w:t>وضع س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اه پوستان در دن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متمدن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2" w:history="1">
            <w:r w:rsidRPr="00BF4126">
              <w:rPr>
                <w:rStyle w:val="Hyperlink"/>
                <w:noProof/>
                <w:rtl/>
                <w:lang w:bidi="fa-IR"/>
              </w:rPr>
              <w:t>در سا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ه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3" w:history="1">
            <w:r w:rsidRPr="00BF4126">
              <w:rPr>
                <w:rStyle w:val="Hyperlink"/>
                <w:noProof/>
                <w:rtl/>
                <w:lang w:bidi="fa-IR"/>
              </w:rPr>
              <w:t>ندا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34" w:history="1">
            <w:r w:rsidRPr="00BF4126">
              <w:rPr>
                <w:rStyle w:val="Hyperlink"/>
                <w:noProof/>
                <w:rtl/>
                <w:lang w:bidi="fa-IR"/>
              </w:rPr>
              <w:t>بخش پنجم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5" w:history="1">
            <w:r w:rsidRPr="00BF4126">
              <w:rPr>
                <w:rStyle w:val="Hyperlink"/>
                <w:noProof/>
                <w:rtl/>
                <w:lang w:bidi="fa-IR"/>
              </w:rPr>
              <w:t>حکمت ها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عمل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36" w:history="1">
            <w:r w:rsidRPr="00BF4126">
              <w:rPr>
                <w:rStyle w:val="Hyperlink"/>
                <w:noProof/>
                <w:rtl/>
                <w:lang w:bidi="fa-IR"/>
              </w:rPr>
              <w:t>بخش 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7" w:history="1">
            <w:r w:rsidRPr="00BF4126">
              <w:rPr>
                <w:rStyle w:val="Hyperlink"/>
                <w:noProof/>
                <w:rtl/>
                <w:lang w:bidi="fa-IR"/>
              </w:rPr>
              <w:t>انتخاب به مقام رهبر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8" w:history="1">
            <w:r w:rsidRPr="00BF4126">
              <w:rPr>
                <w:rStyle w:val="Hyperlink"/>
                <w:noProof/>
                <w:rtl/>
                <w:lang w:bidi="fa-IR"/>
              </w:rPr>
              <w:t>آ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BF4126">
              <w:rPr>
                <w:rStyle w:val="Hyperlink"/>
                <w:noProof/>
                <w:rtl/>
                <w:lang w:bidi="fa-IR"/>
              </w:rPr>
              <w:t>ن راست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39" w:history="1">
            <w:r w:rsidRPr="00BF4126">
              <w:rPr>
                <w:rStyle w:val="Hyperlink"/>
                <w:noProof/>
                <w:rtl/>
                <w:lang w:bidi="fa-IR"/>
              </w:rPr>
              <w:t>اداء امانت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0" w:history="1">
            <w:r w:rsidRPr="00BF4126">
              <w:rPr>
                <w:rStyle w:val="Hyperlink"/>
                <w:noProof/>
                <w:rtl/>
                <w:lang w:bidi="fa-IR"/>
              </w:rPr>
              <w:t>عدم دخالت ب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1" w:history="1">
            <w:r w:rsidRPr="00BF4126">
              <w:rPr>
                <w:rStyle w:val="Hyperlink"/>
                <w:noProof/>
                <w:rtl/>
                <w:lang w:bidi="fa-IR"/>
              </w:rPr>
              <w:t>فروبستن 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ده از 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2" w:history="1">
            <w:r w:rsidRPr="00BF4126">
              <w:rPr>
                <w:rStyle w:val="Hyperlink"/>
                <w:noProof/>
                <w:rtl/>
                <w:lang w:bidi="fa-IR"/>
              </w:rPr>
              <w:t>اقتصاد در شؤون زندگ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3" w:history="1">
            <w:r w:rsidRPr="00BF4126">
              <w:rPr>
                <w:rStyle w:val="Hyperlink"/>
                <w:noProof/>
                <w:rtl/>
                <w:lang w:bidi="fa-IR"/>
              </w:rPr>
              <w:t>اسلام و مالک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4" w:history="1">
            <w:r w:rsidRPr="00BF4126">
              <w:rPr>
                <w:rStyle w:val="Hyperlink"/>
                <w:noProof/>
                <w:rtl/>
                <w:lang w:bidi="fa-IR"/>
              </w:rPr>
              <w:t>عبود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ت و بندگ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5" w:history="1">
            <w:r w:rsidRPr="00BF4126">
              <w:rPr>
                <w:rStyle w:val="Hyperlink"/>
                <w:noProof/>
                <w:rtl/>
                <w:lang w:bidi="fa-IR"/>
              </w:rPr>
              <w:t>مغز متفکر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6" w:history="1">
            <w:r w:rsidRPr="00BF4126">
              <w:rPr>
                <w:rStyle w:val="Hyperlink"/>
                <w:noProof/>
                <w:rtl/>
                <w:lang w:bidi="fa-IR"/>
              </w:rPr>
              <w:t>صبر و شک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با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7" w:history="1">
            <w:r w:rsidRPr="00BF4126">
              <w:rPr>
                <w:rStyle w:val="Hyperlink"/>
                <w:noProof/>
                <w:rtl/>
                <w:lang w:bidi="fa-IR"/>
              </w:rPr>
              <w:t>قضاء و قاض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48" w:history="1">
            <w:r w:rsidRPr="00BF4126">
              <w:rPr>
                <w:rStyle w:val="Hyperlink"/>
                <w:noProof/>
                <w:rtl/>
                <w:lang w:bidi="fa-IR"/>
              </w:rPr>
              <w:t>بخش 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49" w:history="1">
            <w:r w:rsidRPr="00BF4126">
              <w:rPr>
                <w:rStyle w:val="Hyperlink"/>
                <w:noProof/>
                <w:rtl/>
                <w:lang w:bidi="fa-IR"/>
              </w:rPr>
              <w:t>حکمت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0" w:history="1">
            <w:r w:rsidRPr="00BF4126">
              <w:rPr>
                <w:rStyle w:val="Hyperlink"/>
                <w:noProof/>
                <w:rtl/>
                <w:lang w:bidi="fa-IR"/>
              </w:rPr>
              <w:t>توح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1" w:history="1">
            <w:r w:rsidRPr="00BF4126">
              <w:rPr>
                <w:rStyle w:val="Hyperlink"/>
                <w:noProof/>
                <w:rtl/>
                <w:lang w:bidi="fa-IR"/>
              </w:rPr>
              <w:t>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2" w:history="1">
            <w:r w:rsidRPr="00BF4126">
              <w:rPr>
                <w:rStyle w:val="Hyperlink"/>
                <w:noProof/>
                <w:rtl/>
                <w:lang w:bidi="fa-IR"/>
              </w:rPr>
              <w:t>دن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 کشتزار آخرت است 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3" w:history="1">
            <w:r w:rsidRPr="00BF4126">
              <w:rPr>
                <w:rStyle w:val="Hyperlink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4" w:history="1">
            <w:r w:rsidRPr="00BF4126">
              <w:rPr>
                <w:rStyle w:val="Hyperlink"/>
                <w:noProof/>
                <w:rtl/>
                <w:lang w:bidi="fa-IR"/>
              </w:rPr>
              <w:t>امر به معروف و نه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 xml:space="preserve"> از 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5" w:history="1">
            <w:r w:rsidRPr="00BF4126">
              <w:rPr>
                <w:rStyle w:val="Hyperlink"/>
                <w:noProof/>
                <w:rtl/>
                <w:lang w:bidi="fa-IR"/>
              </w:rPr>
              <w:t>تکبر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6" w:history="1">
            <w:r w:rsidRPr="00BF4126">
              <w:rPr>
                <w:rStyle w:val="Hyperlink"/>
                <w:noProof/>
                <w:rtl/>
                <w:lang w:bidi="fa-IR"/>
              </w:rPr>
              <w:t>دن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7" w:history="1">
            <w:r w:rsidRPr="00BF4126">
              <w:rPr>
                <w:rStyle w:val="Hyperlink"/>
                <w:noProof/>
                <w:rtl/>
                <w:lang w:bidi="fa-IR"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8" w:history="1">
            <w:r w:rsidRPr="00BF4126">
              <w:rPr>
                <w:rStyle w:val="Hyperlink"/>
                <w:noProof/>
                <w:rtl/>
                <w:lang w:bidi="fa-IR"/>
              </w:rPr>
              <w:t>عفو و 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59" w:history="1">
            <w:r w:rsidRPr="00BF4126">
              <w:rPr>
                <w:rStyle w:val="Hyperlink"/>
                <w:noProof/>
                <w:rtl/>
                <w:lang w:bidi="fa-IR"/>
              </w:rPr>
              <w:t>علم - عمل - ا</w:t>
            </w:r>
            <w:r w:rsidRPr="00BF4126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F4126">
              <w:rPr>
                <w:rStyle w:val="Hyperlink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60" w:history="1">
            <w:r w:rsidRPr="00BF4126">
              <w:rPr>
                <w:rStyle w:val="Hyperlink"/>
                <w:noProof/>
                <w:rtl/>
                <w:lang w:bidi="fa-IR"/>
              </w:rPr>
              <w:t>حسن خلق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00835461" w:history="1">
            <w:r w:rsidRPr="00BF4126">
              <w:rPr>
                <w:rStyle w:val="Hyperlink"/>
                <w:noProof/>
                <w:rtl/>
                <w:lang w:bidi="fa-IR"/>
              </w:rPr>
              <w:t>اندرزها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835462" w:history="1">
            <w:r w:rsidRPr="00BF4126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Toc500835462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63E3" w:rsidRDefault="001563E3">
          <w:r>
            <w:fldChar w:fldCharType="end"/>
          </w:r>
        </w:p>
      </w:sdtContent>
    </w:sdt>
    <w:p w:rsidR="0058071C" w:rsidRPr="004A50B5" w:rsidRDefault="0058071C" w:rsidP="0058071C">
      <w:pPr>
        <w:pStyle w:val="libNormal"/>
        <w:rPr>
          <w:rtl/>
          <w:lang w:bidi="fa-IR"/>
        </w:rPr>
      </w:pPr>
    </w:p>
    <w:sectPr w:rsidR="0058071C" w:rsidRPr="004A50B5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C1D" w:rsidRDefault="00456C1D">
      <w:r>
        <w:separator/>
      </w:r>
    </w:p>
  </w:endnote>
  <w:endnote w:type="continuationSeparator" w:id="0">
    <w:p w:rsidR="00456C1D" w:rsidRDefault="00456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BF" w:rsidRDefault="00D961E2">
    <w:pPr>
      <w:pStyle w:val="Footer"/>
    </w:pPr>
    <w:fldSimple w:instr=" PAGE   \* MERGEFORMAT ">
      <w:r w:rsidR="004337C3">
        <w:rPr>
          <w:noProof/>
          <w:rtl/>
        </w:rPr>
        <w:t>350</w:t>
      </w:r>
    </w:fldSimple>
  </w:p>
  <w:p w:rsidR="006171BF" w:rsidRDefault="006171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BF" w:rsidRDefault="00D961E2">
    <w:pPr>
      <w:pStyle w:val="Footer"/>
    </w:pPr>
    <w:fldSimple w:instr=" PAGE   \* MERGEFORMAT ">
      <w:r w:rsidR="004337C3">
        <w:rPr>
          <w:noProof/>
          <w:rtl/>
        </w:rPr>
        <w:t>351</w:t>
      </w:r>
    </w:fldSimple>
  </w:p>
  <w:p w:rsidR="006171BF" w:rsidRDefault="006171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1BF" w:rsidRDefault="00D961E2">
    <w:pPr>
      <w:pStyle w:val="Footer"/>
    </w:pPr>
    <w:fldSimple w:instr=" PAGE   \* MERGEFORMAT ">
      <w:r w:rsidR="004337C3">
        <w:rPr>
          <w:noProof/>
          <w:rtl/>
        </w:rPr>
        <w:t>1</w:t>
      </w:r>
    </w:fldSimple>
  </w:p>
  <w:p w:rsidR="006171BF" w:rsidRDefault="006171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C1D" w:rsidRDefault="00456C1D">
      <w:r>
        <w:separator/>
      </w:r>
    </w:p>
  </w:footnote>
  <w:footnote w:type="continuationSeparator" w:id="0">
    <w:p w:rsidR="00456C1D" w:rsidRDefault="00456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6BCC4895"/>
    <w:multiLevelType w:val="hybridMultilevel"/>
    <w:tmpl w:val="2CB0C5EE"/>
    <w:lvl w:ilvl="0" w:tplc="78140B5C">
      <w:start w:val="1"/>
      <w:numFmt w:val="decimal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38D"/>
    <w:rsid w:val="00005A19"/>
    <w:rsid w:val="00010942"/>
    <w:rsid w:val="00015DBE"/>
    <w:rsid w:val="000217A6"/>
    <w:rsid w:val="00023C73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6F21"/>
    <w:rsid w:val="000B77AC"/>
    <w:rsid w:val="000C0A89"/>
    <w:rsid w:val="000C5F1E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539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3B"/>
    <w:rsid w:val="00147ED8"/>
    <w:rsid w:val="001513A8"/>
    <w:rsid w:val="0015176C"/>
    <w:rsid w:val="00151C03"/>
    <w:rsid w:val="00153917"/>
    <w:rsid w:val="001563E3"/>
    <w:rsid w:val="00157306"/>
    <w:rsid w:val="00160F76"/>
    <w:rsid w:val="00161F24"/>
    <w:rsid w:val="00163D83"/>
    <w:rsid w:val="00164767"/>
    <w:rsid w:val="00164810"/>
    <w:rsid w:val="001712E1"/>
    <w:rsid w:val="00182769"/>
    <w:rsid w:val="00182CD3"/>
    <w:rsid w:val="0018664D"/>
    <w:rsid w:val="00187017"/>
    <w:rsid w:val="00187246"/>
    <w:rsid w:val="001872DB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3C1B"/>
    <w:rsid w:val="001D41A1"/>
    <w:rsid w:val="001D60DA"/>
    <w:rsid w:val="001D67C0"/>
    <w:rsid w:val="001D715C"/>
    <w:rsid w:val="001E25DC"/>
    <w:rsid w:val="001E416A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5FE4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2802"/>
    <w:rsid w:val="002A338C"/>
    <w:rsid w:val="002A717D"/>
    <w:rsid w:val="002A73D7"/>
    <w:rsid w:val="002B2B15"/>
    <w:rsid w:val="002B71A8"/>
    <w:rsid w:val="002B7989"/>
    <w:rsid w:val="002B7B06"/>
    <w:rsid w:val="002C1009"/>
    <w:rsid w:val="002C13B6"/>
    <w:rsid w:val="002C3E3A"/>
    <w:rsid w:val="002C4FEF"/>
    <w:rsid w:val="002C5C66"/>
    <w:rsid w:val="002C6427"/>
    <w:rsid w:val="002D0E5C"/>
    <w:rsid w:val="002D19A9"/>
    <w:rsid w:val="002D2485"/>
    <w:rsid w:val="002D4021"/>
    <w:rsid w:val="002D448E"/>
    <w:rsid w:val="002D4CD3"/>
    <w:rsid w:val="002D580E"/>
    <w:rsid w:val="002E19EE"/>
    <w:rsid w:val="002E4D3D"/>
    <w:rsid w:val="002E5CA1"/>
    <w:rsid w:val="002E6022"/>
    <w:rsid w:val="002F3626"/>
    <w:rsid w:val="002F6A4E"/>
    <w:rsid w:val="00301EBF"/>
    <w:rsid w:val="003042DA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0D98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4C0"/>
    <w:rsid w:val="00404EB7"/>
    <w:rsid w:val="00407D56"/>
    <w:rsid w:val="00416E2B"/>
    <w:rsid w:val="0042098A"/>
    <w:rsid w:val="004209BA"/>
    <w:rsid w:val="00420C44"/>
    <w:rsid w:val="00427638"/>
    <w:rsid w:val="00430581"/>
    <w:rsid w:val="004337C3"/>
    <w:rsid w:val="00434A97"/>
    <w:rsid w:val="00437035"/>
    <w:rsid w:val="00440C62"/>
    <w:rsid w:val="00446BBA"/>
    <w:rsid w:val="004538D5"/>
    <w:rsid w:val="00455A59"/>
    <w:rsid w:val="00456486"/>
    <w:rsid w:val="00456C1D"/>
    <w:rsid w:val="0046604F"/>
    <w:rsid w:val="0046634E"/>
    <w:rsid w:val="00467E54"/>
    <w:rsid w:val="00470378"/>
    <w:rsid w:val="0047075F"/>
    <w:rsid w:val="004722F9"/>
    <w:rsid w:val="00475E99"/>
    <w:rsid w:val="00481FD0"/>
    <w:rsid w:val="00482060"/>
    <w:rsid w:val="0048221F"/>
    <w:rsid w:val="0048252C"/>
    <w:rsid w:val="004857ED"/>
    <w:rsid w:val="00487AE8"/>
    <w:rsid w:val="004919C3"/>
    <w:rsid w:val="00494861"/>
    <w:rsid w:val="004953C3"/>
    <w:rsid w:val="00497042"/>
    <w:rsid w:val="004A0866"/>
    <w:rsid w:val="004A50B5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71C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637E"/>
    <w:rsid w:val="005E7821"/>
    <w:rsid w:val="00613E8E"/>
    <w:rsid w:val="00614301"/>
    <w:rsid w:val="006171BF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298E"/>
    <w:rsid w:val="006A5218"/>
    <w:rsid w:val="006A77BD"/>
    <w:rsid w:val="006A7D4D"/>
    <w:rsid w:val="006B5C71"/>
    <w:rsid w:val="006B7F0E"/>
    <w:rsid w:val="006C238D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87A82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0960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4021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3F32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234"/>
    <w:rsid w:val="00945D11"/>
    <w:rsid w:val="009503E2"/>
    <w:rsid w:val="00950928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D17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BB5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B5BEF"/>
    <w:rsid w:val="00AC214F"/>
    <w:rsid w:val="00AC225D"/>
    <w:rsid w:val="00AC28CD"/>
    <w:rsid w:val="00AC6146"/>
    <w:rsid w:val="00AC64A5"/>
    <w:rsid w:val="00AC6D84"/>
    <w:rsid w:val="00AD0F7D"/>
    <w:rsid w:val="00AD2964"/>
    <w:rsid w:val="00AD365B"/>
    <w:rsid w:val="00AE0778"/>
    <w:rsid w:val="00AE0B3B"/>
    <w:rsid w:val="00AE1E35"/>
    <w:rsid w:val="00AE4D35"/>
    <w:rsid w:val="00AE5DAC"/>
    <w:rsid w:val="00AE6117"/>
    <w:rsid w:val="00AE64FD"/>
    <w:rsid w:val="00AF0A2F"/>
    <w:rsid w:val="00AF1B18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34D6"/>
    <w:rsid w:val="00B24ABA"/>
    <w:rsid w:val="00B300E7"/>
    <w:rsid w:val="00B37FEA"/>
    <w:rsid w:val="00B41186"/>
    <w:rsid w:val="00B426ED"/>
    <w:rsid w:val="00B42E0C"/>
    <w:rsid w:val="00B47827"/>
    <w:rsid w:val="00B50444"/>
    <w:rsid w:val="00B506FA"/>
    <w:rsid w:val="00B57C17"/>
    <w:rsid w:val="00B629FE"/>
    <w:rsid w:val="00B65134"/>
    <w:rsid w:val="00B70AEE"/>
    <w:rsid w:val="00B71ADF"/>
    <w:rsid w:val="00B71E0C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16059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6E96"/>
    <w:rsid w:val="00C97009"/>
    <w:rsid w:val="00CA00BA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CF7C37"/>
    <w:rsid w:val="00D0599C"/>
    <w:rsid w:val="00D10971"/>
    <w:rsid w:val="00D20EAE"/>
    <w:rsid w:val="00D212D5"/>
    <w:rsid w:val="00D24B24"/>
    <w:rsid w:val="00D24EB0"/>
    <w:rsid w:val="00D25987"/>
    <w:rsid w:val="00D3313A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61E2"/>
    <w:rsid w:val="00DA3FA6"/>
    <w:rsid w:val="00DA5931"/>
    <w:rsid w:val="00DA722B"/>
    <w:rsid w:val="00DB2424"/>
    <w:rsid w:val="00DB3E84"/>
    <w:rsid w:val="00DC02A0"/>
    <w:rsid w:val="00DC0B08"/>
    <w:rsid w:val="00DC0E27"/>
    <w:rsid w:val="00DC5ECC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A7E48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2C96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A6E39"/>
    <w:rsid w:val="00FB1A72"/>
    <w:rsid w:val="00FB3EBB"/>
    <w:rsid w:val="00FB4C28"/>
    <w:rsid w:val="00FB7CFB"/>
    <w:rsid w:val="00FC002F"/>
    <w:rsid w:val="00FC6DFF"/>
    <w:rsid w:val="00FC7297"/>
    <w:rsid w:val="00FD04E0"/>
    <w:rsid w:val="00FD2AA4"/>
    <w:rsid w:val="00FD3E49"/>
    <w:rsid w:val="00FE01AC"/>
    <w:rsid w:val="00FE0BFA"/>
    <w:rsid w:val="00FE0D85"/>
    <w:rsid w:val="00FF08F6"/>
    <w:rsid w:val="00FF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E0C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C96E96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  <w:lang w:bidi="fa-IR"/>
    </w:rPr>
  </w:style>
  <w:style w:type="paragraph" w:styleId="Heading2">
    <w:name w:val="heading 2"/>
    <w:basedOn w:val="libNormal"/>
    <w:next w:val="libNormal"/>
    <w:link w:val="Heading2Char"/>
    <w:autoRedefine/>
    <w:qFormat/>
    <w:rsid w:val="00C96E96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6E96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C96E96"/>
    <w:pPr>
      <w:spacing w:before="240" w:after="480"/>
      <w:ind w:left="-1899" w:firstLine="1899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C96E96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4337C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rab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3D0B-641D-4619-8A51-9C7AB829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492</TotalTime>
  <Pages>351</Pages>
  <Words>52995</Words>
  <Characters>302077</Characters>
  <Application>Microsoft Office Word</Application>
  <DocSecurity>0</DocSecurity>
  <Lines>2517</Lines>
  <Paragraphs>708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24</cp:revision>
  <cp:lastPrinted>1601-01-01T00:00:00Z</cp:lastPrinted>
  <dcterms:created xsi:type="dcterms:W3CDTF">2017-12-10T07:44:00Z</dcterms:created>
  <dcterms:modified xsi:type="dcterms:W3CDTF">2017-12-12T06:19:00Z</dcterms:modified>
</cp:coreProperties>
</file>